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B07F46">
        <w:t>„</w:t>
      </w:r>
      <w:r w:rsidR="00B07F46" w:rsidRPr="00B07F46">
        <w:t>Doplnění závor na přejezdu P516 v km 45,785 trati Protivín - Zdice</w:t>
      </w:r>
      <w:r w:rsidRPr="00B07F46">
        <w:t>“</w:t>
      </w:r>
    </w:p>
    <w:p w:rsidR="00AD0C7B" w:rsidRPr="006C2343" w:rsidRDefault="00AD0C7B" w:rsidP="00EB46E5">
      <w:pPr>
        <w:pStyle w:val="Titul2"/>
      </w:pPr>
    </w:p>
    <w:p w:rsidR="00F46EA7" w:rsidRDefault="00F46EA7" w:rsidP="00AE38B3">
      <w:pPr>
        <w:pStyle w:val="Text1-1"/>
        <w:numPr>
          <w:ilvl w:val="0"/>
          <w:numId w:val="0"/>
        </w:numPr>
        <w:tabs>
          <w:tab w:val="left" w:pos="708"/>
        </w:tabs>
        <w:ind w:left="737"/>
      </w:pPr>
      <w:proofErr w:type="gramStart"/>
      <w:r>
        <w:t>Č.j.</w:t>
      </w:r>
      <w:proofErr w:type="gramEnd"/>
      <w:r>
        <w:t xml:space="preserve"> </w:t>
      </w:r>
      <w:r w:rsidR="00AE38B3">
        <w:t>14155/2021-SŽ-SSZ-OVZ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61156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9118498" w:history="1">
        <w:r w:rsidR="00611564" w:rsidRPr="00073888">
          <w:rPr>
            <w:rStyle w:val="Hypertextovodkaz"/>
          </w:rPr>
          <w:t>1.</w:t>
        </w:r>
        <w:r w:rsidR="00611564">
          <w:rPr>
            <w:rFonts w:eastAsiaTheme="minorEastAsia"/>
            <w:caps w:val="0"/>
            <w:noProof/>
            <w:sz w:val="22"/>
            <w:szCs w:val="22"/>
            <w:lang w:eastAsia="cs-CZ"/>
          </w:rPr>
          <w:tab/>
        </w:r>
        <w:r w:rsidR="00611564" w:rsidRPr="00073888">
          <w:rPr>
            <w:rStyle w:val="Hypertextovodkaz"/>
          </w:rPr>
          <w:t>ÚVODNÍ USTANOVENÍ</w:t>
        </w:r>
        <w:r w:rsidR="00611564">
          <w:rPr>
            <w:noProof/>
            <w:webHidden/>
          </w:rPr>
          <w:tab/>
        </w:r>
        <w:r w:rsidR="00611564">
          <w:rPr>
            <w:noProof/>
            <w:webHidden/>
          </w:rPr>
          <w:fldChar w:fldCharType="begin"/>
        </w:r>
        <w:r w:rsidR="00611564">
          <w:rPr>
            <w:noProof/>
            <w:webHidden/>
          </w:rPr>
          <w:instrText xml:space="preserve"> PAGEREF _Toc69118498 \h </w:instrText>
        </w:r>
        <w:r w:rsidR="00611564">
          <w:rPr>
            <w:noProof/>
            <w:webHidden/>
          </w:rPr>
        </w:r>
        <w:r w:rsidR="00611564">
          <w:rPr>
            <w:noProof/>
            <w:webHidden/>
          </w:rPr>
          <w:fldChar w:fldCharType="separate"/>
        </w:r>
        <w:r w:rsidR="00DB1C7E">
          <w:rPr>
            <w:noProof/>
            <w:webHidden/>
          </w:rPr>
          <w:t>3</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499" w:history="1">
        <w:r w:rsidR="00611564" w:rsidRPr="00073888">
          <w:rPr>
            <w:rStyle w:val="Hypertextovodkaz"/>
          </w:rPr>
          <w:t>2.</w:t>
        </w:r>
        <w:r w:rsidR="00611564">
          <w:rPr>
            <w:rFonts w:eastAsiaTheme="minorEastAsia"/>
            <w:caps w:val="0"/>
            <w:noProof/>
            <w:sz w:val="22"/>
            <w:szCs w:val="22"/>
            <w:lang w:eastAsia="cs-CZ"/>
          </w:rPr>
          <w:tab/>
        </w:r>
        <w:r w:rsidR="00611564" w:rsidRPr="00073888">
          <w:rPr>
            <w:rStyle w:val="Hypertextovodkaz"/>
          </w:rPr>
          <w:t>IDENTIFIKAČNÍ ÚDAJE ZADAVATELE</w:t>
        </w:r>
        <w:r w:rsidR="00611564">
          <w:rPr>
            <w:noProof/>
            <w:webHidden/>
          </w:rPr>
          <w:tab/>
        </w:r>
        <w:r w:rsidR="00611564">
          <w:rPr>
            <w:noProof/>
            <w:webHidden/>
          </w:rPr>
          <w:fldChar w:fldCharType="begin"/>
        </w:r>
        <w:r w:rsidR="00611564">
          <w:rPr>
            <w:noProof/>
            <w:webHidden/>
          </w:rPr>
          <w:instrText xml:space="preserve"> PAGEREF _Toc69118499 \h </w:instrText>
        </w:r>
        <w:r w:rsidR="00611564">
          <w:rPr>
            <w:noProof/>
            <w:webHidden/>
          </w:rPr>
        </w:r>
        <w:r w:rsidR="00611564">
          <w:rPr>
            <w:noProof/>
            <w:webHidden/>
          </w:rPr>
          <w:fldChar w:fldCharType="separate"/>
        </w:r>
        <w:r w:rsidR="00DB1C7E">
          <w:rPr>
            <w:noProof/>
            <w:webHidden/>
          </w:rPr>
          <w:t>3</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00" w:history="1">
        <w:r w:rsidR="00611564" w:rsidRPr="00073888">
          <w:rPr>
            <w:rStyle w:val="Hypertextovodkaz"/>
          </w:rPr>
          <w:t>3.</w:t>
        </w:r>
        <w:r w:rsidR="00611564">
          <w:rPr>
            <w:rFonts w:eastAsiaTheme="minorEastAsia"/>
            <w:caps w:val="0"/>
            <w:noProof/>
            <w:sz w:val="22"/>
            <w:szCs w:val="22"/>
            <w:lang w:eastAsia="cs-CZ"/>
          </w:rPr>
          <w:tab/>
        </w:r>
        <w:r w:rsidR="00611564" w:rsidRPr="00073888">
          <w:rPr>
            <w:rStyle w:val="Hypertextovodkaz"/>
          </w:rPr>
          <w:t>KOMUNIKACE MEZI ZADAVATELEM a DODAVATELEM</w:t>
        </w:r>
        <w:r w:rsidR="00611564">
          <w:rPr>
            <w:noProof/>
            <w:webHidden/>
          </w:rPr>
          <w:tab/>
        </w:r>
        <w:r w:rsidR="00611564">
          <w:rPr>
            <w:noProof/>
            <w:webHidden/>
          </w:rPr>
          <w:fldChar w:fldCharType="begin"/>
        </w:r>
        <w:r w:rsidR="00611564">
          <w:rPr>
            <w:noProof/>
            <w:webHidden/>
          </w:rPr>
          <w:instrText xml:space="preserve"> PAGEREF _Toc69118500 \h </w:instrText>
        </w:r>
        <w:r w:rsidR="00611564">
          <w:rPr>
            <w:noProof/>
            <w:webHidden/>
          </w:rPr>
        </w:r>
        <w:r w:rsidR="00611564">
          <w:rPr>
            <w:noProof/>
            <w:webHidden/>
          </w:rPr>
          <w:fldChar w:fldCharType="separate"/>
        </w:r>
        <w:r w:rsidR="00DB1C7E">
          <w:rPr>
            <w:noProof/>
            <w:webHidden/>
          </w:rPr>
          <w:t>4</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01" w:history="1">
        <w:r w:rsidR="00611564" w:rsidRPr="00073888">
          <w:rPr>
            <w:rStyle w:val="Hypertextovodkaz"/>
          </w:rPr>
          <w:t>4.</w:t>
        </w:r>
        <w:r w:rsidR="00611564">
          <w:rPr>
            <w:rFonts w:eastAsiaTheme="minorEastAsia"/>
            <w:caps w:val="0"/>
            <w:noProof/>
            <w:sz w:val="22"/>
            <w:szCs w:val="22"/>
            <w:lang w:eastAsia="cs-CZ"/>
          </w:rPr>
          <w:tab/>
        </w:r>
        <w:r w:rsidR="00611564" w:rsidRPr="00073888">
          <w:rPr>
            <w:rStyle w:val="Hypertextovodkaz"/>
          </w:rPr>
          <w:t>ÚČEL A PŘEDMĚT PLNĚNÍ VEŘEJNÉ ZAKÁZKY</w:t>
        </w:r>
        <w:r w:rsidR="00611564">
          <w:rPr>
            <w:noProof/>
            <w:webHidden/>
          </w:rPr>
          <w:tab/>
        </w:r>
        <w:r w:rsidR="00611564">
          <w:rPr>
            <w:noProof/>
            <w:webHidden/>
          </w:rPr>
          <w:fldChar w:fldCharType="begin"/>
        </w:r>
        <w:r w:rsidR="00611564">
          <w:rPr>
            <w:noProof/>
            <w:webHidden/>
          </w:rPr>
          <w:instrText xml:space="preserve"> PAGEREF _Toc69118501 \h </w:instrText>
        </w:r>
        <w:r w:rsidR="00611564">
          <w:rPr>
            <w:noProof/>
            <w:webHidden/>
          </w:rPr>
        </w:r>
        <w:r w:rsidR="00611564">
          <w:rPr>
            <w:noProof/>
            <w:webHidden/>
          </w:rPr>
          <w:fldChar w:fldCharType="separate"/>
        </w:r>
        <w:r w:rsidR="00DB1C7E">
          <w:rPr>
            <w:noProof/>
            <w:webHidden/>
          </w:rPr>
          <w:t>4</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02" w:history="1">
        <w:r w:rsidR="00611564" w:rsidRPr="00073888">
          <w:rPr>
            <w:rStyle w:val="Hypertextovodkaz"/>
          </w:rPr>
          <w:t>5.</w:t>
        </w:r>
        <w:r w:rsidR="00611564">
          <w:rPr>
            <w:rFonts w:eastAsiaTheme="minorEastAsia"/>
            <w:caps w:val="0"/>
            <w:noProof/>
            <w:sz w:val="22"/>
            <w:szCs w:val="22"/>
            <w:lang w:eastAsia="cs-CZ"/>
          </w:rPr>
          <w:tab/>
        </w:r>
        <w:r w:rsidR="00611564" w:rsidRPr="00073888">
          <w:rPr>
            <w:rStyle w:val="Hypertextovodkaz"/>
          </w:rPr>
          <w:t>ZDROJE FINANCOVÁNÍ A PŘEDPOKLÁDANÁ HODNOTA VEŘEJNÉ ZAKÁZKY</w:t>
        </w:r>
        <w:r w:rsidR="00611564">
          <w:rPr>
            <w:noProof/>
            <w:webHidden/>
          </w:rPr>
          <w:tab/>
        </w:r>
        <w:r w:rsidR="00611564">
          <w:rPr>
            <w:noProof/>
            <w:webHidden/>
          </w:rPr>
          <w:fldChar w:fldCharType="begin"/>
        </w:r>
        <w:r w:rsidR="00611564">
          <w:rPr>
            <w:noProof/>
            <w:webHidden/>
          </w:rPr>
          <w:instrText xml:space="preserve"> PAGEREF _Toc69118502 \h </w:instrText>
        </w:r>
        <w:r w:rsidR="00611564">
          <w:rPr>
            <w:noProof/>
            <w:webHidden/>
          </w:rPr>
        </w:r>
        <w:r w:rsidR="00611564">
          <w:rPr>
            <w:noProof/>
            <w:webHidden/>
          </w:rPr>
          <w:fldChar w:fldCharType="separate"/>
        </w:r>
        <w:r w:rsidR="00DB1C7E">
          <w:rPr>
            <w:noProof/>
            <w:webHidden/>
          </w:rPr>
          <w:t>4</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03" w:history="1">
        <w:r w:rsidR="00611564" w:rsidRPr="00073888">
          <w:rPr>
            <w:rStyle w:val="Hypertextovodkaz"/>
          </w:rPr>
          <w:t>6.</w:t>
        </w:r>
        <w:r w:rsidR="00611564">
          <w:rPr>
            <w:rFonts w:eastAsiaTheme="minorEastAsia"/>
            <w:caps w:val="0"/>
            <w:noProof/>
            <w:sz w:val="22"/>
            <w:szCs w:val="22"/>
            <w:lang w:eastAsia="cs-CZ"/>
          </w:rPr>
          <w:tab/>
        </w:r>
        <w:r w:rsidR="00611564" w:rsidRPr="00073888">
          <w:rPr>
            <w:rStyle w:val="Hypertextovodkaz"/>
          </w:rPr>
          <w:t>OBSAH ZADÁVACÍ DOKUMENTACE</w:t>
        </w:r>
        <w:r w:rsidR="00611564">
          <w:rPr>
            <w:noProof/>
            <w:webHidden/>
          </w:rPr>
          <w:tab/>
        </w:r>
        <w:r w:rsidR="00611564">
          <w:rPr>
            <w:noProof/>
            <w:webHidden/>
          </w:rPr>
          <w:fldChar w:fldCharType="begin"/>
        </w:r>
        <w:r w:rsidR="00611564">
          <w:rPr>
            <w:noProof/>
            <w:webHidden/>
          </w:rPr>
          <w:instrText xml:space="preserve"> PAGEREF _Toc69118503 \h </w:instrText>
        </w:r>
        <w:r w:rsidR="00611564">
          <w:rPr>
            <w:noProof/>
            <w:webHidden/>
          </w:rPr>
        </w:r>
        <w:r w:rsidR="00611564">
          <w:rPr>
            <w:noProof/>
            <w:webHidden/>
          </w:rPr>
          <w:fldChar w:fldCharType="separate"/>
        </w:r>
        <w:r w:rsidR="00DB1C7E">
          <w:rPr>
            <w:noProof/>
            <w:webHidden/>
          </w:rPr>
          <w:t>4</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04" w:history="1">
        <w:r w:rsidR="00611564" w:rsidRPr="00073888">
          <w:rPr>
            <w:rStyle w:val="Hypertextovodkaz"/>
          </w:rPr>
          <w:t>7.</w:t>
        </w:r>
        <w:r w:rsidR="00611564">
          <w:rPr>
            <w:rFonts w:eastAsiaTheme="minorEastAsia"/>
            <w:caps w:val="0"/>
            <w:noProof/>
            <w:sz w:val="22"/>
            <w:szCs w:val="22"/>
            <w:lang w:eastAsia="cs-CZ"/>
          </w:rPr>
          <w:tab/>
        </w:r>
        <w:r w:rsidR="00611564" w:rsidRPr="00073888">
          <w:rPr>
            <w:rStyle w:val="Hypertextovodkaz"/>
          </w:rPr>
          <w:t>VYSVĚTLENÍ, ZMĚNY A DOPLNĚNÍ ZADÁVACÍ DOKUMENTACE</w:t>
        </w:r>
        <w:r w:rsidR="00611564">
          <w:rPr>
            <w:noProof/>
            <w:webHidden/>
          </w:rPr>
          <w:tab/>
        </w:r>
        <w:r w:rsidR="00611564">
          <w:rPr>
            <w:noProof/>
            <w:webHidden/>
          </w:rPr>
          <w:fldChar w:fldCharType="begin"/>
        </w:r>
        <w:r w:rsidR="00611564">
          <w:rPr>
            <w:noProof/>
            <w:webHidden/>
          </w:rPr>
          <w:instrText xml:space="preserve"> PAGEREF _Toc69118504 \h </w:instrText>
        </w:r>
        <w:r w:rsidR="00611564">
          <w:rPr>
            <w:noProof/>
            <w:webHidden/>
          </w:rPr>
        </w:r>
        <w:r w:rsidR="00611564">
          <w:rPr>
            <w:noProof/>
            <w:webHidden/>
          </w:rPr>
          <w:fldChar w:fldCharType="separate"/>
        </w:r>
        <w:r w:rsidR="00DB1C7E">
          <w:rPr>
            <w:noProof/>
            <w:webHidden/>
          </w:rPr>
          <w:t>5</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05" w:history="1">
        <w:r w:rsidR="00611564" w:rsidRPr="00073888">
          <w:rPr>
            <w:rStyle w:val="Hypertextovodkaz"/>
          </w:rPr>
          <w:t>8.</w:t>
        </w:r>
        <w:r w:rsidR="00611564">
          <w:rPr>
            <w:rFonts w:eastAsiaTheme="minorEastAsia"/>
            <w:caps w:val="0"/>
            <w:noProof/>
            <w:sz w:val="22"/>
            <w:szCs w:val="22"/>
            <w:lang w:eastAsia="cs-CZ"/>
          </w:rPr>
          <w:tab/>
        </w:r>
        <w:r w:rsidR="00611564" w:rsidRPr="00073888">
          <w:rPr>
            <w:rStyle w:val="Hypertextovodkaz"/>
          </w:rPr>
          <w:t>POŽADAVKY ZADAVATELE NA KVALIFIKACI</w:t>
        </w:r>
        <w:r w:rsidR="00611564">
          <w:rPr>
            <w:noProof/>
            <w:webHidden/>
          </w:rPr>
          <w:tab/>
        </w:r>
        <w:r w:rsidR="00611564">
          <w:rPr>
            <w:noProof/>
            <w:webHidden/>
          </w:rPr>
          <w:fldChar w:fldCharType="begin"/>
        </w:r>
        <w:r w:rsidR="00611564">
          <w:rPr>
            <w:noProof/>
            <w:webHidden/>
          </w:rPr>
          <w:instrText xml:space="preserve"> PAGEREF _Toc69118505 \h </w:instrText>
        </w:r>
        <w:r w:rsidR="00611564">
          <w:rPr>
            <w:noProof/>
            <w:webHidden/>
          </w:rPr>
        </w:r>
        <w:r w:rsidR="00611564">
          <w:rPr>
            <w:noProof/>
            <w:webHidden/>
          </w:rPr>
          <w:fldChar w:fldCharType="separate"/>
        </w:r>
        <w:r w:rsidR="00DB1C7E">
          <w:rPr>
            <w:noProof/>
            <w:webHidden/>
          </w:rPr>
          <w:t>6</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06" w:history="1">
        <w:r w:rsidR="00611564" w:rsidRPr="00073888">
          <w:rPr>
            <w:rStyle w:val="Hypertextovodkaz"/>
          </w:rPr>
          <w:t>9.</w:t>
        </w:r>
        <w:r w:rsidR="00611564">
          <w:rPr>
            <w:rFonts w:eastAsiaTheme="minorEastAsia"/>
            <w:caps w:val="0"/>
            <w:noProof/>
            <w:sz w:val="22"/>
            <w:szCs w:val="22"/>
            <w:lang w:eastAsia="cs-CZ"/>
          </w:rPr>
          <w:tab/>
        </w:r>
        <w:r w:rsidR="00611564" w:rsidRPr="00073888">
          <w:rPr>
            <w:rStyle w:val="Hypertextovodkaz"/>
          </w:rPr>
          <w:t>DALŠÍ INFORMACE/DOKUMENTY PŘEDKLÁDANÉ DODAVATELEM V NABÍDCE</w:t>
        </w:r>
        <w:r w:rsidR="00611564">
          <w:rPr>
            <w:noProof/>
            <w:webHidden/>
          </w:rPr>
          <w:tab/>
        </w:r>
        <w:r w:rsidR="00611564">
          <w:rPr>
            <w:noProof/>
            <w:webHidden/>
          </w:rPr>
          <w:fldChar w:fldCharType="begin"/>
        </w:r>
        <w:r w:rsidR="00611564">
          <w:rPr>
            <w:noProof/>
            <w:webHidden/>
          </w:rPr>
          <w:instrText xml:space="preserve"> PAGEREF _Toc69118506 \h </w:instrText>
        </w:r>
        <w:r w:rsidR="00611564">
          <w:rPr>
            <w:noProof/>
            <w:webHidden/>
          </w:rPr>
        </w:r>
        <w:r w:rsidR="00611564">
          <w:rPr>
            <w:noProof/>
            <w:webHidden/>
          </w:rPr>
          <w:fldChar w:fldCharType="separate"/>
        </w:r>
        <w:r w:rsidR="00DB1C7E">
          <w:rPr>
            <w:noProof/>
            <w:webHidden/>
          </w:rPr>
          <w:t>15</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07" w:history="1">
        <w:r w:rsidR="00611564" w:rsidRPr="00073888">
          <w:rPr>
            <w:rStyle w:val="Hypertextovodkaz"/>
          </w:rPr>
          <w:t>10.</w:t>
        </w:r>
        <w:r w:rsidR="00611564">
          <w:rPr>
            <w:rFonts w:eastAsiaTheme="minorEastAsia"/>
            <w:caps w:val="0"/>
            <w:noProof/>
            <w:sz w:val="22"/>
            <w:szCs w:val="22"/>
            <w:lang w:eastAsia="cs-CZ"/>
          </w:rPr>
          <w:tab/>
        </w:r>
        <w:r w:rsidR="00611564" w:rsidRPr="00073888">
          <w:rPr>
            <w:rStyle w:val="Hypertextovodkaz"/>
          </w:rPr>
          <w:t>PROHLÍDKA MÍSTA PLNĚNÍ (STAVENIŠTĚ)</w:t>
        </w:r>
        <w:r w:rsidR="00611564">
          <w:rPr>
            <w:noProof/>
            <w:webHidden/>
          </w:rPr>
          <w:tab/>
        </w:r>
        <w:r w:rsidR="00611564">
          <w:rPr>
            <w:noProof/>
            <w:webHidden/>
          </w:rPr>
          <w:fldChar w:fldCharType="begin"/>
        </w:r>
        <w:r w:rsidR="00611564">
          <w:rPr>
            <w:noProof/>
            <w:webHidden/>
          </w:rPr>
          <w:instrText xml:space="preserve"> PAGEREF _Toc69118507 \h </w:instrText>
        </w:r>
        <w:r w:rsidR="00611564">
          <w:rPr>
            <w:noProof/>
            <w:webHidden/>
          </w:rPr>
        </w:r>
        <w:r w:rsidR="00611564">
          <w:rPr>
            <w:noProof/>
            <w:webHidden/>
          </w:rPr>
          <w:fldChar w:fldCharType="separate"/>
        </w:r>
        <w:r w:rsidR="00DB1C7E">
          <w:rPr>
            <w:noProof/>
            <w:webHidden/>
          </w:rPr>
          <w:t>18</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08" w:history="1">
        <w:r w:rsidR="00611564" w:rsidRPr="00073888">
          <w:rPr>
            <w:rStyle w:val="Hypertextovodkaz"/>
          </w:rPr>
          <w:t>11.</w:t>
        </w:r>
        <w:r w:rsidR="00611564">
          <w:rPr>
            <w:rFonts w:eastAsiaTheme="minorEastAsia"/>
            <w:caps w:val="0"/>
            <w:noProof/>
            <w:sz w:val="22"/>
            <w:szCs w:val="22"/>
            <w:lang w:eastAsia="cs-CZ"/>
          </w:rPr>
          <w:tab/>
        </w:r>
        <w:r w:rsidR="00611564" w:rsidRPr="00073888">
          <w:rPr>
            <w:rStyle w:val="Hypertextovodkaz"/>
          </w:rPr>
          <w:t>JAZYK NABÍDEK A KOMUNIKAČNÍ JAZYK</w:t>
        </w:r>
        <w:r w:rsidR="00611564">
          <w:rPr>
            <w:noProof/>
            <w:webHidden/>
          </w:rPr>
          <w:tab/>
        </w:r>
        <w:r w:rsidR="00611564">
          <w:rPr>
            <w:noProof/>
            <w:webHidden/>
          </w:rPr>
          <w:fldChar w:fldCharType="begin"/>
        </w:r>
        <w:r w:rsidR="00611564">
          <w:rPr>
            <w:noProof/>
            <w:webHidden/>
          </w:rPr>
          <w:instrText xml:space="preserve"> PAGEREF _Toc69118508 \h </w:instrText>
        </w:r>
        <w:r w:rsidR="00611564">
          <w:rPr>
            <w:noProof/>
            <w:webHidden/>
          </w:rPr>
        </w:r>
        <w:r w:rsidR="00611564">
          <w:rPr>
            <w:noProof/>
            <w:webHidden/>
          </w:rPr>
          <w:fldChar w:fldCharType="separate"/>
        </w:r>
        <w:r w:rsidR="00DB1C7E">
          <w:rPr>
            <w:noProof/>
            <w:webHidden/>
          </w:rPr>
          <w:t>18</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09" w:history="1">
        <w:r w:rsidR="00611564" w:rsidRPr="00073888">
          <w:rPr>
            <w:rStyle w:val="Hypertextovodkaz"/>
          </w:rPr>
          <w:t>12.</w:t>
        </w:r>
        <w:r w:rsidR="00611564">
          <w:rPr>
            <w:rFonts w:eastAsiaTheme="minorEastAsia"/>
            <w:caps w:val="0"/>
            <w:noProof/>
            <w:sz w:val="22"/>
            <w:szCs w:val="22"/>
            <w:lang w:eastAsia="cs-CZ"/>
          </w:rPr>
          <w:tab/>
        </w:r>
        <w:r w:rsidR="00611564" w:rsidRPr="00073888">
          <w:rPr>
            <w:rStyle w:val="Hypertextovodkaz"/>
          </w:rPr>
          <w:t>OBSAH A PODÁVÁNÍ NABÍDEK</w:t>
        </w:r>
        <w:r w:rsidR="00611564">
          <w:rPr>
            <w:noProof/>
            <w:webHidden/>
          </w:rPr>
          <w:tab/>
        </w:r>
        <w:r w:rsidR="00611564">
          <w:rPr>
            <w:noProof/>
            <w:webHidden/>
          </w:rPr>
          <w:fldChar w:fldCharType="begin"/>
        </w:r>
        <w:r w:rsidR="00611564">
          <w:rPr>
            <w:noProof/>
            <w:webHidden/>
          </w:rPr>
          <w:instrText xml:space="preserve"> PAGEREF _Toc69118509 \h </w:instrText>
        </w:r>
        <w:r w:rsidR="00611564">
          <w:rPr>
            <w:noProof/>
            <w:webHidden/>
          </w:rPr>
        </w:r>
        <w:r w:rsidR="00611564">
          <w:rPr>
            <w:noProof/>
            <w:webHidden/>
          </w:rPr>
          <w:fldChar w:fldCharType="separate"/>
        </w:r>
        <w:r w:rsidR="00DB1C7E">
          <w:rPr>
            <w:noProof/>
            <w:webHidden/>
          </w:rPr>
          <w:t>18</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10" w:history="1">
        <w:r w:rsidR="00611564" w:rsidRPr="00073888">
          <w:rPr>
            <w:rStyle w:val="Hypertextovodkaz"/>
          </w:rPr>
          <w:t>13.</w:t>
        </w:r>
        <w:r w:rsidR="00611564">
          <w:rPr>
            <w:rFonts w:eastAsiaTheme="minorEastAsia"/>
            <w:caps w:val="0"/>
            <w:noProof/>
            <w:sz w:val="22"/>
            <w:szCs w:val="22"/>
            <w:lang w:eastAsia="cs-CZ"/>
          </w:rPr>
          <w:tab/>
        </w:r>
        <w:r w:rsidR="00611564" w:rsidRPr="00073888">
          <w:rPr>
            <w:rStyle w:val="Hypertextovodkaz"/>
          </w:rPr>
          <w:t>POŽADAVKY NA ZPRACOVÁNÍ NABÍDKOVÉ CENY</w:t>
        </w:r>
        <w:r w:rsidR="00611564">
          <w:rPr>
            <w:noProof/>
            <w:webHidden/>
          </w:rPr>
          <w:tab/>
        </w:r>
        <w:r w:rsidR="00611564">
          <w:rPr>
            <w:noProof/>
            <w:webHidden/>
          </w:rPr>
          <w:fldChar w:fldCharType="begin"/>
        </w:r>
        <w:r w:rsidR="00611564">
          <w:rPr>
            <w:noProof/>
            <w:webHidden/>
          </w:rPr>
          <w:instrText xml:space="preserve"> PAGEREF _Toc69118510 \h </w:instrText>
        </w:r>
        <w:r w:rsidR="00611564">
          <w:rPr>
            <w:noProof/>
            <w:webHidden/>
          </w:rPr>
        </w:r>
        <w:r w:rsidR="00611564">
          <w:rPr>
            <w:noProof/>
            <w:webHidden/>
          </w:rPr>
          <w:fldChar w:fldCharType="separate"/>
        </w:r>
        <w:r w:rsidR="00DB1C7E">
          <w:rPr>
            <w:noProof/>
            <w:webHidden/>
          </w:rPr>
          <w:t>20</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11" w:history="1">
        <w:r w:rsidR="00611564" w:rsidRPr="00073888">
          <w:rPr>
            <w:rStyle w:val="Hypertextovodkaz"/>
          </w:rPr>
          <w:t>14.</w:t>
        </w:r>
        <w:r w:rsidR="00611564">
          <w:rPr>
            <w:rFonts w:eastAsiaTheme="minorEastAsia"/>
            <w:caps w:val="0"/>
            <w:noProof/>
            <w:sz w:val="22"/>
            <w:szCs w:val="22"/>
            <w:lang w:eastAsia="cs-CZ"/>
          </w:rPr>
          <w:tab/>
        </w:r>
        <w:r w:rsidR="00611564" w:rsidRPr="00073888">
          <w:rPr>
            <w:rStyle w:val="Hypertextovodkaz"/>
          </w:rPr>
          <w:t>VARIANTY NABÍDKY, VÝHRADA ZMĚNY DODAVATELE</w:t>
        </w:r>
        <w:r w:rsidR="00611564">
          <w:rPr>
            <w:noProof/>
            <w:webHidden/>
          </w:rPr>
          <w:tab/>
        </w:r>
        <w:r w:rsidR="00611564">
          <w:rPr>
            <w:noProof/>
            <w:webHidden/>
          </w:rPr>
          <w:fldChar w:fldCharType="begin"/>
        </w:r>
        <w:r w:rsidR="00611564">
          <w:rPr>
            <w:noProof/>
            <w:webHidden/>
          </w:rPr>
          <w:instrText xml:space="preserve"> PAGEREF _Toc69118511 \h </w:instrText>
        </w:r>
        <w:r w:rsidR="00611564">
          <w:rPr>
            <w:noProof/>
            <w:webHidden/>
          </w:rPr>
        </w:r>
        <w:r w:rsidR="00611564">
          <w:rPr>
            <w:noProof/>
            <w:webHidden/>
          </w:rPr>
          <w:fldChar w:fldCharType="separate"/>
        </w:r>
        <w:r w:rsidR="00DB1C7E">
          <w:rPr>
            <w:noProof/>
            <w:webHidden/>
          </w:rPr>
          <w:t>20</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12" w:history="1">
        <w:r w:rsidR="00611564" w:rsidRPr="00073888">
          <w:rPr>
            <w:rStyle w:val="Hypertextovodkaz"/>
          </w:rPr>
          <w:t>15.</w:t>
        </w:r>
        <w:r w:rsidR="00611564">
          <w:rPr>
            <w:rFonts w:eastAsiaTheme="minorEastAsia"/>
            <w:caps w:val="0"/>
            <w:noProof/>
            <w:sz w:val="22"/>
            <w:szCs w:val="22"/>
            <w:lang w:eastAsia="cs-CZ"/>
          </w:rPr>
          <w:tab/>
        </w:r>
        <w:r w:rsidR="00611564" w:rsidRPr="00073888">
          <w:rPr>
            <w:rStyle w:val="Hypertextovodkaz"/>
          </w:rPr>
          <w:t>OTEVÍRÁNÍ NABÍDEK</w:t>
        </w:r>
        <w:r w:rsidR="00611564">
          <w:rPr>
            <w:noProof/>
            <w:webHidden/>
          </w:rPr>
          <w:tab/>
        </w:r>
        <w:r w:rsidR="00611564">
          <w:rPr>
            <w:noProof/>
            <w:webHidden/>
          </w:rPr>
          <w:fldChar w:fldCharType="begin"/>
        </w:r>
        <w:r w:rsidR="00611564">
          <w:rPr>
            <w:noProof/>
            <w:webHidden/>
          </w:rPr>
          <w:instrText xml:space="preserve"> PAGEREF _Toc69118512 \h </w:instrText>
        </w:r>
        <w:r w:rsidR="00611564">
          <w:rPr>
            <w:noProof/>
            <w:webHidden/>
          </w:rPr>
        </w:r>
        <w:r w:rsidR="00611564">
          <w:rPr>
            <w:noProof/>
            <w:webHidden/>
          </w:rPr>
          <w:fldChar w:fldCharType="separate"/>
        </w:r>
        <w:r w:rsidR="00DB1C7E">
          <w:rPr>
            <w:noProof/>
            <w:webHidden/>
          </w:rPr>
          <w:t>21</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13" w:history="1">
        <w:r w:rsidR="00611564" w:rsidRPr="00073888">
          <w:rPr>
            <w:rStyle w:val="Hypertextovodkaz"/>
          </w:rPr>
          <w:t>16.</w:t>
        </w:r>
        <w:r w:rsidR="00611564">
          <w:rPr>
            <w:rFonts w:eastAsiaTheme="minorEastAsia"/>
            <w:caps w:val="0"/>
            <w:noProof/>
            <w:sz w:val="22"/>
            <w:szCs w:val="22"/>
            <w:lang w:eastAsia="cs-CZ"/>
          </w:rPr>
          <w:tab/>
        </w:r>
        <w:r w:rsidR="00611564" w:rsidRPr="00073888">
          <w:rPr>
            <w:rStyle w:val="Hypertextovodkaz"/>
          </w:rPr>
          <w:t>POSOUZENÍ SPLNĚNÍ PODMÍNEK ÚČASTI</w:t>
        </w:r>
        <w:r w:rsidR="00611564">
          <w:rPr>
            <w:noProof/>
            <w:webHidden/>
          </w:rPr>
          <w:tab/>
        </w:r>
        <w:r w:rsidR="00611564">
          <w:rPr>
            <w:noProof/>
            <w:webHidden/>
          </w:rPr>
          <w:fldChar w:fldCharType="begin"/>
        </w:r>
        <w:r w:rsidR="00611564">
          <w:rPr>
            <w:noProof/>
            <w:webHidden/>
          </w:rPr>
          <w:instrText xml:space="preserve"> PAGEREF _Toc69118513 \h </w:instrText>
        </w:r>
        <w:r w:rsidR="00611564">
          <w:rPr>
            <w:noProof/>
            <w:webHidden/>
          </w:rPr>
        </w:r>
        <w:r w:rsidR="00611564">
          <w:rPr>
            <w:noProof/>
            <w:webHidden/>
          </w:rPr>
          <w:fldChar w:fldCharType="separate"/>
        </w:r>
        <w:r w:rsidR="00DB1C7E">
          <w:rPr>
            <w:noProof/>
            <w:webHidden/>
          </w:rPr>
          <w:t>21</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14" w:history="1">
        <w:r w:rsidR="00611564" w:rsidRPr="00073888">
          <w:rPr>
            <w:rStyle w:val="Hypertextovodkaz"/>
          </w:rPr>
          <w:t>17.</w:t>
        </w:r>
        <w:r w:rsidR="00611564">
          <w:rPr>
            <w:rFonts w:eastAsiaTheme="minorEastAsia"/>
            <w:caps w:val="0"/>
            <w:noProof/>
            <w:sz w:val="22"/>
            <w:szCs w:val="22"/>
            <w:lang w:eastAsia="cs-CZ"/>
          </w:rPr>
          <w:tab/>
        </w:r>
        <w:r w:rsidR="00611564" w:rsidRPr="00073888">
          <w:rPr>
            <w:rStyle w:val="Hypertextovodkaz"/>
          </w:rPr>
          <w:t>HODNOCENÍ NABÍDEK</w:t>
        </w:r>
        <w:r w:rsidR="00611564">
          <w:rPr>
            <w:noProof/>
            <w:webHidden/>
          </w:rPr>
          <w:tab/>
        </w:r>
        <w:r w:rsidR="00611564">
          <w:rPr>
            <w:noProof/>
            <w:webHidden/>
          </w:rPr>
          <w:fldChar w:fldCharType="begin"/>
        </w:r>
        <w:r w:rsidR="00611564">
          <w:rPr>
            <w:noProof/>
            <w:webHidden/>
          </w:rPr>
          <w:instrText xml:space="preserve"> PAGEREF _Toc69118514 \h </w:instrText>
        </w:r>
        <w:r w:rsidR="00611564">
          <w:rPr>
            <w:noProof/>
            <w:webHidden/>
          </w:rPr>
        </w:r>
        <w:r w:rsidR="00611564">
          <w:rPr>
            <w:noProof/>
            <w:webHidden/>
          </w:rPr>
          <w:fldChar w:fldCharType="separate"/>
        </w:r>
        <w:r w:rsidR="00DB1C7E">
          <w:rPr>
            <w:noProof/>
            <w:webHidden/>
          </w:rPr>
          <w:t>22</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15" w:history="1">
        <w:r w:rsidR="00611564" w:rsidRPr="00073888">
          <w:rPr>
            <w:rStyle w:val="Hypertextovodkaz"/>
          </w:rPr>
          <w:t>18.</w:t>
        </w:r>
        <w:r w:rsidR="00611564">
          <w:rPr>
            <w:rFonts w:eastAsiaTheme="minorEastAsia"/>
            <w:caps w:val="0"/>
            <w:noProof/>
            <w:sz w:val="22"/>
            <w:szCs w:val="22"/>
            <w:lang w:eastAsia="cs-CZ"/>
          </w:rPr>
          <w:tab/>
        </w:r>
        <w:r w:rsidR="00611564" w:rsidRPr="00073888">
          <w:rPr>
            <w:rStyle w:val="Hypertextovodkaz"/>
          </w:rPr>
          <w:t>ZRUŠENÍ VÝBĚROVÉHO ŘÍZENÍ</w:t>
        </w:r>
        <w:r w:rsidR="00611564">
          <w:rPr>
            <w:noProof/>
            <w:webHidden/>
          </w:rPr>
          <w:tab/>
        </w:r>
        <w:r w:rsidR="00611564">
          <w:rPr>
            <w:noProof/>
            <w:webHidden/>
          </w:rPr>
          <w:fldChar w:fldCharType="begin"/>
        </w:r>
        <w:r w:rsidR="00611564">
          <w:rPr>
            <w:noProof/>
            <w:webHidden/>
          </w:rPr>
          <w:instrText xml:space="preserve"> PAGEREF _Toc69118515 \h </w:instrText>
        </w:r>
        <w:r w:rsidR="00611564">
          <w:rPr>
            <w:noProof/>
            <w:webHidden/>
          </w:rPr>
        </w:r>
        <w:r w:rsidR="00611564">
          <w:rPr>
            <w:noProof/>
            <w:webHidden/>
          </w:rPr>
          <w:fldChar w:fldCharType="separate"/>
        </w:r>
        <w:r w:rsidR="00DB1C7E">
          <w:rPr>
            <w:noProof/>
            <w:webHidden/>
          </w:rPr>
          <w:t>23</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16" w:history="1">
        <w:r w:rsidR="00611564" w:rsidRPr="00073888">
          <w:rPr>
            <w:rStyle w:val="Hypertextovodkaz"/>
          </w:rPr>
          <w:t>19.</w:t>
        </w:r>
        <w:r w:rsidR="00611564">
          <w:rPr>
            <w:rFonts w:eastAsiaTheme="minorEastAsia"/>
            <w:caps w:val="0"/>
            <w:noProof/>
            <w:sz w:val="22"/>
            <w:szCs w:val="22"/>
            <w:lang w:eastAsia="cs-CZ"/>
          </w:rPr>
          <w:tab/>
        </w:r>
        <w:r w:rsidR="00611564" w:rsidRPr="00073888">
          <w:rPr>
            <w:rStyle w:val="Hypertextovodkaz"/>
          </w:rPr>
          <w:t>UZAVŘENÍ SMLOUVY</w:t>
        </w:r>
        <w:r w:rsidR="00611564">
          <w:rPr>
            <w:noProof/>
            <w:webHidden/>
          </w:rPr>
          <w:tab/>
        </w:r>
        <w:r w:rsidR="00611564">
          <w:rPr>
            <w:noProof/>
            <w:webHidden/>
          </w:rPr>
          <w:fldChar w:fldCharType="begin"/>
        </w:r>
        <w:r w:rsidR="00611564">
          <w:rPr>
            <w:noProof/>
            <w:webHidden/>
          </w:rPr>
          <w:instrText xml:space="preserve"> PAGEREF _Toc69118516 \h </w:instrText>
        </w:r>
        <w:r w:rsidR="00611564">
          <w:rPr>
            <w:noProof/>
            <w:webHidden/>
          </w:rPr>
        </w:r>
        <w:r w:rsidR="00611564">
          <w:rPr>
            <w:noProof/>
            <w:webHidden/>
          </w:rPr>
          <w:fldChar w:fldCharType="separate"/>
        </w:r>
        <w:r w:rsidR="00DB1C7E">
          <w:rPr>
            <w:noProof/>
            <w:webHidden/>
          </w:rPr>
          <w:t>23</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17" w:history="1">
        <w:r w:rsidR="00611564" w:rsidRPr="00073888">
          <w:rPr>
            <w:rStyle w:val="Hypertextovodkaz"/>
          </w:rPr>
          <w:t>20.</w:t>
        </w:r>
        <w:r w:rsidR="00611564">
          <w:rPr>
            <w:rFonts w:eastAsiaTheme="minorEastAsia"/>
            <w:caps w:val="0"/>
            <w:noProof/>
            <w:sz w:val="22"/>
            <w:szCs w:val="22"/>
            <w:lang w:eastAsia="cs-CZ"/>
          </w:rPr>
          <w:tab/>
        </w:r>
        <w:r w:rsidR="00611564" w:rsidRPr="00073888">
          <w:rPr>
            <w:rStyle w:val="Hypertextovodkaz"/>
          </w:rPr>
          <w:t>OCHRANA INFORMACÍ</w:t>
        </w:r>
        <w:r w:rsidR="00611564">
          <w:rPr>
            <w:noProof/>
            <w:webHidden/>
          </w:rPr>
          <w:tab/>
        </w:r>
        <w:r w:rsidR="00611564">
          <w:rPr>
            <w:noProof/>
            <w:webHidden/>
          </w:rPr>
          <w:fldChar w:fldCharType="begin"/>
        </w:r>
        <w:r w:rsidR="00611564">
          <w:rPr>
            <w:noProof/>
            <w:webHidden/>
          </w:rPr>
          <w:instrText xml:space="preserve"> PAGEREF _Toc69118517 \h </w:instrText>
        </w:r>
        <w:r w:rsidR="00611564">
          <w:rPr>
            <w:noProof/>
            <w:webHidden/>
          </w:rPr>
        </w:r>
        <w:r w:rsidR="00611564">
          <w:rPr>
            <w:noProof/>
            <w:webHidden/>
          </w:rPr>
          <w:fldChar w:fldCharType="separate"/>
        </w:r>
        <w:r w:rsidR="00DB1C7E">
          <w:rPr>
            <w:noProof/>
            <w:webHidden/>
          </w:rPr>
          <w:t>25</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18" w:history="1">
        <w:r w:rsidR="00611564" w:rsidRPr="00073888">
          <w:rPr>
            <w:rStyle w:val="Hypertextovodkaz"/>
          </w:rPr>
          <w:t>21.</w:t>
        </w:r>
        <w:r w:rsidR="00611564">
          <w:rPr>
            <w:rFonts w:eastAsiaTheme="minorEastAsia"/>
            <w:caps w:val="0"/>
            <w:noProof/>
            <w:sz w:val="22"/>
            <w:szCs w:val="22"/>
            <w:lang w:eastAsia="cs-CZ"/>
          </w:rPr>
          <w:tab/>
        </w:r>
        <w:r w:rsidR="00611564" w:rsidRPr="00073888">
          <w:rPr>
            <w:rStyle w:val="Hypertextovodkaz"/>
          </w:rPr>
          <w:t>SOCIÁLNĚ A ENVIROMENTÁLNĚ ODPOVĚDNÉ ZADÁVÁNÍ, INOVACE</w:t>
        </w:r>
        <w:r w:rsidR="00611564">
          <w:rPr>
            <w:noProof/>
            <w:webHidden/>
          </w:rPr>
          <w:tab/>
        </w:r>
        <w:r w:rsidR="00611564">
          <w:rPr>
            <w:noProof/>
            <w:webHidden/>
          </w:rPr>
          <w:fldChar w:fldCharType="begin"/>
        </w:r>
        <w:r w:rsidR="00611564">
          <w:rPr>
            <w:noProof/>
            <w:webHidden/>
          </w:rPr>
          <w:instrText xml:space="preserve"> PAGEREF _Toc69118518 \h </w:instrText>
        </w:r>
        <w:r w:rsidR="00611564">
          <w:rPr>
            <w:noProof/>
            <w:webHidden/>
          </w:rPr>
        </w:r>
        <w:r w:rsidR="00611564">
          <w:rPr>
            <w:noProof/>
            <w:webHidden/>
          </w:rPr>
          <w:fldChar w:fldCharType="separate"/>
        </w:r>
        <w:r w:rsidR="00DB1C7E">
          <w:rPr>
            <w:noProof/>
            <w:webHidden/>
          </w:rPr>
          <w:t>25</w:t>
        </w:r>
        <w:r w:rsidR="00611564">
          <w:rPr>
            <w:noProof/>
            <w:webHidden/>
          </w:rPr>
          <w:fldChar w:fldCharType="end"/>
        </w:r>
      </w:hyperlink>
    </w:p>
    <w:p w:rsidR="00611564" w:rsidRDefault="00E43738">
      <w:pPr>
        <w:pStyle w:val="Obsah1"/>
        <w:rPr>
          <w:rFonts w:eastAsiaTheme="minorEastAsia"/>
          <w:caps w:val="0"/>
          <w:noProof/>
          <w:sz w:val="22"/>
          <w:szCs w:val="22"/>
          <w:lang w:eastAsia="cs-CZ"/>
        </w:rPr>
      </w:pPr>
      <w:hyperlink w:anchor="_Toc69118519" w:history="1">
        <w:r w:rsidR="00611564" w:rsidRPr="00073888">
          <w:rPr>
            <w:rStyle w:val="Hypertextovodkaz"/>
          </w:rPr>
          <w:t>22.</w:t>
        </w:r>
        <w:r w:rsidR="00611564">
          <w:rPr>
            <w:rFonts w:eastAsiaTheme="minorEastAsia"/>
            <w:caps w:val="0"/>
            <w:noProof/>
            <w:sz w:val="22"/>
            <w:szCs w:val="22"/>
            <w:lang w:eastAsia="cs-CZ"/>
          </w:rPr>
          <w:tab/>
        </w:r>
        <w:r w:rsidR="00611564" w:rsidRPr="00073888">
          <w:rPr>
            <w:rStyle w:val="Hypertextovodkaz"/>
          </w:rPr>
          <w:t>PŘÍLOHY TÉTO VÝZVY</w:t>
        </w:r>
        <w:r w:rsidR="00611564">
          <w:rPr>
            <w:noProof/>
            <w:webHidden/>
          </w:rPr>
          <w:tab/>
        </w:r>
        <w:r w:rsidR="00611564">
          <w:rPr>
            <w:noProof/>
            <w:webHidden/>
          </w:rPr>
          <w:fldChar w:fldCharType="begin"/>
        </w:r>
        <w:r w:rsidR="00611564">
          <w:rPr>
            <w:noProof/>
            <w:webHidden/>
          </w:rPr>
          <w:instrText xml:space="preserve"> PAGEREF _Toc69118519 \h </w:instrText>
        </w:r>
        <w:r w:rsidR="00611564">
          <w:rPr>
            <w:noProof/>
            <w:webHidden/>
          </w:rPr>
        </w:r>
        <w:r w:rsidR="00611564">
          <w:rPr>
            <w:noProof/>
            <w:webHidden/>
          </w:rPr>
          <w:fldChar w:fldCharType="separate"/>
        </w:r>
        <w:r w:rsidR="00DB1C7E">
          <w:rPr>
            <w:noProof/>
            <w:webHidden/>
          </w:rPr>
          <w:t>25</w:t>
        </w:r>
        <w:r w:rsidR="00611564">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bookmarkStart w:id="0" w:name="_GoBack"/>
      <w:bookmarkEnd w:id="0"/>
    </w:p>
    <w:p w:rsidR="00AD0C7B" w:rsidRDefault="00AD0C7B">
      <w:r>
        <w:br w:type="page"/>
      </w:r>
    </w:p>
    <w:p w:rsidR="0035531B" w:rsidRDefault="0035531B" w:rsidP="0035531B">
      <w:pPr>
        <w:pStyle w:val="Nadpis1-1"/>
      </w:pPr>
      <w:bookmarkStart w:id="1" w:name="_Toc69118498"/>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69118499"/>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002C29F8" w:rsidRPr="002C29F8">
        <w:t xml:space="preserve">Ing. Petrem </w:t>
      </w:r>
      <w:proofErr w:type="spellStart"/>
      <w:r w:rsidR="002C29F8" w:rsidRPr="002C29F8">
        <w:t>Hofhanzlem</w:t>
      </w:r>
      <w:proofErr w:type="spellEnd"/>
      <w:r w:rsidR="002C29F8" w:rsidRPr="002C29F8">
        <w:t>, ředitelem Stavební správy západ</w:t>
      </w:r>
      <w:r w:rsidRPr="000174E8">
        <w:t>.</w:t>
      </w:r>
    </w:p>
    <w:p w:rsidR="0035531B" w:rsidRDefault="0035531B" w:rsidP="0035531B">
      <w:pPr>
        <w:pStyle w:val="Textbezslovn"/>
      </w:pPr>
      <w:r w:rsidRPr="000174E8">
        <w:tab/>
      </w:r>
      <w:r w:rsidRPr="000174E8">
        <w:tab/>
      </w:r>
    </w:p>
    <w:p w:rsidR="0035531B" w:rsidRDefault="0035531B" w:rsidP="0035531B">
      <w:pPr>
        <w:pStyle w:val="Nadpis1-1"/>
      </w:pPr>
      <w:bookmarkStart w:id="7" w:name="_Toc69118500"/>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2C29F8">
        <w:t>Bc. Veronika Fučíková</w:t>
      </w:r>
    </w:p>
    <w:p w:rsidR="0035531B" w:rsidRDefault="0035531B" w:rsidP="0035531B">
      <w:pPr>
        <w:pStyle w:val="Textbezslovn"/>
        <w:spacing w:after="0"/>
      </w:pPr>
      <w:r>
        <w:t xml:space="preserve">telefon: </w:t>
      </w:r>
      <w:r>
        <w:tab/>
      </w:r>
      <w:r w:rsidR="002C29F8" w:rsidRPr="002C29F8">
        <w:t>+420 702 238 237</w:t>
      </w:r>
    </w:p>
    <w:p w:rsidR="0035531B" w:rsidRDefault="0035531B" w:rsidP="0035531B">
      <w:pPr>
        <w:pStyle w:val="Textbezslovn"/>
        <w:spacing w:after="0"/>
      </w:pPr>
      <w:r>
        <w:t xml:space="preserve">e-mail: </w:t>
      </w:r>
      <w:r>
        <w:tab/>
      </w:r>
      <w:r w:rsidR="002C29F8" w:rsidRPr="002C29F8">
        <w:t>fucikova@spravazeleznic.cz</w:t>
      </w:r>
    </w:p>
    <w:p w:rsidR="002C29F8" w:rsidRDefault="0035531B" w:rsidP="002C29F8">
      <w:pPr>
        <w:pStyle w:val="Textbezslovn"/>
        <w:spacing w:after="0"/>
      </w:pPr>
      <w:r>
        <w:t xml:space="preserve">adresa: </w:t>
      </w:r>
      <w:r>
        <w:tab/>
      </w:r>
      <w:r w:rsidR="002C29F8">
        <w:t>Správa železnic, státní organizace</w:t>
      </w:r>
    </w:p>
    <w:p w:rsidR="002C29F8" w:rsidRDefault="002C29F8" w:rsidP="002C29F8">
      <w:pPr>
        <w:pStyle w:val="Textbezslovn"/>
        <w:spacing w:after="0"/>
      </w:pPr>
      <w:r>
        <w:tab/>
      </w:r>
      <w:r>
        <w:tab/>
        <w:t>Stavební správa západ</w:t>
      </w:r>
    </w:p>
    <w:p w:rsidR="002C29F8" w:rsidRDefault="002C29F8" w:rsidP="002C29F8">
      <w:pPr>
        <w:pStyle w:val="Textbezslovn"/>
        <w:spacing w:after="0"/>
      </w:pPr>
      <w:r>
        <w:tab/>
      </w:r>
      <w:r>
        <w:tab/>
        <w:t>Sokolovská 1955/278</w:t>
      </w:r>
    </w:p>
    <w:p w:rsidR="0035531B" w:rsidRDefault="002C29F8" w:rsidP="002C29F8">
      <w:pPr>
        <w:pStyle w:val="Textbezslovn"/>
        <w:spacing w:after="0"/>
        <w:ind w:left="1446" w:firstLine="681"/>
      </w:pPr>
      <w:r>
        <w:t>190 00 Praha 9</w:t>
      </w:r>
    </w:p>
    <w:p w:rsidR="0035531B" w:rsidRDefault="0035531B" w:rsidP="0035531B">
      <w:pPr>
        <w:pStyle w:val="Nadpis1-1"/>
      </w:pPr>
      <w:bookmarkStart w:id="8" w:name="_Toc69118501"/>
      <w:r>
        <w:t>ÚČEL</w:t>
      </w:r>
      <w:r w:rsidR="00845C50">
        <w:t xml:space="preserve"> </w:t>
      </w:r>
      <w:r w:rsidR="00776A8A">
        <w:t>A</w:t>
      </w:r>
      <w:r w:rsidR="00845C50">
        <w:t> </w:t>
      </w:r>
      <w:r>
        <w:t>PŘEDMĚT PLNĚNÍ VEŘEJNÉ ZAKÁZKY</w:t>
      </w:r>
      <w:bookmarkEnd w:id="8"/>
    </w:p>
    <w:p w:rsidR="0035531B" w:rsidRDefault="0035531B" w:rsidP="0035531B">
      <w:pPr>
        <w:pStyle w:val="Text1-1"/>
      </w:pPr>
      <w:r>
        <w:t>Účel veřejné zakázky</w:t>
      </w:r>
    </w:p>
    <w:p w:rsidR="0035531B" w:rsidRDefault="00152651" w:rsidP="0035531B">
      <w:pPr>
        <w:pStyle w:val="Textbezslovn"/>
      </w:pPr>
      <w:r w:rsidRPr="00152651">
        <w:t>Cílem stavby je rekonstrukce přejezdového zabezpečovacího zařízení a doplnění závor za účelem zvýšení bezpečnosti železničního provozu i provozu na pozemní komunikaci.</w:t>
      </w:r>
    </w:p>
    <w:p w:rsidR="0035531B" w:rsidRDefault="0035531B" w:rsidP="0035531B">
      <w:pPr>
        <w:pStyle w:val="Text1-1"/>
      </w:pPr>
      <w:r>
        <w:t>Předmět plnění veřejné zakázky</w:t>
      </w:r>
    </w:p>
    <w:p w:rsidR="0035531B" w:rsidRDefault="00152651" w:rsidP="0035531B">
      <w:pPr>
        <w:pStyle w:val="Textbezslovn"/>
      </w:pPr>
      <w:r w:rsidRPr="00152651">
        <w:t xml:space="preserve">Předmětem díla je zhotovení stavby </w:t>
      </w:r>
      <w:r w:rsidRPr="00A37E0F">
        <w:rPr>
          <w:b/>
        </w:rPr>
        <w:t>„Doplnění závor na přejezdu P516 v km</w:t>
      </w:r>
      <w:r w:rsidR="00A37E0F" w:rsidRPr="00A37E0F">
        <w:rPr>
          <w:b/>
        </w:rPr>
        <w:t xml:space="preserve"> 45,785 trati Protivín - Zdice“</w:t>
      </w:r>
      <w:r w:rsidR="00A37E0F">
        <w:t xml:space="preserve">. </w:t>
      </w:r>
      <w:r w:rsidR="00A37E0F" w:rsidRPr="00A37E0F">
        <w:t>Rozsah Díla je zpracování Realizační dokumentace stavby, zhotovení stavby a vypracování Dokumentace skutečného provedení stavby</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Výstavba meziměstských železničních drah</w:t>
      </w:r>
    </w:p>
    <w:p w:rsidR="00082399" w:rsidRDefault="00082399" w:rsidP="00082399">
      <w:pPr>
        <w:pStyle w:val="Textbezslovn"/>
        <w:spacing w:after="0"/>
      </w:pPr>
      <w:r>
        <w:t>CPV kód  45234140-9 Výstavba úrovňových přejezdů</w:t>
      </w:r>
    </w:p>
    <w:p w:rsidR="00F0634D" w:rsidRDefault="00082399" w:rsidP="00082399">
      <w:pPr>
        <w:pStyle w:val="Textbezslovn"/>
        <w:spacing w:after="0"/>
      </w:pPr>
      <w:r>
        <w:t xml:space="preserve">CPV kód  45234115-5 Železniční signalizace  </w:t>
      </w:r>
    </w:p>
    <w:p w:rsidR="00082399" w:rsidRDefault="00082399" w:rsidP="00082399">
      <w:pPr>
        <w:pStyle w:val="Textbezslovn"/>
        <w:spacing w:after="0"/>
        <w:rPr>
          <w:highlight w:val="green"/>
        </w:rPr>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69118502"/>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Default="007354E9" w:rsidP="00337143">
      <w:pPr>
        <w:pStyle w:val="Text1-1"/>
        <w:spacing w:after="0"/>
      </w:pPr>
      <w:r w:rsidRPr="004F70A1">
        <w:t xml:space="preserve">Předpokládaná hodnota veřejné zakázky činí </w:t>
      </w:r>
      <w:r w:rsidR="00E33E79">
        <w:rPr>
          <w:b/>
        </w:rPr>
        <w:t>13 255 443</w:t>
      </w:r>
      <w:r w:rsidRPr="007354E9">
        <w:rPr>
          <w:b/>
        </w:rPr>
        <w:t xml:space="preserve"> Kč </w:t>
      </w:r>
      <w:r w:rsidRPr="004F70A1">
        <w:t>(bez DPH).</w:t>
      </w:r>
    </w:p>
    <w:p w:rsidR="007354E9" w:rsidRDefault="007354E9" w:rsidP="00E33E79">
      <w:pPr>
        <w:pStyle w:val="Textbezslovn"/>
        <w:ind w:left="0"/>
      </w:pPr>
    </w:p>
    <w:p w:rsidR="0035531B" w:rsidRDefault="0035531B" w:rsidP="006F6B09">
      <w:pPr>
        <w:pStyle w:val="Nadpis1-1"/>
      </w:pPr>
      <w:bookmarkStart w:id="10" w:name="_Toc69118503"/>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D245DF" w:rsidRDefault="00FD39DE" w:rsidP="00FD39DE">
      <w:pPr>
        <w:pStyle w:val="Textbezslovn"/>
        <w:tabs>
          <w:tab w:val="left" w:pos="1701"/>
        </w:tabs>
        <w:spacing w:after="0"/>
        <w:ind w:left="1701" w:hanging="964"/>
      </w:pPr>
      <w:r w:rsidRPr="00261383">
        <w:t xml:space="preserve">Část </w:t>
      </w:r>
      <w:r w:rsidR="00E33E79">
        <w:t>1</w:t>
      </w:r>
      <w:r w:rsidRPr="00261383">
        <w:tab/>
      </w:r>
      <w:r w:rsidRPr="00D245DF">
        <w:t xml:space="preserve">Rekapitulace ceny dle </w:t>
      </w:r>
      <w:r w:rsidR="00263CBA" w:rsidRPr="00D245DF">
        <w:t>SO a PS</w:t>
      </w:r>
      <w:r w:rsidR="00192880" w:rsidRPr="00D245DF">
        <w:t xml:space="preserve"> </w:t>
      </w:r>
      <w:r w:rsidR="00D245DF">
        <w:t>(pouze u formátu XLSX)</w:t>
      </w:r>
    </w:p>
    <w:p w:rsidR="0035531B" w:rsidRDefault="00FD39DE" w:rsidP="00FD39DE">
      <w:pPr>
        <w:pStyle w:val="Textbezslovn"/>
        <w:tabs>
          <w:tab w:val="left" w:pos="1701"/>
        </w:tabs>
        <w:ind w:left="1701" w:hanging="964"/>
      </w:pPr>
      <w:r w:rsidRPr="00D245DF">
        <w:t xml:space="preserve">Část </w:t>
      </w:r>
      <w:r w:rsidR="00E33E79">
        <w:t>2</w:t>
      </w:r>
      <w:r w:rsidRPr="00D245DF">
        <w:tab/>
        <w:t xml:space="preserve">Soupis prací členěný dle </w:t>
      </w:r>
      <w:r w:rsidR="00263CBA" w:rsidRPr="00D245DF">
        <w:t>SO a</w:t>
      </w:r>
      <w:r w:rsidR="00263CBA">
        <w:t xml:space="preserve"> PS</w:t>
      </w:r>
      <w:r w:rsidR="0035531B">
        <w:t xml:space="preserve"> </w:t>
      </w:r>
    </w:p>
    <w:p w:rsidR="0035531B" w:rsidRDefault="00FD39DE" w:rsidP="004E5ECC">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6A0049" w:rsidRDefault="00FD39DE" w:rsidP="006A0049">
      <w:pPr>
        <w:pStyle w:val="Text1-1"/>
      </w:pPr>
      <w:r w:rsidRPr="008513D8">
        <w:t>Zadavatel sděluje, že následující části zadávací dokumentace vypracovala osoba odlišná</w:t>
      </w:r>
      <w:r w:rsidRPr="00FD39DE">
        <w:t xml:space="preserve"> od zadavatele, a to: </w:t>
      </w:r>
    </w:p>
    <w:p w:rsidR="0035531B" w:rsidRPr="008513D8" w:rsidRDefault="006A0049" w:rsidP="006A0049">
      <w:pPr>
        <w:pStyle w:val="Text1-1"/>
        <w:numPr>
          <w:ilvl w:val="0"/>
          <w:numId w:val="0"/>
        </w:numPr>
        <w:ind w:left="737"/>
      </w:pPr>
      <w:r w:rsidRPr="006A0049">
        <w:t>Projektová dokumentace pro společné povolení „Doplnění závor na přejezdu P516 v km 45,785 trati Protivín - Zdice“, zpracovatel TMS Projekt s. r. o., datum 03/2021.</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69118504"/>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doručena </w:t>
      </w:r>
      <w:r w:rsidRPr="00D23928">
        <w:rPr>
          <w:b/>
        </w:rPr>
        <w:t xml:space="preserve">nejpozději </w:t>
      </w:r>
      <w:r w:rsidR="00B07880" w:rsidRPr="00D23928">
        <w:rPr>
          <w:b/>
        </w:rPr>
        <w:t xml:space="preserve">6 pracovních dnů </w:t>
      </w:r>
      <w:r w:rsidRPr="00D23928">
        <w:t>před</w:t>
      </w:r>
      <w:r w:rsidRPr="00FD39DE">
        <w:t xml:space="preserve"> uplynutím lhůty pro podání nabídek</w:t>
      </w:r>
      <w:r w:rsidR="00693188">
        <w:t>, jinak zadavatel není povinen vysvětlení poskytnout</w:t>
      </w:r>
      <w:r w:rsidRPr="00FD39DE">
        <w:t>.</w:t>
      </w:r>
    </w:p>
    <w:p w:rsidR="0035531B" w:rsidRDefault="00FD39DE" w:rsidP="00FD39DE">
      <w:pPr>
        <w:pStyle w:val="Text1-1"/>
      </w:pPr>
      <w:r w:rsidRPr="00FD39DE">
        <w:t xml:space="preserve">Zadavatel poskytne vysvětlení zadávací dokumentace nejpozději </w:t>
      </w:r>
      <w:r w:rsidRPr="00D23928">
        <w:t xml:space="preserve">do </w:t>
      </w:r>
      <w:r w:rsidR="00D23928" w:rsidRPr="00D23928">
        <w:t xml:space="preserve">3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0518B5">
        <w:t xml:space="preserve">nejméně </w:t>
      </w:r>
      <w:r w:rsidR="00CE5F6A" w:rsidRPr="000518B5">
        <w:t xml:space="preserve">3 </w:t>
      </w:r>
      <w:r w:rsidR="00693188" w:rsidRPr="000518B5">
        <w:t>pracovní</w:t>
      </w:r>
      <w:r w:rsidR="00693188">
        <w:t xml:space="preserve"> dny před uplynutím lhůty pro podání nabídek.</w:t>
      </w:r>
    </w:p>
    <w:p w:rsidR="0035531B" w:rsidRDefault="00FD39DE" w:rsidP="000518B5">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69118505"/>
      <w:r>
        <w:lastRenderedPageBreak/>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35531B" w:rsidRDefault="0035531B" w:rsidP="00CC4380">
      <w:pPr>
        <w:pStyle w:val="Textbezslovn"/>
        <w:ind w:left="1077"/>
      </w:pPr>
    </w:p>
    <w:p w:rsidR="0035531B" w:rsidRPr="00C21FDC" w:rsidRDefault="0035531B" w:rsidP="00D10A2D">
      <w:pPr>
        <w:pStyle w:val="Odrka1-2-"/>
      </w:pPr>
      <w:r w:rsidRPr="00C21FDC">
        <w:lastRenderedPageBreak/>
        <w:t>Provádění staveb, jejich změn</w:t>
      </w:r>
      <w:r w:rsidR="00845C50" w:rsidRPr="00C21FDC">
        <w:t xml:space="preserve"> a </w:t>
      </w:r>
      <w:r w:rsidRPr="00C21FDC">
        <w:t>odstraňování,</w:t>
      </w:r>
    </w:p>
    <w:p w:rsidR="0035531B" w:rsidRPr="00135A7E" w:rsidRDefault="0035531B" w:rsidP="00CC4380">
      <w:pPr>
        <w:pStyle w:val="Odrka1-2-"/>
      </w:pPr>
      <w:r w:rsidRPr="00135A7E">
        <w:t>Revize, prohlídky</w:t>
      </w:r>
      <w:r w:rsidR="00845C50" w:rsidRPr="00135A7E">
        <w:t xml:space="preserve"> a </w:t>
      </w:r>
      <w:r w:rsidRPr="00135A7E">
        <w:t>zkoušky určených technických zařízení</w:t>
      </w:r>
      <w:r w:rsidR="00092CC9" w:rsidRPr="00135A7E">
        <w:t xml:space="preserve"> v </w:t>
      </w:r>
      <w:r w:rsidRPr="00135A7E">
        <w:t>provozu,</w:t>
      </w:r>
    </w:p>
    <w:p w:rsidR="0035531B" w:rsidRPr="00135A7E" w:rsidRDefault="006F31EB" w:rsidP="00CC4380">
      <w:pPr>
        <w:pStyle w:val="Odrka1-2-"/>
      </w:pPr>
      <w:r w:rsidRPr="00135A7E">
        <w:t>Výkon zeměměřických činností.</w:t>
      </w:r>
    </w:p>
    <w:p w:rsidR="00267CF3" w:rsidRDefault="00267CF3" w:rsidP="009405AD">
      <w:pPr>
        <w:pStyle w:val="Odrka1-2-"/>
        <w:numPr>
          <w:ilvl w:val="0"/>
          <w:numId w:val="0"/>
        </w:numPr>
      </w:pPr>
    </w:p>
    <w:p w:rsidR="0035531B" w:rsidRDefault="0035531B" w:rsidP="00092CC9">
      <w:pPr>
        <w:pStyle w:val="Odrka1-1"/>
      </w:pPr>
      <w:r>
        <w:t>Odborná způsobilost:</w:t>
      </w:r>
    </w:p>
    <w:p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rsidR="00344A9C" w:rsidRPr="00991E96" w:rsidRDefault="00344A9C" w:rsidP="00344A9C">
      <w:pPr>
        <w:pStyle w:val="Odrka1-1"/>
        <w:numPr>
          <w:ilvl w:val="0"/>
          <w:numId w:val="0"/>
        </w:numPr>
        <w:ind w:left="1190" w:firstLine="341"/>
        <w:rPr>
          <w:b/>
        </w:rPr>
      </w:pPr>
      <w:r w:rsidRPr="00991E96">
        <w:rPr>
          <w:b/>
        </w:rPr>
        <w:t xml:space="preserve">b) </w:t>
      </w:r>
      <w:r w:rsidRPr="00991E96">
        <w:t>dopravní stavby</w:t>
      </w:r>
    </w:p>
    <w:p w:rsidR="00344A9C" w:rsidRPr="00991E96" w:rsidRDefault="00344A9C" w:rsidP="00344A9C">
      <w:pPr>
        <w:pStyle w:val="Odrka1-1"/>
        <w:numPr>
          <w:ilvl w:val="0"/>
          <w:numId w:val="0"/>
        </w:numPr>
        <w:ind w:left="1190" w:firstLine="341"/>
        <w:rPr>
          <w:b/>
        </w:rPr>
      </w:pPr>
      <w:r w:rsidRPr="00991E96">
        <w:rPr>
          <w:b/>
        </w:rPr>
        <w:t xml:space="preserve">e) </w:t>
      </w:r>
      <w:r w:rsidRPr="00991E96">
        <w:t>technologická zařízení staveb</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E640D5">
        <w:t xml:space="preserve">. </w:t>
      </w:r>
      <w:r w:rsidRPr="00E640D5">
        <w:rPr>
          <w:rStyle w:val="Tun9b"/>
        </w:rPr>
        <w:t>a)</w:t>
      </w:r>
      <w:r w:rsidR="00845C50" w:rsidRPr="00E640D5">
        <w:rPr>
          <w:rStyle w:val="Tun9b"/>
        </w:rPr>
        <w:t xml:space="preserve"> </w:t>
      </w:r>
      <w:r w:rsidR="00845C50" w:rsidRPr="00E640D5">
        <w:rPr>
          <w:rStyle w:val="Tun9b"/>
          <w:b w:val="0"/>
        </w:rPr>
        <w:t>a </w:t>
      </w:r>
      <w:r w:rsidRPr="00E640D5">
        <w:rPr>
          <w:rStyle w:val="Tun9b"/>
        </w:rPr>
        <w:t>c)</w:t>
      </w:r>
      <w:r w:rsidRPr="00E640D5">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111F60" w:rsidRPr="00111F60" w:rsidRDefault="00111F60" w:rsidP="00111F60">
      <w:pPr>
        <w:pStyle w:val="Textbezslovn"/>
      </w:pPr>
      <w:r w:rsidRPr="00111F60">
        <w:t xml:space="preserve">Zadavatel požaduje předložení </w:t>
      </w:r>
      <w:r w:rsidRPr="00111F60">
        <w:rPr>
          <w:b/>
        </w:rPr>
        <w:t>seznamu</w:t>
      </w:r>
      <w:r w:rsidRPr="00111F60">
        <w:t xml:space="preserve"> stavebních prací spočívajících v provedení novostavby, rekonstrukce nebo opravy na stavbách železničních drah, jak jsou vymezeny v § 5 odst. 1 a v § 3 odst. 1 zákona č. 266/1994 Sb., o dráhách, ve znění pozdějších předpisů, poskytnutých dodavatelem za posledních 5 let před zahájením výběrového řízení (dále jako „</w:t>
      </w:r>
      <w:r w:rsidRPr="00111F60">
        <w:rPr>
          <w:b/>
        </w:rPr>
        <w:t>stavební práce</w:t>
      </w:r>
      <w:r w:rsidRPr="00111F60">
        <w:t xml:space="preserve">“). </w:t>
      </w:r>
    </w:p>
    <w:p w:rsidR="00F95A2C" w:rsidRDefault="00111F60" w:rsidP="00E07A3E">
      <w:pPr>
        <w:pStyle w:val="Textbezslovn"/>
      </w:pPr>
      <w:r w:rsidRPr="00111F60">
        <w:t xml:space="preserve">Zadavatel požaduje, aby dodavatel předložil i </w:t>
      </w:r>
      <w:r w:rsidRPr="00111F60">
        <w:rPr>
          <w:b/>
        </w:rPr>
        <w:t>osvědčení</w:t>
      </w:r>
      <w:r w:rsidRPr="00111F60">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předmětem byla rekonstrukce, výstavba nebo oprava alespoň jednoho přejezdového zabezpečovacího zařízení reléového typu s elektronickými doplňky vč. přejezdové konstrukce, nebo plně elektronického typu vč. přejezdové konstrukce (dále jen „PZZ vč. přejezdové konstrukce“), a to v minimální hodnotě plnění, včetně případných poddodávek, ve výši </w:t>
      </w:r>
      <w:r>
        <w:rPr>
          <w:b/>
        </w:rPr>
        <w:t>6 5</w:t>
      </w:r>
      <w:r w:rsidRPr="00111F60">
        <w:rPr>
          <w:b/>
        </w:rPr>
        <w:t>00 000 Kč bez DPH</w:t>
      </w:r>
      <w:r w:rsidRPr="00111F60">
        <w:t xml:space="preserve"> (částka se vztahuje k hodnotě rekonstrukce, výstavby nebo opravy PZZ vč. přejezdové konstrukce). </w:t>
      </w:r>
    </w:p>
    <w:p w:rsidR="00E07A3E" w:rsidRDefault="00E07A3E" w:rsidP="003D42AA">
      <w:pPr>
        <w:pStyle w:val="Textbezslovn"/>
      </w:pPr>
      <w:r w:rsidRPr="00E07A3E">
        <w:t>Hodnotou plnění se pro účely posouzení splnění kritérií technické kvalifikace rozumí cena, za kterou dodavatel provedl předmětné stavební práce; tato cena nebude upravována o míru inflace tak, aby odpovídala současným hodnotám stavebních prací.</w:t>
      </w:r>
      <w:r>
        <w:t xml:space="preserve"> </w:t>
      </w:r>
    </w:p>
    <w:p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rsidR="003D42AA" w:rsidRDefault="003D42AA" w:rsidP="003D42AA">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rsidR="00650FDB" w:rsidRDefault="00650FDB" w:rsidP="002C04EE">
      <w:pPr>
        <w:pStyle w:val="Textbezslovn"/>
      </w:pPr>
      <w:r w:rsidRPr="00650FDB">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a počet PZZ vč. přejezdové konstrukce,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a počet PZZ vč. přejezdové konstrukce,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p>
    <w:p w:rsidR="00AF4A09" w:rsidRDefault="00AF4A09" w:rsidP="002C04EE">
      <w:pPr>
        <w:pStyle w:val="Textbezslovn"/>
      </w:pPr>
      <w:r w:rsidRPr="0091110C">
        <w:t xml:space="preserve">Doba </w:t>
      </w:r>
      <w:r w:rsidR="0087311C" w:rsidRPr="0091110C">
        <w:t xml:space="preserve">posledních </w:t>
      </w:r>
      <w:r w:rsidRPr="0091110C">
        <w:t>5 let</w:t>
      </w:r>
      <w:r w:rsidRPr="00AF4A09">
        <w:t xml:space="preserve">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w:t>
      </w:r>
      <w:r w:rsidRPr="00650FDB">
        <w:t>průběhu posledních 5 let</w:t>
      </w:r>
      <w:r w:rsidRPr="00AF4A09">
        <w:t xml:space="preserve">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 stavby,</w:t>
      </w:r>
      <w:r w:rsidRPr="00AF4A09">
        <w:t xml:space="preserve"> </w:t>
      </w:r>
      <w:r w:rsidRPr="00AF4A09">
        <w:lastRenderedPageBreak/>
        <w:t xml:space="preserve">alespoň do zkušebního provozu. Zadavatel nicméně za dílo dokončené v období </w:t>
      </w:r>
      <w:r w:rsidRPr="00743D59">
        <w:t>posledních 5 let bude považovat též dílo, které v tomto období bylo dokončeno jako celek, tj. včetně</w:t>
      </w:r>
      <w:r w:rsidRPr="00AF4A09">
        <w:t xml:space="preserve">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675E47" w:rsidRDefault="00675E47" w:rsidP="00AF4A09">
      <w:pPr>
        <w:pStyle w:val="Textbezslovn"/>
      </w:pPr>
    </w:p>
    <w:p w:rsidR="00675E47" w:rsidRDefault="00675E47" w:rsidP="00AF4A09">
      <w:pPr>
        <w:pStyle w:val="Textbezslovn"/>
      </w:pPr>
    </w:p>
    <w:p w:rsidR="0035531B" w:rsidRPr="00930B79" w:rsidRDefault="0035531B" w:rsidP="0035531B">
      <w:pPr>
        <w:pStyle w:val="Text1-1"/>
        <w:rPr>
          <w:rStyle w:val="Tun9b"/>
        </w:rPr>
      </w:pPr>
      <w:r w:rsidRPr="00930B79">
        <w:rPr>
          <w:rStyle w:val="Tun9b"/>
        </w:rPr>
        <w:lastRenderedPageBreak/>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5D72B3" w:rsidRPr="00FA12AF" w:rsidRDefault="005D72B3" w:rsidP="005D72B3">
      <w:pPr>
        <w:pStyle w:val="Odstavec1-1a"/>
        <w:numPr>
          <w:ilvl w:val="0"/>
          <w:numId w:val="11"/>
        </w:numPr>
        <w:rPr>
          <w:rStyle w:val="Tun9b"/>
        </w:rPr>
      </w:pPr>
      <w:r w:rsidRPr="00FA12AF">
        <w:rPr>
          <w:rStyle w:val="Tun9b"/>
        </w:rPr>
        <w:t>stavbyvedoucí</w:t>
      </w:r>
    </w:p>
    <w:p w:rsidR="005D72B3" w:rsidRPr="00FA12AF" w:rsidRDefault="005D72B3" w:rsidP="005D72B3">
      <w:pPr>
        <w:pStyle w:val="Odrka1-2-"/>
      </w:pPr>
      <w:r w:rsidRPr="00FA12AF">
        <w:t>minimálně středoškolské vzdělání;</w:t>
      </w:r>
    </w:p>
    <w:p w:rsidR="005D72B3" w:rsidRPr="00FA12AF" w:rsidRDefault="005D72B3" w:rsidP="005D72B3">
      <w:pPr>
        <w:pStyle w:val="Odrka1-2-"/>
      </w:pPr>
      <w:r w:rsidRPr="00FA12AF">
        <w:t xml:space="preserve">nejméně 5 let praxe v řízení provádění staveb železničních drah; </w:t>
      </w:r>
    </w:p>
    <w:p w:rsidR="005D72B3" w:rsidRPr="00FA12AF" w:rsidRDefault="005D72B3" w:rsidP="005D72B3">
      <w:pPr>
        <w:pStyle w:val="Odrka1-2-"/>
      </w:pPr>
      <w:r w:rsidRPr="00FA12AF">
        <w:t>zkušenost s řízením realizace alespoň jedné zakázky na stavební práce, jež zahrnovala novostavbu, rekonstrukci nebo opravu stavby železničních drah v hodnotě nejméně</w:t>
      </w:r>
      <w:r w:rsidRPr="00FA12AF">
        <w:rPr>
          <w:color w:val="FF0000"/>
        </w:rPr>
        <w:t xml:space="preserve"> </w:t>
      </w:r>
      <w:r w:rsidRPr="00FA12AF">
        <w:rPr>
          <w:b/>
        </w:rPr>
        <w:t xml:space="preserve">3 500 000 Kč </w:t>
      </w:r>
      <w:r w:rsidRPr="00FA12AF">
        <w:t xml:space="preserve">bez DPH, a to v posledních 10 letech před zahájením výběrového řízení, jejíž součástí byla mimo jiné novostavba, rekonstrukce nebo oprava </w:t>
      </w:r>
      <w:r w:rsidRPr="00FA12AF">
        <w:rPr>
          <w:rFonts w:ascii="Verdana" w:hAnsi="Verdana" w:cs="Calibri"/>
        </w:rPr>
        <w:t>přejezdového zabezpečovacího zařízení</w:t>
      </w:r>
      <w:r w:rsidRPr="00FA12AF">
        <w:rPr>
          <w:rFonts w:ascii="Verdana" w:hAnsi="Verdana" w:cs="Calibri"/>
          <w:color w:val="FF0000"/>
        </w:rPr>
        <w:t xml:space="preserve"> </w:t>
      </w:r>
      <w:r w:rsidRPr="00FA12AF">
        <w:rPr>
          <w:rFonts w:ascii="Verdana" w:hAnsi="Verdana" w:cs="Calibri"/>
        </w:rPr>
        <w:t>reléového typu s elektronickými doplňky</w:t>
      </w:r>
      <w:r w:rsidRPr="00FA12AF">
        <w:rPr>
          <w:lang w:eastAsia="cs-CZ"/>
        </w:rPr>
        <w:t xml:space="preserve"> vč. přejezdové konstrukce</w:t>
      </w:r>
      <w:r w:rsidRPr="00FA12AF">
        <w:rPr>
          <w:rFonts w:ascii="Verdana" w:hAnsi="Verdana" w:cs="Calibri"/>
        </w:rPr>
        <w:t>, nebo plně elektronického typu vč. přejezdové konstrukce</w:t>
      </w:r>
      <w:r w:rsidRPr="00FA12AF">
        <w:t>;</w:t>
      </w:r>
    </w:p>
    <w:p w:rsidR="005D72B3" w:rsidRPr="00FA12AF" w:rsidRDefault="005D72B3" w:rsidP="005D72B3">
      <w:pPr>
        <w:pStyle w:val="Odrka1-2-"/>
      </w:pPr>
      <w:r w:rsidRPr="00FA12AF">
        <w:t xml:space="preserve">musí předložit doklad o autorizaci v rozsahu dle § 5 odst. 3 písm. </w:t>
      </w:r>
      <w:r w:rsidRPr="00413C39">
        <w:rPr>
          <w:b/>
        </w:rPr>
        <w:t>e)</w:t>
      </w:r>
      <w:r w:rsidRPr="00FA12AF">
        <w:t xml:space="preserve"> autorizačního zákona, tedy v oboru </w:t>
      </w:r>
      <w:r w:rsidRPr="00413C39">
        <w:rPr>
          <w:b/>
        </w:rPr>
        <w:t>technologická zařízení staveb</w:t>
      </w:r>
      <w:r w:rsidRPr="00FA12AF">
        <w:t>;</w:t>
      </w:r>
    </w:p>
    <w:p w:rsidR="005D72B3" w:rsidRPr="00D47F74" w:rsidRDefault="005D72B3" w:rsidP="005D72B3">
      <w:pPr>
        <w:pStyle w:val="Odstavec1-1a"/>
        <w:rPr>
          <w:rStyle w:val="Tun9b"/>
        </w:rPr>
      </w:pPr>
      <w:r w:rsidRPr="00D47F74">
        <w:rPr>
          <w:rStyle w:val="Tun9b"/>
        </w:rPr>
        <w:t xml:space="preserve">specialista (vedoucí prací) na železniční svršek a spodek </w:t>
      </w:r>
    </w:p>
    <w:p w:rsidR="005D72B3" w:rsidRPr="00D47F74" w:rsidRDefault="005D72B3" w:rsidP="005D72B3">
      <w:pPr>
        <w:pStyle w:val="Odrka1-2-"/>
      </w:pPr>
      <w:r w:rsidRPr="00D47F74">
        <w:t>minimálně středoškolské vzdělání;</w:t>
      </w:r>
    </w:p>
    <w:p w:rsidR="005D72B3" w:rsidRPr="00D47F74" w:rsidRDefault="005D72B3" w:rsidP="005D72B3">
      <w:pPr>
        <w:pStyle w:val="Odrka1-2-"/>
      </w:pPr>
      <w:r w:rsidRPr="00D47F74">
        <w:t>nejméně 5 let praxe v oboru své specializace (železniční svršek a spodek) při provádění staveb;</w:t>
      </w:r>
    </w:p>
    <w:p w:rsidR="005D72B3" w:rsidRPr="00D47F74" w:rsidRDefault="005D72B3" w:rsidP="005D72B3">
      <w:pPr>
        <w:pStyle w:val="Odrka1-2-"/>
      </w:pPr>
      <w:r w:rsidRPr="00D47F74">
        <w:t xml:space="preserve">musí předložit doklad o autorizaci v rozsahu dle § 5 odst. 3 písm. </w:t>
      </w:r>
      <w:r w:rsidRPr="00F75136">
        <w:rPr>
          <w:b/>
        </w:rPr>
        <w:t>b)</w:t>
      </w:r>
      <w:r w:rsidRPr="00D47F74">
        <w:t xml:space="preserve"> autorizačního zákona, tedy v oboru </w:t>
      </w:r>
      <w:r w:rsidRPr="00F75136">
        <w:rPr>
          <w:b/>
        </w:rPr>
        <w:t>dopravní stavby</w:t>
      </w:r>
    </w:p>
    <w:p w:rsidR="005D72B3" w:rsidRPr="00B74DE0" w:rsidRDefault="005D72B3" w:rsidP="005D72B3">
      <w:pPr>
        <w:pStyle w:val="Odstavec1-1a"/>
        <w:rPr>
          <w:rStyle w:val="Tun9b"/>
        </w:rPr>
      </w:pPr>
      <w:r w:rsidRPr="00B74DE0">
        <w:rPr>
          <w:rStyle w:val="Tun9b"/>
        </w:rPr>
        <w:t>specialista (vedoucí prací) na sdělovací a zabezpečovací zařízení</w:t>
      </w:r>
    </w:p>
    <w:p w:rsidR="005D72B3" w:rsidRPr="00B74DE0" w:rsidRDefault="005D72B3" w:rsidP="005D72B3">
      <w:pPr>
        <w:pStyle w:val="Odrka1-2-"/>
      </w:pPr>
      <w:r w:rsidRPr="00B74DE0">
        <w:t>minimálně středoškolské vzdělání;</w:t>
      </w:r>
    </w:p>
    <w:p w:rsidR="005D72B3" w:rsidRPr="00B74DE0" w:rsidRDefault="005D72B3" w:rsidP="005D72B3">
      <w:pPr>
        <w:pStyle w:val="Odrka1-2-"/>
      </w:pPr>
      <w:r w:rsidRPr="00B74DE0">
        <w:t>nejméně 5 let praxe v oboru své specializace (sdělovací a zabezpečovací zařízení) při provádění staveb;</w:t>
      </w:r>
    </w:p>
    <w:p w:rsidR="005D72B3" w:rsidRPr="00B74DE0" w:rsidRDefault="005D72B3" w:rsidP="005D72B3">
      <w:pPr>
        <w:pStyle w:val="Odrka1-2-"/>
      </w:pPr>
      <w:r w:rsidRPr="00B74DE0">
        <w:t xml:space="preserve">musí předložit doklad o autorizaci v rozsahu dle § 5 odst. 3 písm. </w:t>
      </w:r>
      <w:r w:rsidRPr="00F75136">
        <w:rPr>
          <w:b/>
        </w:rPr>
        <w:t>e)</w:t>
      </w:r>
      <w:r w:rsidRPr="00B74DE0">
        <w:t xml:space="preserve"> autorizačního zákona, tedy v oboru </w:t>
      </w:r>
      <w:r w:rsidRPr="00F75136">
        <w:rPr>
          <w:b/>
        </w:rPr>
        <w:t>technologická zařízení staveb</w:t>
      </w:r>
      <w:r w:rsidRPr="00B74DE0">
        <w:t>;</w:t>
      </w:r>
    </w:p>
    <w:p w:rsidR="005D72B3" w:rsidRPr="00CE77AF" w:rsidRDefault="005D72B3" w:rsidP="005D72B3">
      <w:pPr>
        <w:pStyle w:val="Odstavec1-1a"/>
        <w:rPr>
          <w:rStyle w:val="Tun9b"/>
        </w:rPr>
      </w:pPr>
      <w:r w:rsidRPr="00CE77AF">
        <w:rPr>
          <w:rStyle w:val="Tun9b"/>
        </w:rPr>
        <w:t xml:space="preserve">specialista (vedoucí prací) na silnoproud </w:t>
      </w:r>
    </w:p>
    <w:p w:rsidR="005D72B3" w:rsidRPr="00CE77AF" w:rsidRDefault="005D72B3" w:rsidP="005D72B3">
      <w:pPr>
        <w:pStyle w:val="Odrka1-2-"/>
      </w:pPr>
      <w:r w:rsidRPr="00CE77AF">
        <w:t>minimálně středoškolské vzdělání;</w:t>
      </w:r>
    </w:p>
    <w:p w:rsidR="005D72B3" w:rsidRPr="00CE77AF" w:rsidRDefault="005D72B3" w:rsidP="005D72B3">
      <w:pPr>
        <w:pStyle w:val="Odrka1-2-"/>
      </w:pPr>
      <w:r w:rsidRPr="00CE77AF">
        <w:t>nejméně 5 let praxe v oboru své specializace (silnoproud) při provádění staveb;</w:t>
      </w:r>
    </w:p>
    <w:p w:rsidR="005D72B3" w:rsidRDefault="005D72B3" w:rsidP="00675E47">
      <w:pPr>
        <w:pStyle w:val="Odrka1-2-"/>
      </w:pPr>
      <w:r w:rsidRPr="00CE77AF">
        <w:t xml:space="preserve">musí předložit doklad o autorizaci v rozsahu dle § 5 odst. 3 písm. </w:t>
      </w:r>
      <w:r w:rsidRPr="00F75136">
        <w:rPr>
          <w:b/>
        </w:rPr>
        <w:t>e)</w:t>
      </w:r>
      <w:r w:rsidRPr="00CE77AF">
        <w:t xml:space="preserve"> autorizačního zákona, tedy v oboru </w:t>
      </w:r>
      <w:r w:rsidRPr="00F75136">
        <w:rPr>
          <w:b/>
        </w:rPr>
        <w:t>technologická zařízení staveb</w:t>
      </w:r>
      <w:r w:rsidRPr="00CE77AF">
        <w:t>;</w:t>
      </w:r>
    </w:p>
    <w:p w:rsidR="00675E47" w:rsidRPr="00CE77AF" w:rsidRDefault="00675E47" w:rsidP="00675E47">
      <w:pPr>
        <w:pStyle w:val="Odrka1-1"/>
        <w:numPr>
          <w:ilvl w:val="0"/>
          <w:numId w:val="0"/>
        </w:numPr>
        <w:ind w:left="1077" w:hanging="340"/>
      </w:pPr>
    </w:p>
    <w:p w:rsidR="005D72B3" w:rsidRPr="00EE2959" w:rsidRDefault="005D72B3" w:rsidP="005D72B3">
      <w:pPr>
        <w:pStyle w:val="Odstavec1-1a"/>
        <w:rPr>
          <w:rStyle w:val="Tun9b"/>
        </w:rPr>
      </w:pPr>
      <w:r w:rsidRPr="00EE2959">
        <w:rPr>
          <w:rStyle w:val="Tun9b"/>
        </w:rPr>
        <w:lastRenderedPageBreak/>
        <w:t>úředně oprávněný zeměměřický inženýr</w:t>
      </w:r>
    </w:p>
    <w:p w:rsidR="005D72B3" w:rsidRPr="00A10765" w:rsidRDefault="005D72B3" w:rsidP="005D72B3">
      <w:pPr>
        <w:pStyle w:val="Odrka1-2-"/>
      </w:pPr>
      <w:r w:rsidRPr="00EE2959">
        <w:t xml:space="preserve">oprávnění pro ověřování výsledků zeměměřických činností v rozsahu dle § 13 odst. 1 písm. a) a c) zákona č. 200/1994 Sb., o zeměměřictví a o změně a doplnění některých zákonů souvisejících s jeho zavedením, ve znění </w:t>
      </w:r>
      <w:r w:rsidRPr="00A10765">
        <w:t>pozdějších předpisů;</w:t>
      </w:r>
    </w:p>
    <w:p w:rsidR="005D72B3" w:rsidRPr="00A10765" w:rsidRDefault="005D72B3" w:rsidP="005D72B3">
      <w:pPr>
        <w:pStyle w:val="Odstavec1-1a"/>
        <w:rPr>
          <w:rStyle w:val="Tun9b"/>
        </w:rPr>
      </w:pPr>
      <w:r w:rsidRPr="00A10765">
        <w:rPr>
          <w:rStyle w:val="Tun9b"/>
        </w:rPr>
        <w:t>osoba odpovědná za realizační dokumentaci zabezpečovacího zařízení</w:t>
      </w:r>
    </w:p>
    <w:p w:rsidR="005D72B3" w:rsidRPr="00A10765" w:rsidRDefault="005D72B3" w:rsidP="005D72B3">
      <w:pPr>
        <w:pStyle w:val="Odrka1-2-"/>
      </w:pPr>
      <w:r w:rsidRPr="00A10765">
        <w:t>minimálně středoškolské vzdělání;</w:t>
      </w:r>
    </w:p>
    <w:p w:rsidR="005D72B3" w:rsidRPr="00A10765" w:rsidRDefault="005D72B3" w:rsidP="005D72B3">
      <w:pPr>
        <w:pStyle w:val="Odrka1-2-"/>
      </w:pPr>
      <w:r w:rsidRPr="00A10765">
        <w:t>nejméně 5 let praxe v  oboru své specializace (zabezpečovací zařízení);</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w:t>
      </w:r>
      <w:r w:rsidR="006E6247">
        <w:t xml:space="preserve">u </w:t>
      </w:r>
      <w:r w:rsidR="006E6247" w:rsidRPr="00AB377C">
        <w:t xml:space="preserve">jednotlivých členů odborného personálu zhotovitele </w:t>
      </w:r>
      <w:r w:rsidRPr="00AB377C">
        <w:t>stanovil maximální lhůtu, za kterou budou uznány zkušenosti příslušných členů odborného personálu</w:t>
      </w:r>
      <w:r w:rsidR="00845C50" w:rsidRPr="00AB377C">
        <w:t xml:space="preserve"> s </w:t>
      </w:r>
      <w:r w:rsidRPr="00AB377C">
        <w:t xml:space="preserve"> řízením realizace</w:t>
      </w:r>
      <w:r w:rsidR="00FF08AB" w:rsidRPr="00AB377C">
        <w:t xml:space="preserve"> stavby</w:t>
      </w:r>
      <w:r w:rsidRPr="00AB377C">
        <w:t xml:space="preserve"> nebo </w:t>
      </w:r>
      <w:r w:rsidR="006E6247" w:rsidRPr="00AB377C">
        <w:t>zpracováním dokumentace</w:t>
      </w:r>
      <w:r w:rsidRPr="00AB377C">
        <w:t>.</w:t>
      </w:r>
      <w:r w:rsidR="00092CC9" w:rsidRPr="00AB377C">
        <w:t xml:space="preserve"> </w:t>
      </w:r>
      <w:r w:rsidR="00EE2244" w:rsidRPr="00AB377C">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w:t>
      </w:r>
      <w:r w:rsidRPr="00AB377C">
        <w:lastRenderedPageBreak/>
        <w:t>realizace</w:t>
      </w:r>
      <w:r w:rsidR="009534BF" w:rsidRPr="00AB377C">
        <w:t xml:space="preserve"> stavby</w:t>
      </w:r>
      <w:r w:rsidRPr="00AB377C">
        <w:t xml:space="preserve"> nebo </w:t>
      </w:r>
      <w:r w:rsidR="006E6247" w:rsidRPr="00AB377C">
        <w:t xml:space="preserve">zpracováním dokumentace </w:t>
      </w:r>
      <w:r w:rsidRPr="00AB377C">
        <w:t>u členů odborného personálu, u kterých jsou takové zkušenosti a praxe požadovány, dodavatel prokáže uvedením v příslušném sloupci v Příloze č. 5 této Výzvy a v profesním životopisu</w:t>
      </w:r>
      <w:r w:rsidRPr="008B70C7">
        <w:t>.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w:t>
      </w:r>
      <w:r>
        <w:lastRenderedPageBreak/>
        <w:t>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lastRenderedPageBreak/>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E43738"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B17506" w:rsidRDefault="00B17506" w:rsidP="00B17506">
      <w:pPr>
        <w:pStyle w:val="Textbezslovn"/>
        <w:spacing w:after="0"/>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w:t>
      </w:r>
      <w:r w:rsidR="00845C50" w:rsidRPr="0006499F">
        <w:rPr>
          <w:rStyle w:val="Tun9b"/>
        </w:rPr>
        <w:lastRenderedPageBreak/>
        <w:t>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0B12B0">
        <w:t xml:space="preserve"> a</w:t>
      </w:r>
    </w:p>
    <w:p w:rsidR="00DC3174" w:rsidRDefault="00DC3174" w:rsidP="0064673D">
      <w:pPr>
        <w:pStyle w:val="Textbezslovn"/>
        <w:spacing w:after="0"/>
      </w:pPr>
      <w:r>
        <w:t>b)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3" w:name="_Toc69118506"/>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314FF9">
      <w:pPr>
        <w:pStyle w:val="Odrka1-1"/>
      </w:pPr>
      <w:r w:rsidRPr="00C4078E">
        <w:t>Specifikaci</w:t>
      </w:r>
      <w:r>
        <w:t xml:space="preserve"> typu </w:t>
      </w:r>
      <w:r w:rsidRPr="00314FF9">
        <w:t>zabezpečovacího zařízení, zařízení elektrotechniky</w:t>
      </w:r>
      <w:r w:rsidR="00845C50" w:rsidRPr="00314FF9">
        <w:t xml:space="preserve"> a </w:t>
      </w:r>
      <w:r w:rsidRPr="00314FF9">
        <w:t>energetiky, které bude dodavatelem určeno</w:t>
      </w:r>
      <w:r w:rsidR="00BC6D2B" w:rsidRPr="00314FF9">
        <w:t xml:space="preserve"> k </w:t>
      </w:r>
      <w:r w:rsidRPr="00314FF9">
        <w:t>použití pro plnění předmětné veřejné zakázky</w:t>
      </w:r>
      <w:r w:rsidR="00845C50" w:rsidRPr="00314FF9">
        <w:t xml:space="preserve"> a </w:t>
      </w:r>
      <w:r w:rsidRPr="00314FF9">
        <w:t>které bude</w:t>
      </w:r>
      <w:r w:rsidR="00092CC9" w:rsidRPr="00314FF9">
        <w:t xml:space="preserve"> v </w:t>
      </w:r>
      <w:r w:rsidRPr="00314FF9">
        <w:t>souladu se Směrnicí č. 34 SŽDC „Směrnice pro uvádění do provozu výrobků, které jsou součástí sdělovacích</w:t>
      </w:r>
      <w:r w:rsidR="00845C50" w:rsidRPr="00314FF9">
        <w:t xml:space="preserve"> a </w:t>
      </w:r>
      <w:r w:rsidRPr="00314FF9">
        <w:t>zabezpečovacích zařízení</w:t>
      </w:r>
      <w:r w:rsidR="00845C50" w:rsidRPr="00314FF9">
        <w:t xml:space="preserve"> a </w:t>
      </w:r>
      <w:r w:rsidRPr="00314FF9">
        <w:t>zařízení elektrotechniky</w:t>
      </w:r>
      <w:r w:rsidR="00845C50" w:rsidRPr="00314FF9">
        <w:t xml:space="preserve"> a </w:t>
      </w:r>
      <w:r w:rsidRPr="00314FF9">
        <w:t>energetiky, na železniční dopravní cestě ve vlastnictví státu státní organizace Správa železniční dopravní cesty“,</w:t>
      </w:r>
      <w:r w:rsidR="00092CC9" w:rsidRPr="00314FF9">
        <w:t xml:space="preserve"> v </w:t>
      </w:r>
      <w:r w:rsidRPr="00314FF9">
        <w:t xml:space="preserve">platném znění. </w:t>
      </w:r>
      <w:r w:rsidR="00C4078E" w:rsidRPr="00314FF9">
        <w:t xml:space="preserve">Specifikaci typu zařízení předloží všichni dodavatelé v nabídce. </w:t>
      </w:r>
      <w:r w:rsidRPr="00314FF9">
        <w:t>Nebude-li dodavatel současně i výrobcem nebo dodavatelem takto určeného zabezpečovacího zařízení, zařízení elektrotechniky</w:t>
      </w:r>
      <w:r w:rsidR="00845C50" w:rsidRPr="00314FF9">
        <w:t xml:space="preserve"> a </w:t>
      </w:r>
      <w:r w:rsidRPr="00314FF9">
        <w:t xml:space="preserve">energetiky, předloží </w:t>
      </w:r>
      <w:r w:rsidR="00C4078E" w:rsidRPr="00314FF9">
        <w:t xml:space="preserve">následně vybraný </w:t>
      </w:r>
      <w:r w:rsidRPr="00314FF9">
        <w:t xml:space="preserve">dodavatel </w:t>
      </w:r>
      <w:r w:rsidR="00C4078E" w:rsidRPr="00314FF9">
        <w:t xml:space="preserve">v rámci poskytnutí součinnosti před uzavřením smlouvy postupem dle čl. 19 této Výzvy </w:t>
      </w:r>
      <w:r w:rsidRPr="00314FF9">
        <w:t>smlouv</w:t>
      </w:r>
      <w:r w:rsidR="00C4078E" w:rsidRPr="00314FF9">
        <w:t>u</w:t>
      </w:r>
      <w:r w:rsidRPr="00314FF9">
        <w:t xml:space="preserve"> uzavřen</w:t>
      </w:r>
      <w:r w:rsidR="00C4078E" w:rsidRPr="00314FF9">
        <w:t>ou</w:t>
      </w:r>
      <w:r w:rsidR="00845C50" w:rsidRPr="00314FF9">
        <w:t xml:space="preserve"> s </w:t>
      </w:r>
      <w:r w:rsidRPr="00314FF9">
        <w:t>výrobcem nebo dodavatelem tohoto zabezpečovacího zařízení, zařízení elektrotechniky</w:t>
      </w:r>
      <w:r w:rsidR="00845C50" w:rsidRPr="00314FF9">
        <w:t xml:space="preserve"> a </w:t>
      </w:r>
      <w:r w:rsidRPr="00314FF9">
        <w:t>energetiky, kterou prokáže, že bude mít toto zabezpečovací zařízení, zařízení elektrotechniky</w:t>
      </w:r>
      <w:r w:rsidR="00845C50" w:rsidRPr="00314FF9">
        <w:t xml:space="preserve"> a </w:t>
      </w:r>
      <w:r w:rsidRPr="00314FF9">
        <w:t>energetiky</w:t>
      </w:r>
      <w:r w:rsidR="00BC6D2B" w:rsidRPr="00314FF9">
        <w:t xml:space="preserve"> k </w:t>
      </w:r>
      <w:r w:rsidRPr="00314FF9">
        <w:t xml:space="preserve">jeho použití pro </w:t>
      </w:r>
      <w:r w:rsidRPr="00314FF9">
        <w:lastRenderedPageBreak/>
        <w:t>plnění předmětné veřejné zakázky</w:t>
      </w:r>
      <w:r w:rsidR="00BC6D2B" w:rsidRPr="00314FF9">
        <w:t xml:space="preserve"> k </w:t>
      </w:r>
      <w:r w:rsidRPr="00314FF9">
        <w:t>dispozici</w:t>
      </w:r>
      <w:r w:rsidR="00845C50" w:rsidRPr="00314FF9">
        <w:t xml:space="preserve"> a </w:t>
      </w:r>
      <w:r w:rsidRPr="00314FF9">
        <w:t>že bude mít zajištěnu i jeho odbornou montáž, případně bude smlouva obsahovat souhlas výrobce nebo dodavatele zabezpečovacího zařízení, zařízení elektrotechniky</w:t>
      </w:r>
      <w:r w:rsidR="00845C50" w:rsidRPr="00314FF9">
        <w:t xml:space="preserve"> a </w:t>
      </w:r>
      <w:r w:rsidRPr="00314FF9">
        <w:t>energetiky</w:t>
      </w:r>
      <w:r w:rsidR="00845C50" w:rsidRPr="00314FF9">
        <w:t xml:space="preserve"> s </w:t>
      </w:r>
      <w:r w:rsidRPr="00314FF9">
        <w:t>tím, že je dodavatel sám schopen toto zařízení odborně sestavit</w:t>
      </w:r>
      <w:r w:rsidR="00845C50" w:rsidRPr="00314FF9">
        <w:t xml:space="preserve"> a </w:t>
      </w:r>
      <w:r w:rsidRPr="00314FF9">
        <w:t>namontovat. Specifikace</w:t>
      </w:r>
      <w:r>
        <w:t xml:space="preserve"> typu, případně smlouva</w:t>
      </w:r>
      <w:r w:rsidR="00845C50">
        <w:t xml:space="preserve"> s </w:t>
      </w:r>
      <w:r>
        <w:t xml:space="preserve">výrobcem nebo dodavatelem, bude požadována pro následující zařízení: </w:t>
      </w:r>
      <w:r w:rsidR="00314FF9" w:rsidRPr="00314FF9">
        <w:rPr>
          <w:b/>
        </w:rPr>
        <w:t>přejezdové zabezpečovací zařízení</w:t>
      </w:r>
      <w:r w:rsidRPr="00314FF9">
        <w:rPr>
          <w:b/>
        </w:rPr>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w:t>
      </w:r>
      <w:r w:rsidRPr="00AA257A">
        <w:lastRenderedPageBreak/>
        <w:t>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69118507"/>
      <w:r>
        <w:lastRenderedPageBreak/>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69118508"/>
      <w:r>
        <w:t>JAZYK NABÍDEK</w:t>
      </w:r>
      <w:r w:rsidR="00D25D67" w:rsidRPr="00D25D67">
        <w:t xml:space="preserve"> </w:t>
      </w:r>
      <w:r w:rsidR="00D25D67">
        <w:t>A KOMUNIKAČNÍ JAZYK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69118509"/>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9647C9" w:rsidRDefault="00CD2E13" w:rsidP="009647C9">
      <w:pPr>
        <w:pStyle w:val="Textbezslovn"/>
        <w:rPr>
          <w:b/>
        </w:rPr>
      </w:pPr>
      <w:r w:rsidRPr="009647C9">
        <w:rPr>
          <w:rFonts w:cs="Arial"/>
          <w:b/>
        </w:rPr>
        <w:t>Nabídky lze podat v termínu, který je uveden na profilu zadavatele:</w:t>
      </w:r>
      <w:r w:rsidRPr="009647C9">
        <w:rPr>
          <w:rFonts w:cs="Arial"/>
        </w:rPr>
        <w:t xml:space="preserve"> </w:t>
      </w:r>
      <w:hyperlink r:id="rId20" w:history="1">
        <w:r w:rsidRPr="009647C9">
          <w:rPr>
            <w:rStyle w:val="Hypertextovodkaz"/>
            <w:rFonts w:cs="Arial"/>
            <w:b/>
            <w:bCs/>
            <w:lang w:eastAsia="cs-CZ"/>
          </w:rPr>
          <w:t>https://zakazky.spravazeleznic.cz/</w:t>
        </w:r>
      </w:hyperlink>
      <w:r w:rsidRPr="009647C9">
        <w:rPr>
          <w:rFonts w:cs="Arial"/>
          <w:b/>
        </w:rPr>
        <w:t>.</w:t>
      </w:r>
    </w:p>
    <w:p w:rsidR="00E7599D" w:rsidRDefault="003F78E7" w:rsidP="00E7599D">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w:t>
      </w:r>
      <w:r w:rsidRPr="003F78E7">
        <w:lastRenderedPageBreak/>
        <w:t xml:space="preserve">není nijak omezena. Oceněný Soupis prací bude dodavatelem v nabídce předložen ve formátu </w:t>
      </w:r>
      <w:r w:rsidR="00BB0379">
        <w:t>XLSX</w:t>
      </w:r>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1270D2">
        <w:t>.</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Pr="001270D2" w:rsidRDefault="00695DAA" w:rsidP="00695DAA">
      <w:pPr>
        <w:pStyle w:val="Odrka1-1"/>
      </w:pPr>
      <w:r w:rsidRPr="001270D2">
        <w:t xml:space="preserve">Specifikace typu zabezpečovacího zařízení, zařízení elektrotechniky a energetiky dle č. 9.1 této Výzvy. </w:t>
      </w:r>
    </w:p>
    <w:p w:rsidR="00695DAA" w:rsidRDefault="00695DAA" w:rsidP="00695DAA">
      <w:pPr>
        <w:pStyle w:val="Odrka1-1"/>
      </w:pPr>
      <w:r>
        <w:t>Další dokumenty, dle uvážení dodavatele, na které nebyl prostor v předcházejících částech nabídky.</w:t>
      </w:r>
    </w:p>
    <w:p w:rsidR="0035531B" w:rsidRPr="001270D2" w:rsidRDefault="00695DAA" w:rsidP="00695DAA">
      <w:pPr>
        <w:pStyle w:val="Odrka1-1"/>
      </w:pPr>
      <w:r w:rsidRPr="001270D2">
        <w:t xml:space="preserve">Oceněný Soupis prací </w:t>
      </w:r>
      <w:r w:rsidR="00BB0379" w:rsidRPr="001270D2">
        <w:t>obsažený</w:t>
      </w:r>
      <w:r w:rsidRPr="001270D2">
        <w:t xml:space="preserve"> v Dílu 4 zadávací dokumentace</w:t>
      </w:r>
      <w:r w:rsidR="00BB0379" w:rsidRPr="001270D2">
        <w:t>, včetně Rekapitulace ceny dle SO a PS</w:t>
      </w:r>
      <w:r w:rsidR="0035531B" w:rsidRPr="001270D2">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w:t>
      </w:r>
      <w:r w:rsidRPr="00695DAA">
        <w:lastRenderedPageBreak/>
        <w:t>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69118510"/>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rsidR="0035531B" w:rsidRDefault="0035531B" w:rsidP="004C086E">
      <w:pPr>
        <w:pStyle w:val="Nadpis1-1"/>
      </w:pPr>
      <w:bookmarkStart w:id="18" w:name="_Toc69118511"/>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w:t>
      </w:r>
      <w:r w:rsidRPr="004C086E">
        <w:lastRenderedPageBreak/>
        <w:t>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w:t>
      </w:r>
      <w:r w:rsidRPr="00C6581C">
        <w:t xml:space="preserve">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w:t>
      </w:r>
      <w:r w:rsidR="00C6581C" w:rsidRPr="00C6581C">
        <w:t>díla)</w:t>
      </w:r>
      <w:r w:rsidR="0035531B" w:rsidRPr="00C6581C">
        <w:t>.</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69118512"/>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69118513"/>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w:t>
      </w:r>
      <w:r w:rsidRPr="004C086E">
        <w:lastRenderedPageBreak/>
        <w:t>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69118514"/>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2" w:name="_Toc69118515"/>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Pr="002E6C57"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2E6C57">
        <w:t>zakázky</w:t>
      </w:r>
      <w:r w:rsidR="00E60C4A" w:rsidRPr="002E6C57">
        <w:t xml:space="preserve"> </w:t>
      </w:r>
      <w:r w:rsidRPr="002E6C57">
        <w:t>uvedenou čl. 5.3 této Výzvy</w:t>
      </w:r>
      <w:r w:rsidR="0035531B" w:rsidRPr="002E6C57">
        <w:t>.</w:t>
      </w:r>
    </w:p>
    <w:p w:rsidR="0035531B" w:rsidRPr="002E6C57" w:rsidRDefault="007B3D4D" w:rsidP="007B3D4D">
      <w:pPr>
        <w:pStyle w:val="Text1-1"/>
      </w:pPr>
      <w:r w:rsidRPr="002E6C57">
        <w:t xml:space="preserve">Pokud bude nabídka vybraného dodavatele obsahovat nabídkovou cenu, která překročí </w:t>
      </w:r>
      <w:r w:rsidR="002E6C57" w:rsidRPr="002E6C57">
        <w:t xml:space="preserve">režim veřejné zakázky, </w:t>
      </w:r>
      <w:r w:rsidRPr="002E6C57">
        <w:t>bude výběrové řízení zrušeno.</w:t>
      </w:r>
    </w:p>
    <w:p w:rsidR="0035531B" w:rsidRPr="002E6C57" w:rsidRDefault="0035531B" w:rsidP="007038DC">
      <w:pPr>
        <w:pStyle w:val="Nadpis1-1"/>
      </w:pPr>
      <w:bookmarkStart w:id="23" w:name="_Toc69118516"/>
      <w:r w:rsidRPr="002E6C57">
        <w:t>UZAVŘENÍ SMLOUVY</w:t>
      </w:r>
      <w:bookmarkEnd w:id="23"/>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w:t>
      </w:r>
      <w:r w:rsidRPr="002E6C57">
        <w:t>komunikace (zadavatel preferuje komunikaci prostřednictvím elektronického nástroje E-ZAK) dokumenty uvedené v článku 19.3</w:t>
      </w:r>
      <w:r w:rsidR="00611407" w:rsidRPr="002E6C57">
        <w:t xml:space="preserve"> (s výjimkou bankovní záruky)</w:t>
      </w:r>
      <w:r w:rsidRPr="002E6C57">
        <w:t xml:space="preserve">, resp. v článku 19.4 </w:t>
      </w:r>
      <w:r w:rsidR="002E6C57" w:rsidRPr="002E6C57">
        <w:t>Výzvy</w:t>
      </w:r>
      <w:r w:rsidRPr="002E6C57">
        <w:t>. Zadavatel vyzve vybraného dodavatele k poskytnutí součinnosti před uzavřením smlouvy</w:t>
      </w:r>
      <w:r w:rsidRPr="007B3D4D">
        <w:t xml:space="preserve">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lastRenderedPageBreak/>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7C4F67">
        <w:t>specifikované plnění poskytnout;</w:t>
      </w:r>
      <w:r w:rsidR="0035531B">
        <w:t xml:space="preserve"> </w:t>
      </w:r>
    </w:p>
    <w:p w:rsidR="001B5ED5" w:rsidRPr="00B64568" w:rsidRDefault="001B5ED5" w:rsidP="001B5ED5">
      <w:pPr>
        <w:pStyle w:val="Odrka1-1"/>
      </w:pPr>
      <w:r w:rsidRPr="00B64568">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Pr="002F4C73">
        <w:t>,</w:t>
      </w:r>
      <w:r w:rsidR="00845C50" w:rsidRPr="002F4C73">
        <w:t xml:space="preserve"> a </w:t>
      </w:r>
      <w:r w:rsidRPr="002F4C73">
        <w:t>to elektrických</w:t>
      </w:r>
      <w:r>
        <w:t xml:space="preserve"> UTZ železničních drah</w:t>
      </w:r>
      <w:r w:rsidR="00092CC9">
        <w:t xml:space="preserve"> v </w:t>
      </w:r>
      <w:r>
        <w:t>rozsahu:</w:t>
      </w:r>
    </w:p>
    <w:p w:rsidR="002B79BD" w:rsidRDefault="002B79BD" w:rsidP="002B79BD">
      <w:pPr>
        <w:pStyle w:val="Odrka1-2-"/>
      </w:pPr>
      <w:r w:rsidRPr="00365953">
        <w:t>zabezpečovací zařízení, jehož elektrické obvody plní funkci přímého zajišťování bezpečnosti drážní dopravy</w:t>
      </w:r>
      <w:r>
        <w:t>.</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69118517"/>
      <w:r>
        <w:lastRenderedPageBreak/>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C00AA" w:rsidRDefault="004F6CAF" w:rsidP="003C00AA">
      <w:pPr>
        <w:pStyle w:val="Nadpis1-1"/>
      </w:pPr>
      <w:bookmarkStart w:id="25" w:name="_Toc59538672"/>
      <w:bookmarkStart w:id="26" w:name="_Toc69118518"/>
      <w:r>
        <w:t>SOCIÁLNĚ A ENVIROMENTÁLNĚ ODPOVĚDNÉ ZADÁVÁNÍ, INOVACE</w:t>
      </w:r>
      <w:bookmarkEnd w:id="25"/>
      <w:bookmarkEnd w:id="26"/>
    </w:p>
    <w:p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4F6CAF" w:rsidRDefault="004F6CAF" w:rsidP="004F6CAF">
      <w:pPr>
        <w:pStyle w:val="Text1-1"/>
      </w:pPr>
      <w:r>
        <w:t>Zadavatel aplikuje v zadávacím řízení níže uvedené prvky odpovědného zadávání:</w:t>
      </w:r>
    </w:p>
    <w:p w:rsidR="004F6CAF" w:rsidRDefault="004F6CAF" w:rsidP="004F6CAF">
      <w:pPr>
        <w:pStyle w:val="Odrka1-1"/>
      </w:pPr>
      <w:r>
        <w:t>rovnocenné platební podmínky v rámci dodavatelského řetězce,</w:t>
      </w:r>
    </w:p>
    <w:p w:rsidR="004F6CAF" w:rsidRDefault="004F6CAF" w:rsidP="004F6CAF">
      <w:pPr>
        <w:pStyle w:val="Odrka1-1"/>
      </w:pPr>
      <w:r>
        <w:t xml:space="preserve">jednání vedená </w:t>
      </w:r>
      <w:r w:rsidRPr="000C3276">
        <w:t>primárně distančním způsobem</w:t>
      </w:r>
      <w:r>
        <w:t>,</w:t>
      </w:r>
    </w:p>
    <w:p w:rsidR="004F6CAF" w:rsidRDefault="004F6CAF" w:rsidP="004F6CAF">
      <w:pPr>
        <w:pStyle w:val="Odrka1-1"/>
      </w:pPr>
      <w:r>
        <w:t>studentské exkurze,</w:t>
      </w:r>
    </w:p>
    <w:p w:rsidR="004F6CAF" w:rsidRDefault="004F6CAF" w:rsidP="004F6CAF">
      <w:pPr>
        <w:pStyle w:val="Odrka1-1"/>
      </w:pPr>
      <w:r w:rsidRPr="0060254E">
        <w:t>recyklaci kameniva vyzískávaného z kolejového lože</w:t>
      </w:r>
      <w:r>
        <w:t>.</w:t>
      </w:r>
    </w:p>
    <w:p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8D028A">
        <w:t>ustanoveních článku 4.9 závazného</w:t>
      </w:r>
      <w:r>
        <w:t xml:space="preserve"> vzoru smlouvy, který je dílem 2 zadávací dokumentace.</w:t>
      </w:r>
    </w:p>
    <w:p w:rsidR="0035531B" w:rsidRDefault="0035531B" w:rsidP="00564DDD">
      <w:pPr>
        <w:pStyle w:val="Nadpis1-1"/>
      </w:pPr>
      <w:bookmarkStart w:id="27" w:name="_Toc69118519"/>
      <w:r>
        <w:t xml:space="preserve">PŘÍLOHY </w:t>
      </w:r>
      <w:r w:rsidR="001472A9">
        <w:t>TÉTO VÝZVY</w:t>
      </w:r>
      <w:bookmarkEnd w:id="27"/>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lastRenderedPageBreak/>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8D028A" w:rsidRDefault="008D028A" w:rsidP="008D028A">
      <w:pPr>
        <w:pStyle w:val="Textbezslovn"/>
        <w:spacing w:after="0"/>
        <w:ind w:left="0" w:firstLine="709"/>
      </w:pPr>
      <w:r w:rsidRPr="00EA74E4">
        <w:t>V Praze</w:t>
      </w:r>
      <w:r>
        <w:t xml:space="preserve"> </w:t>
      </w:r>
    </w:p>
    <w:p w:rsidR="008D028A" w:rsidRDefault="008D028A" w:rsidP="008D028A">
      <w:pPr>
        <w:pStyle w:val="Textbezslovn"/>
        <w:spacing w:after="0"/>
      </w:pPr>
    </w:p>
    <w:p w:rsidR="008D028A" w:rsidRPr="008D028A" w:rsidRDefault="008D028A" w:rsidP="008D028A">
      <w:pPr>
        <w:pStyle w:val="Textbezslovn"/>
        <w:spacing w:after="0"/>
        <w:rPr>
          <w:b/>
        </w:rPr>
      </w:pPr>
      <w:r w:rsidRPr="008D028A">
        <w:rPr>
          <w:b/>
        </w:rPr>
        <w:t xml:space="preserve">Ing. Petr </w:t>
      </w:r>
      <w:proofErr w:type="spellStart"/>
      <w:r w:rsidRPr="008D028A">
        <w:rPr>
          <w:b/>
        </w:rPr>
        <w:t>Hofhanzl</w:t>
      </w:r>
      <w:proofErr w:type="spellEnd"/>
    </w:p>
    <w:p w:rsidR="008D028A" w:rsidRDefault="008D028A" w:rsidP="008D028A">
      <w:pPr>
        <w:pStyle w:val="Textbezslovn"/>
        <w:spacing w:after="0"/>
      </w:pPr>
      <w:r>
        <w:t>ředitel Stavební správy západ</w:t>
      </w:r>
    </w:p>
    <w:p w:rsidR="008D028A" w:rsidRDefault="008D028A" w:rsidP="008D028A">
      <w:pPr>
        <w:pStyle w:val="Textbezslovn"/>
        <w:spacing w:after="0"/>
      </w:pPr>
      <w:r>
        <w:t xml:space="preserve">Správa železnic, státní organizace </w:t>
      </w:r>
    </w:p>
    <w:p w:rsidR="00564DDD" w:rsidRDefault="008D028A" w:rsidP="008D028A">
      <w:pPr>
        <w:pStyle w:val="Textbezslovn"/>
        <w:spacing w:after="0"/>
      </w:pPr>
      <w:r>
        <w:t>(</w:t>
      </w:r>
      <w:r w:rsidRPr="008D028A">
        <w:rPr>
          <w:i/>
        </w:rPr>
        <w:t>podepsáno</w:t>
      </w:r>
      <w:r>
        <w:t>)</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Řádně jsme se seznámili se zněním zadávacích pod</w:t>
      </w:r>
      <w:r w:rsidR="00C96573">
        <w:t xml:space="preserve">mínek veřejné zakázky s názvem </w:t>
      </w:r>
      <w:r w:rsidR="00C96573" w:rsidRPr="00C96573">
        <w:rPr>
          <w:b/>
        </w:rPr>
        <w:t>Doplnění závor na přejezdu P516 v km 45,785 trati Protivín - Zdice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C96573"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C96573">
              <w:rPr>
                <w:b/>
              </w:rPr>
              <w:t>Počet a hodnota jednotlivých PZZ vč. přejezdové konstrukce požadovaných v čl. 8.4 Výzvy, které dodavatel poskytl** za posledních 5 let v Kč*** 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771" w:rsidRDefault="00C42771" w:rsidP="00962258">
      <w:pPr>
        <w:spacing w:after="0" w:line="240" w:lineRule="auto"/>
      </w:pPr>
      <w:r>
        <w:separator/>
      </w:r>
    </w:p>
  </w:endnote>
  <w:endnote w:type="continuationSeparator" w:id="0">
    <w:p w:rsidR="00C42771" w:rsidRDefault="00C427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3738" w:rsidTr="00EB46E5">
      <w:tc>
        <w:tcPr>
          <w:tcW w:w="1361" w:type="dxa"/>
          <w:tcMar>
            <w:left w:w="0" w:type="dxa"/>
            <w:right w:w="0" w:type="dxa"/>
          </w:tcMar>
          <w:vAlign w:val="bottom"/>
        </w:tcPr>
        <w:p w:rsidR="00E43738" w:rsidRPr="00B8518B" w:rsidRDefault="00E4373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1C7E">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1C7E">
            <w:rPr>
              <w:rStyle w:val="slostrnky"/>
              <w:noProof/>
            </w:rPr>
            <w:t>36</w:t>
          </w:r>
          <w:r w:rsidRPr="00B8518B">
            <w:rPr>
              <w:rStyle w:val="slostrnky"/>
            </w:rPr>
            <w:fldChar w:fldCharType="end"/>
          </w:r>
        </w:p>
      </w:tc>
      <w:tc>
        <w:tcPr>
          <w:tcW w:w="284" w:type="dxa"/>
          <w:shd w:val="clear" w:color="auto" w:fill="auto"/>
          <w:tcMar>
            <w:left w:w="0" w:type="dxa"/>
            <w:right w:w="0" w:type="dxa"/>
          </w:tcMar>
        </w:tcPr>
        <w:p w:rsidR="00E43738" w:rsidRDefault="00E43738" w:rsidP="00B8518B">
          <w:pPr>
            <w:pStyle w:val="Zpat"/>
          </w:pPr>
        </w:p>
      </w:tc>
      <w:tc>
        <w:tcPr>
          <w:tcW w:w="425" w:type="dxa"/>
          <w:shd w:val="clear" w:color="auto" w:fill="auto"/>
          <w:tcMar>
            <w:left w:w="0" w:type="dxa"/>
            <w:right w:w="0" w:type="dxa"/>
          </w:tcMar>
        </w:tcPr>
        <w:p w:rsidR="00E43738" w:rsidRDefault="00E43738" w:rsidP="00B8518B">
          <w:pPr>
            <w:pStyle w:val="Zpat"/>
          </w:pPr>
        </w:p>
      </w:tc>
      <w:tc>
        <w:tcPr>
          <w:tcW w:w="8505" w:type="dxa"/>
        </w:tcPr>
        <w:p w:rsidR="00E43738" w:rsidRDefault="00E43738" w:rsidP="00EB46E5">
          <w:pPr>
            <w:pStyle w:val="Zpat0"/>
          </w:pPr>
          <w:r w:rsidRPr="00966F24">
            <w:t>„Doplnění závor na přejezdu P516 v km 45,785 trati Protivín - Zdice“</w:t>
          </w:r>
        </w:p>
        <w:p w:rsidR="00E43738" w:rsidRDefault="00E43738" w:rsidP="00EB46E5">
          <w:pPr>
            <w:pStyle w:val="Zpat0"/>
          </w:pPr>
          <w:r>
            <w:t>Díl 1 – VÝZVA K PODÁNÍ NABÍDKY</w:t>
          </w:r>
        </w:p>
        <w:p w:rsidR="00E43738" w:rsidRDefault="00E43738" w:rsidP="0035531B">
          <w:pPr>
            <w:pStyle w:val="Zpat0"/>
          </w:pPr>
        </w:p>
      </w:tc>
    </w:tr>
  </w:tbl>
  <w:p w:rsidR="00E43738" w:rsidRPr="00B8518B" w:rsidRDefault="00E4373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738" w:rsidRPr="00B8518B" w:rsidRDefault="00E43738" w:rsidP="00460660">
    <w:pPr>
      <w:pStyle w:val="Zpat"/>
      <w:rPr>
        <w:sz w:val="2"/>
        <w:szCs w:val="2"/>
      </w:rPr>
    </w:pPr>
  </w:p>
  <w:p w:rsidR="00E43738" w:rsidRPr="00460660" w:rsidRDefault="00E4373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771" w:rsidRDefault="00C42771" w:rsidP="00962258">
      <w:pPr>
        <w:spacing w:after="0" w:line="240" w:lineRule="auto"/>
      </w:pPr>
      <w:r>
        <w:separator/>
      </w:r>
    </w:p>
  </w:footnote>
  <w:footnote w:type="continuationSeparator" w:id="0">
    <w:p w:rsidR="00C42771" w:rsidRDefault="00C42771" w:rsidP="00962258">
      <w:pPr>
        <w:spacing w:after="0" w:line="240" w:lineRule="auto"/>
      </w:pPr>
      <w:r>
        <w:continuationSeparator/>
      </w:r>
    </w:p>
  </w:footnote>
  <w:footnote w:id="1">
    <w:p w:rsidR="00E43738" w:rsidRDefault="00E4373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E43738" w:rsidRDefault="00E4373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E43738" w:rsidRDefault="00E4373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E43738" w:rsidRDefault="00E4373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3738" w:rsidTr="00C02D0A">
      <w:trPr>
        <w:trHeight w:hRule="exact" w:val="454"/>
      </w:trPr>
      <w:tc>
        <w:tcPr>
          <w:tcW w:w="1361" w:type="dxa"/>
          <w:tcMar>
            <w:top w:w="57" w:type="dxa"/>
            <w:left w:w="0" w:type="dxa"/>
            <w:right w:w="0" w:type="dxa"/>
          </w:tcMar>
        </w:tcPr>
        <w:p w:rsidR="00E43738" w:rsidRPr="00B8518B" w:rsidRDefault="00E43738" w:rsidP="00523EA7">
          <w:pPr>
            <w:pStyle w:val="Zpat"/>
            <w:rPr>
              <w:rStyle w:val="slostrnky"/>
            </w:rPr>
          </w:pPr>
        </w:p>
      </w:tc>
      <w:tc>
        <w:tcPr>
          <w:tcW w:w="3458" w:type="dxa"/>
          <w:shd w:val="clear" w:color="auto" w:fill="auto"/>
          <w:tcMar>
            <w:top w:w="57" w:type="dxa"/>
            <w:left w:w="0" w:type="dxa"/>
            <w:right w:w="0" w:type="dxa"/>
          </w:tcMar>
        </w:tcPr>
        <w:p w:rsidR="00E43738" w:rsidRDefault="00E43738" w:rsidP="00523EA7">
          <w:pPr>
            <w:pStyle w:val="Zpat"/>
          </w:pPr>
        </w:p>
      </w:tc>
      <w:tc>
        <w:tcPr>
          <w:tcW w:w="5698" w:type="dxa"/>
          <w:shd w:val="clear" w:color="auto" w:fill="auto"/>
          <w:tcMar>
            <w:top w:w="57" w:type="dxa"/>
            <w:left w:w="0" w:type="dxa"/>
            <w:right w:w="0" w:type="dxa"/>
          </w:tcMar>
        </w:tcPr>
        <w:p w:rsidR="00E43738" w:rsidRPr="00D6163D" w:rsidRDefault="00E43738" w:rsidP="00D6163D">
          <w:pPr>
            <w:pStyle w:val="Druhdokumentu"/>
          </w:pPr>
        </w:p>
      </w:tc>
    </w:tr>
  </w:tbl>
  <w:p w:rsidR="00E43738" w:rsidRPr="00D6163D" w:rsidRDefault="00E4373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43738" w:rsidTr="00B22106">
      <w:trPr>
        <w:trHeight w:hRule="exact" w:val="936"/>
      </w:trPr>
      <w:tc>
        <w:tcPr>
          <w:tcW w:w="1361" w:type="dxa"/>
          <w:tcMar>
            <w:left w:w="0" w:type="dxa"/>
            <w:right w:w="0" w:type="dxa"/>
          </w:tcMar>
        </w:tcPr>
        <w:p w:rsidR="00E43738" w:rsidRPr="00B8518B" w:rsidRDefault="00E43738" w:rsidP="00FC6389">
          <w:pPr>
            <w:pStyle w:val="Zpat"/>
            <w:rPr>
              <w:rStyle w:val="slostrnky"/>
            </w:rPr>
          </w:pPr>
        </w:p>
      </w:tc>
      <w:tc>
        <w:tcPr>
          <w:tcW w:w="3458" w:type="dxa"/>
          <w:shd w:val="clear" w:color="auto" w:fill="auto"/>
          <w:tcMar>
            <w:left w:w="0" w:type="dxa"/>
            <w:right w:w="0" w:type="dxa"/>
          </w:tcMar>
        </w:tcPr>
        <w:p w:rsidR="00E43738" w:rsidRDefault="00E43738" w:rsidP="00FC6389">
          <w:pPr>
            <w:pStyle w:val="Zpat"/>
          </w:pPr>
        </w:p>
      </w:tc>
      <w:tc>
        <w:tcPr>
          <w:tcW w:w="5756" w:type="dxa"/>
          <w:shd w:val="clear" w:color="auto" w:fill="auto"/>
          <w:tcMar>
            <w:left w:w="0" w:type="dxa"/>
            <w:right w:w="0" w:type="dxa"/>
          </w:tcMar>
        </w:tcPr>
        <w:p w:rsidR="00E43738" w:rsidRPr="00D6163D" w:rsidRDefault="00E43738" w:rsidP="00FC6389">
          <w:pPr>
            <w:pStyle w:val="Druhdokumentu"/>
          </w:pPr>
        </w:p>
      </w:tc>
    </w:tr>
    <w:tr w:rsidR="00E43738" w:rsidTr="00B22106">
      <w:trPr>
        <w:trHeight w:hRule="exact" w:val="936"/>
      </w:trPr>
      <w:tc>
        <w:tcPr>
          <w:tcW w:w="1361" w:type="dxa"/>
          <w:tcMar>
            <w:left w:w="0" w:type="dxa"/>
            <w:right w:w="0" w:type="dxa"/>
          </w:tcMar>
        </w:tcPr>
        <w:p w:rsidR="00E43738" w:rsidRPr="00B8518B" w:rsidRDefault="00E43738" w:rsidP="00FC6389">
          <w:pPr>
            <w:pStyle w:val="Zpat"/>
            <w:rPr>
              <w:rStyle w:val="slostrnky"/>
            </w:rPr>
          </w:pPr>
        </w:p>
      </w:tc>
      <w:tc>
        <w:tcPr>
          <w:tcW w:w="3458" w:type="dxa"/>
          <w:shd w:val="clear" w:color="auto" w:fill="auto"/>
          <w:tcMar>
            <w:left w:w="0" w:type="dxa"/>
            <w:right w:w="0" w:type="dxa"/>
          </w:tcMar>
        </w:tcPr>
        <w:p w:rsidR="00E43738" w:rsidRDefault="00E43738" w:rsidP="00FC6389">
          <w:pPr>
            <w:pStyle w:val="Zpat"/>
          </w:pPr>
        </w:p>
      </w:tc>
      <w:tc>
        <w:tcPr>
          <w:tcW w:w="5756" w:type="dxa"/>
          <w:shd w:val="clear" w:color="auto" w:fill="auto"/>
          <w:tcMar>
            <w:left w:w="0" w:type="dxa"/>
            <w:right w:w="0" w:type="dxa"/>
          </w:tcMar>
        </w:tcPr>
        <w:p w:rsidR="00E43738" w:rsidRPr="00D6163D" w:rsidRDefault="00E43738" w:rsidP="00FC6389">
          <w:pPr>
            <w:pStyle w:val="Druhdokumentu"/>
          </w:pPr>
        </w:p>
      </w:tc>
    </w:tr>
  </w:tbl>
  <w:p w:rsidR="00E43738" w:rsidRPr="00D6163D" w:rsidRDefault="00E43738"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E43738" w:rsidRPr="00460660" w:rsidRDefault="00E4373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DCE"/>
    <w:rsid w:val="0001355D"/>
    <w:rsid w:val="00015DBC"/>
    <w:rsid w:val="000174E8"/>
    <w:rsid w:val="00017F3C"/>
    <w:rsid w:val="000259F7"/>
    <w:rsid w:val="00025F06"/>
    <w:rsid w:val="0003198B"/>
    <w:rsid w:val="000338E9"/>
    <w:rsid w:val="00041EC8"/>
    <w:rsid w:val="00046545"/>
    <w:rsid w:val="000471FA"/>
    <w:rsid w:val="000518B5"/>
    <w:rsid w:val="000552D4"/>
    <w:rsid w:val="00061916"/>
    <w:rsid w:val="00061E45"/>
    <w:rsid w:val="0006450D"/>
    <w:rsid w:val="0006499F"/>
    <w:rsid w:val="0006588D"/>
    <w:rsid w:val="00067A5E"/>
    <w:rsid w:val="00067EE3"/>
    <w:rsid w:val="000719BB"/>
    <w:rsid w:val="00072A65"/>
    <w:rsid w:val="00072C1E"/>
    <w:rsid w:val="00082399"/>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1F60"/>
    <w:rsid w:val="00112301"/>
    <w:rsid w:val="00112864"/>
    <w:rsid w:val="00112F94"/>
    <w:rsid w:val="00114472"/>
    <w:rsid w:val="00114988"/>
    <w:rsid w:val="00115069"/>
    <w:rsid w:val="001150F2"/>
    <w:rsid w:val="00116813"/>
    <w:rsid w:val="001270D2"/>
    <w:rsid w:val="00135A7E"/>
    <w:rsid w:val="00142F26"/>
    <w:rsid w:val="00146496"/>
    <w:rsid w:val="00146BCB"/>
    <w:rsid w:val="001472A9"/>
    <w:rsid w:val="00152651"/>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E08F5"/>
    <w:rsid w:val="001E651D"/>
    <w:rsid w:val="001E678E"/>
    <w:rsid w:val="001F39FF"/>
    <w:rsid w:val="0020586C"/>
    <w:rsid w:val="0020719F"/>
    <w:rsid w:val="002071BB"/>
    <w:rsid w:val="00207DF5"/>
    <w:rsid w:val="002222C1"/>
    <w:rsid w:val="00224CCD"/>
    <w:rsid w:val="00233A30"/>
    <w:rsid w:val="00233A53"/>
    <w:rsid w:val="00235EB5"/>
    <w:rsid w:val="00240B81"/>
    <w:rsid w:val="00241322"/>
    <w:rsid w:val="0024699F"/>
    <w:rsid w:val="00247D01"/>
    <w:rsid w:val="0025030F"/>
    <w:rsid w:val="00261A5B"/>
    <w:rsid w:val="002628F0"/>
    <w:rsid w:val="00262E5B"/>
    <w:rsid w:val="00263CBA"/>
    <w:rsid w:val="00267CF3"/>
    <w:rsid w:val="00276AFE"/>
    <w:rsid w:val="00283302"/>
    <w:rsid w:val="002924B8"/>
    <w:rsid w:val="002A3B57"/>
    <w:rsid w:val="002B79BD"/>
    <w:rsid w:val="002C04EE"/>
    <w:rsid w:val="002C29F8"/>
    <w:rsid w:val="002C31BF"/>
    <w:rsid w:val="002D7FD6"/>
    <w:rsid w:val="002E0CD7"/>
    <w:rsid w:val="002E0CFB"/>
    <w:rsid w:val="002E0F4A"/>
    <w:rsid w:val="002E294C"/>
    <w:rsid w:val="002E5C7B"/>
    <w:rsid w:val="002E6C57"/>
    <w:rsid w:val="002F4333"/>
    <w:rsid w:val="002F4C73"/>
    <w:rsid w:val="00307641"/>
    <w:rsid w:val="00311F11"/>
    <w:rsid w:val="00314FF9"/>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4E63"/>
    <w:rsid w:val="003C00AA"/>
    <w:rsid w:val="003C33F2"/>
    <w:rsid w:val="003D0EE6"/>
    <w:rsid w:val="003D42AA"/>
    <w:rsid w:val="003D756E"/>
    <w:rsid w:val="003E3953"/>
    <w:rsid w:val="003E3CE3"/>
    <w:rsid w:val="003E420D"/>
    <w:rsid w:val="003E4C13"/>
    <w:rsid w:val="003E79F5"/>
    <w:rsid w:val="003F78E7"/>
    <w:rsid w:val="004018B6"/>
    <w:rsid w:val="00404BA2"/>
    <w:rsid w:val="004078F3"/>
    <w:rsid w:val="00412F6F"/>
    <w:rsid w:val="00413F61"/>
    <w:rsid w:val="00422E8D"/>
    <w:rsid w:val="00427794"/>
    <w:rsid w:val="004347ED"/>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B1202"/>
    <w:rsid w:val="004B34E9"/>
    <w:rsid w:val="004B4008"/>
    <w:rsid w:val="004B7724"/>
    <w:rsid w:val="004C086E"/>
    <w:rsid w:val="004C4399"/>
    <w:rsid w:val="004C787C"/>
    <w:rsid w:val="004D3B30"/>
    <w:rsid w:val="004D78D3"/>
    <w:rsid w:val="004E0A02"/>
    <w:rsid w:val="004E5ECC"/>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6655E"/>
    <w:rsid w:val="005736B7"/>
    <w:rsid w:val="00575E5A"/>
    <w:rsid w:val="00577A3C"/>
    <w:rsid w:val="00580245"/>
    <w:rsid w:val="005971DD"/>
    <w:rsid w:val="005A1F44"/>
    <w:rsid w:val="005A3D2F"/>
    <w:rsid w:val="005B3472"/>
    <w:rsid w:val="005B64BB"/>
    <w:rsid w:val="005C2C3B"/>
    <w:rsid w:val="005D3C39"/>
    <w:rsid w:val="005D72B3"/>
    <w:rsid w:val="005E33AB"/>
    <w:rsid w:val="005F3817"/>
    <w:rsid w:val="005F5485"/>
    <w:rsid w:val="005F7739"/>
    <w:rsid w:val="0060115D"/>
    <w:rsid w:val="00601A8C"/>
    <w:rsid w:val="0061068E"/>
    <w:rsid w:val="00611407"/>
    <w:rsid w:val="00611564"/>
    <w:rsid w:val="006115D3"/>
    <w:rsid w:val="00616090"/>
    <w:rsid w:val="00626447"/>
    <w:rsid w:val="00640B30"/>
    <w:rsid w:val="00642162"/>
    <w:rsid w:val="0064673D"/>
    <w:rsid w:val="00650FDB"/>
    <w:rsid w:val="00655976"/>
    <w:rsid w:val="0065610E"/>
    <w:rsid w:val="00660AD3"/>
    <w:rsid w:val="00660BEB"/>
    <w:rsid w:val="00665F2C"/>
    <w:rsid w:val="006720FB"/>
    <w:rsid w:val="00675E47"/>
    <w:rsid w:val="006776B6"/>
    <w:rsid w:val="00686462"/>
    <w:rsid w:val="00687091"/>
    <w:rsid w:val="00693150"/>
    <w:rsid w:val="00693188"/>
    <w:rsid w:val="00695DAA"/>
    <w:rsid w:val="006A0049"/>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31EB"/>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3D59"/>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C4F67"/>
    <w:rsid w:val="007D0559"/>
    <w:rsid w:val="007D4F89"/>
    <w:rsid w:val="007D5A8D"/>
    <w:rsid w:val="007E1529"/>
    <w:rsid w:val="007E2234"/>
    <w:rsid w:val="007E4A6E"/>
    <w:rsid w:val="007E540A"/>
    <w:rsid w:val="007E6028"/>
    <w:rsid w:val="007F0310"/>
    <w:rsid w:val="007F56A7"/>
    <w:rsid w:val="00800851"/>
    <w:rsid w:val="008008A3"/>
    <w:rsid w:val="0080282D"/>
    <w:rsid w:val="008032C7"/>
    <w:rsid w:val="00807DD0"/>
    <w:rsid w:val="0082049A"/>
    <w:rsid w:val="00821D01"/>
    <w:rsid w:val="00822B88"/>
    <w:rsid w:val="00825555"/>
    <w:rsid w:val="00826B7B"/>
    <w:rsid w:val="00831B18"/>
    <w:rsid w:val="00831DE9"/>
    <w:rsid w:val="00833899"/>
    <w:rsid w:val="00844BC3"/>
    <w:rsid w:val="00845C0B"/>
    <w:rsid w:val="00845C50"/>
    <w:rsid w:val="00846789"/>
    <w:rsid w:val="008513D8"/>
    <w:rsid w:val="008578BC"/>
    <w:rsid w:val="008645EE"/>
    <w:rsid w:val="00870A0C"/>
    <w:rsid w:val="00872044"/>
    <w:rsid w:val="0087311C"/>
    <w:rsid w:val="00876D73"/>
    <w:rsid w:val="00887139"/>
    <w:rsid w:val="00887F36"/>
    <w:rsid w:val="00893119"/>
    <w:rsid w:val="00896E31"/>
    <w:rsid w:val="008970AF"/>
    <w:rsid w:val="008A3568"/>
    <w:rsid w:val="008A5B22"/>
    <w:rsid w:val="008B2021"/>
    <w:rsid w:val="008B70C7"/>
    <w:rsid w:val="008C4A48"/>
    <w:rsid w:val="008C50F3"/>
    <w:rsid w:val="008C65BC"/>
    <w:rsid w:val="008C65E0"/>
    <w:rsid w:val="008C7EFE"/>
    <w:rsid w:val="008D028A"/>
    <w:rsid w:val="008D03B9"/>
    <w:rsid w:val="008D30C7"/>
    <w:rsid w:val="008D552B"/>
    <w:rsid w:val="008E05B6"/>
    <w:rsid w:val="008E1138"/>
    <w:rsid w:val="008F18D6"/>
    <w:rsid w:val="008F2C9B"/>
    <w:rsid w:val="008F5B98"/>
    <w:rsid w:val="008F797B"/>
    <w:rsid w:val="009046A6"/>
    <w:rsid w:val="00904780"/>
    <w:rsid w:val="0090635B"/>
    <w:rsid w:val="0091110C"/>
    <w:rsid w:val="00917DF8"/>
    <w:rsid w:val="00920DEB"/>
    <w:rsid w:val="00922385"/>
    <w:rsid w:val="009223DF"/>
    <w:rsid w:val="00930B79"/>
    <w:rsid w:val="00936091"/>
    <w:rsid w:val="009404DC"/>
    <w:rsid w:val="009405AD"/>
    <w:rsid w:val="00940D8A"/>
    <w:rsid w:val="009414D7"/>
    <w:rsid w:val="00941DEB"/>
    <w:rsid w:val="00945582"/>
    <w:rsid w:val="009531C1"/>
    <w:rsid w:val="009534BF"/>
    <w:rsid w:val="00956089"/>
    <w:rsid w:val="00962258"/>
    <w:rsid w:val="009647C9"/>
    <w:rsid w:val="00964860"/>
    <w:rsid w:val="00966F24"/>
    <w:rsid w:val="009678B7"/>
    <w:rsid w:val="00970D4B"/>
    <w:rsid w:val="009769D1"/>
    <w:rsid w:val="009801E3"/>
    <w:rsid w:val="0098426C"/>
    <w:rsid w:val="00991E96"/>
    <w:rsid w:val="00992D9C"/>
    <w:rsid w:val="009967C7"/>
    <w:rsid w:val="00996CB8"/>
    <w:rsid w:val="009A0F32"/>
    <w:rsid w:val="009A7A46"/>
    <w:rsid w:val="009B2E97"/>
    <w:rsid w:val="009B3F75"/>
    <w:rsid w:val="009B5146"/>
    <w:rsid w:val="009C418E"/>
    <w:rsid w:val="009C442C"/>
    <w:rsid w:val="009C5284"/>
    <w:rsid w:val="009D20A1"/>
    <w:rsid w:val="009D4CB6"/>
    <w:rsid w:val="009E07F4"/>
    <w:rsid w:val="009E7247"/>
    <w:rsid w:val="009F2042"/>
    <w:rsid w:val="009F309B"/>
    <w:rsid w:val="009F392E"/>
    <w:rsid w:val="009F53C5"/>
    <w:rsid w:val="00A0740E"/>
    <w:rsid w:val="00A12A92"/>
    <w:rsid w:val="00A15262"/>
    <w:rsid w:val="00A159AC"/>
    <w:rsid w:val="00A23688"/>
    <w:rsid w:val="00A256E5"/>
    <w:rsid w:val="00A26B92"/>
    <w:rsid w:val="00A3411F"/>
    <w:rsid w:val="00A374FC"/>
    <w:rsid w:val="00A37E0F"/>
    <w:rsid w:val="00A4050F"/>
    <w:rsid w:val="00A50641"/>
    <w:rsid w:val="00A530BF"/>
    <w:rsid w:val="00A6177B"/>
    <w:rsid w:val="00A66136"/>
    <w:rsid w:val="00A71189"/>
    <w:rsid w:val="00A7364A"/>
    <w:rsid w:val="00A74AA8"/>
    <w:rsid w:val="00A74DCC"/>
    <w:rsid w:val="00A753ED"/>
    <w:rsid w:val="00A757AD"/>
    <w:rsid w:val="00A77512"/>
    <w:rsid w:val="00A84C4D"/>
    <w:rsid w:val="00A94C2F"/>
    <w:rsid w:val="00AA257A"/>
    <w:rsid w:val="00AA2C03"/>
    <w:rsid w:val="00AA3E17"/>
    <w:rsid w:val="00AA4CBB"/>
    <w:rsid w:val="00AA5255"/>
    <w:rsid w:val="00AA65FA"/>
    <w:rsid w:val="00AA7351"/>
    <w:rsid w:val="00AA7BBE"/>
    <w:rsid w:val="00AB1063"/>
    <w:rsid w:val="00AB377C"/>
    <w:rsid w:val="00AB4425"/>
    <w:rsid w:val="00AB5AE0"/>
    <w:rsid w:val="00AC738D"/>
    <w:rsid w:val="00AD056F"/>
    <w:rsid w:val="00AD0C7B"/>
    <w:rsid w:val="00AD1771"/>
    <w:rsid w:val="00AD1786"/>
    <w:rsid w:val="00AD190B"/>
    <w:rsid w:val="00AD3AE0"/>
    <w:rsid w:val="00AD5F1A"/>
    <w:rsid w:val="00AD6731"/>
    <w:rsid w:val="00AD792A"/>
    <w:rsid w:val="00AE1D4A"/>
    <w:rsid w:val="00AE38B3"/>
    <w:rsid w:val="00AE3BB4"/>
    <w:rsid w:val="00AE485F"/>
    <w:rsid w:val="00AF20AA"/>
    <w:rsid w:val="00AF4A09"/>
    <w:rsid w:val="00B008D5"/>
    <w:rsid w:val="00B02F73"/>
    <w:rsid w:val="00B0619F"/>
    <w:rsid w:val="00B07880"/>
    <w:rsid w:val="00B07F46"/>
    <w:rsid w:val="00B134D6"/>
    <w:rsid w:val="00B13A26"/>
    <w:rsid w:val="00B15D0D"/>
    <w:rsid w:val="00B17506"/>
    <w:rsid w:val="00B22106"/>
    <w:rsid w:val="00B277ED"/>
    <w:rsid w:val="00B36181"/>
    <w:rsid w:val="00B429CF"/>
    <w:rsid w:val="00B477DA"/>
    <w:rsid w:val="00B5431A"/>
    <w:rsid w:val="00B60046"/>
    <w:rsid w:val="00B61530"/>
    <w:rsid w:val="00B61FF3"/>
    <w:rsid w:val="00B64568"/>
    <w:rsid w:val="00B71CC3"/>
    <w:rsid w:val="00B75EE1"/>
    <w:rsid w:val="00B77481"/>
    <w:rsid w:val="00B77C6D"/>
    <w:rsid w:val="00B80D2D"/>
    <w:rsid w:val="00B80E53"/>
    <w:rsid w:val="00B8518B"/>
    <w:rsid w:val="00B97CC3"/>
    <w:rsid w:val="00BA3937"/>
    <w:rsid w:val="00BB0379"/>
    <w:rsid w:val="00BB4AF2"/>
    <w:rsid w:val="00BB7F53"/>
    <w:rsid w:val="00BC06C4"/>
    <w:rsid w:val="00BC12B5"/>
    <w:rsid w:val="00BC376A"/>
    <w:rsid w:val="00BC6D2B"/>
    <w:rsid w:val="00BD11CE"/>
    <w:rsid w:val="00BD7498"/>
    <w:rsid w:val="00BD7E91"/>
    <w:rsid w:val="00BD7F0D"/>
    <w:rsid w:val="00BE3236"/>
    <w:rsid w:val="00BE49F4"/>
    <w:rsid w:val="00C02D0A"/>
    <w:rsid w:val="00C03A6E"/>
    <w:rsid w:val="00C05A37"/>
    <w:rsid w:val="00C07CB0"/>
    <w:rsid w:val="00C1197B"/>
    <w:rsid w:val="00C12FC0"/>
    <w:rsid w:val="00C154A5"/>
    <w:rsid w:val="00C17D66"/>
    <w:rsid w:val="00C21FDC"/>
    <w:rsid w:val="00C226C0"/>
    <w:rsid w:val="00C23EB8"/>
    <w:rsid w:val="00C23F40"/>
    <w:rsid w:val="00C370EE"/>
    <w:rsid w:val="00C4078E"/>
    <w:rsid w:val="00C42771"/>
    <w:rsid w:val="00C42FE6"/>
    <w:rsid w:val="00C44F6A"/>
    <w:rsid w:val="00C6198E"/>
    <w:rsid w:val="00C62E4B"/>
    <w:rsid w:val="00C6581C"/>
    <w:rsid w:val="00C708EA"/>
    <w:rsid w:val="00C759F1"/>
    <w:rsid w:val="00C7649B"/>
    <w:rsid w:val="00C776E5"/>
    <w:rsid w:val="00C778A5"/>
    <w:rsid w:val="00C8607D"/>
    <w:rsid w:val="00C92C0F"/>
    <w:rsid w:val="00C9515F"/>
    <w:rsid w:val="00C95162"/>
    <w:rsid w:val="00C96573"/>
    <w:rsid w:val="00CA2B3A"/>
    <w:rsid w:val="00CA50B8"/>
    <w:rsid w:val="00CB3151"/>
    <w:rsid w:val="00CB6A37"/>
    <w:rsid w:val="00CB7684"/>
    <w:rsid w:val="00CC4380"/>
    <w:rsid w:val="00CC7C8F"/>
    <w:rsid w:val="00CD1FC4"/>
    <w:rsid w:val="00CD2E13"/>
    <w:rsid w:val="00CE2A4F"/>
    <w:rsid w:val="00CE420A"/>
    <w:rsid w:val="00CE5F6A"/>
    <w:rsid w:val="00CF78C2"/>
    <w:rsid w:val="00D019D7"/>
    <w:rsid w:val="00D034A0"/>
    <w:rsid w:val="00D0362E"/>
    <w:rsid w:val="00D03C1F"/>
    <w:rsid w:val="00D10A2D"/>
    <w:rsid w:val="00D139AC"/>
    <w:rsid w:val="00D16891"/>
    <w:rsid w:val="00D21061"/>
    <w:rsid w:val="00D23928"/>
    <w:rsid w:val="00D245DF"/>
    <w:rsid w:val="00D25D67"/>
    <w:rsid w:val="00D26838"/>
    <w:rsid w:val="00D302E5"/>
    <w:rsid w:val="00D37B14"/>
    <w:rsid w:val="00D4108E"/>
    <w:rsid w:val="00D52BA7"/>
    <w:rsid w:val="00D57321"/>
    <w:rsid w:val="00D5757D"/>
    <w:rsid w:val="00D6163D"/>
    <w:rsid w:val="00D6259C"/>
    <w:rsid w:val="00D831A3"/>
    <w:rsid w:val="00D91EA6"/>
    <w:rsid w:val="00D97BE3"/>
    <w:rsid w:val="00DA3711"/>
    <w:rsid w:val="00DA6D3F"/>
    <w:rsid w:val="00DB1C7E"/>
    <w:rsid w:val="00DB619A"/>
    <w:rsid w:val="00DC3174"/>
    <w:rsid w:val="00DD0C7C"/>
    <w:rsid w:val="00DD46F3"/>
    <w:rsid w:val="00DD63D8"/>
    <w:rsid w:val="00DD7A41"/>
    <w:rsid w:val="00DE51A5"/>
    <w:rsid w:val="00DE56F2"/>
    <w:rsid w:val="00DF116D"/>
    <w:rsid w:val="00DF651A"/>
    <w:rsid w:val="00E01EA1"/>
    <w:rsid w:val="00E035F5"/>
    <w:rsid w:val="00E07A3E"/>
    <w:rsid w:val="00E135E5"/>
    <w:rsid w:val="00E16FF7"/>
    <w:rsid w:val="00E20A91"/>
    <w:rsid w:val="00E22C30"/>
    <w:rsid w:val="00E23814"/>
    <w:rsid w:val="00E24F78"/>
    <w:rsid w:val="00E25595"/>
    <w:rsid w:val="00E26D68"/>
    <w:rsid w:val="00E33E79"/>
    <w:rsid w:val="00E37347"/>
    <w:rsid w:val="00E43738"/>
    <w:rsid w:val="00E437B0"/>
    <w:rsid w:val="00E44045"/>
    <w:rsid w:val="00E60C4A"/>
    <w:rsid w:val="00E618C4"/>
    <w:rsid w:val="00E640D5"/>
    <w:rsid w:val="00E64245"/>
    <w:rsid w:val="00E7218A"/>
    <w:rsid w:val="00E7599D"/>
    <w:rsid w:val="00E8058C"/>
    <w:rsid w:val="00E878EE"/>
    <w:rsid w:val="00EA6EC7"/>
    <w:rsid w:val="00EA7F3A"/>
    <w:rsid w:val="00EB104F"/>
    <w:rsid w:val="00EB46E5"/>
    <w:rsid w:val="00EB4ECA"/>
    <w:rsid w:val="00EB5D4D"/>
    <w:rsid w:val="00EB6E2F"/>
    <w:rsid w:val="00EB7035"/>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7C8E"/>
    <w:rsid w:val="00F016C7"/>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6F41"/>
    <w:rsid w:val="00F86BA6"/>
    <w:rsid w:val="00F911D1"/>
    <w:rsid w:val="00F92F06"/>
    <w:rsid w:val="00F95A2C"/>
    <w:rsid w:val="00F966F7"/>
    <w:rsid w:val="00FA64F2"/>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8D0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E2FC9A4-01F2-4D4C-BD5D-1AC6A34A4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184</TotalTime>
  <Pages>36</Pages>
  <Words>15063</Words>
  <Characters>88872</Characters>
  <Application>Microsoft Office Word</Application>
  <DocSecurity>0</DocSecurity>
  <Lines>740</Lines>
  <Paragraphs>207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20</cp:revision>
  <cp:lastPrinted>2021-05-19T09:08:00Z</cp:lastPrinted>
  <dcterms:created xsi:type="dcterms:W3CDTF">2021-04-12T09:15:00Z</dcterms:created>
  <dcterms:modified xsi:type="dcterms:W3CDTF">2021-05-19T09:08:00Z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