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51FED16" w14:textId="77777777" w:rsidTr="00F862D6">
        <w:tc>
          <w:tcPr>
            <w:tcW w:w="1020" w:type="dxa"/>
          </w:tcPr>
          <w:p w14:paraId="5526510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4E8BCCA" wp14:editId="065F7341">
                      <wp:simplePos x="0" y="0"/>
                      <wp:positionH relativeFrom="page">
                        <wp:posOffset>2796540</wp:posOffset>
                      </wp:positionH>
                      <wp:positionV relativeFrom="page">
                        <wp:posOffset>97155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35F08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E8BC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0.2pt;margin-top:7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9EWFZ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7E35F08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9FF06BB" w14:textId="77777777" w:rsidR="00F64786" w:rsidRDefault="00F64786" w:rsidP="0077673A"/>
        </w:tc>
        <w:tc>
          <w:tcPr>
            <w:tcW w:w="823" w:type="dxa"/>
          </w:tcPr>
          <w:p w14:paraId="07B20C94" w14:textId="77777777" w:rsidR="00F64786" w:rsidRDefault="00F64786" w:rsidP="0077673A"/>
        </w:tc>
        <w:tc>
          <w:tcPr>
            <w:tcW w:w="3685" w:type="dxa"/>
          </w:tcPr>
          <w:p w14:paraId="549938AB" w14:textId="77777777" w:rsidR="00F64786" w:rsidRDefault="00F64786" w:rsidP="0077673A"/>
        </w:tc>
      </w:tr>
      <w:tr w:rsidR="00F862D6" w14:paraId="3EAC212F" w14:textId="77777777" w:rsidTr="00596C7E">
        <w:tc>
          <w:tcPr>
            <w:tcW w:w="1020" w:type="dxa"/>
          </w:tcPr>
          <w:p w14:paraId="04D72D3A" w14:textId="77777777" w:rsidR="00F862D6" w:rsidRDefault="00F862D6" w:rsidP="0077673A"/>
        </w:tc>
        <w:tc>
          <w:tcPr>
            <w:tcW w:w="2552" w:type="dxa"/>
          </w:tcPr>
          <w:p w14:paraId="4DEEC171" w14:textId="77777777" w:rsidR="00F862D6" w:rsidRDefault="00F862D6" w:rsidP="00764595"/>
        </w:tc>
        <w:tc>
          <w:tcPr>
            <w:tcW w:w="823" w:type="dxa"/>
          </w:tcPr>
          <w:p w14:paraId="5B7FEECE" w14:textId="77777777" w:rsidR="00F862D6" w:rsidRDefault="00F862D6" w:rsidP="0077673A"/>
        </w:tc>
        <w:tc>
          <w:tcPr>
            <w:tcW w:w="3685" w:type="dxa"/>
            <w:vMerge w:val="restart"/>
          </w:tcPr>
          <w:p w14:paraId="55F93E1C" w14:textId="77777777" w:rsidR="00596C7E" w:rsidRDefault="00596C7E" w:rsidP="00596C7E">
            <w:pPr>
              <w:rPr>
                <w:rStyle w:val="Potovnadresa"/>
              </w:rPr>
            </w:pPr>
          </w:p>
          <w:p w14:paraId="55D099E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C3646" w14:paraId="2D2BF4A6" w14:textId="77777777" w:rsidTr="00F862D6">
        <w:tc>
          <w:tcPr>
            <w:tcW w:w="1020" w:type="dxa"/>
          </w:tcPr>
          <w:p w14:paraId="6C81D6BF" w14:textId="13016941" w:rsidR="00EC3646" w:rsidRPr="003E6B9A" w:rsidRDefault="00EC3646" w:rsidP="00EC3646">
            <w:r w:rsidRPr="00381A51">
              <w:t>Naše zn.</w:t>
            </w:r>
          </w:p>
        </w:tc>
        <w:tc>
          <w:tcPr>
            <w:tcW w:w="2552" w:type="dxa"/>
          </w:tcPr>
          <w:p w14:paraId="4C1852F3" w14:textId="7ADCD76D" w:rsidR="00EC3646" w:rsidRPr="003E6B9A" w:rsidRDefault="003C79C9" w:rsidP="00EC3646">
            <w:r>
              <w:t>7690</w:t>
            </w:r>
            <w:r w:rsidR="00EC3646" w:rsidRPr="00381A51">
              <w:t>/2021-SŽ-SSV-Ú3</w:t>
            </w:r>
          </w:p>
        </w:tc>
        <w:tc>
          <w:tcPr>
            <w:tcW w:w="823" w:type="dxa"/>
          </w:tcPr>
          <w:p w14:paraId="5C330DF7" w14:textId="77777777" w:rsidR="00EC3646" w:rsidRDefault="00EC3646" w:rsidP="00EC3646"/>
        </w:tc>
        <w:tc>
          <w:tcPr>
            <w:tcW w:w="3685" w:type="dxa"/>
            <w:vMerge/>
          </w:tcPr>
          <w:p w14:paraId="2DABA6D5" w14:textId="77777777" w:rsidR="00EC3646" w:rsidRDefault="00EC3646" w:rsidP="00EC3646"/>
        </w:tc>
      </w:tr>
      <w:tr w:rsidR="00EC3646" w14:paraId="725C3E05" w14:textId="77777777" w:rsidTr="00F862D6">
        <w:tc>
          <w:tcPr>
            <w:tcW w:w="1020" w:type="dxa"/>
          </w:tcPr>
          <w:p w14:paraId="0A5551C9" w14:textId="01204C28" w:rsidR="00EC3646" w:rsidRDefault="00EC3646" w:rsidP="00EC3646">
            <w:r w:rsidRPr="00381A51">
              <w:t>Listů/příloh</w:t>
            </w:r>
          </w:p>
        </w:tc>
        <w:tc>
          <w:tcPr>
            <w:tcW w:w="2552" w:type="dxa"/>
          </w:tcPr>
          <w:p w14:paraId="062F3875" w14:textId="2D87E5B5" w:rsidR="00EC3646" w:rsidRPr="003E6B9A" w:rsidRDefault="00024C6B" w:rsidP="00EC3646">
            <w:r>
              <w:t>1/1</w:t>
            </w:r>
          </w:p>
        </w:tc>
        <w:tc>
          <w:tcPr>
            <w:tcW w:w="823" w:type="dxa"/>
          </w:tcPr>
          <w:p w14:paraId="5C9588F7" w14:textId="77777777" w:rsidR="00EC3646" w:rsidRDefault="00EC3646" w:rsidP="00EC3646"/>
        </w:tc>
        <w:tc>
          <w:tcPr>
            <w:tcW w:w="3685" w:type="dxa"/>
            <w:vMerge/>
          </w:tcPr>
          <w:p w14:paraId="6FB448DD" w14:textId="77777777" w:rsidR="00EC3646" w:rsidRDefault="00EC3646" w:rsidP="00EC3646">
            <w:pPr>
              <w:rPr>
                <w:noProof/>
              </w:rPr>
            </w:pPr>
          </w:p>
        </w:tc>
      </w:tr>
      <w:tr w:rsidR="00EC3646" w14:paraId="41ED793E" w14:textId="77777777" w:rsidTr="00B23CA3">
        <w:trPr>
          <w:trHeight w:val="77"/>
        </w:trPr>
        <w:tc>
          <w:tcPr>
            <w:tcW w:w="1020" w:type="dxa"/>
          </w:tcPr>
          <w:p w14:paraId="57C429D8" w14:textId="77777777" w:rsidR="00EC3646" w:rsidRDefault="00EC3646" w:rsidP="00EC3646"/>
        </w:tc>
        <w:tc>
          <w:tcPr>
            <w:tcW w:w="2552" w:type="dxa"/>
          </w:tcPr>
          <w:p w14:paraId="1B863031" w14:textId="77777777" w:rsidR="00EC3646" w:rsidRPr="003E6B9A" w:rsidRDefault="00EC3646" w:rsidP="00EC3646"/>
        </w:tc>
        <w:tc>
          <w:tcPr>
            <w:tcW w:w="823" w:type="dxa"/>
          </w:tcPr>
          <w:p w14:paraId="05F390C9" w14:textId="77777777" w:rsidR="00EC3646" w:rsidRDefault="00EC3646" w:rsidP="00EC3646"/>
        </w:tc>
        <w:tc>
          <w:tcPr>
            <w:tcW w:w="3685" w:type="dxa"/>
            <w:vMerge/>
          </w:tcPr>
          <w:p w14:paraId="6C061F59" w14:textId="77777777" w:rsidR="00EC3646" w:rsidRDefault="00EC3646" w:rsidP="00EC3646"/>
        </w:tc>
      </w:tr>
      <w:tr w:rsidR="00EC3646" w14:paraId="2307102A" w14:textId="77777777" w:rsidTr="00F862D6">
        <w:tc>
          <w:tcPr>
            <w:tcW w:w="1020" w:type="dxa"/>
          </w:tcPr>
          <w:p w14:paraId="4E51062E" w14:textId="36C36ED0" w:rsidR="00EC3646" w:rsidRDefault="00EC3646" w:rsidP="00EC3646">
            <w:r w:rsidRPr="00381A51">
              <w:t>Vyřizuje</w:t>
            </w:r>
          </w:p>
        </w:tc>
        <w:tc>
          <w:tcPr>
            <w:tcW w:w="2552" w:type="dxa"/>
          </w:tcPr>
          <w:p w14:paraId="1566F791" w14:textId="027EE800" w:rsidR="00EC3646" w:rsidRPr="003E6B9A" w:rsidRDefault="00EC3646" w:rsidP="00EC3646">
            <w:r w:rsidRPr="00381A51">
              <w:t>JUDr. Jaroslav Klimeš</w:t>
            </w:r>
          </w:p>
        </w:tc>
        <w:tc>
          <w:tcPr>
            <w:tcW w:w="823" w:type="dxa"/>
          </w:tcPr>
          <w:p w14:paraId="2A343BE3" w14:textId="77777777" w:rsidR="00EC3646" w:rsidRDefault="00EC3646" w:rsidP="00EC3646"/>
        </w:tc>
        <w:tc>
          <w:tcPr>
            <w:tcW w:w="3685" w:type="dxa"/>
            <w:vMerge/>
          </w:tcPr>
          <w:p w14:paraId="30EA2E82" w14:textId="77777777" w:rsidR="00EC3646" w:rsidRDefault="00EC3646" w:rsidP="00EC3646"/>
        </w:tc>
      </w:tr>
      <w:tr w:rsidR="00EC3646" w14:paraId="08B97562" w14:textId="77777777" w:rsidTr="00F862D6">
        <w:tc>
          <w:tcPr>
            <w:tcW w:w="1020" w:type="dxa"/>
          </w:tcPr>
          <w:p w14:paraId="6103D40D" w14:textId="77777777" w:rsidR="00EC3646" w:rsidRDefault="00EC3646" w:rsidP="00EC3646"/>
        </w:tc>
        <w:tc>
          <w:tcPr>
            <w:tcW w:w="2552" w:type="dxa"/>
          </w:tcPr>
          <w:p w14:paraId="6AEAEAC9" w14:textId="77777777" w:rsidR="00EC3646" w:rsidRPr="003E6B9A" w:rsidRDefault="00EC3646" w:rsidP="00EC3646"/>
        </w:tc>
        <w:tc>
          <w:tcPr>
            <w:tcW w:w="823" w:type="dxa"/>
          </w:tcPr>
          <w:p w14:paraId="513E08B8" w14:textId="77777777" w:rsidR="00EC3646" w:rsidRDefault="00EC3646" w:rsidP="00EC3646"/>
        </w:tc>
        <w:tc>
          <w:tcPr>
            <w:tcW w:w="3685" w:type="dxa"/>
            <w:vMerge/>
          </w:tcPr>
          <w:p w14:paraId="53E163AB" w14:textId="77777777" w:rsidR="00EC3646" w:rsidRDefault="00EC3646" w:rsidP="00EC3646"/>
        </w:tc>
      </w:tr>
      <w:tr w:rsidR="00EC3646" w14:paraId="0CC39C3B" w14:textId="77777777" w:rsidTr="00F862D6">
        <w:tc>
          <w:tcPr>
            <w:tcW w:w="1020" w:type="dxa"/>
          </w:tcPr>
          <w:p w14:paraId="4DD8F769" w14:textId="0EBEDA12" w:rsidR="00EC3646" w:rsidRDefault="00EC3646" w:rsidP="00EC3646">
            <w:r w:rsidRPr="00381A51">
              <w:t>Mobil</w:t>
            </w:r>
          </w:p>
        </w:tc>
        <w:tc>
          <w:tcPr>
            <w:tcW w:w="2552" w:type="dxa"/>
          </w:tcPr>
          <w:p w14:paraId="17984393" w14:textId="4AC08F19" w:rsidR="00EC3646" w:rsidRPr="003E6B9A" w:rsidRDefault="00EC3646" w:rsidP="00EC3646">
            <w:r w:rsidRPr="00381A51">
              <w:t>+420 722 819 305</w:t>
            </w:r>
          </w:p>
        </w:tc>
        <w:tc>
          <w:tcPr>
            <w:tcW w:w="823" w:type="dxa"/>
          </w:tcPr>
          <w:p w14:paraId="47651C5E" w14:textId="77777777" w:rsidR="00EC3646" w:rsidRDefault="00EC3646" w:rsidP="00EC3646"/>
        </w:tc>
        <w:tc>
          <w:tcPr>
            <w:tcW w:w="3685" w:type="dxa"/>
            <w:vMerge/>
          </w:tcPr>
          <w:p w14:paraId="0CFE244F" w14:textId="77777777" w:rsidR="00EC3646" w:rsidRDefault="00EC3646" w:rsidP="00EC3646"/>
        </w:tc>
      </w:tr>
      <w:tr w:rsidR="00EC3646" w14:paraId="6BD764D6" w14:textId="77777777" w:rsidTr="00F862D6">
        <w:tc>
          <w:tcPr>
            <w:tcW w:w="1020" w:type="dxa"/>
          </w:tcPr>
          <w:p w14:paraId="474D3962" w14:textId="7387A306" w:rsidR="00EC3646" w:rsidRDefault="00EC3646" w:rsidP="00EC3646">
            <w:r w:rsidRPr="00381A51">
              <w:t>E-mail</w:t>
            </w:r>
          </w:p>
        </w:tc>
        <w:tc>
          <w:tcPr>
            <w:tcW w:w="2552" w:type="dxa"/>
          </w:tcPr>
          <w:p w14:paraId="789F360C" w14:textId="35860B8D" w:rsidR="00EC3646" w:rsidRPr="003E6B9A" w:rsidRDefault="00EC3646" w:rsidP="00EC3646">
            <w:r w:rsidRPr="00381A51">
              <w:t>Klimesja@spravazeleznic.cz</w:t>
            </w:r>
          </w:p>
        </w:tc>
        <w:tc>
          <w:tcPr>
            <w:tcW w:w="823" w:type="dxa"/>
          </w:tcPr>
          <w:p w14:paraId="0EE95536" w14:textId="77777777" w:rsidR="00EC3646" w:rsidRDefault="00EC3646" w:rsidP="00EC3646"/>
        </w:tc>
        <w:tc>
          <w:tcPr>
            <w:tcW w:w="3685" w:type="dxa"/>
            <w:vMerge/>
          </w:tcPr>
          <w:p w14:paraId="2876ACFE" w14:textId="77777777" w:rsidR="00EC3646" w:rsidRDefault="00EC3646" w:rsidP="00EC3646"/>
        </w:tc>
      </w:tr>
      <w:tr w:rsidR="00EC3646" w14:paraId="5BFAA8A5" w14:textId="77777777" w:rsidTr="00F862D6">
        <w:tc>
          <w:tcPr>
            <w:tcW w:w="1020" w:type="dxa"/>
          </w:tcPr>
          <w:p w14:paraId="41445A68" w14:textId="77777777" w:rsidR="00EC3646" w:rsidRDefault="00EC3646" w:rsidP="00EC3646"/>
        </w:tc>
        <w:tc>
          <w:tcPr>
            <w:tcW w:w="2552" w:type="dxa"/>
          </w:tcPr>
          <w:p w14:paraId="764D1A93" w14:textId="77777777" w:rsidR="00EC3646" w:rsidRPr="003E6B9A" w:rsidRDefault="00EC3646" w:rsidP="00EC3646"/>
        </w:tc>
        <w:tc>
          <w:tcPr>
            <w:tcW w:w="823" w:type="dxa"/>
          </w:tcPr>
          <w:p w14:paraId="07016E98" w14:textId="77777777" w:rsidR="00EC3646" w:rsidRDefault="00EC3646" w:rsidP="00EC3646"/>
        </w:tc>
        <w:tc>
          <w:tcPr>
            <w:tcW w:w="3685" w:type="dxa"/>
          </w:tcPr>
          <w:p w14:paraId="5CFC73FD" w14:textId="77777777" w:rsidR="00EC3646" w:rsidRDefault="00EC3646" w:rsidP="00EC3646"/>
        </w:tc>
      </w:tr>
      <w:tr w:rsidR="00EC3646" w14:paraId="6815B06C" w14:textId="77777777" w:rsidTr="00F862D6">
        <w:tc>
          <w:tcPr>
            <w:tcW w:w="1020" w:type="dxa"/>
          </w:tcPr>
          <w:p w14:paraId="3A24A5D2" w14:textId="307D66B7" w:rsidR="00EC3646" w:rsidRDefault="00EC3646" w:rsidP="00EC3646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AFA4800" w14:textId="41431686" w:rsidR="00EC3646" w:rsidRPr="003E6B9A" w:rsidRDefault="00EC3646" w:rsidP="00EC3646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B7BF7">
              <w:rPr>
                <w:noProof/>
              </w:rPr>
              <w:t>14. května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EA8F241" w14:textId="77777777" w:rsidR="00EC3646" w:rsidRDefault="00EC3646" w:rsidP="00EC3646"/>
        </w:tc>
        <w:tc>
          <w:tcPr>
            <w:tcW w:w="3685" w:type="dxa"/>
          </w:tcPr>
          <w:p w14:paraId="126281AE" w14:textId="77777777" w:rsidR="00EC3646" w:rsidRDefault="00EC3646" w:rsidP="00EC3646"/>
        </w:tc>
      </w:tr>
      <w:tr w:rsidR="00F64786" w14:paraId="23222D0A" w14:textId="77777777" w:rsidTr="00F862D6">
        <w:tc>
          <w:tcPr>
            <w:tcW w:w="1020" w:type="dxa"/>
          </w:tcPr>
          <w:p w14:paraId="231E12A0" w14:textId="77777777" w:rsidR="00F64786" w:rsidRDefault="00F64786" w:rsidP="0077673A"/>
        </w:tc>
        <w:tc>
          <w:tcPr>
            <w:tcW w:w="2552" w:type="dxa"/>
          </w:tcPr>
          <w:p w14:paraId="53BD537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1383083" w14:textId="77777777" w:rsidR="00F64786" w:rsidRDefault="00F64786" w:rsidP="0077673A"/>
        </w:tc>
        <w:tc>
          <w:tcPr>
            <w:tcW w:w="3685" w:type="dxa"/>
          </w:tcPr>
          <w:p w14:paraId="03A9C61E" w14:textId="77777777" w:rsidR="00F64786" w:rsidRDefault="00F64786" w:rsidP="0077673A"/>
        </w:tc>
      </w:tr>
      <w:tr w:rsidR="00F862D6" w14:paraId="7D0C4CB7" w14:textId="77777777" w:rsidTr="00B45E9E">
        <w:trPr>
          <w:trHeight w:val="794"/>
        </w:trPr>
        <w:tc>
          <w:tcPr>
            <w:tcW w:w="1020" w:type="dxa"/>
          </w:tcPr>
          <w:p w14:paraId="71269EB0" w14:textId="77777777" w:rsidR="00F862D6" w:rsidRDefault="00F862D6" w:rsidP="0077673A"/>
        </w:tc>
        <w:tc>
          <w:tcPr>
            <w:tcW w:w="2552" w:type="dxa"/>
          </w:tcPr>
          <w:p w14:paraId="71A2BFC5" w14:textId="77777777" w:rsidR="00F862D6" w:rsidRDefault="00F862D6" w:rsidP="00F310F8"/>
        </w:tc>
        <w:tc>
          <w:tcPr>
            <w:tcW w:w="823" w:type="dxa"/>
          </w:tcPr>
          <w:p w14:paraId="0BA3CFE5" w14:textId="77777777" w:rsidR="00F862D6" w:rsidRDefault="00F862D6" w:rsidP="0077673A"/>
        </w:tc>
        <w:tc>
          <w:tcPr>
            <w:tcW w:w="3685" w:type="dxa"/>
          </w:tcPr>
          <w:p w14:paraId="266B4A40" w14:textId="77777777" w:rsidR="00F862D6" w:rsidRDefault="00F862D6" w:rsidP="0077673A"/>
        </w:tc>
      </w:tr>
    </w:tbl>
    <w:p w14:paraId="5BE81605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97E46" w:rsidRPr="00D97E46">
        <w:rPr>
          <w:rFonts w:eastAsia="Calibri" w:cs="Times New Roman"/>
          <w:b/>
          <w:lang w:eastAsia="cs-CZ"/>
        </w:rPr>
        <w:t>Rekonstrukce mostů v km 8,202 a v km 10,210 trati Vamberk - Rokytnice</w:t>
      </w:r>
    </w:p>
    <w:p w14:paraId="71A19C4C" w14:textId="6F964504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97E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B7BF7">
        <w:rPr>
          <w:rFonts w:eastAsia="Times New Roman" w:cs="Times New Roman"/>
          <w:lang w:eastAsia="cs-CZ"/>
        </w:rPr>
        <w:t>3</w:t>
      </w:r>
    </w:p>
    <w:p w14:paraId="5FF611A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E5614" w14:textId="77777777" w:rsidR="00142EDC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C2AD7A" w14:textId="77777777" w:rsidR="006B7BF7" w:rsidRDefault="006B7BF7" w:rsidP="006B7BF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</w:p>
    <w:p w14:paraId="78860532" w14:textId="77777777" w:rsidR="006B7BF7" w:rsidRPr="006B7BF7" w:rsidRDefault="006B7BF7" w:rsidP="006B7B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C50D7">
        <w:rPr>
          <w:rFonts w:cs="Tahoma"/>
          <w:color w:val="000000"/>
        </w:rPr>
        <w:t xml:space="preserve">Vážení, uchazeč obdržel prostřednictvím portálu E-ZAK Vysvětlení/ změnu/ doplnění zadávací dokumentace č. 2, která mj. obsahuje samostatné přílohy (soupisy prací) dvou stavebních objektů. Uchazeč se domnívá, že zadavatel postupuje nestandardně a svým přístupem umožňuje uchazeči svévolně upravovat zadávací podklady poskytnuté zadavatelem. Ucelený položkový rozpočet je v "záložce " Rekapitulace ceny </w:t>
      </w:r>
      <w:proofErr w:type="spellStart"/>
      <w:r w:rsidRPr="007C50D7">
        <w:rPr>
          <w:rFonts w:cs="Tahoma"/>
          <w:color w:val="000000"/>
        </w:rPr>
        <w:t>zavzorcován</w:t>
      </w:r>
      <w:proofErr w:type="spellEnd"/>
      <w:r w:rsidRPr="007C50D7">
        <w:rPr>
          <w:rFonts w:cs="Tahoma"/>
          <w:color w:val="000000"/>
        </w:rPr>
        <w:t xml:space="preserve"> a propojen s jednotlivými listy (stavebními objekty). Výměnou změněných rozpočtů dvou stavebních objektů by mohlo vést k tomu, že Rekapitulace stavby bude obsahovat nevypovídající sumu.</w:t>
      </w:r>
      <w:r w:rsidRPr="007C50D7">
        <w:rPr>
          <w:rFonts w:cs="Tahoma"/>
          <w:color w:val="000000"/>
        </w:rPr>
        <w:br/>
        <w:t>Uchazeč požaduje od zadavatele, aby v dalším Vysvětlení/ změně/ doplnění zadávací dokumentace č. 3 poskytl všem uchazečům nový, kompletní výkaz výměr stavby s již zaměněnými stavebními objekty, které dostály změn.</w:t>
      </w:r>
      <w:r w:rsidRPr="007C50D7">
        <w:rPr>
          <w:rFonts w:cs="Tahoma"/>
          <w:color w:val="000000"/>
        </w:rPr>
        <w:br/>
      </w:r>
    </w:p>
    <w:p w14:paraId="0CF49056" w14:textId="4882543D" w:rsidR="00023569" w:rsidRPr="006B7BF7" w:rsidRDefault="006B7BF7" w:rsidP="006B7B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7BF7">
        <w:rPr>
          <w:rFonts w:eastAsia="Calibri" w:cs="Times New Roman"/>
          <w:b/>
          <w:lang w:eastAsia="cs-CZ"/>
        </w:rPr>
        <w:t>Odpověď: Zadavatel poskytuje uchazečům kompletní výkaz výměr stavby se zapracovanými změnami na základě předchozích dotazů, tzn., upravené SO 02 a SO 06 a vypuštěný SO 05.</w:t>
      </w:r>
    </w:p>
    <w:p w14:paraId="64A34448" w14:textId="0B9A5A43" w:rsidR="00445C5F" w:rsidRPr="00A717AC" w:rsidRDefault="00445C5F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8C86DD" w14:textId="33CC1357" w:rsidR="00142EDC" w:rsidRDefault="006B7BF7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349C8A3E" w14:textId="79EB020A" w:rsidR="00A717AC" w:rsidRPr="00A717AC" w:rsidRDefault="00A717AC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68078E" w14:textId="77777777" w:rsidR="00A717AC" w:rsidRPr="00A717AC" w:rsidRDefault="00A717AC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17AC">
        <w:rPr>
          <w:rFonts w:eastAsia="Calibri" w:cs="Times New Roman"/>
          <w:lang w:eastAsia="cs-CZ"/>
        </w:rPr>
        <w:t>Vysvětlení/ změnu/ doplnění zadávací dokumentace</w:t>
      </w:r>
      <w:r w:rsidRPr="00A717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A717AC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Pr="00A717AC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FAD8C7C" w14:textId="4EBF7F56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84EB06" w14:textId="442A1606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Přílohy:</w:t>
      </w:r>
    </w:p>
    <w:p w14:paraId="0D7F17DD" w14:textId="22F939AA" w:rsidR="00142EDC" w:rsidRPr="00A717AC" w:rsidRDefault="006B7BF7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7BF7">
        <w:rPr>
          <w:rFonts w:eastAsia="Calibri" w:cs="Times New Roman"/>
          <w:lang w:eastAsia="cs-CZ"/>
        </w:rPr>
        <w:t>Rekapitulace ceny díla + Soupisy prací + Všeobecný objekt_14.5.2021 (změny z DI 1 a 2)</w:t>
      </w:r>
    </w:p>
    <w:p w14:paraId="2B7AF51A" w14:textId="77777777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255CB1" w14:textId="77777777" w:rsidR="00067AD6" w:rsidRDefault="00067AD6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F31FCE" w14:textId="424005A5" w:rsidR="00A717AC" w:rsidRPr="00CB7B5A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D17E27F" w14:textId="039D645E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C2E2B4" w14:textId="44084E92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BB1C7F" w14:textId="77777777" w:rsidR="00067AD6" w:rsidRDefault="00067AD6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276CCC69" w14:textId="77777777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3267B2" w14:textId="77777777" w:rsidR="003A752D" w:rsidRDefault="003A752D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E26CB1" w14:textId="0048866D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59A72F" w14:textId="77777777" w:rsidR="00A717AC" w:rsidRPr="00CB7B5A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1FE598" w14:textId="77777777" w:rsidR="00A717AC" w:rsidRPr="00CB7B5A" w:rsidRDefault="00A717AC" w:rsidP="00A717AC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BB7C997" w14:textId="77777777" w:rsidR="00A717AC" w:rsidRPr="00CB7B5A" w:rsidRDefault="00A717AC" w:rsidP="00A717A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4BD89BD" w14:textId="77777777" w:rsidR="00A717AC" w:rsidRPr="00CB7B5A" w:rsidRDefault="00A717AC" w:rsidP="00A717A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699AFBD" w14:textId="54720DC1" w:rsidR="00A717AC" w:rsidRPr="00CB7B5A" w:rsidRDefault="00A717AC" w:rsidP="00A717AC">
      <w:pPr>
        <w:spacing w:after="0" w:line="240" w:lineRule="auto"/>
        <w:ind w:firstLine="1"/>
        <w:rPr>
          <w:rFonts w:eastAsia="Times New Roman" w:cs="Times New Roman"/>
          <w:b/>
          <w:color w:val="FF0000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A717AC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57FF5" w14:textId="77777777" w:rsidR="008030A8" w:rsidRDefault="008030A8" w:rsidP="00962258">
      <w:pPr>
        <w:spacing w:after="0" w:line="240" w:lineRule="auto"/>
      </w:pPr>
      <w:r>
        <w:separator/>
      </w:r>
    </w:p>
  </w:endnote>
  <w:endnote w:type="continuationSeparator" w:id="0">
    <w:p w14:paraId="42C17ABF" w14:textId="77777777" w:rsidR="008030A8" w:rsidRDefault="008030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0672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D087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168E58" w14:textId="47D40C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7B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7B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5F9B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E1A1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EEAF85" w14:textId="77777777" w:rsidR="00F1715C" w:rsidRDefault="00F1715C" w:rsidP="00D831A3">
          <w:pPr>
            <w:pStyle w:val="Zpat"/>
          </w:pPr>
        </w:p>
      </w:tc>
    </w:tr>
  </w:tbl>
  <w:p w14:paraId="14E2F30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62188F5" wp14:editId="4F8FC1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0C38B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0E795" wp14:editId="12C1232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FE669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0759DF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9C7B66" w14:textId="448033D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7A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7A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36BAD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0A9CEB2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D6B7CA5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F99BB0E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7A9DE5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AC318F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A20E3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907C37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9E3BA7A" w14:textId="77777777" w:rsidR="00490C88" w:rsidRDefault="00490C88" w:rsidP="00331004">
          <w:pPr>
            <w:pStyle w:val="Zpat"/>
          </w:pPr>
        </w:p>
      </w:tc>
    </w:tr>
  </w:tbl>
  <w:p w14:paraId="6B3A80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ECFAAE9" wp14:editId="4FDC58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AEBFD5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349837A" wp14:editId="4645C8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91D21D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E6DD69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C6DCB" w14:textId="77777777" w:rsidR="008030A8" w:rsidRDefault="008030A8" w:rsidP="00962258">
      <w:pPr>
        <w:spacing w:after="0" w:line="240" w:lineRule="auto"/>
      </w:pPr>
      <w:r>
        <w:separator/>
      </w:r>
    </w:p>
  </w:footnote>
  <w:footnote w:type="continuationSeparator" w:id="0">
    <w:p w14:paraId="2D67CACB" w14:textId="77777777" w:rsidR="008030A8" w:rsidRDefault="008030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47C6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D9439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9F67B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5AA8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F5981C" w14:textId="77777777" w:rsidR="00F1715C" w:rsidRPr="00D6163D" w:rsidRDefault="00F1715C" w:rsidP="00D6163D">
          <w:pPr>
            <w:pStyle w:val="Druhdokumentu"/>
          </w:pPr>
        </w:p>
      </w:tc>
    </w:tr>
  </w:tbl>
  <w:p w14:paraId="5201B9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B46B86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02E1D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66EA22E" wp14:editId="2D5080B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9DCEFD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1AA55C" w14:textId="77777777" w:rsidR="00F3199A" w:rsidRPr="00D6163D" w:rsidRDefault="00F3199A" w:rsidP="00FC6389">
          <w:pPr>
            <w:pStyle w:val="Druhdokumentu"/>
          </w:pPr>
        </w:p>
      </w:tc>
    </w:tr>
    <w:tr w:rsidR="00F3199A" w14:paraId="374FE54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1C21A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4671406" wp14:editId="0177E3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44CB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4A7AA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F1ADC3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F59BDDF" wp14:editId="60D60D7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0B9428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47FB9A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7DF1"/>
    <w:rsid w:val="00023569"/>
    <w:rsid w:val="00024C6B"/>
    <w:rsid w:val="00033432"/>
    <w:rsid w:val="000335CC"/>
    <w:rsid w:val="00067AD6"/>
    <w:rsid w:val="00072C1E"/>
    <w:rsid w:val="00080D73"/>
    <w:rsid w:val="000B1153"/>
    <w:rsid w:val="000B6C7E"/>
    <w:rsid w:val="000B7907"/>
    <w:rsid w:val="000C0429"/>
    <w:rsid w:val="000C45E8"/>
    <w:rsid w:val="00114472"/>
    <w:rsid w:val="00142EDC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603DD"/>
    <w:rsid w:val="0037111D"/>
    <w:rsid w:val="003956C6"/>
    <w:rsid w:val="003A752D"/>
    <w:rsid w:val="003C5BE7"/>
    <w:rsid w:val="003C79C9"/>
    <w:rsid w:val="003E6B9A"/>
    <w:rsid w:val="003E75CE"/>
    <w:rsid w:val="0041380F"/>
    <w:rsid w:val="00445C5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2671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3927"/>
    <w:rsid w:val="006104F6"/>
    <w:rsid w:val="0061068E"/>
    <w:rsid w:val="00660AD3"/>
    <w:rsid w:val="006A5570"/>
    <w:rsid w:val="006A689C"/>
    <w:rsid w:val="006B3D79"/>
    <w:rsid w:val="006B7BF7"/>
    <w:rsid w:val="006E0578"/>
    <w:rsid w:val="006E314D"/>
    <w:rsid w:val="006E7F06"/>
    <w:rsid w:val="00707E1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7F7085"/>
    <w:rsid w:val="008030A8"/>
    <w:rsid w:val="00807DD0"/>
    <w:rsid w:val="00813F11"/>
    <w:rsid w:val="00891334"/>
    <w:rsid w:val="008A14C0"/>
    <w:rsid w:val="008A3568"/>
    <w:rsid w:val="008B2B5A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1D15"/>
    <w:rsid w:val="009B24D8"/>
    <w:rsid w:val="009B2E97"/>
    <w:rsid w:val="009B72CC"/>
    <w:rsid w:val="009E07F4"/>
    <w:rsid w:val="009F392E"/>
    <w:rsid w:val="00A44328"/>
    <w:rsid w:val="00A6177B"/>
    <w:rsid w:val="00A66136"/>
    <w:rsid w:val="00A717AC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2305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65A1C"/>
    <w:rsid w:val="00D831A3"/>
    <w:rsid w:val="00D902AD"/>
    <w:rsid w:val="00D97E46"/>
    <w:rsid w:val="00DA6FFE"/>
    <w:rsid w:val="00DC3110"/>
    <w:rsid w:val="00DD46F3"/>
    <w:rsid w:val="00DD58A6"/>
    <w:rsid w:val="00DE56F2"/>
    <w:rsid w:val="00DF116D"/>
    <w:rsid w:val="00E824F1"/>
    <w:rsid w:val="00EB104F"/>
    <w:rsid w:val="00EC3646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79F0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CCCF0F"/>
  <w14:defaultImageDpi w14:val="32767"/>
  <w15:docId w15:val="{1B10EEAF-E1BB-4F49-82F0-D0026557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4AFF4-CE23-423D-A614-AFDC32AA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19</cp:revision>
  <cp:lastPrinted>2019-02-22T13:28:00Z</cp:lastPrinted>
  <dcterms:created xsi:type="dcterms:W3CDTF">2021-05-07T10:58:00Z</dcterms:created>
  <dcterms:modified xsi:type="dcterms:W3CDTF">2021-05-14T07:40:00Z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