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440A13B62FC4C539C47C682EC1DA86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CF0EF4" w:rsidP="00CF0EF4">
          <w:pPr>
            <w:pStyle w:val="Tituldatum"/>
          </w:pPr>
          <w:r w:rsidRPr="001D6336">
            <w:rPr>
              <w:rStyle w:val="Nzevakce"/>
            </w:rPr>
            <w:t>Název akce</w:t>
          </w:r>
        </w:p>
      </w:sdtContent>
    </w:sdt>
    <w:p w:rsidR="001D6336" w:rsidRDefault="001D6336" w:rsidP="001D6336">
      <w:pPr>
        <w:pStyle w:val="Titul2"/>
      </w:pPr>
      <w:r w:rsidRPr="0020553D">
        <w:t xml:space="preserve">„Elektrizace trati Kadaň </w:t>
      </w:r>
      <w:proofErr w:type="spellStart"/>
      <w:r w:rsidRPr="0020553D">
        <w:t>Prunéřov</w:t>
      </w:r>
      <w:proofErr w:type="spellEnd"/>
      <w:r w:rsidRPr="0020553D">
        <w:t xml:space="preserve"> – Kadaň Rozšíření stavby – Kadaň-předměstí“</w:t>
      </w:r>
    </w:p>
    <w:p w:rsidR="00826B7B" w:rsidRPr="006C2343" w:rsidRDefault="001D6336" w:rsidP="006C2343">
      <w:pPr>
        <w:pStyle w:val="Titul2"/>
        <w:rPr>
          <w:highlight w:val="green"/>
        </w:rPr>
      </w:pPr>
      <w:r>
        <w:rPr>
          <w:highlight w:val="green"/>
        </w:rPr>
        <w:t xml:space="preserve"> </w:t>
      </w:r>
    </w:p>
    <w:p w:rsidR="00826B7B" w:rsidRPr="006C2343" w:rsidRDefault="00826B7B" w:rsidP="006C2343">
      <w:pPr>
        <w:pStyle w:val="Titul2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D23FE">
        <w:t>7</w:t>
      </w:r>
      <w:r w:rsidRPr="00ED23FE">
        <w:t xml:space="preserve">. </w:t>
      </w:r>
      <w:r w:rsidR="009933B5" w:rsidRPr="00ED23FE">
        <w:t>1</w:t>
      </w:r>
      <w:r w:rsidRPr="00ED23FE">
        <w:t>. 20</w:t>
      </w:r>
      <w:r w:rsidR="00A616BE" w:rsidRPr="00ED23FE">
        <w:t>2</w:t>
      </w:r>
      <w:r w:rsidR="00ED23FE">
        <w:t>1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60FC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D6336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</w:t>
      </w:r>
      <w:bookmarkStart w:id="10" w:name="_GoBack"/>
      <w:bookmarkEnd w:id="10"/>
      <w:r>
        <w:t>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8C458B">
        <w:t>předpisu XDC).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FC7" w:rsidRDefault="00C60FC7" w:rsidP="00962258">
      <w:pPr>
        <w:spacing w:after="0" w:line="240" w:lineRule="auto"/>
      </w:pPr>
      <w:r>
        <w:separator/>
      </w:r>
    </w:p>
  </w:endnote>
  <w:endnote w:type="continuationSeparator" w:id="0">
    <w:p w:rsidR="00C60FC7" w:rsidRDefault="00C60F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58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58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58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58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FC7" w:rsidRDefault="00C60FC7" w:rsidP="00962258">
      <w:pPr>
        <w:spacing w:after="0" w:line="240" w:lineRule="auto"/>
      </w:pPr>
      <w:r>
        <w:separator/>
      </w:r>
    </w:p>
  </w:footnote>
  <w:footnote w:type="continuationSeparator" w:id="0">
    <w:p w:rsidR="00C60FC7" w:rsidRDefault="00C60F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36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6336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0177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458B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71E8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AE6888"/>
    <w:rsid w:val="00B008D5"/>
    <w:rsid w:val="00B02F73"/>
    <w:rsid w:val="00B0619F"/>
    <w:rsid w:val="00B101FD"/>
    <w:rsid w:val="00B13A26"/>
    <w:rsid w:val="00B15D0D"/>
    <w:rsid w:val="00B22106"/>
    <w:rsid w:val="00B23A71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0FC7"/>
    <w:rsid w:val="00C6198E"/>
    <w:rsid w:val="00C708EA"/>
    <w:rsid w:val="00C778A5"/>
    <w:rsid w:val="00C86EDA"/>
    <w:rsid w:val="00C90F19"/>
    <w:rsid w:val="00C95162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23809"/>
    <w:rsid w:val="00D322B7"/>
    <w:rsid w:val="00D4108E"/>
    <w:rsid w:val="00D6163D"/>
    <w:rsid w:val="00D831A3"/>
    <w:rsid w:val="00D96EC5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D23FE"/>
    <w:rsid w:val="00F016C7"/>
    <w:rsid w:val="00F12DEC"/>
    <w:rsid w:val="00F1715C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CC1780E9-7B58-4CD3-B73C-02EA67CB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STAVBY\2020\Elektrizace%20trati%20Kada&#328;%20Prun&#233;&#345;ov%20-%20Kada&#328;,%20roz&#353;&#237;&#345;en&#237;%20stavby%20-%20Kada&#328;-P&#345;edm&#283;st&#237;\Po&#382;adavkov&#253;%20list,%20ZTP%20a%20dal&#353;&#237;%20podklady%20na%20roz&#353;&#237;&#345;en&#237;%20stavby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40A13B62FC4C539C47C682EC1DA8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8F3B-DDFC-4F02-83E2-3A0217EB01DD}"/>
      </w:docPartPr>
      <w:docPartBody>
        <w:p w:rsidR="00DC6480" w:rsidRDefault="0009439E">
          <w:pPr>
            <w:pStyle w:val="F440A13B62FC4C539C47C682EC1DA86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9E"/>
    <w:rsid w:val="0000393F"/>
    <w:rsid w:val="0009439E"/>
    <w:rsid w:val="00A15FB1"/>
    <w:rsid w:val="00DC6480"/>
    <w:rsid w:val="00F4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440A13B62FC4C539C47C682EC1DA86C">
    <w:name w:val="F440A13B62FC4C539C47C682EC1DA8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22463-10E5-4D46-8C58-796F61DA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1840</Words>
  <Characters>10859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Bláha Milan</dc:creator>
  <cp:lastModifiedBy>Šedová Jana, Ing.</cp:lastModifiedBy>
  <cp:revision>3</cp:revision>
  <cp:lastPrinted>2019-03-13T10:28:00Z</cp:lastPrinted>
  <dcterms:created xsi:type="dcterms:W3CDTF">2021-01-08T13:12:00Z</dcterms:created>
  <dcterms:modified xsi:type="dcterms:W3CDTF">2021-01-11T12:56:00Z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