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 xml:space="preserve">Nabídka </w:t>
      </w:r>
      <w:proofErr w:type="gramStart"/>
      <w:r w:rsidRPr="00F05536">
        <w:t>na</w:t>
      </w:r>
      <w:proofErr w:type="gramEnd"/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414713" w:rsidRPr="00414713">
        <w:rPr>
          <w:b/>
        </w:rPr>
        <w:t>Nákup univerzálního kolového traktoru s příslušenstvím</w:t>
      </w:r>
      <w:r w:rsidRPr="00414713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414713" w:rsidRPr="000C1BBB" w:rsidRDefault="00414713" w:rsidP="00414713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spacing w:before="120"/>
        <w:ind w:left="1003" w:hanging="357"/>
      </w:pPr>
      <w:r w:rsidRPr="000C1BBB">
        <w:t>Formulář ČP o splnění základní způsobilosti</w:t>
      </w:r>
    </w:p>
    <w:p w:rsidR="00414713" w:rsidRPr="000C1BBB" w:rsidRDefault="00414713" w:rsidP="00414713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0C1BBB">
        <w:t>Formulář nabídky</w:t>
      </w:r>
    </w:p>
    <w:p w:rsidR="00414713" w:rsidRPr="000C1BBB" w:rsidRDefault="00414713" w:rsidP="00414713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0C1BBB">
        <w:t>Návrh kupní smlouvy</w:t>
      </w:r>
    </w:p>
    <w:p w:rsidR="00414713" w:rsidRPr="000C1BBB" w:rsidRDefault="00414713" w:rsidP="00414713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>
        <w:t>Čestné prohlášení k Registru smluv</w:t>
      </w:r>
    </w:p>
    <w:p w:rsidR="00414713" w:rsidRDefault="00414713" w:rsidP="00414713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0C1BBB">
        <w:t>Čestné prohlášení ve vztahu k zakázaným dohodám</w:t>
      </w:r>
    </w:p>
    <w:p w:rsidR="00414713" w:rsidRDefault="00414713" w:rsidP="00414713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>
        <w:t>Technická specifikace</w:t>
      </w:r>
    </w:p>
    <w:p w:rsidR="00414713" w:rsidRPr="000C1BBB" w:rsidRDefault="00366CE1" w:rsidP="00414713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>
        <w:t>Nález podezřelého předmětu</w:t>
      </w:r>
    </w:p>
    <w:p w:rsidR="00374707" w:rsidRPr="00414713" w:rsidRDefault="00374707" w:rsidP="00414713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414713" w:rsidRPr="00414713">
        <w:rPr>
          <w:b/>
        </w:rPr>
        <w:t>Nákup univerzálního kolového traktoru s příslušenstvím</w:t>
      </w:r>
      <w:r w:rsidRPr="00F05536">
        <w:rPr>
          <w:b/>
        </w:rPr>
        <w:t xml:space="preserve">“ </w:t>
      </w:r>
      <w:r w:rsidRPr="00F05536">
        <w:t>za t</w:t>
      </w:r>
      <w:r w:rsidR="00384FF0">
        <w:t>uto nabídkovou cenu</w:t>
      </w:r>
      <w:bookmarkStart w:id="0" w:name="_GoBack"/>
      <w:bookmarkEnd w:id="0"/>
      <w:r w:rsidRPr="00F05536">
        <w:t>:</w:t>
      </w:r>
      <w:r w:rsidRPr="007364DE">
        <w:rPr>
          <w:snapToGrid w:val="0"/>
        </w:rPr>
        <w:t xml:space="preserve"> 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Celková nabídková cena bez DPH:             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  <w:t xml:space="preserve">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>Celková nabídková cena včetně DPH           ……………… Kč</w:t>
      </w:r>
    </w:p>
    <w:p w:rsidR="00374707" w:rsidRPr="00F0553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</w:t>
      </w:r>
      <w:proofErr w:type="gramStart"/>
      <w:r w:rsidRPr="00F05536">
        <w:t>bod</w:t>
      </w:r>
      <w:proofErr w:type="gramEnd"/>
      <w:r w:rsidRPr="00F05536">
        <w:t xml:space="preserve"> číslo 1). Souhlasíme s tím, že tato nabídka a zadávací dokumentace jsou závazným podkladem pro uzavření </w:t>
      </w:r>
      <w:r w:rsidR="00414713">
        <w:t xml:space="preserve">kupní </w:t>
      </w:r>
      <w:r w:rsidR="00414713" w:rsidRPr="00414713">
        <w:t>smlouvy</w:t>
      </w:r>
      <w:r w:rsidRPr="00414713">
        <w:t>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374707" w:rsidRPr="00414713" w:rsidRDefault="00573759" w:rsidP="00374707">
      <w:pPr>
        <w:pStyle w:val="Zhlav"/>
        <w:tabs>
          <w:tab w:val="clear" w:pos="4536"/>
          <w:tab w:val="left" w:pos="1843"/>
        </w:tabs>
        <w:ind w:left="284"/>
      </w:pPr>
      <w:r>
        <w:t>Zahájení plnění</w:t>
      </w:r>
      <w:r w:rsidR="00374707" w:rsidRPr="00F05536">
        <w:t xml:space="preserve">: </w:t>
      </w:r>
      <w:r w:rsidR="00D82647" w:rsidRPr="00414713">
        <w:rPr>
          <w:b/>
        </w:rPr>
        <w:t>ihned po nabytí účinnosti smlouvy uveřejněním v Registru smluv</w:t>
      </w:r>
    </w:p>
    <w:p w:rsidR="00374707" w:rsidRPr="00414713" w:rsidRDefault="00573759" w:rsidP="00374707">
      <w:pPr>
        <w:pStyle w:val="Zhlav"/>
        <w:tabs>
          <w:tab w:val="clear" w:pos="4536"/>
          <w:tab w:val="left" w:pos="1843"/>
        </w:tabs>
        <w:ind w:left="284"/>
      </w:pPr>
      <w:r>
        <w:t>Ukončení plnění</w:t>
      </w:r>
      <w:r w:rsidR="00374707" w:rsidRPr="00414713">
        <w:t xml:space="preserve">: </w:t>
      </w:r>
      <w:r w:rsidR="00414713" w:rsidRPr="00414713">
        <w:rPr>
          <w:b/>
        </w:rPr>
        <w:t>30</w:t>
      </w:r>
      <w:r w:rsidR="00374707" w:rsidRPr="00414713">
        <w:rPr>
          <w:b/>
        </w:rPr>
        <w:t xml:space="preserve">. </w:t>
      </w:r>
      <w:r w:rsidR="00414713" w:rsidRPr="00414713">
        <w:rPr>
          <w:b/>
        </w:rPr>
        <w:t>listopadu 2021</w:t>
      </w:r>
      <w:r w:rsidR="00374707" w:rsidRPr="00414713">
        <w:t xml:space="preserve">   </w:t>
      </w:r>
      <w:r w:rsidR="00374707" w:rsidRPr="00414713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414713">
        <w:t xml:space="preserve">Vlastními kapacitami provedeme: </w:t>
      </w:r>
      <w:r w:rsidRPr="00414713">
        <w:tab/>
      </w:r>
      <w:r w:rsidRPr="007364DE">
        <w:tab/>
      </w:r>
      <w:r w:rsidRPr="00414713">
        <w:t>%</w:t>
      </w:r>
      <w:r w:rsidRPr="007364DE">
        <w:t xml:space="preserve">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 xml:space="preserve">dodavatelé </w:t>
      </w:r>
      <w:r w:rsidRPr="007364DE">
        <w:rPr>
          <w:color w:val="000000"/>
        </w:rPr>
        <w:lastRenderedPageBreak/>
        <w:t>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374707" w:rsidRPr="007364DE" w:rsidRDefault="00374707" w:rsidP="00414713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</w:t>
      </w:r>
      <w:r w:rsidR="00414713">
        <w:t>vybrána a bude uzavřena kupní smlouva</w:t>
      </w:r>
      <w:r w:rsidR="00F05536" w:rsidRPr="007364DE">
        <w:t xml:space="preserve">, </w:t>
      </w:r>
      <w:r w:rsidRPr="007364DE">
        <w:t>akceptujeme 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7D5" w:rsidRDefault="00BD17D5" w:rsidP="00962258">
      <w:pPr>
        <w:spacing w:after="0" w:line="240" w:lineRule="auto"/>
      </w:pPr>
      <w:r>
        <w:separator/>
      </w:r>
    </w:p>
  </w:endnote>
  <w:endnote w:type="continuationSeparator" w:id="0">
    <w:p w:rsidR="00BD17D5" w:rsidRDefault="00BD17D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84FF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84FF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C84D0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720F6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84FF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84FF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E38E5" w:rsidP="006E38E5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7C69B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701D9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7D5" w:rsidRDefault="00BD17D5" w:rsidP="00962258">
      <w:pPr>
        <w:spacing w:after="0" w:line="240" w:lineRule="auto"/>
      </w:pPr>
      <w:r>
        <w:separator/>
      </w:r>
    </w:p>
  </w:footnote>
  <w:footnote w:type="continuationSeparator" w:id="0">
    <w:p w:rsidR="00BD17D5" w:rsidRDefault="00BD17D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61BD"/>
    <w:rsid w:val="00280E07"/>
    <w:rsid w:val="002C31BF"/>
    <w:rsid w:val="002D08B1"/>
    <w:rsid w:val="002E0CD7"/>
    <w:rsid w:val="00341DCF"/>
    <w:rsid w:val="00357BC6"/>
    <w:rsid w:val="00366CE1"/>
    <w:rsid w:val="00374707"/>
    <w:rsid w:val="00384FF0"/>
    <w:rsid w:val="003956C6"/>
    <w:rsid w:val="00414713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36B7"/>
    <w:rsid w:val="00573759"/>
    <w:rsid w:val="00575E5A"/>
    <w:rsid w:val="0059084E"/>
    <w:rsid w:val="005C1F50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38E5"/>
    <w:rsid w:val="00710723"/>
    <w:rsid w:val="00716584"/>
    <w:rsid w:val="00723ED1"/>
    <w:rsid w:val="00743525"/>
    <w:rsid w:val="00756C8B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51EF7"/>
    <w:rsid w:val="00A6177B"/>
    <w:rsid w:val="00A66136"/>
    <w:rsid w:val="00AA4CBB"/>
    <w:rsid w:val="00AA65FA"/>
    <w:rsid w:val="00AA7351"/>
    <w:rsid w:val="00AD056F"/>
    <w:rsid w:val="00AD6731"/>
    <w:rsid w:val="00B15D0D"/>
    <w:rsid w:val="00B623E4"/>
    <w:rsid w:val="00B75EE1"/>
    <w:rsid w:val="00B77481"/>
    <w:rsid w:val="00B8518B"/>
    <w:rsid w:val="00BD0688"/>
    <w:rsid w:val="00BD17D5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77428"/>
    <w:rsid w:val="00D82647"/>
    <w:rsid w:val="00D831A3"/>
    <w:rsid w:val="00DC75F3"/>
    <w:rsid w:val="00DD46F3"/>
    <w:rsid w:val="00DE56F2"/>
    <w:rsid w:val="00DF116D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13F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5D8A004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B997ED-99D4-4A89-AB26-F9124FC63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2</Pages>
  <Words>458</Words>
  <Characters>2706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Svobodová Silvie</dc:creator>
  <cp:lastModifiedBy>Mantlíková Lucie</cp:lastModifiedBy>
  <cp:revision>5</cp:revision>
  <cp:lastPrinted>2021-05-07T07:51:00Z</cp:lastPrinted>
  <dcterms:created xsi:type="dcterms:W3CDTF">2021-05-07T06:44:00Z</dcterms:created>
  <dcterms:modified xsi:type="dcterms:W3CDTF">2021-05-10T07:01:00Z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