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2B6" w:rsidRDefault="002852B6" w:rsidP="00A07006">
      <w:pPr>
        <w:widowControl/>
        <w:autoSpaceDE/>
        <w:autoSpaceDN/>
        <w:adjustRightInd/>
        <w:jc w:val="both"/>
      </w:pPr>
      <w:bookmarkStart w:id="0" w:name="_Toc181684116"/>
      <w:bookmarkStart w:id="1" w:name="_Toc291830390"/>
      <w:bookmarkStart w:id="2" w:name="_Toc292807159"/>
    </w:p>
    <w:p w:rsidR="002852B6" w:rsidRPr="002852B6" w:rsidRDefault="002852B6" w:rsidP="00A07006">
      <w:pPr>
        <w:widowControl/>
        <w:autoSpaceDE/>
        <w:autoSpaceDN/>
        <w:adjustRightInd/>
        <w:jc w:val="both"/>
        <w:rPr>
          <w:rFonts w:asciiTheme="majorHAnsi" w:hAnsiTheme="majorHAnsi"/>
          <w:sz w:val="28"/>
          <w:szCs w:val="28"/>
        </w:rPr>
      </w:pPr>
      <w:r w:rsidRPr="002852B6">
        <w:rPr>
          <w:rFonts w:asciiTheme="majorHAnsi" w:hAnsiTheme="majorHAnsi"/>
          <w:sz w:val="28"/>
          <w:szCs w:val="28"/>
        </w:rPr>
        <w:t>Údržba a servis čerpadel odpadních vod žst. OŘ Olomouc</w:t>
      </w:r>
    </w:p>
    <w:sdt>
      <w:sdtPr>
        <w:rPr>
          <w:rFonts w:asciiTheme="minorHAnsi" w:eastAsia="Times New Roman" w:hAnsiTheme="minorHAnsi" w:cs="Arial"/>
          <w:b w:val="0"/>
          <w:bCs w:val="0"/>
          <w:color w:val="auto"/>
          <w:sz w:val="24"/>
          <w:szCs w:val="20"/>
        </w:rPr>
        <w:id w:val="-2117198369"/>
        <w:docPartObj>
          <w:docPartGallery w:val="Table of Contents"/>
          <w:docPartUnique/>
        </w:docPartObj>
      </w:sdtPr>
      <w:sdtEndPr>
        <w:rPr>
          <w:rFonts w:ascii="Times New Roman" w:hAnsi="Times New Roman"/>
        </w:rPr>
      </w:sdtEndPr>
      <w:sdtContent>
        <w:p w:rsidR="002852B6" w:rsidRPr="004924BC" w:rsidRDefault="002852B6" w:rsidP="002852B6">
          <w:pPr>
            <w:pStyle w:val="Nadpisobsahu"/>
            <w:jc w:val="both"/>
          </w:pPr>
          <w:r w:rsidRPr="004924BC">
            <w:t>Obsah</w:t>
          </w:r>
        </w:p>
        <w:p w:rsidR="002852B6" w:rsidRDefault="002852B6" w:rsidP="002852B6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4924BC">
            <w:fldChar w:fldCharType="begin"/>
          </w:r>
          <w:r w:rsidRPr="004924BC">
            <w:instrText xml:space="preserve"> TOC \o "1-3" \h \z \u </w:instrText>
          </w:r>
          <w:r w:rsidRPr="004924BC">
            <w:fldChar w:fldCharType="separate"/>
          </w:r>
          <w:hyperlink w:anchor="_Toc531956972" w:history="1">
            <w:r w:rsidRPr="00597D08">
              <w:rPr>
                <w:rStyle w:val="Hypertextovodkaz"/>
                <w:noProof/>
              </w:rPr>
              <w:t>A.1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597D08">
              <w:rPr>
                <w:rStyle w:val="Hypertextovodkaz"/>
                <w:noProof/>
              </w:rPr>
              <w:t>Identifikační údaje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_Toc531956972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852B6" w:rsidRDefault="00465739" w:rsidP="002852B6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1956973" w:history="1">
            <w:r w:rsidR="002852B6" w:rsidRPr="00597D08">
              <w:rPr>
                <w:rStyle w:val="Hypertextovodkaz"/>
                <w:noProof/>
              </w:rPr>
              <w:t>A.2</w:t>
            </w:r>
            <w:r w:rsidR="002852B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852B6" w:rsidRPr="00597D08">
              <w:rPr>
                <w:rStyle w:val="Hypertextovodkaz"/>
                <w:noProof/>
              </w:rPr>
              <w:t>Předmět zadání</w:t>
            </w:r>
            <w:r w:rsidR="002852B6">
              <w:rPr>
                <w:noProof/>
                <w:webHidden/>
              </w:rPr>
              <w:tab/>
            </w:r>
            <w:r w:rsidR="002852B6">
              <w:rPr>
                <w:noProof/>
                <w:webHidden/>
              </w:rPr>
              <w:fldChar w:fldCharType="begin"/>
            </w:r>
            <w:r w:rsidR="002852B6">
              <w:rPr>
                <w:noProof/>
                <w:webHidden/>
              </w:rPr>
              <w:instrText xml:space="preserve"> PAGEREF _Toc531956973 \h </w:instrText>
            </w:r>
            <w:r w:rsidR="002852B6">
              <w:rPr>
                <w:noProof/>
                <w:webHidden/>
              </w:rPr>
            </w:r>
            <w:r w:rsidR="002852B6">
              <w:rPr>
                <w:noProof/>
                <w:webHidden/>
              </w:rPr>
              <w:fldChar w:fldCharType="separate"/>
            </w:r>
            <w:r w:rsidR="002852B6">
              <w:rPr>
                <w:noProof/>
                <w:webHidden/>
              </w:rPr>
              <w:t>3</w:t>
            </w:r>
            <w:r w:rsidR="002852B6">
              <w:rPr>
                <w:noProof/>
                <w:webHidden/>
              </w:rPr>
              <w:fldChar w:fldCharType="end"/>
            </w:r>
          </w:hyperlink>
        </w:p>
        <w:p w:rsidR="002852B6" w:rsidRDefault="00465739" w:rsidP="002852B6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1956974" w:history="1">
            <w:r w:rsidR="002852B6" w:rsidRPr="00597D08">
              <w:rPr>
                <w:rStyle w:val="Hypertextovodkaz"/>
                <w:noProof/>
              </w:rPr>
              <w:t>Specifikace čerpadel - typové kódy</w:t>
            </w:r>
            <w:r w:rsidR="002852B6">
              <w:rPr>
                <w:noProof/>
                <w:webHidden/>
              </w:rPr>
              <w:tab/>
            </w:r>
            <w:r w:rsidR="002852B6">
              <w:rPr>
                <w:noProof/>
                <w:webHidden/>
              </w:rPr>
              <w:fldChar w:fldCharType="begin"/>
            </w:r>
            <w:r w:rsidR="002852B6">
              <w:rPr>
                <w:noProof/>
                <w:webHidden/>
              </w:rPr>
              <w:instrText xml:space="preserve"> PAGEREF _Toc531956974 \h </w:instrText>
            </w:r>
            <w:r w:rsidR="002852B6">
              <w:rPr>
                <w:noProof/>
                <w:webHidden/>
              </w:rPr>
            </w:r>
            <w:r w:rsidR="002852B6">
              <w:rPr>
                <w:noProof/>
                <w:webHidden/>
              </w:rPr>
              <w:fldChar w:fldCharType="separate"/>
            </w:r>
            <w:r w:rsidR="002852B6">
              <w:rPr>
                <w:noProof/>
                <w:webHidden/>
              </w:rPr>
              <w:t>4</w:t>
            </w:r>
            <w:r w:rsidR="002852B6">
              <w:rPr>
                <w:noProof/>
                <w:webHidden/>
              </w:rPr>
              <w:fldChar w:fldCharType="end"/>
            </w:r>
          </w:hyperlink>
        </w:p>
        <w:p w:rsidR="002852B6" w:rsidRPr="004924BC" w:rsidRDefault="002852B6" w:rsidP="002852B6">
          <w:pPr>
            <w:jc w:val="both"/>
          </w:pPr>
          <w:r w:rsidRPr="004924BC">
            <w:rPr>
              <w:b/>
              <w:bCs/>
            </w:rPr>
            <w:fldChar w:fldCharType="end"/>
          </w:r>
        </w:p>
      </w:sdtContent>
    </w:sdt>
    <w:p w:rsidR="00913022" w:rsidRPr="004924BC" w:rsidRDefault="002852B6" w:rsidP="002852B6">
      <w:pPr>
        <w:widowControl/>
        <w:autoSpaceDE/>
        <w:autoSpaceDN/>
        <w:adjustRightInd/>
        <w:jc w:val="both"/>
        <w:rPr>
          <w:rFonts w:asciiTheme="majorHAnsi" w:hAnsiTheme="majorHAnsi"/>
          <w:b/>
          <w:bCs/>
          <w:color w:val="4F81BD" w:themeColor="accent1"/>
          <w:kern w:val="32"/>
          <w:sz w:val="32"/>
          <w:szCs w:val="32"/>
        </w:rPr>
      </w:pPr>
      <w:r w:rsidRPr="004924BC">
        <w:t xml:space="preserve"> </w:t>
      </w:r>
      <w:r w:rsidR="00913022" w:rsidRPr="004924BC">
        <w:br w:type="page"/>
      </w:r>
    </w:p>
    <w:p w:rsidR="003400DB" w:rsidRDefault="0080024F" w:rsidP="0080024F">
      <w:pPr>
        <w:pStyle w:val="Nadpis1"/>
        <w:numPr>
          <w:ilvl w:val="0"/>
          <w:numId w:val="0"/>
        </w:numPr>
        <w:ind w:left="432" w:hanging="432"/>
      </w:pPr>
      <w:bookmarkStart w:id="3" w:name="_Toc531956972"/>
      <w:r>
        <w:lastRenderedPageBreak/>
        <w:t>A.1</w:t>
      </w:r>
      <w:r>
        <w:tab/>
        <w:t>Identifikační údaje stavby</w:t>
      </w:r>
      <w:bookmarkEnd w:id="3"/>
    </w:p>
    <w:p w:rsidR="00D0227F" w:rsidRDefault="00D0227F" w:rsidP="00D0227F"/>
    <w:p w:rsidR="008012BE" w:rsidRPr="008012BE" w:rsidRDefault="00D0227F" w:rsidP="008012BE">
      <w:pPr>
        <w:widowControl/>
        <w:autoSpaceDE/>
        <w:autoSpaceDN/>
        <w:adjustRightInd/>
        <w:jc w:val="both"/>
        <w:rPr>
          <w:rFonts w:asciiTheme="majorHAnsi" w:hAnsiTheme="majorHAnsi"/>
          <w:szCs w:val="24"/>
        </w:rPr>
      </w:pPr>
      <w:r w:rsidRPr="008012BE">
        <w:rPr>
          <w:rFonts w:cs="Times New Roman"/>
          <w:b/>
          <w:bCs/>
          <w:color w:val="000000"/>
          <w:szCs w:val="24"/>
        </w:rPr>
        <w:t xml:space="preserve">Název stavby: </w:t>
      </w:r>
      <w:r w:rsidR="005E007F" w:rsidRPr="008012BE">
        <w:rPr>
          <w:rFonts w:cs="Times New Roman"/>
          <w:b/>
          <w:bCs/>
          <w:color w:val="000000"/>
          <w:szCs w:val="24"/>
        </w:rPr>
        <w:tab/>
      </w:r>
      <w:r w:rsidR="00C845D4" w:rsidRPr="008012BE">
        <w:rPr>
          <w:rFonts w:cs="Times New Roman"/>
          <w:b/>
          <w:bCs/>
          <w:color w:val="000000"/>
          <w:szCs w:val="24"/>
        </w:rPr>
        <w:tab/>
      </w:r>
      <w:r w:rsidR="008012BE" w:rsidRPr="008012BE">
        <w:rPr>
          <w:rFonts w:cs="Times New Roman"/>
          <w:szCs w:val="24"/>
        </w:rPr>
        <w:t>Údržba a servis čerpadel odpadních vod žst. OŘ Olomouc</w:t>
      </w:r>
    </w:p>
    <w:p w:rsidR="005E007F" w:rsidRPr="008012BE" w:rsidRDefault="005E007F" w:rsidP="00D0227F">
      <w:pPr>
        <w:widowControl/>
        <w:rPr>
          <w:rFonts w:cs="Times New Roman"/>
          <w:color w:val="000000"/>
          <w:szCs w:val="24"/>
        </w:rPr>
      </w:pPr>
    </w:p>
    <w:p w:rsidR="00CC1922" w:rsidRPr="008012BE" w:rsidRDefault="00CC1922" w:rsidP="00CC1922">
      <w:pPr>
        <w:ind w:left="2880" w:hanging="2880"/>
        <w:rPr>
          <w:szCs w:val="24"/>
        </w:rPr>
      </w:pPr>
      <w:r w:rsidRPr="008012BE">
        <w:rPr>
          <w:b/>
          <w:szCs w:val="24"/>
        </w:rPr>
        <w:t>Objednatel:</w:t>
      </w:r>
      <w:r w:rsidRPr="008012BE">
        <w:rPr>
          <w:szCs w:val="24"/>
        </w:rPr>
        <w:tab/>
        <w:t>Správa ž</w:t>
      </w:r>
      <w:r w:rsidR="008012BE" w:rsidRPr="008012BE">
        <w:rPr>
          <w:szCs w:val="24"/>
        </w:rPr>
        <w:t>el</w:t>
      </w:r>
      <w:r w:rsidRPr="008012BE">
        <w:rPr>
          <w:szCs w:val="24"/>
        </w:rPr>
        <w:t>ezni</w:t>
      </w:r>
      <w:r w:rsidR="008012BE" w:rsidRPr="008012BE">
        <w:rPr>
          <w:szCs w:val="24"/>
        </w:rPr>
        <w:t>c</w:t>
      </w:r>
      <w:r w:rsidRPr="008012BE">
        <w:rPr>
          <w:szCs w:val="24"/>
        </w:rPr>
        <w:t xml:space="preserve">, státní organizace; </w:t>
      </w:r>
      <w:r w:rsidRPr="008012BE">
        <w:rPr>
          <w:szCs w:val="24"/>
        </w:rPr>
        <w:br/>
        <w:t>Dlážděná 1003/7, 110 00 Praha 1</w:t>
      </w:r>
      <w:r w:rsidRPr="008012BE">
        <w:rPr>
          <w:szCs w:val="24"/>
        </w:rPr>
        <w:br/>
        <w:t>IČ: 70994234, DIČ: CZ70994234</w:t>
      </w:r>
    </w:p>
    <w:p w:rsidR="00CC1922" w:rsidRPr="008012BE" w:rsidRDefault="00CC1922" w:rsidP="00CC1922">
      <w:pPr>
        <w:ind w:left="2880" w:hanging="2880"/>
        <w:rPr>
          <w:szCs w:val="24"/>
        </w:rPr>
      </w:pPr>
    </w:p>
    <w:p w:rsidR="00CC1922" w:rsidRPr="008012BE" w:rsidRDefault="00CC1922" w:rsidP="00CC1922">
      <w:pPr>
        <w:ind w:left="2880" w:hanging="2880"/>
        <w:rPr>
          <w:szCs w:val="24"/>
        </w:rPr>
      </w:pPr>
      <w:r w:rsidRPr="008012BE">
        <w:rPr>
          <w:b/>
          <w:szCs w:val="24"/>
        </w:rPr>
        <w:t>Organizační jednotka:</w:t>
      </w:r>
      <w:r w:rsidRPr="008012BE">
        <w:rPr>
          <w:szCs w:val="24"/>
        </w:rPr>
        <w:tab/>
      </w:r>
      <w:r w:rsidR="008012BE" w:rsidRPr="008012BE">
        <w:rPr>
          <w:szCs w:val="24"/>
        </w:rPr>
        <w:t>Správa železnic</w:t>
      </w:r>
      <w:r w:rsidRPr="008012BE">
        <w:rPr>
          <w:szCs w:val="24"/>
        </w:rPr>
        <w:t>, státní organizace;</w:t>
      </w:r>
      <w:r w:rsidRPr="008012BE">
        <w:rPr>
          <w:szCs w:val="24"/>
        </w:rPr>
        <w:br/>
        <w:t>Oblastní ředi</w:t>
      </w:r>
      <w:r w:rsidR="00AB2337" w:rsidRPr="008012BE">
        <w:rPr>
          <w:szCs w:val="24"/>
        </w:rPr>
        <w:t>telství Olomouc, Nerudova 1, 779 00</w:t>
      </w:r>
      <w:r w:rsidRPr="008012BE">
        <w:rPr>
          <w:szCs w:val="24"/>
        </w:rPr>
        <w:t xml:space="preserve"> Olomouc</w:t>
      </w:r>
    </w:p>
    <w:p w:rsidR="00CC1922" w:rsidRPr="008012BE" w:rsidRDefault="00CC1922" w:rsidP="00CC1922">
      <w:pPr>
        <w:ind w:left="2410" w:hanging="2410"/>
        <w:rPr>
          <w:szCs w:val="24"/>
        </w:rPr>
      </w:pPr>
    </w:p>
    <w:p w:rsidR="00CC1922" w:rsidRPr="008012BE" w:rsidRDefault="00CC1922" w:rsidP="00CC1922">
      <w:pPr>
        <w:ind w:left="2880" w:hanging="2880"/>
        <w:rPr>
          <w:szCs w:val="24"/>
        </w:rPr>
      </w:pPr>
      <w:r w:rsidRPr="008012BE">
        <w:rPr>
          <w:b/>
          <w:szCs w:val="24"/>
        </w:rPr>
        <w:t>Uživatel:</w:t>
      </w:r>
      <w:r w:rsidRPr="008012BE">
        <w:rPr>
          <w:szCs w:val="24"/>
        </w:rPr>
        <w:tab/>
        <w:t>Správa železni</w:t>
      </w:r>
      <w:r w:rsidR="008012BE" w:rsidRPr="008012BE">
        <w:rPr>
          <w:szCs w:val="24"/>
        </w:rPr>
        <w:t>c</w:t>
      </w:r>
      <w:r w:rsidRPr="008012BE">
        <w:rPr>
          <w:szCs w:val="24"/>
        </w:rPr>
        <w:t xml:space="preserve">, státní organizace; </w:t>
      </w:r>
      <w:r w:rsidRPr="008012BE">
        <w:rPr>
          <w:szCs w:val="24"/>
        </w:rPr>
        <w:br/>
        <w:t>Správa elektrotechniky a energetiky OŘ Olomouc</w:t>
      </w:r>
    </w:p>
    <w:p w:rsidR="00D0227F" w:rsidRPr="008012BE" w:rsidRDefault="00D0227F" w:rsidP="00C845D4">
      <w:pPr>
        <w:widowControl/>
        <w:ind w:left="2160" w:firstLine="720"/>
        <w:rPr>
          <w:rFonts w:cs="Times New Roman"/>
          <w:color w:val="000000"/>
          <w:szCs w:val="24"/>
        </w:rPr>
      </w:pPr>
    </w:p>
    <w:p w:rsidR="002D4F39" w:rsidRPr="008012BE" w:rsidRDefault="00D0227F" w:rsidP="002D4F39">
      <w:pPr>
        <w:widowControl/>
        <w:ind w:left="2880" w:hanging="2880"/>
        <w:rPr>
          <w:szCs w:val="24"/>
        </w:rPr>
      </w:pPr>
      <w:r w:rsidRPr="008012BE">
        <w:rPr>
          <w:rFonts w:cs="Times New Roman"/>
          <w:b/>
          <w:bCs/>
          <w:color w:val="000000"/>
          <w:szCs w:val="24"/>
        </w:rPr>
        <w:t xml:space="preserve">Zpracovatel dokumentace: </w:t>
      </w:r>
      <w:r w:rsidR="005E007F" w:rsidRPr="008012BE">
        <w:rPr>
          <w:rFonts w:cs="Times New Roman"/>
          <w:color w:val="000000"/>
          <w:szCs w:val="24"/>
        </w:rPr>
        <w:tab/>
      </w:r>
      <w:r w:rsidR="008012BE" w:rsidRPr="008012BE">
        <w:rPr>
          <w:szCs w:val="24"/>
        </w:rPr>
        <w:t>Správa železnic</w:t>
      </w:r>
      <w:r w:rsidR="00AB2337" w:rsidRPr="008012BE">
        <w:rPr>
          <w:szCs w:val="24"/>
        </w:rPr>
        <w:t>, státní organizace;</w:t>
      </w:r>
      <w:r w:rsidR="00AB2337" w:rsidRPr="008012BE">
        <w:rPr>
          <w:szCs w:val="24"/>
        </w:rPr>
        <w:br/>
        <w:t>Oblastní ředitelství Olomouc, Nerudova 1, 779 00 Olomouc</w:t>
      </w:r>
    </w:p>
    <w:p w:rsidR="00AB2337" w:rsidRPr="008012BE" w:rsidRDefault="00AB2337" w:rsidP="002D4F39">
      <w:pPr>
        <w:widowControl/>
        <w:ind w:left="2880" w:hanging="2880"/>
        <w:rPr>
          <w:rFonts w:cs="Times New Roman"/>
          <w:b/>
          <w:bCs/>
          <w:color w:val="000000"/>
          <w:szCs w:val="24"/>
        </w:rPr>
      </w:pPr>
    </w:p>
    <w:p w:rsidR="00C845D4" w:rsidRPr="008012BE" w:rsidRDefault="00C845D4" w:rsidP="00C845D4">
      <w:pPr>
        <w:ind w:left="2880" w:hanging="2880"/>
        <w:rPr>
          <w:szCs w:val="24"/>
        </w:rPr>
      </w:pPr>
      <w:r w:rsidRPr="008012BE">
        <w:rPr>
          <w:rFonts w:cs="Times New Roman"/>
          <w:b/>
          <w:bCs/>
          <w:color w:val="000000"/>
          <w:szCs w:val="24"/>
        </w:rPr>
        <w:t>Stupeň dokumentace:</w:t>
      </w:r>
      <w:r w:rsidRPr="008012BE">
        <w:rPr>
          <w:szCs w:val="24"/>
        </w:rPr>
        <w:tab/>
      </w:r>
      <w:r w:rsidR="00552B8A" w:rsidRPr="008012BE">
        <w:rPr>
          <w:szCs w:val="24"/>
        </w:rPr>
        <w:t xml:space="preserve">Dokumentace </w:t>
      </w:r>
      <w:r w:rsidRPr="008012BE">
        <w:rPr>
          <w:szCs w:val="24"/>
        </w:rPr>
        <w:t xml:space="preserve">pro výběr zhotovitele </w:t>
      </w:r>
      <w:r w:rsidR="00552B8A" w:rsidRPr="008012BE">
        <w:rPr>
          <w:szCs w:val="24"/>
        </w:rPr>
        <w:t xml:space="preserve">udržovacích prací </w:t>
      </w:r>
      <w:r w:rsidRPr="008012BE">
        <w:rPr>
          <w:szCs w:val="24"/>
        </w:rPr>
        <w:t>stavby</w:t>
      </w:r>
    </w:p>
    <w:p w:rsidR="005E5884" w:rsidRPr="008012BE" w:rsidRDefault="005E5884" w:rsidP="00D0227F">
      <w:pPr>
        <w:widowControl/>
        <w:rPr>
          <w:rFonts w:cs="Times New Roman"/>
          <w:b/>
          <w:bCs/>
          <w:color w:val="000000"/>
          <w:szCs w:val="24"/>
        </w:rPr>
      </w:pPr>
    </w:p>
    <w:p w:rsidR="00D0227F" w:rsidRPr="008012BE" w:rsidRDefault="00D0227F" w:rsidP="00D0227F">
      <w:pPr>
        <w:widowControl/>
        <w:rPr>
          <w:rFonts w:cs="Times New Roman"/>
          <w:color w:val="000000"/>
          <w:szCs w:val="24"/>
        </w:rPr>
      </w:pPr>
      <w:r w:rsidRPr="008012BE">
        <w:rPr>
          <w:rFonts w:cs="Times New Roman"/>
          <w:b/>
          <w:bCs/>
          <w:color w:val="000000"/>
          <w:szCs w:val="24"/>
        </w:rPr>
        <w:t>Charakter stavby</w:t>
      </w:r>
      <w:r w:rsidRPr="008012BE">
        <w:rPr>
          <w:rFonts w:cs="Times New Roman"/>
          <w:color w:val="000000"/>
          <w:szCs w:val="24"/>
        </w:rPr>
        <w:t xml:space="preserve">: </w:t>
      </w:r>
      <w:r w:rsidR="005E007F" w:rsidRPr="008012BE">
        <w:rPr>
          <w:rFonts w:cs="Times New Roman"/>
          <w:color w:val="000000"/>
          <w:szCs w:val="24"/>
        </w:rPr>
        <w:tab/>
      </w:r>
      <w:r w:rsidR="005E007F" w:rsidRPr="008012BE">
        <w:rPr>
          <w:rFonts w:cs="Times New Roman"/>
          <w:color w:val="000000"/>
          <w:szCs w:val="24"/>
        </w:rPr>
        <w:tab/>
      </w:r>
      <w:r w:rsidRPr="008012BE">
        <w:rPr>
          <w:rFonts w:cs="Times New Roman"/>
          <w:color w:val="000000"/>
          <w:szCs w:val="24"/>
        </w:rPr>
        <w:t xml:space="preserve">liniová </w:t>
      </w:r>
      <w:r w:rsidR="00552B8A" w:rsidRPr="008012BE">
        <w:rPr>
          <w:rFonts w:cs="Times New Roman"/>
          <w:color w:val="000000"/>
          <w:szCs w:val="24"/>
        </w:rPr>
        <w:t xml:space="preserve">vodohospodářská </w:t>
      </w:r>
      <w:r w:rsidRPr="008012BE">
        <w:rPr>
          <w:rFonts w:cs="Times New Roman"/>
          <w:color w:val="000000"/>
          <w:szCs w:val="24"/>
        </w:rPr>
        <w:t xml:space="preserve">stavba </w:t>
      </w:r>
    </w:p>
    <w:p w:rsidR="005E5884" w:rsidRPr="008012BE" w:rsidRDefault="005E5884" w:rsidP="00D0227F">
      <w:pPr>
        <w:widowControl/>
        <w:rPr>
          <w:rFonts w:cs="Times New Roman"/>
          <w:b/>
          <w:bCs/>
          <w:color w:val="000000"/>
          <w:szCs w:val="24"/>
        </w:rPr>
      </w:pPr>
    </w:p>
    <w:p w:rsidR="00684C3D" w:rsidRPr="008012BE" w:rsidRDefault="00684C3D" w:rsidP="00684C3D">
      <w:pPr>
        <w:widowControl/>
        <w:rPr>
          <w:rFonts w:cs="Times New Roman"/>
          <w:szCs w:val="24"/>
        </w:rPr>
      </w:pPr>
      <w:r w:rsidRPr="008012BE">
        <w:rPr>
          <w:rFonts w:cs="Times New Roman"/>
          <w:b/>
          <w:bCs/>
          <w:szCs w:val="24"/>
        </w:rPr>
        <w:t xml:space="preserve">Kraj: </w:t>
      </w:r>
      <w:r w:rsidRPr="008012BE">
        <w:rPr>
          <w:rFonts w:cs="Times New Roman"/>
          <w:b/>
          <w:bCs/>
          <w:szCs w:val="24"/>
        </w:rPr>
        <w:tab/>
      </w:r>
      <w:r w:rsidRPr="008012BE">
        <w:rPr>
          <w:rFonts w:cs="Times New Roman"/>
          <w:b/>
          <w:bCs/>
          <w:szCs w:val="24"/>
        </w:rPr>
        <w:tab/>
      </w:r>
      <w:r w:rsidRPr="008012BE">
        <w:rPr>
          <w:rFonts w:cs="Times New Roman"/>
          <w:b/>
          <w:bCs/>
          <w:szCs w:val="24"/>
        </w:rPr>
        <w:tab/>
      </w:r>
      <w:r w:rsidRPr="008012BE">
        <w:rPr>
          <w:rFonts w:cs="Times New Roman"/>
          <w:b/>
          <w:bCs/>
          <w:szCs w:val="24"/>
        </w:rPr>
        <w:tab/>
      </w:r>
      <w:r w:rsidRPr="008012BE">
        <w:rPr>
          <w:rFonts w:cs="Times New Roman"/>
          <w:szCs w:val="24"/>
        </w:rPr>
        <w:t xml:space="preserve">Olomoucký </w:t>
      </w:r>
    </w:p>
    <w:p w:rsidR="005E5884" w:rsidRPr="008012BE" w:rsidRDefault="005E5884" w:rsidP="00D0227F">
      <w:pPr>
        <w:widowControl/>
        <w:rPr>
          <w:rFonts w:cs="Times New Roman"/>
          <w:b/>
          <w:bCs/>
          <w:color w:val="000000"/>
          <w:szCs w:val="24"/>
        </w:rPr>
      </w:pPr>
    </w:p>
    <w:p w:rsidR="00684C3D" w:rsidRPr="008012BE" w:rsidRDefault="00D20FE0" w:rsidP="00D0227F">
      <w:pPr>
        <w:widowControl/>
        <w:rPr>
          <w:rFonts w:cs="Times New Roman"/>
          <w:b/>
          <w:bCs/>
          <w:szCs w:val="24"/>
        </w:rPr>
      </w:pPr>
      <w:r w:rsidRPr="008012BE">
        <w:rPr>
          <w:rFonts w:cs="Times New Roman"/>
          <w:b/>
          <w:bCs/>
          <w:szCs w:val="24"/>
        </w:rPr>
        <w:t>Katastrální území, parc</w:t>
      </w:r>
      <w:r w:rsidR="00D01AD2" w:rsidRPr="008012BE">
        <w:rPr>
          <w:rFonts w:cs="Times New Roman"/>
          <w:b/>
          <w:bCs/>
          <w:szCs w:val="24"/>
        </w:rPr>
        <w:t xml:space="preserve">elní čísla </w:t>
      </w:r>
      <w:r w:rsidRPr="008012BE">
        <w:rPr>
          <w:rFonts w:cs="Times New Roman"/>
          <w:b/>
          <w:bCs/>
          <w:szCs w:val="24"/>
        </w:rPr>
        <w:t>a vlastní</w:t>
      </w:r>
      <w:r w:rsidR="00D01AD2" w:rsidRPr="008012BE">
        <w:rPr>
          <w:rFonts w:cs="Times New Roman"/>
          <w:b/>
          <w:bCs/>
          <w:szCs w:val="24"/>
        </w:rPr>
        <w:t xml:space="preserve">ci </w:t>
      </w:r>
      <w:r w:rsidRPr="008012BE">
        <w:rPr>
          <w:rFonts w:cs="Times New Roman"/>
          <w:b/>
          <w:bCs/>
          <w:szCs w:val="24"/>
        </w:rPr>
        <w:t>pozemku d</w:t>
      </w:r>
      <w:r w:rsidR="00684C3D" w:rsidRPr="008012BE">
        <w:rPr>
          <w:rFonts w:cs="Times New Roman"/>
          <w:b/>
          <w:bCs/>
          <w:szCs w:val="24"/>
        </w:rPr>
        <w:t>le</w:t>
      </w:r>
      <w:r w:rsidRPr="008012BE">
        <w:rPr>
          <w:rFonts w:cs="Times New Roman"/>
          <w:b/>
          <w:bCs/>
          <w:szCs w:val="24"/>
        </w:rPr>
        <w:t xml:space="preserve"> jednotlivých </w:t>
      </w:r>
      <w:r w:rsidR="00127965" w:rsidRPr="008012BE">
        <w:rPr>
          <w:rFonts w:cs="Times New Roman"/>
          <w:b/>
          <w:bCs/>
          <w:szCs w:val="24"/>
        </w:rPr>
        <w:t>čerpacích stanic</w:t>
      </w:r>
      <w:r w:rsidR="00684C3D" w:rsidRPr="008012BE">
        <w:rPr>
          <w:rFonts w:cs="Times New Roman"/>
          <w:b/>
          <w:bCs/>
          <w:szCs w:val="24"/>
        </w:rPr>
        <w:t>:</w:t>
      </w:r>
    </w:p>
    <w:tbl>
      <w:tblPr>
        <w:tblW w:w="938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8"/>
        <w:gridCol w:w="3060"/>
        <w:gridCol w:w="1066"/>
        <w:gridCol w:w="3774"/>
      </w:tblGrid>
      <w:tr w:rsidR="00070297" w:rsidRPr="00471EFF" w:rsidTr="002A3E0C">
        <w:trPr>
          <w:trHeight w:val="315"/>
          <w:jc w:val="center"/>
        </w:trPr>
        <w:tc>
          <w:tcPr>
            <w:tcW w:w="148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070297" w:rsidRPr="00471EFF" w:rsidRDefault="00070297" w:rsidP="002E57CD">
            <w:pPr>
              <w:widowControl/>
              <w:autoSpaceDE/>
              <w:autoSpaceDN/>
              <w:adjustRightInd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ČS</w:t>
            </w:r>
            <w:r w:rsidR="00D349B5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 xml:space="preserve"> OLOMOUC</w:t>
            </w:r>
          </w:p>
        </w:tc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297" w:rsidRPr="00471EFF" w:rsidRDefault="00070297" w:rsidP="00471EFF">
            <w:pPr>
              <w:widowControl/>
              <w:autoSpaceDE/>
              <w:autoSpaceDN/>
              <w:adjustRightInd/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71EFF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Katastr. Území</w:t>
            </w:r>
          </w:p>
        </w:tc>
        <w:tc>
          <w:tcPr>
            <w:tcW w:w="106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297" w:rsidRPr="00471EFF" w:rsidRDefault="00070297" w:rsidP="00070297">
            <w:pPr>
              <w:widowControl/>
              <w:autoSpaceDE/>
              <w:autoSpaceDN/>
              <w:adjustRightInd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P</w:t>
            </w:r>
            <w:r w:rsidRPr="00471EFF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arcela č.</w:t>
            </w:r>
          </w:p>
        </w:tc>
        <w:tc>
          <w:tcPr>
            <w:tcW w:w="377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0297" w:rsidRPr="00471EFF" w:rsidRDefault="00070297" w:rsidP="00070297">
            <w:pPr>
              <w:widowControl/>
              <w:autoSpaceDE/>
              <w:autoSpaceDN/>
              <w:adjustRightInd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71EFF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Vlastník</w:t>
            </w:r>
          </w:p>
        </w:tc>
      </w:tr>
      <w:tr w:rsidR="00070297" w:rsidRPr="00471EFF" w:rsidTr="002A3E0C">
        <w:trPr>
          <w:trHeight w:val="315"/>
          <w:jc w:val="center"/>
        </w:trPr>
        <w:tc>
          <w:tcPr>
            <w:tcW w:w="148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70297" w:rsidRDefault="00070297" w:rsidP="00127965">
            <w:pPr>
              <w:widowControl/>
              <w:autoSpaceDE/>
              <w:autoSpaceDN/>
              <w:adjustRightInd/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97" w:rsidRPr="00471EFF" w:rsidRDefault="00070297" w:rsidP="00471EFF">
            <w:pPr>
              <w:widowControl/>
              <w:autoSpaceDE/>
              <w:autoSpaceDN/>
              <w:adjustRightInd/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Souřadnice</w:t>
            </w:r>
          </w:p>
        </w:tc>
        <w:tc>
          <w:tcPr>
            <w:tcW w:w="106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97" w:rsidRPr="00471EFF" w:rsidRDefault="00070297" w:rsidP="00471EFF">
            <w:pPr>
              <w:widowControl/>
              <w:autoSpaceDE/>
              <w:autoSpaceDN/>
              <w:adjustRightInd/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77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70297" w:rsidRPr="00471EFF" w:rsidRDefault="00070297" w:rsidP="00471EFF">
            <w:pPr>
              <w:widowControl/>
              <w:autoSpaceDE/>
              <w:autoSpaceDN/>
              <w:adjustRightInd/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E57CD" w:rsidRPr="00471EFF" w:rsidTr="002E57CD">
        <w:trPr>
          <w:trHeight w:val="315"/>
          <w:jc w:val="center"/>
        </w:trPr>
        <w:tc>
          <w:tcPr>
            <w:tcW w:w="148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2E57CD" w:rsidRDefault="002E57CD" w:rsidP="002E57CD">
            <w:pP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ČS1.1 a, a1</w:t>
            </w:r>
          </w:p>
        </w:tc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7CD" w:rsidRPr="00471EFF" w:rsidRDefault="002E57CD" w:rsidP="00070297">
            <w:pPr>
              <w:widowControl/>
              <w:autoSpaceDE/>
              <w:autoSpaceDN/>
              <w:adjustRightInd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Černovír</w:t>
            </w:r>
            <w:r w:rsidRPr="00471EFF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710</w:t>
            </w: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571</w:t>
            </w:r>
          </w:p>
        </w:tc>
        <w:tc>
          <w:tcPr>
            <w:tcW w:w="106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7CD" w:rsidRPr="00471EFF" w:rsidRDefault="002E57CD" w:rsidP="002E57CD">
            <w:pP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11</w:t>
            </w:r>
            <w:r w:rsidRPr="00471EFF">
              <w:rPr>
                <w:rFonts w:ascii="Calibri" w:hAnsi="Calibri" w:cs="Times New Roman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7</w:t>
            </w:r>
            <w:r w:rsidRPr="00471EFF">
              <w:rPr>
                <w:rFonts w:ascii="Calibri" w:hAnsi="Calibri" w:cs="Times New Roman"/>
                <w:color w:val="000000"/>
                <w:sz w:val="22"/>
                <w:szCs w:val="22"/>
              </w:rPr>
              <w:t>/</w:t>
            </w: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77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57CD" w:rsidRPr="00471EFF" w:rsidRDefault="002E57CD" w:rsidP="002E57CD">
            <w:pP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Segoe UI" w:hAnsi="Segoe UI" w:cs="Segoe UI"/>
                <w:color w:val="000000"/>
                <w:sz w:val="20"/>
              </w:rPr>
              <w:t>České dráhy, a.s., nábřeží Ludvíka Svobody 1222/12, Nové Město, 11000 Praha 1</w:t>
            </w:r>
          </w:p>
        </w:tc>
      </w:tr>
      <w:tr w:rsidR="002E57CD" w:rsidRPr="00471EFF" w:rsidTr="00F241BA">
        <w:trPr>
          <w:trHeight w:val="600"/>
          <w:jc w:val="center"/>
        </w:trPr>
        <w:tc>
          <w:tcPr>
            <w:tcW w:w="148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7CD" w:rsidRPr="00471EFF" w:rsidRDefault="002E57CD" w:rsidP="00127965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7CD" w:rsidRPr="000323D5" w:rsidRDefault="002E57CD" w:rsidP="00C23DAF">
            <w:pPr>
              <w:widowControl/>
              <w:autoSpaceDE/>
              <w:autoSpaceDN/>
              <w:adjustRightInd/>
              <w:rPr>
                <w:rFonts w:cs="Times New Roman"/>
                <w:bCs/>
                <w:kern w:val="36"/>
                <w:sz w:val="20"/>
              </w:rPr>
            </w:pPr>
            <w:r w:rsidRPr="000323D5">
              <w:rPr>
                <w:rFonts w:cs="Times New Roman"/>
                <w:color w:val="000000"/>
                <w:sz w:val="18"/>
                <w:szCs w:val="18"/>
              </w:rPr>
              <w:t>49° 36′ 52.938″</w:t>
            </w:r>
            <w:r>
              <w:rPr>
                <w:rFonts w:cs="Times New Roman"/>
                <w:color w:val="000000"/>
                <w:sz w:val="18"/>
                <w:szCs w:val="18"/>
              </w:rPr>
              <w:t xml:space="preserve">N, </w:t>
            </w:r>
            <w:r w:rsidRPr="000323D5">
              <w:rPr>
                <w:rFonts w:cs="Times New Roman"/>
                <w:color w:val="000000"/>
                <w:sz w:val="18"/>
                <w:szCs w:val="18"/>
              </w:rPr>
              <w:t>17° 16′ 04.777″</w:t>
            </w:r>
            <w:r>
              <w:rPr>
                <w:rFonts w:cs="Times New Roman"/>
                <w:color w:val="000000"/>
                <w:sz w:val="18"/>
                <w:szCs w:val="18"/>
              </w:rPr>
              <w:t>E</w:t>
            </w:r>
          </w:p>
          <w:p w:rsidR="002E57CD" w:rsidRPr="00E80FF5" w:rsidRDefault="002E57CD" w:rsidP="00C23DAF">
            <w:pPr>
              <w:widowControl/>
              <w:autoSpaceDE/>
              <w:autoSpaceDN/>
              <w:adjustRightInd/>
              <w:rPr>
                <w:bCs/>
                <w:kern w:val="36"/>
                <w:sz w:val="20"/>
              </w:rPr>
            </w:pPr>
            <w:r>
              <w:rPr>
                <w:bCs/>
                <w:kern w:val="36"/>
                <w:sz w:val="20"/>
              </w:rPr>
              <w:t>49.6147050N, 17.267993611</w:t>
            </w:r>
            <w:r w:rsidRPr="00B8151D">
              <w:rPr>
                <w:bCs/>
                <w:kern w:val="36"/>
                <w:sz w:val="20"/>
              </w:rPr>
              <w:t>E</w:t>
            </w:r>
          </w:p>
        </w:tc>
        <w:tc>
          <w:tcPr>
            <w:tcW w:w="10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7CD" w:rsidRPr="00471EFF" w:rsidRDefault="002E57CD" w:rsidP="00471EFF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77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57CD" w:rsidRPr="00471EFF" w:rsidRDefault="002E57CD" w:rsidP="00471EFF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  <w:tr w:rsidR="002E57CD" w:rsidRPr="00471EFF" w:rsidTr="006866A3">
        <w:trPr>
          <w:trHeight w:val="600"/>
          <w:jc w:val="center"/>
        </w:trPr>
        <w:tc>
          <w:tcPr>
            <w:tcW w:w="1488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E57CD" w:rsidRPr="00471EFF" w:rsidRDefault="002E57CD" w:rsidP="00127965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ČS 1</w:t>
            </w:r>
          </w:p>
        </w:tc>
        <w:tc>
          <w:tcPr>
            <w:tcW w:w="3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7CD" w:rsidRPr="000323D5" w:rsidRDefault="00996995" w:rsidP="00C23DAF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Pavlovičky 710938</w:t>
            </w:r>
          </w:p>
        </w:tc>
        <w:tc>
          <w:tcPr>
            <w:tcW w:w="106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7CD" w:rsidRPr="00471EFF" w:rsidRDefault="003A09F7" w:rsidP="002E57CD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113</w:t>
            </w:r>
            <w:r w:rsidR="002E57CD" w:rsidRPr="00471EFF">
              <w:rPr>
                <w:rFonts w:ascii="Calibri" w:hAnsi="Calibri" w:cs="Times New Roman"/>
                <w:color w:val="000000"/>
                <w:sz w:val="22"/>
                <w:szCs w:val="22"/>
              </w:rPr>
              <w:t>/</w:t>
            </w:r>
            <w:r w:rsidR="003D071F">
              <w:rPr>
                <w:rFonts w:ascii="Calibri" w:hAnsi="Calibri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774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96995" w:rsidRPr="006866A3" w:rsidRDefault="00996995" w:rsidP="006866A3">
            <w:pPr>
              <w:rPr>
                <w:rFonts w:ascii="Segoe UI" w:hAnsi="Segoe UI" w:cs="Segoe UI"/>
                <w:color w:val="000000"/>
                <w:sz w:val="20"/>
              </w:rPr>
            </w:pPr>
            <w:r>
              <w:rPr>
                <w:rFonts w:ascii="Segoe UI" w:hAnsi="Segoe UI" w:cs="Segoe UI"/>
                <w:color w:val="000000"/>
                <w:sz w:val="20"/>
              </w:rPr>
              <w:t>České dráhy, a.s., nábřeží Ludvíka Svobody 1222/12, Nové Město, 11000 Praha 1</w:t>
            </w:r>
          </w:p>
        </w:tc>
      </w:tr>
      <w:tr w:rsidR="002E57CD" w:rsidRPr="00471EFF" w:rsidTr="00F241BA">
        <w:trPr>
          <w:trHeight w:val="600"/>
          <w:jc w:val="center"/>
        </w:trPr>
        <w:tc>
          <w:tcPr>
            <w:tcW w:w="148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7CD" w:rsidRPr="00471EFF" w:rsidRDefault="002E57CD" w:rsidP="00127965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7CD" w:rsidRDefault="002E57CD" w:rsidP="002E57CD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49° 36′ 28.2</w:t>
            </w:r>
            <w:r w:rsidRPr="000323D5">
              <w:rPr>
                <w:rFonts w:cs="Times New Roman"/>
                <w:color w:val="000000"/>
                <w:sz w:val="18"/>
                <w:szCs w:val="18"/>
              </w:rPr>
              <w:t>8</w:t>
            </w:r>
            <w:r>
              <w:rPr>
                <w:rFonts w:cs="Times New Roman"/>
                <w:color w:val="000000"/>
                <w:sz w:val="18"/>
                <w:szCs w:val="18"/>
              </w:rPr>
              <w:t>7</w:t>
            </w:r>
            <w:r w:rsidRPr="000323D5">
              <w:rPr>
                <w:rFonts w:cs="Times New Roman"/>
                <w:color w:val="000000"/>
                <w:sz w:val="18"/>
                <w:szCs w:val="18"/>
              </w:rPr>
              <w:t>″</w:t>
            </w:r>
            <w:r>
              <w:rPr>
                <w:rFonts w:cs="Times New Roman"/>
                <w:color w:val="000000"/>
                <w:sz w:val="18"/>
                <w:szCs w:val="18"/>
              </w:rPr>
              <w:t>N, 17° 16′ 12.869</w:t>
            </w:r>
            <w:r w:rsidRPr="000323D5">
              <w:rPr>
                <w:rFonts w:cs="Times New Roman"/>
                <w:color w:val="000000"/>
                <w:sz w:val="18"/>
                <w:szCs w:val="18"/>
              </w:rPr>
              <w:t>″</w:t>
            </w:r>
            <w:r>
              <w:rPr>
                <w:rFonts w:cs="Times New Roman"/>
                <w:color w:val="000000"/>
                <w:sz w:val="18"/>
                <w:szCs w:val="18"/>
              </w:rPr>
              <w:t>E</w:t>
            </w:r>
          </w:p>
          <w:p w:rsidR="002E57CD" w:rsidRPr="00471EFF" w:rsidRDefault="00996995" w:rsidP="00471EFF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49.6078575N, 17.2702408E</w:t>
            </w:r>
          </w:p>
        </w:tc>
        <w:tc>
          <w:tcPr>
            <w:tcW w:w="10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7CD" w:rsidRPr="00471EFF" w:rsidRDefault="002E57CD" w:rsidP="00471EFF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77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57CD" w:rsidRPr="00471EFF" w:rsidRDefault="002E57CD" w:rsidP="00471EFF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  <w:tr w:rsidR="006866A3" w:rsidRPr="00471EFF" w:rsidTr="006866A3">
        <w:trPr>
          <w:trHeight w:val="600"/>
          <w:jc w:val="center"/>
        </w:trPr>
        <w:tc>
          <w:tcPr>
            <w:tcW w:w="148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6866A3" w:rsidRPr="00471EFF" w:rsidRDefault="006866A3" w:rsidP="00127965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ČS 2</w:t>
            </w:r>
          </w:p>
        </w:tc>
        <w:tc>
          <w:tcPr>
            <w:tcW w:w="3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A3" w:rsidRPr="00471EFF" w:rsidRDefault="006866A3" w:rsidP="006866A3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Bělidla </w:t>
            </w:r>
            <w:r w:rsidRPr="00471EFF">
              <w:rPr>
                <w:rFonts w:ascii="Calibri" w:hAnsi="Calibri" w:cs="Times New Roman"/>
                <w:color w:val="000000"/>
                <w:sz w:val="22"/>
                <w:szCs w:val="22"/>
              </w:rPr>
              <w:t>710</w:t>
            </w: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881</w:t>
            </w:r>
          </w:p>
        </w:tc>
        <w:tc>
          <w:tcPr>
            <w:tcW w:w="10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A3" w:rsidRPr="00471EFF" w:rsidRDefault="006866A3" w:rsidP="006866A3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100/1</w:t>
            </w:r>
          </w:p>
        </w:tc>
        <w:tc>
          <w:tcPr>
            <w:tcW w:w="377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66A3" w:rsidRPr="00471EFF" w:rsidRDefault="006866A3" w:rsidP="006866A3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Segoe UI" w:hAnsi="Segoe UI" w:cs="Segoe UI"/>
                <w:color w:val="000000"/>
                <w:sz w:val="20"/>
              </w:rPr>
              <w:t>České dráhy, a.s., nábřeží Ludvíka Svobody 1222/12, Nové Město, 11000 Praha 1</w:t>
            </w:r>
          </w:p>
        </w:tc>
      </w:tr>
      <w:tr w:rsidR="006866A3" w:rsidRPr="00471EFF" w:rsidTr="00F241BA">
        <w:trPr>
          <w:trHeight w:val="600"/>
          <w:jc w:val="center"/>
        </w:trPr>
        <w:tc>
          <w:tcPr>
            <w:tcW w:w="148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6A3" w:rsidRPr="00471EFF" w:rsidRDefault="006866A3" w:rsidP="00127965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A3" w:rsidRDefault="006866A3" w:rsidP="00B83C3F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49° 35′ 48.963</w:t>
            </w:r>
            <w:r w:rsidRPr="000323D5">
              <w:rPr>
                <w:rFonts w:cs="Times New Roman"/>
                <w:color w:val="000000"/>
                <w:sz w:val="18"/>
                <w:szCs w:val="18"/>
              </w:rPr>
              <w:t>″</w:t>
            </w:r>
            <w:r>
              <w:rPr>
                <w:rFonts w:cs="Times New Roman"/>
                <w:color w:val="000000"/>
                <w:sz w:val="18"/>
                <w:szCs w:val="18"/>
              </w:rPr>
              <w:t>N, 17° 16′ 34.038</w:t>
            </w:r>
            <w:r w:rsidRPr="000323D5">
              <w:rPr>
                <w:rFonts w:cs="Times New Roman"/>
                <w:color w:val="000000"/>
                <w:sz w:val="18"/>
                <w:szCs w:val="18"/>
              </w:rPr>
              <w:t>″</w:t>
            </w:r>
            <w:r>
              <w:rPr>
                <w:rFonts w:cs="Times New Roman"/>
                <w:color w:val="000000"/>
                <w:sz w:val="18"/>
                <w:szCs w:val="18"/>
              </w:rPr>
              <w:t>E</w:t>
            </w:r>
          </w:p>
          <w:p w:rsidR="006866A3" w:rsidRPr="00471EFF" w:rsidRDefault="006866A3" w:rsidP="00B83C3F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49.596342N, 17.2761217E</w:t>
            </w:r>
          </w:p>
        </w:tc>
        <w:tc>
          <w:tcPr>
            <w:tcW w:w="10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A3" w:rsidRPr="00471EFF" w:rsidRDefault="006866A3" w:rsidP="00471EFF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77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866A3" w:rsidRPr="00471EFF" w:rsidRDefault="006866A3" w:rsidP="00471EFF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  <w:tr w:rsidR="00B905A9" w:rsidRPr="00471EFF" w:rsidTr="00BB2CD1">
        <w:trPr>
          <w:trHeight w:val="600"/>
          <w:jc w:val="center"/>
        </w:trPr>
        <w:tc>
          <w:tcPr>
            <w:tcW w:w="1488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905A9" w:rsidRPr="00471EFF" w:rsidRDefault="00B905A9" w:rsidP="00127965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ČS 4</w:t>
            </w:r>
          </w:p>
        </w:tc>
        <w:tc>
          <w:tcPr>
            <w:tcW w:w="3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5A9" w:rsidRDefault="00B905A9" w:rsidP="00BB2CD1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18"/>
                <w:szCs w:val="18"/>
              </w:rPr>
            </w:pPr>
            <w:r w:rsidRPr="00471EFF">
              <w:rPr>
                <w:rFonts w:ascii="Calibri" w:hAnsi="Calibri" w:cs="Times New Roman"/>
                <w:color w:val="000000"/>
                <w:sz w:val="22"/>
                <w:szCs w:val="22"/>
              </w:rPr>
              <w:t>H</w:t>
            </w: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odolany </w:t>
            </w:r>
            <w:r w:rsidRPr="00471EFF">
              <w:rPr>
                <w:rFonts w:ascii="Calibri" w:hAnsi="Calibri" w:cs="Times New Roman"/>
                <w:color w:val="000000"/>
                <w:sz w:val="22"/>
                <w:szCs w:val="22"/>
              </w:rPr>
              <w:t>710</w:t>
            </w: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873</w:t>
            </w:r>
          </w:p>
        </w:tc>
        <w:tc>
          <w:tcPr>
            <w:tcW w:w="106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5A9" w:rsidRPr="00471EFF" w:rsidRDefault="00B905A9" w:rsidP="00B905A9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804/2</w:t>
            </w:r>
          </w:p>
        </w:tc>
        <w:tc>
          <w:tcPr>
            <w:tcW w:w="3774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B905A9" w:rsidRPr="00471EFF" w:rsidRDefault="00B905A9" w:rsidP="00B905A9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Segoe UI" w:hAnsi="Segoe UI" w:cs="Segoe UI"/>
                <w:color w:val="000000"/>
                <w:sz w:val="20"/>
              </w:rPr>
              <w:t>České dráhy, a.s., nábřeží Ludvíka Svobody 1222/12, Nové Město, 11000 Praha 1</w:t>
            </w:r>
          </w:p>
        </w:tc>
      </w:tr>
      <w:tr w:rsidR="00B905A9" w:rsidRPr="00471EFF" w:rsidTr="00F241BA">
        <w:trPr>
          <w:trHeight w:val="600"/>
          <w:jc w:val="center"/>
        </w:trPr>
        <w:tc>
          <w:tcPr>
            <w:tcW w:w="148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A9" w:rsidRPr="00471EFF" w:rsidRDefault="00B905A9" w:rsidP="00127965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05A9" w:rsidRDefault="00B905A9" w:rsidP="00B905A9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49° 35′ 30.686</w:t>
            </w:r>
            <w:r w:rsidRPr="000323D5">
              <w:rPr>
                <w:rFonts w:cs="Times New Roman"/>
                <w:color w:val="000000"/>
                <w:sz w:val="18"/>
                <w:szCs w:val="18"/>
              </w:rPr>
              <w:t>″</w:t>
            </w:r>
            <w:r>
              <w:rPr>
                <w:rFonts w:cs="Times New Roman"/>
                <w:color w:val="000000"/>
                <w:sz w:val="18"/>
                <w:szCs w:val="18"/>
              </w:rPr>
              <w:t>N, 17° 16′ 48.113</w:t>
            </w:r>
            <w:r w:rsidRPr="000323D5">
              <w:rPr>
                <w:rFonts w:cs="Times New Roman"/>
                <w:color w:val="000000"/>
                <w:sz w:val="18"/>
                <w:szCs w:val="18"/>
              </w:rPr>
              <w:t>″</w:t>
            </w:r>
            <w:r>
              <w:rPr>
                <w:rFonts w:cs="Times New Roman"/>
                <w:color w:val="000000"/>
                <w:sz w:val="18"/>
                <w:szCs w:val="18"/>
              </w:rPr>
              <w:t>E</w:t>
            </w:r>
          </w:p>
          <w:p w:rsidR="00B905A9" w:rsidRDefault="00B905A9" w:rsidP="00B905A9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49.5918572N, 17.2800311E</w:t>
            </w:r>
          </w:p>
        </w:tc>
        <w:tc>
          <w:tcPr>
            <w:tcW w:w="10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05A9" w:rsidRPr="00471EFF" w:rsidRDefault="00B905A9" w:rsidP="00471EFF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77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05A9" w:rsidRPr="00471EFF" w:rsidRDefault="00B905A9" w:rsidP="00471EFF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  <w:tr w:rsidR="003A09F7" w:rsidRPr="00471EFF" w:rsidTr="00BB2CD1">
        <w:trPr>
          <w:trHeight w:val="600"/>
          <w:jc w:val="center"/>
        </w:trPr>
        <w:tc>
          <w:tcPr>
            <w:tcW w:w="148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3A09F7" w:rsidRPr="00471EFF" w:rsidRDefault="00BB2CD1" w:rsidP="00127965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ČS 3</w:t>
            </w:r>
          </w:p>
        </w:tc>
        <w:tc>
          <w:tcPr>
            <w:tcW w:w="3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9F7" w:rsidRPr="00471EFF" w:rsidRDefault="00BB2CD1" w:rsidP="00BB2C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471EFF">
              <w:rPr>
                <w:rFonts w:ascii="Calibri" w:hAnsi="Calibri" w:cs="Times New Roman"/>
                <w:color w:val="000000"/>
                <w:sz w:val="22"/>
                <w:szCs w:val="22"/>
              </w:rPr>
              <w:t>H</w:t>
            </w: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odolany </w:t>
            </w:r>
            <w:r w:rsidRPr="00471EFF">
              <w:rPr>
                <w:rFonts w:ascii="Calibri" w:hAnsi="Calibri" w:cs="Times New Roman"/>
                <w:color w:val="000000"/>
                <w:sz w:val="22"/>
                <w:szCs w:val="22"/>
              </w:rPr>
              <w:t>710</w:t>
            </w: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873</w:t>
            </w:r>
          </w:p>
        </w:tc>
        <w:tc>
          <w:tcPr>
            <w:tcW w:w="10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9F7" w:rsidRPr="00471EFF" w:rsidRDefault="00BB2CD1" w:rsidP="003A09F7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804/17</w:t>
            </w:r>
          </w:p>
        </w:tc>
        <w:tc>
          <w:tcPr>
            <w:tcW w:w="377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09F7" w:rsidRPr="00471EFF" w:rsidRDefault="003A09F7" w:rsidP="003A09F7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Segoe UI" w:hAnsi="Segoe UI" w:cs="Segoe UI"/>
                <w:color w:val="000000"/>
                <w:sz w:val="20"/>
              </w:rPr>
              <w:t>České dráhy, a.s., nábřeží Ludvíka Svobody 1222/12, Nové Město, 11000 Praha 1</w:t>
            </w:r>
          </w:p>
        </w:tc>
      </w:tr>
      <w:tr w:rsidR="003A09F7" w:rsidRPr="00471EFF" w:rsidTr="00F241BA">
        <w:trPr>
          <w:trHeight w:val="615"/>
          <w:jc w:val="center"/>
        </w:trPr>
        <w:tc>
          <w:tcPr>
            <w:tcW w:w="148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A09F7" w:rsidRPr="00471EFF" w:rsidRDefault="003A09F7" w:rsidP="00127965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9F7" w:rsidRPr="00471EFF" w:rsidRDefault="00B905A9" w:rsidP="00B905A9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49° 35′ 13.782</w:t>
            </w:r>
            <w:r w:rsidRPr="000323D5">
              <w:rPr>
                <w:rFonts w:cs="Times New Roman"/>
                <w:color w:val="000000"/>
                <w:sz w:val="18"/>
                <w:szCs w:val="18"/>
              </w:rPr>
              <w:t>″</w:t>
            </w:r>
            <w:r>
              <w:rPr>
                <w:rFonts w:cs="Times New Roman"/>
                <w:color w:val="000000"/>
                <w:sz w:val="18"/>
                <w:szCs w:val="18"/>
              </w:rPr>
              <w:t>N, 17° 16′ 47.394</w:t>
            </w:r>
            <w:r w:rsidRPr="000323D5">
              <w:rPr>
                <w:rFonts w:cs="Times New Roman"/>
                <w:color w:val="000000"/>
                <w:sz w:val="18"/>
                <w:szCs w:val="18"/>
              </w:rPr>
              <w:t>″</w:t>
            </w:r>
            <w:r>
              <w:rPr>
                <w:rFonts w:cs="Times New Roman"/>
                <w:color w:val="000000"/>
                <w:sz w:val="18"/>
                <w:szCs w:val="18"/>
              </w:rPr>
              <w:t>E</w:t>
            </w: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49.5871614N, 17.2798311E</w:t>
            </w:r>
          </w:p>
        </w:tc>
        <w:tc>
          <w:tcPr>
            <w:tcW w:w="106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9F7" w:rsidRPr="00471EFF" w:rsidRDefault="003A09F7" w:rsidP="00471EFF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77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A09F7" w:rsidRPr="00471EFF" w:rsidRDefault="003A09F7" w:rsidP="00471EFF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</w:tbl>
    <w:p w:rsidR="001025EF" w:rsidRDefault="001025EF"/>
    <w:tbl>
      <w:tblPr>
        <w:tblW w:w="94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7"/>
        <w:gridCol w:w="3060"/>
        <w:gridCol w:w="1066"/>
        <w:gridCol w:w="3774"/>
      </w:tblGrid>
      <w:tr w:rsidR="00E96ED4" w:rsidRPr="00471EFF" w:rsidTr="00617014">
        <w:trPr>
          <w:trHeight w:val="315"/>
          <w:jc w:val="center"/>
        </w:trPr>
        <w:tc>
          <w:tcPr>
            <w:tcW w:w="157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96ED4" w:rsidRPr="00471EFF" w:rsidRDefault="00E96ED4" w:rsidP="00F241BA">
            <w:pPr>
              <w:widowControl/>
              <w:autoSpaceDE/>
              <w:autoSpaceDN/>
              <w:adjustRightInd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ČS</w:t>
            </w:r>
            <w:r w:rsidR="00D349B5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 xml:space="preserve"> PŘEROV</w:t>
            </w:r>
          </w:p>
        </w:tc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ED4" w:rsidRPr="00471EFF" w:rsidRDefault="00E96ED4" w:rsidP="00F241BA">
            <w:pPr>
              <w:widowControl/>
              <w:autoSpaceDE/>
              <w:autoSpaceDN/>
              <w:adjustRightInd/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71EFF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Katastr. Území</w:t>
            </w:r>
          </w:p>
        </w:tc>
        <w:tc>
          <w:tcPr>
            <w:tcW w:w="106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ED4" w:rsidRPr="00471EFF" w:rsidRDefault="00E96ED4" w:rsidP="00F241BA">
            <w:pPr>
              <w:widowControl/>
              <w:autoSpaceDE/>
              <w:autoSpaceDN/>
              <w:adjustRightInd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P</w:t>
            </w:r>
            <w:r w:rsidRPr="00471EFF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arcela č.</w:t>
            </w:r>
          </w:p>
        </w:tc>
        <w:tc>
          <w:tcPr>
            <w:tcW w:w="377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6ED4" w:rsidRPr="00471EFF" w:rsidRDefault="00E96ED4" w:rsidP="00F241BA">
            <w:pPr>
              <w:widowControl/>
              <w:autoSpaceDE/>
              <w:autoSpaceDN/>
              <w:adjustRightInd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71EFF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Vlastník</w:t>
            </w:r>
          </w:p>
        </w:tc>
      </w:tr>
      <w:tr w:rsidR="00E96ED4" w:rsidRPr="00471EFF" w:rsidTr="00617014">
        <w:trPr>
          <w:trHeight w:val="315"/>
          <w:jc w:val="center"/>
        </w:trPr>
        <w:tc>
          <w:tcPr>
            <w:tcW w:w="157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96ED4" w:rsidRDefault="00E96ED4" w:rsidP="00F241BA">
            <w:pPr>
              <w:widowControl/>
              <w:autoSpaceDE/>
              <w:autoSpaceDN/>
              <w:adjustRightInd/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ED4" w:rsidRPr="00471EFF" w:rsidRDefault="00E96ED4" w:rsidP="00F241BA">
            <w:pPr>
              <w:widowControl/>
              <w:autoSpaceDE/>
              <w:autoSpaceDN/>
              <w:adjustRightInd/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Souřadnice</w:t>
            </w:r>
          </w:p>
        </w:tc>
        <w:tc>
          <w:tcPr>
            <w:tcW w:w="106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ED4" w:rsidRPr="00471EFF" w:rsidRDefault="00E96ED4" w:rsidP="00F241BA">
            <w:pPr>
              <w:widowControl/>
              <w:autoSpaceDE/>
              <w:autoSpaceDN/>
              <w:adjustRightInd/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77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96ED4" w:rsidRPr="00471EFF" w:rsidRDefault="00E96ED4" w:rsidP="00F241BA">
            <w:pPr>
              <w:widowControl/>
              <w:autoSpaceDE/>
              <w:autoSpaceDN/>
              <w:adjustRightInd/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96ED4" w:rsidRPr="00471EFF" w:rsidTr="00617014">
        <w:trPr>
          <w:trHeight w:val="315"/>
          <w:jc w:val="center"/>
        </w:trPr>
        <w:tc>
          <w:tcPr>
            <w:tcW w:w="157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96ED4" w:rsidRDefault="00E96ED4" w:rsidP="00F241BA">
            <w:pP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lastRenderedPageBreak/>
              <w:t>Filiálka</w:t>
            </w:r>
          </w:p>
        </w:tc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ED4" w:rsidRPr="00471EFF" w:rsidRDefault="00E90329" w:rsidP="00E90329">
            <w:pPr>
              <w:widowControl/>
              <w:autoSpaceDE/>
              <w:autoSpaceDN/>
              <w:adjustRightInd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Přerov 5</w:t>
            </w:r>
            <w:r w:rsidR="00E96ED4" w:rsidRPr="00471EFF">
              <w:rPr>
                <w:rFonts w:ascii="Calibri" w:hAnsi="Calibri" w:cs="Times New Roman"/>
                <w:color w:val="000000"/>
                <w:sz w:val="22"/>
                <w:szCs w:val="22"/>
              </w:rPr>
              <w:t>1</w:t>
            </w:r>
            <w:r w:rsidR="00E96ED4">
              <w:rPr>
                <w:rFonts w:ascii="Calibri" w:hAnsi="Calibri" w:cs="Times New Roman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382</w:t>
            </w:r>
          </w:p>
        </w:tc>
        <w:tc>
          <w:tcPr>
            <w:tcW w:w="106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ED4" w:rsidRPr="00471EFF" w:rsidRDefault="00A85F26" w:rsidP="00F241BA">
            <w:pP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521</w:t>
            </w:r>
            <w:r w:rsidR="00E96ED4" w:rsidRPr="00471EFF">
              <w:rPr>
                <w:rFonts w:ascii="Calibri" w:hAnsi="Calibri" w:cs="Times New Roman"/>
                <w:color w:val="000000"/>
                <w:sz w:val="22"/>
                <w:szCs w:val="22"/>
              </w:rPr>
              <w:t>/</w:t>
            </w: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77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ED4" w:rsidRPr="00471EFF" w:rsidRDefault="00E96ED4" w:rsidP="00F241BA">
            <w:pP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Segoe UI" w:hAnsi="Segoe UI" w:cs="Segoe UI"/>
                <w:color w:val="000000"/>
                <w:sz w:val="20"/>
              </w:rPr>
              <w:t>České dráhy, a.s., nábřeží Ludvíka Svobody 1222/12, Nové Město, 11000 Praha 1</w:t>
            </w:r>
          </w:p>
        </w:tc>
      </w:tr>
      <w:tr w:rsidR="00E96ED4" w:rsidRPr="00471EFF" w:rsidTr="00617014">
        <w:trPr>
          <w:trHeight w:val="600"/>
          <w:jc w:val="center"/>
        </w:trPr>
        <w:tc>
          <w:tcPr>
            <w:tcW w:w="157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471EFF" w:rsidRDefault="00E96ED4" w:rsidP="00F241BA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ED4" w:rsidRPr="000323D5" w:rsidRDefault="00A36A00" w:rsidP="00F241BA">
            <w:pPr>
              <w:widowControl/>
              <w:autoSpaceDE/>
              <w:autoSpaceDN/>
              <w:adjustRightInd/>
              <w:rPr>
                <w:rFonts w:cs="Times New Roman"/>
                <w:bCs/>
                <w:kern w:val="36"/>
                <w:sz w:val="20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49° 25′ 58.332</w:t>
            </w:r>
            <w:r w:rsidR="00E96ED4" w:rsidRPr="000323D5">
              <w:rPr>
                <w:rFonts w:cs="Times New Roman"/>
                <w:color w:val="000000"/>
                <w:sz w:val="18"/>
                <w:szCs w:val="18"/>
              </w:rPr>
              <w:t>″</w:t>
            </w:r>
            <w:r>
              <w:rPr>
                <w:rFonts w:cs="Times New Roman"/>
                <w:color w:val="000000"/>
                <w:sz w:val="18"/>
                <w:szCs w:val="18"/>
              </w:rPr>
              <w:t>N, 17° 27′ 5.27</w:t>
            </w:r>
            <w:r w:rsidR="00E96ED4">
              <w:rPr>
                <w:rFonts w:cs="Times New Roman"/>
                <w:color w:val="000000"/>
                <w:sz w:val="18"/>
                <w:szCs w:val="18"/>
              </w:rPr>
              <w:t>2</w:t>
            </w:r>
            <w:r w:rsidR="00E96ED4" w:rsidRPr="000323D5">
              <w:rPr>
                <w:rFonts w:cs="Times New Roman"/>
                <w:color w:val="000000"/>
                <w:sz w:val="18"/>
                <w:szCs w:val="18"/>
              </w:rPr>
              <w:t>″</w:t>
            </w:r>
            <w:r w:rsidR="00E96ED4">
              <w:rPr>
                <w:rFonts w:cs="Times New Roman"/>
                <w:color w:val="000000"/>
                <w:sz w:val="18"/>
                <w:szCs w:val="18"/>
              </w:rPr>
              <w:t>E</w:t>
            </w:r>
          </w:p>
          <w:p w:rsidR="00E96ED4" w:rsidRPr="00E80FF5" w:rsidRDefault="00A36A00" w:rsidP="00F241BA">
            <w:pPr>
              <w:widowControl/>
              <w:autoSpaceDE/>
              <w:autoSpaceDN/>
              <w:adjustRightInd/>
              <w:rPr>
                <w:bCs/>
                <w:kern w:val="36"/>
                <w:sz w:val="20"/>
              </w:rPr>
            </w:pPr>
            <w:r>
              <w:rPr>
                <w:bCs/>
                <w:kern w:val="36"/>
                <w:sz w:val="20"/>
              </w:rPr>
              <w:t>49.4328700N, 17.4514644</w:t>
            </w:r>
            <w:r w:rsidR="00E96ED4" w:rsidRPr="00B8151D">
              <w:rPr>
                <w:bCs/>
                <w:kern w:val="36"/>
                <w:sz w:val="20"/>
              </w:rPr>
              <w:t>E</w:t>
            </w:r>
          </w:p>
        </w:tc>
        <w:tc>
          <w:tcPr>
            <w:tcW w:w="10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ED4" w:rsidRPr="00471EFF" w:rsidRDefault="00E96ED4" w:rsidP="00F241BA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77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6ED4" w:rsidRPr="00471EFF" w:rsidRDefault="00E96ED4" w:rsidP="00F241BA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  <w:tr w:rsidR="00E96ED4" w:rsidRPr="00471EFF" w:rsidTr="00617014">
        <w:trPr>
          <w:trHeight w:val="600"/>
          <w:jc w:val="center"/>
        </w:trPr>
        <w:tc>
          <w:tcPr>
            <w:tcW w:w="1577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96ED4" w:rsidRPr="00471EFF" w:rsidRDefault="00E96ED4" w:rsidP="00F241B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Lověšice</w:t>
            </w:r>
          </w:p>
        </w:tc>
        <w:tc>
          <w:tcPr>
            <w:tcW w:w="3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ED4" w:rsidRPr="00E96ED4" w:rsidRDefault="00E96ED4" w:rsidP="00E96ED4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  <w:r w:rsidRPr="00E96ED4">
              <w:rPr>
                <w:rFonts w:cs="Times New Roman"/>
                <w:color w:val="000000"/>
                <w:sz w:val="22"/>
                <w:szCs w:val="22"/>
              </w:rPr>
              <w:t xml:space="preserve">Lověšice u Přerova </w:t>
            </w:r>
            <w:r>
              <w:rPr>
                <w:rFonts w:cs="Times New Roman"/>
                <w:color w:val="000000"/>
                <w:sz w:val="22"/>
                <w:szCs w:val="22"/>
              </w:rPr>
              <w:t>735001</w:t>
            </w:r>
          </w:p>
        </w:tc>
        <w:tc>
          <w:tcPr>
            <w:tcW w:w="106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ED4" w:rsidRPr="00471EFF" w:rsidRDefault="00E96ED4" w:rsidP="00F241B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521</w:t>
            </w:r>
            <w:r w:rsidRPr="00471EFF">
              <w:rPr>
                <w:rFonts w:ascii="Calibri" w:hAnsi="Calibri" w:cs="Times New Roman"/>
                <w:color w:val="000000"/>
                <w:sz w:val="22"/>
                <w:szCs w:val="22"/>
              </w:rPr>
              <w:t>/</w:t>
            </w: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774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96ED4" w:rsidRPr="006866A3" w:rsidRDefault="00E96ED4" w:rsidP="00F241BA">
            <w:pPr>
              <w:rPr>
                <w:rFonts w:ascii="Segoe UI" w:hAnsi="Segoe UI" w:cs="Segoe UI"/>
                <w:color w:val="000000"/>
                <w:sz w:val="20"/>
              </w:rPr>
            </w:pPr>
            <w:r>
              <w:rPr>
                <w:rFonts w:ascii="Segoe UI" w:hAnsi="Segoe UI" w:cs="Segoe UI"/>
                <w:color w:val="000000"/>
                <w:sz w:val="20"/>
              </w:rPr>
              <w:t>České dráhy, a.s., nábřeží Ludvíka Svobody 1222/12, Nové Město, 11000 Praha 1</w:t>
            </w:r>
          </w:p>
        </w:tc>
      </w:tr>
      <w:tr w:rsidR="00E96ED4" w:rsidRPr="00471EFF" w:rsidTr="00617014">
        <w:trPr>
          <w:trHeight w:val="600"/>
          <w:jc w:val="center"/>
        </w:trPr>
        <w:tc>
          <w:tcPr>
            <w:tcW w:w="157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471EFF" w:rsidRDefault="00E96ED4" w:rsidP="00F241BA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ED4" w:rsidRDefault="00E90329" w:rsidP="00F241BA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49° 25</w:t>
            </w:r>
            <w:r w:rsidR="00E96ED4">
              <w:rPr>
                <w:rFonts w:cs="Times New Roman"/>
                <w:color w:val="000000"/>
                <w:sz w:val="18"/>
                <w:szCs w:val="18"/>
              </w:rPr>
              <w:t xml:space="preserve">′ </w:t>
            </w:r>
            <w:r>
              <w:rPr>
                <w:rFonts w:cs="Times New Roman"/>
                <w:color w:val="000000"/>
                <w:sz w:val="18"/>
                <w:szCs w:val="18"/>
              </w:rPr>
              <w:t>57</w:t>
            </w:r>
            <w:r w:rsidR="00E96ED4">
              <w:rPr>
                <w:rFonts w:cs="Times New Roman"/>
                <w:color w:val="000000"/>
                <w:sz w:val="18"/>
                <w:szCs w:val="18"/>
              </w:rPr>
              <w:t>.</w:t>
            </w:r>
            <w:r w:rsidR="004445A0">
              <w:rPr>
                <w:rFonts w:cs="Times New Roman"/>
                <w:color w:val="000000"/>
                <w:sz w:val="18"/>
                <w:szCs w:val="18"/>
              </w:rPr>
              <w:t>527</w:t>
            </w:r>
            <w:r w:rsidR="00E96ED4" w:rsidRPr="000323D5">
              <w:rPr>
                <w:rFonts w:cs="Times New Roman"/>
                <w:color w:val="000000"/>
                <w:sz w:val="18"/>
                <w:szCs w:val="18"/>
              </w:rPr>
              <w:t>″</w:t>
            </w:r>
            <w:r w:rsidR="00E96ED4">
              <w:rPr>
                <w:rFonts w:cs="Times New Roman"/>
                <w:color w:val="000000"/>
                <w:sz w:val="18"/>
                <w:szCs w:val="18"/>
              </w:rPr>
              <w:t xml:space="preserve">N, </w:t>
            </w:r>
            <w:r>
              <w:rPr>
                <w:rFonts w:cs="Times New Roman"/>
                <w:color w:val="000000"/>
                <w:sz w:val="18"/>
                <w:szCs w:val="18"/>
              </w:rPr>
              <w:t>17° 27</w:t>
            </w:r>
            <w:r w:rsidR="00E96ED4">
              <w:rPr>
                <w:rFonts w:cs="Times New Roman"/>
                <w:color w:val="000000"/>
                <w:sz w:val="18"/>
                <w:szCs w:val="18"/>
              </w:rPr>
              <w:t xml:space="preserve">′ </w:t>
            </w:r>
            <w:r>
              <w:rPr>
                <w:rFonts w:cs="Times New Roman"/>
                <w:color w:val="000000"/>
                <w:sz w:val="18"/>
                <w:szCs w:val="18"/>
              </w:rPr>
              <w:t>0</w:t>
            </w:r>
            <w:r w:rsidR="00E96ED4">
              <w:rPr>
                <w:rFonts w:cs="Times New Roman"/>
                <w:color w:val="000000"/>
                <w:sz w:val="18"/>
                <w:szCs w:val="18"/>
              </w:rPr>
              <w:t>.</w:t>
            </w:r>
            <w:r>
              <w:rPr>
                <w:rFonts w:cs="Times New Roman"/>
                <w:color w:val="000000"/>
                <w:sz w:val="18"/>
                <w:szCs w:val="18"/>
              </w:rPr>
              <w:t>8</w:t>
            </w:r>
            <w:r w:rsidR="00E96ED4">
              <w:rPr>
                <w:rFonts w:cs="Times New Roman"/>
                <w:color w:val="000000"/>
                <w:sz w:val="18"/>
                <w:szCs w:val="18"/>
              </w:rPr>
              <w:t>9</w:t>
            </w:r>
            <w:r>
              <w:rPr>
                <w:rFonts w:cs="Times New Roman"/>
                <w:color w:val="000000"/>
                <w:sz w:val="18"/>
                <w:szCs w:val="18"/>
              </w:rPr>
              <w:t>8</w:t>
            </w:r>
            <w:r w:rsidR="00E96ED4" w:rsidRPr="000323D5">
              <w:rPr>
                <w:rFonts w:cs="Times New Roman"/>
                <w:color w:val="000000"/>
                <w:sz w:val="18"/>
                <w:szCs w:val="18"/>
              </w:rPr>
              <w:t>″</w:t>
            </w:r>
            <w:r w:rsidR="00E96ED4">
              <w:rPr>
                <w:rFonts w:cs="Times New Roman"/>
                <w:color w:val="000000"/>
                <w:sz w:val="18"/>
                <w:szCs w:val="18"/>
              </w:rPr>
              <w:t>E</w:t>
            </w:r>
          </w:p>
          <w:p w:rsidR="00E96ED4" w:rsidRPr="00471EFF" w:rsidRDefault="00E90329" w:rsidP="00F241BA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49.4326469</w:t>
            </w:r>
            <w:r w:rsidR="004445A0">
              <w:rPr>
                <w:rFonts w:ascii="Calibri" w:hAnsi="Calibri" w:cs="Times New Roman"/>
                <w:color w:val="000000"/>
                <w:sz w:val="22"/>
                <w:szCs w:val="22"/>
              </w:rPr>
              <w:t>4</w:t>
            </w:r>
            <w:r w:rsidR="00E96ED4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N, </w:t>
            </w: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17.4502494</w:t>
            </w:r>
            <w:r w:rsidR="00E96ED4">
              <w:rPr>
                <w:rFonts w:ascii="Calibri" w:hAnsi="Calibri" w:cs="Times New Roman"/>
                <w:color w:val="000000"/>
                <w:sz w:val="22"/>
                <w:szCs w:val="22"/>
              </w:rPr>
              <w:t>E</w:t>
            </w:r>
          </w:p>
        </w:tc>
        <w:tc>
          <w:tcPr>
            <w:tcW w:w="10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ED4" w:rsidRPr="00471EFF" w:rsidRDefault="00E96ED4" w:rsidP="00F241BA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77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6ED4" w:rsidRPr="00471EFF" w:rsidRDefault="00E96ED4" w:rsidP="00F241BA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  <w:tr w:rsidR="00A17735" w:rsidRPr="00471EFF" w:rsidTr="00617014">
        <w:trPr>
          <w:trHeight w:val="600"/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35" w:rsidRPr="00617014" w:rsidRDefault="00A17735" w:rsidP="00F241BA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01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Šachta s18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014" w:rsidRPr="00617014" w:rsidRDefault="00617014" w:rsidP="00F241BA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01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Přerov 511382</w:t>
            </w:r>
          </w:p>
          <w:p w:rsidR="005F7ACE" w:rsidRPr="00617014" w:rsidRDefault="005F7ACE" w:rsidP="00617014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F7A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49.4456089N, 17.4482203E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735" w:rsidRPr="00471EFF" w:rsidRDefault="00A17735" w:rsidP="00F241BA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7735" w:rsidRPr="00471EFF" w:rsidRDefault="00617014" w:rsidP="00F241BA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Segoe UI" w:hAnsi="Segoe UI" w:cs="Segoe UI"/>
                <w:color w:val="000000"/>
                <w:sz w:val="20"/>
              </w:rPr>
              <w:t>České dráhy, a.s., nábřeží Ludvíka Svobody 1222/12, Nové Město, 11000 Praha 1</w:t>
            </w:r>
          </w:p>
        </w:tc>
      </w:tr>
      <w:tr w:rsidR="00A17735" w:rsidRPr="00471EFF" w:rsidTr="00617014">
        <w:trPr>
          <w:trHeight w:val="600"/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35" w:rsidRPr="00617014" w:rsidRDefault="00A17735" w:rsidP="00A17735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01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Šachta s41,</w:t>
            </w:r>
            <w:r w:rsidR="00617014" w:rsidRPr="0061701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61701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s42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014" w:rsidRPr="00617014" w:rsidRDefault="00617014" w:rsidP="00617014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01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Přerov 511382</w:t>
            </w:r>
          </w:p>
          <w:p w:rsidR="00617014" w:rsidRPr="00617014" w:rsidRDefault="00617014" w:rsidP="00F241BA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01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49.4475333N, 17.4434756E</w:t>
            </w:r>
          </w:p>
          <w:p w:rsidR="00617014" w:rsidRPr="00617014" w:rsidRDefault="00617014" w:rsidP="00F241BA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01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49.4472708N, 17.4438364E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735" w:rsidRPr="00471EFF" w:rsidRDefault="00A17735" w:rsidP="00F241BA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014" w:rsidRPr="00617014" w:rsidRDefault="00617014" w:rsidP="00F241BA">
            <w:pPr>
              <w:widowControl/>
              <w:autoSpaceDE/>
              <w:autoSpaceDN/>
              <w:adjustRightInd/>
              <w:rPr>
                <w:rFonts w:ascii="Segoe UI" w:hAnsi="Segoe UI" w:cs="Segoe UI"/>
                <w:color w:val="000000"/>
                <w:sz w:val="20"/>
              </w:rPr>
            </w:pPr>
            <w:r>
              <w:rPr>
                <w:rFonts w:ascii="Segoe UI" w:hAnsi="Segoe UI" w:cs="Segoe UI"/>
                <w:color w:val="000000"/>
                <w:sz w:val="20"/>
              </w:rPr>
              <w:t>České dráhy, a.s., nábřeží Ludvíka Svobody 1222/12, Nové Město, 11000 Praha 1</w:t>
            </w:r>
          </w:p>
        </w:tc>
      </w:tr>
    </w:tbl>
    <w:p w:rsidR="00B72994" w:rsidRDefault="00B72994" w:rsidP="0080024F">
      <w:pPr>
        <w:pStyle w:val="Nadpis1"/>
        <w:numPr>
          <w:ilvl w:val="0"/>
          <w:numId w:val="0"/>
        </w:numPr>
        <w:jc w:val="both"/>
      </w:pPr>
      <w:bookmarkStart w:id="4" w:name="_Toc181684122"/>
      <w:bookmarkStart w:id="5" w:name="_Toc291830396"/>
      <w:bookmarkStart w:id="6" w:name="_Toc292807165"/>
      <w:bookmarkEnd w:id="0"/>
      <w:bookmarkEnd w:id="1"/>
      <w:bookmarkEnd w:id="2"/>
    </w:p>
    <w:p w:rsidR="0080024F" w:rsidRDefault="0080024F" w:rsidP="0080024F">
      <w:pPr>
        <w:pStyle w:val="Nadpis1"/>
        <w:numPr>
          <w:ilvl w:val="0"/>
          <w:numId w:val="0"/>
        </w:numPr>
        <w:jc w:val="both"/>
      </w:pPr>
      <w:bookmarkStart w:id="7" w:name="_Toc531956973"/>
      <w:r>
        <w:t>A.2</w:t>
      </w:r>
      <w:r>
        <w:tab/>
      </w:r>
      <w:r w:rsidR="00FA22F0">
        <w:t>Předmět zadání</w:t>
      </w:r>
      <w:bookmarkEnd w:id="4"/>
      <w:bookmarkEnd w:id="5"/>
      <w:bookmarkEnd w:id="6"/>
      <w:bookmarkEnd w:id="7"/>
    </w:p>
    <w:p w:rsidR="00296D21" w:rsidRPr="00296D21" w:rsidRDefault="00E43BD3" w:rsidP="00B72994">
      <w:pPr>
        <w:pStyle w:val="Odstavecseseznamem"/>
        <w:spacing w:after="0" w:line="0" w:lineRule="atLeast"/>
        <w:ind w:left="142"/>
        <w:jc w:val="both"/>
        <w:rPr>
          <w:rFonts w:cs="Arial"/>
          <w:b/>
          <w:sz w:val="22"/>
          <w:lang w:val="cs-CZ"/>
        </w:rPr>
      </w:pPr>
      <w:r w:rsidRPr="00396398">
        <w:rPr>
          <w:rFonts w:cs="Arial"/>
          <w:sz w:val="22"/>
          <w:lang w:val="cs-CZ"/>
        </w:rPr>
        <w:t xml:space="preserve">Zhotovitel se zavazuje splnit podmínky </w:t>
      </w:r>
      <w:r w:rsidR="00296D21" w:rsidRPr="00396398">
        <w:rPr>
          <w:rFonts w:cs="Arial"/>
          <w:sz w:val="22"/>
          <w:lang w:val="cs-CZ"/>
        </w:rPr>
        <w:t xml:space="preserve">výrobců na postupy provádění údržby, kontroly a zkoušky </w:t>
      </w:r>
    </w:p>
    <w:p w:rsidR="00E43BD3" w:rsidRDefault="00E43BD3" w:rsidP="00296D21">
      <w:pPr>
        <w:spacing w:line="0" w:lineRule="atLeast"/>
        <w:ind w:left="142"/>
        <w:jc w:val="both"/>
        <w:rPr>
          <w:sz w:val="22"/>
        </w:rPr>
      </w:pPr>
      <w:r w:rsidRPr="00296D21">
        <w:rPr>
          <w:sz w:val="22"/>
        </w:rPr>
        <w:t>u všech typů čerpadel dle přiloženého seznamu čerpacích stanic.</w:t>
      </w:r>
    </w:p>
    <w:p w:rsidR="00B72994" w:rsidRDefault="00B72994" w:rsidP="00B72994"/>
    <w:p w:rsidR="00B72994" w:rsidRPr="00960363" w:rsidRDefault="00B72994" w:rsidP="00B72994">
      <w:pPr>
        <w:rPr>
          <w:b/>
          <w:sz w:val="22"/>
        </w:rPr>
      </w:pPr>
      <w:r>
        <w:rPr>
          <w:b/>
          <w:sz w:val="22"/>
        </w:rPr>
        <w:t xml:space="preserve"> </w:t>
      </w:r>
      <w:r w:rsidRPr="00960363">
        <w:rPr>
          <w:b/>
          <w:sz w:val="22"/>
        </w:rPr>
        <w:t>Seznam čerpadel na jednotlivých ČSOV Žst. Olomouc hl.n.:</w:t>
      </w:r>
    </w:p>
    <w:p w:rsidR="00B72994" w:rsidRDefault="00B72994" w:rsidP="00B72994">
      <w:r>
        <w:rPr>
          <w:noProof/>
        </w:rPr>
        <w:drawing>
          <wp:inline distT="0" distB="0" distL="0" distR="0" wp14:anchorId="78DE4C71" wp14:editId="03278F27">
            <wp:extent cx="5760720" cy="3038373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38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994" w:rsidRDefault="00B72994" w:rsidP="00B72994">
      <w:pPr>
        <w:rPr>
          <w:b/>
          <w:sz w:val="22"/>
        </w:rPr>
      </w:pPr>
      <w:r w:rsidRPr="00960363">
        <w:rPr>
          <w:b/>
          <w:sz w:val="22"/>
        </w:rPr>
        <w:t xml:space="preserve">Seznam čerpadel na jednotlivých ČSOV Žst. </w:t>
      </w:r>
      <w:r>
        <w:rPr>
          <w:b/>
          <w:sz w:val="22"/>
        </w:rPr>
        <w:t>Přerov</w:t>
      </w:r>
      <w:r w:rsidRPr="00960363">
        <w:rPr>
          <w:b/>
          <w:sz w:val="22"/>
        </w:rPr>
        <w:t>:</w:t>
      </w:r>
    </w:p>
    <w:p w:rsidR="00B72994" w:rsidRPr="00960363" w:rsidRDefault="00B72994" w:rsidP="00B72994">
      <w:pPr>
        <w:rPr>
          <w:b/>
          <w:sz w:val="22"/>
        </w:rPr>
      </w:pPr>
      <w:r>
        <w:rPr>
          <w:noProof/>
        </w:rPr>
        <w:drawing>
          <wp:inline distT="0" distB="0" distL="0" distR="0" wp14:anchorId="1FAB87A3" wp14:editId="127F4219">
            <wp:extent cx="5760720" cy="74851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4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4AF6" w:rsidRDefault="00144AF6" w:rsidP="00144AF6">
      <w:pPr>
        <w:rPr>
          <w:b/>
          <w:sz w:val="22"/>
        </w:rPr>
      </w:pPr>
      <w:r w:rsidRPr="00960363">
        <w:rPr>
          <w:b/>
          <w:sz w:val="22"/>
        </w:rPr>
        <w:t xml:space="preserve">Seznam čerpadel </w:t>
      </w:r>
      <w:r>
        <w:rPr>
          <w:b/>
          <w:sz w:val="22"/>
        </w:rPr>
        <w:t xml:space="preserve">umístěných v kabelovodu </w:t>
      </w:r>
      <w:r w:rsidRPr="00960363">
        <w:rPr>
          <w:b/>
          <w:sz w:val="22"/>
        </w:rPr>
        <w:t xml:space="preserve">Žst. </w:t>
      </w:r>
      <w:r>
        <w:rPr>
          <w:b/>
          <w:sz w:val="22"/>
        </w:rPr>
        <w:t>Přerov</w:t>
      </w:r>
      <w:r w:rsidRPr="00960363">
        <w:rPr>
          <w:b/>
          <w:sz w:val="22"/>
        </w:rPr>
        <w:t>:</w:t>
      </w:r>
    </w:p>
    <w:p w:rsidR="00B72994" w:rsidRDefault="00B72994" w:rsidP="00296D21">
      <w:pPr>
        <w:spacing w:line="0" w:lineRule="atLeast"/>
        <w:ind w:left="142"/>
        <w:jc w:val="both"/>
        <w:rPr>
          <w:b/>
          <w:sz w:val="22"/>
        </w:rPr>
      </w:pPr>
    </w:p>
    <w:tbl>
      <w:tblPr>
        <w:tblW w:w="892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1160"/>
        <w:gridCol w:w="1080"/>
        <w:gridCol w:w="1080"/>
        <w:gridCol w:w="1080"/>
        <w:gridCol w:w="1080"/>
        <w:gridCol w:w="1286"/>
      </w:tblGrid>
      <w:tr w:rsidR="00144AF6" w:rsidRPr="00144AF6" w:rsidTr="00144AF6">
        <w:trPr>
          <w:trHeight w:val="25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AF6" w:rsidRPr="00144AF6" w:rsidRDefault="00144AF6" w:rsidP="00144AF6">
            <w:pPr>
              <w:widowControl/>
              <w:autoSpaceDE/>
              <w:autoSpaceDN/>
              <w:adjustRightInd/>
              <w:rPr>
                <w:rFonts w:ascii="Verdana" w:hAnsi="Verdana" w:cs="Times New Roman"/>
                <w:color w:val="000000"/>
                <w:sz w:val="20"/>
              </w:rPr>
            </w:pPr>
            <w:r w:rsidRPr="00144AF6">
              <w:rPr>
                <w:rFonts w:ascii="Verdana" w:hAnsi="Verdana" w:cs="Times New Roman"/>
                <w:color w:val="000000"/>
                <w:sz w:val="20"/>
              </w:rPr>
              <w:t xml:space="preserve">poloha umístění 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AF6" w:rsidRPr="00144AF6" w:rsidRDefault="00144AF6" w:rsidP="00144AF6">
            <w:pPr>
              <w:widowControl/>
              <w:autoSpaceDE/>
              <w:autoSpaceDN/>
              <w:adjustRightInd/>
              <w:rPr>
                <w:rFonts w:ascii="Verdana" w:hAnsi="Verdana" w:cs="Times New Roman"/>
                <w:color w:val="000000"/>
                <w:sz w:val="20"/>
              </w:rPr>
            </w:pPr>
            <w:r w:rsidRPr="00144AF6">
              <w:rPr>
                <w:rFonts w:ascii="Verdana" w:hAnsi="Verdana" w:cs="Times New Roman"/>
                <w:color w:val="000000"/>
                <w:sz w:val="2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AF6" w:rsidRPr="00144AF6" w:rsidRDefault="00144AF6" w:rsidP="00144AF6">
            <w:pPr>
              <w:widowControl/>
              <w:autoSpaceDE/>
              <w:autoSpaceDN/>
              <w:adjustRightInd/>
              <w:rPr>
                <w:rFonts w:ascii="Verdana" w:hAnsi="Verdana" w:cs="Times New Roman"/>
                <w:color w:val="000000"/>
                <w:sz w:val="20"/>
              </w:rPr>
            </w:pPr>
            <w:r w:rsidRPr="00144AF6">
              <w:rPr>
                <w:rFonts w:ascii="Verdana" w:hAnsi="Verdana" w:cs="Times New Roman"/>
                <w:color w:val="000000"/>
                <w:sz w:val="20"/>
              </w:rPr>
              <w:t xml:space="preserve">ks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AF6" w:rsidRPr="00144AF6" w:rsidRDefault="00144AF6" w:rsidP="00144AF6">
            <w:pPr>
              <w:widowControl/>
              <w:autoSpaceDE/>
              <w:autoSpaceDN/>
              <w:adjustRightInd/>
              <w:rPr>
                <w:rFonts w:ascii="Verdana" w:hAnsi="Verdana" w:cs="Times New Roman"/>
                <w:color w:val="000000"/>
                <w:sz w:val="20"/>
              </w:rPr>
            </w:pPr>
            <w:r w:rsidRPr="00144AF6">
              <w:rPr>
                <w:rFonts w:ascii="Verdana" w:hAnsi="Verdana" w:cs="Times New Roman"/>
                <w:color w:val="000000"/>
                <w:sz w:val="20"/>
              </w:rPr>
              <w:t>popis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AF6" w:rsidRPr="00144AF6" w:rsidRDefault="00144AF6" w:rsidP="00144AF6">
            <w:pPr>
              <w:widowControl/>
              <w:autoSpaceDE/>
              <w:autoSpaceDN/>
              <w:adjustRightInd/>
              <w:rPr>
                <w:rFonts w:ascii="Verdana" w:hAnsi="Verdana" w:cs="Times New Roman"/>
                <w:color w:val="000000"/>
                <w:sz w:val="20"/>
              </w:rPr>
            </w:pPr>
            <w:r w:rsidRPr="00144AF6">
              <w:rPr>
                <w:rFonts w:ascii="Verdana" w:hAnsi="Verdana" w:cs="Times New Roman"/>
                <w:color w:val="000000"/>
                <w:sz w:val="2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AF6" w:rsidRPr="00144AF6" w:rsidRDefault="00144AF6" w:rsidP="00144AF6">
            <w:pPr>
              <w:widowControl/>
              <w:autoSpaceDE/>
              <w:autoSpaceDN/>
              <w:adjustRightInd/>
              <w:rPr>
                <w:rFonts w:ascii="Verdana" w:hAnsi="Verdana" w:cs="Times New Roman"/>
                <w:color w:val="000000"/>
                <w:sz w:val="20"/>
              </w:rPr>
            </w:pPr>
            <w:r w:rsidRPr="00144AF6">
              <w:rPr>
                <w:rFonts w:ascii="Verdana" w:hAnsi="Verdana" w:cs="Times New Roman"/>
                <w:color w:val="000000"/>
                <w:sz w:val="20"/>
              </w:rPr>
              <w:t> 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AF6" w:rsidRPr="00144AF6" w:rsidRDefault="00144AF6" w:rsidP="00144AF6">
            <w:pPr>
              <w:widowControl/>
              <w:autoSpaceDE/>
              <w:autoSpaceDN/>
              <w:adjustRightInd/>
              <w:rPr>
                <w:rFonts w:ascii="Verdana" w:hAnsi="Verdana" w:cs="Times New Roman"/>
                <w:color w:val="000000"/>
                <w:sz w:val="20"/>
              </w:rPr>
            </w:pPr>
            <w:r w:rsidRPr="00144AF6">
              <w:rPr>
                <w:rFonts w:ascii="Verdana" w:hAnsi="Verdana" w:cs="Times New Roman"/>
                <w:color w:val="000000"/>
                <w:sz w:val="20"/>
              </w:rPr>
              <w:t>hmotnost</w:t>
            </w:r>
          </w:p>
        </w:tc>
      </w:tr>
      <w:tr w:rsidR="00144AF6" w:rsidRPr="00144AF6" w:rsidTr="00144AF6">
        <w:trPr>
          <w:trHeight w:val="255"/>
        </w:trPr>
        <w:tc>
          <w:tcPr>
            <w:tcW w:w="3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4AF6" w:rsidRPr="00144AF6" w:rsidRDefault="00144AF6" w:rsidP="00144AF6">
            <w:pPr>
              <w:widowControl/>
              <w:autoSpaceDE/>
              <w:autoSpaceDN/>
              <w:adjustRightInd/>
              <w:rPr>
                <w:rFonts w:ascii="Verdana" w:hAnsi="Verdana" w:cs="Times New Roman"/>
                <w:color w:val="000000"/>
                <w:sz w:val="20"/>
              </w:rPr>
            </w:pPr>
            <w:r w:rsidRPr="00144AF6">
              <w:rPr>
                <w:rFonts w:ascii="Verdana" w:hAnsi="Verdana" w:cs="Times New Roman"/>
                <w:color w:val="000000"/>
                <w:sz w:val="20"/>
              </w:rPr>
              <w:t>kabelová šachta č. 18, 41, 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4AF6" w:rsidRPr="00144AF6" w:rsidRDefault="00144AF6" w:rsidP="00144AF6">
            <w:pPr>
              <w:widowControl/>
              <w:autoSpaceDE/>
              <w:autoSpaceDN/>
              <w:adjustRightInd/>
              <w:rPr>
                <w:rFonts w:ascii="Verdana" w:hAnsi="Verdana" w:cs="Times New Roman"/>
                <w:color w:val="000000"/>
                <w:sz w:val="20"/>
              </w:rPr>
            </w:pPr>
            <w:r w:rsidRPr="00144AF6">
              <w:rPr>
                <w:rFonts w:ascii="Verdana" w:hAnsi="Verdana" w:cs="Times New Roman"/>
                <w:color w:val="000000"/>
                <w:sz w:val="20"/>
              </w:rPr>
              <w:t>3x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4AF6" w:rsidRPr="00144AF6" w:rsidRDefault="00144AF6" w:rsidP="00144AF6">
            <w:pPr>
              <w:widowControl/>
              <w:autoSpaceDE/>
              <w:autoSpaceDN/>
              <w:adjustRightInd/>
              <w:rPr>
                <w:rFonts w:ascii="Verdana" w:hAnsi="Verdana" w:cs="Times New Roman"/>
                <w:color w:val="000000"/>
                <w:sz w:val="20"/>
              </w:rPr>
            </w:pPr>
            <w:r w:rsidRPr="00144AF6">
              <w:rPr>
                <w:rFonts w:ascii="Verdana" w:hAnsi="Verdana" w:cs="Times New Roman"/>
                <w:color w:val="000000"/>
                <w:sz w:val="20"/>
              </w:rPr>
              <w:t>HCP Pump AL-05N, 0,4kW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AF6" w:rsidRPr="00144AF6" w:rsidRDefault="00144AF6" w:rsidP="00144AF6">
            <w:pPr>
              <w:widowControl/>
              <w:autoSpaceDE/>
              <w:autoSpaceDN/>
              <w:adjustRightInd/>
              <w:rPr>
                <w:rFonts w:ascii="Verdana" w:hAnsi="Verdana" w:cs="Times New Roman"/>
                <w:color w:val="000000"/>
                <w:sz w:val="20"/>
              </w:rPr>
            </w:pPr>
            <w:r w:rsidRPr="00144AF6">
              <w:rPr>
                <w:rFonts w:ascii="Verdana" w:hAnsi="Verdana" w:cs="Times New Roman"/>
                <w:color w:val="000000"/>
                <w:sz w:val="20"/>
              </w:rPr>
              <w:t>14 kg</w:t>
            </w:r>
          </w:p>
        </w:tc>
      </w:tr>
    </w:tbl>
    <w:p w:rsidR="00144AF6" w:rsidRPr="00296D21" w:rsidRDefault="00144AF6" w:rsidP="00296D21">
      <w:pPr>
        <w:spacing w:line="0" w:lineRule="atLeast"/>
        <w:ind w:left="142"/>
        <w:jc w:val="both"/>
        <w:rPr>
          <w:b/>
          <w:sz w:val="22"/>
        </w:rPr>
      </w:pPr>
    </w:p>
    <w:p w:rsidR="00E43BD3" w:rsidRPr="00296D21" w:rsidRDefault="00E43BD3" w:rsidP="00E43BD3">
      <w:pPr>
        <w:pStyle w:val="Odstavecseseznamem"/>
        <w:numPr>
          <w:ilvl w:val="0"/>
          <w:numId w:val="31"/>
        </w:numPr>
        <w:spacing w:after="0" w:line="0" w:lineRule="atLeast"/>
        <w:ind w:left="142" w:hanging="142"/>
        <w:jc w:val="both"/>
        <w:rPr>
          <w:rFonts w:cs="Arial"/>
          <w:b/>
          <w:sz w:val="22"/>
          <w:lang w:val="cs-CZ"/>
        </w:rPr>
      </w:pPr>
      <w:r w:rsidRPr="00396398">
        <w:rPr>
          <w:rFonts w:cs="Arial"/>
          <w:sz w:val="22"/>
          <w:lang w:val="cs-CZ"/>
        </w:rPr>
        <w:t xml:space="preserve">U </w:t>
      </w:r>
      <w:r w:rsidR="00D349B5" w:rsidRPr="00396398">
        <w:rPr>
          <w:rFonts w:cs="Arial"/>
          <w:sz w:val="22"/>
          <w:lang w:val="cs-CZ"/>
        </w:rPr>
        <w:t xml:space="preserve">čerpadel </w:t>
      </w:r>
      <w:r w:rsidRPr="00396398">
        <w:rPr>
          <w:rFonts w:cs="Arial"/>
          <w:sz w:val="22"/>
          <w:lang w:val="cs-CZ"/>
        </w:rPr>
        <w:t>v záruční době musí zhotovitel splnit záruční podmínky jednotlivých výrobců tak aby byla prodloužena a uznána záruka výrobcem.</w:t>
      </w:r>
    </w:p>
    <w:p w:rsidR="003C59BC" w:rsidRDefault="003C59BC" w:rsidP="003C59BC">
      <w:pPr>
        <w:widowControl/>
        <w:autoSpaceDE/>
        <w:autoSpaceDN/>
        <w:adjustRightInd/>
        <w:ind w:left="142" w:hanging="142"/>
      </w:pPr>
      <w:r>
        <w:lastRenderedPageBreak/>
        <w:t xml:space="preserve">- </w:t>
      </w:r>
      <w:r w:rsidR="00296D21">
        <w:t xml:space="preserve">S ohledem na předpokládaný rozsah kontroly čerpadel </w:t>
      </w:r>
      <w:r>
        <w:t xml:space="preserve">v případech, kdy  </w:t>
      </w:r>
      <w:r w:rsidR="00296D21">
        <w:t xml:space="preserve">je potřebné čerpadlo vyjmout z jímky </w:t>
      </w:r>
      <w:r>
        <w:t>je nutné použít zdvihací zařízení dodavatele (nosnost min 1,5 t).</w:t>
      </w:r>
    </w:p>
    <w:p w:rsidR="003C59BC" w:rsidRDefault="003C59BC" w:rsidP="003C59BC">
      <w:pPr>
        <w:ind w:left="142" w:hanging="142"/>
      </w:pPr>
      <w:r>
        <w:t>- Pokud je nutné vyčerpání jímky, provádí jej dodavatel.</w:t>
      </w:r>
    </w:p>
    <w:p w:rsidR="00144AF6" w:rsidRDefault="00144AF6" w:rsidP="003C59BC">
      <w:pPr>
        <w:ind w:left="142" w:hanging="142"/>
      </w:pPr>
    </w:p>
    <w:p w:rsidR="003C59BC" w:rsidRDefault="00144AF6" w:rsidP="003C59BC">
      <w:r>
        <w:t>P</w:t>
      </w:r>
      <w:r w:rsidR="003C59BC">
        <w:t>ředmětem kontroly čerpadel je zejména:</w:t>
      </w:r>
    </w:p>
    <w:p w:rsidR="003C59BC" w:rsidRDefault="003C59BC" w:rsidP="003C59BC">
      <w:pPr>
        <w:widowControl/>
        <w:numPr>
          <w:ilvl w:val="0"/>
          <w:numId w:val="37"/>
        </w:numPr>
        <w:autoSpaceDE/>
        <w:autoSpaceDN/>
        <w:adjustRightInd/>
      </w:pPr>
      <w:r>
        <w:t>Kompletní kontrola instalace</w:t>
      </w:r>
    </w:p>
    <w:p w:rsidR="003C59BC" w:rsidRDefault="003C59BC" w:rsidP="003C59BC">
      <w:pPr>
        <w:widowControl/>
        <w:numPr>
          <w:ilvl w:val="0"/>
          <w:numId w:val="37"/>
        </w:numPr>
        <w:autoSpaceDE/>
        <w:autoSpaceDN/>
        <w:adjustRightInd/>
      </w:pPr>
      <w:r>
        <w:t>Kontrola a upevnění základu</w:t>
      </w:r>
    </w:p>
    <w:p w:rsidR="003C59BC" w:rsidRDefault="003C59BC" w:rsidP="003C59BC">
      <w:pPr>
        <w:widowControl/>
        <w:numPr>
          <w:ilvl w:val="0"/>
          <w:numId w:val="37"/>
        </w:numPr>
        <w:autoSpaceDE/>
        <w:autoSpaceDN/>
        <w:adjustRightInd/>
      </w:pPr>
      <w:r>
        <w:t>Kontrola funkčnosti a upevnění spouštěcího zařízení</w:t>
      </w:r>
    </w:p>
    <w:p w:rsidR="003C59BC" w:rsidRDefault="003C59BC" w:rsidP="003C59BC">
      <w:pPr>
        <w:widowControl/>
        <w:numPr>
          <w:ilvl w:val="0"/>
          <w:numId w:val="37"/>
        </w:numPr>
        <w:autoSpaceDE/>
        <w:autoSpaceDN/>
        <w:adjustRightInd/>
      </w:pPr>
      <w:r>
        <w:t>Kontrola svislého potrubí čerpací jímky</w:t>
      </w:r>
    </w:p>
    <w:p w:rsidR="003C59BC" w:rsidRDefault="003C59BC" w:rsidP="003C59BC">
      <w:pPr>
        <w:widowControl/>
        <w:numPr>
          <w:ilvl w:val="0"/>
          <w:numId w:val="37"/>
        </w:numPr>
        <w:autoSpaceDE/>
        <w:autoSpaceDN/>
        <w:adjustRightInd/>
      </w:pPr>
      <w:r>
        <w:t>Kontrola celkového stavu čerpadla</w:t>
      </w:r>
    </w:p>
    <w:p w:rsidR="003C59BC" w:rsidRDefault="003C59BC" w:rsidP="003C59BC">
      <w:pPr>
        <w:widowControl/>
        <w:numPr>
          <w:ilvl w:val="0"/>
          <w:numId w:val="37"/>
        </w:numPr>
        <w:autoSpaceDE/>
        <w:autoSpaceDN/>
        <w:adjustRightInd/>
      </w:pPr>
      <w:r>
        <w:t>Kontrola opotřebení oběžného kola</w:t>
      </w:r>
    </w:p>
    <w:p w:rsidR="003C59BC" w:rsidRDefault="003C59BC" w:rsidP="003C59BC">
      <w:pPr>
        <w:widowControl/>
        <w:numPr>
          <w:ilvl w:val="0"/>
          <w:numId w:val="37"/>
        </w:numPr>
        <w:autoSpaceDE/>
        <w:autoSpaceDN/>
        <w:adjustRightInd/>
      </w:pPr>
      <w:r>
        <w:t>Kontrola kabelů a konektorů</w:t>
      </w:r>
    </w:p>
    <w:p w:rsidR="003C59BC" w:rsidRDefault="003C59BC" w:rsidP="003C59BC">
      <w:pPr>
        <w:widowControl/>
        <w:numPr>
          <w:ilvl w:val="0"/>
          <w:numId w:val="37"/>
        </w:numPr>
        <w:autoSpaceDE/>
        <w:autoSpaceDN/>
        <w:adjustRightInd/>
      </w:pPr>
      <w:r>
        <w:t>Kontrola izolačního stavu motoru</w:t>
      </w:r>
    </w:p>
    <w:p w:rsidR="003C59BC" w:rsidRDefault="003C59BC" w:rsidP="003C59BC">
      <w:pPr>
        <w:widowControl/>
        <w:numPr>
          <w:ilvl w:val="0"/>
          <w:numId w:val="37"/>
        </w:numPr>
        <w:autoSpaceDE/>
        <w:autoSpaceDN/>
        <w:adjustRightInd/>
      </w:pPr>
      <w:r>
        <w:t>Kontrola těsnících prvků</w:t>
      </w:r>
    </w:p>
    <w:p w:rsidR="003C59BC" w:rsidRDefault="003C59BC" w:rsidP="003C59BC">
      <w:pPr>
        <w:widowControl/>
        <w:numPr>
          <w:ilvl w:val="0"/>
          <w:numId w:val="37"/>
        </w:numPr>
        <w:autoSpaceDE/>
        <w:autoSpaceDN/>
        <w:adjustRightInd/>
      </w:pPr>
      <w:r>
        <w:t>Kontrola a výměna olejových náplní</w:t>
      </w:r>
    </w:p>
    <w:p w:rsidR="003C59BC" w:rsidRDefault="003C59BC" w:rsidP="003C59BC">
      <w:pPr>
        <w:widowControl/>
        <w:numPr>
          <w:ilvl w:val="0"/>
          <w:numId w:val="37"/>
        </w:numPr>
        <w:autoSpaceDE/>
        <w:autoSpaceDN/>
        <w:adjustRightInd/>
      </w:pPr>
      <w:r>
        <w:t>Zápis o kontrole, stavu čerpadel a doporučení údržby/oprav</w:t>
      </w:r>
    </w:p>
    <w:p w:rsidR="003C59BC" w:rsidRDefault="003C59BC" w:rsidP="003C59BC">
      <w:pPr>
        <w:widowControl/>
        <w:autoSpaceDE/>
        <w:autoSpaceDN/>
        <w:adjustRightInd/>
      </w:pPr>
    </w:p>
    <w:p w:rsidR="005F7ACE" w:rsidRDefault="005F7ACE" w:rsidP="005F7ACE">
      <w:pPr>
        <w:rPr>
          <w:b/>
          <w:sz w:val="22"/>
        </w:rPr>
      </w:pPr>
      <w:r w:rsidRPr="00960363">
        <w:rPr>
          <w:b/>
          <w:sz w:val="22"/>
        </w:rPr>
        <w:t xml:space="preserve">Seznam čerpadel </w:t>
      </w:r>
      <w:r>
        <w:rPr>
          <w:b/>
          <w:sz w:val="22"/>
        </w:rPr>
        <w:t xml:space="preserve">umístěných v kabelovodu </w:t>
      </w:r>
      <w:r w:rsidRPr="00960363">
        <w:rPr>
          <w:b/>
          <w:sz w:val="22"/>
        </w:rPr>
        <w:t xml:space="preserve">Žst. </w:t>
      </w:r>
      <w:r>
        <w:rPr>
          <w:b/>
          <w:sz w:val="22"/>
        </w:rPr>
        <w:t>Přerov</w:t>
      </w:r>
      <w:r w:rsidRPr="00960363">
        <w:rPr>
          <w:b/>
          <w:sz w:val="22"/>
        </w:rPr>
        <w:t>:</w:t>
      </w:r>
    </w:p>
    <w:p w:rsidR="005F7ACE" w:rsidRDefault="005F7ACE" w:rsidP="005F7ACE">
      <w:pPr>
        <w:spacing w:line="0" w:lineRule="atLeast"/>
        <w:ind w:left="142"/>
        <w:jc w:val="both"/>
        <w:rPr>
          <w:b/>
          <w:sz w:val="22"/>
        </w:rPr>
      </w:pPr>
    </w:p>
    <w:tbl>
      <w:tblPr>
        <w:tblW w:w="892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1160"/>
        <w:gridCol w:w="1080"/>
        <w:gridCol w:w="1080"/>
        <w:gridCol w:w="1080"/>
        <w:gridCol w:w="1080"/>
        <w:gridCol w:w="1286"/>
      </w:tblGrid>
      <w:tr w:rsidR="005F7ACE" w:rsidRPr="00144AF6" w:rsidTr="006D1220">
        <w:trPr>
          <w:trHeight w:val="25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ACE" w:rsidRPr="00144AF6" w:rsidRDefault="005F7ACE" w:rsidP="006D1220">
            <w:pPr>
              <w:widowControl/>
              <w:autoSpaceDE/>
              <w:autoSpaceDN/>
              <w:adjustRightInd/>
              <w:rPr>
                <w:rFonts w:ascii="Verdana" w:hAnsi="Verdana" w:cs="Times New Roman"/>
                <w:color w:val="000000"/>
                <w:sz w:val="20"/>
              </w:rPr>
            </w:pPr>
            <w:r w:rsidRPr="00144AF6">
              <w:rPr>
                <w:rFonts w:ascii="Verdana" w:hAnsi="Verdana" w:cs="Times New Roman"/>
                <w:color w:val="000000"/>
                <w:sz w:val="20"/>
              </w:rPr>
              <w:t xml:space="preserve">poloha umístění 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ACE" w:rsidRPr="00144AF6" w:rsidRDefault="005F7ACE" w:rsidP="006D1220">
            <w:pPr>
              <w:widowControl/>
              <w:autoSpaceDE/>
              <w:autoSpaceDN/>
              <w:adjustRightInd/>
              <w:rPr>
                <w:rFonts w:ascii="Verdana" w:hAnsi="Verdana" w:cs="Times New Roman"/>
                <w:color w:val="000000"/>
                <w:sz w:val="20"/>
              </w:rPr>
            </w:pPr>
            <w:r w:rsidRPr="00144AF6">
              <w:rPr>
                <w:rFonts w:ascii="Verdana" w:hAnsi="Verdana" w:cs="Times New Roman"/>
                <w:color w:val="000000"/>
                <w:sz w:val="2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ACE" w:rsidRPr="00144AF6" w:rsidRDefault="005F7ACE" w:rsidP="006D1220">
            <w:pPr>
              <w:widowControl/>
              <w:autoSpaceDE/>
              <w:autoSpaceDN/>
              <w:adjustRightInd/>
              <w:rPr>
                <w:rFonts w:ascii="Verdana" w:hAnsi="Verdana" w:cs="Times New Roman"/>
                <w:color w:val="000000"/>
                <w:sz w:val="20"/>
              </w:rPr>
            </w:pPr>
            <w:r w:rsidRPr="00144AF6">
              <w:rPr>
                <w:rFonts w:ascii="Verdana" w:hAnsi="Verdana" w:cs="Times New Roman"/>
                <w:color w:val="000000"/>
                <w:sz w:val="20"/>
              </w:rPr>
              <w:t xml:space="preserve">ks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ACE" w:rsidRPr="00144AF6" w:rsidRDefault="005F7ACE" w:rsidP="006D1220">
            <w:pPr>
              <w:widowControl/>
              <w:autoSpaceDE/>
              <w:autoSpaceDN/>
              <w:adjustRightInd/>
              <w:rPr>
                <w:rFonts w:ascii="Verdana" w:hAnsi="Verdana" w:cs="Times New Roman"/>
                <w:color w:val="000000"/>
                <w:sz w:val="20"/>
              </w:rPr>
            </w:pPr>
            <w:r w:rsidRPr="00144AF6">
              <w:rPr>
                <w:rFonts w:ascii="Verdana" w:hAnsi="Verdana" w:cs="Times New Roman"/>
                <w:color w:val="000000"/>
                <w:sz w:val="20"/>
              </w:rPr>
              <w:t>popis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ACE" w:rsidRPr="00144AF6" w:rsidRDefault="005F7ACE" w:rsidP="006D1220">
            <w:pPr>
              <w:widowControl/>
              <w:autoSpaceDE/>
              <w:autoSpaceDN/>
              <w:adjustRightInd/>
              <w:rPr>
                <w:rFonts w:ascii="Verdana" w:hAnsi="Verdana" w:cs="Times New Roman"/>
                <w:color w:val="000000"/>
                <w:sz w:val="20"/>
              </w:rPr>
            </w:pPr>
            <w:r w:rsidRPr="00144AF6">
              <w:rPr>
                <w:rFonts w:ascii="Verdana" w:hAnsi="Verdana" w:cs="Times New Roman"/>
                <w:color w:val="000000"/>
                <w:sz w:val="2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ACE" w:rsidRPr="00144AF6" w:rsidRDefault="005F7ACE" w:rsidP="006D1220">
            <w:pPr>
              <w:widowControl/>
              <w:autoSpaceDE/>
              <w:autoSpaceDN/>
              <w:adjustRightInd/>
              <w:rPr>
                <w:rFonts w:ascii="Verdana" w:hAnsi="Verdana" w:cs="Times New Roman"/>
                <w:color w:val="000000"/>
                <w:sz w:val="20"/>
              </w:rPr>
            </w:pPr>
            <w:r w:rsidRPr="00144AF6">
              <w:rPr>
                <w:rFonts w:ascii="Verdana" w:hAnsi="Verdana" w:cs="Times New Roman"/>
                <w:color w:val="000000"/>
                <w:sz w:val="20"/>
              </w:rPr>
              <w:t> 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CE" w:rsidRPr="00144AF6" w:rsidRDefault="005F7ACE" w:rsidP="006D1220">
            <w:pPr>
              <w:widowControl/>
              <w:autoSpaceDE/>
              <w:autoSpaceDN/>
              <w:adjustRightInd/>
              <w:rPr>
                <w:rFonts w:ascii="Verdana" w:hAnsi="Verdana" w:cs="Times New Roman"/>
                <w:color w:val="000000"/>
                <w:sz w:val="20"/>
              </w:rPr>
            </w:pPr>
            <w:r w:rsidRPr="00144AF6">
              <w:rPr>
                <w:rFonts w:ascii="Verdana" w:hAnsi="Verdana" w:cs="Times New Roman"/>
                <w:color w:val="000000"/>
                <w:sz w:val="20"/>
              </w:rPr>
              <w:t>hmotnost</w:t>
            </w:r>
          </w:p>
        </w:tc>
      </w:tr>
      <w:tr w:rsidR="005F7ACE" w:rsidRPr="00144AF6" w:rsidTr="006D1220">
        <w:trPr>
          <w:trHeight w:val="255"/>
        </w:trPr>
        <w:tc>
          <w:tcPr>
            <w:tcW w:w="3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7ACE" w:rsidRPr="00144AF6" w:rsidRDefault="005F7ACE" w:rsidP="006D1220">
            <w:pPr>
              <w:widowControl/>
              <w:autoSpaceDE/>
              <w:autoSpaceDN/>
              <w:adjustRightInd/>
              <w:rPr>
                <w:rFonts w:ascii="Verdana" w:hAnsi="Verdana" w:cs="Times New Roman"/>
                <w:color w:val="000000"/>
                <w:sz w:val="20"/>
              </w:rPr>
            </w:pPr>
            <w:r w:rsidRPr="00144AF6">
              <w:rPr>
                <w:rFonts w:ascii="Verdana" w:hAnsi="Verdana" w:cs="Times New Roman"/>
                <w:color w:val="000000"/>
                <w:sz w:val="20"/>
              </w:rPr>
              <w:t>kabelová šachta č. 18, 41, 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7ACE" w:rsidRPr="00144AF6" w:rsidRDefault="005F7ACE" w:rsidP="006D1220">
            <w:pPr>
              <w:widowControl/>
              <w:autoSpaceDE/>
              <w:autoSpaceDN/>
              <w:adjustRightInd/>
              <w:rPr>
                <w:rFonts w:ascii="Verdana" w:hAnsi="Verdana" w:cs="Times New Roman"/>
                <w:color w:val="000000"/>
                <w:sz w:val="20"/>
              </w:rPr>
            </w:pPr>
            <w:r w:rsidRPr="00144AF6">
              <w:rPr>
                <w:rFonts w:ascii="Verdana" w:hAnsi="Verdana" w:cs="Times New Roman"/>
                <w:color w:val="000000"/>
                <w:sz w:val="20"/>
              </w:rPr>
              <w:t>3x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7ACE" w:rsidRPr="00144AF6" w:rsidRDefault="005F7ACE" w:rsidP="006D1220">
            <w:pPr>
              <w:widowControl/>
              <w:autoSpaceDE/>
              <w:autoSpaceDN/>
              <w:adjustRightInd/>
              <w:rPr>
                <w:rFonts w:ascii="Verdana" w:hAnsi="Verdana" w:cs="Times New Roman"/>
                <w:color w:val="000000"/>
                <w:sz w:val="20"/>
              </w:rPr>
            </w:pPr>
            <w:r w:rsidRPr="00144AF6">
              <w:rPr>
                <w:rFonts w:ascii="Verdana" w:hAnsi="Verdana" w:cs="Times New Roman"/>
                <w:color w:val="000000"/>
                <w:sz w:val="20"/>
              </w:rPr>
              <w:t>HCP Pump AL-05N, 0,4kW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CE" w:rsidRPr="00144AF6" w:rsidRDefault="005F7ACE" w:rsidP="006D1220">
            <w:pPr>
              <w:widowControl/>
              <w:autoSpaceDE/>
              <w:autoSpaceDN/>
              <w:adjustRightInd/>
              <w:rPr>
                <w:rFonts w:ascii="Verdana" w:hAnsi="Verdana" w:cs="Times New Roman"/>
                <w:color w:val="000000"/>
                <w:sz w:val="20"/>
              </w:rPr>
            </w:pPr>
            <w:r w:rsidRPr="00144AF6">
              <w:rPr>
                <w:rFonts w:ascii="Verdana" w:hAnsi="Verdana" w:cs="Times New Roman"/>
                <w:color w:val="000000"/>
                <w:sz w:val="20"/>
              </w:rPr>
              <w:t>14 kg</w:t>
            </w:r>
          </w:p>
        </w:tc>
      </w:tr>
    </w:tbl>
    <w:p w:rsidR="005F7ACE" w:rsidRDefault="005F7ACE" w:rsidP="005F7ACE"/>
    <w:p w:rsidR="005F7ACE" w:rsidRDefault="005F7ACE" w:rsidP="005F7ACE">
      <w:r>
        <w:t>Předmětem kontroly čerpadel je zejména:</w:t>
      </w:r>
    </w:p>
    <w:p w:rsidR="005F7ACE" w:rsidRDefault="005F7ACE" w:rsidP="005F7ACE">
      <w:pPr>
        <w:widowControl/>
        <w:numPr>
          <w:ilvl w:val="0"/>
          <w:numId w:val="37"/>
        </w:numPr>
        <w:autoSpaceDE/>
        <w:autoSpaceDN/>
        <w:adjustRightInd/>
      </w:pPr>
      <w:r>
        <w:t>Kompletní kontrola instalace</w:t>
      </w:r>
      <w:r w:rsidRPr="005F7ACE">
        <w:t xml:space="preserve"> </w:t>
      </w:r>
    </w:p>
    <w:p w:rsidR="005F7ACE" w:rsidRDefault="005F7ACE" w:rsidP="005F7ACE">
      <w:pPr>
        <w:widowControl/>
        <w:numPr>
          <w:ilvl w:val="0"/>
          <w:numId w:val="37"/>
        </w:numPr>
        <w:autoSpaceDE/>
        <w:autoSpaceDN/>
        <w:adjustRightInd/>
      </w:pPr>
      <w:r>
        <w:t>Kontrola celkového stavu čerpadla</w:t>
      </w:r>
    </w:p>
    <w:p w:rsidR="005F7ACE" w:rsidRDefault="005F7ACE" w:rsidP="005F7ACE">
      <w:pPr>
        <w:widowControl/>
        <w:numPr>
          <w:ilvl w:val="0"/>
          <w:numId w:val="37"/>
        </w:numPr>
        <w:autoSpaceDE/>
        <w:autoSpaceDN/>
        <w:adjustRightInd/>
      </w:pPr>
      <w:r>
        <w:t>Kontrola kabelů a konektorů</w:t>
      </w:r>
    </w:p>
    <w:p w:rsidR="005F7ACE" w:rsidRDefault="005F7ACE" w:rsidP="005F7ACE">
      <w:pPr>
        <w:widowControl/>
        <w:numPr>
          <w:ilvl w:val="0"/>
          <w:numId w:val="37"/>
        </w:numPr>
        <w:autoSpaceDE/>
        <w:autoSpaceDN/>
        <w:adjustRightInd/>
      </w:pPr>
      <w:r>
        <w:t>Zápis o kontrole, stavu čerpadel a doporučení údržby/oprav</w:t>
      </w:r>
    </w:p>
    <w:p w:rsidR="005F7ACE" w:rsidRDefault="005F7ACE" w:rsidP="003C59BC">
      <w:pPr>
        <w:widowControl/>
        <w:autoSpaceDE/>
        <w:autoSpaceDN/>
        <w:adjustRightInd/>
      </w:pPr>
    </w:p>
    <w:p w:rsidR="003C59BC" w:rsidRDefault="003C59BC" w:rsidP="003C59BC">
      <w:pPr>
        <w:spacing w:line="0" w:lineRule="atLeast"/>
        <w:ind w:left="142" w:hanging="142"/>
        <w:jc w:val="both"/>
        <w:rPr>
          <w:b/>
        </w:rPr>
      </w:pPr>
      <w:r w:rsidRPr="00E43BD3">
        <w:rPr>
          <w:b/>
        </w:rPr>
        <w:t>Termín dokončení všech prohlídek požadujeme do 12</w:t>
      </w:r>
      <w:r>
        <w:rPr>
          <w:b/>
        </w:rPr>
        <w:t xml:space="preserve">. měsíce </w:t>
      </w:r>
      <w:r w:rsidR="00144AF6">
        <w:rPr>
          <w:b/>
        </w:rPr>
        <w:t>v kalendářním roce</w:t>
      </w:r>
      <w:r>
        <w:rPr>
          <w:b/>
        </w:rPr>
        <w:t>.</w:t>
      </w:r>
    </w:p>
    <w:p w:rsidR="00343162" w:rsidRDefault="00343162" w:rsidP="003C59BC">
      <w:pPr>
        <w:spacing w:line="0" w:lineRule="atLeast"/>
        <w:ind w:left="142" w:hanging="142"/>
        <w:jc w:val="both"/>
        <w:rPr>
          <w:b/>
        </w:rPr>
      </w:pPr>
      <w:r>
        <w:rPr>
          <w:b/>
        </w:rPr>
        <w:t>Předání a odevzdání všech dokladů a dokumentů nejpozději do posledního ledna roku následného.</w:t>
      </w:r>
      <w:bookmarkStart w:id="8" w:name="_GoBack"/>
      <w:bookmarkEnd w:id="8"/>
    </w:p>
    <w:p w:rsidR="003C59BC" w:rsidRPr="00E43BD3" w:rsidRDefault="003C59BC" w:rsidP="003C59BC">
      <w:pPr>
        <w:spacing w:line="0" w:lineRule="atLeast"/>
        <w:ind w:left="142" w:hanging="142"/>
        <w:jc w:val="both"/>
        <w:rPr>
          <w:b/>
        </w:rPr>
      </w:pPr>
      <w:r w:rsidRPr="00E43BD3">
        <w:rPr>
          <w:b/>
        </w:rPr>
        <w:t xml:space="preserve"> </w:t>
      </w:r>
    </w:p>
    <w:p w:rsidR="00B72994" w:rsidRDefault="003C59BC" w:rsidP="003C59BC">
      <w:pPr>
        <w:spacing w:line="0" w:lineRule="atLeast"/>
        <w:ind w:left="142" w:hanging="142"/>
        <w:jc w:val="both"/>
      </w:pPr>
      <w:r w:rsidRPr="00E43BD3">
        <w:t xml:space="preserve">Detailní průběh prací </w:t>
      </w:r>
      <w:r w:rsidR="00B72994">
        <w:t xml:space="preserve">a nutnou součinnost </w:t>
      </w:r>
      <w:r w:rsidRPr="00E43BD3">
        <w:t>sjedn</w:t>
      </w:r>
      <w:r w:rsidR="008012BE">
        <w:t xml:space="preserve">á zhotovitel </w:t>
      </w:r>
      <w:r w:rsidR="00144AF6">
        <w:t xml:space="preserve">se zaměstnancem Správy železnic </w:t>
      </w:r>
      <w:r w:rsidRPr="00E43BD3">
        <w:t xml:space="preserve">s.o. </w:t>
      </w:r>
    </w:p>
    <w:p w:rsidR="003C59BC" w:rsidRDefault="003C59BC" w:rsidP="003C59BC">
      <w:pPr>
        <w:widowControl/>
        <w:autoSpaceDE/>
        <w:autoSpaceDN/>
        <w:adjustRightInd/>
      </w:pPr>
    </w:p>
    <w:p w:rsidR="0072633B" w:rsidRDefault="003C59BC" w:rsidP="00296D21">
      <w:pPr>
        <w:pStyle w:val="Nadpis1"/>
        <w:numPr>
          <w:ilvl w:val="0"/>
          <w:numId w:val="0"/>
        </w:numPr>
      </w:pPr>
      <w:bookmarkStart w:id="9" w:name="_Toc531956974"/>
      <w:r w:rsidRPr="00B72994">
        <w:rPr>
          <w:color w:val="auto"/>
        </w:rPr>
        <w:t>Specifikace čerpadel - t</w:t>
      </w:r>
      <w:r w:rsidR="00296D21" w:rsidRPr="00B72994">
        <w:rPr>
          <w:color w:val="auto"/>
        </w:rPr>
        <w:t>ypové kódy</w:t>
      </w:r>
      <w:bookmarkEnd w:id="9"/>
    </w:p>
    <w:p w:rsidR="00286809" w:rsidRPr="00396398" w:rsidRDefault="0072633B" w:rsidP="00286809">
      <w:pPr>
        <w:widowControl/>
        <w:autoSpaceDE/>
        <w:autoSpaceDN/>
        <w:adjustRightInd/>
        <w:spacing w:before="120" w:after="120" w:line="240" w:lineRule="atLeast"/>
        <w:jc w:val="both"/>
        <w:rPr>
          <w:rFonts w:cs="Times New Roman"/>
          <w:sz w:val="22"/>
          <w:szCs w:val="22"/>
        </w:rPr>
      </w:pPr>
      <w:r w:rsidRPr="00396398">
        <w:rPr>
          <w:rFonts w:cs="Times New Roman"/>
          <w:sz w:val="22"/>
          <w:szCs w:val="22"/>
        </w:rPr>
        <w:t>Čerpadla Grundfos S</w:t>
      </w:r>
      <w:r w:rsidR="00286809" w:rsidRPr="00396398">
        <w:rPr>
          <w:rFonts w:cs="Times New Roman"/>
          <w:sz w:val="22"/>
          <w:szCs w:val="22"/>
        </w:rPr>
        <w:t>L, S</w:t>
      </w:r>
      <w:r w:rsidRPr="00396398">
        <w:rPr>
          <w:rFonts w:cs="Times New Roman"/>
          <w:sz w:val="22"/>
          <w:szCs w:val="22"/>
        </w:rPr>
        <w:t>E</w:t>
      </w:r>
      <w:r w:rsidR="00286809" w:rsidRPr="00396398">
        <w:rPr>
          <w:rFonts w:cs="Times New Roman"/>
          <w:sz w:val="22"/>
          <w:szCs w:val="22"/>
        </w:rPr>
        <w:t>, S jsou vyrobena zčásti nebo zcela z nerezové oceli. Tyto silné pumpy jsou postaveny pro manipulaci s odpadními vodami, procesními vodami, mořskou vodou a neupravenými surovými odpadními vodami v agresivních podmínkách. Čerpadla jsou určena pro práci v prostředí, kde jsou vystavena korozním nebo abrazivním kapalinám při kolísavých hodnotách pH.</w:t>
      </w:r>
    </w:p>
    <w:p w:rsidR="004022C2" w:rsidRPr="00396398" w:rsidRDefault="004022C2" w:rsidP="00286809">
      <w:pPr>
        <w:widowControl/>
        <w:autoSpaceDE/>
        <w:autoSpaceDN/>
        <w:adjustRightInd/>
        <w:spacing w:before="120" w:after="120" w:line="24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>Všechna čerpadla SL, SE, S velikosti v rozsahu 50-70, jsou označen typovým kódem uvedeným na štítku čerpadla a v dokumentaci k čerpadlu.</w:t>
      </w:r>
    </w:p>
    <w:p w:rsidR="0064614E" w:rsidRPr="00A9312E" w:rsidRDefault="00DA5727" w:rsidP="00286809">
      <w:pPr>
        <w:widowControl/>
        <w:autoSpaceDE/>
        <w:autoSpaceDN/>
        <w:adjustRightInd/>
        <w:spacing w:before="120" w:after="120" w:line="240" w:lineRule="atLeast"/>
        <w:jc w:val="both"/>
        <w:rPr>
          <w:rFonts w:cs="Times New Roman"/>
          <w:color w:val="222222"/>
          <w:sz w:val="28"/>
          <w:szCs w:val="28"/>
        </w:rPr>
      </w:pPr>
      <w:r w:rsidRPr="00A9312E">
        <w:rPr>
          <w:rFonts w:cs="Times New Roman"/>
          <w:b/>
          <w:color w:val="222222"/>
          <w:sz w:val="28"/>
          <w:szCs w:val="28"/>
        </w:rPr>
        <w:t>TYPOVÝ KÓD ČERPADLA „S“</w:t>
      </w:r>
    </w:p>
    <w:tbl>
      <w:tblPr>
        <w:tblStyle w:val="Mkatabulky"/>
        <w:tblW w:w="0" w:type="auto"/>
        <w:tblInd w:w="2604" w:type="dxa"/>
        <w:tblLook w:val="04A0" w:firstRow="1" w:lastRow="0" w:firstColumn="1" w:lastColumn="0" w:noHBand="0" w:noVBand="1"/>
      </w:tblPr>
      <w:tblGrid>
        <w:gridCol w:w="327"/>
        <w:gridCol w:w="315"/>
        <w:gridCol w:w="563"/>
        <w:gridCol w:w="563"/>
        <w:gridCol w:w="464"/>
        <w:gridCol w:w="315"/>
        <w:gridCol w:w="464"/>
        <w:gridCol w:w="393"/>
        <w:gridCol w:w="377"/>
        <w:gridCol w:w="563"/>
        <w:gridCol w:w="410"/>
        <w:gridCol w:w="410"/>
        <w:gridCol w:w="410"/>
        <w:gridCol w:w="365"/>
        <w:gridCol w:w="414"/>
        <w:gridCol w:w="388"/>
      </w:tblGrid>
      <w:tr w:rsidR="00FC05DB" w:rsidTr="00E637F0">
        <w:trPr>
          <w:trHeight w:val="353"/>
        </w:trPr>
        <w:tc>
          <w:tcPr>
            <w:tcW w:w="0" w:type="auto"/>
          </w:tcPr>
          <w:p w:rsidR="00E637F0" w:rsidRPr="00E637F0" w:rsidRDefault="00FC05DB" w:rsidP="00286809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S</w:t>
            </w:r>
          </w:p>
        </w:tc>
        <w:tc>
          <w:tcPr>
            <w:tcW w:w="0" w:type="auto"/>
          </w:tcPr>
          <w:p w:rsidR="00FC05DB" w:rsidRPr="00E637F0" w:rsidRDefault="00FC05DB" w:rsidP="00286809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1</w:t>
            </w:r>
          </w:p>
        </w:tc>
        <w:tc>
          <w:tcPr>
            <w:tcW w:w="0" w:type="auto"/>
          </w:tcPr>
          <w:p w:rsidR="00FC05DB" w:rsidRPr="00E637F0" w:rsidRDefault="00FC05DB" w:rsidP="00286809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.100</w:t>
            </w:r>
          </w:p>
        </w:tc>
        <w:tc>
          <w:tcPr>
            <w:tcW w:w="0" w:type="auto"/>
          </w:tcPr>
          <w:p w:rsidR="00FC05DB" w:rsidRPr="00E637F0" w:rsidRDefault="00FC05DB" w:rsidP="00286809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.100</w:t>
            </w:r>
          </w:p>
        </w:tc>
        <w:tc>
          <w:tcPr>
            <w:tcW w:w="0" w:type="auto"/>
          </w:tcPr>
          <w:p w:rsidR="00FC05DB" w:rsidRPr="00E637F0" w:rsidRDefault="00FC05DB" w:rsidP="00286809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.55</w:t>
            </w:r>
          </w:p>
        </w:tc>
        <w:tc>
          <w:tcPr>
            <w:tcW w:w="0" w:type="auto"/>
          </w:tcPr>
          <w:p w:rsidR="00FC05DB" w:rsidRPr="00E637F0" w:rsidRDefault="00FC05DB" w:rsidP="00286809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4</w:t>
            </w:r>
          </w:p>
        </w:tc>
        <w:tc>
          <w:tcPr>
            <w:tcW w:w="0" w:type="auto"/>
          </w:tcPr>
          <w:p w:rsidR="00FC05DB" w:rsidRPr="00E637F0" w:rsidRDefault="00FC05DB" w:rsidP="00286809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.50</w:t>
            </w:r>
          </w:p>
        </w:tc>
        <w:tc>
          <w:tcPr>
            <w:tcW w:w="0" w:type="auto"/>
          </w:tcPr>
          <w:p w:rsidR="00FC05DB" w:rsidRPr="00E637F0" w:rsidRDefault="00FC05DB" w:rsidP="00286809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M</w:t>
            </w:r>
          </w:p>
        </w:tc>
        <w:tc>
          <w:tcPr>
            <w:tcW w:w="0" w:type="auto"/>
          </w:tcPr>
          <w:p w:rsidR="00FC05DB" w:rsidRPr="00E637F0" w:rsidRDefault="00FC05DB" w:rsidP="00286809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.S</w:t>
            </w:r>
          </w:p>
        </w:tc>
        <w:tc>
          <w:tcPr>
            <w:tcW w:w="0" w:type="auto"/>
          </w:tcPr>
          <w:p w:rsidR="00FC05DB" w:rsidRPr="00E637F0" w:rsidRDefault="00FC05DB" w:rsidP="00286809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.205</w:t>
            </w:r>
          </w:p>
        </w:tc>
        <w:tc>
          <w:tcPr>
            <w:tcW w:w="0" w:type="auto"/>
          </w:tcPr>
          <w:p w:rsidR="00FC05DB" w:rsidRPr="00E637F0" w:rsidRDefault="00FC05DB" w:rsidP="00286809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.G</w:t>
            </w:r>
          </w:p>
        </w:tc>
        <w:tc>
          <w:tcPr>
            <w:tcW w:w="0" w:type="auto"/>
          </w:tcPr>
          <w:p w:rsidR="00FC05DB" w:rsidRPr="00E637F0" w:rsidRDefault="00FC05DB" w:rsidP="00286809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.N</w:t>
            </w:r>
          </w:p>
        </w:tc>
        <w:tc>
          <w:tcPr>
            <w:tcW w:w="0" w:type="auto"/>
          </w:tcPr>
          <w:p w:rsidR="00FC05DB" w:rsidRPr="00E637F0" w:rsidRDefault="00FC05DB" w:rsidP="00286809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.D</w:t>
            </w:r>
          </w:p>
        </w:tc>
        <w:tc>
          <w:tcPr>
            <w:tcW w:w="0" w:type="auto"/>
          </w:tcPr>
          <w:p w:rsidR="00FC05DB" w:rsidRPr="00E637F0" w:rsidRDefault="00FC05DB" w:rsidP="00286809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.5</w:t>
            </w:r>
          </w:p>
        </w:tc>
        <w:tc>
          <w:tcPr>
            <w:tcW w:w="0" w:type="auto"/>
          </w:tcPr>
          <w:p w:rsidR="00FC05DB" w:rsidRPr="00E637F0" w:rsidRDefault="00FC05DB" w:rsidP="00286809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11</w:t>
            </w:r>
          </w:p>
        </w:tc>
        <w:tc>
          <w:tcPr>
            <w:tcW w:w="0" w:type="auto"/>
          </w:tcPr>
          <w:p w:rsidR="00FC05DB" w:rsidRPr="00E637F0" w:rsidRDefault="00FC05DB" w:rsidP="00286809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.Z</w:t>
            </w:r>
          </w:p>
        </w:tc>
      </w:tr>
    </w:tbl>
    <w:p w:rsidR="0064614E" w:rsidRPr="00E637F0" w:rsidRDefault="00FC05DB" w:rsidP="0064614E">
      <w:pPr>
        <w:widowControl/>
        <w:autoSpaceDE/>
        <w:autoSpaceDN/>
        <w:adjustRightInd/>
        <w:spacing w:before="120" w:after="120" w:line="240" w:lineRule="atLeast"/>
        <w:rPr>
          <w:rFonts w:cs="Times New Roman"/>
          <w:color w:val="222222"/>
          <w:sz w:val="22"/>
          <w:szCs w:val="22"/>
        </w:rPr>
      </w:pPr>
      <w:r w:rsidRPr="00E637F0">
        <w:rPr>
          <w:rFonts w:cs="Times New Roman"/>
          <w:b/>
          <w:color w:val="222222"/>
          <w:sz w:val="22"/>
          <w:szCs w:val="22"/>
        </w:rPr>
        <w:t>Typ čerpadla</w:t>
      </w:r>
    </w:p>
    <w:tbl>
      <w:tblPr>
        <w:tblStyle w:val="Mkatabulky"/>
        <w:tblW w:w="0" w:type="auto"/>
        <w:tblInd w:w="2604" w:type="dxa"/>
        <w:tblLook w:val="04A0" w:firstRow="1" w:lastRow="0" w:firstColumn="1" w:lastColumn="0" w:noHBand="0" w:noVBand="1"/>
      </w:tblPr>
      <w:tblGrid>
        <w:gridCol w:w="327"/>
        <w:gridCol w:w="315"/>
        <w:gridCol w:w="563"/>
        <w:gridCol w:w="563"/>
        <w:gridCol w:w="464"/>
        <w:gridCol w:w="315"/>
        <w:gridCol w:w="464"/>
        <w:gridCol w:w="393"/>
        <w:gridCol w:w="377"/>
        <w:gridCol w:w="563"/>
        <w:gridCol w:w="410"/>
        <w:gridCol w:w="410"/>
        <w:gridCol w:w="410"/>
        <w:gridCol w:w="365"/>
        <w:gridCol w:w="414"/>
        <w:gridCol w:w="388"/>
      </w:tblGrid>
      <w:tr w:rsidR="0064614E" w:rsidRPr="00E637F0" w:rsidTr="00E637F0"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20"/>
              </w:rPr>
            </w:pPr>
            <w:r w:rsidRPr="00E637F0">
              <w:rPr>
                <w:rFonts w:cs="Times New Roman"/>
                <w:b/>
                <w:sz w:val="20"/>
              </w:rPr>
              <w:t>S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.100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.100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.55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.50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M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.S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.205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.G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.N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.D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11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.Z</w:t>
            </w:r>
          </w:p>
        </w:tc>
      </w:tr>
    </w:tbl>
    <w:p w:rsidR="00FC05DB" w:rsidRPr="00E24E2E" w:rsidRDefault="00C46493" w:rsidP="00E637F0">
      <w:pPr>
        <w:widowControl/>
        <w:autoSpaceDE/>
        <w:autoSpaceDN/>
        <w:adjustRightInd/>
        <w:spacing w:line="0" w:lineRule="atLeast"/>
        <w:ind w:left="2552"/>
        <w:jc w:val="both"/>
        <w:rPr>
          <w:rFonts w:cs="Times New Roman"/>
          <w:color w:val="222222"/>
          <w:sz w:val="22"/>
          <w:szCs w:val="22"/>
        </w:rPr>
      </w:pPr>
      <w:r w:rsidRPr="00E637F0">
        <w:rPr>
          <w:rFonts w:cs="Times New Roman"/>
          <w:color w:val="222222"/>
          <w:sz w:val="20"/>
        </w:rPr>
        <w:lastRenderedPageBreak/>
        <w:t xml:space="preserve">   </w:t>
      </w:r>
      <w:r w:rsidR="00FC05DB" w:rsidRPr="00E24E2E">
        <w:rPr>
          <w:rFonts w:cs="Times New Roman"/>
          <w:color w:val="222222"/>
          <w:sz w:val="22"/>
          <w:szCs w:val="22"/>
        </w:rPr>
        <w:t xml:space="preserve">S </w:t>
      </w:r>
      <w:r w:rsidR="00FC05DB" w:rsidRPr="00E24E2E">
        <w:rPr>
          <w:rFonts w:cs="Times New Roman"/>
          <w:color w:val="222222"/>
          <w:sz w:val="22"/>
          <w:szCs w:val="22"/>
        </w:rPr>
        <w:tab/>
        <w:t>Čerpadlo Grundfos na splaškovou a odpadní vodu</w:t>
      </w:r>
    </w:p>
    <w:p w:rsidR="00FC05DB" w:rsidRPr="00E24E2E" w:rsidRDefault="0064614E" w:rsidP="00E637F0">
      <w:pPr>
        <w:widowControl/>
        <w:autoSpaceDE/>
        <w:autoSpaceDN/>
        <w:adjustRightInd/>
        <w:spacing w:line="0" w:lineRule="atLeast"/>
        <w:ind w:left="2552"/>
        <w:jc w:val="both"/>
        <w:rPr>
          <w:rFonts w:cs="Times New Roman"/>
          <w:color w:val="222222"/>
          <w:sz w:val="22"/>
          <w:szCs w:val="22"/>
        </w:rPr>
      </w:pPr>
      <w:r w:rsidRPr="00E24E2E">
        <w:rPr>
          <w:rFonts w:cs="Times New Roman"/>
          <w:color w:val="222222"/>
          <w:sz w:val="22"/>
          <w:szCs w:val="22"/>
        </w:rPr>
        <w:t xml:space="preserve">   </w:t>
      </w:r>
      <w:r w:rsidR="00FC05DB" w:rsidRPr="00E24E2E">
        <w:rPr>
          <w:rFonts w:cs="Times New Roman"/>
          <w:color w:val="222222"/>
          <w:sz w:val="22"/>
          <w:szCs w:val="22"/>
        </w:rPr>
        <w:t>SE</w:t>
      </w:r>
      <w:r w:rsidR="00FC05DB" w:rsidRPr="00E24E2E">
        <w:rPr>
          <w:rFonts w:cs="Times New Roman"/>
          <w:color w:val="222222"/>
          <w:sz w:val="22"/>
          <w:szCs w:val="22"/>
        </w:rPr>
        <w:tab/>
        <w:t>Čerpadlo na odpadní vody s chladícím pláštěm</w:t>
      </w:r>
    </w:p>
    <w:p w:rsidR="00FC05DB" w:rsidRPr="00E24E2E" w:rsidRDefault="0064614E" w:rsidP="00E637F0">
      <w:pPr>
        <w:widowControl/>
        <w:autoSpaceDE/>
        <w:autoSpaceDN/>
        <w:adjustRightInd/>
        <w:spacing w:line="0" w:lineRule="atLeast"/>
        <w:ind w:left="2552"/>
        <w:jc w:val="both"/>
        <w:rPr>
          <w:rFonts w:cs="Times New Roman"/>
          <w:color w:val="222222"/>
          <w:sz w:val="22"/>
          <w:szCs w:val="22"/>
        </w:rPr>
      </w:pPr>
      <w:r w:rsidRPr="00E24E2E">
        <w:rPr>
          <w:rFonts w:cs="Times New Roman"/>
          <w:color w:val="222222"/>
          <w:sz w:val="22"/>
          <w:szCs w:val="22"/>
        </w:rPr>
        <w:t xml:space="preserve">   </w:t>
      </w:r>
      <w:r w:rsidR="00FC05DB" w:rsidRPr="00E24E2E">
        <w:rPr>
          <w:rFonts w:cs="Times New Roman"/>
          <w:color w:val="222222"/>
          <w:sz w:val="22"/>
          <w:szCs w:val="22"/>
        </w:rPr>
        <w:t>SL</w:t>
      </w:r>
      <w:r w:rsidR="00FC05DB" w:rsidRPr="00E24E2E">
        <w:rPr>
          <w:rFonts w:cs="Times New Roman"/>
          <w:color w:val="222222"/>
          <w:sz w:val="22"/>
          <w:szCs w:val="22"/>
        </w:rPr>
        <w:tab/>
        <w:t>Čerpadlo na odpadní vody bez chladícího pláště</w:t>
      </w:r>
    </w:p>
    <w:p w:rsidR="00C46493" w:rsidRPr="00E24E2E" w:rsidRDefault="0064614E" w:rsidP="00396398">
      <w:pPr>
        <w:widowControl/>
        <w:autoSpaceDE/>
        <w:autoSpaceDN/>
        <w:adjustRightInd/>
        <w:spacing w:line="0" w:lineRule="atLeast"/>
        <w:ind w:left="2552"/>
        <w:jc w:val="both"/>
        <w:rPr>
          <w:rFonts w:cs="Times New Roman"/>
          <w:color w:val="222222"/>
          <w:sz w:val="22"/>
          <w:szCs w:val="22"/>
        </w:rPr>
      </w:pPr>
      <w:r w:rsidRPr="00E24E2E">
        <w:rPr>
          <w:rFonts w:cs="Times New Roman"/>
          <w:color w:val="222222"/>
          <w:sz w:val="22"/>
          <w:szCs w:val="22"/>
        </w:rPr>
        <w:t xml:space="preserve">   </w:t>
      </w:r>
      <w:r w:rsidR="00FC05DB" w:rsidRPr="00E24E2E">
        <w:rPr>
          <w:rFonts w:cs="Times New Roman"/>
          <w:color w:val="222222"/>
          <w:sz w:val="22"/>
          <w:szCs w:val="22"/>
        </w:rPr>
        <w:t>ST</w:t>
      </w:r>
      <w:r w:rsidR="00FC05DB" w:rsidRPr="00E24E2E">
        <w:rPr>
          <w:rFonts w:cs="Times New Roman"/>
          <w:color w:val="222222"/>
          <w:sz w:val="22"/>
          <w:szCs w:val="22"/>
        </w:rPr>
        <w:tab/>
        <w:t>Vícekanálové oběžné kolo instalované ve stoupacím potrubí</w:t>
      </w:r>
    </w:p>
    <w:p w:rsidR="00FC05DB" w:rsidRPr="00E637F0" w:rsidRDefault="0064614E" w:rsidP="00FC05DB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E637F0">
        <w:rPr>
          <w:rFonts w:cs="Times New Roman"/>
          <w:b/>
          <w:color w:val="222222"/>
          <w:sz w:val="22"/>
          <w:szCs w:val="22"/>
        </w:rPr>
        <w:t>Typ oběžného kola</w:t>
      </w:r>
    </w:p>
    <w:tbl>
      <w:tblPr>
        <w:tblStyle w:val="Mkatabulky"/>
        <w:tblW w:w="0" w:type="auto"/>
        <w:tblInd w:w="2604" w:type="dxa"/>
        <w:tblLook w:val="04A0" w:firstRow="1" w:lastRow="0" w:firstColumn="1" w:lastColumn="0" w:noHBand="0" w:noVBand="1"/>
      </w:tblPr>
      <w:tblGrid>
        <w:gridCol w:w="327"/>
        <w:gridCol w:w="315"/>
        <w:gridCol w:w="563"/>
        <w:gridCol w:w="563"/>
        <w:gridCol w:w="464"/>
        <w:gridCol w:w="315"/>
        <w:gridCol w:w="464"/>
        <w:gridCol w:w="393"/>
        <w:gridCol w:w="377"/>
        <w:gridCol w:w="563"/>
        <w:gridCol w:w="410"/>
        <w:gridCol w:w="410"/>
        <w:gridCol w:w="410"/>
        <w:gridCol w:w="365"/>
        <w:gridCol w:w="414"/>
        <w:gridCol w:w="388"/>
      </w:tblGrid>
      <w:tr w:rsidR="0064614E" w:rsidRPr="00E637F0" w:rsidTr="00396398">
        <w:trPr>
          <w:trHeight w:val="360"/>
        </w:trPr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S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20"/>
              </w:rPr>
            </w:pPr>
            <w:r w:rsidRPr="00E637F0">
              <w:rPr>
                <w:rFonts w:cs="Times New Roman"/>
                <w:b/>
                <w:sz w:val="20"/>
              </w:rPr>
              <w:t>1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.100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.100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.55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.50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M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.S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.205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.G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.N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.D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11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.Z</w:t>
            </w:r>
          </w:p>
        </w:tc>
      </w:tr>
    </w:tbl>
    <w:p w:rsidR="00814AEE" w:rsidRPr="00E24E2E" w:rsidRDefault="006E5498" w:rsidP="00396398">
      <w:pPr>
        <w:widowControl/>
        <w:autoSpaceDE/>
        <w:autoSpaceDN/>
        <w:adjustRightInd/>
        <w:spacing w:line="0" w:lineRule="atLeast"/>
        <w:ind w:left="2552"/>
        <w:jc w:val="both"/>
        <w:rPr>
          <w:rFonts w:cs="Times New Roman"/>
          <w:color w:val="222222"/>
          <w:sz w:val="22"/>
          <w:szCs w:val="22"/>
        </w:rPr>
      </w:pPr>
      <w:r w:rsidRPr="00E24E2E">
        <w:rPr>
          <w:rFonts w:cs="Times New Roman"/>
          <w:color w:val="222222"/>
          <w:sz w:val="22"/>
          <w:szCs w:val="22"/>
        </w:rPr>
        <w:t xml:space="preserve">   </w:t>
      </w:r>
      <w:r w:rsidR="00814AEE" w:rsidRPr="00E24E2E">
        <w:rPr>
          <w:rFonts w:cs="Times New Roman"/>
          <w:color w:val="222222"/>
          <w:sz w:val="22"/>
          <w:szCs w:val="22"/>
        </w:rPr>
        <w:t>1</w:t>
      </w:r>
      <w:r w:rsidRPr="00E24E2E">
        <w:rPr>
          <w:rFonts w:cs="Times New Roman"/>
          <w:color w:val="222222"/>
          <w:sz w:val="22"/>
          <w:szCs w:val="22"/>
        </w:rPr>
        <w:t xml:space="preserve"> – </w:t>
      </w:r>
      <w:r w:rsidR="00814AEE" w:rsidRPr="00E24E2E">
        <w:rPr>
          <w:rFonts w:cs="Times New Roman"/>
          <w:color w:val="222222"/>
          <w:sz w:val="22"/>
          <w:szCs w:val="22"/>
        </w:rPr>
        <w:t>Jednokanálové</w:t>
      </w:r>
      <w:r w:rsidRPr="00E24E2E">
        <w:rPr>
          <w:rFonts w:cs="Times New Roman"/>
          <w:color w:val="222222"/>
          <w:sz w:val="22"/>
          <w:szCs w:val="22"/>
        </w:rPr>
        <w:t xml:space="preserve">, </w:t>
      </w:r>
      <w:r w:rsidR="00814AEE" w:rsidRPr="00E24E2E">
        <w:rPr>
          <w:rFonts w:cs="Times New Roman"/>
          <w:color w:val="222222"/>
          <w:sz w:val="22"/>
          <w:szCs w:val="22"/>
        </w:rPr>
        <w:t>2</w:t>
      </w:r>
      <w:r w:rsidRPr="00E24E2E">
        <w:rPr>
          <w:rFonts w:cs="Times New Roman"/>
          <w:color w:val="222222"/>
          <w:sz w:val="22"/>
          <w:szCs w:val="22"/>
        </w:rPr>
        <w:t xml:space="preserve"> – </w:t>
      </w:r>
      <w:r w:rsidR="00814AEE" w:rsidRPr="00E24E2E">
        <w:rPr>
          <w:rFonts w:cs="Times New Roman"/>
          <w:color w:val="222222"/>
          <w:sz w:val="22"/>
          <w:szCs w:val="22"/>
        </w:rPr>
        <w:t>Dvoukanálové</w:t>
      </w:r>
      <w:r w:rsidRPr="00E24E2E">
        <w:rPr>
          <w:rFonts w:cs="Times New Roman"/>
          <w:color w:val="222222"/>
          <w:sz w:val="22"/>
          <w:szCs w:val="22"/>
        </w:rPr>
        <w:t xml:space="preserve">, </w:t>
      </w:r>
      <w:r w:rsidR="00814AEE" w:rsidRPr="00E24E2E">
        <w:rPr>
          <w:rFonts w:cs="Times New Roman"/>
          <w:color w:val="222222"/>
          <w:sz w:val="22"/>
          <w:szCs w:val="22"/>
        </w:rPr>
        <w:t>3</w:t>
      </w:r>
      <w:r w:rsidRPr="00E24E2E">
        <w:rPr>
          <w:rFonts w:cs="Times New Roman"/>
          <w:color w:val="222222"/>
          <w:sz w:val="22"/>
          <w:szCs w:val="22"/>
        </w:rPr>
        <w:t xml:space="preserve"> – </w:t>
      </w:r>
      <w:r w:rsidR="00814AEE" w:rsidRPr="00E24E2E">
        <w:rPr>
          <w:rFonts w:cs="Times New Roman"/>
          <w:color w:val="222222"/>
          <w:sz w:val="22"/>
          <w:szCs w:val="22"/>
        </w:rPr>
        <w:t>Tříkanálové</w:t>
      </w:r>
      <w:r w:rsidRPr="00E24E2E">
        <w:rPr>
          <w:rFonts w:cs="Times New Roman"/>
          <w:color w:val="222222"/>
          <w:sz w:val="22"/>
          <w:szCs w:val="22"/>
        </w:rPr>
        <w:t xml:space="preserve">, </w:t>
      </w:r>
    </w:p>
    <w:p w:rsidR="00814AEE" w:rsidRPr="00E24E2E" w:rsidRDefault="00396398" w:rsidP="00396398">
      <w:pPr>
        <w:spacing w:line="0" w:lineRule="atLeast"/>
        <w:ind w:left="2552"/>
        <w:jc w:val="both"/>
        <w:rPr>
          <w:rFonts w:cs="Times New Roman"/>
          <w:color w:val="222222"/>
          <w:sz w:val="22"/>
          <w:szCs w:val="22"/>
        </w:rPr>
      </w:pPr>
      <w:r w:rsidRPr="00E24E2E">
        <w:rPr>
          <w:rFonts w:cs="Times New Roman"/>
          <w:color w:val="222222"/>
          <w:sz w:val="22"/>
          <w:szCs w:val="22"/>
        </w:rPr>
        <w:t xml:space="preserve">   </w:t>
      </w:r>
      <w:r w:rsidR="00814AEE" w:rsidRPr="00E24E2E">
        <w:rPr>
          <w:rFonts w:cs="Times New Roman"/>
          <w:color w:val="222222"/>
          <w:sz w:val="22"/>
          <w:szCs w:val="22"/>
        </w:rPr>
        <w:t>V </w:t>
      </w:r>
      <w:r w:rsidR="000535AD" w:rsidRPr="00E24E2E">
        <w:rPr>
          <w:rFonts w:cs="Times New Roman"/>
          <w:color w:val="222222"/>
          <w:sz w:val="22"/>
          <w:szCs w:val="22"/>
        </w:rPr>
        <w:t xml:space="preserve">– </w:t>
      </w:r>
      <w:r w:rsidR="00814AEE" w:rsidRPr="00E24E2E">
        <w:rPr>
          <w:rFonts w:cs="Times New Roman"/>
          <w:color w:val="222222"/>
          <w:sz w:val="22"/>
          <w:szCs w:val="22"/>
        </w:rPr>
        <w:t>SuperVortex (Oběžné kolo s velkou průchodností)</w:t>
      </w:r>
    </w:p>
    <w:p w:rsidR="00C46493" w:rsidRPr="00E24E2E" w:rsidRDefault="00C46493" w:rsidP="00814AEE">
      <w:pPr>
        <w:spacing w:line="0" w:lineRule="atLeast"/>
        <w:ind w:left="851"/>
        <w:jc w:val="both"/>
        <w:rPr>
          <w:rFonts w:cs="Times New Roman"/>
          <w:color w:val="222222"/>
          <w:sz w:val="22"/>
          <w:szCs w:val="22"/>
        </w:rPr>
      </w:pPr>
    </w:p>
    <w:p w:rsidR="00814AEE" w:rsidRPr="00E637F0" w:rsidRDefault="00814AEE" w:rsidP="00814AEE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E637F0">
        <w:rPr>
          <w:rFonts w:cs="Times New Roman"/>
          <w:b/>
          <w:color w:val="222222"/>
          <w:sz w:val="22"/>
          <w:szCs w:val="22"/>
        </w:rPr>
        <w:t xml:space="preserve">Průchodnost čerpadlem – </w:t>
      </w:r>
      <w:r w:rsidRPr="00E637F0">
        <w:rPr>
          <w:rFonts w:cs="Times New Roman"/>
          <w:color w:val="222222"/>
          <w:sz w:val="22"/>
          <w:szCs w:val="22"/>
        </w:rPr>
        <w:t xml:space="preserve">Maximální rozměr pevných částic </w:t>
      </w:r>
      <w:r w:rsidRPr="00E637F0">
        <w:rPr>
          <w:rFonts w:cs="Times New Roman"/>
          <w:color w:val="222222"/>
          <w:sz w:val="22"/>
          <w:szCs w:val="22"/>
          <w:lang w:val="en-US"/>
        </w:rPr>
        <w:t>[mm]</w:t>
      </w:r>
    </w:p>
    <w:tbl>
      <w:tblPr>
        <w:tblStyle w:val="Mkatabulky"/>
        <w:tblW w:w="0" w:type="auto"/>
        <w:tblInd w:w="2604" w:type="dxa"/>
        <w:tblLook w:val="04A0" w:firstRow="1" w:lastRow="0" w:firstColumn="1" w:lastColumn="0" w:noHBand="0" w:noVBand="1"/>
      </w:tblPr>
      <w:tblGrid>
        <w:gridCol w:w="327"/>
        <w:gridCol w:w="315"/>
        <w:gridCol w:w="563"/>
        <w:gridCol w:w="563"/>
        <w:gridCol w:w="464"/>
        <w:gridCol w:w="315"/>
        <w:gridCol w:w="464"/>
        <w:gridCol w:w="393"/>
        <w:gridCol w:w="377"/>
        <w:gridCol w:w="563"/>
        <w:gridCol w:w="410"/>
        <w:gridCol w:w="410"/>
        <w:gridCol w:w="410"/>
        <w:gridCol w:w="365"/>
        <w:gridCol w:w="414"/>
        <w:gridCol w:w="388"/>
      </w:tblGrid>
      <w:tr w:rsidR="00814AEE" w:rsidRPr="00973848" w:rsidTr="00396398">
        <w:trPr>
          <w:trHeight w:val="267"/>
        </w:trPr>
        <w:tc>
          <w:tcPr>
            <w:tcW w:w="0" w:type="auto"/>
          </w:tcPr>
          <w:p w:rsidR="00814AEE" w:rsidRPr="00E637F0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S</w:t>
            </w:r>
          </w:p>
        </w:tc>
        <w:tc>
          <w:tcPr>
            <w:tcW w:w="0" w:type="auto"/>
          </w:tcPr>
          <w:p w:rsidR="00814AEE" w:rsidRPr="00E637F0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0" w:type="auto"/>
          </w:tcPr>
          <w:p w:rsidR="00814AEE" w:rsidRPr="00E637F0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sz w:val="20"/>
              </w:rPr>
              <w:t>.</w:t>
            </w:r>
            <w:r w:rsidRPr="00E637F0">
              <w:rPr>
                <w:rFonts w:cs="Times New Roman"/>
                <w:b/>
                <w:sz w:val="20"/>
              </w:rPr>
              <w:t>100</w:t>
            </w:r>
          </w:p>
        </w:tc>
        <w:tc>
          <w:tcPr>
            <w:tcW w:w="0" w:type="auto"/>
          </w:tcPr>
          <w:p w:rsidR="00814AEE" w:rsidRPr="00E637F0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.100</w:t>
            </w:r>
          </w:p>
        </w:tc>
        <w:tc>
          <w:tcPr>
            <w:tcW w:w="0" w:type="auto"/>
          </w:tcPr>
          <w:p w:rsidR="00814AEE" w:rsidRPr="00E637F0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.55</w:t>
            </w:r>
          </w:p>
        </w:tc>
        <w:tc>
          <w:tcPr>
            <w:tcW w:w="0" w:type="auto"/>
          </w:tcPr>
          <w:p w:rsidR="00814AEE" w:rsidRPr="00E637F0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0" w:type="auto"/>
          </w:tcPr>
          <w:p w:rsidR="00814AEE" w:rsidRPr="00E637F0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.50</w:t>
            </w:r>
          </w:p>
        </w:tc>
        <w:tc>
          <w:tcPr>
            <w:tcW w:w="0" w:type="auto"/>
          </w:tcPr>
          <w:p w:rsidR="00814AEE" w:rsidRPr="00E637F0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M</w:t>
            </w:r>
          </w:p>
        </w:tc>
        <w:tc>
          <w:tcPr>
            <w:tcW w:w="0" w:type="auto"/>
          </w:tcPr>
          <w:p w:rsidR="00814AEE" w:rsidRPr="00E637F0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.S</w:t>
            </w:r>
          </w:p>
        </w:tc>
        <w:tc>
          <w:tcPr>
            <w:tcW w:w="0" w:type="auto"/>
          </w:tcPr>
          <w:p w:rsidR="00814AEE" w:rsidRPr="00E637F0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.205</w:t>
            </w:r>
          </w:p>
        </w:tc>
        <w:tc>
          <w:tcPr>
            <w:tcW w:w="0" w:type="auto"/>
          </w:tcPr>
          <w:p w:rsidR="00814AEE" w:rsidRPr="00E637F0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.G</w:t>
            </w:r>
          </w:p>
        </w:tc>
        <w:tc>
          <w:tcPr>
            <w:tcW w:w="0" w:type="auto"/>
          </w:tcPr>
          <w:p w:rsidR="00814AEE" w:rsidRPr="00E637F0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.N</w:t>
            </w:r>
          </w:p>
        </w:tc>
        <w:tc>
          <w:tcPr>
            <w:tcW w:w="0" w:type="auto"/>
          </w:tcPr>
          <w:p w:rsidR="00814AEE" w:rsidRPr="00E637F0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.D</w:t>
            </w:r>
          </w:p>
        </w:tc>
        <w:tc>
          <w:tcPr>
            <w:tcW w:w="0" w:type="auto"/>
          </w:tcPr>
          <w:p w:rsidR="00814AEE" w:rsidRPr="00E637F0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0" w:type="auto"/>
          </w:tcPr>
          <w:p w:rsidR="00814AEE" w:rsidRPr="00E637F0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11</w:t>
            </w:r>
          </w:p>
        </w:tc>
        <w:tc>
          <w:tcPr>
            <w:tcW w:w="0" w:type="auto"/>
          </w:tcPr>
          <w:p w:rsidR="00814AEE" w:rsidRPr="00E637F0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.Z</w:t>
            </w:r>
          </w:p>
        </w:tc>
      </w:tr>
    </w:tbl>
    <w:p w:rsidR="00814AEE" w:rsidRDefault="00814AEE" w:rsidP="00814AEE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18"/>
          <w:szCs w:val="18"/>
        </w:rPr>
      </w:pPr>
    </w:p>
    <w:p w:rsidR="00814AEE" w:rsidRPr="00E637F0" w:rsidRDefault="00814AEE" w:rsidP="00814AEE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E637F0">
        <w:rPr>
          <w:rFonts w:cs="Times New Roman"/>
          <w:b/>
          <w:color w:val="222222"/>
          <w:sz w:val="22"/>
          <w:szCs w:val="22"/>
        </w:rPr>
        <w:t xml:space="preserve">Výtlak čerpadla </w:t>
      </w:r>
      <w:r w:rsidRPr="00E637F0">
        <w:rPr>
          <w:rFonts w:cs="Times New Roman"/>
          <w:color w:val="222222"/>
          <w:sz w:val="22"/>
          <w:szCs w:val="22"/>
        </w:rPr>
        <w:t xml:space="preserve">– Jmenovitý průměr výtlačného hrdla </w:t>
      </w:r>
      <w:r w:rsidRPr="00E637F0">
        <w:rPr>
          <w:rFonts w:cs="Times New Roman"/>
          <w:color w:val="222222"/>
          <w:sz w:val="22"/>
          <w:szCs w:val="22"/>
          <w:lang w:val="en-US"/>
        </w:rPr>
        <w:t>[mm]</w:t>
      </w:r>
    </w:p>
    <w:tbl>
      <w:tblPr>
        <w:tblStyle w:val="Mkatabulky"/>
        <w:tblW w:w="0" w:type="auto"/>
        <w:tblInd w:w="2660" w:type="dxa"/>
        <w:tblLook w:val="04A0" w:firstRow="1" w:lastRow="0" w:firstColumn="1" w:lastColumn="0" w:noHBand="0" w:noVBand="1"/>
      </w:tblPr>
      <w:tblGrid>
        <w:gridCol w:w="317"/>
        <w:gridCol w:w="306"/>
        <w:gridCol w:w="531"/>
        <w:gridCol w:w="531"/>
        <w:gridCol w:w="441"/>
        <w:gridCol w:w="425"/>
        <w:gridCol w:w="441"/>
        <w:gridCol w:w="377"/>
        <w:gridCol w:w="362"/>
        <w:gridCol w:w="663"/>
        <w:gridCol w:w="391"/>
        <w:gridCol w:w="391"/>
        <w:gridCol w:w="391"/>
        <w:gridCol w:w="351"/>
        <w:gridCol w:w="396"/>
        <w:gridCol w:w="371"/>
      </w:tblGrid>
      <w:tr w:rsidR="00814AEE" w:rsidRPr="00973848" w:rsidTr="00396398"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S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sz w:val="18"/>
                <w:szCs w:val="18"/>
              </w:rPr>
              <w:t>.</w:t>
            </w:r>
            <w:r w:rsidRPr="00973848">
              <w:rPr>
                <w:rFonts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.55</w:t>
            </w:r>
          </w:p>
        </w:tc>
        <w:tc>
          <w:tcPr>
            <w:tcW w:w="425" w:type="dxa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.50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M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.S</w:t>
            </w:r>
          </w:p>
        </w:tc>
        <w:tc>
          <w:tcPr>
            <w:tcW w:w="663" w:type="dxa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.205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.G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.N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.D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11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.Z</w:t>
            </w:r>
          </w:p>
        </w:tc>
      </w:tr>
    </w:tbl>
    <w:p w:rsidR="00814AEE" w:rsidRPr="00E637F0" w:rsidRDefault="00814AEE" w:rsidP="00814AEE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E637F0">
        <w:rPr>
          <w:rFonts w:cs="Times New Roman"/>
          <w:b/>
          <w:color w:val="222222"/>
          <w:sz w:val="22"/>
          <w:szCs w:val="22"/>
        </w:rPr>
        <w:t xml:space="preserve">Výkon P2 </w:t>
      </w:r>
      <w:r w:rsidR="00285B53" w:rsidRPr="00E637F0">
        <w:rPr>
          <w:rFonts w:cs="Times New Roman"/>
          <w:b/>
          <w:color w:val="222222"/>
          <w:sz w:val="22"/>
          <w:szCs w:val="22"/>
        </w:rPr>
        <w:t xml:space="preserve">- </w:t>
      </w:r>
      <w:r w:rsidR="00362A60" w:rsidRPr="00E637F0">
        <w:rPr>
          <w:rFonts w:cs="Times New Roman"/>
          <w:color w:val="222222"/>
          <w:sz w:val="22"/>
          <w:szCs w:val="22"/>
        </w:rPr>
        <w:t>Číselný kód vynásobený 100W udává výkon motoru čerpadla</w:t>
      </w:r>
    </w:p>
    <w:tbl>
      <w:tblPr>
        <w:tblStyle w:val="Mkatabulky"/>
        <w:tblW w:w="0" w:type="auto"/>
        <w:tblInd w:w="2949" w:type="dxa"/>
        <w:tblLook w:val="04A0" w:firstRow="1" w:lastRow="0" w:firstColumn="1" w:lastColumn="0" w:noHBand="0" w:noVBand="1"/>
      </w:tblPr>
      <w:tblGrid>
        <w:gridCol w:w="315"/>
        <w:gridCol w:w="305"/>
        <w:gridCol w:w="527"/>
        <w:gridCol w:w="527"/>
        <w:gridCol w:w="438"/>
        <w:gridCol w:w="305"/>
        <w:gridCol w:w="438"/>
        <w:gridCol w:w="375"/>
        <w:gridCol w:w="360"/>
        <w:gridCol w:w="527"/>
        <w:gridCol w:w="389"/>
        <w:gridCol w:w="389"/>
        <w:gridCol w:w="389"/>
        <w:gridCol w:w="349"/>
        <w:gridCol w:w="394"/>
        <w:gridCol w:w="369"/>
      </w:tblGrid>
      <w:tr w:rsidR="00814AEE" w:rsidRPr="00973848" w:rsidTr="00396398"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S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</w:t>
            </w:r>
            <w:r w:rsidRPr="00973848">
              <w:rPr>
                <w:rFonts w:cs="Times New Roman"/>
                <w:b/>
                <w:sz w:val="18"/>
                <w:szCs w:val="18"/>
              </w:rPr>
              <w:t>55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.50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M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.S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.205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.G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.N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.D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11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.Z</w:t>
            </w:r>
          </w:p>
        </w:tc>
      </w:tr>
    </w:tbl>
    <w:p w:rsidR="00814AEE" w:rsidRPr="00973848" w:rsidRDefault="00814AEE" w:rsidP="00814AEE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18"/>
          <w:szCs w:val="18"/>
        </w:rPr>
      </w:pPr>
    </w:p>
    <w:p w:rsidR="006E26E1" w:rsidRPr="00E637F0" w:rsidRDefault="006E26E1" w:rsidP="006E26E1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E637F0">
        <w:rPr>
          <w:rFonts w:cs="Times New Roman"/>
          <w:b/>
          <w:color w:val="222222"/>
          <w:sz w:val="22"/>
          <w:szCs w:val="22"/>
        </w:rPr>
        <w:t>Počet pólů motoru</w:t>
      </w:r>
    </w:p>
    <w:tbl>
      <w:tblPr>
        <w:tblStyle w:val="Mkatabulky"/>
        <w:tblW w:w="0" w:type="auto"/>
        <w:tblInd w:w="2949" w:type="dxa"/>
        <w:tblLook w:val="04A0" w:firstRow="1" w:lastRow="0" w:firstColumn="1" w:lastColumn="0" w:noHBand="0" w:noVBand="1"/>
      </w:tblPr>
      <w:tblGrid>
        <w:gridCol w:w="315"/>
        <w:gridCol w:w="305"/>
        <w:gridCol w:w="527"/>
        <w:gridCol w:w="527"/>
        <w:gridCol w:w="438"/>
        <w:gridCol w:w="305"/>
        <w:gridCol w:w="438"/>
        <w:gridCol w:w="375"/>
        <w:gridCol w:w="360"/>
        <w:gridCol w:w="527"/>
        <w:gridCol w:w="389"/>
        <w:gridCol w:w="389"/>
        <w:gridCol w:w="389"/>
        <w:gridCol w:w="349"/>
        <w:gridCol w:w="394"/>
        <w:gridCol w:w="369"/>
      </w:tblGrid>
      <w:tr w:rsidR="006E26E1" w:rsidRPr="00973848" w:rsidTr="00396398"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S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.55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b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.50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M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.S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.205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.G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.N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.D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11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.Z</w:t>
            </w:r>
          </w:p>
        </w:tc>
      </w:tr>
    </w:tbl>
    <w:p w:rsidR="006E26E1" w:rsidRPr="00973848" w:rsidRDefault="006E26E1" w:rsidP="006E26E1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18"/>
          <w:szCs w:val="18"/>
        </w:rPr>
      </w:pPr>
    </w:p>
    <w:p w:rsidR="006E26E1" w:rsidRPr="00E637F0" w:rsidRDefault="006E26E1" w:rsidP="006E26E1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E637F0">
        <w:rPr>
          <w:rFonts w:cs="Times New Roman"/>
          <w:b/>
          <w:color w:val="222222"/>
          <w:sz w:val="22"/>
          <w:szCs w:val="22"/>
        </w:rPr>
        <w:t>Typová řada čerpadla</w:t>
      </w:r>
      <w:r w:rsidRPr="00E637F0">
        <w:rPr>
          <w:rFonts w:cs="Times New Roman"/>
          <w:color w:val="222222"/>
          <w:sz w:val="22"/>
          <w:szCs w:val="22"/>
        </w:rPr>
        <w:t xml:space="preserve"> – velikost příruby výtoku DN</w:t>
      </w:r>
    </w:p>
    <w:tbl>
      <w:tblPr>
        <w:tblStyle w:val="Mkatabulky"/>
        <w:tblW w:w="0" w:type="auto"/>
        <w:tblInd w:w="2934" w:type="dxa"/>
        <w:tblLook w:val="04A0" w:firstRow="1" w:lastRow="0" w:firstColumn="1" w:lastColumn="0" w:noHBand="0" w:noVBand="1"/>
      </w:tblPr>
      <w:tblGrid>
        <w:gridCol w:w="315"/>
        <w:gridCol w:w="304"/>
        <w:gridCol w:w="529"/>
        <w:gridCol w:w="529"/>
        <w:gridCol w:w="439"/>
        <w:gridCol w:w="305"/>
        <w:gridCol w:w="439"/>
        <w:gridCol w:w="376"/>
        <w:gridCol w:w="361"/>
        <w:gridCol w:w="529"/>
        <w:gridCol w:w="390"/>
        <w:gridCol w:w="390"/>
        <w:gridCol w:w="390"/>
        <w:gridCol w:w="350"/>
        <w:gridCol w:w="395"/>
        <w:gridCol w:w="370"/>
      </w:tblGrid>
      <w:tr w:rsidR="006E26E1" w:rsidRPr="00973848" w:rsidTr="00396398"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S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.55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b/>
                <w:sz w:val="18"/>
                <w:szCs w:val="18"/>
              </w:rPr>
              <w:t>.50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M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.S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.205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.G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.N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.D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11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.Z</w:t>
            </w:r>
          </w:p>
        </w:tc>
      </w:tr>
    </w:tbl>
    <w:p w:rsidR="006E26E1" w:rsidRPr="00973848" w:rsidRDefault="006E26E1" w:rsidP="006E26E1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18"/>
          <w:szCs w:val="18"/>
        </w:rPr>
      </w:pPr>
    </w:p>
    <w:p w:rsidR="006E26E1" w:rsidRPr="00396398" w:rsidRDefault="006E26E1" w:rsidP="006E26E1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b/>
          <w:color w:val="222222"/>
          <w:sz w:val="22"/>
          <w:szCs w:val="22"/>
        </w:rPr>
        <w:t>Tlaková verze</w:t>
      </w:r>
    </w:p>
    <w:tbl>
      <w:tblPr>
        <w:tblStyle w:val="Mkatabulky"/>
        <w:tblW w:w="0" w:type="auto"/>
        <w:tblInd w:w="2934" w:type="dxa"/>
        <w:tblLook w:val="04A0" w:firstRow="1" w:lastRow="0" w:firstColumn="1" w:lastColumn="0" w:noHBand="0" w:noVBand="1"/>
      </w:tblPr>
      <w:tblGrid>
        <w:gridCol w:w="315"/>
        <w:gridCol w:w="305"/>
        <w:gridCol w:w="528"/>
        <w:gridCol w:w="528"/>
        <w:gridCol w:w="439"/>
        <w:gridCol w:w="305"/>
        <w:gridCol w:w="439"/>
        <w:gridCol w:w="384"/>
        <w:gridCol w:w="360"/>
        <w:gridCol w:w="528"/>
        <w:gridCol w:w="389"/>
        <w:gridCol w:w="389"/>
        <w:gridCol w:w="389"/>
        <w:gridCol w:w="350"/>
        <w:gridCol w:w="394"/>
        <w:gridCol w:w="369"/>
      </w:tblGrid>
      <w:tr w:rsidR="006E26E1" w:rsidRPr="00973848" w:rsidTr="00396398"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S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.55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.50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b/>
                <w:sz w:val="18"/>
                <w:szCs w:val="18"/>
              </w:rPr>
              <w:t>M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.S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.205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.G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.N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.D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11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.Z</w:t>
            </w:r>
          </w:p>
        </w:tc>
      </w:tr>
    </w:tbl>
    <w:p w:rsidR="00973848" w:rsidRPr="00396398" w:rsidRDefault="006E26E1" w:rsidP="006E26E1">
      <w:pPr>
        <w:spacing w:line="0" w:lineRule="atLeast"/>
        <w:ind w:left="851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 xml:space="preserve">S </w:t>
      </w:r>
      <w:r w:rsidR="00973848" w:rsidRPr="00396398">
        <w:rPr>
          <w:rFonts w:cs="Times New Roman"/>
          <w:color w:val="222222"/>
          <w:sz w:val="22"/>
          <w:szCs w:val="22"/>
        </w:rPr>
        <w:t>- V</w:t>
      </w:r>
      <w:r w:rsidRPr="00396398">
        <w:rPr>
          <w:rFonts w:cs="Times New Roman"/>
          <w:color w:val="222222"/>
          <w:sz w:val="22"/>
          <w:szCs w:val="22"/>
        </w:rPr>
        <w:t>elmi vysoká</w:t>
      </w:r>
      <w:r w:rsidR="00973848" w:rsidRPr="00396398">
        <w:rPr>
          <w:rFonts w:cs="Times New Roman"/>
          <w:color w:val="222222"/>
          <w:sz w:val="22"/>
          <w:szCs w:val="22"/>
        </w:rPr>
        <w:t xml:space="preserve">, </w:t>
      </w:r>
      <w:r w:rsidRPr="00396398">
        <w:rPr>
          <w:rFonts w:cs="Times New Roman"/>
          <w:color w:val="222222"/>
          <w:sz w:val="22"/>
          <w:szCs w:val="22"/>
        </w:rPr>
        <w:t>H</w:t>
      </w:r>
      <w:r w:rsidR="00973848" w:rsidRPr="00396398">
        <w:rPr>
          <w:rFonts w:cs="Times New Roman"/>
          <w:color w:val="222222"/>
          <w:sz w:val="22"/>
          <w:szCs w:val="22"/>
        </w:rPr>
        <w:t xml:space="preserve"> - </w:t>
      </w:r>
      <w:r w:rsidRPr="00396398">
        <w:rPr>
          <w:rFonts w:cs="Times New Roman"/>
          <w:color w:val="222222"/>
          <w:sz w:val="22"/>
          <w:szCs w:val="22"/>
        </w:rPr>
        <w:t>Vysoká</w:t>
      </w:r>
      <w:r w:rsidR="00973848" w:rsidRPr="00396398">
        <w:rPr>
          <w:rFonts w:cs="Times New Roman"/>
          <w:color w:val="222222"/>
          <w:sz w:val="22"/>
          <w:szCs w:val="22"/>
        </w:rPr>
        <w:t xml:space="preserve">, M - Střední, L – Nízká, E - Velmi nízká, F - Extrémně nízká </w:t>
      </w:r>
    </w:p>
    <w:p w:rsidR="00973848" w:rsidRPr="00396398" w:rsidRDefault="00973848" w:rsidP="00973848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b/>
          <w:color w:val="222222"/>
          <w:sz w:val="22"/>
          <w:szCs w:val="22"/>
        </w:rPr>
        <w:t>Typ instalace</w:t>
      </w:r>
    </w:p>
    <w:tbl>
      <w:tblPr>
        <w:tblStyle w:val="Mkatabulky"/>
        <w:tblW w:w="0" w:type="auto"/>
        <w:tblInd w:w="2949" w:type="dxa"/>
        <w:tblLook w:val="04A0" w:firstRow="1" w:lastRow="0" w:firstColumn="1" w:lastColumn="0" w:noHBand="0" w:noVBand="1"/>
      </w:tblPr>
      <w:tblGrid>
        <w:gridCol w:w="315"/>
        <w:gridCol w:w="305"/>
        <w:gridCol w:w="527"/>
        <w:gridCol w:w="527"/>
        <w:gridCol w:w="438"/>
        <w:gridCol w:w="305"/>
        <w:gridCol w:w="438"/>
        <w:gridCol w:w="375"/>
        <w:gridCol w:w="360"/>
        <w:gridCol w:w="527"/>
        <w:gridCol w:w="389"/>
        <w:gridCol w:w="389"/>
        <w:gridCol w:w="389"/>
        <w:gridCol w:w="349"/>
        <w:gridCol w:w="394"/>
        <w:gridCol w:w="369"/>
      </w:tblGrid>
      <w:tr w:rsidR="00973848" w:rsidRPr="00973848" w:rsidTr="00396398"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S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.55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.50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M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</w:t>
            </w:r>
            <w:r w:rsidRPr="00973848">
              <w:rPr>
                <w:rFonts w:cs="Times New Roman"/>
                <w:b/>
                <w:sz w:val="18"/>
                <w:szCs w:val="18"/>
              </w:rPr>
              <w:t>S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.205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.G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.N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.D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11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.Z</w:t>
            </w:r>
          </w:p>
        </w:tc>
      </w:tr>
    </w:tbl>
    <w:p w:rsidR="00973848" w:rsidRPr="00396398" w:rsidRDefault="00973848" w:rsidP="00973848">
      <w:pPr>
        <w:spacing w:line="0" w:lineRule="atLeast"/>
        <w:ind w:left="851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>S - Ponorná instalace bez chladícího pláště, C - Ponorná instalace s chladícím pláštěm</w:t>
      </w:r>
    </w:p>
    <w:p w:rsidR="004022C2" w:rsidRPr="00396398" w:rsidRDefault="00973848" w:rsidP="00973848">
      <w:pPr>
        <w:spacing w:line="0" w:lineRule="atLeast"/>
        <w:ind w:left="851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>D – Suchá vertikální instalace, H – Suchá horizontální instalace</w:t>
      </w:r>
    </w:p>
    <w:p w:rsidR="00973848" w:rsidRPr="00396398" w:rsidRDefault="00973848" w:rsidP="00973848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b/>
          <w:color w:val="222222"/>
          <w:sz w:val="22"/>
          <w:szCs w:val="22"/>
        </w:rPr>
        <w:t xml:space="preserve">Skutečný průměr oběžného kola </w:t>
      </w:r>
      <w:r w:rsidRPr="00396398">
        <w:rPr>
          <w:rFonts w:cs="Times New Roman"/>
          <w:b/>
          <w:color w:val="222222"/>
          <w:sz w:val="22"/>
          <w:szCs w:val="22"/>
          <w:lang w:val="en-US"/>
        </w:rPr>
        <w:t>[</w:t>
      </w:r>
      <w:r w:rsidR="006E5498" w:rsidRPr="00396398">
        <w:rPr>
          <w:rFonts w:cs="Times New Roman"/>
          <w:b/>
          <w:color w:val="222222"/>
          <w:sz w:val="22"/>
          <w:szCs w:val="22"/>
          <w:lang w:val="en-US"/>
        </w:rPr>
        <w:t>mm</w:t>
      </w:r>
      <w:r w:rsidRPr="00396398">
        <w:rPr>
          <w:rFonts w:cs="Times New Roman"/>
          <w:b/>
          <w:color w:val="222222"/>
          <w:sz w:val="22"/>
          <w:szCs w:val="22"/>
          <w:lang w:val="en-US"/>
        </w:rPr>
        <w:t>]</w:t>
      </w:r>
    </w:p>
    <w:tbl>
      <w:tblPr>
        <w:tblStyle w:val="Mkatabulky"/>
        <w:tblW w:w="0" w:type="auto"/>
        <w:tblInd w:w="2949" w:type="dxa"/>
        <w:tblLook w:val="04A0" w:firstRow="1" w:lastRow="0" w:firstColumn="1" w:lastColumn="0" w:noHBand="0" w:noVBand="1"/>
      </w:tblPr>
      <w:tblGrid>
        <w:gridCol w:w="315"/>
        <w:gridCol w:w="305"/>
        <w:gridCol w:w="527"/>
        <w:gridCol w:w="527"/>
        <w:gridCol w:w="438"/>
        <w:gridCol w:w="305"/>
        <w:gridCol w:w="438"/>
        <w:gridCol w:w="375"/>
        <w:gridCol w:w="360"/>
        <w:gridCol w:w="527"/>
        <w:gridCol w:w="389"/>
        <w:gridCol w:w="389"/>
        <w:gridCol w:w="389"/>
        <w:gridCol w:w="349"/>
        <w:gridCol w:w="394"/>
        <w:gridCol w:w="369"/>
      </w:tblGrid>
      <w:tr w:rsidR="00973848" w:rsidRPr="00973848" w:rsidTr="00396398"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S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.55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.50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M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</w:t>
            </w:r>
            <w:r w:rsidRPr="006E5498">
              <w:rPr>
                <w:rFonts w:cs="Times New Roman"/>
                <w:color w:val="FFFF00"/>
                <w:sz w:val="18"/>
                <w:szCs w:val="18"/>
              </w:rPr>
              <w:t>S</w:t>
            </w:r>
          </w:p>
        </w:tc>
        <w:tc>
          <w:tcPr>
            <w:tcW w:w="0" w:type="auto"/>
          </w:tcPr>
          <w:p w:rsidR="00973848" w:rsidRPr="006E549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18"/>
                <w:szCs w:val="18"/>
              </w:rPr>
            </w:pPr>
            <w:r w:rsidRPr="006E5498">
              <w:rPr>
                <w:rFonts w:cs="Times New Roman"/>
                <w:b/>
                <w:sz w:val="18"/>
                <w:szCs w:val="18"/>
              </w:rPr>
              <w:t>.205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.G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.N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.D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11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.Z</w:t>
            </w:r>
          </w:p>
        </w:tc>
      </w:tr>
    </w:tbl>
    <w:p w:rsidR="006E5498" w:rsidRPr="00396398" w:rsidRDefault="006E5498" w:rsidP="006E5498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b/>
          <w:color w:val="222222"/>
          <w:sz w:val="22"/>
          <w:szCs w:val="22"/>
        </w:rPr>
        <w:t>Kód materiálu pro oběžné kolo, těleso čerpadla a motoru</w:t>
      </w:r>
    </w:p>
    <w:tbl>
      <w:tblPr>
        <w:tblStyle w:val="Mkatabulky"/>
        <w:tblW w:w="0" w:type="auto"/>
        <w:tblInd w:w="2934" w:type="dxa"/>
        <w:tblLook w:val="04A0" w:firstRow="1" w:lastRow="0" w:firstColumn="1" w:lastColumn="0" w:noHBand="0" w:noVBand="1"/>
      </w:tblPr>
      <w:tblGrid>
        <w:gridCol w:w="317"/>
        <w:gridCol w:w="306"/>
        <w:gridCol w:w="528"/>
        <w:gridCol w:w="527"/>
        <w:gridCol w:w="438"/>
        <w:gridCol w:w="305"/>
        <w:gridCol w:w="438"/>
        <w:gridCol w:w="375"/>
        <w:gridCol w:w="360"/>
        <w:gridCol w:w="527"/>
        <w:gridCol w:w="400"/>
        <w:gridCol w:w="389"/>
        <w:gridCol w:w="389"/>
        <w:gridCol w:w="349"/>
        <w:gridCol w:w="394"/>
        <w:gridCol w:w="369"/>
      </w:tblGrid>
      <w:tr w:rsidR="006E5498" w:rsidRPr="00973848" w:rsidTr="00396398"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S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.55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.50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M</w:t>
            </w:r>
          </w:p>
        </w:tc>
        <w:tc>
          <w:tcPr>
            <w:tcW w:w="0" w:type="auto"/>
          </w:tcPr>
          <w:p w:rsidR="006E5498" w:rsidRPr="006E549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6E5498">
              <w:rPr>
                <w:rFonts w:cs="Times New Roman"/>
                <w:color w:val="FFFF00"/>
                <w:sz w:val="18"/>
                <w:szCs w:val="18"/>
              </w:rPr>
              <w:t>.S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.205</w:t>
            </w:r>
          </w:p>
        </w:tc>
        <w:tc>
          <w:tcPr>
            <w:tcW w:w="0" w:type="auto"/>
          </w:tcPr>
          <w:p w:rsidR="006E5498" w:rsidRPr="006E549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18"/>
                <w:szCs w:val="18"/>
              </w:rPr>
            </w:pPr>
            <w:r w:rsidRPr="006E5498">
              <w:rPr>
                <w:rFonts w:cs="Times New Roman"/>
                <w:b/>
                <w:sz w:val="18"/>
                <w:szCs w:val="18"/>
              </w:rPr>
              <w:t>.G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.N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.D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11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.Z</w:t>
            </w:r>
          </w:p>
        </w:tc>
      </w:tr>
    </w:tbl>
    <w:p w:rsidR="004022C2" w:rsidRPr="00396398" w:rsidRDefault="006E5498" w:rsidP="00FC05DB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  <w:sz w:val="18"/>
          <w:szCs w:val="18"/>
        </w:rPr>
        <w:tab/>
      </w:r>
      <w:r w:rsidRPr="00396398">
        <w:rPr>
          <w:rFonts w:cs="Times New Roman"/>
          <w:color w:val="222222"/>
          <w:sz w:val="22"/>
          <w:szCs w:val="22"/>
        </w:rPr>
        <w:t xml:space="preserve">   G/ nebo </w:t>
      </w:r>
      <w:r w:rsidRPr="00396398">
        <w:rPr>
          <w:rFonts w:cs="Times New Roman"/>
          <w:color w:val="222222"/>
          <w:sz w:val="22"/>
          <w:szCs w:val="22"/>
          <w:lang w:val="en-US"/>
        </w:rPr>
        <w:t>[ ]</w:t>
      </w:r>
      <w:r w:rsidRPr="00396398">
        <w:rPr>
          <w:rFonts w:cs="Times New Roman"/>
          <w:color w:val="222222"/>
          <w:sz w:val="22"/>
          <w:szCs w:val="22"/>
        </w:rPr>
        <w:t xml:space="preserve"> – litinové oběžné kolo, těleso čerpadla z litiny, těleso  motoru z litiny</w:t>
      </w:r>
    </w:p>
    <w:p w:rsidR="006E5498" w:rsidRPr="00396398" w:rsidRDefault="006E5498" w:rsidP="00FC05DB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ab/>
        <w:t xml:space="preserve">   Q </w:t>
      </w:r>
      <w:r w:rsidR="00A770DC" w:rsidRPr="00396398">
        <w:rPr>
          <w:rFonts w:cs="Times New Roman"/>
          <w:color w:val="222222"/>
          <w:sz w:val="22"/>
          <w:szCs w:val="22"/>
        </w:rPr>
        <w:t>–</w:t>
      </w:r>
      <w:r w:rsidRPr="00396398">
        <w:rPr>
          <w:rFonts w:cs="Times New Roman"/>
          <w:color w:val="222222"/>
          <w:sz w:val="22"/>
          <w:szCs w:val="22"/>
        </w:rPr>
        <w:t xml:space="preserve"> </w:t>
      </w:r>
      <w:r w:rsidR="00A770DC" w:rsidRPr="00396398">
        <w:rPr>
          <w:rFonts w:cs="Times New Roman"/>
          <w:color w:val="222222"/>
          <w:sz w:val="22"/>
          <w:szCs w:val="22"/>
        </w:rPr>
        <w:t xml:space="preserve">Těleso čerpadla </w:t>
      </w:r>
      <w:r w:rsidR="00396398">
        <w:rPr>
          <w:rFonts w:cs="Times New Roman"/>
          <w:color w:val="222222"/>
          <w:sz w:val="22"/>
          <w:szCs w:val="22"/>
        </w:rPr>
        <w:t xml:space="preserve">a motoru </w:t>
      </w:r>
      <w:r w:rsidR="00A770DC" w:rsidRPr="00396398">
        <w:rPr>
          <w:rFonts w:cs="Times New Roman"/>
          <w:color w:val="222222"/>
          <w:sz w:val="22"/>
          <w:szCs w:val="22"/>
        </w:rPr>
        <w:t>z litiny, oběžné kolo z korozivzdorné oceli DIN č.mat</w:t>
      </w:r>
      <w:r w:rsidR="00396398">
        <w:rPr>
          <w:rFonts w:cs="Times New Roman"/>
          <w:color w:val="222222"/>
          <w:sz w:val="22"/>
          <w:szCs w:val="22"/>
        </w:rPr>
        <w:t xml:space="preserve">. 1.4408, </w:t>
      </w:r>
    </w:p>
    <w:p w:rsidR="00AD666B" w:rsidRPr="00396398" w:rsidRDefault="00A770DC" w:rsidP="00FC05DB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ab/>
        <w:t xml:space="preserve">   S –</w:t>
      </w:r>
      <w:r w:rsidR="00396398">
        <w:rPr>
          <w:rFonts w:cs="Times New Roman"/>
          <w:color w:val="222222"/>
          <w:sz w:val="22"/>
          <w:szCs w:val="22"/>
        </w:rPr>
        <w:t xml:space="preserve"> Těleso čerpadla,</w:t>
      </w:r>
      <w:r w:rsidRPr="00396398">
        <w:rPr>
          <w:rFonts w:cs="Times New Roman"/>
          <w:color w:val="222222"/>
          <w:sz w:val="22"/>
          <w:szCs w:val="22"/>
        </w:rPr>
        <w:t xml:space="preserve"> </w:t>
      </w:r>
      <w:r w:rsidR="00AD666B" w:rsidRPr="00396398">
        <w:rPr>
          <w:rFonts w:cs="Times New Roman"/>
          <w:color w:val="222222"/>
          <w:sz w:val="22"/>
          <w:szCs w:val="22"/>
        </w:rPr>
        <w:t>oběžné kolo z korozivzdorné</w:t>
      </w:r>
      <w:r w:rsidR="00396398">
        <w:rPr>
          <w:rFonts w:cs="Times New Roman"/>
          <w:color w:val="222222"/>
          <w:sz w:val="22"/>
          <w:szCs w:val="22"/>
        </w:rPr>
        <w:t xml:space="preserve"> oceli DIN č.mat. 1.4408, motor</w:t>
      </w:r>
      <w:r w:rsidR="00AD666B" w:rsidRPr="00396398">
        <w:rPr>
          <w:rFonts w:cs="Times New Roman"/>
          <w:color w:val="222222"/>
          <w:sz w:val="22"/>
          <w:szCs w:val="22"/>
        </w:rPr>
        <w:t xml:space="preserve"> z litiny</w:t>
      </w:r>
    </w:p>
    <w:p w:rsidR="00AD666B" w:rsidRPr="00396398" w:rsidRDefault="00AD666B" w:rsidP="00FC05DB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ab/>
        <w:t xml:space="preserve">   R – Těleso čerpadla, oběžné kolo a těleso motoru z korozivzdorné oceli DIN č.mat. 1.4408</w:t>
      </w:r>
    </w:p>
    <w:p w:rsidR="00396398" w:rsidRDefault="00AD666B" w:rsidP="006E5498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ab/>
        <w:t xml:space="preserve">   D – Těleso čerpadla </w:t>
      </w:r>
      <w:r w:rsidR="00396398">
        <w:rPr>
          <w:rFonts w:cs="Times New Roman"/>
          <w:color w:val="222222"/>
          <w:sz w:val="22"/>
          <w:szCs w:val="22"/>
        </w:rPr>
        <w:t xml:space="preserve">a motoru </w:t>
      </w:r>
      <w:r w:rsidRPr="00396398">
        <w:rPr>
          <w:rFonts w:cs="Times New Roman"/>
          <w:color w:val="222222"/>
          <w:sz w:val="22"/>
          <w:szCs w:val="22"/>
        </w:rPr>
        <w:t>DIN č.mat. 1.4</w:t>
      </w:r>
      <w:r w:rsidR="00396398">
        <w:rPr>
          <w:rFonts w:cs="Times New Roman"/>
          <w:color w:val="222222"/>
          <w:sz w:val="22"/>
          <w:szCs w:val="22"/>
        </w:rPr>
        <w:t>517, oběžné kolo duplexová ocel</w:t>
      </w:r>
    </w:p>
    <w:p w:rsidR="006E5498" w:rsidRPr="00396398" w:rsidRDefault="00AD666B" w:rsidP="006E5498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b/>
          <w:color w:val="222222"/>
          <w:sz w:val="22"/>
          <w:szCs w:val="22"/>
        </w:rPr>
        <w:lastRenderedPageBreak/>
        <w:t>Provedení čerpadla</w:t>
      </w:r>
    </w:p>
    <w:tbl>
      <w:tblPr>
        <w:tblStyle w:val="Mkatabulky"/>
        <w:tblW w:w="0" w:type="auto"/>
        <w:tblInd w:w="2949" w:type="dxa"/>
        <w:tblLook w:val="04A0" w:firstRow="1" w:lastRow="0" w:firstColumn="1" w:lastColumn="0" w:noHBand="0" w:noVBand="1"/>
      </w:tblPr>
      <w:tblGrid>
        <w:gridCol w:w="315"/>
        <w:gridCol w:w="305"/>
        <w:gridCol w:w="527"/>
        <w:gridCol w:w="527"/>
        <w:gridCol w:w="438"/>
        <w:gridCol w:w="305"/>
        <w:gridCol w:w="438"/>
        <w:gridCol w:w="375"/>
        <w:gridCol w:w="360"/>
        <w:gridCol w:w="527"/>
        <w:gridCol w:w="389"/>
        <w:gridCol w:w="389"/>
        <w:gridCol w:w="389"/>
        <w:gridCol w:w="349"/>
        <w:gridCol w:w="394"/>
        <w:gridCol w:w="369"/>
      </w:tblGrid>
      <w:tr w:rsidR="006E5498" w:rsidRPr="00973848" w:rsidTr="00396398"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S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.55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.50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M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</w:t>
            </w:r>
            <w:r w:rsidRPr="00AD666B">
              <w:rPr>
                <w:rFonts w:cs="Times New Roman"/>
                <w:color w:val="FFFF00"/>
                <w:sz w:val="18"/>
                <w:szCs w:val="18"/>
              </w:rPr>
              <w:t>S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.205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.G</w:t>
            </w:r>
          </w:p>
        </w:tc>
        <w:tc>
          <w:tcPr>
            <w:tcW w:w="0" w:type="auto"/>
          </w:tcPr>
          <w:p w:rsidR="006E5498" w:rsidRPr="00AD666B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18"/>
                <w:szCs w:val="18"/>
              </w:rPr>
            </w:pPr>
            <w:r w:rsidRPr="00AD666B">
              <w:rPr>
                <w:rFonts w:cs="Times New Roman"/>
                <w:b/>
                <w:sz w:val="18"/>
                <w:szCs w:val="18"/>
              </w:rPr>
              <w:t>.N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.D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11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.Z</w:t>
            </w:r>
          </w:p>
        </w:tc>
      </w:tr>
    </w:tbl>
    <w:p w:rsidR="006E5498" w:rsidRPr="00396398" w:rsidRDefault="00AD666B" w:rsidP="00FC05DB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  <w:sz w:val="18"/>
          <w:szCs w:val="18"/>
        </w:rPr>
        <w:tab/>
      </w:r>
      <w:r w:rsidRPr="00396398">
        <w:rPr>
          <w:rFonts w:cs="Times New Roman"/>
          <w:color w:val="222222"/>
          <w:sz w:val="22"/>
          <w:szCs w:val="22"/>
        </w:rPr>
        <w:t xml:space="preserve">   N – Čerpadlo bez certifikace Atex  (Není určeno do prostředí s nebezpečím výbuchu). </w:t>
      </w:r>
    </w:p>
    <w:p w:rsidR="00AD666B" w:rsidRPr="00396398" w:rsidRDefault="00AD666B" w:rsidP="00FC05DB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ab/>
        <w:t xml:space="preserve">   Ex – Čerpadlo s certifikací Atex</w:t>
      </w:r>
    </w:p>
    <w:p w:rsidR="001F0F12" w:rsidRPr="00396398" w:rsidRDefault="001F0F12" w:rsidP="001F0F1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b/>
          <w:color w:val="222222"/>
          <w:sz w:val="22"/>
          <w:szCs w:val="22"/>
        </w:rPr>
        <w:t>Verze se snímačem</w:t>
      </w:r>
    </w:p>
    <w:tbl>
      <w:tblPr>
        <w:tblStyle w:val="Mkatabulky"/>
        <w:tblW w:w="0" w:type="auto"/>
        <w:tblInd w:w="2949" w:type="dxa"/>
        <w:tblLook w:val="04A0" w:firstRow="1" w:lastRow="0" w:firstColumn="1" w:lastColumn="0" w:noHBand="0" w:noVBand="1"/>
      </w:tblPr>
      <w:tblGrid>
        <w:gridCol w:w="315"/>
        <w:gridCol w:w="305"/>
        <w:gridCol w:w="527"/>
        <w:gridCol w:w="527"/>
        <w:gridCol w:w="438"/>
        <w:gridCol w:w="305"/>
        <w:gridCol w:w="438"/>
        <w:gridCol w:w="375"/>
        <w:gridCol w:w="360"/>
        <w:gridCol w:w="527"/>
        <w:gridCol w:w="389"/>
        <w:gridCol w:w="389"/>
        <w:gridCol w:w="389"/>
        <w:gridCol w:w="349"/>
        <w:gridCol w:w="394"/>
        <w:gridCol w:w="369"/>
      </w:tblGrid>
      <w:tr w:rsidR="001F0F12" w:rsidRPr="00973848" w:rsidTr="00396398">
        <w:tc>
          <w:tcPr>
            <w:tcW w:w="0" w:type="auto"/>
          </w:tcPr>
          <w:p w:rsidR="001F0F12" w:rsidRPr="00973848" w:rsidRDefault="001F0F12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S</w:t>
            </w:r>
          </w:p>
        </w:tc>
        <w:tc>
          <w:tcPr>
            <w:tcW w:w="0" w:type="auto"/>
          </w:tcPr>
          <w:p w:rsidR="001F0F12" w:rsidRPr="00973848" w:rsidRDefault="001F0F12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1F0F12" w:rsidRPr="00973848" w:rsidRDefault="001F0F12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1F0F12" w:rsidRPr="00973848" w:rsidRDefault="001F0F12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1F0F12" w:rsidRPr="00973848" w:rsidRDefault="001F0F12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.55</w:t>
            </w:r>
          </w:p>
        </w:tc>
        <w:tc>
          <w:tcPr>
            <w:tcW w:w="0" w:type="auto"/>
          </w:tcPr>
          <w:p w:rsidR="001F0F12" w:rsidRPr="00973848" w:rsidRDefault="001F0F12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1F0F12" w:rsidRPr="00973848" w:rsidRDefault="001F0F12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.50</w:t>
            </w:r>
          </w:p>
        </w:tc>
        <w:tc>
          <w:tcPr>
            <w:tcW w:w="0" w:type="auto"/>
          </w:tcPr>
          <w:p w:rsidR="001F0F12" w:rsidRPr="00973848" w:rsidRDefault="001F0F12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M</w:t>
            </w:r>
          </w:p>
        </w:tc>
        <w:tc>
          <w:tcPr>
            <w:tcW w:w="0" w:type="auto"/>
          </w:tcPr>
          <w:p w:rsidR="001F0F12" w:rsidRPr="00973848" w:rsidRDefault="001F0F12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</w:t>
            </w:r>
            <w:r w:rsidRPr="00AD666B">
              <w:rPr>
                <w:rFonts w:cs="Times New Roman"/>
                <w:color w:val="FFFF00"/>
                <w:sz w:val="18"/>
                <w:szCs w:val="18"/>
              </w:rPr>
              <w:t>S</w:t>
            </w:r>
          </w:p>
        </w:tc>
        <w:tc>
          <w:tcPr>
            <w:tcW w:w="0" w:type="auto"/>
          </w:tcPr>
          <w:p w:rsidR="001F0F12" w:rsidRPr="00973848" w:rsidRDefault="001F0F12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.205</w:t>
            </w:r>
          </w:p>
        </w:tc>
        <w:tc>
          <w:tcPr>
            <w:tcW w:w="0" w:type="auto"/>
          </w:tcPr>
          <w:p w:rsidR="001F0F12" w:rsidRPr="00973848" w:rsidRDefault="001F0F12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.G</w:t>
            </w:r>
          </w:p>
        </w:tc>
        <w:tc>
          <w:tcPr>
            <w:tcW w:w="0" w:type="auto"/>
          </w:tcPr>
          <w:p w:rsidR="001F0F12" w:rsidRPr="001F0F12" w:rsidRDefault="001F0F12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1F0F12">
              <w:rPr>
                <w:rFonts w:cs="Times New Roman"/>
                <w:color w:val="FFFF00"/>
                <w:sz w:val="18"/>
                <w:szCs w:val="18"/>
              </w:rPr>
              <w:t>.N</w:t>
            </w:r>
          </w:p>
        </w:tc>
        <w:tc>
          <w:tcPr>
            <w:tcW w:w="0" w:type="auto"/>
          </w:tcPr>
          <w:p w:rsidR="001F0F12" w:rsidRPr="001F0F12" w:rsidRDefault="001F0F12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18"/>
                <w:szCs w:val="18"/>
              </w:rPr>
            </w:pPr>
            <w:r w:rsidRPr="001F0F12">
              <w:rPr>
                <w:rFonts w:cs="Times New Roman"/>
                <w:b/>
                <w:color w:val="000000" w:themeColor="text1"/>
                <w:sz w:val="18"/>
                <w:szCs w:val="18"/>
              </w:rPr>
              <w:t>.D</w:t>
            </w:r>
          </w:p>
        </w:tc>
        <w:tc>
          <w:tcPr>
            <w:tcW w:w="0" w:type="auto"/>
          </w:tcPr>
          <w:p w:rsidR="001F0F12" w:rsidRPr="00973848" w:rsidRDefault="001F0F12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</w:t>
            </w:r>
          </w:p>
        </w:tc>
        <w:tc>
          <w:tcPr>
            <w:tcW w:w="0" w:type="auto"/>
          </w:tcPr>
          <w:p w:rsidR="001F0F12" w:rsidRPr="00973848" w:rsidRDefault="001F0F12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11</w:t>
            </w:r>
          </w:p>
        </w:tc>
        <w:tc>
          <w:tcPr>
            <w:tcW w:w="0" w:type="auto"/>
          </w:tcPr>
          <w:p w:rsidR="001F0F12" w:rsidRPr="00973848" w:rsidRDefault="001F0F12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.Z</w:t>
            </w:r>
          </w:p>
        </w:tc>
      </w:tr>
    </w:tbl>
    <w:p w:rsidR="00396398" w:rsidRDefault="001F0F12" w:rsidP="001F0F1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  <w:sz w:val="18"/>
          <w:szCs w:val="18"/>
        </w:rPr>
        <w:tab/>
      </w:r>
      <w:r w:rsidRPr="00396398">
        <w:rPr>
          <w:rFonts w:cs="Times New Roman"/>
          <w:color w:val="222222"/>
          <w:sz w:val="22"/>
          <w:szCs w:val="22"/>
        </w:rPr>
        <w:t xml:space="preserve">   </w:t>
      </w:r>
      <w:r w:rsidR="00951A51" w:rsidRPr="00396398">
        <w:rPr>
          <w:rFonts w:cs="Times New Roman"/>
          <w:color w:val="222222"/>
          <w:sz w:val="22"/>
          <w:szCs w:val="22"/>
        </w:rPr>
        <w:t>B</w:t>
      </w:r>
      <w:r w:rsidRPr="00396398">
        <w:rPr>
          <w:rFonts w:cs="Times New Roman"/>
          <w:color w:val="222222"/>
          <w:sz w:val="22"/>
          <w:szCs w:val="22"/>
        </w:rPr>
        <w:t xml:space="preserve"> – Čerpadlo </w:t>
      </w:r>
      <w:r w:rsidR="00951A51" w:rsidRPr="00396398">
        <w:rPr>
          <w:rFonts w:cs="Times New Roman"/>
          <w:color w:val="222222"/>
          <w:sz w:val="22"/>
          <w:szCs w:val="22"/>
        </w:rPr>
        <w:t>s</w:t>
      </w:r>
      <w:r w:rsidRPr="00396398">
        <w:rPr>
          <w:rFonts w:cs="Times New Roman"/>
          <w:color w:val="222222"/>
          <w:sz w:val="22"/>
          <w:szCs w:val="22"/>
        </w:rPr>
        <w:t>e</w:t>
      </w:r>
      <w:r w:rsidR="00951A51" w:rsidRPr="00396398">
        <w:rPr>
          <w:rFonts w:cs="Times New Roman"/>
          <w:color w:val="222222"/>
          <w:sz w:val="22"/>
          <w:szCs w:val="22"/>
        </w:rPr>
        <w:t xml:space="preserve"> </w:t>
      </w:r>
      <w:r w:rsidRPr="00396398">
        <w:rPr>
          <w:rFonts w:cs="Times New Roman"/>
          <w:color w:val="222222"/>
          <w:sz w:val="22"/>
          <w:szCs w:val="22"/>
        </w:rPr>
        <w:t>z</w:t>
      </w:r>
      <w:r w:rsidR="00951A51" w:rsidRPr="00396398">
        <w:rPr>
          <w:rFonts w:cs="Times New Roman"/>
          <w:color w:val="222222"/>
          <w:sz w:val="22"/>
          <w:szCs w:val="22"/>
        </w:rPr>
        <w:t xml:space="preserve">abudovaným modulem SM113. </w:t>
      </w:r>
    </w:p>
    <w:p w:rsidR="00951A51" w:rsidRPr="00396398" w:rsidRDefault="00396398" w:rsidP="001F0F1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  <w:sz w:val="22"/>
          <w:szCs w:val="22"/>
        </w:rPr>
        <w:t xml:space="preserve">                      </w:t>
      </w:r>
      <w:r w:rsidR="00951A51" w:rsidRPr="00396398">
        <w:rPr>
          <w:rFonts w:cs="Times New Roman"/>
          <w:color w:val="222222"/>
          <w:sz w:val="22"/>
          <w:szCs w:val="22"/>
        </w:rPr>
        <w:t>PTC snímače jsou připojeny přímo k IO113 nebo jinému PTC relé</w:t>
      </w:r>
    </w:p>
    <w:p w:rsidR="00951A51" w:rsidRPr="00396398" w:rsidRDefault="00951A51" w:rsidP="00951A51">
      <w:pPr>
        <w:widowControl/>
        <w:autoSpaceDE/>
        <w:autoSpaceDN/>
        <w:adjustRightInd/>
        <w:spacing w:line="0" w:lineRule="atLeast"/>
        <w:ind w:firstLine="720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 xml:space="preserve">   C – Nepoužívá se</w:t>
      </w:r>
    </w:p>
    <w:p w:rsidR="00951A51" w:rsidRPr="00396398" w:rsidRDefault="00951A51" w:rsidP="00951A51">
      <w:pPr>
        <w:widowControl/>
        <w:autoSpaceDE/>
        <w:autoSpaceDN/>
        <w:adjustRightInd/>
        <w:spacing w:line="0" w:lineRule="atLeast"/>
        <w:ind w:firstLine="720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 xml:space="preserve">   D – Čerpadlo bez zabudovaného modulu SM113</w:t>
      </w:r>
    </w:p>
    <w:p w:rsidR="00951A51" w:rsidRPr="00396398" w:rsidRDefault="00951A51" w:rsidP="00951A51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b/>
          <w:color w:val="222222"/>
          <w:sz w:val="22"/>
          <w:szCs w:val="22"/>
        </w:rPr>
        <w:t>Frekvence</w:t>
      </w:r>
    </w:p>
    <w:tbl>
      <w:tblPr>
        <w:tblStyle w:val="Mkatabulky"/>
        <w:tblW w:w="0" w:type="auto"/>
        <w:tblInd w:w="2949" w:type="dxa"/>
        <w:tblLook w:val="04A0" w:firstRow="1" w:lastRow="0" w:firstColumn="1" w:lastColumn="0" w:noHBand="0" w:noVBand="1"/>
      </w:tblPr>
      <w:tblGrid>
        <w:gridCol w:w="315"/>
        <w:gridCol w:w="305"/>
        <w:gridCol w:w="527"/>
        <w:gridCol w:w="527"/>
        <w:gridCol w:w="438"/>
        <w:gridCol w:w="305"/>
        <w:gridCol w:w="438"/>
        <w:gridCol w:w="375"/>
        <w:gridCol w:w="360"/>
        <w:gridCol w:w="527"/>
        <w:gridCol w:w="389"/>
        <w:gridCol w:w="389"/>
        <w:gridCol w:w="389"/>
        <w:gridCol w:w="349"/>
        <w:gridCol w:w="394"/>
        <w:gridCol w:w="369"/>
      </w:tblGrid>
      <w:tr w:rsidR="00951A51" w:rsidRPr="00973848" w:rsidTr="00396398"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S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.55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.50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M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</w:t>
            </w:r>
            <w:r w:rsidRPr="00AD666B">
              <w:rPr>
                <w:rFonts w:cs="Times New Roman"/>
                <w:color w:val="FFFF00"/>
                <w:sz w:val="18"/>
                <w:szCs w:val="18"/>
              </w:rPr>
              <w:t>S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.205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.G</w:t>
            </w:r>
          </w:p>
        </w:tc>
        <w:tc>
          <w:tcPr>
            <w:tcW w:w="0" w:type="auto"/>
          </w:tcPr>
          <w:p w:rsidR="00951A51" w:rsidRPr="00951A51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51A51">
              <w:rPr>
                <w:rFonts w:cs="Times New Roman"/>
                <w:color w:val="FFFF00"/>
                <w:sz w:val="18"/>
                <w:szCs w:val="18"/>
              </w:rPr>
              <w:t>.N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.D</w:t>
            </w:r>
          </w:p>
        </w:tc>
        <w:tc>
          <w:tcPr>
            <w:tcW w:w="0" w:type="auto"/>
          </w:tcPr>
          <w:p w:rsidR="00951A51" w:rsidRPr="00951A51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sz w:val="18"/>
                <w:szCs w:val="18"/>
              </w:rPr>
            </w:pPr>
            <w:r w:rsidRPr="00951A51">
              <w:rPr>
                <w:rFonts w:cs="Times New Roman"/>
                <w:b/>
                <w:sz w:val="18"/>
                <w:szCs w:val="18"/>
              </w:rPr>
              <w:t>.5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11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.Z</w:t>
            </w:r>
          </w:p>
        </w:tc>
      </w:tr>
    </w:tbl>
    <w:p w:rsidR="00951A51" w:rsidRPr="00396398" w:rsidRDefault="00951A51" w:rsidP="00951A51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  <w:sz w:val="18"/>
          <w:szCs w:val="18"/>
        </w:rPr>
        <w:tab/>
      </w:r>
      <w:r w:rsidRPr="00396398">
        <w:rPr>
          <w:rFonts w:cs="Times New Roman"/>
          <w:color w:val="222222"/>
          <w:sz w:val="22"/>
          <w:szCs w:val="22"/>
        </w:rPr>
        <w:t xml:space="preserve">   5 – 50 Hz,  6 – 60 Hz</w:t>
      </w:r>
    </w:p>
    <w:p w:rsidR="00951A51" w:rsidRPr="00396398" w:rsidRDefault="00951A51" w:rsidP="00951A51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b/>
          <w:color w:val="222222"/>
          <w:sz w:val="22"/>
          <w:szCs w:val="22"/>
        </w:rPr>
        <w:t>Kód napětí a připojení</w:t>
      </w:r>
    </w:p>
    <w:tbl>
      <w:tblPr>
        <w:tblStyle w:val="Mkatabulky"/>
        <w:tblW w:w="0" w:type="auto"/>
        <w:tblInd w:w="2949" w:type="dxa"/>
        <w:tblLook w:val="04A0" w:firstRow="1" w:lastRow="0" w:firstColumn="1" w:lastColumn="0" w:noHBand="0" w:noVBand="1"/>
      </w:tblPr>
      <w:tblGrid>
        <w:gridCol w:w="315"/>
        <w:gridCol w:w="305"/>
        <w:gridCol w:w="527"/>
        <w:gridCol w:w="527"/>
        <w:gridCol w:w="438"/>
        <w:gridCol w:w="305"/>
        <w:gridCol w:w="438"/>
        <w:gridCol w:w="375"/>
        <w:gridCol w:w="360"/>
        <w:gridCol w:w="527"/>
        <w:gridCol w:w="389"/>
        <w:gridCol w:w="389"/>
        <w:gridCol w:w="389"/>
        <w:gridCol w:w="349"/>
        <w:gridCol w:w="394"/>
        <w:gridCol w:w="369"/>
      </w:tblGrid>
      <w:tr w:rsidR="00951A51" w:rsidRPr="00973848" w:rsidTr="00DA5727"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S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.55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.50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M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</w:t>
            </w:r>
            <w:r w:rsidRPr="00AD666B">
              <w:rPr>
                <w:rFonts w:cs="Times New Roman"/>
                <w:color w:val="FFFF00"/>
                <w:sz w:val="18"/>
                <w:szCs w:val="18"/>
              </w:rPr>
              <w:t>S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.205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.G</w:t>
            </w:r>
          </w:p>
        </w:tc>
        <w:tc>
          <w:tcPr>
            <w:tcW w:w="0" w:type="auto"/>
          </w:tcPr>
          <w:p w:rsidR="00951A51" w:rsidRPr="00951A51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51A51">
              <w:rPr>
                <w:rFonts w:cs="Times New Roman"/>
                <w:color w:val="FFFF00"/>
                <w:sz w:val="18"/>
                <w:szCs w:val="18"/>
              </w:rPr>
              <w:t>.N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.D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</w:t>
            </w:r>
          </w:p>
        </w:tc>
        <w:tc>
          <w:tcPr>
            <w:tcW w:w="0" w:type="auto"/>
          </w:tcPr>
          <w:p w:rsidR="00951A51" w:rsidRPr="00951A51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sz w:val="18"/>
                <w:szCs w:val="18"/>
              </w:rPr>
            </w:pPr>
            <w:r w:rsidRPr="00951A51">
              <w:rPr>
                <w:rFonts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.Z</w:t>
            </w:r>
          </w:p>
        </w:tc>
      </w:tr>
    </w:tbl>
    <w:p w:rsidR="00AD7960" w:rsidRPr="00396398" w:rsidRDefault="00951A51" w:rsidP="00951A51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  <w:sz w:val="18"/>
          <w:szCs w:val="18"/>
        </w:rPr>
        <w:tab/>
      </w:r>
      <w:r w:rsidRPr="00396398">
        <w:rPr>
          <w:rFonts w:cs="Times New Roman"/>
          <w:color w:val="222222"/>
          <w:sz w:val="22"/>
          <w:szCs w:val="22"/>
        </w:rPr>
        <w:t xml:space="preserve">   </w:t>
      </w:r>
      <w:r w:rsidR="00AD7960" w:rsidRPr="00396398">
        <w:rPr>
          <w:rFonts w:cs="Times New Roman"/>
          <w:color w:val="222222"/>
          <w:sz w:val="22"/>
          <w:szCs w:val="22"/>
        </w:rPr>
        <w:t>11</w:t>
      </w:r>
      <w:r w:rsidRPr="00396398">
        <w:rPr>
          <w:rFonts w:cs="Times New Roman"/>
          <w:color w:val="222222"/>
          <w:sz w:val="22"/>
          <w:szCs w:val="22"/>
        </w:rPr>
        <w:t xml:space="preserve"> – </w:t>
      </w:r>
      <w:r w:rsidR="00AD7960" w:rsidRPr="00396398">
        <w:rPr>
          <w:rFonts w:cs="Times New Roman"/>
          <w:color w:val="222222"/>
          <w:sz w:val="22"/>
          <w:szCs w:val="22"/>
        </w:rPr>
        <w:t>3 x 400 / 690 V Y/D</w:t>
      </w:r>
    </w:p>
    <w:p w:rsidR="00AD7960" w:rsidRPr="00396398" w:rsidRDefault="00AD7960" w:rsidP="00AD7960">
      <w:pPr>
        <w:widowControl/>
        <w:autoSpaceDE/>
        <w:autoSpaceDN/>
        <w:adjustRightInd/>
        <w:spacing w:line="0" w:lineRule="atLeast"/>
        <w:ind w:firstLine="720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 xml:space="preserve">   13 – 3 x 415 / (719) V Y/D</w:t>
      </w:r>
    </w:p>
    <w:p w:rsidR="00AD7960" w:rsidRPr="00396398" w:rsidRDefault="00697DD1" w:rsidP="00AD7960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b/>
          <w:color w:val="222222"/>
          <w:sz w:val="22"/>
          <w:szCs w:val="22"/>
        </w:rPr>
        <w:t>Výrobky na zakázku</w:t>
      </w:r>
    </w:p>
    <w:tbl>
      <w:tblPr>
        <w:tblStyle w:val="Mkatabulky"/>
        <w:tblW w:w="0" w:type="auto"/>
        <w:tblInd w:w="2934" w:type="dxa"/>
        <w:tblLook w:val="04A0" w:firstRow="1" w:lastRow="0" w:firstColumn="1" w:lastColumn="0" w:noHBand="0" w:noVBand="1"/>
      </w:tblPr>
      <w:tblGrid>
        <w:gridCol w:w="317"/>
        <w:gridCol w:w="306"/>
        <w:gridCol w:w="528"/>
        <w:gridCol w:w="527"/>
        <w:gridCol w:w="438"/>
        <w:gridCol w:w="305"/>
        <w:gridCol w:w="438"/>
        <w:gridCol w:w="375"/>
        <w:gridCol w:w="360"/>
        <w:gridCol w:w="527"/>
        <w:gridCol w:w="389"/>
        <w:gridCol w:w="389"/>
        <w:gridCol w:w="389"/>
        <w:gridCol w:w="349"/>
        <w:gridCol w:w="394"/>
        <w:gridCol w:w="380"/>
      </w:tblGrid>
      <w:tr w:rsidR="00AD7960" w:rsidRPr="00973848" w:rsidTr="00DA5727">
        <w:tc>
          <w:tcPr>
            <w:tcW w:w="0" w:type="auto"/>
          </w:tcPr>
          <w:p w:rsidR="00AD7960" w:rsidRPr="00973848" w:rsidRDefault="00AD7960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S</w:t>
            </w:r>
          </w:p>
        </w:tc>
        <w:tc>
          <w:tcPr>
            <w:tcW w:w="0" w:type="auto"/>
          </w:tcPr>
          <w:p w:rsidR="00AD7960" w:rsidRPr="00973848" w:rsidRDefault="00AD7960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AD7960" w:rsidRPr="00973848" w:rsidRDefault="00AD7960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AD7960" w:rsidRPr="00973848" w:rsidRDefault="00AD7960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AD7960" w:rsidRPr="00973848" w:rsidRDefault="00AD7960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.55</w:t>
            </w:r>
          </w:p>
        </w:tc>
        <w:tc>
          <w:tcPr>
            <w:tcW w:w="0" w:type="auto"/>
          </w:tcPr>
          <w:p w:rsidR="00AD7960" w:rsidRPr="00973848" w:rsidRDefault="00AD7960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AD7960" w:rsidRPr="00973848" w:rsidRDefault="00AD7960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.50</w:t>
            </w:r>
          </w:p>
        </w:tc>
        <w:tc>
          <w:tcPr>
            <w:tcW w:w="0" w:type="auto"/>
          </w:tcPr>
          <w:p w:rsidR="00AD7960" w:rsidRPr="00973848" w:rsidRDefault="00AD7960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M</w:t>
            </w:r>
          </w:p>
        </w:tc>
        <w:tc>
          <w:tcPr>
            <w:tcW w:w="0" w:type="auto"/>
          </w:tcPr>
          <w:p w:rsidR="00AD7960" w:rsidRPr="00973848" w:rsidRDefault="00AD7960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</w:t>
            </w:r>
            <w:r w:rsidRPr="00AD666B">
              <w:rPr>
                <w:rFonts w:cs="Times New Roman"/>
                <w:color w:val="FFFF00"/>
                <w:sz w:val="18"/>
                <w:szCs w:val="18"/>
              </w:rPr>
              <w:t>S</w:t>
            </w:r>
          </w:p>
        </w:tc>
        <w:tc>
          <w:tcPr>
            <w:tcW w:w="0" w:type="auto"/>
          </w:tcPr>
          <w:p w:rsidR="00AD7960" w:rsidRPr="00973848" w:rsidRDefault="00AD7960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.205</w:t>
            </w:r>
          </w:p>
        </w:tc>
        <w:tc>
          <w:tcPr>
            <w:tcW w:w="0" w:type="auto"/>
          </w:tcPr>
          <w:p w:rsidR="00AD7960" w:rsidRPr="00973848" w:rsidRDefault="00AD7960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.G</w:t>
            </w:r>
          </w:p>
        </w:tc>
        <w:tc>
          <w:tcPr>
            <w:tcW w:w="0" w:type="auto"/>
          </w:tcPr>
          <w:p w:rsidR="00AD7960" w:rsidRPr="00951A51" w:rsidRDefault="00AD7960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51A51">
              <w:rPr>
                <w:rFonts w:cs="Times New Roman"/>
                <w:color w:val="FFFF00"/>
                <w:sz w:val="18"/>
                <w:szCs w:val="18"/>
              </w:rPr>
              <w:t>.N</w:t>
            </w:r>
          </w:p>
        </w:tc>
        <w:tc>
          <w:tcPr>
            <w:tcW w:w="0" w:type="auto"/>
          </w:tcPr>
          <w:p w:rsidR="00AD7960" w:rsidRPr="00973848" w:rsidRDefault="00AD7960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.D</w:t>
            </w:r>
          </w:p>
        </w:tc>
        <w:tc>
          <w:tcPr>
            <w:tcW w:w="0" w:type="auto"/>
          </w:tcPr>
          <w:p w:rsidR="00AD7960" w:rsidRPr="00697DD1" w:rsidRDefault="00AD7960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sz w:val="18"/>
                <w:szCs w:val="18"/>
              </w:rPr>
            </w:pPr>
            <w:r w:rsidRPr="00697DD1">
              <w:rPr>
                <w:rFonts w:cs="Times New Roman"/>
                <w:color w:val="FFFF00"/>
                <w:sz w:val="18"/>
                <w:szCs w:val="18"/>
              </w:rPr>
              <w:t>.5</w:t>
            </w:r>
          </w:p>
        </w:tc>
        <w:tc>
          <w:tcPr>
            <w:tcW w:w="0" w:type="auto"/>
          </w:tcPr>
          <w:p w:rsidR="00AD7960" w:rsidRPr="00973848" w:rsidRDefault="00AD7960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11</w:t>
            </w:r>
          </w:p>
        </w:tc>
        <w:tc>
          <w:tcPr>
            <w:tcW w:w="0" w:type="auto"/>
          </w:tcPr>
          <w:p w:rsidR="00AD7960" w:rsidRPr="00697DD1" w:rsidRDefault="00AD7960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18"/>
                <w:szCs w:val="18"/>
              </w:rPr>
            </w:pPr>
            <w:r w:rsidRPr="00697DD1">
              <w:rPr>
                <w:rFonts w:cs="Times New Roman"/>
                <w:b/>
                <w:sz w:val="18"/>
                <w:szCs w:val="18"/>
              </w:rPr>
              <w:t>.Z</w:t>
            </w:r>
          </w:p>
        </w:tc>
      </w:tr>
    </w:tbl>
    <w:p w:rsidR="00B72994" w:rsidRDefault="00B72994" w:rsidP="001F0F1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18"/>
          <w:szCs w:val="18"/>
        </w:rPr>
      </w:pPr>
    </w:p>
    <w:p w:rsidR="00B72994" w:rsidRDefault="00B72994" w:rsidP="001F0F1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18"/>
          <w:szCs w:val="18"/>
        </w:rPr>
      </w:pPr>
    </w:p>
    <w:p w:rsidR="00B72994" w:rsidRDefault="00B72994" w:rsidP="001F0F1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18"/>
          <w:szCs w:val="18"/>
        </w:rPr>
      </w:pPr>
    </w:p>
    <w:p w:rsidR="00B72994" w:rsidRDefault="00B72994" w:rsidP="001F0F1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18"/>
          <w:szCs w:val="18"/>
        </w:rPr>
      </w:pPr>
    </w:p>
    <w:p w:rsidR="001F0F12" w:rsidRDefault="00AD7960" w:rsidP="001F0F1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18"/>
          <w:szCs w:val="18"/>
        </w:rPr>
      </w:pPr>
      <w:r>
        <w:rPr>
          <w:rFonts w:cs="Times New Roman"/>
          <w:color w:val="222222"/>
          <w:sz w:val="18"/>
          <w:szCs w:val="18"/>
        </w:rPr>
        <w:tab/>
        <w:t xml:space="preserve">   </w:t>
      </w:r>
    </w:p>
    <w:p w:rsidR="00DA5727" w:rsidRPr="00A9312E" w:rsidRDefault="00DA5727" w:rsidP="00DA5727">
      <w:pPr>
        <w:widowControl/>
        <w:autoSpaceDE/>
        <w:autoSpaceDN/>
        <w:adjustRightInd/>
        <w:spacing w:before="120" w:after="120" w:line="240" w:lineRule="atLeast"/>
        <w:jc w:val="both"/>
        <w:rPr>
          <w:rFonts w:cs="Times New Roman"/>
          <w:color w:val="222222"/>
          <w:sz w:val="28"/>
          <w:szCs w:val="28"/>
        </w:rPr>
      </w:pPr>
      <w:r w:rsidRPr="00A9312E">
        <w:rPr>
          <w:rFonts w:cs="Times New Roman"/>
          <w:b/>
          <w:color w:val="222222"/>
          <w:sz w:val="28"/>
          <w:szCs w:val="28"/>
        </w:rPr>
        <w:t>TYPOVÝ KÓD ČERPADLA „SE“</w:t>
      </w:r>
    </w:p>
    <w:tbl>
      <w:tblPr>
        <w:tblStyle w:val="Mkatabulky"/>
        <w:tblW w:w="0" w:type="auto"/>
        <w:tblInd w:w="2604" w:type="dxa"/>
        <w:tblLook w:val="04A0" w:firstRow="1" w:lastRow="0" w:firstColumn="1" w:lastColumn="0" w:noHBand="0" w:noVBand="1"/>
      </w:tblPr>
      <w:tblGrid>
        <w:gridCol w:w="450"/>
        <w:gridCol w:w="222"/>
        <w:gridCol w:w="316"/>
        <w:gridCol w:w="466"/>
        <w:gridCol w:w="466"/>
        <w:gridCol w:w="466"/>
        <w:gridCol w:w="361"/>
        <w:gridCol w:w="489"/>
        <w:gridCol w:w="316"/>
        <w:gridCol w:w="222"/>
        <w:gridCol w:w="366"/>
        <w:gridCol w:w="461"/>
        <w:gridCol w:w="350"/>
        <w:gridCol w:w="222"/>
      </w:tblGrid>
      <w:tr w:rsidR="00A9312E" w:rsidTr="005F769E">
        <w:trPr>
          <w:trHeight w:val="353"/>
        </w:trPr>
        <w:tc>
          <w:tcPr>
            <w:tcW w:w="0" w:type="auto"/>
          </w:tcPr>
          <w:p w:rsidR="00A9312E" w:rsidRPr="00E637F0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S</w:t>
            </w:r>
            <w:r>
              <w:rPr>
                <w:rFonts w:cs="Times New Roman"/>
                <w:color w:val="222222"/>
                <w:sz w:val="20"/>
              </w:rPr>
              <w:t>E</w:t>
            </w:r>
          </w:p>
        </w:tc>
        <w:tc>
          <w:tcPr>
            <w:tcW w:w="0" w:type="auto"/>
          </w:tcPr>
          <w:p w:rsidR="00A9312E" w:rsidRPr="00E637F0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</w:p>
        </w:tc>
        <w:tc>
          <w:tcPr>
            <w:tcW w:w="0" w:type="auto"/>
          </w:tcPr>
          <w:p w:rsidR="00A9312E" w:rsidRPr="00E637F0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1</w:t>
            </w:r>
          </w:p>
        </w:tc>
        <w:tc>
          <w:tcPr>
            <w:tcW w:w="0" w:type="auto"/>
          </w:tcPr>
          <w:p w:rsidR="00A9312E" w:rsidRPr="00E637F0" w:rsidRDefault="00A9312E" w:rsidP="00DA5727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</w:t>
            </w:r>
            <w:r>
              <w:rPr>
                <w:rFonts w:cs="Times New Roman"/>
                <w:color w:val="222222"/>
                <w:sz w:val="20"/>
              </w:rPr>
              <w:t>8</w:t>
            </w:r>
            <w:r w:rsidRPr="00E637F0">
              <w:rPr>
                <w:rFonts w:cs="Times New Roman"/>
                <w:color w:val="222222"/>
                <w:sz w:val="20"/>
              </w:rPr>
              <w:t>0</w:t>
            </w:r>
          </w:p>
        </w:tc>
        <w:tc>
          <w:tcPr>
            <w:tcW w:w="0" w:type="auto"/>
          </w:tcPr>
          <w:p w:rsidR="00A9312E" w:rsidRPr="00E637F0" w:rsidRDefault="00A9312E" w:rsidP="00DA5727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</w:t>
            </w:r>
            <w:r>
              <w:rPr>
                <w:rFonts w:cs="Times New Roman"/>
                <w:color w:val="222222"/>
                <w:sz w:val="20"/>
              </w:rPr>
              <w:t>8</w:t>
            </w:r>
            <w:r w:rsidRPr="00E637F0">
              <w:rPr>
                <w:rFonts w:cs="Times New Roman"/>
                <w:color w:val="222222"/>
                <w:sz w:val="20"/>
              </w:rPr>
              <w:t>0</w:t>
            </w:r>
          </w:p>
        </w:tc>
        <w:tc>
          <w:tcPr>
            <w:tcW w:w="0" w:type="auto"/>
          </w:tcPr>
          <w:p w:rsidR="00A9312E" w:rsidRPr="00E637F0" w:rsidRDefault="00A9312E" w:rsidP="00DA5727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</w:t>
            </w:r>
            <w:r>
              <w:rPr>
                <w:rFonts w:cs="Times New Roman"/>
                <w:color w:val="222222"/>
                <w:sz w:val="20"/>
              </w:rPr>
              <w:t>40</w:t>
            </w:r>
          </w:p>
        </w:tc>
        <w:tc>
          <w:tcPr>
            <w:tcW w:w="0" w:type="auto"/>
          </w:tcPr>
          <w:p w:rsidR="00A9312E" w:rsidRPr="00E637F0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A</w:t>
            </w:r>
          </w:p>
        </w:tc>
        <w:tc>
          <w:tcPr>
            <w:tcW w:w="0" w:type="auto"/>
          </w:tcPr>
          <w:p w:rsidR="00A9312E" w:rsidRPr="00E637F0" w:rsidRDefault="00A9312E" w:rsidP="00DA5727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</w:t>
            </w:r>
            <w:r>
              <w:rPr>
                <w:rFonts w:cs="Times New Roman"/>
                <w:color w:val="222222"/>
                <w:sz w:val="20"/>
              </w:rPr>
              <w:t>Ex</w:t>
            </w:r>
          </w:p>
        </w:tc>
        <w:tc>
          <w:tcPr>
            <w:tcW w:w="0" w:type="auto"/>
          </w:tcPr>
          <w:p w:rsidR="00A9312E" w:rsidRPr="00E637F0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4</w:t>
            </w:r>
          </w:p>
        </w:tc>
        <w:tc>
          <w:tcPr>
            <w:tcW w:w="0" w:type="auto"/>
          </w:tcPr>
          <w:p w:rsidR="00A9312E" w:rsidRPr="00E637F0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</w:p>
        </w:tc>
        <w:tc>
          <w:tcPr>
            <w:tcW w:w="0" w:type="auto"/>
          </w:tcPr>
          <w:p w:rsidR="00A9312E" w:rsidRPr="00E637F0" w:rsidRDefault="00A9312E" w:rsidP="00DA5727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.5</w:t>
            </w:r>
          </w:p>
        </w:tc>
        <w:tc>
          <w:tcPr>
            <w:tcW w:w="0" w:type="auto"/>
          </w:tcPr>
          <w:p w:rsidR="00A9312E" w:rsidRPr="00E637F0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1D</w:t>
            </w:r>
          </w:p>
        </w:tc>
        <w:tc>
          <w:tcPr>
            <w:tcW w:w="0" w:type="auto"/>
          </w:tcPr>
          <w:p w:rsidR="00A9312E" w:rsidRPr="00E637F0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B</w:t>
            </w:r>
          </w:p>
        </w:tc>
        <w:tc>
          <w:tcPr>
            <w:tcW w:w="0" w:type="auto"/>
          </w:tcPr>
          <w:p w:rsidR="00A9312E" w:rsidRPr="00E637F0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</w:p>
        </w:tc>
      </w:tr>
    </w:tbl>
    <w:p w:rsidR="00DA5727" w:rsidRPr="00E637F0" w:rsidRDefault="00DA5727" w:rsidP="00DA5727">
      <w:pPr>
        <w:widowControl/>
        <w:autoSpaceDE/>
        <w:autoSpaceDN/>
        <w:adjustRightInd/>
        <w:spacing w:before="120" w:after="120" w:line="240" w:lineRule="atLeast"/>
        <w:rPr>
          <w:rFonts w:cs="Times New Roman"/>
          <w:color w:val="222222"/>
          <w:sz w:val="22"/>
          <w:szCs w:val="22"/>
        </w:rPr>
      </w:pPr>
      <w:r w:rsidRPr="00E637F0">
        <w:rPr>
          <w:rFonts w:cs="Times New Roman"/>
          <w:b/>
          <w:color w:val="222222"/>
          <w:sz w:val="22"/>
          <w:szCs w:val="22"/>
        </w:rPr>
        <w:t>Typ čerpadla</w:t>
      </w:r>
    </w:p>
    <w:tbl>
      <w:tblPr>
        <w:tblStyle w:val="Mkatabulky"/>
        <w:tblW w:w="0" w:type="auto"/>
        <w:tblInd w:w="2604" w:type="dxa"/>
        <w:tblLook w:val="04A0" w:firstRow="1" w:lastRow="0" w:firstColumn="1" w:lastColumn="0" w:noHBand="0" w:noVBand="1"/>
      </w:tblPr>
      <w:tblGrid>
        <w:gridCol w:w="461"/>
        <w:gridCol w:w="222"/>
        <w:gridCol w:w="316"/>
        <w:gridCol w:w="466"/>
        <w:gridCol w:w="466"/>
        <w:gridCol w:w="466"/>
        <w:gridCol w:w="361"/>
        <w:gridCol w:w="489"/>
        <w:gridCol w:w="316"/>
        <w:gridCol w:w="222"/>
        <w:gridCol w:w="366"/>
        <w:gridCol w:w="461"/>
        <w:gridCol w:w="350"/>
        <w:gridCol w:w="222"/>
      </w:tblGrid>
      <w:tr w:rsidR="00A9312E" w:rsidTr="005F769E">
        <w:trPr>
          <w:trHeight w:val="353"/>
        </w:trPr>
        <w:tc>
          <w:tcPr>
            <w:tcW w:w="0" w:type="auto"/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222222"/>
                <w:sz w:val="20"/>
              </w:rPr>
            </w:pPr>
            <w:r w:rsidRPr="00E24E2E">
              <w:rPr>
                <w:rFonts w:cs="Times New Roman"/>
                <w:b/>
                <w:color w:val="222222"/>
                <w:sz w:val="20"/>
              </w:rPr>
              <w:t>SE</w:t>
            </w:r>
          </w:p>
        </w:tc>
        <w:tc>
          <w:tcPr>
            <w:tcW w:w="0" w:type="auto"/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0" w:type="auto"/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.40</w:t>
            </w:r>
          </w:p>
        </w:tc>
        <w:tc>
          <w:tcPr>
            <w:tcW w:w="0" w:type="auto"/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A</w:t>
            </w:r>
          </w:p>
        </w:tc>
        <w:tc>
          <w:tcPr>
            <w:tcW w:w="0" w:type="auto"/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.Ex</w:t>
            </w:r>
          </w:p>
        </w:tc>
        <w:tc>
          <w:tcPr>
            <w:tcW w:w="0" w:type="auto"/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0" w:type="auto"/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0" w:type="auto"/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1D</w:t>
            </w:r>
          </w:p>
        </w:tc>
        <w:tc>
          <w:tcPr>
            <w:tcW w:w="0" w:type="auto"/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B</w:t>
            </w:r>
          </w:p>
        </w:tc>
        <w:tc>
          <w:tcPr>
            <w:tcW w:w="0" w:type="auto"/>
          </w:tcPr>
          <w:p w:rsidR="00A9312E" w:rsidRPr="00E637F0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</w:p>
        </w:tc>
      </w:tr>
    </w:tbl>
    <w:p w:rsidR="00DA5727" w:rsidRPr="00E24E2E" w:rsidRDefault="00DA5727" w:rsidP="00DA5727">
      <w:pPr>
        <w:widowControl/>
        <w:autoSpaceDE/>
        <w:autoSpaceDN/>
        <w:adjustRightInd/>
        <w:spacing w:line="0" w:lineRule="atLeast"/>
        <w:ind w:left="2552"/>
        <w:jc w:val="both"/>
        <w:rPr>
          <w:rFonts w:cs="Times New Roman"/>
          <w:color w:val="222222"/>
          <w:sz w:val="22"/>
          <w:szCs w:val="22"/>
        </w:rPr>
      </w:pPr>
      <w:r w:rsidRPr="00E24E2E">
        <w:rPr>
          <w:rFonts w:cs="Times New Roman"/>
          <w:color w:val="222222"/>
          <w:sz w:val="22"/>
          <w:szCs w:val="22"/>
        </w:rPr>
        <w:t xml:space="preserve">   S </w:t>
      </w:r>
      <w:r w:rsidRPr="00E24E2E">
        <w:rPr>
          <w:rFonts w:cs="Times New Roman"/>
          <w:color w:val="222222"/>
          <w:sz w:val="22"/>
          <w:szCs w:val="22"/>
        </w:rPr>
        <w:tab/>
        <w:t>Čerpadlo Grundfos na splaškovou a odpadní vodu</w:t>
      </w:r>
    </w:p>
    <w:p w:rsidR="004945CC" w:rsidRDefault="00DA5727" w:rsidP="004945CC">
      <w:pPr>
        <w:widowControl/>
        <w:autoSpaceDE/>
        <w:autoSpaceDN/>
        <w:adjustRightInd/>
        <w:spacing w:line="0" w:lineRule="atLeast"/>
        <w:ind w:left="2552"/>
        <w:jc w:val="both"/>
        <w:rPr>
          <w:rFonts w:cs="Times New Roman"/>
          <w:color w:val="222222"/>
          <w:sz w:val="22"/>
          <w:szCs w:val="22"/>
        </w:rPr>
      </w:pPr>
      <w:r w:rsidRPr="00E24E2E">
        <w:rPr>
          <w:rFonts w:cs="Times New Roman"/>
          <w:color w:val="222222"/>
          <w:sz w:val="22"/>
          <w:szCs w:val="22"/>
        </w:rPr>
        <w:t xml:space="preserve">   SE</w:t>
      </w:r>
      <w:r w:rsidRPr="00E24E2E">
        <w:rPr>
          <w:rFonts w:cs="Times New Roman"/>
          <w:color w:val="222222"/>
          <w:sz w:val="22"/>
          <w:szCs w:val="22"/>
        </w:rPr>
        <w:tab/>
        <w:t>Čerpadlo na odpadní vody s chladícím pláštěm</w:t>
      </w:r>
    </w:p>
    <w:p w:rsidR="00E24E2E" w:rsidRPr="00E637F0" w:rsidRDefault="00E24E2E" w:rsidP="004945CC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b/>
          <w:color w:val="222222"/>
          <w:sz w:val="22"/>
          <w:szCs w:val="22"/>
        </w:rPr>
        <w:t>Materiálová verze</w:t>
      </w:r>
    </w:p>
    <w:tbl>
      <w:tblPr>
        <w:tblStyle w:val="Mkatabulky"/>
        <w:tblW w:w="0" w:type="auto"/>
        <w:tblInd w:w="2604" w:type="dxa"/>
        <w:tblLook w:val="04A0" w:firstRow="1" w:lastRow="0" w:firstColumn="1" w:lastColumn="0" w:noHBand="0" w:noVBand="1"/>
      </w:tblPr>
      <w:tblGrid>
        <w:gridCol w:w="461"/>
        <w:gridCol w:w="222"/>
        <w:gridCol w:w="316"/>
        <w:gridCol w:w="466"/>
        <w:gridCol w:w="466"/>
        <w:gridCol w:w="466"/>
        <w:gridCol w:w="361"/>
        <w:gridCol w:w="489"/>
        <w:gridCol w:w="316"/>
        <w:gridCol w:w="222"/>
        <w:gridCol w:w="366"/>
        <w:gridCol w:w="461"/>
        <w:gridCol w:w="350"/>
        <w:gridCol w:w="222"/>
      </w:tblGrid>
      <w:tr w:rsidR="00A9312E" w:rsidTr="00E24E2E">
        <w:trPr>
          <w:trHeight w:val="353"/>
        </w:trPr>
        <w:tc>
          <w:tcPr>
            <w:tcW w:w="0" w:type="auto"/>
            <w:tcBorders>
              <w:right w:val="single" w:sz="18" w:space="0" w:color="auto"/>
            </w:tcBorders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222222"/>
                <w:sz w:val="20"/>
              </w:rPr>
            </w:pPr>
            <w:r w:rsidRPr="00E24E2E">
              <w:rPr>
                <w:rFonts w:cs="Times New Roman"/>
                <w:b/>
                <w:color w:val="FFFF00"/>
                <w:sz w:val="20"/>
              </w:rPr>
              <w:t>SE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0" w:type="auto"/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.40</w:t>
            </w:r>
          </w:p>
        </w:tc>
        <w:tc>
          <w:tcPr>
            <w:tcW w:w="0" w:type="auto"/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A</w:t>
            </w:r>
          </w:p>
        </w:tc>
        <w:tc>
          <w:tcPr>
            <w:tcW w:w="0" w:type="auto"/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.Ex</w:t>
            </w:r>
          </w:p>
        </w:tc>
        <w:tc>
          <w:tcPr>
            <w:tcW w:w="0" w:type="auto"/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0" w:type="auto"/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0" w:type="auto"/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1D</w:t>
            </w:r>
          </w:p>
        </w:tc>
        <w:tc>
          <w:tcPr>
            <w:tcW w:w="0" w:type="auto"/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B</w:t>
            </w:r>
          </w:p>
        </w:tc>
        <w:tc>
          <w:tcPr>
            <w:tcW w:w="0" w:type="auto"/>
          </w:tcPr>
          <w:p w:rsidR="00A9312E" w:rsidRPr="00E637F0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</w:p>
        </w:tc>
      </w:tr>
    </w:tbl>
    <w:p w:rsidR="00DA5727" w:rsidRPr="00C46493" w:rsidRDefault="00DA5727" w:rsidP="004945CC">
      <w:pPr>
        <w:widowControl/>
        <w:autoSpaceDE/>
        <w:autoSpaceDN/>
        <w:adjustRightInd/>
        <w:spacing w:line="0" w:lineRule="atLeast"/>
        <w:ind w:left="2552"/>
        <w:jc w:val="both"/>
        <w:rPr>
          <w:rFonts w:cs="Times New Roman"/>
          <w:color w:val="222222"/>
          <w:sz w:val="18"/>
          <w:szCs w:val="18"/>
        </w:rPr>
      </w:pPr>
      <w:r w:rsidRPr="00E637F0">
        <w:rPr>
          <w:rFonts w:cs="Times New Roman"/>
          <w:color w:val="222222"/>
          <w:sz w:val="20"/>
        </w:rPr>
        <w:t xml:space="preserve">   </w:t>
      </w:r>
      <w:r w:rsidR="004945CC" w:rsidRPr="00E24E2E">
        <w:rPr>
          <w:rFonts w:cs="Times New Roman"/>
          <w:color w:val="222222"/>
          <w:sz w:val="22"/>
          <w:szCs w:val="22"/>
        </w:rPr>
        <w:t xml:space="preserve"> </w:t>
      </w:r>
      <w:r w:rsidR="004945CC">
        <w:rPr>
          <w:rFonts w:cs="Times New Roman"/>
          <w:color w:val="222222"/>
          <w:sz w:val="22"/>
          <w:szCs w:val="22"/>
        </w:rPr>
        <w:t>Prázdné místo -</w:t>
      </w:r>
      <w:r w:rsidR="004945CC" w:rsidRPr="00E24E2E">
        <w:rPr>
          <w:rFonts w:cs="Times New Roman"/>
          <w:color w:val="222222"/>
          <w:sz w:val="22"/>
          <w:szCs w:val="22"/>
        </w:rPr>
        <w:t xml:space="preserve">  S</w:t>
      </w:r>
      <w:r w:rsidR="004945CC">
        <w:rPr>
          <w:rFonts w:cs="Times New Roman"/>
          <w:color w:val="222222"/>
          <w:sz w:val="22"/>
          <w:szCs w:val="22"/>
        </w:rPr>
        <w:t>tandardní</w:t>
      </w:r>
    </w:p>
    <w:p w:rsidR="00DA5727" w:rsidRPr="00E637F0" w:rsidRDefault="00DA5727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E637F0">
        <w:rPr>
          <w:rFonts w:cs="Times New Roman"/>
          <w:b/>
          <w:color w:val="222222"/>
          <w:sz w:val="22"/>
          <w:szCs w:val="22"/>
        </w:rPr>
        <w:t>Typ oběžného kola</w:t>
      </w:r>
    </w:p>
    <w:tbl>
      <w:tblPr>
        <w:tblStyle w:val="Mkatabulky"/>
        <w:tblW w:w="0" w:type="auto"/>
        <w:tblInd w:w="2604" w:type="dxa"/>
        <w:tblLook w:val="04A0" w:firstRow="1" w:lastRow="0" w:firstColumn="1" w:lastColumn="0" w:noHBand="0" w:noVBand="1"/>
      </w:tblPr>
      <w:tblGrid>
        <w:gridCol w:w="450"/>
        <w:gridCol w:w="222"/>
        <w:gridCol w:w="316"/>
        <w:gridCol w:w="466"/>
        <w:gridCol w:w="466"/>
        <w:gridCol w:w="466"/>
        <w:gridCol w:w="361"/>
        <w:gridCol w:w="489"/>
        <w:gridCol w:w="316"/>
        <w:gridCol w:w="222"/>
        <w:gridCol w:w="366"/>
        <w:gridCol w:w="461"/>
        <w:gridCol w:w="350"/>
        <w:gridCol w:w="222"/>
      </w:tblGrid>
      <w:tr w:rsidR="00907D28" w:rsidTr="005F769E">
        <w:trPr>
          <w:trHeight w:val="353"/>
        </w:trPr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SE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sz w:val="20"/>
              </w:rPr>
            </w:pP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sz w:val="20"/>
              </w:rPr>
            </w:pPr>
            <w:r w:rsidRPr="00E24E2E">
              <w:rPr>
                <w:rFonts w:cs="Times New Roman"/>
                <w:b/>
                <w:sz w:val="20"/>
              </w:rPr>
              <w:t>1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.40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A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.Ex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1D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B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</w:tr>
    </w:tbl>
    <w:p w:rsidR="00DA5727" w:rsidRPr="004945CC" w:rsidRDefault="00DA5727" w:rsidP="00DA5727">
      <w:pPr>
        <w:widowControl/>
        <w:autoSpaceDE/>
        <w:autoSpaceDN/>
        <w:adjustRightInd/>
        <w:spacing w:line="0" w:lineRule="atLeast"/>
        <w:ind w:left="2552"/>
        <w:jc w:val="both"/>
        <w:rPr>
          <w:rFonts w:cs="Times New Roman"/>
          <w:color w:val="222222"/>
          <w:sz w:val="22"/>
          <w:szCs w:val="22"/>
        </w:rPr>
      </w:pPr>
      <w:r w:rsidRPr="004945CC">
        <w:rPr>
          <w:rFonts w:cs="Times New Roman"/>
          <w:color w:val="222222"/>
          <w:sz w:val="22"/>
          <w:szCs w:val="22"/>
        </w:rPr>
        <w:t xml:space="preserve">   1 – Jednokanálové, </w:t>
      </w:r>
    </w:p>
    <w:p w:rsidR="00DA5727" w:rsidRPr="004945CC" w:rsidRDefault="00DA5727" w:rsidP="00DA5727">
      <w:pPr>
        <w:spacing w:line="0" w:lineRule="atLeast"/>
        <w:ind w:left="2552"/>
        <w:jc w:val="both"/>
        <w:rPr>
          <w:rFonts w:cs="Times New Roman"/>
          <w:color w:val="222222"/>
          <w:sz w:val="22"/>
          <w:szCs w:val="22"/>
        </w:rPr>
      </w:pPr>
      <w:r w:rsidRPr="004945CC">
        <w:rPr>
          <w:rFonts w:cs="Times New Roman"/>
          <w:color w:val="222222"/>
          <w:sz w:val="22"/>
          <w:szCs w:val="22"/>
        </w:rPr>
        <w:t xml:space="preserve">   V – SuperVortex (Oběžné kolo s velkou průchodností)</w:t>
      </w:r>
    </w:p>
    <w:p w:rsidR="00DA5727" w:rsidRPr="004945CC" w:rsidRDefault="00DA5727" w:rsidP="00DA5727">
      <w:pPr>
        <w:spacing w:line="0" w:lineRule="atLeast"/>
        <w:ind w:left="851"/>
        <w:jc w:val="both"/>
        <w:rPr>
          <w:rFonts w:cs="Times New Roman"/>
          <w:color w:val="222222"/>
          <w:sz w:val="22"/>
          <w:szCs w:val="22"/>
        </w:rPr>
      </w:pPr>
    </w:p>
    <w:p w:rsidR="00DA5727" w:rsidRPr="00E637F0" w:rsidRDefault="00DA5727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E637F0">
        <w:rPr>
          <w:rFonts w:cs="Times New Roman"/>
          <w:b/>
          <w:color w:val="222222"/>
          <w:sz w:val="22"/>
          <w:szCs w:val="22"/>
        </w:rPr>
        <w:t xml:space="preserve">Průchodnost čerpadlem – </w:t>
      </w:r>
      <w:r w:rsidRPr="00E637F0">
        <w:rPr>
          <w:rFonts w:cs="Times New Roman"/>
          <w:color w:val="222222"/>
          <w:sz w:val="22"/>
          <w:szCs w:val="22"/>
        </w:rPr>
        <w:t xml:space="preserve">Maximální rozměr pevných částic </w:t>
      </w:r>
      <w:r w:rsidRPr="00E637F0">
        <w:rPr>
          <w:rFonts w:cs="Times New Roman"/>
          <w:color w:val="222222"/>
          <w:sz w:val="22"/>
          <w:szCs w:val="22"/>
          <w:lang w:val="en-US"/>
        </w:rPr>
        <w:t>[mm]</w:t>
      </w:r>
    </w:p>
    <w:tbl>
      <w:tblPr>
        <w:tblStyle w:val="Mkatabulky"/>
        <w:tblW w:w="0" w:type="auto"/>
        <w:tblInd w:w="2604" w:type="dxa"/>
        <w:tblLook w:val="04A0" w:firstRow="1" w:lastRow="0" w:firstColumn="1" w:lastColumn="0" w:noHBand="0" w:noVBand="1"/>
      </w:tblPr>
      <w:tblGrid>
        <w:gridCol w:w="450"/>
        <w:gridCol w:w="222"/>
        <w:gridCol w:w="316"/>
        <w:gridCol w:w="466"/>
        <w:gridCol w:w="466"/>
        <w:gridCol w:w="466"/>
        <w:gridCol w:w="361"/>
        <w:gridCol w:w="489"/>
        <w:gridCol w:w="316"/>
        <w:gridCol w:w="222"/>
        <w:gridCol w:w="366"/>
        <w:gridCol w:w="461"/>
        <w:gridCol w:w="350"/>
        <w:gridCol w:w="222"/>
      </w:tblGrid>
      <w:tr w:rsidR="00907D28" w:rsidTr="005F769E">
        <w:trPr>
          <w:trHeight w:val="353"/>
        </w:trPr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SE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0" w:type="auto"/>
          </w:tcPr>
          <w:p w:rsidR="00907D28" w:rsidRPr="004945CC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20"/>
              </w:rPr>
            </w:pPr>
            <w:r w:rsidRPr="004945CC">
              <w:rPr>
                <w:rFonts w:cs="Times New Roman"/>
                <w:b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.40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A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.Ex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1D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B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</w:tr>
    </w:tbl>
    <w:p w:rsidR="00DA5727" w:rsidRDefault="00DA5727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18"/>
          <w:szCs w:val="18"/>
        </w:rPr>
      </w:pPr>
    </w:p>
    <w:p w:rsidR="00DA5727" w:rsidRPr="00E637F0" w:rsidRDefault="00DA5727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E637F0">
        <w:rPr>
          <w:rFonts w:cs="Times New Roman"/>
          <w:b/>
          <w:color w:val="222222"/>
          <w:sz w:val="22"/>
          <w:szCs w:val="22"/>
        </w:rPr>
        <w:lastRenderedPageBreak/>
        <w:t xml:space="preserve">Výtlak čerpadla </w:t>
      </w:r>
      <w:r w:rsidRPr="00E637F0">
        <w:rPr>
          <w:rFonts w:cs="Times New Roman"/>
          <w:color w:val="222222"/>
          <w:sz w:val="22"/>
          <w:szCs w:val="22"/>
        </w:rPr>
        <w:t xml:space="preserve">– Jmenovitý průměr výtlačného hrdla </w:t>
      </w:r>
      <w:r w:rsidRPr="00E637F0">
        <w:rPr>
          <w:rFonts w:cs="Times New Roman"/>
          <w:color w:val="222222"/>
          <w:sz w:val="22"/>
          <w:szCs w:val="22"/>
          <w:lang w:val="en-US"/>
        </w:rPr>
        <w:t>[mm]</w:t>
      </w:r>
    </w:p>
    <w:tbl>
      <w:tblPr>
        <w:tblStyle w:val="Mkatabulky"/>
        <w:tblW w:w="0" w:type="auto"/>
        <w:tblInd w:w="2604" w:type="dxa"/>
        <w:tblLook w:val="04A0" w:firstRow="1" w:lastRow="0" w:firstColumn="1" w:lastColumn="0" w:noHBand="0" w:noVBand="1"/>
      </w:tblPr>
      <w:tblGrid>
        <w:gridCol w:w="450"/>
        <w:gridCol w:w="222"/>
        <w:gridCol w:w="316"/>
        <w:gridCol w:w="466"/>
        <w:gridCol w:w="466"/>
        <w:gridCol w:w="466"/>
        <w:gridCol w:w="361"/>
        <w:gridCol w:w="489"/>
        <w:gridCol w:w="316"/>
        <w:gridCol w:w="222"/>
        <w:gridCol w:w="366"/>
        <w:gridCol w:w="461"/>
        <w:gridCol w:w="350"/>
        <w:gridCol w:w="222"/>
      </w:tblGrid>
      <w:tr w:rsidR="00907D28" w:rsidTr="005F769E">
        <w:trPr>
          <w:trHeight w:val="353"/>
        </w:trPr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SE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4945CC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sz w:val="20"/>
              </w:rPr>
            </w:pPr>
            <w:r w:rsidRPr="004945CC">
              <w:rPr>
                <w:rFonts w:cs="Times New Roman"/>
                <w:b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.40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A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.Ex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1D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B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</w:tr>
    </w:tbl>
    <w:p w:rsidR="00DA5727" w:rsidRDefault="00DA5727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18"/>
          <w:szCs w:val="18"/>
        </w:rPr>
      </w:pPr>
    </w:p>
    <w:p w:rsidR="00DA5727" w:rsidRPr="00973848" w:rsidRDefault="00DA5727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18"/>
          <w:szCs w:val="18"/>
        </w:rPr>
      </w:pPr>
    </w:p>
    <w:p w:rsidR="00DA5727" w:rsidRPr="00E637F0" w:rsidRDefault="00DA5727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E637F0">
        <w:rPr>
          <w:rFonts w:cs="Times New Roman"/>
          <w:b/>
          <w:color w:val="222222"/>
          <w:sz w:val="22"/>
          <w:szCs w:val="22"/>
        </w:rPr>
        <w:t xml:space="preserve">Výkon P2 - </w:t>
      </w:r>
      <w:r w:rsidRPr="00E637F0">
        <w:rPr>
          <w:rFonts w:cs="Times New Roman"/>
          <w:color w:val="222222"/>
          <w:sz w:val="22"/>
          <w:szCs w:val="22"/>
        </w:rPr>
        <w:t>Číselný kód vynásobený 100W udává výkon motoru čerpadla</w:t>
      </w:r>
    </w:p>
    <w:tbl>
      <w:tblPr>
        <w:tblStyle w:val="Mkatabulky"/>
        <w:tblW w:w="0" w:type="auto"/>
        <w:tblInd w:w="2604" w:type="dxa"/>
        <w:tblLook w:val="04A0" w:firstRow="1" w:lastRow="0" w:firstColumn="1" w:lastColumn="0" w:noHBand="0" w:noVBand="1"/>
      </w:tblPr>
      <w:tblGrid>
        <w:gridCol w:w="450"/>
        <w:gridCol w:w="222"/>
        <w:gridCol w:w="316"/>
        <w:gridCol w:w="466"/>
        <w:gridCol w:w="466"/>
        <w:gridCol w:w="466"/>
        <w:gridCol w:w="361"/>
        <w:gridCol w:w="489"/>
        <w:gridCol w:w="316"/>
        <w:gridCol w:w="222"/>
        <w:gridCol w:w="366"/>
        <w:gridCol w:w="461"/>
        <w:gridCol w:w="350"/>
        <w:gridCol w:w="222"/>
      </w:tblGrid>
      <w:tr w:rsidR="00907D28" w:rsidTr="005F769E">
        <w:trPr>
          <w:trHeight w:val="353"/>
        </w:trPr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SE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4945CC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sz w:val="20"/>
              </w:rPr>
            </w:pPr>
            <w:r w:rsidRPr="004945CC">
              <w:rPr>
                <w:rFonts w:cs="Times New Roman"/>
                <w:b/>
                <w:sz w:val="20"/>
              </w:rPr>
              <w:t>.40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A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.Ex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1D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B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</w:tr>
    </w:tbl>
    <w:p w:rsidR="00DA5727" w:rsidRPr="00973848" w:rsidRDefault="00DA5727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18"/>
          <w:szCs w:val="18"/>
        </w:rPr>
      </w:pPr>
    </w:p>
    <w:p w:rsidR="004945CC" w:rsidRDefault="004945CC" w:rsidP="004945CC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b/>
          <w:color w:val="222222"/>
          <w:sz w:val="22"/>
          <w:szCs w:val="22"/>
        </w:rPr>
        <w:t>Snímač</w:t>
      </w:r>
    </w:p>
    <w:tbl>
      <w:tblPr>
        <w:tblStyle w:val="Mkatabulky"/>
        <w:tblW w:w="0" w:type="auto"/>
        <w:tblInd w:w="2604" w:type="dxa"/>
        <w:tblLook w:val="04A0" w:firstRow="1" w:lastRow="0" w:firstColumn="1" w:lastColumn="0" w:noHBand="0" w:noVBand="1"/>
      </w:tblPr>
      <w:tblGrid>
        <w:gridCol w:w="450"/>
        <w:gridCol w:w="222"/>
        <w:gridCol w:w="316"/>
        <w:gridCol w:w="466"/>
        <w:gridCol w:w="466"/>
        <w:gridCol w:w="466"/>
        <w:gridCol w:w="361"/>
        <w:gridCol w:w="489"/>
        <w:gridCol w:w="316"/>
        <w:gridCol w:w="222"/>
        <w:gridCol w:w="366"/>
        <w:gridCol w:w="461"/>
        <w:gridCol w:w="350"/>
        <w:gridCol w:w="222"/>
      </w:tblGrid>
      <w:tr w:rsidR="00907D28" w:rsidTr="005F769E">
        <w:trPr>
          <w:trHeight w:val="353"/>
        </w:trPr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SE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4945CC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4945CC">
              <w:rPr>
                <w:rFonts w:cs="Times New Roman"/>
                <w:color w:val="FFFF00"/>
                <w:sz w:val="20"/>
              </w:rPr>
              <w:t>.40</w:t>
            </w:r>
          </w:p>
        </w:tc>
        <w:tc>
          <w:tcPr>
            <w:tcW w:w="0" w:type="auto"/>
          </w:tcPr>
          <w:p w:rsidR="00907D28" w:rsidRPr="004945CC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sz w:val="20"/>
              </w:rPr>
            </w:pPr>
            <w:r w:rsidRPr="004945CC">
              <w:rPr>
                <w:rFonts w:cs="Times New Roman"/>
                <w:b/>
                <w:sz w:val="20"/>
              </w:rPr>
              <w:t>A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.Ex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1D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B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</w:tr>
    </w:tbl>
    <w:p w:rsidR="004945CC" w:rsidRDefault="004945CC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4945CC">
        <w:rPr>
          <w:rFonts w:cs="Times New Roman"/>
          <w:color w:val="222222"/>
          <w:sz w:val="22"/>
          <w:szCs w:val="22"/>
        </w:rPr>
        <w:tab/>
      </w:r>
      <w:r w:rsidRPr="004945CC">
        <w:rPr>
          <w:rFonts w:cs="Times New Roman"/>
          <w:color w:val="222222"/>
          <w:sz w:val="22"/>
          <w:szCs w:val="22"/>
        </w:rPr>
        <w:tab/>
      </w:r>
      <w:r w:rsidRPr="004945CC">
        <w:rPr>
          <w:rFonts w:cs="Times New Roman"/>
          <w:color w:val="222222"/>
          <w:sz w:val="22"/>
          <w:szCs w:val="22"/>
        </w:rPr>
        <w:tab/>
        <w:t xml:space="preserve">          Prázdné místo </w:t>
      </w:r>
      <w:r>
        <w:rPr>
          <w:rFonts w:cs="Times New Roman"/>
          <w:color w:val="222222"/>
          <w:sz w:val="22"/>
          <w:szCs w:val="22"/>
        </w:rPr>
        <w:t>– Standardní (bez snímače)</w:t>
      </w:r>
    </w:p>
    <w:p w:rsidR="004945CC" w:rsidRDefault="004945CC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  <w:sz w:val="22"/>
          <w:szCs w:val="22"/>
        </w:rPr>
      </w:pPr>
      <w:r>
        <w:rPr>
          <w:rFonts w:cs="Times New Roman"/>
          <w:color w:val="222222"/>
          <w:sz w:val="22"/>
          <w:szCs w:val="22"/>
        </w:rPr>
        <w:tab/>
      </w:r>
      <w:r>
        <w:rPr>
          <w:rFonts w:cs="Times New Roman"/>
          <w:color w:val="222222"/>
          <w:sz w:val="22"/>
          <w:szCs w:val="22"/>
        </w:rPr>
        <w:tab/>
      </w:r>
      <w:r>
        <w:rPr>
          <w:rFonts w:cs="Times New Roman"/>
          <w:color w:val="222222"/>
          <w:sz w:val="22"/>
          <w:szCs w:val="22"/>
        </w:rPr>
        <w:tab/>
        <w:t xml:space="preserve">          A – Verze se snímačem</w:t>
      </w:r>
    </w:p>
    <w:p w:rsidR="005F769E" w:rsidRPr="00396398" w:rsidRDefault="005F769E" w:rsidP="005F769E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b/>
          <w:color w:val="222222"/>
          <w:sz w:val="22"/>
          <w:szCs w:val="22"/>
        </w:rPr>
        <w:t xml:space="preserve">Verze </w:t>
      </w:r>
      <w:r w:rsidRPr="00396398">
        <w:rPr>
          <w:rFonts w:cs="Times New Roman"/>
          <w:b/>
          <w:color w:val="222222"/>
          <w:sz w:val="22"/>
          <w:szCs w:val="22"/>
        </w:rPr>
        <w:t>čerpadla</w:t>
      </w:r>
    </w:p>
    <w:tbl>
      <w:tblPr>
        <w:tblStyle w:val="Mkatabulky"/>
        <w:tblW w:w="0" w:type="auto"/>
        <w:tblInd w:w="2604" w:type="dxa"/>
        <w:tblLook w:val="04A0" w:firstRow="1" w:lastRow="0" w:firstColumn="1" w:lastColumn="0" w:noHBand="0" w:noVBand="1"/>
      </w:tblPr>
      <w:tblGrid>
        <w:gridCol w:w="450"/>
        <w:gridCol w:w="222"/>
        <w:gridCol w:w="316"/>
        <w:gridCol w:w="466"/>
        <w:gridCol w:w="466"/>
        <w:gridCol w:w="466"/>
        <w:gridCol w:w="361"/>
        <w:gridCol w:w="500"/>
        <w:gridCol w:w="316"/>
        <w:gridCol w:w="222"/>
        <w:gridCol w:w="366"/>
        <w:gridCol w:w="461"/>
        <w:gridCol w:w="350"/>
        <w:gridCol w:w="222"/>
      </w:tblGrid>
      <w:tr w:rsidR="00907D28" w:rsidTr="005F769E">
        <w:trPr>
          <w:trHeight w:val="353"/>
        </w:trPr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SE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.40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A</w:t>
            </w:r>
          </w:p>
        </w:tc>
        <w:tc>
          <w:tcPr>
            <w:tcW w:w="0" w:type="auto"/>
          </w:tcPr>
          <w:p w:rsidR="00907D28" w:rsidRPr="005F769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20"/>
              </w:rPr>
            </w:pPr>
            <w:r w:rsidRPr="005F769E">
              <w:rPr>
                <w:rFonts w:cs="Times New Roman"/>
                <w:b/>
                <w:sz w:val="20"/>
              </w:rPr>
              <w:t>.Ex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1D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B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</w:tr>
    </w:tbl>
    <w:p w:rsidR="005F769E" w:rsidRDefault="005F769E" w:rsidP="005F769E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  <w:sz w:val="18"/>
          <w:szCs w:val="18"/>
        </w:rPr>
        <w:tab/>
      </w:r>
      <w:r w:rsidRPr="004945CC">
        <w:rPr>
          <w:rFonts w:cs="Times New Roman"/>
          <w:color w:val="222222"/>
          <w:sz w:val="22"/>
          <w:szCs w:val="22"/>
        </w:rPr>
        <w:t xml:space="preserve">          </w:t>
      </w:r>
      <w:r>
        <w:rPr>
          <w:rFonts w:cs="Times New Roman"/>
          <w:color w:val="222222"/>
          <w:sz w:val="22"/>
          <w:szCs w:val="22"/>
        </w:rPr>
        <w:tab/>
      </w:r>
      <w:r>
        <w:rPr>
          <w:rFonts w:cs="Times New Roman"/>
          <w:color w:val="222222"/>
          <w:sz w:val="22"/>
          <w:szCs w:val="22"/>
        </w:rPr>
        <w:tab/>
        <w:t xml:space="preserve">          </w:t>
      </w:r>
      <w:r w:rsidRPr="004945CC">
        <w:rPr>
          <w:rFonts w:cs="Times New Roman"/>
          <w:color w:val="222222"/>
          <w:sz w:val="22"/>
          <w:szCs w:val="22"/>
        </w:rPr>
        <w:t xml:space="preserve">Prázdné místo </w:t>
      </w:r>
      <w:r>
        <w:rPr>
          <w:rFonts w:cs="Times New Roman"/>
          <w:color w:val="222222"/>
          <w:sz w:val="22"/>
          <w:szCs w:val="22"/>
        </w:rPr>
        <w:t>– Standardní provedení</w:t>
      </w:r>
    </w:p>
    <w:p w:rsidR="004945CC" w:rsidRPr="004945CC" w:rsidRDefault="005F769E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  <w:sz w:val="22"/>
          <w:szCs w:val="22"/>
        </w:rPr>
        <w:tab/>
      </w:r>
      <w:r>
        <w:rPr>
          <w:rFonts w:cs="Times New Roman"/>
          <w:color w:val="222222"/>
          <w:sz w:val="22"/>
          <w:szCs w:val="22"/>
        </w:rPr>
        <w:tab/>
      </w:r>
      <w:r>
        <w:rPr>
          <w:rFonts w:cs="Times New Roman"/>
          <w:color w:val="222222"/>
          <w:sz w:val="22"/>
          <w:szCs w:val="22"/>
        </w:rPr>
        <w:tab/>
        <w:t xml:space="preserve">          Ex – Čerpadlo do prostředí s nebezpečím výbuchu</w:t>
      </w:r>
    </w:p>
    <w:p w:rsidR="00DA5727" w:rsidRDefault="00DA5727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E637F0">
        <w:rPr>
          <w:rFonts w:cs="Times New Roman"/>
          <w:b/>
          <w:color w:val="222222"/>
          <w:sz w:val="22"/>
          <w:szCs w:val="22"/>
        </w:rPr>
        <w:t>Počet pólů motoru</w:t>
      </w:r>
    </w:p>
    <w:tbl>
      <w:tblPr>
        <w:tblStyle w:val="Mkatabulky"/>
        <w:tblW w:w="0" w:type="auto"/>
        <w:tblInd w:w="2604" w:type="dxa"/>
        <w:tblLook w:val="04A0" w:firstRow="1" w:lastRow="0" w:firstColumn="1" w:lastColumn="0" w:noHBand="0" w:noVBand="1"/>
      </w:tblPr>
      <w:tblGrid>
        <w:gridCol w:w="450"/>
        <w:gridCol w:w="222"/>
        <w:gridCol w:w="316"/>
        <w:gridCol w:w="466"/>
        <w:gridCol w:w="466"/>
        <w:gridCol w:w="466"/>
        <w:gridCol w:w="361"/>
        <w:gridCol w:w="489"/>
        <w:gridCol w:w="316"/>
        <w:gridCol w:w="222"/>
        <w:gridCol w:w="366"/>
        <w:gridCol w:w="461"/>
        <w:gridCol w:w="350"/>
        <w:gridCol w:w="222"/>
      </w:tblGrid>
      <w:tr w:rsidR="00907D28" w:rsidTr="005F769E">
        <w:trPr>
          <w:trHeight w:val="353"/>
        </w:trPr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SE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5F769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5F769E">
              <w:rPr>
                <w:rFonts w:cs="Times New Roman"/>
                <w:color w:val="FFFF00"/>
                <w:sz w:val="20"/>
              </w:rPr>
              <w:t>.40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A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.Ex</w:t>
            </w:r>
          </w:p>
        </w:tc>
        <w:tc>
          <w:tcPr>
            <w:tcW w:w="0" w:type="auto"/>
          </w:tcPr>
          <w:p w:rsidR="00907D28" w:rsidRPr="005F769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sz w:val="20"/>
              </w:rPr>
            </w:pPr>
            <w:r w:rsidRPr="005F769E">
              <w:rPr>
                <w:rFonts w:cs="Times New Roman"/>
                <w:b/>
                <w:sz w:val="20"/>
              </w:rPr>
              <w:t>4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1D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B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</w:tr>
    </w:tbl>
    <w:p w:rsidR="00DA5727" w:rsidRPr="00973848" w:rsidRDefault="00DA5727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18"/>
          <w:szCs w:val="18"/>
        </w:rPr>
      </w:pPr>
    </w:p>
    <w:p w:rsidR="00DA5727" w:rsidRPr="005F769E" w:rsidRDefault="005F769E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b/>
          <w:color w:val="222222"/>
          <w:sz w:val="22"/>
          <w:szCs w:val="22"/>
        </w:rPr>
        <w:t xml:space="preserve">Počet fází </w:t>
      </w:r>
    </w:p>
    <w:tbl>
      <w:tblPr>
        <w:tblStyle w:val="Mkatabulky"/>
        <w:tblW w:w="0" w:type="auto"/>
        <w:tblInd w:w="2604" w:type="dxa"/>
        <w:tblLook w:val="04A0" w:firstRow="1" w:lastRow="0" w:firstColumn="1" w:lastColumn="0" w:noHBand="0" w:noVBand="1"/>
      </w:tblPr>
      <w:tblGrid>
        <w:gridCol w:w="450"/>
        <w:gridCol w:w="222"/>
        <w:gridCol w:w="316"/>
        <w:gridCol w:w="466"/>
        <w:gridCol w:w="466"/>
        <w:gridCol w:w="466"/>
        <w:gridCol w:w="361"/>
        <w:gridCol w:w="489"/>
        <w:gridCol w:w="316"/>
        <w:gridCol w:w="222"/>
        <w:gridCol w:w="366"/>
        <w:gridCol w:w="461"/>
        <w:gridCol w:w="350"/>
        <w:gridCol w:w="222"/>
      </w:tblGrid>
      <w:tr w:rsidR="00907D28" w:rsidTr="005F769E">
        <w:trPr>
          <w:trHeight w:val="353"/>
        </w:trPr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SE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.40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A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.Ex</w:t>
            </w:r>
          </w:p>
        </w:tc>
        <w:tc>
          <w:tcPr>
            <w:tcW w:w="0" w:type="auto"/>
            <w:tcBorders>
              <w:right w:val="single" w:sz="12" w:space="0" w:color="auto"/>
            </w:tcBorders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  <w:tcBorders>
              <w:left w:val="single" w:sz="12" w:space="0" w:color="auto"/>
            </w:tcBorders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1D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B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</w:tr>
    </w:tbl>
    <w:p w:rsidR="005F769E" w:rsidRDefault="005F769E" w:rsidP="005F769E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  <w:sz w:val="22"/>
          <w:szCs w:val="22"/>
        </w:rPr>
      </w:pPr>
      <w:r>
        <w:rPr>
          <w:rFonts w:cs="Times New Roman"/>
          <w:b/>
          <w:color w:val="222222"/>
          <w:sz w:val="22"/>
          <w:szCs w:val="22"/>
        </w:rPr>
        <w:tab/>
      </w:r>
      <w:r>
        <w:rPr>
          <w:rFonts w:cs="Times New Roman"/>
          <w:b/>
          <w:color w:val="222222"/>
          <w:sz w:val="22"/>
          <w:szCs w:val="22"/>
        </w:rPr>
        <w:tab/>
      </w:r>
      <w:r>
        <w:rPr>
          <w:rFonts w:cs="Times New Roman"/>
          <w:b/>
          <w:color w:val="222222"/>
          <w:sz w:val="22"/>
          <w:szCs w:val="22"/>
        </w:rPr>
        <w:tab/>
        <w:t xml:space="preserve">          </w:t>
      </w:r>
      <w:r>
        <w:rPr>
          <w:rFonts w:cs="Times New Roman"/>
          <w:color w:val="222222"/>
          <w:sz w:val="22"/>
          <w:szCs w:val="22"/>
        </w:rPr>
        <w:t>Prázdné místo – Třífázový motor</w:t>
      </w:r>
    </w:p>
    <w:p w:rsidR="005F769E" w:rsidRPr="00396398" w:rsidRDefault="005F769E" w:rsidP="005F769E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b/>
          <w:color w:val="222222"/>
          <w:sz w:val="22"/>
          <w:szCs w:val="22"/>
        </w:rPr>
        <w:t>Frekvence</w:t>
      </w:r>
    </w:p>
    <w:tbl>
      <w:tblPr>
        <w:tblStyle w:val="Mkatabulky"/>
        <w:tblW w:w="0" w:type="auto"/>
        <w:tblInd w:w="2604" w:type="dxa"/>
        <w:tblLook w:val="04A0" w:firstRow="1" w:lastRow="0" w:firstColumn="1" w:lastColumn="0" w:noHBand="0" w:noVBand="1"/>
      </w:tblPr>
      <w:tblGrid>
        <w:gridCol w:w="450"/>
        <w:gridCol w:w="222"/>
        <w:gridCol w:w="316"/>
        <w:gridCol w:w="466"/>
        <w:gridCol w:w="466"/>
        <w:gridCol w:w="466"/>
        <w:gridCol w:w="361"/>
        <w:gridCol w:w="489"/>
        <w:gridCol w:w="316"/>
        <w:gridCol w:w="222"/>
        <w:gridCol w:w="366"/>
        <w:gridCol w:w="461"/>
        <w:gridCol w:w="350"/>
        <w:gridCol w:w="222"/>
      </w:tblGrid>
      <w:tr w:rsidR="00907D28" w:rsidRPr="00E24E2E" w:rsidTr="005F769E">
        <w:trPr>
          <w:trHeight w:val="353"/>
        </w:trPr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SE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.40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A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.Ex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907D28" w:rsidRPr="005F769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sz w:val="20"/>
              </w:rPr>
            </w:pPr>
            <w:r w:rsidRPr="005F769E">
              <w:rPr>
                <w:rFonts w:cs="Times New Roman"/>
                <w:b/>
                <w:sz w:val="20"/>
              </w:rPr>
              <w:t>.5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1D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B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</w:tr>
    </w:tbl>
    <w:p w:rsidR="00DA5727" w:rsidRPr="00973848" w:rsidRDefault="005F769E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18"/>
          <w:szCs w:val="18"/>
        </w:rPr>
      </w:pPr>
      <w:r>
        <w:rPr>
          <w:rFonts w:cs="Times New Roman"/>
          <w:color w:val="222222"/>
          <w:sz w:val="18"/>
          <w:szCs w:val="18"/>
        </w:rPr>
        <w:tab/>
      </w:r>
      <w:r w:rsidRPr="00396398">
        <w:rPr>
          <w:rFonts w:cs="Times New Roman"/>
          <w:color w:val="222222"/>
          <w:sz w:val="22"/>
          <w:szCs w:val="22"/>
        </w:rPr>
        <w:t xml:space="preserve">   </w:t>
      </w:r>
      <w:r>
        <w:rPr>
          <w:rFonts w:cs="Times New Roman"/>
          <w:color w:val="222222"/>
          <w:sz w:val="22"/>
          <w:szCs w:val="22"/>
        </w:rPr>
        <w:tab/>
      </w:r>
      <w:r>
        <w:rPr>
          <w:rFonts w:cs="Times New Roman"/>
          <w:color w:val="222222"/>
          <w:sz w:val="22"/>
          <w:szCs w:val="22"/>
        </w:rPr>
        <w:tab/>
        <w:t xml:space="preserve">          </w:t>
      </w:r>
      <w:r w:rsidRPr="00396398">
        <w:rPr>
          <w:rFonts w:cs="Times New Roman"/>
          <w:color w:val="222222"/>
          <w:sz w:val="22"/>
          <w:szCs w:val="22"/>
        </w:rPr>
        <w:t>5 – 50 Hz</w:t>
      </w:r>
      <w:r>
        <w:rPr>
          <w:rFonts w:cs="Times New Roman"/>
          <w:color w:val="222222"/>
          <w:sz w:val="22"/>
          <w:szCs w:val="22"/>
        </w:rPr>
        <w:t xml:space="preserve"> </w:t>
      </w:r>
    </w:p>
    <w:p w:rsidR="005F769E" w:rsidRDefault="005F769E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  <w:sz w:val="22"/>
          <w:szCs w:val="22"/>
        </w:rPr>
      </w:pPr>
    </w:p>
    <w:p w:rsidR="005F769E" w:rsidRDefault="005F769E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  <w:sz w:val="22"/>
          <w:szCs w:val="22"/>
        </w:rPr>
      </w:pPr>
    </w:p>
    <w:p w:rsidR="005F769E" w:rsidRDefault="005F769E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  <w:sz w:val="22"/>
          <w:szCs w:val="22"/>
        </w:rPr>
      </w:pPr>
    </w:p>
    <w:p w:rsidR="005F769E" w:rsidRPr="00396398" w:rsidRDefault="005F769E" w:rsidP="005F769E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b/>
          <w:color w:val="222222"/>
          <w:sz w:val="22"/>
          <w:szCs w:val="22"/>
        </w:rPr>
        <w:t>N</w:t>
      </w:r>
      <w:r w:rsidRPr="00396398">
        <w:rPr>
          <w:rFonts w:cs="Times New Roman"/>
          <w:b/>
          <w:color w:val="222222"/>
          <w:sz w:val="22"/>
          <w:szCs w:val="22"/>
        </w:rPr>
        <w:t xml:space="preserve">apětí a </w:t>
      </w:r>
      <w:r>
        <w:rPr>
          <w:rFonts w:cs="Times New Roman"/>
          <w:b/>
          <w:color w:val="222222"/>
          <w:sz w:val="22"/>
          <w:szCs w:val="22"/>
        </w:rPr>
        <w:t>metoda spouštění</w:t>
      </w:r>
    </w:p>
    <w:tbl>
      <w:tblPr>
        <w:tblStyle w:val="Mkatabulky"/>
        <w:tblW w:w="0" w:type="auto"/>
        <w:tblInd w:w="2604" w:type="dxa"/>
        <w:tblLook w:val="04A0" w:firstRow="1" w:lastRow="0" w:firstColumn="1" w:lastColumn="0" w:noHBand="0" w:noVBand="1"/>
      </w:tblPr>
      <w:tblGrid>
        <w:gridCol w:w="450"/>
        <w:gridCol w:w="222"/>
        <w:gridCol w:w="316"/>
        <w:gridCol w:w="466"/>
        <w:gridCol w:w="466"/>
        <w:gridCol w:w="466"/>
        <w:gridCol w:w="361"/>
        <w:gridCol w:w="489"/>
        <w:gridCol w:w="316"/>
        <w:gridCol w:w="222"/>
        <w:gridCol w:w="366"/>
        <w:gridCol w:w="461"/>
        <w:gridCol w:w="350"/>
        <w:gridCol w:w="222"/>
      </w:tblGrid>
      <w:tr w:rsidR="00907D28" w:rsidTr="005F769E">
        <w:trPr>
          <w:trHeight w:val="353"/>
        </w:trPr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SE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.40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A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.Ex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0" w:type="auto"/>
          </w:tcPr>
          <w:p w:rsidR="00907D28" w:rsidRPr="005F769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sz w:val="20"/>
              </w:rPr>
            </w:pPr>
            <w:r w:rsidRPr="005F769E">
              <w:rPr>
                <w:rFonts w:cs="Times New Roman"/>
                <w:b/>
                <w:sz w:val="20"/>
              </w:rPr>
              <w:t>1D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B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</w:tr>
    </w:tbl>
    <w:p w:rsidR="005F769E" w:rsidRDefault="005F769E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  <w:sz w:val="18"/>
          <w:szCs w:val="18"/>
        </w:rPr>
        <w:tab/>
      </w:r>
      <w:r w:rsidRPr="00396398">
        <w:rPr>
          <w:rFonts w:cs="Times New Roman"/>
          <w:color w:val="222222"/>
          <w:sz w:val="22"/>
          <w:szCs w:val="22"/>
        </w:rPr>
        <w:t xml:space="preserve">  </w:t>
      </w:r>
      <w:r>
        <w:rPr>
          <w:rFonts w:cs="Times New Roman"/>
          <w:color w:val="222222"/>
          <w:sz w:val="22"/>
          <w:szCs w:val="22"/>
        </w:rPr>
        <w:t>0B</w:t>
      </w:r>
      <w:r w:rsidRPr="00396398">
        <w:rPr>
          <w:rFonts w:cs="Times New Roman"/>
          <w:color w:val="222222"/>
          <w:sz w:val="22"/>
          <w:szCs w:val="22"/>
        </w:rPr>
        <w:t xml:space="preserve"> – </w:t>
      </w:r>
      <w:r>
        <w:rPr>
          <w:rFonts w:cs="Times New Roman"/>
          <w:color w:val="222222"/>
          <w:sz w:val="22"/>
          <w:szCs w:val="22"/>
        </w:rPr>
        <w:t>400 – 415 V, DOL</w:t>
      </w:r>
    </w:p>
    <w:p w:rsidR="005F769E" w:rsidRDefault="005F769E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  <w:sz w:val="22"/>
          <w:szCs w:val="22"/>
        </w:rPr>
        <w:tab/>
        <w:t xml:space="preserve">  </w:t>
      </w:r>
      <w:r w:rsidR="004A5B34">
        <w:rPr>
          <w:rFonts w:cs="Times New Roman"/>
          <w:color w:val="222222"/>
          <w:sz w:val="22"/>
          <w:szCs w:val="22"/>
        </w:rPr>
        <w:t>0D – 380 – 4145 V, DOL</w:t>
      </w:r>
    </w:p>
    <w:p w:rsidR="004A5B34" w:rsidRDefault="004A5B34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  <w:sz w:val="22"/>
          <w:szCs w:val="22"/>
        </w:rPr>
        <w:tab/>
        <w:t xml:space="preserve">  1D – 380 – 415 V, Y/D</w:t>
      </w:r>
    </w:p>
    <w:p w:rsidR="004A5B34" w:rsidRDefault="004A5B34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  <w:sz w:val="22"/>
          <w:szCs w:val="22"/>
        </w:rPr>
        <w:tab/>
        <w:t xml:space="preserve">  0E – 220 – 240 V, DOL</w:t>
      </w:r>
    </w:p>
    <w:p w:rsidR="004A5B34" w:rsidRDefault="004A5B34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  <w:sz w:val="22"/>
          <w:szCs w:val="22"/>
        </w:rPr>
      </w:pPr>
      <w:r>
        <w:rPr>
          <w:rFonts w:cs="Times New Roman"/>
          <w:color w:val="222222"/>
          <w:sz w:val="22"/>
          <w:szCs w:val="22"/>
        </w:rPr>
        <w:tab/>
        <w:t xml:space="preserve">  1E – 220 – 240 V, Y/D</w:t>
      </w:r>
    </w:p>
    <w:p w:rsidR="00DA5727" w:rsidRPr="00396398" w:rsidRDefault="004A5B34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b/>
          <w:color w:val="222222"/>
          <w:sz w:val="22"/>
          <w:szCs w:val="22"/>
        </w:rPr>
        <w:t>Generace</w:t>
      </w:r>
    </w:p>
    <w:tbl>
      <w:tblPr>
        <w:tblStyle w:val="Mkatabulky"/>
        <w:tblW w:w="0" w:type="auto"/>
        <w:tblInd w:w="2604" w:type="dxa"/>
        <w:tblLook w:val="04A0" w:firstRow="1" w:lastRow="0" w:firstColumn="1" w:lastColumn="0" w:noHBand="0" w:noVBand="1"/>
      </w:tblPr>
      <w:tblGrid>
        <w:gridCol w:w="450"/>
        <w:gridCol w:w="222"/>
        <w:gridCol w:w="316"/>
        <w:gridCol w:w="466"/>
        <w:gridCol w:w="466"/>
        <w:gridCol w:w="466"/>
        <w:gridCol w:w="361"/>
        <w:gridCol w:w="489"/>
        <w:gridCol w:w="316"/>
        <w:gridCol w:w="222"/>
        <w:gridCol w:w="366"/>
        <w:gridCol w:w="461"/>
        <w:gridCol w:w="350"/>
        <w:gridCol w:w="222"/>
      </w:tblGrid>
      <w:tr w:rsidR="00907D28" w:rsidTr="005F769E">
        <w:trPr>
          <w:trHeight w:val="353"/>
        </w:trPr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SE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.40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A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.Ex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1D</w:t>
            </w:r>
          </w:p>
        </w:tc>
        <w:tc>
          <w:tcPr>
            <w:tcW w:w="0" w:type="auto"/>
          </w:tcPr>
          <w:p w:rsidR="00907D28" w:rsidRPr="00A931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sz w:val="20"/>
              </w:rPr>
            </w:pPr>
            <w:r w:rsidRPr="00A9312E">
              <w:rPr>
                <w:rFonts w:cs="Times New Roman"/>
                <w:b/>
                <w:sz w:val="20"/>
              </w:rPr>
              <w:t>B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</w:tr>
    </w:tbl>
    <w:p w:rsidR="00A9312E" w:rsidRDefault="00A9312E" w:rsidP="00DA5727">
      <w:pPr>
        <w:spacing w:line="0" w:lineRule="atLeast"/>
        <w:ind w:left="851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  <w:sz w:val="22"/>
          <w:szCs w:val="22"/>
        </w:rPr>
        <w:t>Prázdné místo – První generace, A –</w:t>
      </w:r>
      <w:r w:rsidR="00DA5727" w:rsidRPr="00396398">
        <w:rPr>
          <w:rFonts w:cs="Times New Roman"/>
          <w:color w:val="222222"/>
          <w:sz w:val="22"/>
          <w:szCs w:val="22"/>
        </w:rPr>
        <w:t xml:space="preserve"> </w:t>
      </w:r>
      <w:r>
        <w:rPr>
          <w:rFonts w:cs="Times New Roman"/>
          <w:color w:val="222222"/>
          <w:sz w:val="22"/>
          <w:szCs w:val="22"/>
        </w:rPr>
        <w:t>Druhá generace, B</w:t>
      </w:r>
      <w:r w:rsidR="00DA5727" w:rsidRPr="00396398">
        <w:rPr>
          <w:rFonts w:cs="Times New Roman"/>
          <w:color w:val="222222"/>
          <w:sz w:val="22"/>
          <w:szCs w:val="22"/>
        </w:rPr>
        <w:t xml:space="preserve"> </w:t>
      </w:r>
      <w:r>
        <w:rPr>
          <w:rFonts w:cs="Times New Roman"/>
          <w:color w:val="222222"/>
          <w:sz w:val="22"/>
          <w:szCs w:val="22"/>
        </w:rPr>
        <w:t>–</w:t>
      </w:r>
      <w:r w:rsidR="00DA5727" w:rsidRPr="00396398">
        <w:rPr>
          <w:rFonts w:cs="Times New Roman"/>
          <w:color w:val="222222"/>
          <w:sz w:val="22"/>
          <w:szCs w:val="22"/>
        </w:rPr>
        <w:t xml:space="preserve"> </w:t>
      </w:r>
      <w:r>
        <w:rPr>
          <w:rFonts w:cs="Times New Roman"/>
          <w:color w:val="222222"/>
          <w:sz w:val="22"/>
          <w:szCs w:val="22"/>
        </w:rPr>
        <w:t>Třetí generace atd.</w:t>
      </w:r>
    </w:p>
    <w:p w:rsidR="00A9312E" w:rsidRDefault="00A9312E" w:rsidP="00A9312E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  <w:sz w:val="22"/>
          <w:szCs w:val="22"/>
        </w:rPr>
      </w:pPr>
    </w:p>
    <w:p w:rsidR="00A9312E" w:rsidRPr="00396398" w:rsidRDefault="00A9312E" w:rsidP="00A9312E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b/>
          <w:color w:val="222222"/>
          <w:sz w:val="22"/>
          <w:szCs w:val="22"/>
        </w:rPr>
        <w:t xml:space="preserve">Materiálové provedení </w:t>
      </w:r>
      <w:r w:rsidRPr="00396398">
        <w:rPr>
          <w:rFonts w:cs="Times New Roman"/>
          <w:b/>
          <w:color w:val="222222"/>
          <w:sz w:val="22"/>
          <w:szCs w:val="22"/>
        </w:rPr>
        <w:t xml:space="preserve">čerpadla </w:t>
      </w:r>
    </w:p>
    <w:tbl>
      <w:tblPr>
        <w:tblStyle w:val="Mkatabulky"/>
        <w:tblW w:w="0" w:type="auto"/>
        <w:tblInd w:w="2604" w:type="dxa"/>
        <w:tblLook w:val="04A0" w:firstRow="1" w:lastRow="0" w:firstColumn="1" w:lastColumn="0" w:noHBand="0" w:noVBand="1"/>
      </w:tblPr>
      <w:tblGrid>
        <w:gridCol w:w="450"/>
        <w:gridCol w:w="222"/>
        <w:gridCol w:w="316"/>
        <w:gridCol w:w="466"/>
        <w:gridCol w:w="466"/>
        <w:gridCol w:w="466"/>
        <w:gridCol w:w="361"/>
        <w:gridCol w:w="489"/>
        <w:gridCol w:w="316"/>
        <w:gridCol w:w="222"/>
        <w:gridCol w:w="366"/>
        <w:gridCol w:w="461"/>
        <w:gridCol w:w="350"/>
        <w:gridCol w:w="222"/>
      </w:tblGrid>
      <w:tr w:rsidR="00907D28" w:rsidTr="00907D28">
        <w:trPr>
          <w:trHeight w:val="353"/>
        </w:trPr>
        <w:tc>
          <w:tcPr>
            <w:tcW w:w="0" w:type="auto"/>
          </w:tcPr>
          <w:p w:rsidR="00907D28" w:rsidRPr="00E24E2E" w:rsidRDefault="00907D28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SE</w:t>
            </w:r>
          </w:p>
        </w:tc>
        <w:tc>
          <w:tcPr>
            <w:tcW w:w="0" w:type="auto"/>
          </w:tcPr>
          <w:p w:rsidR="00907D28" w:rsidRPr="00E24E2E" w:rsidRDefault="00907D28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907D28" w:rsidRPr="00E24E2E" w:rsidRDefault="00907D28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0" w:type="auto"/>
          </w:tcPr>
          <w:p w:rsidR="00907D28" w:rsidRPr="00E24E2E" w:rsidRDefault="00907D28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E24E2E" w:rsidRDefault="00907D28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E24E2E" w:rsidRDefault="00907D28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.40</w:t>
            </w:r>
          </w:p>
        </w:tc>
        <w:tc>
          <w:tcPr>
            <w:tcW w:w="0" w:type="auto"/>
          </w:tcPr>
          <w:p w:rsidR="00907D28" w:rsidRPr="00E24E2E" w:rsidRDefault="00907D28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A</w:t>
            </w:r>
          </w:p>
        </w:tc>
        <w:tc>
          <w:tcPr>
            <w:tcW w:w="0" w:type="auto"/>
          </w:tcPr>
          <w:p w:rsidR="00907D28" w:rsidRPr="00E24E2E" w:rsidRDefault="00907D28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.Ex</w:t>
            </w:r>
          </w:p>
        </w:tc>
        <w:tc>
          <w:tcPr>
            <w:tcW w:w="0" w:type="auto"/>
          </w:tcPr>
          <w:p w:rsidR="00907D28" w:rsidRPr="00E24E2E" w:rsidRDefault="00907D28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0" w:type="auto"/>
          </w:tcPr>
          <w:p w:rsidR="00907D28" w:rsidRPr="00E24E2E" w:rsidRDefault="00907D28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907D28" w:rsidRPr="00E24E2E" w:rsidRDefault="00907D28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0" w:type="auto"/>
          </w:tcPr>
          <w:p w:rsidR="00907D28" w:rsidRPr="00E24E2E" w:rsidRDefault="00907D28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1D</w:t>
            </w:r>
          </w:p>
        </w:tc>
        <w:tc>
          <w:tcPr>
            <w:tcW w:w="0" w:type="auto"/>
            <w:tcBorders>
              <w:right w:val="single" w:sz="18" w:space="0" w:color="auto"/>
            </w:tcBorders>
          </w:tcPr>
          <w:p w:rsidR="00907D28" w:rsidRPr="00E24E2E" w:rsidRDefault="00907D28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B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07D28" w:rsidRPr="00E24E2E" w:rsidRDefault="00907D28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</w:tr>
    </w:tbl>
    <w:p w:rsidR="00A9312E" w:rsidRPr="00396398" w:rsidRDefault="00A9312E" w:rsidP="00A9312E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  <w:sz w:val="18"/>
          <w:szCs w:val="18"/>
        </w:rPr>
        <w:tab/>
      </w:r>
      <w:r w:rsidRPr="00396398">
        <w:rPr>
          <w:rFonts w:cs="Times New Roman"/>
          <w:color w:val="222222"/>
          <w:sz w:val="22"/>
          <w:szCs w:val="22"/>
        </w:rPr>
        <w:t xml:space="preserve">   </w:t>
      </w:r>
      <w:r w:rsidR="00907D28">
        <w:rPr>
          <w:rFonts w:cs="Times New Roman"/>
          <w:color w:val="222222"/>
          <w:sz w:val="22"/>
          <w:szCs w:val="22"/>
          <w:lang w:val="en-US"/>
        </w:rPr>
        <w:t>[ ]</w:t>
      </w:r>
      <w:r w:rsidRPr="00396398">
        <w:rPr>
          <w:rFonts w:cs="Times New Roman"/>
          <w:color w:val="222222"/>
          <w:sz w:val="22"/>
          <w:szCs w:val="22"/>
        </w:rPr>
        <w:t xml:space="preserve">– litinové oběžné kolo, těleso čerpadla </w:t>
      </w:r>
      <w:r w:rsidR="00907D28">
        <w:rPr>
          <w:rFonts w:cs="Times New Roman"/>
          <w:color w:val="222222"/>
          <w:sz w:val="22"/>
          <w:szCs w:val="22"/>
        </w:rPr>
        <w:t>a vrchní část motoru podle EN-GJL-200/250.</w:t>
      </w:r>
    </w:p>
    <w:p w:rsidR="00907D28" w:rsidRDefault="00A9312E" w:rsidP="00907D28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ab/>
        <w:t xml:space="preserve">   Q –</w:t>
      </w:r>
      <w:r w:rsidR="00907D28">
        <w:rPr>
          <w:rFonts w:cs="Times New Roman"/>
          <w:color w:val="222222"/>
          <w:sz w:val="22"/>
          <w:szCs w:val="22"/>
        </w:rPr>
        <w:t xml:space="preserve"> O</w:t>
      </w:r>
      <w:r w:rsidRPr="00396398">
        <w:rPr>
          <w:rFonts w:cs="Times New Roman"/>
          <w:color w:val="222222"/>
          <w:sz w:val="22"/>
          <w:szCs w:val="22"/>
        </w:rPr>
        <w:t xml:space="preserve">běžné kolo z korozivzdorné oceli </w:t>
      </w:r>
      <w:r w:rsidR="00907D28">
        <w:rPr>
          <w:rFonts w:cs="Times New Roman"/>
          <w:color w:val="222222"/>
          <w:sz w:val="22"/>
          <w:szCs w:val="22"/>
        </w:rPr>
        <w:t>E</w:t>
      </w:r>
      <w:r w:rsidRPr="00396398">
        <w:rPr>
          <w:rFonts w:cs="Times New Roman"/>
          <w:color w:val="222222"/>
          <w:sz w:val="22"/>
          <w:szCs w:val="22"/>
        </w:rPr>
        <w:t>N č.mat</w:t>
      </w:r>
      <w:r>
        <w:rPr>
          <w:rFonts w:cs="Times New Roman"/>
          <w:color w:val="222222"/>
          <w:sz w:val="22"/>
          <w:szCs w:val="22"/>
        </w:rPr>
        <w:t xml:space="preserve">. 1.4408, </w:t>
      </w:r>
    </w:p>
    <w:p w:rsidR="00907D28" w:rsidRPr="00396398" w:rsidRDefault="00907D28" w:rsidP="00907D28">
      <w:pPr>
        <w:widowControl/>
        <w:autoSpaceDE/>
        <w:autoSpaceDN/>
        <w:adjustRightInd/>
        <w:spacing w:line="0" w:lineRule="atLeast"/>
        <w:ind w:firstLine="720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  <w:sz w:val="22"/>
          <w:szCs w:val="22"/>
        </w:rPr>
        <w:t xml:space="preserve">          </w:t>
      </w:r>
      <w:r w:rsidRPr="00396398">
        <w:rPr>
          <w:rFonts w:cs="Times New Roman"/>
          <w:color w:val="222222"/>
          <w:sz w:val="22"/>
          <w:szCs w:val="22"/>
        </w:rPr>
        <w:t xml:space="preserve">těleso čerpadla </w:t>
      </w:r>
      <w:r>
        <w:rPr>
          <w:rFonts w:cs="Times New Roman"/>
          <w:color w:val="222222"/>
          <w:sz w:val="22"/>
          <w:szCs w:val="22"/>
        </w:rPr>
        <w:t>a vrchní část motoru podle EN-GJL-200/250.</w:t>
      </w:r>
    </w:p>
    <w:p w:rsidR="00A9312E" w:rsidRPr="00396398" w:rsidRDefault="00907D28" w:rsidP="00907D28">
      <w:pPr>
        <w:widowControl/>
        <w:autoSpaceDE/>
        <w:autoSpaceDN/>
        <w:adjustRightInd/>
        <w:spacing w:line="0" w:lineRule="atLeast"/>
        <w:ind w:firstLine="720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  <w:sz w:val="22"/>
          <w:szCs w:val="22"/>
        </w:rPr>
        <w:t xml:space="preserve">   </w:t>
      </w:r>
      <w:r w:rsidRPr="00396398">
        <w:rPr>
          <w:rFonts w:cs="Times New Roman"/>
          <w:color w:val="222222"/>
          <w:sz w:val="22"/>
          <w:szCs w:val="22"/>
        </w:rPr>
        <w:t xml:space="preserve">R – </w:t>
      </w:r>
      <w:r>
        <w:rPr>
          <w:rFonts w:cs="Times New Roman"/>
          <w:color w:val="222222"/>
          <w:sz w:val="22"/>
          <w:szCs w:val="22"/>
        </w:rPr>
        <w:t xml:space="preserve">Celé </w:t>
      </w:r>
      <w:r w:rsidRPr="00396398">
        <w:rPr>
          <w:rFonts w:cs="Times New Roman"/>
          <w:color w:val="222222"/>
          <w:sz w:val="22"/>
          <w:szCs w:val="22"/>
        </w:rPr>
        <w:t>čerpadl</w:t>
      </w:r>
      <w:r>
        <w:rPr>
          <w:rFonts w:cs="Times New Roman"/>
          <w:color w:val="222222"/>
          <w:sz w:val="22"/>
          <w:szCs w:val="22"/>
        </w:rPr>
        <w:t xml:space="preserve">o </w:t>
      </w:r>
      <w:r w:rsidRPr="00396398">
        <w:rPr>
          <w:rFonts w:cs="Times New Roman"/>
          <w:color w:val="222222"/>
          <w:sz w:val="22"/>
          <w:szCs w:val="22"/>
        </w:rPr>
        <w:t xml:space="preserve">z korozivzdorné oceli </w:t>
      </w:r>
      <w:r>
        <w:rPr>
          <w:rFonts w:cs="Times New Roman"/>
          <w:color w:val="222222"/>
          <w:sz w:val="22"/>
          <w:szCs w:val="22"/>
        </w:rPr>
        <w:t>E</w:t>
      </w:r>
      <w:r w:rsidRPr="00396398">
        <w:rPr>
          <w:rFonts w:cs="Times New Roman"/>
          <w:color w:val="222222"/>
          <w:sz w:val="22"/>
          <w:szCs w:val="22"/>
        </w:rPr>
        <w:t>N č.mat. 1.4408</w:t>
      </w:r>
    </w:p>
    <w:p w:rsidR="00907D28" w:rsidRDefault="00A9312E" w:rsidP="00A9312E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ab/>
        <w:t xml:space="preserve">   S –</w:t>
      </w:r>
      <w:r>
        <w:rPr>
          <w:rFonts w:cs="Times New Roman"/>
          <w:color w:val="222222"/>
          <w:sz w:val="22"/>
          <w:szCs w:val="22"/>
        </w:rPr>
        <w:t xml:space="preserve"> Těleso čerpadla,</w:t>
      </w:r>
      <w:r w:rsidRPr="00396398">
        <w:rPr>
          <w:rFonts w:cs="Times New Roman"/>
          <w:color w:val="222222"/>
          <w:sz w:val="22"/>
          <w:szCs w:val="22"/>
        </w:rPr>
        <w:t xml:space="preserve"> oběžné kolo </w:t>
      </w:r>
      <w:r w:rsidR="00907D28">
        <w:rPr>
          <w:rFonts w:cs="Times New Roman"/>
          <w:color w:val="222222"/>
          <w:sz w:val="22"/>
          <w:szCs w:val="22"/>
        </w:rPr>
        <w:t xml:space="preserve">a střední příruba </w:t>
      </w:r>
      <w:r w:rsidRPr="00396398">
        <w:rPr>
          <w:rFonts w:cs="Times New Roman"/>
          <w:color w:val="222222"/>
          <w:sz w:val="22"/>
          <w:szCs w:val="22"/>
        </w:rPr>
        <w:t>z korozivzdorné</w:t>
      </w:r>
      <w:r>
        <w:rPr>
          <w:rFonts w:cs="Times New Roman"/>
          <w:color w:val="222222"/>
          <w:sz w:val="22"/>
          <w:szCs w:val="22"/>
        </w:rPr>
        <w:t xml:space="preserve"> oceli DIN č.mat. 1.4408, </w:t>
      </w:r>
    </w:p>
    <w:p w:rsidR="00A9312E" w:rsidRPr="00396398" w:rsidRDefault="00907D28" w:rsidP="00A9312E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  <w:sz w:val="22"/>
          <w:szCs w:val="22"/>
        </w:rPr>
        <w:tab/>
        <w:t xml:space="preserve">          vrchní část motoru podle EN-GJL-200/250</w:t>
      </w:r>
    </w:p>
    <w:p w:rsidR="00A9312E" w:rsidRDefault="00A9312E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ab/>
        <w:t xml:space="preserve">   D – </w:t>
      </w:r>
      <w:r w:rsidR="00907D28">
        <w:rPr>
          <w:rFonts w:cs="Times New Roman"/>
          <w:color w:val="222222"/>
          <w:sz w:val="22"/>
          <w:szCs w:val="22"/>
        </w:rPr>
        <w:t>Č</w:t>
      </w:r>
      <w:r w:rsidR="00907D28" w:rsidRPr="00396398">
        <w:rPr>
          <w:rFonts w:cs="Times New Roman"/>
          <w:color w:val="222222"/>
          <w:sz w:val="22"/>
          <w:szCs w:val="22"/>
        </w:rPr>
        <w:t>erpadl</w:t>
      </w:r>
      <w:r w:rsidR="00907D28">
        <w:rPr>
          <w:rFonts w:cs="Times New Roman"/>
          <w:color w:val="222222"/>
          <w:sz w:val="22"/>
          <w:szCs w:val="22"/>
        </w:rPr>
        <w:t xml:space="preserve">o </w:t>
      </w:r>
      <w:r w:rsidR="00907D28" w:rsidRPr="00396398">
        <w:rPr>
          <w:rFonts w:cs="Times New Roman"/>
          <w:color w:val="222222"/>
          <w:sz w:val="22"/>
          <w:szCs w:val="22"/>
        </w:rPr>
        <w:t xml:space="preserve">z korozivzdorné oceli </w:t>
      </w:r>
      <w:r w:rsidR="00907D28">
        <w:rPr>
          <w:rFonts w:cs="Times New Roman"/>
          <w:color w:val="222222"/>
          <w:sz w:val="22"/>
          <w:szCs w:val="22"/>
        </w:rPr>
        <w:t>E</w:t>
      </w:r>
      <w:r w:rsidR="00907D28" w:rsidRPr="00396398">
        <w:rPr>
          <w:rFonts w:cs="Times New Roman"/>
          <w:color w:val="222222"/>
          <w:sz w:val="22"/>
          <w:szCs w:val="22"/>
        </w:rPr>
        <w:t>N č.mat. 1.4</w:t>
      </w:r>
      <w:r w:rsidR="00907D28">
        <w:rPr>
          <w:rFonts w:cs="Times New Roman"/>
          <w:color w:val="222222"/>
          <w:sz w:val="22"/>
          <w:szCs w:val="22"/>
        </w:rPr>
        <w:t>517/ 1.4539</w:t>
      </w:r>
    </w:p>
    <w:p w:rsidR="001025EF" w:rsidRDefault="001025EF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  <w:sz w:val="22"/>
          <w:szCs w:val="22"/>
        </w:rPr>
      </w:pPr>
    </w:p>
    <w:p w:rsidR="00A9312E" w:rsidRDefault="00A9312E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  <w:sz w:val="22"/>
          <w:szCs w:val="22"/>
        </w:rPr>
      </w:pPr>
    </w:p>
    <w:p w:rsidR="00351EB2" w:rsidRPr="00A9312E" w:rsidRDefault="00351EB2" w:rsidP="00351EB2">
      <w:pPr>
        <w:widowControl/>
        <w:autoSpaceDE/>
        <w:autoSpaceDN/>
        <w:adjustRightInd/>
        <w:spacing w:before="120" w:after="120" w:line="240" w:lineRule="atLeast"/>
        <w:jc w:val="both"/>
        <w:rPr>
          <w:rFonts w:cs="Times New Roman"/>
          <w:color w:val="222222"/>
          <w:sz w:val="28"/>
          <w:szCs w:val="28"/>
        </w:rPr>
      </w:pPr>
      <w:r w:rsidRPr="00A9312E">
        <w:rPr>
          <w:rFonts w:cs="Times New Roman"/>
          <w:b/>
          <w:color w:val="222222"/>
          <w:sz w:val="28"/>
          <w:szCs w:val="28"/>
        </w:rPr>
        <w:t>TYPOVÝ KÓD ČERPADLA „S</w:t>
      </w:r>
      <w:r>
        <w:rPr>
          <w:rFonts w:cs="Times New Roman"/>
          <w:b/>
          <w:color w:val="222222"/>
          <w:sz w:val="28"/>
          <w:szCs w:val="28"/>
        </w:rPr>
        <w:t>L</w:t>
      </w:r>
      <w:r w:rsidRPr="00A9312E">
        <w:rPr>
          <w:rFonts w:cs="Times New Roman"/>
          <w:b/>
          <w:color w:val="222222"/>
          <w:sz w:val="28"/>
          <w:szCs w:val="28"/>
        </w:rPr>
        <w:t>“</w:t>
      </w:r>
    </w:p>
    <w:tbl>
      <w:tblPr>
        <w:tblStyle w:val="Mkatabulky"/>
        <w:tblW w:w="4101" w:type="pct"/>
        <w:tblInd w:w="1524" w:type="dxa"/>
        <w:tblLook w:val="04A0" w:firstRow="1" w:lastRow="0" w:firstColumn="1" w:lastColumn="0" w:noHBand="0" w:noVBand="1"/>
      </w:tblPr>
      <w:tblGrid>
        <w:gridCol w:w="538"/>
        <w:gridCol w:w="374"/>
        <w:gridCol w:w="685"/>
        <w:gridCol w:w="566"/>
        <w:gridCol w:w="685"/>
        <w:gridCol w:w="374"/>
        <w:gridCol w:w="374"/>
        <w:gridCol w:w="558"/>
        <w:gridCol w:w="472"/>
        <w:gridCol w:w="450"/>
        <w:gridCol w:w="686"/>
        <w:gridCol w:w="493"/>
        <w:gridCol w:w="436"/>
        <w:gridCol w:w="511"/>
        <w:gridCol w:w="463"/>
      </w:tblGrid>
      <w:tr w:rsidR="00351EB2" w:rsidTr="00351EB2">
        <w:trPr>
          <w:trHeight w:val="353"/>
        </w:trPr>
        <w:tc>
          <w:tcPr>
            <w:tcW w:w="352" w:type="pct"/>
          </w:tcPr>
          <w:p w:rsidR="00351EB2" w:rsidRPr="00E637F0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S</w:t>
            </w:r>
            <w:r>
              <w:rPr>
                <w:rFonts w:cs="Times New Roman"/>
                <w:color w:val="222222"/>
                <w:sz w:val="20"/>
              </w:rPr>
              <w:t>L</w:t>
            </w:r>
          </w:p>
        </w:tc>
        <w:tc>
          <w:tcPr>
            <w:tcW w:w="245" w:type="pct"/>
          </w:tcPr>
          <w:p w:rsidR="00351EB2" w:rsidRPr="00E637F0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1</w:t>
            </w:r>
          </w:p>
        </w:tc>
        <w:tc>
          <w:tcPr>
            <w:tcW w:w="448" w:type="pct"/>
          </w:tcPr>
          <w:p w:rsidR="00351EB2" w:rsidRPr="00E637F0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.12</w:t>
            </w:r>
            <w:r w:rsidRPr="00E637F0">
              <w:rPr>
                <w:rFonts w:cs="Times New Roman"/>
                <w:color w:val="222222"/>
                <w:sz w:val="20"/>
              </w:rPr>
              <w:t>0</w:t>
            </w:r>
          </w:p>
        </w:tc>
        <w:tc>
          <w:tcPr>
            <w:tcW w:w="361" w:type="pct"/>
          </w:tcPr>
          <w:p w:rsidR="00351EB2" w:rsidRPr="00E637F0" w:rsidRDefault="00351EB2" w:rsidP="00351EB2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</w:t>
            </w:r>
            <w:r>
              <w:rPr>
                <w:rFonts w:cs="Times New Roman"/>
                <w:color w:val="222222"/>
                <w:sz w:val="20"/>
              </w:rPr>
              <w:t>2</w:t>
            </w:r>
            <w:r w:rsidRPr="00E637F0">
              <w:rPr>
                <w:rFonts w:cs="Times New Roman"/>
                <w:color w:val="222222"/>
                <w:sz w:val="20"/>
              </w:rPr>
              <w:t>00</w:t>
            </w:r>
          </w:p>
        </w:tc>
        <w:tc>
          <w:tcPr>
            <w:tcW w:w="448" w:type="pct"/>
          </w:tcPr>
          <w:p w:rsidR="00351EB2" w:rsidRPr="00E637F0" w:rsidRDefault="00351EB2" w:rsidP="00351EB2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</w:t>
            </w:r>
            <w:r>
              <w:rPr>
                <w:rFonts w:cs="Times New Roman"/>
                <w:color w:val="222222"/>
                <w:sz w:val="20"/>
              </w:rPr>
              <w:t>220</w:t>
            </w:r>
          </w:p>
        </w:tc>
        <w:tc>
          <w:tcPr>
            <w:tcW w:w="245" w:type="pct"/>
          </w:tcPr>
          <w:p w:rsidR="00351EB2" w:rsidRPr="00E637F0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</w:p>
        </w:tc>
        <w:tc>
          <w:tcPr>
            <w:tcW w:w="245" w:type="pct"/>
          </w:tcPr>
          <w:p w:rsidR="00351EB2" w:rsidRPr="00E637F0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4</w:t>
            </w:r>
          </w:p>
        </w:tc>
        <w:tc>
          <w:tcPr>
            <w:tcW w:w="365" w:type="pct"/>
          </w:tcPr>
          <w:p w:rsidR="00351EB2" w:rsidRPr="00E637F0" w:rsidRDefault="00351EB2" w:rsidP="00351EB2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.5</w:t>
            </w:r>
            <w:r>
              <w:rPr>
                <w:rFonts w:cs="Times New Roman"/>
                <w:color w:val="222222"/>
                <w:sz w:val="20"/>
              </w:rPr>
              <w:t>2</w:t>
            </w:r>
          </w:p>
        </w:tc>
        <w:tc>
          <w:tcPr>
            <w:tcW w:w="309" w:type="pct"/>
          </w:tcPr>
          <w:p w:rsidR="00351EB2" w:rsidRPr="00E637F0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M</w:t>
            </w:r>
          </w:p>
        </w:tc>
        <w:tc>
          <w:tcPr>
            <w:tcW w:w="295" w:type="pct"/>
          </w:tcPr>
          <w:p w:rsidR="00351EB2" w:rsidRPr="00E637F0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.S</w:t>
            </w:r>
          </w:p>
        </w:tc>
        <w:tc>
          <w:tcPr>
            <w:tcW w:w="449" w:type="pct"/>
          </w:tcPr>
          <w:p w:rsidR="00351EB2" w:rsidRPr="00E637F0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</w:p>
        </w:tc>
        <w:tc>
          <w:tcPr>
            <w:tcW w:w="322" w:type="pct"/>
          </w:tcPr>
          <w:p w:rsidR="00351EB2" w:rsidRPr="00E637F0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.N</w:t>
            </w:r>
          </w:p>
        </w:tc>
        <w:tc>
          <w:tcPr>
            <w:tcW w:w="285" w:type="pct"/>
          </w:tcPr>
          <w:p w:rsidR="00351EB2" w:rsidRPr="00E637F0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.5</w:t>
            </w:r>
          </w:p>
        </w:tc>
        <w:tc>
          <w:tcPr>
            <w:tcW w:w="328" w:type="pct"/>
          </w:tcPr>
          <w:p w:rsidR="00351EB2" w:rsidRPr="00E637F0" w:rsidRDefault="00351EB2" w:rsidP="00351EB2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.</w:t>
            </w:r>
            <w:r w:rsidRPr="00E637F0">
              <w:rPr>
                <w:rFonts w:cs="Times New Roman"/>
                <w:color w:val="222222"/>
                <w:sz w:val="20"/>
              </w:rPr>
              <w:t>1</w:t>
            </w:r>
            <w:r>
              <w:rPr>
                <w:rFonts w:cs="Times New Roman"/>
                <w:color w:val="222222"/>
                <w:sz w:val="20"/>
              </w:rPr>
              <w:t>D</w:t>
            </w:r>
          </w:p>
        </w:tc>
        <w:tc>
          <w:tcPr>
            <w:tcW w:w="303" w:type="pct"/>
          </w:tcPr>
          <w:p w:rsidR="00351EB2" w:rsidRPr="00E637F0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.Z</w:t>
            </w:r>
          </w:p>
        </w:tc>
      </w:tr>
    </w:tbl>
    <w:p w:rsidR="00A9312E" w:rsidRDefault="00A9312E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  <w:sz w:val="22"/>
          <w:szCs w:val="22"/>
        </w:rPr>
      </w:pPr>
    </w:p>
    <w:p w:rsidR="004022C2" w:rsidRDefault="00351EB2" w:rsidP="00FC05DB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  <w:sz w:val="22"/>
          <w:szCs w:val="22"/>
        </w:rPr>
      </w:pPr>
      <w:r w:rsidRPr="00E637F0">
        <w:rPr>
          <w:rFonts w:cs="Times New Roman"/>
          <w:b/>
          <w:color w:val="222222"/>
          <w:sz w:val="22"/>
          <w:szCs w:val="22"/>
        </w:rPr>
        <w:t>Typ čerpadla</w:t>
      </w:r>
    </w:p>
    <w:tbl>
      <w:tblPr>
        <w:tblStyle w:val="Mkatabulky"/>
        <w:tblW w:w="4101" w:type="pct"/>
        <w:tblInd w:w="1524" w:type="dxa"/>
        <w:tblLook w:val="04A0" w:firstRow="1" w:lastRow="0" w:firstColumn="1" w:lastColumn="0" w:noHBand="0" w:noVBand="1"/>
      </w:tblPr>
      <w:tblGrid>
        <w:gridCol w:w="538"/>
        <w:gridCol w:w="374"/>
        <w:gridCol w:w="685"/>
        <w:gridCol w:w="566"/>
        <w:gridCol w:w="685"/>
        <w:gridCol w:w="374"/>
        <w:gridCol w:w="374"/>
        <w:gridCol w:w="558"/>
        <w:gridCol w:w="472"/>
        <w:gridCol w:w="450"/>
        <w:gridCol w:w="686"/>
        <w:gridCol w:w="493"/>
        <w:gridCol w:w="436"/>
        <w:gridCol w:w="511"/>
        <w:gridCol w:w="463"/>
      </w:tblGrid>
      <w:tr w:rsidR="00351EB2" w:rsidRPr="00351EB2" w:rsidTr="001025EF">
        <w:trPr>
          <w:trHeight w:val="353"/>
        </w:trPr>
        <w:tc>
          <w:tcPr>
            <w:tcW w:w="352" w:type="pct"/>
          </w:tcPr>
          <w:p w:rsidR="00351EB2" w:rsidRPr="00351EB2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20"/>
              </w:rPr>
            </w:pPr>
            <w:r w:rsidRPr="00351EB2">
              <w:rPr>
                <w:rFonts w:cs="Times New Roman"/>
                <w:b/>
                <w:sz w:val="20"/>
              </w:rPr>
              <w:t>SL</w:t>
            </w:r>
          </w:p>
        </w:tc>
        <w:tc>
          <w:tcPr>
            <w:tcW w:w="245" w:type="pct"/>
          </w:tcPr>
          <w:p w:rsidR="00351EB2" w:rsidRPr="00351EB2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448" w:type="pct"/>
          </w:tcPr>
          <w:p w:rsidR="00351EB2" w:rsidRPr="00351EB2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.120</w:t>
            </w:r>
          </w:p>
        </w:tc>
        <w:tc>
          <w:tcPr>
            <w:tcW w:w="361" w:type="pct"/>
          </w:tcPr>
          <w:p w:rsidR="00351EB2" w:rsidRPr="00351EB2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.200</w:t>
            </w:r>
          </w:p>
        </w:tc>
        <w:tc>
          <w:tcPr>
            <w:tcW w:w="448" w:type="pct"/>
          </w:tcPr>
          <w:p w:rsidR="00351EB2" w:rsidRPr="00351EB2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.220</w:t>
            </w:r>
          </w:p>
        </w:tc>
        <w:tc>
          <w:tcPr>
            <w:tcW w:w="245" w:type="pct"/>
          </w:tcPr>
          <w:p w:rsidR="00351EB2" w:rsidRPr="00351EB2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245" w:type="pct"/>
          </w:tcPr>
          <w:p w:rsidR="00351EB2" w:rsidRPr="00351EB2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365" w:type="pct"/>
          </w:tcPr>
          <w:p w:rsidR="00351EB2" w:rsidRPr="00351EB2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.52</w:t>
            </w:r>
          </w:p>
        </w:tc>
        <w:tc>
          <w:tcPr>
            <w:tcW w:w="309" w:type="pct"/>
          </w:tcPr>
          <w:p w:rsidR="00351EB2" w:rsidRPr="00351EB2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M</w:t>
            </w:r>
          </w:p>
        </w:tc>
        <w:tc>
          <w:tcPr>
            <w:tcW w:w="295" w:type="pct"/>
          </w:tcPr>
          <w:p w:rsidR="00351EB2" w:rsidRPr="00351EB2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.S</w:t>
            </w:r>
          </w:p>
        </w:tc>
        <w:tc>
          <w:tcPr>
            <w:tcW w:w="449" w:type="pct"/>
          </w:tcPr>
          <w:p w:rsidR="00351EB2" w:rsidRPr="00351EB2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322" w:type="pct"/>
          </w:tcPr>
          <w:p w:rsidR="00351EB2" w:rsidRPr="00351EB2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.N</w:t>
            </w:r>
          </w:p>
        </w:tc>
        <w:tc>
          <w:tcPr>
            <w:tcW w:w="285" w:type="pct"/>
          </w:tcPr>
          <w:p w:rsidR="00351EB2" w:rsidRPr="00351EB2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328" w:type="pct"/>
          </w:tcPr>
          <w:p w:rsidR="00351EB2" w:rsidRPr="00351EB2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.1D</w:t>
            </w:r>
          </w:p>
        </w:tc>
        <w:tc>
          <w:tcPr>
            <w:tcW w:w="303" w:type="pct"/>
          </w:tcPr>
          <w:p w:rsidR="00351EB2" w:rsidRPr="00351EB2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.Z</w:t>
            </w:r>
          </w:p>
        </w:tc>
      </w:tr>
    </w:tbl>
    <w:p w:rsidR="00351EB2" w:rsidRPr="00E24E2E" w:rsidRDefault="00351EB2" w:rsidP="00351EB2">
      <w:pPr>
        <w:widowControl/>
        <w:autoSpaceDE/>
        <w:autoSpaceDN/>
        <w:adjustRightInd/>
        <w:spacing w:line="0" w:lineRule="atLeast"/>
        <w:ind w:left="993"/>
        <w:jc w:val="both"/>
        <w:rPr>
          <w:rFonts w:cs="Times New Roman"/>
          <w:color w:val="222222"/>
          <w:sz w:val="22"/>
          <w:szCs w:val="22"/>
        </w:rPr>
      </w:pPr>
      <w:r w:rsidRPr="00E24E2E">
        <w:rPr>
          <w:rFonts w:cs="Times New Roman"/>
          <w:color w:val="222222"/>
          <w:sz w:val="22"/>
          <w:szCs w:val="22"/>
        </w:rPr>
        <w:t xml:space="preserve">S </w:t>
      </w:r>
      <w:r w:rsidRPr="00E24E2E">
        <w:rPr>
          <w:rFonts w:cs="Times New Roman"/>
          <w:color w:val="222222"/>
          <w:sz w:val="22"/>
          <w:szCs w:val="22"/>
        </w:rPr>
        <w:tab/>
        <w:t>Čerpadlo Grundfos na splaškovou a odpadní vodu</w:t>
      </w:r>
    </w:p>
    <w:p w:rsidR="00351EB2" w:rsidRPr="00351EB2" w:rsidRDefault="00351EB2" w:rsidP="00351EB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</w:rPr>
      </w:pPr>
      <w:r w:rsidRPr="00E24E2E">
        <w:rPr>
          <w:rFonts w:cs="Times New Roman"/>
          <w:color w:val="222222"/>
          <w:sz w:val="22"/>
          <w:szCs w:val="22"/>
        </w:rPr>
        <w:t xml:space="preserve">   </w:t>
      </w:r>
      <w:r>
        <w:rPr>
          <w:rFonts w:cs="Times New Roman"/>
          <w:color w:val="222222"/>
          <w:sz w:val="22"/>
          <w:szCs w:val="22"/>
        </w:rPr>
        <w:tab/>
        <w:t xml:space="preserve">    </w:t>
      </w:r>
      <w:r w:rsidRPr="00E24E2E">
        <w:rPr>
          <w:rFonts w:cs="Times New Roman"/>
          <w:color w:val="222222"/>
          <w:sz w:val="22"/>
          <w:szCs w:val="22"/>
        </w:rPr>
        <w:t>SL</w:t>
      </w:r>
      <w:r w:rsidRPr="00E24E2E">
        <w:rPr>
          <w:rFonts w:cs="Times New Roman"/>
          <w:color w:val="222222"/>
          <w:sz w:val="22"/>
          <w:szCs w:val="22"/>
        </w:rPr>
        <w:tab/>
        <w:t>Čerpadlo na odpadní vody bez chladícího pláště</w:t>
      </w:r>
    </w:p>
    <w:p w:rsidR="00BB6987" w:rsidRDefault="00BB6987" w:rsidP="00FC05DB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  <w:sz w:val="22"/>
          <w:szCs w:val="22"/>
        </w:rPr>
      </w:pPr>
    </w:p>
    <w:p w:rsidR="004022C2" w:rsidRDefault="001218C2" w:rsidP="00FC05DB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</w:rPr>
      </w:pPr>
      <w:r w:rsidRPr="00E637F0">
        <w:rPr>
          <w:rFonts w:cs="Times New Roman"/>
          <w:b/>
          <w:color w:val="222222"/>
          <w:sz w:val="22"/>
          <w:szCs w:val="22"/>
        </w:rPr>
        <w:t>Typ oběžného kola</w:t>
      </w:r>
    </w:p>
    <w:tbl>
      <w:tblPr>
        <w:tblStyle w:val="Mkatabulky"/>
        <w:tblW w:w="4101" w:type="pct"/>
        <w:tblInd w:w="1524" w:type="dxa"/>
        <w:tblLook w:val="04A0" w:firstRow="1" w:lastRow="0" w:firstColumn="1" w:lastColumn="0" w:noHBand="0" w:noVBand="1"/>
      </w:tblPr>
      <w:tblGrid>
        <w:gridCol w:w="538"/>
        <w:gridCol w:w="374"/>
        <w:gridCol w:w="685"/>
        <w:gridCol w:w="566"/>
        <w:gridCol w:w="685"/>
        <w:gridCol w:w="374"/>
        <w:gridCol w:w="374"/>
        <w:gridCol w:w="558"/>
        <w:gridCol w:w="472"/>
        <w:gridCol w:w="450"/>
        <w:gridCol w:w="686"/>
        <w:gridCol w:w="493"/>
        <w:gridCol w:w="436"/>
        <w:gridCol w:w="511"/>
        <w:gridCol w:w="463"/>
      </w:tblGrid>
      <w:tr w:rsidR="001218C2" w:rsidRPr="00351EB2" w:rsidTr="001025EF">
        <w:trPr>
          <w:trHeight w:val="353"/>
        </w:trPr>
        <w:tc>
          <w:tcPr>
            <w:tcW w:w="352" w:type="pct"/>
          </w:tcPr>
          <w:p w:rsidR="001218C2" w:rsidRPr="001218C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SL</w:t>
            </w:r>
          </w:p>
        </w:tc>
        <w:tc>
          <w:tcPr>
            <w:tcW w:w="245" w:type="pct"/>
          </w:tcPr>
          <w:p w:rsidR="001218C2" w:rsidRPr="001218C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sz w:val="20"/>
              </w:rPr>
            </w:pPr>
            <w:r w:rsidRPr="001218C2">
              <w:rPr>
                <w:rFonts w:cs="Times New Roman"/>
                <w:b/>
                <w:sz w:val="20"/>
              </w:rPr>
              <w:t>1</w:t>
            </w:r>
          </w:p>
        </w:tc>
        <w:tc>
          <w:tcPr>
            <w:tcW w:w="448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.120</w:t>
            </w:r>
          </w:p>
        </w:tc>
        <w:tc>
          <w:tcPr>
            <w:tcW w:w="361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.200</w:t>
            </w:r>
          </w:p>
        </w:tc>
        <w:tc>
          <w:tcPr>
            <w:tcW w:w="448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.220</w:t>
            </w:r>
          </w:p>
        </w:tc>
        <w:tc>
          <w:tcPr>
            <w:tcW w:w="245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245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365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.52</w:t>
            </w:r>
          </w:p>
        </w:tc>
        <w:tc>
          <w:tcPr>
            <w:tcW w:w="309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M</w:t>
            </w:r>
          </w:p>
        </w:tc>
        <w:tc>
          <w:tcPr>
            <w:tcW w:w="295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.S</w:t>
            </w:r>
          </w:p>
        </w:tc>
        <w:tc>
          <w:tcPr>
            <w:tcW w:w="449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322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.N</w:t>
            </w:r>
          </w:p>
        </w:tc>
        <w:tc>
          <w:tcPr>
            <w:tcW w:w="285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328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.1D</w:t>
            </w:r>
          </w:p>
        </w:tc>
        <w:tc>
          <w:tcPr>
            <w:tcW w:w="303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.Z</w:t>
            </w:r>
          </w:p>
        </w:tc>
      </w:tr>
    </w:tbl>
    <w:p w:rsidR="001218C2" w:rsidRPr="004945CC" w:rsidRDefault="001218C2" w:rsidP="001218C2">
      <w:pPr>
        <w:widowControl/>
        <w:autoSpaceDE/>
        <w:autoSpaceDN/>
        <w:adjustRightInd/>
        <w:spacing w:line="0" w:lineRule="atLeast"/>
        <w:ind w:firstLine="720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  <w:sz w:val="22"/>
          <w:szCs w:val="22"/>
        </w:rPr>
        <w:t xml:space="preserve">     </w:t>
      </w:r>
      <w:r w:rsidRPr="004945CC">
        <w:rPr>
          <w:rFonts w:cs="Times New Roman"/>
          <w:color w:val="222222"/>
          <w:sz w:val="22"/>
          <w:szCs w:val="22"/>
        </w:rPr>
        <w:t xml:space="preserve">1 – Jednokanálové, </w:t>
      </w:r>
    </w:p>
    <w:p w:rsidR="001218C2" w:rsidRDefault="001218C2" w:rsidP="001218C2">
      <w:pPr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4945CC">
        <w:rPr>
          <w:rFonts w:cs="Times New Roman"/>
          <w:color w:val="222222"/>
          <w:sz w:val="22"/>
          <w:szCs w:val="22"/>
        </w:rPr>
        <w:t xml:space="preserve">   </w:t>
      </w:r>
      <w:r>
        <w:rPr>
          <w:rFonts w:cs="Times New Roman"/>
          <w:color w:val="222222"/>
          <w:sz w:val="22"/>
          <w:szCs w:val="22"/>
        </w:rPr>
        <w:tab/>
        <w:t xml:space="preserve">     </w:t>
      </w:r>
      <w:r w:rsidRPr="004945CC">
        <w:rPr>
          <w:rFonts w:cs="Times New Roman"/>
          <w:color w:val="222222"/>
          <w:sz w:val="22"/>
          <w:szCs w:val="22"/>
        </w:rPr>
        <w:t>V – SuperVortex (Oběžné kolo s velkou průchodností)</w:t>
      </w:r>
    </w:p>
    <w:p w:rsidR="00BB6987" w:rsidRDefault="00BB6987" w:rsidP="001218C2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  <w:sz w:val="22"/>
          <w:szCs w:val="22"/>
        </w:rPr>
      </w:pPr>
    </w:p>
    <w:p w:rsidR="001218C2" w:rsidRPr="00E637F0" w:rsidRDefault="001218C2" w:rsidP="001218C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E637F0">
        <w:rPr>
          <w:rFonts w:cs="Times New Roman"/>
          <w:b/>
          <w:color w:val="222222"/>
          <w:sz w:val="22"/>
          <w:szCs w:val="22"/>
        </w:rPr>
        <w:t xml:space="preserve">Průchodnost čerpadlem – </w:t>
      </w:r>
      <w:r w:rsidRPr="00E637F0">
        <w:rPr>
          <w:rFonts w:cs="Times New Roman"/>
          <w:color w:val="222222"/>
          <w:sz w:val="22"/>
          <w:szCs w:val="22"/>
        </w:rPr>
        <w:t xml:space="preserve">Maximální rozměr pevných částic </w:t>
      </w:r>
      <w:r w:rsidRPr="00E637F0">
        <w:rPr>
          <w:rFonts w:cs="Times New Roman"/>
          <w:color w:val="222222"/>
          <w:sz w:val="22"/>
          <w:szCs w:val="22"/>
          <w:lang w:val="en-US"/>
        </w:rPr>
        <w:t>[mm]</w:t>
      </w:r>
    </w:p>
    <w:tbl>
      <w:tblPr>
        <w:tblStyle w:val="Mkatabulky"/>
        <w:tblW w:w="4101" w:type="pct"/>
        <w:tblInd w:w="1524" w:type="dxa"/>
        <w:tblLook w:val="04A0" w:firstRow="1" w:lastRow="0" w:firstColumn="1" w:lastColumn="0" w:noHBand="0" w:noVBand="1"/>
      </w:tblPr>
      <w:tblGrid>
        <w:gridCol w:w="538"/>
        <w:gridCol w:w="374"/>
        <w:gridCol w:w="685"/>
        <w:gridCol w:w="566"/>
        <w:gridCol w:w="685"/>
        <w:gridCol w:w="374"/>
        <w:gridCol w:w="374"/>
        <w:gridCol w:w="558"/>
        <w:gridCol w:w="472"/>
        <w:gridCol w:w="450"/>
        <w:gridCol w:w="686"/>
        <w:gridCol w:w="493"/>
        <w:gridCol w:w="436"/>
        <w:gridCol w:w="511"/>
        <w:gridCol w:w="463"/>
      </w:tblGrid>
      <w:tr w:rsidR="001218C2" w:rsidRPr="00351EB2" w:rsidTr="001025EF">
        <w:trPr>
          <w:trHeight w:val="353"/>
        </w:trPr>
        <w:tc>
          <w:tcPr>
            <w:tcW w:w="352" w:type="pct"/>
          </w:tcPr>
          <w:p w:rsidR="001218C2" w:rsidRPr="001218C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SL</w:t>
            </w:r>
          </w:p>
        </w:tc>
        <w:tc>
          <w:tcPr>
            <w:tcW w:w="245" w:type="pct"/>
          </w:tcPr>
          <w:p w:rsidR="001218C2" w:rsidRPr="001218C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448" w:type="pct"/>
          </w:tcPr>
          <w:p w:rsidR="001218C2" w:rsidRPr="001218C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20"/>
              </w:rPr>
            </w:pPr>
            <w:r w:rsidRPr="001218C2">
              <w:rPr>
                <w:rFonts w:cs="Times New Roman"/>
                <w:b/>
                <w:sz w:val="20"/>
              </w:rPr>
              <w:t>.120</w:t>
            </w:r>
          </w:p>
        </w:tc>
        <w:tc>
          <w:tcPr>
            <w:tcW w:w="361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.200</w:t>
            </w:r>
          </w:p>
        </w:tc>
        <w:tc>
          <w:tcPr>
            <w:tcW w:w="448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.220</w:t>
            </w:r>
          </w:p>
        </w:tc>
        <w:tc>
          <w:tcPr>
            <w:tcW w:w="245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245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365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.52</w:t>
            </w:r>
          </w:p>
        </w:tc>
        <w:tc>
          <w:tcPr>
            <w:tcW w:w="309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M</w:t>
            </w:r>
          </w:p>
        </w:tc>
        <w:tc>
          <w:tcPr>
            <w:tcW w:w="295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.S</w:t>
            </w:r>
          </w:p>
        </w:tc>
        <w:tc>
          <w:tcPr>
            <w:tcW w:w="449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322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.N</w:t>
            </w:r>
          </w:p>
        </w:tc>
        <w:tc>
          <w:tcPr>
            <w:tcW w:w="285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328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.1D</w:t>
            </w:r>
          </w:p>
        </w:tc>
        <w:tc>
          <w:tcPr>
            <w:tcW w:w="303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.Z</w:t>
            </w:r>
          </w:p>
        </w:tc>
      </w:tr>
    </w:tbl>
    <w:p w:rsidR="00BB6987" w:rsidRDefault="00BB6987" w:rsidP="001218C2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  <w:sz w:val="22"/>
          <w:szCs w:val="22"/>
        </w:rPr>
      </w:pPr>
    </w:p>
    <w:p w:rsidR="001218C2" w:rsidRPr="00E637F0" w:rsidRDefault="001218C2" w:rsidP="001218C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E637F0">
        <w:rPr>
          <w:rFonts w:cs="Times New Roman"/>
          <w:b/>
          <w:color w:val="222222"/>
          <w:sz w:val="22"/>
          <w:szCs w:val="22"/>
        </w:rPr>
        <w:t xml:space="preserve">Výtlak čerpadla </w:t>
      </w:r>
      <w:r w:rsidRPr="00E637F0">
        <w:rPr>
          <w:rFonts w:cs="Times New Roman"/>
          <w:color w:val="222222"/>
          <w:sz w:val="22"/>
          <w:szCs w:val="22"/>
        </w:rPr>
        <w:t xml:space="preserve">– Jmenovitý průměr výtlačného hrdla </w:t>
      </w:r>
      <w:r w:rsidRPr="00E637F0">
        <w:rPr>
          <w:rFonts w:cs="Times New Roman"/>
          <w:color w:val="222222"/>
          <w:sz w:val="22"/>
          <w:szCs w:val="22"/>
          <w:lang w:val="en-US"/>
        </w:rPr>
        <w:t>[mm]</w:t>
      </w:r>
    </w:p>
    <w:tbl>
      <w:tblPr>
        <w:tblStyle w:val="Mkatabulky"/>
        <w:tblW w:w="4101" w:type="pct"/>
        <w:tblInd w:w="1524" w:type="dxa"/>
        <w:tblLook w:val="04A0" w:firstRow="1" w:lastRow="0" w:firstColumn="1" w:lastColumn="0" w:noHBand="0" w:noVBand="1"/>
      </w:tblPr>
      <w:tblGrid>
        <w:gridCol w:w="538"/>
        <w:gridCol w:w="374"/>
        <w:gridCol w:w="685"/>
        <w:gridCol w:w="566"/>
        <w:gridCol w:w="685"/>
        <w:gridCol w:w="374"/>
        <w:gridCol w:w="374"/>
        <w:gridCol w:w="558"/>
        <w:gridCol w:w="472"/>
        <w:gridCol w:w="450"/>
        <w:gridCol w:w="686"/>
        <w:gridCol w:w="493"/>
        <w:gridCol w:w="436"/>
        <w:gridCol w:w="511"/>
        <w:gridCol w:w="463"/>
      </w:tblGrid>
      <w:tr w:rsidR="001218C2" w:rsidRPr="00351EB2" w:rsidTr="001025EF">
        <w:trPr>
          <w:trHeight w:val="353"/>
        </w:trPr>
        <w:tc>
          <w:tcPr>
            <w:tcW w:w="352" w:type="pct"/>
          </w:tcPr>
          <w:p w:rsidR="001218C2" w:rsidRPr="001218C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SL</w:t>
            </w:r>
          </w:p>
        </w:tc>
        <w:tc>
          <w:tcPr>
            <w:tcW w:w="245" w:type="pct"/>
          </w:tcPr>
          <w:p w:rsidR="001218C2" w:rsidRPr="001218C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448" w:type="pct"/>
          </w:tcPr>
          <w:p w:rsidR="001218C2" w:rsidRPr="001218C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.120</w:t>
            </w:r>
          </w:p>
        </w:tc>
        <w:tc>
          <w:tcPr>
            <w:tcW w:w="361" w:type="pct"/>
          </w:tcPr>
          <w:p w:rsidR="001218C2" w:rsidRPr="001218C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20"/>
              </w:rPr>
            </w:pPr>
            <w:r w:rsidRPr="001218C2">
              <w:rPr>
                <w:rFonts w:cs="Times New Roman"/>
                <w:b/>
                <w:sz w:val="20"/>
              </w:rPr>
              <w:t>.200</w:t>
            </w:r>
          </w:p>
        </w:tc>
        <w:tc>
          <w:tcPr>
            <w:tcW w:w="448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.220</w:t>
            </w:r>
          </w:p>
        </w:tc>
        <w:tc>
          <w:tcPr>
            <w:tcW w:w="245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245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365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.52</w:t>
            </w:r>
          </w:p>
        </w:tc>
        <w:tc>
          <w:tcPr>
            <w:tcW w:w="309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M</w:t>
            </w:r>
          </w:p>
        </w:tc>
        <w:tc>
          <w:tcPr>
            <w:tcW w:w="295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.S</w:t>
            </w:r>
          </w:p>
        </w:tc>
        <w:tc>
          <w:tcPr>
            <w:tcW w:w="449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322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.N</w:t>
            </w:r>
          </w:p>
        </w:tc>
        <w:tc>
          <w:tcPr>
            <w:tcW w:w="285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328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.1D</w:t>
            </w:r>
          </w:p>
        </w:tc>
        <w:tc>
          <w:tcPr>
            <w:tcW w:w="303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.Z</w:t>
            </w:r>
          </w:p>
        </w:tc>
      </w:tr>
    </w:tbl>
    <w:p w:rsidR="00BB6987" w:rsidRDefault="00BB6987" w:rsidP="00FC05DB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  <w:sz w:val="22"/>
          <w:szCs w:val="22"/>
        </w:rPr>
      </w:pPr>
    </w:p>
    <w:p w:rsidR="004022C2" w:rsidRDefault="001218C2" w:rsidP="00FC05DB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</w:rPr>
      </w:pPr>
      <w:r w:rsidRPr="00E637F0">
        <w:rPr>
          <w:rFonts w:cs="Times New Roman"/>
          <w:b/>
          <w:color w:val="222222"/>
          <w:sz w:val="22"/>
          <w:szCs w:val="22"/>
        </w:rPr>
        <w:t xml:space="preserve">Výkon P2 - </w:t>
      </w:r>
      <w:r w:rsidRPr="00E637F0">
        <w:rPr>
          <w:rFonts w:cs="Times New Roman"/>
          <w:color w:val="222222"/>
          <w:sz w:val="22"/>
          <w:szCs w:val="22"/>
        </w:rPr>
        <w:t>Číselný kód vynásobený 100W udává výkon motoru čerpadla</w:t>
      </w:r>
    </w:p>
    <w:tbl>
      <w:tblPr>
        <w:tblStyle w:val="Mkatabulky"/>
        <w:tblW w:w="4101" w:type="pct"/>
        <w:tblInd w:w="1524" w:type="dxa"/>
        <w:tblLook w:val="04A0" w:firstRow="1" w:lastRow="0" w:firstColumn="1" w:lastColumn="0" w:noHBand="0" w:noVBand="1"/>
      </w:tblPr>
      <w:tblGrid>
        <w:gridCol w:w="538"/>
        <w:gridCol w:w="374"/>
        <w:gridCol w:w="685"/>
        <w:gridCol w:w="566"/>
        <w:gridCol w:w="685"/>
        <w:gridCol w:w="374"/>
        <w:gridCol w:w="374"/>
        <w:gridCol w:w="558"/>
        <w:gridCol w:w="472"/>
        <w:gridCol w:w="450"/>
        <w:gridCol w:w="686"/>
        <w:gridCol w:w="493"/>
        <w:gridCol w:w="436"/>
        <w:gridCol w:w="511"/>
        <w:gridCol w:w="463"/>
      </w:tblGrid>
      <w:tr w:rsidR="001218C2" w:rsidRPr="00351EB2" w:rsidTr="001025EF">
        <w:trPr>
          <w:trHeight w:val="353"/>
        </w:trPr>
        <w:tc>
          <w:tcPr>
            <w:tcW w:w="352" w:type="pct"/>
          </w:tcPr>
          <w:p w:rsidR="001218C2" w:rsidRPr="001218C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SL</w:t>
            </w:r>
          </w:p>
        </w:tc>
        <w:tc>
          <w:tcPr>
            <w:tcW w:w="245" w:type="pct"/>
          </w:tcPr>
          <w:p w:rsidR="001218C2" w:rsidRPr="001218C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448" w:type="pct"/>
          </w:tcPr>
          <w:p w:rsidR="001218C2" w:rsidRPr="001218C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.120</w:t>
            </w:r>
          </w:p>
        </w:tc>
        <w:tc>
          <w:tcPr>
            <w:tcW w:w="361" w:type="pct"/>
          </w:tcPr>
          <w:p w:rsidR="001218C2" w:rsidRPr="001218C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.200</w:t>
            </w:r>
          </w:p>
        </w:tc>
        <w:tc>
          <w:tcPr>
            <w:tcW w:w="448" w:type="pct"/>
          </w:tcPr>
          <w:p w:rsidR="001218C2" w:rsidRPr="001218C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sz w:val="20"/>
              </w:rPr>
            </w:pPr>
            <w:r w:rsidRPr="001218C2">
              <w:rPr>
                <w:rFonts w:cs="Times New Roman"/>
                <w:b/>
                <w:sz w:val="20"/>
              </w:rPr>
              <w:t>.220</w:t>
            </w:r>
          </w:p>
        </w:tc>
        <w:tc>
          <w:tcPr>
            <w:tcW w:w="245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245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365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.52</w:t>
            </w:r>
          </w:p>
        </w:tc>
        <w:tc>
          <w:tcPr>
            <w:tcW w:w="309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M</w:t>
            </w:r>
          </w:p>
        </w:tc>
        <w:tc>
          <w:tcPr>
            <w:tcW w:w="295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.S</w:t>
            </w:r>
          </w:p>
        </w:tc>
        <w:tc>
          <w:tcPr>
            <w:tcW w:w="449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322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.N</w:t>
            </w:r>
          </w:p>
        </w:tc>
        <w:tc>
          <w:tcPr>
            <w:tcW w:w="285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328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.1D</w:t>
            </w:r>
          </w:p>
        </w:tc>
        <w:tc>
          <w:tcPr>
            <w:tcW w:w="303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.Z</w:t>
            </w:r>
          </w:p>
        </w:tc>
      </w:tr>
    </w:tbl>
    <w:p w:rsidR="00BB6987" w:rsidRDefault="00BB6987" w:rsidP="001218C2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  <w:sz w:val="22"/>
          <w:szCs w:val="22"/>
        </w:rPr>
      </w:pPr>
    </w:p>
    <w:p w:rsidR="00296D21" w:rsidRDefault="00296D21" w:rsidP="001218C2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  <w:sz w:val="22"/>
          <w:szCs w:val="22"/>
        </w:rPr>
      </w:pPr>
    </w:p>
    <w:p w:rsidR="00296D21" w:rsidRDefault="00296D21" w:rsidP="001218C2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  <w:sz w:val="22"/>
          <w:szCs w:val="22"/>
        </w:rPr>
      </w:pPr>
    </w:p>
    <w:p w:rsidR="001218C2" w:rsidRDefault="001218C2" w:rsidP="001218C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b/>
          <w:color w:val="222222"/>
          <w:sz w:val="22"/>
          <w:szCs w:val="22"/>
        </w:rPr>
        <w:t>Verze snímače</w:t>
      </w:r>
    </w:p>
    <w:tbl>
      <w:tblPr>
        <w:tblStyle w:val="Mkatabulky"/>
        <w:tblW w:w="4101" w:type="pct"/>
        <w:tblInd w:w="1524" w:type="dxa"/>
        <w:tblLook w:val="04A0" w:firstRow="1" w:lastRow="0" w:firstColumn="1" w:lastColumn="0" w:noHBand="0" w:noVBand="1"/>
      </w:tblPr>
      <w:tblGrid>
        <w:gridCol w:w="538"/>
        <w:gridCol w:w="374"/>
        <w:gridCol w:w="685"/>
        <w:gridCol w:w="566"/>
        <w:gridCol w:w="685"/>
        <w:gridCol w:w="374"/>
        <w:gridCol w:w="374"/>
        <w:gridCol w:w="558"/>
        <w:gridCol w:w="472"/>
        <w:gridCol w:w="450"/>
        <w:gridCol w:w="686"/>
        <w:gridCol w:w="493"/>
        <w:gridCol w:w="436"/>
        <w:gridCol w:w="511"/>
        <w:gridCol w:w="463"/>
      </w:tblGrid>
      <w:tr w:rsidR="001218C2" w:rsidRPr="00351EB2" w:rsidTr="00BB6987">
        <w:trPr>
          <w:trHeight w:val="353"/>
        </w:trPr>
        <w:tc>
          <w:tcPr>
            <w:tcW w:w="352" w:type="pct"/>
          </w:tcPr>
          <w:p w:rsidR="001218C2" w:rsidRPr="001218C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SL</w:t>
            </w:r>
          </w:p>
        </w:tc>
        <w:tc>
          <w:tcPr>
            <w:tcW w:w="245" w:type="pct"/>
          </w:tcPr>
          <w:p w:rsidR="001218C2" w:rsidRPr="001218C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448" w:type="pct"/>
          </w:tcPr>
          <w:p w:rsidR="001218C2" w:rsidRPr="001218C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.120</w:t>
            </w:r>
          </w:p>
        </w:tc>
        <w:tc>
          <w:tcPr>
            <w:tcW w:w="361" w:type="pct"/>
          </w:tcPr>
          <w:p w:rsidR="001218C2" w:rsidRPr="001218C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.200</w:t>
            </w:r>
          </w:p>
        </w:tc>
        <w:tc>
          <w:tcPr>
            <w:tcW w:w="448" w:type="pct"/>
            <w:tcBorders>
              <w:right w:val="single" w:sz="18" w:space="0" w:color="auto"/>
            </w:tcBorders>
          </w:tcPr>
          <w:p w:rsidR="001218C2" w:rsidRPr="001218C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.220</w:t>
            </w:r>
          </w:p>
        </w:tc>
        <w:tc>
          <w:tcPr>
            <w:tcW w:w="24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245" w:type="pct"/>
            <w:tcBorders>
              <w:left w:val="single" w:sz="18" w:space="0" w:color="auto"/>
            </w:tcBorders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365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.52</w:t>
            </w:r>
          </w:p>
        </w:tc>
        <w:tc>
          <w:tcPr>
            <w:tcW w:w="309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M</w:t>
            </w:r>
          </w:p>
        </w:tc>
        <w:tc>
          <w:tcPr>
            <w:tcW w:w="295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.S</w:t>
            </w:r>
          </w:p>
        </w:tc>
        <w:tc>
          <w:tcPr>
            <w:tcW w:w="449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322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.N</w:t>
            </w:r>
          </w:p>
        </w:tc>
        <w:tc>
          <w:tcPr>
            <w:tcW w:w="285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328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.1D</w:t>
            </w:r>
          </w:p>
        </w:tc>
        <w:tc>
          <w:tcPr>
            <w:tcW w:w="303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.Z</w:t>
            </w:r>
          </w:p>
        </w:tc>
      </w:tr>
    </w:tbl>
    <w:p w:rsidR="00BB6987" w:rsidRDefault="00BB6987" w:rsidP="00FC05DB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</w:rPr>
      </w:pPr>
      <w:r>
        <w:rPr>
          <w:rFonts w:cs="Times New Roman"/>
          <w:color w:val="222222"/>
        </w:rPr>
        <w:tab/>
        <w:t xml:space="preserve">     </w:t>
      </w:r>
      <w:r>
        <w:rPr>
          <w:rFonts w:cs="Times New Roman"/>
          <w:color w:val="222222"/>
          <w:lang w:val="en-US"/>
        </w:rPr>
        <w:t>[ ]</w:t>
      </w:r>
      <w:r>
        <w:rPr>
          <w:rFonts w:cs="Times New Roman"/>
          <w:color w:val="222222"/>
        </w:rPr>
        <w:t xml:space="preserve"> – Standardní čerpadlo / Norma</w:t>
      </w:r>
    </w:p>
    <w:p w:rsidR="004022C2" w:rsidRDefault="00BB6987" w:rsidP="00FC05DB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</w:rPr>
      </w:pPr>
      <w:r>
        <w:rPr>
          <w:rFonts w:cs="Times New Roman"/>
          <w:color w:val="222222"/>
        </w:rPr>
        <w:t xml:space="preserve">                 A – Verze snímače 1 / verze snímače Ex čerpadlo 1  </w:t>
      </w:r>
    </w:p>
    <w:p w:rsidR="004022C2" w:rsidRDefault="00BB6987" w:rsidP="00BB6987">
      <w:pPr>
        <w:widowControl/>
        <w:autoSpaceDE/>
        <w:autoSpaceDN/>
        <w:adjustRightInd/>
        <w:spacing w:line="0" w:lineRule="atLeast"/>
        <w:ind w:firstLine="720"/>
        <w:jc w:val="both"/>
        <w:rPr>
          <w:rFonts w:cs="Times New Roman"/>
          <w:color w:val="222222"/>
        </w:rPr>
      </w:pPr>
      <w:r>
        <w:rPr>
          <w:rFonts w:cs="Times New Roman"/>
          <w:color w:val="222222"/>
        </w:rPr>
        <w:t xml:space="preserve">     B – Verze snímače 2 / verze snímače Ex čerpadlo 2  </w:t>
      </w:r>
    </w:p>
    <w:p w:rsidR="004022C2" w:rsidRDefault="004022C2" w:rsidP="00FC05DB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</w:rPr>
      </w:pPr>
    </w:p>
    <w:p w:rsidR="00BB6987" w:rsidRDefault="00BB6987" w:rsidP="00FC05DB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  <w:sz w:val="22"/>
          <w:szCs w:val="22"/>
        </w:rPr>
      </w:pPr>
      <w:r w:rsidRPr="00E637F0">
        <w:rPr>
          <w:rFonts w:cs="Times New Roman"/>
          <w:b/>
          <w:color w:val="222222"/>
          <w:sz w:val="22"/>
          <w:szCs w:val="22"/>
        </w:rPr>
        <w:t>Počet pólů motoru</w:t>
      </w:r>
    </w:p>
    <w:tbl>
      <w:tblPr>
        <w:tblStyle w:val="Mkatabulky"/>
        <w:tblW w:w="4101" w:type="pct"/>
        <w:tblInd w:w="1524" w:type="dxa"/>
        <w:tblLook w:val="04A0" w:firstRow="1" w:lastRow="0" w:firstColumn="1" w:lastColumn="0" w:noHBand="0" w:noVBand="1"/>
      </w:tblPr>
      <w:tblGrid>
        <w:gridCol w:w="538"/>
        <w:gridCol w:w="374"/>
        <w:gridCol w:w="685"/>
        <w:gridCol w:w="566"/>
        <w:gridCol w:w="685"/>
        <w:gridCol w:w="374"/>
        <w:gridCol w:w="374"/>
        <w:gridCol w:w="558"/>
        <w:gridCol w:w="472"/>
        <w:gridCol w:w="450"/>
        <w:gridCol w:w="686"/>
        <w:gridCol w:w="493"/>
        <w:gridCol w:w="436"/>
        <w:gridCol w:w="511"/>
        <w:gridCol w:w="463"/>
      </w:tblGrid>
      <w:tr w:rsidR="00BB6987" w:rsidRPr="00351EB2" w:rsidTr="00BB6987">
        <w:trPr>
          <w:trHeight w:val="353"/>
        </w:trPr>
        <w:tc>
          <w:tcPr>
            <w:tcW w:w="352" w:type="pct"/>
          </w:tcPr>
          <w:p w:rsidR="00BB6987" w:rsidRPr="001218C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SL</w:t>
            </w:r>
          </w:p>
        </w:tc>
        <w:tc>
          <w:tcPr>
            <w:tcW w:w="245" w:type="pct"/>
          </w:tcPr>
          <w:p w:rsidR="00BB6987" w:rsidRPr="001218C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448" w:type="pct"/>
          </w:tcPr>
          <w:p w:rsidR="00BB6987" w:rsidRPr="001218C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.120</w:t>
            </w:r>
          </w:p>
        </w:tc>
        <w:tc>
          <w:tcPr>
            <w:tcW w:w="361" w:type="pct"/>
          </w:tcPr>
          <w:p w:rsidR="00BB6987" w:rsidRPr="001218C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.200</w:t>
            </w:r>
          </w:p>
        </w:tc>
        <w:tc>
          <w:tcPr>
            <w:tcW w:w="448" w:type="pct"/>
            <w:tcBorders>
              <w:right w:val="single" w:sz="2" w:space="0" w:color="auto"/>
            </w:tcBorders>
          </w:tcPr>
          <w:p w:rsidR="00BB6987" w:rsidRPr="001218C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.220</w:t>
            </w:r>
          </w:p>
        </w:tc>
        <w:tc>
          <w:tcPr>
            <w:tcW w:w="2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245" w:type="pct"/>
            <w:tcBorders>
              <w:left w:val="single" w:sz="2" w:space="0" w:color="auto"/>
            </w:tcBorders>
          </w:tcPr>
          <w:p w:rsidR="00BB6987" w:rsidRPr="00BB6987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20"/>
              </w:rPr>
            </w:pPr>
            <w:r w:rsidRPr="00BB6987">
              <w:rPr>
                <w:rFonts w:cs="Times New Roman"/>
                <w:b/>
                <w:sz w:val="20"/>
              </w:rPr>
              <w:t>4</w:t>
            </w:r>
          </w:p>
        </w:tc>
        <w:tc>
          <w:tcPr>
            <w:tcW w:w="365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.52</w:t>
            </w:r>
          </w:p>
        </w:tc>
        <w:tc>
          <w:tcPr>
            <w:tcW w:w="309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M</w:t>
            </w:r>
          </w:p>
        </w:tc>
        <w:tc>
          <w:tcPr>
            <w:tcW w:w="295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.S</w:t>
            </w:r>
          </w:p>
        </w:tc>
        <w:tc>
          <w:tcPr>
            <w:tcW w:w="449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322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.N</w:t>
            </w:r>
          </w:p>
        </w:tc>
        <w:tc>
          <w:tcPr>
            <w:tcW w:w="285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328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.1D</w:t>
            </w:r>
          </w:p>
        </w:tc>
        <w:tc>
          <w:tcPr>
            <w:tcW w:w="303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.Z</w:t>
            </w:r>
          </w:p>
        </w:tc>
      </w:tr>
    </w:tbl>
    <w:p w:rsidR="00BB6987" w:rsidRDefault="00BB6987" w:rsidP="00FC05DB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  <w:sz w:val="22"/>
          <w:szCs w:val="22"/>
        </w:rPr>
      </w:pPr>
      <w:r>
        <w:rPr>
          <w:rFonts w:cs="Times New Roman"/>
          <w:b/>
          <w:color w:val="222222"/>
          <w:sz w:val="22"/>
          <w:szCs w:val="22"/>
        </w:rPr>
        <w:t>Ve</w:t>
      </w:r>
      <w:r w:rsidRPr="00396398">
        <w:rPr>
          <w:rFonts w:cs="Times New Roman"/>
          <w:b/>
          <w:color w:val="222222"/>
          <w:sz w:val="22"/>
          <w:szCs w:val="22"/>
        </w:rPr>
        <w:t>l</w:t>
      </w:r>
      <w:r>
        <w:rPr>
          <w:rFonts w:cs="Times New Roman"/>
          <w:b/>
          <w:color w:val="222222"/>
          <w:sz w:val="22"/>
          <w:szCs w:val="22"/>
        </w:rPr>
        <w:t>i</w:t>
      </w:r>
      <w:r w:rsidRPr="00396398">
        <w:rPr>
          <w:rFonts w:cs="Times New Roman"/>
          <w:b/>
          <w:color w:val="222222"/>
          <w:sz w:val="22"/>
          <w:szCs w:val="22"/>
        </w:rPr>
        <w:t>k</w:t>
      </w:r>
      <w:r>
        <w:rPr>
          <w:rFonts w:cs="Times New Roman"/>
          <w:b/>
          <w:color w:val="222222"/>
          <w:sz w:val="22"/>
          <w:szCs w:val="22"/>
        </w:rPr>
        <w:t>ost rámu</w:t>
      </w:r>
    </w:p>
    <w:tbl>
      <w:tblPr>
        <w:tblStyle w:val="Mkatabulky"/>
        <w:tblW w:w="4101" w:type="pct"/>
        <w:tblInd w:w="1524" w:type="dxa"/>
        <w:tblLook w:val="04A0" w:firstRow="1" w:lastRow="0" w:firstColumn="1" w:lastColumn="0" w:noHBand="0" w:noVBand="1"/>
      </w:tblPr>
      <w:tblGrid>
        <w:gridCol w:w="538"/>
        <w:gridCol w:w="374"/>
        <w:gridCol w:w="685"/>
        <w:gridCol w:w="566"/>
        <w:gridCol w:w="685"/>
        <w:gridCol w:w="374"/>
        <w:gridCol w:w="374"/>
        <w:gridCol w:w="558"/>
        <w:gridCol w:w="472"/>
        <w:gridCol w:w="450"/>
        <w:gridCol w:w="686"/>
        <w:gridCol w:w="493"/>
        <w:gridCol w:w="436"/>
        <w:gridCol w:w="511"/>
        <w:gridCol w:w="463"/>
      </w:tblGrid>
      <w:tr w:rsidR="00BB6987" w:rsidRPr="00351EB2" w:rsidTr="001025EF">
        <w:trPr>
          <w:trHeight w:val="353"/>
        </w:trPr>
        <w:tc>
          <w:tcPr>
            <w:tcW w:w="352" w:type="pct"/>
          </w:tcPr>
          <w:p w:rsidR="00BB6987" w:rsidRPr="001218C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SL</w:t>
            </w:r>
          </w:p>
        </w:tc>
        <w:tc>
          <w:tcPr>
            <w:tcW w:w="245" w:type="pct"/>
          </w:tcPr>
          <w:p w:rsidR="00BB6987" w:rsidRPr="001218C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448" w:type="pct"/>
          </w:tcPr>
          <w:p w:rsidR="00BB6987" w:rsidRPr="001218C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.120</w:t>
            </w:r>
          </w:p>
        </w:tc>
        <w:tc>
          <w:tcPr>
            <w:tcW w:w="361" w:type="pct"/>
          </w:tcPr>
          <w:p w:rsidR="00BB6987" w:rsidRPr="001218C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.200</w:t>
            </w:r>
          </w:p>
        </w:tc>
        <w:tc>
          <w:tcPr>
            <w:tcW w:w="448" w:type="pct"/>
            <w:tcBorders>
              <w:right w:val="single" w:sz="2" w:space="0" w:color="auto"/>
            </w:tcBorders>
          </w:tcPr>
          <w:p w:rsidR="00BB6987" w:rsidRPr="001218C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.220</w:t>
            </w:r>
          </w:p>
        </w:tc>
        <w:tc>
          <w:tcPr>
            <w:tcW w:w="2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245" w:type="pct"/>
            <w:tcBorders>
              <w:left w:val="single" w:sz="2" w:space="0" w:color="auto"/>
            </w:tcBorders>
          </w:tcPr>
          <w:p w:rsidR="00BB6987" w:rsidRPr="00BB6987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BB6987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365" w:type="pct"/>
          </w:tcPr>
          <w:p w:rsidR="00BB6987" w:rsidRPr="00BB6987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sz w:val="20"/>
              </w:rPr>
            </w:pPr>
            <w:r w:rsidRPr="00BB6987">
              <w:rPr>
                <w:rFonts w:cs="Times New Roman"/>
                <w:b/>
                <w:sz w:val="20"/>
              </w:rPr>
              <w:t>.52</w:t>
            </w:r>
          </w:p>
        </w:tc>
        <w:tc>
          <w:tcPr>
            <w:tcW w:w="309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M</w:t>
            </w:r>
          </w:p>
        </w:tc>
        <w:tc>
          <w:tcPr>
            <w:tcW w:w="295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.S</w:t>
            </w:r>
          </w:p>
        </w:tc>
        <w:tc>
          <w:tcPr>
            <w:tcW w:w="449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322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.N</w:t>
            </w:r>
          </w:p>
        </w:tc>
        <w:tc>
          <w:tcPr>
            <w:tcW w:w="285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328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.1D</w:t>
            </w:r>
          </w:p>
        </w:tc>
        <w:tc>
          <w:tcPr>
            <w:tcW w:w="303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.Z</w:t>
            </w:r>
          </w:p>
        </w:tc>
      </w:tr>
    </w:tbl>
    <w:p w:rsidR="00BB6987" w:rsidRDefault="00BB6987" w:rsidP="00FC05DB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</w:rPr>
      </w:pPr>
      <w:r w:rsidRPr="00396398">
        <w:rPr>
          <w:rFonts w:cs="Times New Roman"/>
          <w:b/>
          <w:color w:val="222222"/>
          <w:sz w:val="22"/>
          <w:szCs w:val="22"/>
        </w:rPr>
        <w:t>Tlaková verze</w:t>
      </w:r>
    </w:p>
    <w:tbl>
      <w:tblPr>
        <w:tblStyle w:val="Mkatabulky"/>
        <w:tblW w:w="4101" w:type="pct"/>
        <w:tblInd w:w="1524" w:type="dxa"/>
        <w:tblLook w:val="04A0" w:firstRow="1" w:lastRow="0" w:firstColumn="1" w:lastColumn="0" w:noHBand="0" w:noVBand="1"/>
      </w:tblPr>
      <w:tblGrid>
        <w:gridCol w:w="538"/>
        <w:gridCol w:w="374"/>
        <w:gridCol w:w="685"/>
        <w:gridCol w:w="566"/>
        <w:gridCol w:w="685"/>
        <w:gridCol w:w="374"/>
        <w:gridCol w:w="374"/>
        <w:gridCol w:w="558"/>
        <w:gridCol w:w="472"/>
        <w:gridCol w:w="450"/>
        <w:gridCol w:w="686"/>
        <w:gridCol w:w="493"/>
        <w:gridCol w:w="436"/>
        <w:gridCol w:w="511"/>
        <w:gridCol w:w="463"/>
      </w:tblGrid>
      <w:tr w:rsidR="00BB6987" w:rsidRPr="00351EB2" w:rsidTr="001025EF">
        <w:trPr>
          <w:trHeight w:val="353"/>
        </w:trPr>
        <w:tc>
          <w:tcPr>
            <w:tcW w:w="352" w:type="pct"/>
          </w:tcPr>
          <w:p w:rsidR="00BB6987" w:rsidRPr="001218C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SL</w:t>
            </w:r>
          </w:p>
        </w:tc>
        <w:tc>
          <w:tcPr>
            <w:tcW w:w="245" w:type="pct"/>
          </w:tcPr>
          <w:p w:rsidR="00BB6987" w:rsidRPr="001218C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448" w:type="pct"/>
          </w:tcPr>
          <w:p w:rsidR="00BB6987" w:rsidRPr="001218C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.120</w:t>
            </w:r>
          </w:p>
        </w:tc>
        <w:tc>
          <w:tcPr>
            <w:tcW w:w="361" w:type="pct"/>
          </w:tcPr>
          <w:p w:rsidR="00BB6987" w:rsidRPr="001218C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.200</w:t>
            </w:r>
          </w:p>
        </w:tc>
        <w:tc>
          <w:tcPr>
            <w:tcW w:w="448" w:type="pct"/>
            <w:tcBorders>
              <w:right w:val="single" w:sz="2" w:space="0" w:color="auto"/>
            </w:tcBorders>
          </w:tcPr>
          <w:p w:rsidR="00BB6987" w:rsidRPr="001218C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.220</w:t>
            </w:r>
          </w:p>
        </w:tc>
        <w:tc>
          <w:tcPr>
            <w:tcW w:w="2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245" w:type="pct"/>
            <w:tcBorders>
              <w:left w:val="single" w:sz="2" w:space="0" w:color="auto"/>
            </w:tcBorders>
          </w:tcPr>
          <w:p w:rsidR="00BB6987" w:rsidRPr="00BB6987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BB6987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365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.52</w:t>
            </w:r>
          </w:p>
        </w:tc>
        <w:tc>
          <w:tcPr>
            <w:tcW w:w="309" w:type="pct"/>
          </w:tcPr>
          <w:p w:rsidR="00BB6987" w:rsidRPr="00BB6987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sz w:val="20"/>
              </w:rPr>
            </w:pPr>
            <w:r w:rsidRPr="00BB6987">
              <w:rPr>
                <w:rFonts w:cs="Times New Roman"/>
                <w:b/>
                <w:sz w:val="20"/>
              </w:rPr>
              <w:t>M</w:t>
            </w:r>
          </w:p>
        </w:tc>
        <w:tc>
          <w:tcPr>
            <w:tcW w:w="295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.S</w:t>
            </w:r>
          </w:p>
        </w:tc>
        <w:tc>
          <w:tcPr>
            <w:tcW w:w="449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322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.N</w:t>
            </w:r>
          </w:p>
        </w:tc>
        <w:tc>
          <w:tcPr>
            <w:tcW w:w="285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328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.1D</w:t>
            </w:r>
          </w:p>
        </w:tc>
        <w:tc>
          <w:tcPr>
            <w:tcW w:w="303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.Z</w:t>
            </w:r>
          </w:p>
        </w:tc>
      </w:tr>
    </w:tbl>
    <w:p w:rsidR="00BB6987" w:rsidRPr="00396398" w:rsidRDefault="00BB6987" w:rsidP="00BB6987">
      <w:pPr>
        <w:spacing w:line="0" w:lineRule="atLeast"/>
        <w:ind w:left="851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 xml:space="preserve">S - </w:t>
      </w:r>
      <w:r>
        <w:rPr>
          <w:rFonts w:cs="Times New Roman"/>
          <w:color w:val="222222"/>
          <w:sz w:val="22"/>
          <w:szCs w:val="22"/>
        </w:rPr>
        <w:t>Zvlášť</w:t>
      </w:r>
      <w:r w:rsidRPr="00396398">
        <w:rPr>
          <w:rFonts w:cs="Times New Roman"/>
          <w:color w:val="222222"/>
          <w:sz w:val="22"/>
          <w:szCs w:val="22"/>
        </w:rPr>
        <w:t xml:space="preserve"> vysoká, H - Vysoká, M - Střední, L – Nízká, E </w:t>
      </w:r>
      <w:r>
        <w:rPr>
          <w:rFonts w:cs="Times New Roman"/>
          <w:color w:val="222222"/>
          <w:sz w:val="22"/>
          <w:szCs w:val="22"/>
        </w:rPr>
        <w:t>–</w:t>
      </w:r>
      <w:r w:rsidRPr="00396398">
        <w:rPr>
          <w:rFonts w:cs="Times New Roman"/>
          <w:color w:val="222222"/>
          <w:sz w:val="22"/>
          <w:szCs w:val="22"/>
        </w:rPr>
        <w:t xml:space="preserve"> </w:t>
      </w:r>
      <w:r>
        <w:rPr>
          <w:rFonts w:cs="Times New Roman"/>
          <w:color w:val="222222"/>
          <w:sz w:val="22"/>
          <w:szCs w:val="22"/>
        </w:rPr>
        <w:t>Zvlášť nízká</w:t>
      </w:r>
    </w:p>
    <w:p w:rsidR="00BB6987" w:rsidRDefault="00BB6987" w:rsidP="00BB6987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</w:rPr>
      </w:pPr>
      <w:r>
        <w:rPr>
          <w:rFonts w:cs="Times New Roman"/>
          <w:b/>
          <w:color w:val="222222"/>
          <w:sz w:val="22"/>
          <w:szCs w:val="22"/>
        </w:rPr>
        <w:t>Instalace</w:t>
      </w:r>
    </w:p>
    <w:tbl>
      <w:tblPr>
        <w:tblStyle w:val="Mkatabulky"/>
        <w:tblW w:w="4101" w:type="pct"/>
        <w:tblInd w:w="1524" w:type="dxa"/>
        <w:tblLook w:val="04A0" w:firstRow="1" w:lastRow="0" w:firstColumn="1" w:lastColumn="0" w:noHBand="0" w:noVBand="1"/>
      </w:tblPr>
      <w:tblGrid>
        <w:gridCol w:w="538"/>
        <w:gridCol w:w="374"/>
        <w:gridCol w:w="685"/>
        <w:gridCol w:w="566"/>
        <w:gridCol w:w="685"/>
        <w:gridCol w:w="374"/>
        <w:gridCol w:w="374"/>
        <w:gridCol w:w="558"/>
        <w:gridCol w:w="472"/>
        <w:gridCol w:w="450"/>
        <w:gridCol w:w="686"/>
        <w:gridCol w:w="493"/>
        <w:gridCol w:w="436"/>
        <w:gridCol w:w="511"/>
        <w:gridCol w:w="463"/>
      </w:tblGrid>
      <w:tr w:rsidR="00BB6987" w:rsidRPr="00351EB2" w:rsidTr="001025EF">
        <w:trPr>
          <w:trHeight w:val="353"/>
        </w:trPr>
        <w:tc>
          <w:tcPr>
            <w:tcW w:w="352" w:type="pct"/>
          </w:tcPr>
          <w:p w:rsidR="00BB6987" w:rsidRPr="001218C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SL</w:t>
            </w:r>
          </w:p>
        </w:tc>
        <w:tc>
          <w:tcPr>
            <w:tcW w:w="245" w:type="pct"/>
          </w:tcPr>
          <w:p w:rsidR="00BB6987" w:rsidRPr="001218C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448" w:type="pct"/>
          </w:tcPr>
          <w:p w:rsidR="00BB6987" w:rsidRPr="001218C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.120</w:t>
            </w:r>
          </w:p>
        </w:tc>
        <w:tc>
          <w:tcPr>
            <w:tcW w:w="361" w:type="pct"/>
          </w:tcPr>
          <w:p w:rsidR="00BB6987" w:rsidRPr="001218C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.200</w:t>
            </w:r>
          </w:p>
        </w:tc>
        <w:tc>
          <w:tcPr>
            <w:tcW w:w="448" w:type="pct"/>
            <w:tcBorders>
              <w:right w:val="single" w:sz="2" w:space="0" w:color="auto"/>
            </w:tcBorders>
          </w:tcPr>
          <w:p w:rsidR="00BB6987" w:rsidRPr="001218C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.220</w:t>
            </w:r>
          </w:p>
        </w:tc>
        <w:tc>
          <w:tcPr>
            <w:tcW w:w="2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245" w:type="pct"/>
            <w:tcBorders>
              <w:left w:val="single" w:sz="2" w:space="0" w:color="auto"/>
            </w:tcBorders>
          </w:tcPr>
          <w:p w:rsidR="00BB6987" w:rsidRPr="00BB6987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BB6987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365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.52</w:t>
            </w:r>
          </w:p>
        </w:tc>
        <w:tc>
          <w:tcPr>
            <w:tcW w:w="309" w:type="pct"/>
          </w:tcPr>
          <w:p w:rsidR="00BB6987" w:rsidRPr="00BB6987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sz w:val="20"/>
              </w:rPr>
            </w:pPr>
            <w:r w:rsidRPr="00BB6987">
              <w:rPr>
                <w:rFonts w:cs="Times New Roman"/>
                <w:color w:val="FFFF00"/>
                <w:sz w:val="20"/>
              </w:rPr>
              <w:t>M</w:t>
            </w:r>
          </w:p>
        </w:tc>
        <w:tc>
          <w:tcPr>
            <w:tcW w:w="295" w:type="pct"/>
          </w:tcPr>
          <w:p w:rsidR="00BB6987" w:rsidRPr="00552428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sz w:val="20"/>
              </w:rPr>
            </w:pPr>
            <w:r w:rsidRPr="00552428">
              <w:rPr>
                <w:rFonts w:cs="Times New Roman"/>
                <w:b/>
                <w:sz w:val="20"/>
              </w:rPr>
              <w:t>.S</w:t>
            </w:r>
          </w:p>
        </w:tc>
        <w:tc>
          <w:tcPr>
            <w:tcW w:w="449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322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.N</w:t>
            </w:r>
          </w:p>
        </w:tc>
        <w:tc>
          <w:tcPr>
            <w:tcW w:w="285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328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.1D</w:t>
            </w:r>
          </w:p>
        </w:tc>
        <w:tc>
          <w:tcPr>
            <w:tcW w:w="303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.Z</w:t>
            </w:r>
          </w:p>
        </w:tc>
      </w:tr>
    </w:tbl>
    <w:p w:rsidR="00552428" w:rsidRPr="00396398" w:rsidRDefault="00552428" w:rsidP="00552428">
      <w:pPr>
        <w:spacing w:line="0" w:lineRule="atLeast"/>
        <w:ind w:left="851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>S - Ponorná instalace bez chladícího pláště, C - Ponorná instalace s chladícím pláštěm</w:t>
      </w:r>
    </w:p>
    <w:p w:rsidR="00552428" w:rsidRPr="00396398" w:rsidRDefault="00552428" w:rsidP="00552428">
      <w:pPr>
        <w:spacing w:line="0" w:lineRule="atLeast"/>
        <w:ind w:left="851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>D – Suchá vertikální instalace, H – Suchá horizontální instalace</w:t>
      </w:r>
    </w:p>
    <w:p w:rsidR="00F1164E" w:rsidRDefault="00F1164E" w:rsidP="00FC05DB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  <w:sz w:val="22"/>
          <w:szCs w:val="22"/>
        </w:rPr>
      </w:pPr>
    </w:p>
    <w:p w:rsidR="004022C2" w:rsidRDefault="00F1164E" w:rsidP="00FC05DB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</w:rPr>
      </w:pPr>
      <w:r w:rsidRPr="00396398">
        <w:rPr>
          <w:rFonts w:cs="Times New Roman"/>
          <w:b/>
          <w:color w:val="222222"/>
          <w:sz w:val="22"/>
          <w:szCs w:val="22"/>
        </w:rPr>
        <w:lastRenderedPageBreak/>
        <w:t>Kód materiálu pro oběžné kolo, těleso čerpadla a motoru</w:t>
      </w:r>
    </w:p>
    <w:tbl>
      <w:tblPr>
        <w:tblStyle w:val="Mkatabulky"/>
        <w:tblW w:w="4101" w:type="pct"/>
        <w:tblInd w:w="1524" w:type="dxa"/>
        <w:tblLook w:val="04A0" w:firstRow="1" w:lastRow="0" w:firstColumn="1" w:lastColumn="0" w:noHBand="0" w:noVBand="1"/>
      </w:tblPr>
      <w:tblGrid>
        <w:gridCol w:w="538"/>
        <w:gridCol w:w="374"/>
        <w:gridCol w:w="685"/>
        <w:gridCol w:w="566"/>
        <w:gridCol w:w="685"/>
        <w:gridCol w:w="374"/>
        <w:gridCol w:w="374"/>
        <w:gridCol w:w="558"/>
        <w:gridCol w:w="472"/>
        <w:gridCol w:w="450"/>
        <w:gridCol w:w="686"/>
        <w:gridCol w:w="493"/>
        <w:gridCol w:w="436"/>
        <w:gridCol w:w="511"/>
        <w:gridCol w:w="463"/>
      </w:tblGrid>
      <w:tr w:rsidR="00F1164E" w:rsidRPr="00351EB2" w:rsidTr="00F1164E">
        <w:trPr>
          <w:trHeight w:val="353"/>
        </w:trPr>
        <w:tc>
          <w:tcPr>
            <w:tcW w:w="352" w:type="pct"/>
          </w:tcPr>
          <w:p w:rsidR="00F1164E" w:rsidRPr="001218C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SL</w:t>
            </w:r>
          </w:p>
        </w:tc>
        <w:tc>
          <w:tcPr>
            <w:tcW w:w="245" w:type="pct"/>
          </w:tcPr>
          <w:p w:rsidR="00F1164E" w:rsidRPr="001218C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448" w:type="pct"/>
          </w:tcPr>
          <w:p w:rsidR="00F1164E" w:rsidRPr="001218C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.120</w:t>
            </w:r>
          </w:p>
        </w:tc>
        <w:tc>
          <w:tcPr>
            <w:tcW w:w="361" w:type="pct"/>
          </w:tcPr>
          <w:p w:rsidR="00F1164E" w:rsidRPr="001218C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.200</w:t>
            </w:r>
          </w:p>
        </w:tc>
        <w:tc>
          <w:tcPr>
            <w:tcW w:w="448" w:type="pct"/>
            <w:tcBorders>
              <w:right w:val="single" w:sz="2" w:space="0" w:color="auto"/>
            </w:tcBorders>
          </w:tcPr>
          <w:p w:rsidR="00F1164E" w:rsidRPr="001218C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.220</w:t>
            </w:r>
          </w:p>
        </w:tc>
        <w:tc>
          <w:tcPr>
            <w:tcW w:w="2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245" w:type="pct"/>
            <w:tcBorders>
              <w:left w:val="single" w:sz="2" w:space="0" w:color="auto"/>
            </w:tcBorders>
          </w:tcPr>
          <w:p w:rsidR="00F1164E" w:rsidRPr="00BB6987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BB6987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365" w:type="pct"/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.52</w:t>
            </w:r>
          </w:p>
        </w:tc>
        <w:tc>
          <w:tcPr>
            <w:tcW w:w="309" w:type="pct"/>
          </w:tcPr>
          <w:p w:rsidR="00F1164E" w:rsidRPr="00BB6987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sz w:val="20"/>
              </w:rPr>
            </w:pPr>
            <w:r w:rsidRPr="00BB6987">
              <w:rPr>
                <w:rFonts w:cs="Times New Roman"/>
                <w:color w:val="FFFF00"/>
                <w:sz w:val="20"/>
              </w:rPr>
              <w:t>M</w:t>
            </w:r>
          </w:p>
        </w:tc>
        <w:tc>
          <w:tcPr>
            <w:tcW w:w="295" w:type="pct"/>
            <w:tcBorders>
              <w:right w:val="single" w:sz="18" w:space="0" w:color="auto"/>
            </w:tcBorders>
          </w:tcPr>
          <w:p w:rsidR="00F1164E" w:rsidRPr="00F1164E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sz w:val="20"/>
              </w:rPr>
            </w:pPr>
            <w:r w:rsidRPr="00F1164E">
              <w:rPr>
                <w:rFonts w:cs="Times New Roman"/>
                <w:color w:val="FFFF00"/>
                <w:sz w:val="20"/>
              </w:rPr>
              <w:t>.S</w:t>
            </w:r>
          </w:p>
        </w:tc>
        <w:tc>
          <w:tcPr>
            <w:tcW w:w="44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322" w:type="pct"/>
            <w:tcBorders>
              <w:left w:val="single" w:sz="18" w:space="0" w:color="auto"/>
            </w:tcBorders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.N</w:t>
            </w:r>
          </w:p>
        </w:tc>
        <w:tc>
          <w:tcPr>
            <w:tcW w:w="285" w:type="pct"/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328" w:type="pct"/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.1D</w:t>
            </w:r>
          </w:p>
        </w:tc>
        <w:tc>
          <w:tcPr>
            <w:tcW w:w="303" w:type="pct"/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.Z</w:t>
            </w:r>
          </w:p>
        </w:tc>
      </w:tr>
    </w:tbl>
    <w:p w:rsidR="00F1164E" w:rsidRPr="00396398" w:rsidRDefault="00F1164E" w:rsidP="00F1164E">
      <w:pPr>
        <w:widowControl/>
        <w:autoSpaceDE/>
        <w:autoSpaceDN/>
        <w:adjustRightInd/>
        <w:spacing w:line="0" w:lineRule="atLeast"/>
        <w:ind w:firstLine="720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  <w:sz w:val="22"/>
          <w:szCs w:val="22"/>
          <w:lang w:val="en-US"/>
        </w:rPr>
        <w:t xml:space="preserve">   </w:t>
      </w:r>
      <w:r w:rsidRPr="00396398">
        <w:rPr>
          <w:rFonts w:cs="Times New Roman"/>
          <w:color w:val="222222"/>
          <w:sz w:val="22"/>
          <w:szCs w:val="22"/>
          <w:lang w:val="en-US"/>
        </w:rPr>
        <w:t>[ ]</w:t>
      </w:r>
      <w:r w:rsidRPr="00396398">
        <w:rPr>
          <w:rFonts w:cs="Times New Roman"/>
          <w:color w:val="222222"/>
          <w:sz w:val="22"/>
          <w:szCs w:val="22"/>
        </w:rPr>
        <w:t xml:space="preserve"> – litinové oběžné kolo, těleso čerpadla z litiny, těleso  motoru z litiny</w:t>
      </w:r>
    </w:p>
    <w:p w:rsidR="00F1164E" w:rsidRPr="00396398" w:rsidRDefault="00F1164E" w:rsidP="00F1164E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ab/>
        <w:t xml:space="preserve">   Q – Těleso čerpadla </w:t>
      </w:r>
      <w:r>
        <w:rPr>
          <w:rFonts w:cs="Times New Roman"/>
          <w:color w:val="222222"/>
          <w:sz w:val="22"/>
          <w:szCs w:val="22"/>
        </w:rPr>
        <w:t xml:space="preserve">a motoru </w:t>
      </w:r>
      <w:r w:rsidRPr="00396398">
        <w:rPr>
          <w:rFonts w:cs="Times New Roman"/>
          <w:color w:val="222222"/>
          <w:sz w:val="22"/>
          <w:szCs w:val="22"/>
        </w:rPr>
        <w:t>z litiny, oběžné kolo z korozivzdorné oceli DIN č.mat</w:t>
      </w:r>
      <w:r>
        <w:rPr>
          <w:rFonts w:cs="Times New Roman"/>
          <w:color w:val="222222"/>
          <w:sz w:val="22"/>
          <w:szCs w:val="22"/>
        </w:rPr>
        <w:t xml:space="preserve">. 1.4408, </w:t>
      </w:r>
    </w:p>
    <w:p w:rsidR="00F1164E" w:rsidRPr="00396398" w:rsidRDefault="00F1164E" w:rsidP="00F1164E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ab/>
        <w:t xml:space="preserve">   S –</w:t>
      </w:r>
      <w:r>
        <w:rPr>
          <w:rFonts w:cs="Times New Roman"/>
          <w:color w:val="222222"/>
          <w:sz w:val="22"/>
          <w:szCs w:val="22"/>
        </w:rPr>
        <w:t xml:space="preserve"> Těleso čerpadla,</w:t>
      </w:r>
      <w:r w:rsidRPr="00396398">
        <w:rPr>
          <w:rFonts w:cs="Times New Roman"/>
          <w:color w:val="222222"/>
          <w:sz w:val="22"/>
          <w:szCs w:val="22"/>
        </w:rPr>
        <w:t xml:space="preserve"> oběžné kolo z korozivzdorné</w:t>
      </w:r>
      <w:r>
        <w:rPr>
          <w:rFonts w:cs="Times New Roman"/>
          <w:color w:val="222222"/>
          <w:sz w:val="22"/>
          <w:szCs w:val="22"/>
        </w:rPr>
        <w:t xml:space="preserve"> oceli DIN č.mat. 1.4408, motor</w:t>
      </w:r>
      <w:r w:rsidRPr="00396398">
        <w:rPr>
          <w:rFonts w:cs="Times New Roman"/>
          <w:color w:val="222222"/>
          <w:sz w:val="22"/>
          <w:szCs w:val="22"/>
        </w:rPr>
        <w:t xml:space="preserve"> z litiny</w:t>
      </w:r>
    </w:p>
    <w:p w:rsidR="00F1164E" w:rsidRPr="00396398" w:rsidRDefault="00F1164E" w:rsidP="00F1164E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ab/>
        <w:t xml:space="preserve">   R – Těleso čerpadla, oběžné kolo a těleso motoru z korozivzdorné oceli DIN č.mat. 1.4408</w:t>
      </w:r>
    </w:p>
    <w:p w:rsidR="00F1164E" w:rsidRDefault="00F1164E" w:rsidP="00F1164E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ab/>
        <w:t xml:space="preserve">   D – Těleso čerpadla </w:t>
      </w:r>
      <w:r>
        <w:rPr>
          <w:rFonts w:cs="Times New Roman"/>
          <w:color w:val="222222"/>
          <w:sz w:val="22"/>
          <w:szCs w:val="22"/>
        </w:rPr>
        <w:t xml:space="preserve">a motoru </w:t>
      </w:r>
      <w:r w:rsidRPr="00396398">
        <w:rPr>
          <w:rFonts w:cs="Times New Roman"/>
          <w:color w:val="222222"/>
          <w:sz w:val="22"/>
          <w:szCs w:val="22"/>
        </w:rPr>
        <w:t>DIN č.mat. 1.4</w:t>
      </w:r>
      <w:r>
        <w:rPr>
          <w:rFonts w:cs="Times New Roman"/>
          <w:color w:val="222222"/>
          <w:sz w:val="22"/>
          <w:szCs w:val="22"/>
        </w:rPr>
        <w:t>517, oběžné kolo duplexová ocel</w:t>
      </w:r>
    </w:p>
    <w:p w:rsidR="004022C2" w:rsidRPr="00F1164E" w:rsidRDefault="00F1164E" w:rsidP="00FC05DB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</w:rPr>
      </w:pPr>
      <w:r>
        <w:rPr>
          <w:rFonts w:cs="Times New Roman"/>
          <w:b/>
          <w:color w:val="222222"/>
        </w:rPr>
        <w:t>Verze čerpadla</w:t>
      </w:r>
    </w:p>
    <w:tbl>
      <w:tblPr>
        <w:tblStyle w:val="Mkatabulky"/>
        <w:tblW w:w="4101" w:type="pct"/>
        <w:tblInd w:w="1524" w:type="dxa"/>
        <w:tblLook w:val="04A0" w:firstRow="1" w:lastRow="0" w:firstColumn="1" w:lastColumn="0" w:noHBand="0" w:noVBand="1"/>
      </w:tblPr>
      <w:tblGrid>
        <w:gridCol w:w="538"/>
        <w:gridCol w:w="374"/>
        <w:gridCol w:w="685"/>
        <w:gridCol w:w="566"/>
        <w:gridCol w:w="685"/>
        <w:gridCol w:w="374"/>
        <w:gridCol w:w="374"/>
        <w:gridCol w:w="558"/>
        <w:gridCol w:w="472"/>
        <w:gridCol w:w="450"/>
        <w:gridCol w:w="686"/>
        <w:gridCol w:w="493"/>
        <w:gridCol w:w="436"/>
        <w:gridCol w:w="511"/>
        <w:gridCol w:w="463"/>
      </w:tblGrid>
      <w:tr w:rsidR="00F1164E" w:rsidRPr="00351EB2" w:rsidTr="00F1164E">
        <w:trPr>
          <w:trHeight w:val="353"/>
        </w:trPr>
        <w:tc>
          <w:tcPr>
            <w:tcW w:w="352" w:type="pct"/>
          </w:tcPr>
          <w:p w:rsidR="00F1164E" w:rsidRPr="001218C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SL</w:t>
            </w:r>
          </w:p>
        </w:tc>
        <w:tc>
          <w:tcPr>
            <w:tcW w:w="245" w:type="pct"/>
          </w:tcPr>
          <w:p w:rsidR="00F1164E" w:rsidRPr="001218C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448" w:type="pct"/>
          </w:tcPr>
          <w:p w:rsidR="00F1164E" w:rsidRPr="001218C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.120</w:t>
            </w:r>
          </w:p>
        </w:tc>
        <w:tc>
          <w:tcPr>
            <w:tcW w:w="361" w:type="pct"/>
          </w:tcPr>
          <w:p w:rsidR="00F1164E" w:rsidRPr="001218C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.200</w:t>
            </w:r>
          </w:p>
        </w:tc>
        <w:tc>
          <w:tcPr>
            <w:tcW w:w="448" w:type="pct"/>
            <w:tcBorders>
              <w:right w:val="single" w:sz="2" w:space="0" w:color="auto"/>
            </w:tcBorders>
          </w:tcPr>
          <w:p w:rsidR="00F1164E" w:rsidRPr="001218C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.220</w:t>
            </w:r>
          </w:p>
        </w:tc>
        <w:tc>
          <w:tcPr>
            <w:tcW w:w="2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245" w:type="pct"/>
            <w:tcBorders>
              <w:left w:val="single" w:sz="2" w:space="0" w:color="auto"/>
            </w:tcBorders>
          </w:tcPr>
          <w:p w:rsidR="00F1164E" w:rsidRPr="00BB6987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BB6987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365" w:type="pct"/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.52</w:t>
            </w:r>
          </w:p>
        </w:tc>
        <w:tc>
          <w:tcPr>
            <w:tcW w:w="309" w:type="pct"/>
          </w:tcPr>
          <w:p w:rsidR="00F1164E" w:rsidRPr="00BB6987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sz w:val="20"/>
              </w:rPr>
            </w:pPr>
            <w:r w:rsidRPr="00BB6987">
              <w:rPr>
                <w:rFonts w:cs="Times New Roman"/>
                <w:color w:val="FFFF00"/>
                <w:sz w:val="20"/>
              </w:rPr>
              <w:t>M</w:t>
            </w:r>
          </w:p>
        </w:tc>
        <w:tc>
          <w:tcPr>
            <w:tcW w:w="295" w:type="pct"/>
            <w:tcBorders>
              <w:right w:val="single" w:sz="2" w:space="0" w:color="auto"/>
            </w:tcBorders>
          </w:tcPr>
          <w:p w:rsidR="00F1164E" w:rsidRPr="00F1164E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sz w:val="20"/>
              </w:rPr>
            </w:pPr>
            <w:r w:rsidRPr="00F1164E">
              <w:rPr>
                <w:rFonts w:cs="Times New Roman"/>
                <w:color w:val="FFFF00"/>
                <w:sz w:val="20"/>
              </w:rPr>
              <w:t>.S</w:t>
            </w:r>
          </w:p>
        </w:tc>
        <w:tc>
          <w:tcPr>
            <w:tcW w:w="4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322" w:type="pct"/>
            <w:tcBorders>
              <w:left w:val="single" w:sz="2" w:space="0" w:color="auto"/>
            </w:tcBorders>
          </w:tcPr>
          <w:p w:rsidR="00F1164E" w:rsidRPr="00F1164E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20"/>
              </w:rPr>
            </w:pPr>
            <w:r w:rsidRPr="00F1164E">
              <w:rPr>
                <w:rFonts w:cs="Times New Roman"/>
                <w:b/>
                <w:sz w:val="20"/>
              </w:rPr>
              <w:t>.N</w:t>
            </w:r>
          </w:p>
        </w:tc>
        <w:tc>
          <w:tcPr>
            <w:tcW w:w="285" w:type="pct"/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328" w:type="pct"/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.1D</w:t>
            </w:r>
          </w:p>
        </w:tc>
        <w:tc>
          <w:tcPr>
            <w:tcW w:w="303" w:type="pct"/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.Z</w:t>
            </w:r>
          </w:p>
        </w:tc>
      </w:tr>
    </w:tbl>
    <w:p w:rsidR="00F1164E" w:rsidRPr="00396398" w:rsidRDefault="00F1164E" w:rsidP="00F1164E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 xml:space="preserve">   </w:t>
      </w:r>
      <w:r>
        <w:rPr>
          <w:rFonts w:cs="Times New Roman"/>
          <w:color w:val="222222"/>
          <w:sz w:val="22"/>
          <w:szCs w:val="22"/>
        </w:rPr>
        <w:tab/>
        <w:t xml:space="preserve">   </w:t>
      </w:r>
      <w:r w:rsidRPr="00396398">
        <w:rPr>
          <w:rFonts w:cs="Times New Roman"/>
          <w:color w:val="222222"/>
          <w:sz w:val="22"/>
          <w:szCs w:val="22"/>
        </w:rPr>
        <w:t xml:space="preserve">N – Čerpadlo bez certifikace Atex  (Není určeno do prostředí s nebezpečím výbuchu). </w:t>
      </w:r>
    </w:p>
    <w:p w:rsidR="00F1164E" w:rsidRPr="00396398" w:rsidRDefault="00F1164E" w:rsidP="00F1164E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ab/>
        <w:t xml:space="preserve">   Ex – Čerpadlo s certifikací Atex</w:t>
      </w:r>
    </w:p>
    <w:p w:rsidR="00F1164E" w:rsidRPr="00F1164E" w:rsidRDefault="00F1164E" w:rsidP="00FC05DB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</w:rPr>
      </w:pPr>
      <w:r>
        <w:rPr>
          <w:rFonts w:cs="Times New Roman"/>
          <w:b/>
          <w:color w:val="222222"/>
        </w:rPr>
        <w:t>Frekvence</w:t>
      </w:r>
    </w:p>
    <w:tbl>
      <w:tblPr>
        <w:tblStyle w:val="Mkatabulky"/>
        <w:tblW w:w="4101" w:type="pct"/>
        <w:tblInd w:w="1524" w:type="dxa"/>
        <w:tblLook w:val="04A0" w:firstRow="1" w:lastRow="0" w:firstColumn="1" w:lastColumn="0" w:noHBand="0" w:noVBand="1"/>
      </w:tblPr>
      <w:tblGrid>
        <w:gridCol w:w="538"/>
        <w:gridCol w:w="374"/>
        <w:gridCol w:w="685"/>
        <w:gridCol w:w="566"/>
        <w:gridCol w:w="685"/>
        <w:gridCol w:w="374"/>
        <w:gridCol w:w="374"/>
        <w:gridCol w:w="558"/>
        <w:gridCol w:w="472"/>
        <w:gridCol w:w="450"/>
        <w:gridCol w:w="686"/>
        <w:gridCol w:w="493"/>
        <w:gridCol w:w="436"/>
        <w:gridCol w:w="511"/>
        <w:gridCol w:w="463"/>
      </w:tblGrid>
      <w:tr w:rsidR="00F1164E" w:rsidRPr="00351EB2" w:rsidTr="001025EF">
        <w:trPr>
          <w:trHeight w:val="353"/>
        </w:trPr>
        <w:tc>
          <w:tcPr>
            <w:tcW w:w="352" w:type="pct"/>
          </w:tcPr>
          <w:p w:rsidR="00F1164E" w:rsidRPr="001218C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SL</w:t>
            </w:r>
          </w:p>
        </w:tc>
        <w:tc>
          <w:tcPr>
            <w:tcW w:w="245" w:type="pct"/>
          </w:tcPr>
          <w:p w:rsidR="00F1164E" w:rsidRPr="001218C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448" w:type="pct"/>
          </w:tcPr>
          <w:p w:rsidR="00F1164E" w:rsidRPr="001218C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.120</w:t>
            </w:r>
          </w:p>
        </w:tc>
        <w:tc>
          <w:tcPr>
            <w:tcW w:w="361" w:type="pct"/>
          </w:tcPr>
          <w:p w:rsidR="00F1164E" w:rsidRPr="001218C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.200</w:t>
            </w:r>
          </w:p>
        </w:tc>
        <w:tc>
          <w:tcPr>
            <w:tcW w:w="448" w:type="pct"/>
            <w:tcBorders>
              <w:right w:val="single" w:sz="2" w:space="0" w:color="auto"/>
            </w:tcBorders>
          </w:tcPr>
          <w:p w:rsidR="00F1164E" w:rsidRPr="001218C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.220</w:t>
            </w:r>
          </w:p>
        </w:tc>
        <w:tc>
          <w:tcPr>
            <w:tcW w:w="2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245" w:type="pct"/>
            <w:tcBorders>
              <w:left w:val="single" w:sz="2" w:space="0" w:color="auto"/>
            </w:tcBorders>
          </w:tcPr>
          <w:p w:rsidR="00F1164E" w:rsidRPr="00BB6987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BB6987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365" w:type="pct"/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.52</w:t>
            </w:r>
          </w:p>
        </w:tc>
        <w:tc>
          <w:tcPr>
            <w:tcW w:w="309" w:type="pct"/>
          </w:tcPr>
          <w:p w:rsidR="00F1164E" w:rsidRPr="00BB6987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sz w:val="20"/>
              </w:rPr>
            </w:pPr>
            <w:r w:rsidRPr="00BB6987">
              <w:rPr>
                <w:rFonts w:cs="Times New Roman"/>
                <w:color w:val="FFFF00"/>
                <w:sz w:val="20"/>
              </w:rPr>
              <w:t>M</w:t>
            </w:r>
          </w:p>
        </w:tc>
        <w:tc>
          <w:tcPr>
            <w:tcW w:w="295" w:type="pct"/>
            <w:tcBorders>
              <w:right w:val="single" w:sz="2" w:space="0" w:color="auto"/>
            </w:tcBorders>
          </w:tcPr>
          <w:p w:rsidR="00F1164E" w:rsidRPr="00F1164E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sz w:val="20"/>
              </w:rPr>
            </w:pPr>
            <w:r w:rsidRPr="00F1164E">
              <w:rPr>
                <w:rFonts w:cs="Times New Roman"/>
                <w:color w:val="FFFF00"/>
                <w:sz w:val="20"/>
              </w:rPr>
              <w:t>.S</w:t>
            </w:r>
          </w:p>
        </w:tc>
        <w:tc>
          <w:tcPr>
            <w:tcW w:w="4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322" w:type="pct"/>
            <w:tcBorders>
              <w:left w:val="single" w:sz="2" w:space="0" w:color="auto"/>
            </w:tcBorders>
          </w:tcPr>
          <w:p w:rsidR="00F1164E" w:rsidRPr="00F1164E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20"/>
              </w:rPr>
            </w:pPr>
            <w:r w:rsidRPr="00F1164E">
              <w:rPr>
                <w:rFonts w:cs="Times New Roman"/>
                <w:b/>
                <w:color w:val="FFFF00"/>
                <w:sz w:val="20"/>
              </w:rPr>
              <w:t>.N</w:t>
            </w:r>
          </w:p>
        </w:tc>
        <w:tc>
          <w:tcPr>
            <w:tcW w:w="285" w:type="pct"/>
          </w:tcPr>
          <w:p w:rsidR="00F1164E" w:rsidRPr="00F1164E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20"/>
              </w:rPr>
            </w:pPr>
            <w:r w:rsidRPr="00F1164E">
              <w:rPr>
                <w:rFonts w:cs="Times New Roman"/>
                <w:b/>
                <w:sz w:val="20"/>
              </w:rPr>
              <w:t>.5</w:t>
            </w:r>
          </w:p>
        </w:tc>
        <w:tc>
          <w:tcPr>
            <w:tcW w:w="328" w:type="pct"/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.1D</w:t>
            </w:r>
          </w:p>
        </w:tc>
        <w:tc>
          <w:tcPr>
            <w:tcW w:w="303" w:type="pct"/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.Z</w:t>
            </w:r>
          </w:p>
        </w:tc>
      </w:tr>
    </w:tbl>
    <w:p w:rsidR="00F1164E" w:rsidRPr="00396398" w:rsidRDefault="00F1164E" w:rsidP="00F1164E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</w:rPr>
        <w:tab/>
        <w:t xml:space="preserve">  </w:t>
      </w:r>
      <w:r w:rsidRPr="00396398">
        <w:rPr>
          <w:rFonts w:cs="Times New Roman"/>
          <w:color w:val="222222"/>
          <w:sz w:val="22"/>
          <w:szCs w:val="22"/>
        </w:rPr>
        <w:t>5 – 50 Hz,  6 – 60 Hz</w:t>
      </w:r>
    </w:p>
    <w:p w:rsidR="00F1164E" w:rsidRDefault="00F1164E" w:rsidP="00FC05DB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</w:rPr>
      </w:pPr>
      <w:r>
        <w:rPr>
          <w:rFonts w:cs="Times New Roman"/>
          <w:b/>
          <w:color w:val="222222"/>
        </w:rPr>
        <w:t>Napětí</w:t>
      </w:r>
    </w:p>
    <w:tbl>
      <w:tblPr>
        <w:tblStyle w:val="Mkatabulky"/>
        <w:tblW w:w="4101" w:type="pct"/>
        <w:tblInd w:w="1524" w:type="dxa"/>
        <w:tblLook w:val="04A0" w:firstRow="1" w:lastRow="0" w:firstColumn="1" w:lastColumn="0" w:noHBand="0" w:noVBand="1"/>
      </w:tblPr>
      <w:tblGrid>
        <w:gridCol w:w="538"/>
        <w:gridCol w:w="374"/>
        <w:gridCol w:w="685"/>
        <w:gridCol w:w="566"/>
        <w:gridCol w:w="685"/>
        <w:gridCol w:w="374"/>
        <w:gridCol w:w="374"/>
        <w:gridCol w:w="558"/>
        <w:gridCol w:w="472"/>
        <w:gridCol w:w="450"/>
        <w:gridCol w:w="686"/>
        <w:gridCol w:w="493"/>
        <w:gridCol w:w="436"/>
        <w:gridCol w:w="511"/>
        <w:gridCol w:w="463"/>
      </w:tblGrid>
      <w:tr w:rsidR="00F1164E" w:rsidRPr="00351EB2" w:rsidTr="001025EF">
        <w:trPr>
          <w:trHeight w:val="353"/>
        </w:trPr>
        <w:tc>
          <w:tcPr>
            <w:tcW w:w="352" w:type="pct"/>
          </w:tcPr>
          <w:p w:rsidR="00F1164E" w:rsidRPr="001218C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SL</w:t>
            </w:r>
          </w:p>
        </w:tc>
        <w:tc>
          <w:tcPr>
            <w:tcW w:w="245" w:type="pct"/>
          </w:tcPr>
          <w:p w:rsidR="00F1164E" w:rsidRPr="001218C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448" w:type="pct"/>
          </w:tcPr>
          <w:p w:rsidR="00F1164E" w:rsidRPr="001218C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.120</w:t>
            </w:r>
          </w:p>
        </w:tc>
        <w:tc>
          <w:tcPr>
            <w:tcW w:w="361" w:type="pct"/>
          </w:tcPr>
          <w:p w:rsidR="00F1164E" w:rsidRPr="001218C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.200</w:t>
            </w:r>
          </w:p>
        </w:tc>
        <w:tc>
          <w:tcPr>
            <w:tcW w:w="448" w:type="pct"/>
            <w:tcBorders>
              <w:right w:val="single" w:sz="2" w:space="0" w:color="auto"/>
            </w:tcBorders>
          </w:tcPr>
          <w:p w:rsidR="00F1164E" w:rsidRPr="001218C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.220</w:t>
            </w:r>
          </w:p>
        </w:tc>
        <w:tc>
          <w:tcPr>
            <w:tcW w:w="2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245" w:type="pct"/>
            <w:tcBorders>
              <w:left w:val="single" w:sz="2" w:space="0" w:color="auto"/>
            </w:tcBorders>
          </w:tcPr>
          <w:p w:rsidR="00F1164E" w:rsidRPr="00BB6987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BB6987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365" w:type="pct"/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.52</w:t>
            </w:r>
          </w:p>
        </w:tc>
        <w:tc>
          <w:tcPr>
            <w:tcW w:w="309" w:type="pct"/>
          </w:tcPr>
          <w:p w:rsidR="00F1164E" w:rsidRPr="00BB6987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sz w:val="20"/>
              </w:rPr>
            </w:pPr>
            <w:r w:rsidRPr="00BB6987">
              <w:rPr>
                <w:rFonts w:cs="Times New Roman"/>
                <w:color w:val="FFFF00"/>
                <w:sz w:val="20"/>
              </w:rPr>
              <w:t>M</w:t>
            </w:r>
          </w:p>
        </w:tc>
        <w:tc>
          <w:tcPr>
            <w:tcW w:w="295" w:type="pct"/>
            <w:tcBorders>
              <w:right w:val="single" w:sz="2" w:space="0" w:color="auto"/>
            </w:tcBorders>
          </w:tcPr>
          <w:p w:rsidR="00F1164E" w:rsidRPr="00F1164E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sz w:val="20"/>
              </w:rPr>
            </w:pPr>
            <w:r w:rsidRPr="00F1164E">
              <w:rPr>
                <w:rFonts w:cs="Times New Roman"/>
                <w:color w:val="FFFF00"/>
                <w:sz w:val="20"/>
              </w:rPr>
              <w:t>.S</w:t>
            </w:r>
          </w:p>
        </w:tc>
        <w:tc>
          <w:tcPr>
            <w:tcW w:w="4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322" w:type="pct"/>
            <w:tcBorders>
              <w:left w:val="single" w:sz="2" w:space="0" w:color="auto"/>
            </w:tcBorders>
          </w:tcPr>
          <w:p w:rsidR="00F1164E" w:rsidRPr="00F1164E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20"/>
              </w:rPr>
            </w:pPr>
            <w:r w:rsidRPr="00F1164E">
              <w:rPr>
                <w:rFonts w:cs="Times New Roman"/>
                <w:b/>
                <w:color w:val="FFFF00"/>
                <w:sz w:val="20"/>
              </w:rPr>
              <w:t>.N</w:t>
            </w:r>
          </w:p>
        </w:tc>
        <w:tc>
          <w:tcPr>
            <w:tcW w:w="285" w:type="pct"/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328" w:type="pct"/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</w:t>
            </w:r>
            <w:r w:rsidRPr="00F1164E">
              <w:rPr>
                <w:rFonts w:cs="Times New Roman"/>
                <w:b/>
                <w:sz w:val="20"/>
              </w:rPr>
              <w:t>1D</w:t>
            </w:r>
          </w:p>
        </w:tc>
        <w:tc>
          <w:tcPr>
            <w:tcW w:w="303" w:type="pct"/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.Z</w:t>
            </w:r>
          </w:p>
        </w:tc>
      </w:tr>
    </w:tbl>
    <w:p w:rsidR="00687D29" w:rsidRDefault="00F1164E" w:rsidP="00F1164E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</w:rPr>
        <w:tab/>
      </w:r>
      <w:r w:rsidRPr="00396398">
        <w:rPr>
          <w:rFonts w:cs="Times New Roman"/>
          <w:color w:val="222222"/>
          <w:sz w:val="22"/>
          <w:szCs w:val="22"/>
        </w:rPr>
        <w:t xml:space="preserve">  </w:t>
      </w:r>
      <w:r w:rsidR="00687D29">
        <w:rPr>
          <w:rFonts w:cs="Times New Roman"/>
          <w:color w:val="222222"/>
          <w:sz w:val="22"/>
          <w:szCs w:val="22"/>
        </w:rPr>
        <w:tab/>
      </w:r>
      <w:r w:rsidR="00687D29">
        <w:rPr>
          <w:rFonts w:cs="Times New Roman"/>
          <w:color w:val="222222"/>
          <w:sz w:val="22"/>
          <w:szCs w:val="22"/>
        </w:rPr>
        <w:tab/>
      </w:r>
      <w:r w:rsidR="00687D29">
        <w:rPr>
          <w:rFonts w:cs="Times New Roman"/>
          <w:color w:val="222222"/>
          <w:sz w:val="22"/>
          <w:szCs w:val="22"/>
        </w:rPr>
        <w:tab/>
        <w:t>50 Hz</w:t>
      </w:r>
      <w:r w:rsidR="00687D29">
        <w:rPr>
          <w:rFonts w:cs="Times New Roman"/>
          <w:color w:val="222222"/>
          <w:sz w:val="22"/>
          <w:szCs w:val="22"/>
        </w:rPr>
        <w:tab/>
      </w:r>
      <w:r w:rsidR="00687D29">
        <w:rPr>
          <w:rFonts w:cs="Times New Roman"/>
          <w:color w:val="222222"/>
          <w:sz w:val="22"/>
          <w:szCs w:val="22"/>
        </w:rPr>
        <w:tab/>
      </w:r>
      <w:r w:rsidR="00687D29">
        <w:rPr>
          <w:rFonts w:cs="Times New Roman"/>
          <w:color w:val="222222"/>
          <w:sz w:val="22"/>
          <w:szCs w:val="22"/>
        </w:rPr>
        <w:tab/>
      </w:r>
      <w:r w:rsidR="00687D29">
        <w:rPr>
          <w:rFonts w:cs="Times New Roman"/>
          <w:color w:val="222222"/>
          <w:sz w:val="22"/>
          <w:szCs w:val="22"/>
        </w:rPr>
        <w:tab/>
        <w:t>60Hz</w:t>
      </w:r>
    </w:p>
    <w:p w:rsidR="00687D29" w:rsidRDefault="00687D29" w:rsidP="00687D29">
      <w:pPr>
        <w:widowControl/>
        <w:autoSpaceDE/>
        <w:autoSpaceDN/>
        <w:adjustRightInd/>
        <w:spacing w:line="0" w:lineRule="atLeast"/>
        <w:ind w:firstLine="720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  <w:sz w:val="22"/>
          <w:szCs w:val="22"/>
        </w:rPr>
        <w:tab/>
      </w:r>
      <w:r>
        <w:rPr>
          <w:rFonts w:cs="Times New Roman"/>
          <w:color w:val="222222"/>
          <w:sz w:val="22"/>
          <w:szCs w:val="22"/>
        </w:rPr>
        <w:tab/>
      </w:r>
      <w:r>
        <w:rPr>
          <w:rFonts w:cs="Times New Roman"/>
          <w:color w:val="222222"/>
          <w:sz w:val="22"/>
          <w:szCs w:val="22"/>
        </w:rPr>
        <w:tab/>
      </w:r>
      <w:r>
        <w:rPr>
          <w:rFonts w:cs="Times New Roman"/>
          <w:color w:val="222222"/>
          <w:sz w:val="22"/>
          <w:szCs w:val="22"/>
        </w:rPr>
        <w:tab/>
      </w:r>
      <w:r>
        <w:rPr>
          <w:rFonts w:cs="Times New Roman"/>
          <w:color w:val="222222"/>
          <w:sz w:val="22"/>
          <w:szCs w:val="22"/>
        </w:rPr>
        <w:tab/>
      </w:r>
      <w:r>
        <w:rPr>
          <w:rFonts w:cs="Times New Roman"/>
          <w:color w:val="222222"/>
          <w:sz w:val="22"/>
          <w:szCs w:val="22"/>
        </w:rPr>
        <w:tab/>
      </w:r>
      <w:r>
        <w:rPr>
          <w:rFonts w:cs="Times New Roman"/>
          <w:color w:val="222222"/>
          <w:sz w:val="22"/>
          <w:szCs w:val="22"/>
        </w:rPr>
        <w:tab/>
        <w:t>1F</w:t>
      </w:r>
      <w:r>
        <w:rPr>
          <w:rFonts w:cs="Times New Roman"/>
          <w:color w:val="222222"/>
          <w:sz w:val="22"/>
          <w:szCs w:val="22"/>
        </w:rPr>
        <w:tab/>
        <w:t>220–277D</w:t>
      </w:r>
      <w:r>
        <w:rPr>
          <w:rFonts w:cs="Times New Roman"/>
          <w:color w:val="222222"/>
          <w:sz w:val="22"/>
          <w:szCs w:val="22"/>
        </w:rPr>
        <w:tab/>
        <w:t xml:space="preserve">380-480Y </w:t>
      </w:r>
      <w:r>
        <w:rPr>
          <w:rFonts w:cs="Times New Roman"/>
          <w:color w:val="222222"/>
          <w:sz w:val="22"/>
          <w:szCs w:val="22"/>
        </w:rPr>
        <w:tab/>
        <w:t xml:space="preserve">   </w:t>
      </w:r>
      <w:r w:rsidR="00F1164E">
        <w:rPr>
          <w:rFonts w:cs="Times New Roman"/>
          <w:color w:val="222222"/>
          <w:sz w:val="22"/>
          <w:szCs w:val="22"/>
        </w:rPr>
        <w:t>1D  standardní verze</w:t>
      </w:r>
      <w:r w:rsidR="00F1164E">
        <w:rPr>
          <w:rFonts w:cs="Times New Roman"/>
          <w:color w:val="222222"/>
          <w:sz w:val="22"/>
          <w:szCs w:val="22"/>
        </w:rPr>
        <w:tab/>
      </w:r>
      <w:r>
        <w:rPr>
          <w:rFonts w:cs="Times New Roman"/>
          <w:color w:val="222222"/>
          <w:sz w:val="22"/>
          <w:szCs w:val="22"/>
        </w:rPr>
        <w:t>380 – 415D</w:t>
      </w:r>
      <w:r>
        <w:rPr>
          <w:rFonts w:cs="Times New Roman"/>
          <w:color w:val="222222"/>
          <w:sz w:val="22"/>
          <w:szCs w:val="22"/>
        </w:rPr>
        <w:tab/>
        <w:t>660 – 690Y</w:t>
      </w:r>
      <w:r>
        <w:rPr>
          <w:rFonts w:cs="Times New Roman"/>
          <w:color w:val="222222"/>
          <w:sz w:val="22"/>
          <w:szCs w:val="22"/>
        </w:rPr>
        <w:tab/>
        <w:t>1G</w:t>
      </w:r>
      <w:r>
        <w:rPr>
          <w:rFonts w:cs="Times New Roman"/>
          <w:color w:val="222222"/>
          <w:sz w:val="22"/>
          <w:szCs w:val="22"/>
        </w:rPr>
        <w:tab/>
        <w:t>380-480D</w:t>
      </w:r>
      <w:r>
        <w:rPr>
          <w:rFonts w:cs="Times New Roman"/>
          <w:color w:val="222222"/>
          <w:sz w:val="22"/>
          <w:szCs w:val="22"/>
        </w:rPr>
        <w:tab/>
        <w:t>669-690Y</w:t>
      </w:r>
    </w:p>
    <w:p w:rsidR="00687D29" w:rsidRDefault="00687D29" w:rsidP="00687D29">
      <w:pPr>
        <w:widowControl/>
        <w:autoSpaceDE/>
        <w:autoSpaceDN/>
        <w:adjustRightInd/>
        <w:spacing w:line="0" w:lineRule="atLeast"/>
        <w:ind w:firstLine="720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  <w:sz w:val="22"/>
          <w:szCs w:val="22"/>
        </w:rPr>
        <w:t xml:space="preserve">   1E</w:t>
      </w:r>
      <w:r>
        <w:rPr>
          <w:rFonts w:cs="Times New Roman"/>
          <w:color w:val="222222"/>
          <w:sz w:val="22"/>
          <w:szCs w:val="22"/>
        </w:rPr>
        <w:tab/>
      </w:r>
      <w:r>
        <w:rPr>
          <w:rFonts w:cs="Times New Roman"/>
          <w:color w:val="222222"/>
          <w:sz w:val="22"/>
          <w:szCs w:val="22"/>
        </w:rPr>
        <w:tab/>
      </w:r>
      <w:r>
        <w:rPr>
          <w:rFonts w:cs="Times New Roman"/>
          <w:color w:val="222222"/>
          <w:sz w:val="22"/>
          <w:szCs w:val="22"/>
        </w:rPr>
        <w:tab/>
        <w:t>220 – 240D</w:t>
      </w:r>
      <w:r>
        <w:rPr>
          <w:rFonts w:cs="Times New Roman"/>
          <w:color w:val="222222"/>
          <w:sz w:val="22"/>
          <w:szCs w:val="22"/>
        </w:rPr>
        <w:tab/>
        <w:t>380 - 450Y</w:t>
      </w:r>
      <w:r>
        <w:rPr>
          <w:rFonts w:cs="Times New Roman"/>
          <w:color w:val="222222"/>
          <w:sz w:val="22"/>
          <w:szCs w:val="22"/>
        </w:rPr>
        <w:tab/>
        <w:t>1M</w:t>
      </w:r>
      <w:r>
        <w:rPr>
          <w:rFonts w:cs="Times New Roman"/>
          <w:color w:val="222222"/>
          <w:sz w:val="22"/>
          <w:szCs w:val="22"/>
        </w:rPr>
        <w:tab/>
        <w:t>500-600D</w:t>
      </w:r>
      <w:r>
        <w:rPr>
          <w:rFonts w:cs="Times New Roman"/>
          <w:color w:val="222222"/>
          <w:sz w:val="22"/>
          <w:szCs w:val="22"/>
        </w:rPr>
        <w:tab/>
      </w:r>
    </w:p>
    <w:p w:rsidR="00687D29" w:rsidRDefault="00687D29" w:rsidP="00687D29">
      <w:pPr>
        <w:widowControl/>
        <w:autoSpaceDE/>
        <w:autoSpaceDN/>
        <w:adjustRightInd/>
        <w:spacing w:line="0" w:lineRule="atLeast"/>
        <w:ind w:firstLine="720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  <w:sz w:val="22"/>
          <w:szCs w:val="22"/>
        </w:rPr>
        <w:t xml:space="preserve">   1N </w:t>
      </w:r>
      <w:r>
        <w:rPr>
          <w:rFonts w:cs="Times New Roman"/>
          <w:color w:val="222222"/>
          <w:sz w:val="22"/>
          <w:szCs w:val="22"/>
        </w:rPr>
        <w:tab/>
      </w:r>
      <w:r>
        <w:rPr>
          <w:rFonts w:cs="Times New Roman"/>
          <w:color w:val="222222"/>
          <w:sz w:val="22"/>
          <w:szCs w:val="22"/>
        </w:rPr>
        <w:tab/>
      </w:r>
      <w:r>
        <w:rPr>
          <w:rFonts w:cs="Times New Roman"/>
          <w:color w:val="222222"/>
          <w:sz w:val="22"/>
          <w:szCs w:val="22"/>
        </w:rPr>
        <w:tab/>
        <w:t>500 – 550D</w:t>
      </w:r>
      <w:r>
        <w:rPr>
          <w:rFonts w:cs="Times New Roman"/>
          <w:color w:val="222222"/>
          <w:sz w:val="22"/>
          <w:szCs w:val="22"/>
        </w:rPr>
        <w:tab/>
      </w:r>
      <w:r>
        <w:rPr>
          <w:rFonts w:cs="Times New Roman"/>
          <w:color w:val="222222"/>
          <w:sz w:val="22"/>
          <w:szCs w:val="22"/>
        </w:rPr>
        <w:tab/>
      </w:r>
      <w:r>
        <w:rPr>
          <w:rFonts w:cs="Times New Roman"/>
          <w:color w:val="222222"/>
          <w:sz w:val="22"/>
          <w:szCs w:val="22"/>
        </w:rPr>
        <w:tab/>
        <w:t>1P</w:t>
      </w:r>
      <w:r>
        <w:rPr>
          <w:rFonts w:cs="Times New Roman"/>
          <w:color w:val="222222"/>
          <w:sz w:val="22"/>
          <w:szCs w:val="22"/>
        </w:rPr>
        <w:tab/>
        <w:t>208-230D</w:t>
      </w:r>
      <w:r>
        <w:rPr>
          <w:rFonts w:cs="Times New Roman"/>
          <w:color w:val="222222"/>
          <w:sz w:val="22"/>
          <w:szCs w:val="22"/>
        </w:rPr>
        <w:tab/>
        <w:t>440-480Y</w:t>
      </w:r>
    </w:p>
    <w:p w:rsidR="00687D29" w:rsidRDefault="00687D29" w:rsidP="00687D29">
      <w:pPr>
        <w:widowControl/>
        <w:autoSpaceDE/>
        <w:autoSpaceDN/>
        <w:adjustRightInd/>
        <w:spacing w:line="0" w:lineRule="atLeast"/>
        <w:ind w:firstLine="720"/>
        <w:jc w:val="both"/>
        <w:rPr>
          <w:rFonts w:cs="Times New Roman"/>
          <w:color w:val="222222"/>
          <w:sz w:val="22"/>
          <w:szCs w:val="22"/>
        </w:rPr>
      </w:pPr>
    </w:p>
    <w:p w:rsidR="00687D29" w:rsidRPr="00396398" w:rsidRDefault="00687D29" w:rsidP="00687D29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b/>
          <w:color w:val="222222"/>
          <w:sz w:val="22"/>
          <w:szCs w:val="22"/>
        </w:rPr>
        <w:t>Výrobky na zakázku</w:t>
      </w:r>
    </w:p>
    <w:tbl>
      <w:tblPr>
        <w:tblStyle w:val="Mkatabulky"/>
        <w:tblW w:w="4101" w:type="pct"/>
        <w:tblInd w:w="1524" w:type="dxa"/>
        <w:tblLook w:val="04A0" w:firstRow="1" w:lastRow="0" w:firstColumn="1" w:lastColumn="0" w:noHBand="0" w:noVBand="1"/>
      </w:tblPr>
      <w:tblGrid>
        <w:gridCol w:w="538"/>
        <w:gridCol w:w="374"/>
        <w:gridCol w:w="685"/>
        <w:gridCol w:w="566"/>
        <w:gridCol w:w="685"/>
        <w:gridCol w:w="374"/>
        <w:gridCol w:w="374"/>
        <w:gridCol w:w="558"/>
        <w:gridCol w:w="472"/>
        <w:gridCol w:w="450"/>
        <w:gridCol w:w="686"/>
        <w:gridCol w:w="493"/>
        <w:gridCol w:w="436"/>
        <w:gridCol w:w="511"/>
        <w:gridCol w:w="463"/>
      </w:tblGrid>
      <w:tr w:rsidR="00687D29" w:rsidRPr="00351EB2" w:rsidTr="001025EF">
        <w:trPr>
          <w:trHeight w:val="353"/>
        </w:trPr>
        <w:tc>
          <w:tcPr>
            <w:tcW w:w="352" w:type="pct"/>
          </w:tcPr>
          <w:p w:rsidR="00687D29" w:rsidRPr="001218C2" w:rsidRDefault="00687D29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SL</w:t>
            </w:r>
          </w:p>
        </w:tc>
        <w:tc>
          <w:tcPr>
            <w:tcW w:w="245" w:type="pct"/>
          </w:tcPr>
          <w:p w:rsidR="00687D29" w:rsidRPr="001218C2" w:rsidRDefault="00687D29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448" w:type="pct"/>
          </w:tcPr>
          <w:p w:rsidR="00687D29" w:rsidRPr="001218C2" w:rsidRDefault="00687D29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.120</w:t>
            </w:r>
          </w:p>
        </w:tc>
        <w:tc>
          <w:tcPr>
            <w:tcW w:w="361" w:type="pct"/>
          </w:tcPr>
          <w:p w:rsidR="00687D29" w:rsidRPr="001218C2" w:rsidRDefault="00687D29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.200</w:t>
            </w:r>
          </w:p>
        </w:tc>
        <w:tc>
          <w:tcPr>
            <w:tcW w:w="448" w:type="pct"/>
            <w:tcBorders>
              <w:right w:val="single" w:sz="2" w:space="0" w:color="auto"/>
            </w:tcBorders>
          </w:tcPr>
          <w:p w:rsidR="00687D29" w:rsidRPr="001218C2" w:rsidRDefault="00687D29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.220</w:t>
            </w:r>
          </w:p>
        </w:tc>
        <w:tc>
          <w:tcPr>
            <w:tcW w:w="2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D29" w:rsidRPr="00351EB2" w:rsidRDefault="00687D29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245" w:type="pct"/>
            <w:tcBorders>
              <w:left w:val="single" w:sz="2" w:space="0" w:color="auto"/>
            </w:tcBorders>
          </w:tcPr>
          <w:p w:rsidR="00687D29" w:rsidRPr="00BB6987" w:rsidRDefault="00687D29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BB6987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365" w:type="pct"/>
          </w:tcPr>
          <w:p w:rsidR="00687D29" w:rsidRPr="00351EB2" w:rsidRDefault="00687D29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.52</w:t>
            </w:r>
          </w:p>
        </w:tc>
        <w:tc>
          <w:tcPr>
            <w:tcW w:w="309" w:type="pct"/>
          </w:tcPr>
          <w:p w:rsidR="00687D29" w:rsidRPr="00BB6987" w:rsidRDefault="00687D29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sz w:val="20"/>
              </w:rPr>
            </w:pPr>
            <w:r w:rsidRPr="00BB6987">
              <w:rPr>
                <w:rFonts w:cs="Times New Roman"/>
                <w:color w:val="FFFF00"/>
                <w:sz w:val="20"/>
              </w:rPr>
              <w:t>M</w:t>
            </w:r>
          </w:p>
        </w:tc>
        <w:tc>
          <w:tcPr>
            <w:tcW w:w="295" w:type="pct"/>
            <w:tcBorders>
              <w:right w:val="single" w:sz="2" w:space="0" w:color="auto"/>
            </w:tcBorders>
          </w:tcPr>
          <w:p w:rsidR="00687D29" w:rsidRPr="00F1164E" w:rsidRDefault="00687D29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sz w:val="20"/>
              </w:rPr>
            </w:pPr>
            <w:r w:rsidRPr="00F1164E">
              <w:rPr>
                <w:rFonts w:cs="Times New Roman"/>
                <w:color w:val="FFFF00"/>
                <w:sz w:val="20"/>
              </w:rPr>
              <w:t>.S</w:t>
            </w:r>
          </w:p>
        </w:tc>
        <w:tc>
          <w:tcPr>
            <w:tcW w:w="4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D29" w:rsidRPr="00351EB2" w:rsidRDefault="00687D29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322" w:type="pct"/>
            <w:tcBorders>
              <w:left w:val="single" w:sz="2" w:space="0" w:color="auto"/>
            </w:tcBorders>
          </w:tcPr>
          <w:p w:rsidR="00687D29" w:rsidRPr="00F1164E" w:rsidRDefault="00687D29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20"/>
              </w:rPr>
            </w:pPr>
            <w:r w:rsidRPr="00F1164E">
              <w:rPr>
                <w:rFonts w:cs="Times New Roman"/>
                <w:b/>
                <w:color w:val="FFFF00"/>
                <w:sz w:val="20"/>
              </w:rPr>
              <w:t>.N</w:t>
            </w:r>
          </w:p>
        </w:tc>
        <w:tc>
          <w:tcPr>
            <w:tcW w:w="285" w:type="pct"/>
          </w:tcPr>
          <w:p w:rsidR="00687D29" w:rsidRPr="00351EB2" w:rsidRDefault="00687D29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328" w:type="pct"/>
          </w:tcPr>
          <w:p w:rsidR="00687D29" w:rsidRPr="00351EB2" w:rsidRDefault="00687D29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</w:t>
            </w:r>
            <w:r w:rsidRPr="00687D29">
              <w:rPr>
                <w:rFonts w:cs="Times New Roman"/>
                <w:color w:val="FFFF00"/>
                <w:sz w:val="20"/>
              </w:rPr>
              <w:t>1D</w:t>
            </w:r>
          </w:p>
        </w:tc>
        <w:tc>
          <w:tcPr>
            <w:tcW w:w="303" w:type="pct"/>
          </w:tcPr>
          <w:p w:rsidR="00687D29" w:rsidRPr="00687D29" w:rsidRDefault="00687D29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20"/>
              </w:rPr>
            </w:pPr>
            <w:r w:rsidRPr="00687D29">
              <w:rPr>
                <w:rFonts w:cs="Times New Roman"/>
                <w:b/>
                <w:sz w:val="20"/>
              </w:rPr>
              <w:t>.Z</w:t>
            </w:r>
          </w:p>
        </w:tc>
      </w:tr>
    </w:tbl>
    <w:p w:rsidR="00687D29" w:rsidRDefault="00687D29" w:rsidP="00687D29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687D29" w:rsidRDefault="00687D29" w:rsidP="00687D29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687D29" w:rsidRDefault="00687D29" w:rsidP="00687D29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687D29" w:rsidRDefault="00687D29" w:rsidP="00687D29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025EF" w:rsidRPr="00A9312E" w:rsidRDefault="001025EF" w:rsidP="001025EF">
      <w:pPr>
        <w:widowControl/>
        <w:autoSpaceDE/>
        <w:autoSpaceDN/>
        <w:adjustRightInd/>
        <w:spacing w:before="120" w:after="120" w:line="240" w:lineRule="atLeast"/>
        <w:jc w:val="both"/>
        <w:rPr>
          <w:rFonts w:cs="Times New Roman"/>
          <w:color w:val="222222"/>
          <w:sz w:val="28"/>
          <w:szCs w:val="28"/>
        </w:rPr>
      </w:pPr>
      <w:r w:rsidRPr="00A9312E">
        <w:rPr>
          <w:rFonts w:cs="Times New Roman"/>
          <w:b/>
          <w:color w:val="222222"/>
          <w:sz w:val="28"/>
          <w:szCs w:val="28"/>
        </w:rPr>
        <w:t xml:space="preserve">TYPOVÝ KÓD ČERPADLA </w:t>
      </w:r>
      <w:r w:rsidRPr="001025EF">
        <w:rPr>
          <w:rFonts w:cs="Times New Roman"/>
          <w:b/>
          <w:color w:val="222222"/>
          <w:sz w:val="28"/>
          <w:szCs w:val="28"/>
        </w:rPr>
        <w:t>„</w:t>
      </w:r>
      <w:r w:rsidRPr="001025EF">
        <w:rPr>
          <w:b/>
          <w:sz w:val="28"/>
          <w:szCs w:val="28"/>
          <w:lang w:val="en"/>
        </w:rPr>
        <w:t>UNILIFT</w:t>
      </w:r>
      <w:r w:rsidRPr="001025EF">
        <w:rPr>
          <w:rFonts w:cs="Times New Roman"/>
          <w:b/>
          <w:color w:val="222222"/>
          <w:sz w:val="28"/>
          <w:szCs w:val="28"/>
        </w:rPr>
        <w:t>“</w:t>
      </w:r>
    </w:p>
    <w:tbl>
      <w:tblPr>
        <w:tblStyle w:val="Mkatabulky"/>
        <w:tblW w:w="0" w:type="auto"/>
        <w:tblInd w:w="4846" w:type="dxa"/>
        <w:tblLook w:val="04A0" w:firstRow="1" w:lastRow="0" w:firstColumn="1" w:lastColumn="0" w:noHBand="0" w:noVBand="1"/>
      </w:tblPr>
      <w:tblGrid>
        <w:gridCol w:w="472"/>
        <w:gridCol w:w="416"/>
        <w:gridCol w:w="400"/>
        <w:gridCol w:w="466"/>
        <w:gridCol w:w="466"/>
        <w:gridCol w:w="411"/>
        <w:gridCol w:w="366"/>
        <w:gridCol w:w="411"/>
      </w:tblGrid>
      <w:tr w:rsidR="001254D1" w:rsidTr="001254D1">
        <w:trPr>
          <w:trHeight w:val="353"/>
        </w:trPr>
        <w:tc>
          <w:tcPr>
            <w:tcW w:w="0" w:type="auto"/>
          </w:tcPr>
          <w:p w:rsidR="001254D1" w:rsidRPr="00E637F0" w:rsidRDefault="001254D1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AP</w:t>
            </w:r>
          </w:p>
        </w:tc>
        <w:tc>
          <w:tcPr>
            <w:tcW w:w="0" w:type="auto"/>
          </w:tcPr>
          <w:p w:rsidR="001254D1" w:rsidRPr="00E637F0" w:rsidRDefault="001254D1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50</w:t>
            </w:r>
          </w:p>
        </w:tc>
        <w:tc>
          <w:tcPr>
            <w:tcW w:w="0" w:type="auto"/>
          </w:tcPr>
          <w:p w:rsidR="001254D1" w:rsidRPr="00E637F0" w:rsidRDefault="001254D1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 xml:space="preserve"> B</w:t>
            </w:r>
          </w:p>
        </w:tc>
        <w:tc>
          <w:tcPr>
            <w:tcW w:w="0" w:type="auto"/>
          </w:tcPr>
          <w:p w:rsidR="001254D1" w:rsidRPr="00E637F0" w:rsidRDefault="001254D1" w:rsidP="001254D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</w:t>
            </w:r>
            <w:r>
              <w:rPr>
                <w:rFonts w:cs="Times New Roman"/>
                <w:color w:val="222222"/>
                <w:sz w:val="20"/>
              </w:rPr>
              <w:t>50</w:t>
            </w:r>
          </w:p>
        </w:tc>
        <w:tc>
          <w:tcPr>
            <w:tcW w:w="0" w:type="auto"/>
          </w:tcPr>
          <w:p w:rsidR="001254D1" w:rsidRPr="00E637F0" w:rsidRDefault="001254D1" w:rsidP="001254D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</w:t>
            </w:r>
            <w:r>
              <w:rPr>
                <w:rFonts w:cs="Times New Roman"/>
                <w:color w:val="222222"/>
                <w:sz w:val="20"/>
              </w:rPr>
              <w:t>11</w:t>
            </w:r>
          </w:p>
        </w:tc>
        <w:tc>
          <w:tcPr>
            <w:tcW w:w="0" w:type="auto"/>
          </w:tcPr>
          <w:p w:rsidR="001254D1" w:rsidRPr="00E637F0" w:rsidRDefault="001254D1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.A</w:t>
            </w:r>
          </w:p>
        </w:tc>
        <w:tc>
          <w:tcPr>
            <w:tcW w:w="0" w:type="auto"/>
          </w:tcPr>
          <w:p w:rsidR="001254D1" w:rsidRPr="00E637F0" w:rsidRDefault="001254D1" w:rsidP="001254D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.1</w:t>
            </w:r>
          </w:p>
        </w:tc>
        <w:tc>
          <w:tcPr>
            <w:tcW w:w="0" w:type="auto"/>
          </w:tcPr>
          <w:p w:rsidR="001254D1" w:rsidRPr="00E637F0" w:rsidRDefault="001254D1" w:rsidP="001254D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</w:t>
            </w:r>
            <w:r>
              <w:rPr>
                <w:rFonts w:cs="Times New Roman"/>
                <w:color w:val="222222"/>
                <w:sz w:val="20"/>
              </w:rPr>
              <w:t>V</w:t>
            </w:r>
          </w:p>
        </w:tc>
      </w:tr>
    </w:tbl>
    <w:p w:rsidR="001254D1" w:rsidRPr="009F0A5C" w:rsidRDefault="001254D1" w:rsidP="001254D1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  <w:szCs w:val="24"/>
        </w:rPr>
      </w:pPr>
      <w:r w:rsidRPr="009F0A5C">
        <w:rPr>
          <w:rFonts w:cs="Times New Roman"/>
          <w:b/>
          <w:color w:val="222222"/>
          <w:szCs w:val="24"/>
        </w:rPr>
        <w:t>Typ čerpadla</w:t>
      </w:r>
    </w:p>
    <w:tbl>
      <w:tblPr>
        <w:tblStyle w:val="Mkatabulky"/>
        <w:tblW w:w="0" w:type="auto"/>
        <w:tblInd w:w="4846" w:type="dxa"/>
        <w:tblLook w:val="04A0" w:firstRow="1" w:lastRow="0" w:firstColumn="1" w:lastColumn="0" w:noHBand="0" w:noVBand="1"/>
      </w:tblPr>
      <w:tblGrid>
        <w:gridCol w:w="483"/>
        <w:gridCol w:w="416"/>
        <w:gridCol w:w="400"/>
        <w:gridCol w:w="466"/>
        <w:gridCol w:w="466"/>
        <w:gridCol w:w="411"/>
        <w:gridCol w:w="366"/>
        <w:gridCol w:w="411"/>
      </w:tblGrid>
      <w:tr w:rsidR="001254D1" w:rsidTr="00296D21">
        <w:trPr>
          <w:trHeight w:val="353"/>
        </w:trPr>
        <w:tc>
          <w:tcPr>
            <w:tcW w:w="0" w:type="auto"/>
          </w:tcPr>
          <w:p w:rsidR="001254D1" w:rsidRPr="001254D1" w:rsidRDefault="001254D1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222222"/>
                <w:sz w:val="20"/>
              </w:rPr>
            </w:pPr>
            <w:r w:rsidRPr="001254D1">
              <w:rPr>
                <w:rFonts w:cs="Times New Roman"/>
                <w:b/>
                <w:color w:val="222222"/>
                <w:sz w:val="20"/>
              </w:rPr>
              <w:t>AP</w:t>
            </w:r>
          </w:p>
        </w:tc>
        <w:tc>
          <w:tcPr>
            <w:tcW w:w="0" w:type="auto"/>
          </w:tcPr>
          <w:p w:rsidR="001254D1" w:rsidRPr="001254D1" w:rsidRDefault="001254D1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50</w:t>
            </w:r>
          </w:p>
        </w:tc>
        <w:tc>
          <w:tcPr>
            <w:tcW w:w="0" w:type="auto"/>
          </w:tcPr>
          <w:p w:rsidR="001254D1" w:rsidRPr="001254D1" w:rsidRDefault="001254D1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 xml:space="preserve"> B</w:t>
            </w:r>
          </w:p>
        </w:tc>
        <w:tc>
          <w:tcPr>
            <w:tcW w:w="0" w:type="auto"/>
          </w:tcPr>
          <w:p w:rsidR="001254D1" w:rsidRPr="001254D1" w:rsidRDefault="001254D1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.50</w:t>
            </w:r>
          </w:p>
        </w:tc>
        <w:tc>
          <w:tcPr>
            <w:tcW w:w="0" w:type="auto"/>
          </w:tcPr>
          <w:p w:rsidR="001254D1" w:rsidRPr="001254D1" w:rsidRDefault="001254D1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.11</w:t>
            </w:r>
          </w:p>
        </w:tc>
        <w:tc>
          <w:tcPr>
            <w:tcW w:w="0" w:type="auto"/>
          </w:tcPr>
          <w:p w:rsidR="001254D1" w:rsidRPr="001254D1" w:rsidRDefault="001254D1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.A</w:t>
            </w:r>
          </w:p>
        </w:tc>
        <w:tc>
          <w:tcPr>
            <w:tcW w:w="0" w:type="auto"/>
          </w:tcPr>
          <w:p w:rsidR="001254D1" w:rsidRPr="001254D1" w:rsidRDefault="001254D1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.1</w:t>
            </w:r>
          </w:p>
        </w:tc>
        <w:tc>
          <w:tcPr>
            <w:tcW w:w="0" w:type="auto"/>
          </w:tcPr>
          <w:p w:rsidR="001254D1" w:rsidRPr="001254D1" w:rsidRDefault="001254D1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.V</w:t>
            </w:r>
          </w:p>
        </w:tc>
      </w:tr>
    </w:tbl>
    <w:p w:rsidR="00687D29" w:rsidRPr="00296D21" w:rsidRDefault="001254D1" w:rsidP="00687D29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296D21">
        <w:rPr>
          <w:rStyle w:val="shorttext"/>
          <w:rFonts w:cs="Times New Roman"/>
          <w:color w:val="222222"/>
        </w:rPr>
        <w:t>Maximální velikost pevných látek [mm]</w:t>
      </w:r>
    </w:p>
    <w:tbl>
      <w:tblPr>
        <w:tblStyle w:val="Mkatabulky"/>
        <w:tblW w:w="0" w:type="auto"/>
        <w:tblInd w:w="4846" w:type="dxa"/>
        <w:tblLook w:val="04A0" w:firstRow="1" w:lastRow="0" w:firstColumn="1" w:lastColumn="0" w:noHBand="0" w:noVBand="1"/>
      </w:tblPr>
      <w:tblGrid>
        <w:gridCol w:w="472"/>
        <w:gridCol w:w="416"/>
        <w:gridCol w:w="400"/>
        <w:gridCol w:w="466"/>
        <w:gridCol w:w="466"/>
        <w:gridCol w:w="411"/>
        <w:gridCol w:w="366"/>
        <w:gridCol w:w="411"/>
      </w:tblGrid>
      <w:tr w:rsidR="001254D1" w:rsidTr="00296D21">
        <w:trPr>
          <w:trHeight w:val="353"/>
        </w:trPr>
        <w:tc>
          <w:tcPr>
            <w:tcW w:w="0" w:type="auto"/>
          </w:tcPr>
          <w:p w:rsidR="001254D1" w:rsidRPr="001254D1" w:rsidRDefault="001254D1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AP</w:t>
            </w:r>
          </w:p>
        </w:tc>
        <w:tc>
          <w:tcPr>
            <w:tcW w:w="0" w:type="auto"/>
          </w:tcPr>
          <w:p w:rsidR="001254D1" w:rsidRPr="001254D1" w:rsidRDefault="001254D1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20"/>
              </w:rPr>
            </w:pPr>
            <w:r w:rsidRPr="001254D1">
              <w:rPr>
                <w:rFonts w:cs="Times New Roman"/>
                <w:b/>
                <w:sz w:val="20"/>
              </w:rPr>
              <w:t>50</w:t>
            </w:r>
          </w:p>
        </w:tc>
        <w:tc>
          <w:tcPr>
            <w:tcW w:w="0" w:type="auto"/>
          </w:tcPr>
          <w:p w:rsidR="001254D1" w:rsidRPr="001254D1" w:rsidRDefault="001254D1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 xml:space="preserve"> B</w:t>
            </w:r>
          </w:p>
        </w:tc>
        <w:tc>
          <w:tcPr>
            <w:tcW w:w="0" w:type="auto"/>
          </w:tcPr>
          <w:p w:rsidR="001254D1" w:rsidRPr="001254D1" w:rsidRDefault="001254D1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.50</w:t>
            </w:r>
          </w:p>
        </w:tc>
        <w:tc>
          <w:tcPr>
            <w:tcW w:w="0" w:type="auto"/>
          </w:tcPr>
          <w:p w:rsidR="001254D1" w:rsidRPr="001254D1" w:rsidRDefault="001254D1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.11</w:t>
            </w:r>
          </w:p>
        </w:tc>
        <w:tc>
          <w:tcPr>
            <w:tcW w:w="0" w:type="auto"/>
          </w:tcPr>
          <w:p w:rsidR="001254D1" w:rsidRPr="001254D1" w:rsidRDefault="001254D1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.A</w:t>
            </w:r>
          </w:p>
        </w:tc>
        <w:tc>
          <w:tcPr>
            <w:tcW w:w="0" w:type="auto"/>
          </w:tcPr>
          <w:p w:rsidR="001254D1" w:rsidRPr="001254D1" w:rsidRDefault="001254D1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.1</w:t>
            </w:r>
          </w:p>
        </w:tc>
        <w:tc>
          <w:tcPr>
            <w:tcW w:w="0" w:type="auto"/>
          </w:tcPr>
          <w:p w:rsidR="001254D1" w:rsidRPr="001254D1" w:rsidRDefault="001254D1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.V</w:t>
            </w:r>
          </w:p>
        </w:tc>
      </w:tr>
    </w:tbl>
    <w:p w:rsidR="00687D29" w:rsidRPr="00296D21" w:rsidRDefault="00AF0104" w:rsidP="00AF0104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296D21">
        <w:rPr>
          <w:rFonts w:cs="Times New Roman"/>
          <w:color w:val="222222"/>
          <w:sz w:val="22"/>
          <w:szCs w:val="22"/>
        </w:rPr>
        <w:t>Provedení Basic (základní)</w:t>
      </w:r>
    </w:p>
    <w:tbl>
      <w:tblPr>
        <w:tblStyle w:val="Mkatabulky"/>
        <w:tblW w:w="0" w:type="auto"/>
        <w:tblInd w:w="4846" w:type="dxa"/>
        <w:tblLook w:val="04A0" w:firstRow="1" w:lastRow="0" w:firstColumn="1" w:lastColumn="0" w:noHBand="0" w:noVBand="1"/>
      </w:tblPr>
      <w:tblGrid>
        <w:gridCol w:w="472"/>
        <w:gridCol w:w="416"/>
        <w:gridCol w:w="400"/>
        <w:gridCol w:w="466"/>
        <w:gridCol w:w="466"/>
        <w:gridCol w:w="411"/>
        <w:gridCol w:w="366"/>
        <w:gridCol w:w="411"/>
      </w:tblGrid>
      <w:tr w:rsidR="00AF0104" w:rsidTr="00296D21">
        <w:trPr>
          <w:trHeight w:val="353"/>
        </w:trPr>
        <w:tc>
          <w:tcPr>
            <w:tcW w:w="0" w:type="auto"/>
          </w:tcPr>
          <w:p w:rsidR="00AF0104" w:rsidRPr="001254D1" w:rsidRDefault="00AF0104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AP</w:t>
            </w:r>
          </w:p>
        </w:tc>
        <w:tc>
          <w:tcPr>
            <w:tcW w:w="0" w:type="auto"/>
          </w:tcPr>
          <w:p w:rsidR="00AF0104" w:rsidRPr="00AF0104" w:rsidRDefault="00AF0104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AF0104">
              <w:rPr>
                <w:rFonts w:cs="Times New Roman"/>
                <w:color w:val="FFFF00"/>
                <w:sz w:val="20"/>
              </w:rPr>
              <w:t>50</w:t>
            </w:r>
          </w:p>
        </w:tc>
        <w:tc>
          <w:tcPr>
            <w:tcW w:w="0" w:type="auto"/>
          </w:tcPr>
          <w:p w:rsidR="00AF0104" w:rsidRPr="00AF0104" w:rsidRDefault="00AF0104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20"/>
              </w:rPr>
            </w:pPr>
            <w:r w:rsidRPr="00AF0104">
              <w:rPr>
                <w:rFonts w:cs="Times New Roman"/>
                <w:b/>
                <w:sz w:val="20"/>
              </w:rPr>
              <w:t xml:space="preserve"> B</w:t>
            </w:r>
          </w:p>
        </w:tc>
        <w:tc>
          <w:tcPr>
            <w:tcW w:w="0" w:type="auto"/>
          </w:tcPr>
          <w:p w:rsidR="00AF0104" w:rsidRPr="001254D1" w:rsidRDefault="00AF0104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.50</w:t>
            </w:r>
          </w:p>
        </w:tc>
        <w:tc>
          <w:tcPr>
            <w:tcW w:w="0" w:type="auto"/>
          </w:tcPr>
          <w:p w:rsidR="00AF0104" w:rsidRPr="001254D1" w:rsidRDefault="00AF0104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.11</w:t>
            </w:r>
          </w:p>
        </w:tc>
        <w:tc>
          <w:tcPr>
            <w:tcW w:w="0" w:type="auto"/>
          </w:tcPr>
          <w:p w:rsidR="00AF0104" w:rsidRPr="001254D1" w:rsidRDefault="00AF0104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.A</w:t>
            </w:r>
          </w:p>
        </w:tc>
        <w:tc>
          <w:tcPr>
            <w:tcW w:w="0" w:type="auto"/>
          </w:tcPr>
          <w:p w:rsidR="00AF0104" w:rsidRPr="001254D1" w:rsidRDefault="00AF0104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.1</w:t>
            </w:r>
          </w:p>
        </w:tc>
        <w:tc>
          <w:tcPr>
            <w:tcW w:w="0" w:type="auto"/>
          </w:tcPr>
          <w:p w:rsidR="00AF0104" w:rsidRPr="001254D1" w:rsidRDefault="00AF0104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.V</w:t>
            </w:r>
          </w:p>
        </w:tc>
      </w:tr>
    </w:tbl>
    <w:p w:rsidR="00687D29" w:rsidRPr="00296D21" w:rsidRDefault="00AF0104" w:rsidP="00AF0104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</w:rPr>
      </w:pPr>
      <w:r w:rsidRPr="00296D21">
        <w:rPr>
          <w:rFonts w:cs="Times New Roman"/>
          <w:color w:val="222222"/>
        </w:rPr>
        <w:t>Jmenovitý průměr vypouštěcího otvoru [mm]</w:t>
      </w:r>
    </w:p>
    <w:tbl>
      <w:tblPr>
        <w:tblStyle w:val="Mkatabulky"/>
        <w:tblW w:w="0" w:type="auto"/>
        <w:tblInd w:w="4846" w:type="dxa"/>
        <w:tblLook w:val="04A0" w:firstRow="1" w:lastRow="0" w:firstColumn="1" w:lastColumn="0" w:noHBand="0" w:noVBand="1"/>
      </w:tblPr>
      <w:tblGrid>
        <w:gridCol w:w="472"/>
        <w:gridCol w:w="416"/>
        <w:gridCol w:w="400"/>
        <w:gridCol w:w="466"/>
        <w:gridCol w:w="466"/>
        <w:gridCol w:w="411"/>
        <w:gridCol w:w="366"/>
        <w:gridCol w:w="411"/>
      </w:tblGrid>
      <w:tr w:rsidR="00AF0104" w:rsidTr="00296D21">
        <w:trPr>
          <w:trHeight w:val="353"/>
        </w:trPr>
        <w:tc>
          <w:tcPr>
            <w:tcW w:w="0" w:type="auto"/>
          </w:tcPr>
          <w:p w:rsidR="00AF0104" w:rsidRPr="001254D1" w:rsidRDefault="00AF0104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AP</w:t>
            </w:r>
          </w:p>
        </w:tc>
        <w:tc>
          <w:tcPr>
            <w:tcW w:w="0" w:type="auto"/>
          </w:tcPr>
          <w:p w:rsidR="00AF0104" w:rsidRPr="00AF0104" w:rsidRDefault="00AF0104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AF0104">
              <w:rPr>
                <w:rFonts w:cs="Times New Roman"/>
                <w:color w:val="FFFF00"/>
                <w:sz w:val="20"/>
              </w:rPr>
              <w:t>50</w:t>
            </w:r>
          </w:p>
        </w:tc>
        <w:tc>
          <w:tcPr>
            <w:tcW w:w="0" w:type="auto"/>
          </w:tcPr>
          <w:p w:rsidR="00AF0104" w:rsidRPr="00AF0104" w:rsidRDefault="00AF0104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AF0104">
              <w:rPr>
                <w:rFonts w:cs="Times New Roman"/>
                <w:color w:val="FFFF00"/>
                <w:sz w:val="20"/>
              </w:rPr>
              <w:t xml:space="preserve"> B</w:t>
            </w:r>
          </w:p>
        </w:tc>
        <w:tc>
          <w:tcPr>
            <w:tcW w:w="0" w:type="auto"/>
          </w:tcPr>
          <w:p w:rsidR="00AF0104" w:rsidRPr="00AF0104" w:rsidRDefault="00AF0104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000000" w:themeColor="text1"/>
                <w:sz w:val="20"/>
              </w:rPr>
            </w:pPr>
            <w:r w:rsidRPr="00AF0104">
              <w:rPr>
                <w:rFonts w:cs="Times New Roman"/>
                <w:b/>
                <w:color w:val="000000" w:themeColor="text1"/>
                <w:sz w:val="20"/>
              </w:rPr>
              <w:t>.50</w:t>
            </w:r>
          </w:p>
        </w:tc>
        <w:tc>
          <w:tcPr>
            <w:tcW w:w="0" w:type="auto"/>
          </w:tcPr>
          <w:p w:rsidR="00AF0104" w:rsidRPr="001254D1" w:rsidRDefault="00AF0104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.11</w:t>
            </w:r>
          </w:p>
        </w:tc>
        <w:tc>
          <w:tcPr>
            <w:tcW w:w="0" w:type="auto"/>
          </w:tcPr>
          <w:p w:rsidR="00AF0104" w:rsidRPr="001254D1" w:rsidRDefault="00AF0104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.A</w:t>
            </w:r>
          </w:p>
        </w:tc>
        <w:tc>
          <w:tcPr>
            <w:tcW w:w="0" w:type="auto"/>
          </w:tcPr>
          <w:p w:rsidR="00AF0104" w:rsidRPr="001254D1" w:rsidRDefault="00AF0104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.1</w:t>
            </w:r>
          </w:p>
        </w:tc>
        <w:tc>
          <w:tcPr>
            <w:tcW w:w="0" w:type="auto"/>
          </w:tcPr>
          <w:p w:rsidR="00AF0104" w:rsidRPr="001254D1" w:rsidRDefault="00AF0104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.V</w:t>
            </w:r>
          </w:p>
        </w:tc>
      </w:tr>
    </w:tbl>
    <w:p w:rsidR="00687D29" w:rsidRPr="00296D21" w:rsidRDefault="009F0A5C" w:rsidP="009F0A5C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296D21">
        <w:rPr>
          <w:rStyle w:val="shorttext"/>
          <w:rFonts w:cs="Times New Roman"/>
          <w:color w:val="222222"/>
        </w:rPr>
        <w:t xml:space="preserve">Výkon P2 </w:t>
      </w:r>
      <w:r w:rsidR="00522BA1" w:rsidRPr="00296D21">
        <w:rPr>
          <w:rStyle w:val="shorttext"/>
          <w:rFonts w:cs="Times New Roman"/>
          <w:color w:val="222222"/>
        </w:rPr>
        <w:t>x</w:t>
      </w:r>
      <w:r w:rsidRPr="00296D21">
        <w:rPr>
          <w:rStyle w:val="shorttext"/>
          <w:rFonts w:cs="Times New Roman"/>
          <w:color w:val="222222"/>
        </w:rPr>
        <w:t xml:space="preserve"> 100 [W]</w:t>
      </w:r>
    </w:p>
    <w:tbl>
      <w:tblPr>
        <w:tblStyle w:val="Mkatabulky"/>
        <w:tblW w:w="0" w:type="auto"/>
        <w:tblInd w:w="4846" w:type="dxa"/>
        <w:tblLook w:val="04A0" w:firstRow="1" w:lastRow="0" w:firstColumn="1" w:lastColumn="0" w:noHBand="0" w:noVBand="1"/>
      </w:tblPr>
      <w:tblGrid>
        <w:gridCol w:w="472"/>
        <w:gridCol w:w="416"/>
        <w:gridCol w:w="400"/>
        <w:gridCol w:w="466"/>
        <w:gridCol w:w="466"/>
        <w:gridCol w:w="411"/>
        <w:gridCol w:w="366"/>
        <w:gridCol w:w="411"/>
      </w:tblGrid>
      <w:tr w:rsidR="009F0A5C" w:rsidTr="00296D21">
        <w:trPr>
          <w:trHeight w:val="353"/>
        </w:trPr>
        <w:tc>
          <w:tcPr>
            <w:tcW w:w="0" w:type="auto"/>
          </w:tcPr>
          <w:p w:rsidR="009F0A5C" w:rsidRPr="001254D1" w:rsidRDefault="009F0A5C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AP</w:t>
            </w:r>
          </w:p>
        </w:tc>
        <w:tc>
          <w:tcPr>
            <w:tcW w:w="0" w:type="auto"/>
          </w:tcPr>
          <w:p w:rsidR="009F0A5C" w:rsidRPr="00AF0104" w:rsidRDefault="009F0A5C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AF0104">
              <w:rPr>
                <w:rFonts w:cs="Times New Roman"/>
                <w:color w:val="FFFF00"/>
                <w:sz w:val="20"/>
              </w:rPr>
              <w:t>50</w:t>
            </w:r>
          </w:p>
        </w:tc>
        <w:tc>
          <w:tcPr>
            <w:tcW w:w="0" w:type="auto"/>
          </w:tcPr>
          <w:p w:rsidR="009F0A5C" w:rsidRPr="00AF0104" w:rsidRDefault="009F0A5C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AF0104">
              <w:rPr>
                <w:rFonts w:cs="Times New Roman"/>
                <w:color w:val="FFFF00"/>
                <w:sz w:val="20"/>
              </w:rPr>
              <w:t xml:space="preserve"> B</w:t>
            </w:r>
          </w:p>
        </w:tc>
        <w:tc>
          <w:tcPr>
            <w:tcW w:w="0" w:type="auto"/>
          </w:tcPr>
          <w:p w:rsidR="009F0A5C" w:rsidRPr="009F0A5C" w:rsidRDefault="009F0A5C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000000" w:themeColor="text1"/>
                <w:sz w:val="20"/>
              </w:rPr>
            </w:pPr>
            <w:r w:rsidRPr="009F0A5C">
              <w:rPr>
                <w:rFonts w:cs="Times New Roman"/>
                <w:color w:val="FFFF00"/>
                <w:sz w:val="20"/>
              </w:rPr>
              <w:t>.50</w:t>
            </w:r>
          </w:p>
        </w:tc>
        <w:tc>
          <w:tcPr>
            <w:tcW w:w="0" w:type="auto"/>
          </w:tcPr>
          <w:p w:rsidR="009F0A5C" w:rsidRPr="001254D1" w:rsidRDefault="009F0A5C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</w:t>
            </w:r>
            <w:r w:rsidRPr="009F0A5C">
              <w:rPr>
                <w:rFonts w:cs="Times New Roman"/>
                <w:b/>
                <w:color w:val="000000" w:themeColor="text1"/>
                <w:sz w:val="20"/>
              </w:rPr>
              <w:t>11</w:t>
            </w:r>
          </w:p>
        </w:tc>
        <w:tc>
          <w:tcPr>
            <w:tcW w:w="0" w:type="auto"/>
          </w:tcPr>
          <w:p w:rsidR="009F0A5C" w:rsidRPr="001254D1" w:rsidRDefault="009F0A5C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.A</w:t>
            </w:r>
          </w:p>
        </w:tc>
        <w:tc>
          <w:tcPr>
            <w:tcW w:w="0" w:type="auto"/>
          </w:tcPr>
          <w:p w:rsidR="009F0A5C" w:rsidRPr="001254D1" w:rsidRDefault="009F0A5C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.1</w:t>
            </w:r>
          </w:p>
        </w:tc>
        <w:tc>
          <w:tcPr>
            <w:tcW w:w="0" w:type="auto"/>
          </w:tcPr>
          <w:p w:rsidR="009F0A5C" w:rsidRPr="001254D1" w:rsidRDefault="009F0A5C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.V</w:t>
            </w:r>
          </w:p>
        </w:tc>
      </w:tr>
    </w:tbl>
    <w:p w:rsidR="009F0A5C" w:rsidRPr="00296D21" w:rsidRDefault="009F0A5C" w:rsidP="009F0A5C">
      <w:pPr>
        <w:widowControl/>
        <w:autoSpaceDE/>
        <w:autoSpaceDN/>
        <w:adjustRightInd/>
        <w:spacing w:line="0" w:lineRule="atLeast"/>
        <w:rPr>
          <w:rFonts w:cs="Times New Roman"/>
          <w:color w:val="222222"/>
        </w:rPr>
      </w:pPr>
      <w:r w:rsidRPr="00296D21">
        <w:rPr>
          <w:rFonts w:cs="Times New Roman"/>
          <w:color w:val="222222"/>
        </w:rPr>
        <w:t>Plovákový  spínač:</w:t>
      </w:r>
    </w:p>
    <w:p w:rsidR="00687D29" w:rsidRPr="00296D21" w:rsidRDefault="009F0A5C" w:rsidP="00B11AD2">
      <w:pPr>
        <w:widowControl/>
        <w:autoSpaceDE/>
        <w:autoSpaceDN/>
        <w:adjustRightInd/>
        <w:spacing w:line="0" w:lineRule="atLeast"/>
        <w:rPr>
          <w:rFonts w:cs="Times New Roman"/>
          <w:color w:val="222222"/>
          <w:sz w:val="22"/>
          <w:szCs w:val="22"/>
        </w:rPr>
      </w:pPr>
      <w:r w:rsidRPr="00296D21">
        <w:rPr>
          <w:rFonts w:cs="Times New Roman"/>
          <w:color w:val="222222"/>
        </w:rPr>
        <w:t>A = automatický provoz (s plovákovým spínačem)</w:t>
      </w:r>
      <w:r w:rsidRPr="00296D21">
        <w:rPr>
          <w:rFonts w:cs="Times New Roman"/>
          <w:color w:val="222222"/>
        </w:rPr>
        <w:br/>
        <w:t>= manuální provoz (bez plovákového spínače)</w:t>
      </w:r>
    </w:p>
    <w:tbl>
      <w:tblPr>
        <w:tblStyle w:val="Mkatabulky"/>
        <w:tblW w:w="0" w:type="auto"/>
        <w:tblInd w:w="4846" w:type="dxa"/>
        <w:tblLook w:val="04A0" w:firstRow="1" w:lastRow="0" w:firstColumn="1" w:lastColumn="0" w:noHBand="0" w:noVBand="1"/>
      </w:tblPr>
      <w:tblGrid>
        <w:gridCol w:w="472"/>
        <w:gridCol w:w="416"/>
        <w:gridCol w:w="400"/>
        <w:gridCol w:w="466"/>
        <w:gridCol w:w="466"/>
        <w:gridCol w:w="411"/>
        <w:gridCol w:w="366"/>
        <w:gridCol w:w="411"/>
      </w:tblGrid>
      <w:tr w:rsidR="00B11AD2" w:rsidTr="00296D21">
        <w:trPr>
          <w:trHeight w:val="353"/>
        </w:trPr>
        <w:tc>
          <w:tcPr>
            <w:tcW w:w="0" w:type="auto"/>
          </w:tcPr>
          <w:p w:rsidR="00B11AD2" w:rsidRPr="001254D1" w:rsidRDefault="00B11AD2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lastRenderedPageBreak/>
              <w:t>AP</w:t>
            </w:r>
          </w:p>
        </w:tc>
        <w:tc>
          <w:tcPr>
            <w:tcW w:w="0" w:type="auto"/>
          </w:tcPr>
          <w:p w:rsidR="00B11AD2" w:rsidRPr="00AF0104" w:rsidRDefault="00B11AD2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AF0104">
              <w:rPr>
                <w:rFonts w:cs="Times New Roman"/>
                <w:color w:val="FFFF00"/>
                <w:sz w:val="20"/>
              </w:rPr>
              <w:t>50</w:t>
            </w:r>
          </w:p>
        </w:tc>
        <w:tc>
          <w:tcPr>
            <w:tcW w:w="0" w:type="auto"/>
          </w:tcPr>
          <w:p w:rsidR="00B11AD2" w:rsidRPr="00AF0104" w:rsidRDefault="00B11AD2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AF0104">
              <w:rPr>
                <w:rFonts w:cs="Times New Roman"/>
                <w:color w:val="FFFF00"/>
                <w:sz w:val="20"/>
              </w:rPr>
              <w:t xml:space="preserve"> B</w:t>
            </w:r>
          </w:p>
        </w:tc>
        <w:tc>
          <w:tcPr>
            <w:tcW w:w="0" w:type="auto"/>
          </w:tcPr>
          <w:p w:rsidR="00B11AD2" w:rsidRPr="009F0A5C" w:rsidRDefault="00B11AD2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000000" w:themeColor="text1"/>
                <w:sz w:val="20"/>
              </w:rPr>
            </w:pPr>
            <w:r w:rsidRPr="009F0A5C">
              <w:rPr>
                <w:rFonts w:cs="Times New Roman"/>
                <w:color w:val="FFFF00"/>
                <w:sz w:val="20"/>
              </w:rPr>
              <w:t>.50</w:t>
            </w:r>
          </w:p>
        </w:tc>
        <w:tc>
          <w:tcPr>
            <w:tcW w:w="0" w:type="auto"/>
          </w:tcPr>
          <w:p w:rsidR="00B11AD2" w:rsidRPr="001254D1" w:rsidRDefault="00B11AD2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</w:t>
            </w:r>
            <w:r w:rsidRPr="00B11AD2">
              <w:rPr>
                <w:rFonts w:cs="Times New Roman"/>
                <w:b/>
                <w:color w:val="FFFF00"/>
                <w:sz w:val="20"/>
              </w:rPr>
              <w:t>11</w:t>
            </w:r>
          </w:p>
        </w:tc>
        <w:tc>
          <w:tcPr>
            <w:tcW w:w="0" w:type="auto"/>
          </w:tcPr>
          <w:p w:rsidR="00B11AD2" w:rsidRPr="00B11AD2" w:rsidRDefault="00B11AD2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sz w:val="20"/>
              </w:rPr>
            </w:pPr>
            <w:r w:rsidRPr="00B11AD2">
              <w:rPr>
                <w:rFonts w:cs="Times New Roman"/>
                <w:b/>
                <w:sz w:val="20"/>
              </w:rPr>
              <w:t>.A</w:t>
            </w:r>
          </w:p>
        </w:tc>
        <w:tc>
          <w:tcPr>
            <w:tcW w:w="0" w:type="auto"/>
          </w:tcPr>
          <w:p w:rsidR="00B11AD2" w:rsidRPr="001254D1" w:rsidRDefault="00B11AD2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.1</w:t>
            </w:r>
          </w:p>
        </w:tc>
        <w:tc>
          <w:tcPr>
            <w:tcW w:w="0" w:type="auto"/>
          </w:tcPr>
          <w:p w:rsidR="00B11AD2" w:rsidRPr="001254D1" w:rsidRDefault="00B11AD2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.V</w:t>
            </w:r>
          </w:p>
        </w:tc>
      </w:tr>
    </w:tbl>
    <w:p w:rsidR="00687D29" w:rsidRPr="00296D21" w:rsidRDefault="00B11AD2" w:rsidP="00B11AD2">
      <w:pPr>
        <w:widowControl/>
        <w:autoSpaceDE/>
        <w:autoSpaceDN/>
        <w:adjustRightInd/>
        <w:spacing w:line="0" w:lineRule="atLeast"/>
        <w:rPr>
          <w:rFonts w:cs="Times New Roman"/>
          <w:color w:val="222222"/>
          <w:sz w:val="22"/>
          <w:szCs w:val="22"/>
        </w:rPr>
      </w:pPr>
      <w:r w:rsidRPr="00296D21">
        <w:rPr>
          <w:rStyle w:val="shorttext"/>
          <w:rFonts w:cs="Times New Roman"/>
          <w:color w:val="222222"/>
        </w:rPr>
        <w:t>Napájecí napětí:</w:t>
      </w:r>
      <w:r w:rsidRPr="00296D21">
        <w:rPr>
          <w:rFonts w:cs="Times New Roman"/>
          <w:color w:val="222222"/>
        </w:rPr>
        <w:br/>
      </w:r>
      <w:r w:rsidRPr="00296D21">
        <w:rPr>
          <w:rStyle w:val="shorttext"/>
          <w:rFonts w:cs="Times New Roman"/>
          <w:color w:val="222222"/>
        </w:rPr>
        <w:t>1 = jednofázové, 3 = třífázové</w:t>
      </w:r>
    </w:p>
    <w:tbl>
      <w:tblPr>
        <w:tblStyle w:val="Mkatabulky"/>
        <w:tblW w:w="0" w:type="auto"/>
        <w:tblInd w:w="4846" w:type="dxa"/>
        <w:tblLook w:val="04A0" w:firstRow="1" w:lastRow="0" w:firstColumn="1" w:lastColumn="0" w:noHBand="0" w:noVBand="1"/>
      </w:tblPr>
      <w:tblGrid>
        <w:gridCol w:w="472"/>
        <w:gridCol w:w="416"/>
        <w:gridCol w:w="400"/>
        <w:gridCol w:w="466"/>
        <w:gridCol w:w="466"/>
        <w:gridCol w:w="411"/>
        <w:gridCol w:w="366"/>
        <w:gridCol w:w="411"/>
      </w:tblGrid>
      <w:tr w:rsidR="00B11AD2" w:rsidTr="00296D21">
        <w:trPr>
          <w:trHeight w:val="353"/>
        </w:trPr>
        <w:tc>
          <w:tcPr>
            <w:tcW w:w="0" w:type="auto"/>
          </w:tcPr>
          <w:p w:rsidR="00B11AD2" w:rsidRPr="001254D1" w:rsidRDefault="00B11AD2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AP</w:t>
            </w:r>
          </w:p>
        </w:tc>
        <w:tc>
          <w:tcPr>
            <w:tcW w:w="0" w:type="auto"/>
          </w:tcPr>
          <w:p w:rsidR="00B11AD2" w:rsidRPr="00AF0104" w:rsidRDefault="00B11AD2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AF0104">
              <w:rPr>
                <w:rFonts w:cs="Times New Roman"/>
                <w:color w:val="FFFF00"/>
                <w:sz w:val="20"/>
              </w:rPr>
              <w:t>50</w:t>
            </w:r>
          </w:p>
        </w:tc>
        <w:tc>
          <w:tcPr>
            <w:tcW w:w="0" w:type="auto"/>
          </w:tcPr>
          <w:p w:rsidR="00B11AD2" w:rsidRPr="00AF0104" w:rsidRDefault="00B11AD2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AF0104">
              <w:rPr>
                <w:rFonts w:cs="Times New Roman"/>
                <w:color w:val="FFFF00"/>
                <w:sz w:val="20"/>
              </w:rPr>
              <w:t xml:space="preserve"> B</w:t>
            </w:r>
          </w:p>
        </w:tc>
        <w:tc>
          <w:tcPr>
            <w:tcW w:w="0" w:type="auto"/>
          </w:tcPr>
          <w:p w:rsidR="00B11AD2" w:rsidRPr="009F0A5C" w:rsidRDefault="00B11AD2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000000" w:themeColor="text1"/>
                <w:sz w:val="20"/>
              </w:rPr>
            </w:pPr>
            <w:r w:rsidRPr="009F0A5C">
              <w:rPr>
                <w:rFonts w:cs="Times New Roman"/>
                <w:color w:val="FFFF00"/>
                <w:sz w:val="20"/>
              </w:rPr>
              <w:t>.50</w:t>
            </w:r>
          </w:p>
        </w:tc>
        <w:tc>
          <w:tcPr>
            <w:tcW w:w="0" w:type="auto"/>
          </w:tcPr>
          <w:p w:rsidR="00B11AD2" w:rsidRPr="001254D1" w:rsidRDefault="00B11AD2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</w:t>
            </w:r>
            <w:r w:rsidRPr="00B11AD2">
              <w:rPr>
                <w:rFonts w:cs="Times New Roman"/>
                <w:b/>
                <w:color w:val="FFFF00"/>
                <w:sz w:val="20"/>
              </w:rPr>
              <w:t>11</w:t>
            </w:r>
          </w:p>
        </w:tc>
        <w:tc>
          <w:tcPr>
            <w:tcW w:w="0" w:type="auto"/>
          </w:tcPr>
          <w:p w:rsidR="00B11AD2" w:rsidRPr="00B11AD2" w:rsidRDefault="00B11AD2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sz w:val="20"/>
              </w:rPr>
            </w:pPr>
            <w:r w:rsidRPr="00522BA1">
              <w:rPr>
                <w:rFonts w:cs="Times New Roman"/>
                <w:b/>
                <w:color w:val="FFFF00"/>
                <w:sz w:val="20"/>
              </w:rPr>
              <w:t>.A</w:t>
            </w:r>
          </w:p>
        </w:tc>
        <w:tc>
          <w:tcPr>
            <w:tcW w:w="0" w:type="auto"/>
          </w:tcPr>
          <w:p w:rsidR="00B11AD2" w:rsidRPr="001254D1" w:rsidRDefault="00B11AD2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</w:t>
            </w:r>
            <w:r w:rsidRPr="00522BA1">
              <w:rPr>
                <w:rFonts w:cs="Times New Roman"/>
                <w:b/>
                <w:sz w:val="20"/>
              </w:rPr>
              <w:t>1</w:t>
            </w:r>
          </w:p>
        </w:tc>
        <w:tc>
          <w:tcPr>
            <w:tcW w:w="0" w:type="auto"/>
          </w:tcPr>
          <w:p w:rsidR="00B11AD2" w:rsidRPr="001254D1" w:rsidRDefault="00B11AD2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.V</w:t>
            </w:r>
          </w:p>
        </w:tc>
      </w:tr>
    </w:tbl>
    <w:p w:rsidR="00687D29" w:rsidRPr="00296D21" w:rsidRDefault="00117CFC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296D21">
        <w:rPr>
          <w:rStyle w:val="shorttext"/>
          <w:rFonts w:cs="Times New Roman"/>
          <w:color w:val="222222"/>
        </w:rPr>
        <w:t>V = Vortexové oběžné kolo</w:t>
      </w:r>
    </w:p>
    <w:tbl>
      <w:tblPr>
        <w:tblStyle w:val="Mkatabulky"/>
        <w:tblW w:w="0" w:type="auto"/>
        <w:tblInd w:w="4846" w:type="dxa"/>
        <w:tblLook w:val="04A0" w:firstRow="1" w:lastRow="0" w:firstColumn="1" w:lastColumn="0" w:noHBand="0" w:noVBand="1"/>
      </w:tblPr>
      <w:tblGrid>
        <w:gridCol w:w="472"/>
        <w:gridCol w:w="416"/>
        <w:gridCol w:w="400"/>
        <w:gridCol w:w="466"/>
        <w:gridCol w:w="466"/>
        <w:gridCol w:w="411"/>
        <w:gridCol w:w="366"/>
        <w:gridCol w:w="411"/>
      </w:tblGrid>
      <w:tr w:rsidR="00117CFC" w:rsidTr="00296D21">
        <w:trPr>
          <w:trHeight w:val="353"/>
        </w:trPr>
        <w:tc>
          <w:tcPr>
            <w:tcW w:w="0" w:type="auto"/>
          </w:tcPr>
          <w:p w:rsidR="00117CFC" w:rsidRPr="001254D1" w:rsidRDefault="00117CFC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AP</w:t>
            </w:r>
          </w:p>
        </w:tc>
        <w:tc>
          <w:tcPr>
            <w:tcW w:w="0" w:type="auto"/>
          </w:tcPr>
          <w:p w:rsidR="00117CFC" w:rsidRPr="00AF0104" w:rsidRDefault="00117CFC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AF0104">
              <w:rPr>
                <w:rFonts w:cs="Times New Roman"/>
                <w:color w:val="FFFF00"/>
                <w:sz w:val="20"/>
              </w:rPr>
              <w:t>50</w:t>
            </w:r>
          </w:p>
        </w:tc>
        <w:tc>
          <w:tcPr>
            <w:tcW w:w="0" w:type="auto"/>
          </w:tcPr>
          <w:p w:rsidR="00117CFC" w:rsidRPr="00AF0104" w:rsidRDefault="00117CFC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AF0104">
              <w:rPr>
                <w:rFonts w:cs="Times New Roman"/>
                <w:color w:val="FFFF00"/>
                <w:sz w:val="20"/>
              </w:rPr>
              <w:t xml:space="preserve"> B</w:t>
            </w:r>
          </w:p>
        </w:tc>
        <w:tc>
          <w:tcPr>
            <w:tcW w:w="0" w:type="auto"/>
          </w:tcPr>
          <w:p w:rsidR="00117CFC" w:rsidRPr="009F0A5C" w:rsidRDefault="00117CFC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000000" w:themeColor="text1"/>
                <w:sz w:val="20"/>
              </w:rPr>
            </w:pPr>
            <w:r w:rsidRPr="009F0A5C">
              <w:rPr>
                <w:rFonts w:cs="Times New Roman"/>
                <w:color w:val="FFFF00"/>
                <w:sz w:val="20"/>
              </w:rPr>
              <w:t>.50</w:t>
            </w:r>
          </w:p>
        </w:tc>
        <w:tc>
          <w:tcPr>
            <w:tcW w:w="0" w:type="auto"/>
          </w:tcPr>
          <w:p w:rsidR="00117CFC" w:rsidRPr="001254D1" w:rsidRDefault="00117CFC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</w:t>
            </w:r>
            <w:r w:rsidRPr="00B11AD2">
              <w:rPr>
                <w:rFonts w:cs="Times New Roman"/>
                <w:b/>
                <w:color w:val="FFFF00"/>
                <w:sz w:val="20"/>
              </w:rPr>
              <w:t>11</w:t>
            </w:r>
          </w:p>
        </w:tc>
        <w:tc>
          <w:tcPr>
            <w:tcW w:w="0" w:type="auto"/>
          </w:tcPr>
          <w:p w:rsidR="00117CFC" w:rsidRPr="00B11AD2" w:rsidRDefault="00117CFC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sz w:val="20"/>
              </w:rPr>
            </w:pPr>
            <w:r w:rsidRPr="00522BA1">
              <w:rPr>
                <w:rFonts w:cs="Times New Roman"/>
                <w:b/>
                <w:color w:val="FFFF00"/>
                <w:sz w:val="20"/>
              </w:rPr>
              <w:t>.A</w:t>
            </w:r>
          </w:p>
        </w:tc>
        <w:tc>
          <w:tcPr>
            <w:tcW w:w="0" w:type="auto"/>
          </w:tcPr>
          <w:p w:rsidR="00117CFC" w:rsidRPr="001254D1" w:rsidRDefault="00117CFC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17CFC">
              <w:rPr>
                <w:rFonts w:cs="Times New Roman"/>
                <w:color w:val="FFFF00"/>
                <w:sz w:val="20"/>
              </w:rPr>
              <w:t>.</w:t>
            </w:r>
            <w:r w:rsidRPr="00117CFC">
              <w:rPr>
                <w:rFonts w:cs="Times New Roman"/>
                <w:b/>
                <w:color w:val="FFFF00"/>
                <w:sz w:val="20"/>
              </w:rPr>
              <w:t>1</w:t>
            </w:r>
          </w:p>
        </w:tc>
        <w:tc>
          <w:tcPr>
            <w:tcW w:w="0" w:type="auto"/>
          </w:tcPr>
          <w:p w:rsidR="00117CFC" w:rsidRPr="001254D1" w:rsidRDefault="00117CFC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</w:t>
            </w:r>
            <w:r w:rsidRPr="00117CFC">
              <w:rPr>
                <w:rFonts w:cs="Times New Roman"/>
                <w:b/>
                <w:sz w:val="20"/>
              </w:rPr>
              <w:t>V</w:t>
            </w:r>
          </w:p>
        </w:tc>
      </w:tr>
    </w:tbl>
    <w:p w:rsidR="00B11AD2" w:rsidRDefault="00B11AD2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B11AD2" w:rsidRDefault="00B11AD2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F225C5" w:rsidRPr="00A9312E" w:rsidRDefault="00F225C5" w:rsidP="00F225C5">
      <w:pPr>
        <w:widowControl/>
        <w:autoSpaceDE/>
        <w:autoSpaceDN/>
        <w:adjustRightInd/>
        <w:spacing w:before="120" w:after="120" w:line="240" w:lineRule="atLeast"/>
        <w:jc w:val="both"/>
        <w:rPr>
          <w:rFonts w:cs="Times New Roman"/>
          <w:color w:val="222222"/>
          <w:sz w:val="28"/>
          <w:szCs w:val="28"/>
        </w:rPr>
      </w:pPr>
      <w:r w:rsidRPr="00A9312E">
        <w:rPr>
          <w:rFonts w:cs="Times New Roman"/>
          <w:b/>
          <w:color w:val="222222"/>
          <w:sz w:val="28"/>
          <w:szCs w:val="28"/>
        </w:rPr>
        <w:t xml:space="preserve">TYPOVÝ KÓD ČERPADLA </w:t>
      </w:r>
      <w:r w:rsidRPr="001025EF">
        <w:rPr>
          <w:rFonts w:cs="Times New Roman"/>
          <w:b/>
          <w:color w:val="222222"/>
          <w:sz w:val="28"/>
          <w:szCs w:val="28"/>
        </w:rPr>
        <w:t>„</w:t>
      </w:r>
      <w:r>
        <w:rPr>
          <w:rFonts w:cs="Times New Roman"/>
          <w:b/>
          <w:color w:val="222222"/>
          <w:sz w:val="28"/>
          <w:szCs w:val="28"/>
        </w:rPr>
        <w:t>KSB KRT</w:t>
      </w:r>
      <w:r w:rsidRPr="001025EF">
        <w:rPr>
          <w:rFonts w:cs="Times New Roman"/>
          <w:b/>
          <w:color w:val="222222"/>
          <w:sz w:val="28"/>
          <w:szCs w:val="28"/>
        </w:rPr>
        <w:t>“</w:t>
      </w:r>
    </w:p>
    <w:tbl>
      <w:tblPr>
        <w:tblStyle w:val="Mkatabulky"/>
        <w:tblW w:w="0" w:type="auto"/>
        <w:tblInd w:w="4846" w:type="dxa"/>
        <w:tblLook w:val="04A0" w:firstRow="1" w:lastRow="0" w:firstColumn="1" w:lastColumn="0" w:noHBand="0" w:noVBand="1"/>
      </w:tblPr>
      <w:tblGrid>
        <w:gridCol w:w="1056"/>
        <w:gridCol w:w="328"/>
        <w:gridCol w:w="933"/>
        <w:gridCol w:w="316"/>
        <w:gridCol w:w="316"/>
        <w:gridCol w:w="361"/>
        <w:gridCol w:w="361"/>
        <w:gridCol w:w="328"/>
      </w:tblGrid>
      <w:tr w:rsidR="00F225C5" w:rsidTr="00296D21">
        <w:trPr>
          <w:trHeight w:val="353"/>
        </w:trPr>
        <w:tc>
          <w:tcPr>
            <w:tcW w:w="0" w:type="auto"/>
          </w:tcPr>
          <w:p w:rsidR="00F225C5" w:rsidRPr="00E637F0" w:rsidRDefault="00F225C5" w:rsidP="00F225C5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KSB KRT</w:t>
            </w:r>
          </w:p>
        </w:tc>
        <w:tc>
          <w:tcPr>
            <w:tcW w:w="0" w:type="auto"/>
          </w:tcPr>
          <w:p w:rsidR="00F225C5" w:rsidRPr="00E637F0" w:rsidRDefault="00F225C5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F</w:t>
            </w:r>
          </w:p>
        </w:tc>
        <w:tc>
          <w:tcPr>
            <w:tcW w:w="0" w:type="auto"/>
          </w:tcPr>
          <w:p w:rsidR="00F225C5" w:rsidRPr="00E637F0" w:rsidRDefault="00F225C5" w:rsidP="00F225C5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 xml:space="preserve"> 100-200</w:t>
            </w:r>
          </w:p>
        </w:tc>
        <w:tc>
          <w:tcPr>
            <w:tcW w:w="0" w:type="auto"/>
          </w:tcPr>
          <w:p w:rsidR="00F225C5" w:rsidRPr="00E637F0" w:rsidRDefault="00F225C5" w:rsidP="00F225C5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3</w:t>
            </w:r>
          </w:p>
        </w:tc>
        <w:tc>
          <w:tcPr>
            <w:tcW w:w="0" w:type="auto"/>
          </w:tcPr>
          <w:p w:rsidR="00F225C5" w:rsidRPr="00E637F0" w:rsidRDefault="00F225C5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4</w:t>
            </w:r>
          </w:p>
        </w:tc>
        <w:tc>
          <w:tcPr>
            <w:tcW w:w="0" w:type="auto"/>
          </w:tcPr>
          <w:p w:rsidR="00F225C5" w:rsidRPr="00E637F0" w:rsidRDefault="00F225C5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X</w:t>
            </w:r>
          </w:p>
        </w:tc>
        <w:tc>
          <w:tcPr>
            <w:tcW w:w="0" w:type="auto"/>
          </w:tcPr>
          <w:p w:rsidR="00F225C5" w:rsidRPr="00E637F0" w:rsidRDefault="00F225C5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G</w:t>
            </w:r>
          </w:p>
        </w:tc>
        <w:tc>
          <w:tcPr>
            <w:tcW w:w="0" w:type="auto"/>
          </w:tcPr>
          <w:p w:rsidR="00F225C5" w:rsidRPr="00E637F0" w:rsidRDefault="00F225C5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S</w:t>
            </w:r>
          </w:p>
        </w:tc>
      </w:tr>
    </w:tbl>
    <w:p w:rsidR="00B11AD2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noProof/>
          <w:color w:val="222222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852170</wp:posOffset>
                </wp:positionH>
                <wp:positionV relativeFrom="paragraph">
                  <wp:posOffset>86360</wp:posOffset>
                </wp:positionV>
                <wp:extent cx="4869180" cy="3870960"/>
                <wp:effectExtent l="0" t="0" r="635" b="0"/>
                <wp:wrapSquare wrapText="bothSides"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9180" cy="3870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4AF6" w:rsidRDefault="00144AF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678680" cy="3657600"/>
                                  <wp:effectExtent l="0" t="0" r="7620" b="0"/>
                                  <wp:docPr id="3" name="Obrázek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78680" cy="3657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67.1pt;margin-top:6.8pt;width:383.4pt;height:30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" fillcolor="white [3201]" stroked="f" strokeweight=".5pt">
                <v:textbox style="mso-fit-shape-to-text:t">
                  <w:txbxContent>
                    <w:p w:rsidR="00144AF6" w:rsidRDefault="00144AF6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678680" cy="3657600"/>
                            <wp:effectExtent l="0" t="0" r="7620" b="0"/>
                            <wp:docPr id="3" name="Obrázek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78680" cy="3657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225C5" w:rsidRDefault="00F225C5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F225C5" w:rsidRDefault="00F225C5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F225C5" w:rsidRDefault="00F225C5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F225C5" w:rsidRDefault="00F225C5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F225C5" w:rsidRDefault="00F225C5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F225C5" w:rsidRDefault="00F225C5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F225C5" w:rsidRDefault="00F225C5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F225C5" w:rsidRDefault="00F225C5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F225C5" w:rsidRDefault="00F225C5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F225C5" w:rsidRDefault="00F225C5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F225C5" w:rsidRDefault="00F225C5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F225C5" w:rsidRDefault="00F225C5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F225C5" w:rsidRDefault="00F225C5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F225C5" w:rsidRDefault="00F225C5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F225C5" w:rsidRDefault="00F225C5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F225C5" w:rsidRDefault="00F225C5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B11AD2" w:rsidRDefault="00B11AD2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687D29" w:rsidRDefault="00687D29" w:rsidP="00687D29">
      <w:pPr>
        <w:widowControl/>
        <w:autoSpaceDE/>
        <w:autoSpaceDN/>
        <w:adjustRightInd/>
        <w:spacing w:line="0" w:lineRule="atLeast"/>
        <w:ind w:firstLine="720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687D29">
      <w:pPr>
        <w:widowControl/>
        <w:autoSpaceDE/>
        <w:autoSpaceDN/>
        <w:adjustRightInd/>
        <w:spacing w:line="0" w:lineRule="atLeast"/>
        <w:ind w:firstLine="720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687D29">
      <w:pPr>
        <w:widowControl/>
        <w:autoSpaceDE/>
        <w:autoSpaceDN/>
        <w:adjustRightInd/>
        <w:spacing w:line="0" w:lineRule="atLeast"/>
        <w:ind w:firstLine="720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687D29">
      <w:pPr>
        <w:widowControl/>
        <w:autoSpaceDE/>
        <w:autoSpaceDN/>
        <w:adjustRightInd/>
        <w:spacing w:line="0" w:lineRule="atLeast"/>
        <w:ind w:firstLine="720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687D29">
      <w:pPr>
        <w:widowControl/>
        <w:autoSpaceDE/>
        <w:autoSpaceDN/>
        <w:adjustRightInd/>
        <w:spacing w:line="0" w:lineRule="atLeast"/>
        <w:ind w:firstLine="720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687D29">
      <w:pPr>
        <w:widowControl/>
        <w:autoSpaceDE/>
        <w:autoSpaceDN/>
        <w:adjustRightInd/>
        <w:spacing w:line="0" w:lineRule="atLeast"/>
        <w:ind w:firstLine="720"/>
        <w:jc w:val="both"/>
        <w:rPr>
          <w:rFonts w:cs="Times New Roman"/>
          <w:color w:val="222222"/>
          <w:sz w:val="22"/>
          <w:szCs w:val="22"/>
        </w:rPr>
      </w:pPr>
    </w:p>
    <w:p w:rsidR="00D05EBA" w:rsidRDefault="00D05EBA" w:rsidP="00687D29">
      <w:pPr>
        <w:widowControl/>
        <w:autoSpaceDE/>
        <w:autoSpaceDN/>
        <w:adjustRightInd/>
        <w:spacing w:line="0" w:lineRule="atLeast"/>
        <w:ind w:firstLine="720"/>
        <w:jc w:val="both"/>
        <w:rPr>
          <w:rFonts w:cs="Times New Roman"/>
          <w:color w:val="222222"/>
          <w:sz w:val="22"/>
          <w:szCs w:val="22"/>
        </w:rPr>
      </w:pPr>
    </w:p>
    <w:p w:rsidR="0015020B" w:rsidRPr="00A9312E" w:rsidRDefault="0015020B" w:rsidP="0015020B">
      <w:pPr>
        <w:widowControl/>
        <w:autoSpaceDE/>
        <w:autoSpaceDN/>
        <w:adjustRightInd/>
        <w:spacing w:before="120" w:after="120" w:line="240" w:lineRule="atLeast"/>
        <w:jc w:val="both"/>
        <w:rPr>
          <w:rFonts w:cs="Times New Roman"/>
          <w:color w:val="222222"/>
          <w:sz w:val="28"/>
          <w:szCs w:val="28"/>
        </w:rPr>
      </w:pPr>
      <w:r w:rsidRPr="00A9312E">
        <w:rPr>
          <w:rFonts w:cs="Times New Roman"/>
          <w:b/>
          <w:color w:val="222222"/>
          <w:sz w:val="28"/>
          <w:szCs w:val="28"/>
        </w:rPr>
        <w:t xml:space="preserve">TYPOVÝ KÓD ČERPADLA </w:t>
      </w:r>
      <w:r w:rsidRPr="001025EF">
        <w:rPr>
          <w:rFonts w:cs="Times New Roman"/>
          <w:b/>
          <w:color w:val="222222"/>
          <w:sz w:val="28"/>
          <w:szCs w:val="28"/>
        </w:rPr>
        <w:t>„</w:t>
      </w:r>
      <w:r w:rsidR="00144AF6">
        <w:rPr>
          <w:rFonts w:cs="Times New Roman"/>
          <w:b/>
          <w:color w:val="222222"/>
          <w:sz w:val="28"/>
          <w:szCs w:val="28"/>
        </w:rPr>
        <w:t>HCP Pump</w:t>
      </w:r>
      <w:r w:rsidRPr="001025EF">
        <w:rPr>
          <w:rFonts w:cs="Times New Roman"/>
          <w:b/>
          <w:color w:val="222222"/>
          <w:sz w:val="28"/>
          <w:szCs w:val="28"/>
        </w:rPr>
        <w:t>“</w:t>
      </w:r>
    </w:p>
    <w:tbl>
      <w:tblPr>
        <w:tblStyle w:val="Mkatabulky"/>
        <w:tblW w:w="0" w:type="auto"/>
        <w:tblInd w:w="4846" w:type="dxa"/>
        <w:tblLook w:val="04A0" w:firstRow="1" w:lastRow="0" w:firstColumn="1" w:lastColumn="0" w:noHBand="0" w:noVBand="1"/>
      </w:tblPr>
      <w:tblGrid>
        <w:gridCol w:w="1122"/>
        <w:gridCol w:w="483"/>
        <w:gridCol w:w="416"/>
        <w:gridCol w:w="361"/>
      </w:tblGrid>
      <w:tr w:rsidR="004F47F8" w:rsidTr="00296D21">
        <w:trPr>
          <w:trHeight w:val="353"/>
        </w:trPr>
        <w:tc>
          <w:tcPr>
            <w:tcW w:w="0" w:type="auto"/>
          </w:tcPr>
          <w:p w:rsidR="004F47F8" w:rsidRPr="00E637F0" w:rsidRDefault="004F47F8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HCP Pump</w:t>
            </w:r>
          </w:p>
        </w:tc>
        <w:tc>
          <w:tcPr>
            <w:tcW w:w="0" w:type="auto"/>
          </w:tcPr>
          <w:p w:rsidR="004F47F8" w:rsidRPr="00E637F0" w:rsidRDefault="004F47F8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AL</w:t>
            </w:r>
          </w:p>
        </w:tc>
        <w:tc>
          <w:tcPr>
            <w:tcW w:w="0" w:type="auto"/>
          </w:tcPr>
          <w:p w:rsidR="004F47F8" w:rsidRPr="00E637F0" w:rsidRDefault="004F47F8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05</w:t>
            </w:r>
          </w:p>
        </w:tc>
        <w:tc>
          <w:tcPr>
            <w:tcW w:w="0" w:type="auto"/>
          </w:tcPr>
          <w:p w:rsidR="004F47F8" w:rsidRPr="00E637F0" w:rsidRDefault="004F47F8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N</w:t>
            </w:r>
          </w:p>
        </w:tc>
      </w:tr>
    </w:tbl>
    <w:p w:rsidR="0015020B" w:rsidRDefault="0015020B" w:rsidP="0015020B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tbl>
      <w:tblPr>
        <w:tblStyle w:val="Mkatabulky"/>
        <w:tblW w:w="0" w:type="auto"/>
        <w:tblInd w:w="3369" w:type="dxa"/>
        <w:tblLook w:val="04A0" w:firstRow="1" w:lastRow="0" w:firstColumn="1" w:lastColumn="0" w:noHBand="0" w:noVBand="1"/>
      </w:tblPr>
      <w:tblGrid>
        <w:gridCol w:w="1526"/>
        <w:gridCol w:w="4286"/>
      </w:tblGrid>
      <w:tr w:rsidR="00A14A5C" w:rsidTr="00D05EBA">
        <w:tc>
          <w:tcPr>
            <w:tcW w:w="1526" w:type="dxa"/>
          </w:tcPr>
          <w:p w:rsidR="00A14A5C" w:rsidRDefault="004F47F8" w:rsidP="00687D29">
            <w:pPr>
              <w:widowControl/>
              <w:autoSpaceDE/>
              <w:autoSpaceDN/>
              <w:adjustRightInd/>
              <w:spacing w:line="0" w:lineRule="atLeast"/>
              <w:jc w:val="both"/>
              <w:rPr>
                <w:rFonts w:cs="Times New Roman"/>
                <w:color w:val="222222"/>
                <w:sz w:val="22"/>
                <w:szCs w:val="22"/>
              </w:rPr>
            </w:pPr>
            <w:r>
              <w:rPr>
                <w:rFonts w:cs="Times New Roman"/>
                <w:color w:val="222222"/>
                <w:sz w:val="20"/>
              </w:rPr>
              <w:t>HCP Pump</w:t>
            </w:r>
          </w:p>
        </w:tc>
        <w:tc>
          <w:tcPr>
            <w:tcW w:w="4286" w:type="dxa"/>
          </w:tcPr>
          <w:p w:rsidR="00A14A5C" w:rsidRDefault="00A17735" w:rsidP="00687D29">
            <w:pPr>
              <w:widowControl/>
              <w:autoSpaceDE/>
              <w:autoSpaceDN/>
              <w:adjustRightInd/>
              <w:spacing w:line="0" w:lineRule="atLeast"/>
              <w:jc w:val="both"/>
              <w:rPr>
                <w:rFonts w:cs="Times New Roman"/>
                <w:color w:val="222222"/>
                <w:sz w:val="22"/>
                <w:szCs w:val="22"/>
              </w:rPr>
            </w:pPr>
            <w:r>
              <w:rPr>
                <w:rFonts w:cs="Times New Roman"/>
                <w:color w:val="222222"/>
                <w:sz w:val="22"/>
                <w:szCs w:val="22"/>
              </w:rPr>
              <w:t>S plovákem</w:t>
            </w:r>
          </w:p>
        </w:tc>
      </w:tr>
      <w:tr w:rsidR="00A14A5C" w:rsidTr="00D05EBA">
        <w:tc>
          <w:tcPr>
            <w:tcW w:w="1526" w:type="dxa"/>
          </w:tcPr>
          <w:p w:rsidR="00A14A5C" w:rsidRDefault="004F47F8" w:rsidP="00687D29">
            <w:pPr>
              <w:widowControl/>
              <w:autoSpaceDE/>
              <w:autoSpaceDN/>
              <w:adjustRightInd/>
              <w:spacing w:line="0" w:lineRule="atLeast"/>
              <w:jc w:val="both"/>
              <w:rPr>
                <w:rFonts w:cs="Times New Roman"/>
                <w:color w:val="222222"/>
                <w:sz w:val="22"/>
                <w:szCs w:val="22"/>
              </w:rPr>
            </w:pPr>
            <w:r>
              <w:rPr>
                <w:rFonts w:cs="Times New Roman"/>
                <w:color w:val="222222"/>
                <w:sz w:val="20"/>
              </w:rPr>
              <w:t>AL</w:t>
            </w:r>
          </w:p>
        </w:tc>
        <w:tc>
          <w:tcPr>
            <w:tcW w:w="4286" w:type="dxa"/>
          </w:tcPr>
          <w:p w:rsidR="00A14A5C" w:rsidRDefault="004F47F8" w:rsidP="004F47F8">
            <w:pPr>
              <w:widowControl/>
              <w:autoSpaceDE/>
              <w:autoSpaceDN/>
              <w:adjustRightInd/>
              <w:spacing w:line="0" w:lineRule="atLeast"/>
              <w:jc w:val="both"/>
              <w:rPr>
                <w:rFonts w:cs="Times New Roman"/>
                <w:color w:val="222222"/>
                <w:sz w:val="22"/>
                <w:szCs w:val="22"/>
              </w:rPr>
            </w:pPr>
            <w:r>
              <w:rPr>
                <w:rFonts w:cs="Times New Roman"/>
                <w:color w:val="222222"/>
                <w:sz w:val="22"/>
                <w:szCs w:val="22"/>
              </w:rPr>
              <w:t xml:space="preserve">Typová řada </w:t>
            </w:r>
          </w:p>
        </w:tc>
      </w:tr>
      <w:tr w:rsidR="00A14A5C" w:rsidTr="00D05EBA">
        <w:tc>
          <w:tcPr>
            <w:tcW w:w="1526" w:type="dxa"/>
          </w:tcPr>
          <w:p w:rsidR="00A14A5C" w:rsidRDefault="004F47F8" w:rsidP="00687D29">
            <w:pPr>
              <w:widowControl/>
              <w:autoSpaceDE/>
              <w:autoSpaceDN/>
              <w:adjustRightInd/>
              <w:spacing w:line="0" w:lineRule="atLeast"/>
              <w:jc w:val="both"/>
              <w:rPr>
                <w:rFonts w:cs="Times New Roman"/>
                <w:color w:val="222222"/>
                <w:sz w:val="22"/>
                <w:szCs w:val="22"/>
              </w:rPr>
            </w:pPr>
            <w:r>
              <w:rPr>
                <w:rFonts w:cs="Times New Roman"/>
                <w:color w:val="222222"/>
                <w:sz w:val="22"/>
                <w:szCs w:val="22"/>
              </w:rPr>
              <w:t>05</w:t>
            </w:r>
          </w:p>
        </w:tc>
        <w:tc>
          <w:tcPr>
            <w:tcW w:w="4286" w:type="dxa"/>
          </w:tcPr>
          <w:p w:rsidR="00A14A5C" w:rsidRPr="00D05EBA" w:rsidRDefault="004F47F8" w:rsidP="00687D29">
            <w:pPr>
              <w:widowControl/>
              <w:autoSpaceDE/>
              <w:autoSpaceDN/>
              <w:adjustRightInd/>
              <w:spacing w:line="0" w:lineRule="atLeast"/>
              <w:jc w:val="both"/>
              <w:rPr>
                <w:rFonts w:cs="Times New Roman"/>
                <w:color w:val="222222"/>
                <w:sz w:val="22"/>
                <w:szCs w:val="22"/>
              </w:rPr>
            </w:pPr>
            <w:r>
              <w:rPr>
                <w:rFonts w:cs="Times New Roman"/>
                <w:color w:val="222222"/>
                <w:sz w:val="22"/>
                <w:szCs w:val="22"/>
              </w:rPr>
              <w:t>Výkon HP</w:t>
            </w:r>
          </w:p>
        </w:tc>
      </w:tr>
      <w:tr w:rsidR="00A14A5C" w:rsidTr="00D05EBA">
        <w:tc>
          <w:tcPr>
            <w:tcW w:w="1526" w:type="dxa"/>
          </w:tcPr>
          <w:p w:rsidR="00A14A5C" w:rsidRDefault="004F47F8" w:rsidP="00687D29">
            <w:pPr>
              <w:widowControl/>
              <w:autoSpaceDE/>
              <w:autoSpaceDN/>
              <w:adjustRightInd/>
              <w:spacing w:line="0" w:lineRule="atLeast"/>
              <w:jc w:val="both"/>
              <w:rPr>
                <w:rFonts w:cs="Times New Roman"/>
                <w:color w:val="222222"/>
                <w:sz w:val="22"/>
                <w:szCs w:val="22"/>
              </w:rPr>
            </w:pPr>
            <w:r>
              <w:rPr>
                <w:rFonts w:cs="Times New Roman"/>
                <w:color w:val="222222"/>
                <w:sz w:val="22"/>
                <w:szCs w:val="22"/>
              </w:rPr>
              <w:t>N</w:t>
            </w:r>
          </w:p>
        </w:tc>
        <w:tc>
          <w:tcPr>
            <w:tcW w:w="4286" w:type="dxa"/>
          </w:tcPr>
          <w:p w:rsidR="00A14A5C" w:rsidRDefault="00A17735" w:rsidP="00687D29">
            <w:pPr>
              <w:widowControl/>
              <w:autoSpaceDE/>
              <w:autoSpaceDN/>
              <w:adjustRightInd/>
              <w:spacing w:line="0" w:lineRule="atLeast"/>
              <w:jc w:val="both"/>
              <w:rPr>
                <w:rFonts w:cs="Times New Roman"/>
                <w:color w:val="222222"/>
                <w:sz w:val="22"/>
                <w:szCs w:val="22"/>
              </w:rPr>
            </w:pPr>
            <w:r>
              <w:rPr>
                <w:rFonts w:cs="Times New Roman"/>
                <w:color w:val="222222"/>
                <w:sz w:val="22"/>
                <w:szCs w:val="22"/>
              </w:rPr>
              <w:t>V</w:t>
            </w:r>
            <w:r w:rsidR="004F47F8">
              <w:rPr>
                <w:rFonts w:cs="Times New Roman"/>
                <w:color w:val="222222"/>
                <w:sz w:val="22"/>
                <w:szCs w:val="22"/>
              </w:rPr>
              <w:t>arianta</w:t>
            </w:r>
          </w:p>
        </w:tc>
      </w:tr>
    </w:tbl>
    <w:p w:rsidR="0015020B" w:rsidRDefault="0015020B" w:rsidP="00687D29">
      <w:pPr>
        <w:widowControl/>
        <w:autoSpaceDE/>
        <w:autoSpaceDN/>
        <w:adjustRightInd/>
        <w:spacing w:line="0" w:lineRule="atLeast"/>
        <w:ind w:firstLine="720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687D29">
      <w:pPr>
        <w:widowControl/>
        <w:autoSpaceDE/>
        <w:autoSpaceDN/>
        <w:adjustRightInd/>
        <w:spacing w:line="0" w:lineRule="atLeast"/>
        <w:ind w:firstLine="720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687D29">
      <w:pPr>
        <w:widowControl/>
        <w:autoSpaceDE/>
        <w:autoSpaceDN/>
        <w:adjustRightInd/>
        <w:spacing w:line="0" w:lineRule="atLeast"/>
        <w:ind w:firstLine="720"/>
        <w:jc w:val="both"/>
        <w:rPr>
          <w:rFonts w:cs="Times New Roman"/>
          <w:color w:val="222222"/>
          <w:sz w:val="22"/>
          <w:szCs w:val="22"/>
        </w:rPr>
      </w:pPr>
    </w:p>
    <w:p w:rsidR="00E43BD3" w:rsidRPr="00B72994" w:rsidRDefault="00B72994" w:rsidP="00E43BD3">
      <w:pPr>
        <w:spacing w:line="0" w:lineRule="atLeast"/>
        <w:ind w:left="142" w:hanging="142"/>
        <w:jc w:val="both"/>
      </w:pPr>
      <w:r w:rsidRPr="00B72994">
        <w:t>Zpracoval Ing.</w:t>
      </w:r>
      <w:r w:rsidR="00A17735">
        <w:t xml:space="preserve"> Martin Kučík</w:t>
      </w:r>
      <w:r w:rsidRPr="00B72994">
        <w:tab/>
      </w:r>
      <w:r w:rsidRPr="00B72994">
        <w:tab/>
      </w:r>
      <w:r w:rsidRPr="00B72994">
        <w:tab/>
      </w:r>
      <w:r w:rsidRPr="00B72994">
        <w:tab/>
      </w:r>
      <w:r w:rsidRPr="00B72994">
        <w:tab/>
      </w:r>
      <w:r w:rsidR="00A17735">
        <w:t>27</w:t>
      </w:r>
      <w:r w:rsidR="00E43BD3" w:rsidRPr="00B72994">
        <w:t>.</w:t>
      </w:r>
      <w:r w:rsidR="008012BE">
        <w:t xml:space="preserve"> </w:t>
      </w:r>
      <w:r w:rsidR="00A17735">
        <w:t>1</w:t>
      </w:r>
      <w:r w:rsidR="00E43BD3" w:rsidRPr="00B72994">
        <w:t>.</w:t>
      </w:r>
      <w:r w:rsidR="008012BE">
        <w:t xml:space="preserve"> 202</w:t>
      </w:r>
      <w:r w:rsidR="00A17735">
        <w:t>1</w:t>
      </w:r>
      <w:r w:rsidR="00E43BD3" w:rsidRPr="00B72994">
        <w:t xml:space="preserve"> </w:t>
      </w:r>
    </w:p>
    <w:sectPr w:rsidR="00E43BD3" w:rsidRPr="00B72994" w:rsidSect="00E637F0">
      <w:headerReference w:type="default" r:id="rId12"/>
      <w:footerReference w:type="default" r:id="rId13"/>
      <w:pgSz w:w="11907" w:h="16840" w:code="9"/>
      <w:pgMar w:top="1418" w:right="1134" w:bottom="993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739" w:rsidRDefault="00465739">
      <w:r>
        <w:separator/>
      </w:r>
    </w:p>
  </w:endnote>
  <w:endnote w:type="continuationSeparator" w:id="0">
    <w:p w:rsidR="00465739" w:rsidRDefault="00465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AF6" w:rsidRPr="00834722" w:rsidRDefault="00144AF6" w:rsidP="00834722">
    <w:pPr>
      <w:pStyle w:val="Zpat"/>
    </w:pPr>
    <w:r w:rsidRPr="00834722">
      <w:tab/>
    </w:r>
    <w:r w:rsidRPr="00834722">
      <w:tab/>
    </w:r>
    <w:r w:rsidRPr="00834722">
      <w:rPr>
        <w:rStyle w:val="slostrnky"/>
      </w:rPr>
      <w:fldChar w:fldCharType="begin"/>
    </w:r>
    <w:r w:rsidRPr="00834722">
      <w:rPr>
        <w:rStyle w:val="slostrnky"/>
      </w:rPr>
      <w:instrText xml:space="preserve"> PAGE </w:instrText>
    </w:r>
    <w:r w:rsidRPr="00834722">
      <w:rPr>
        <w:rStyle w:val="slostrnky"/>
      </w:rPr>
      <w:fldChar w:fldCharType="separate"/>
    </w:r>
    <w:r w:rsidR="00343162">
      <w:rPr>
        <w:rStyle w:val="slostrnky"/>
        <w:noProof/>
      </w:rPr>
      <w:t>11</w:t>
    </w:r>
    <w:r w:rsidRPr="00834722">
      <w:rPr>
        <w:rStyle w:val="slostrnky"/>
      </w:rPr>
      <w:fldChar w:fldCharType="end"/>
    </w:r>
    <w:r w:rsidRPr="00834722">
      <w:rPr>
        <w:rStyle w:val="slostrnky"/>
      </w:rPr>
      <w:t>/</w:t>
    </w:r>
    <w:r w:rsidRPr="00834722">
      <w:rPr>
        <w:rStyle w:val="slostrnky"/>
      </w:rPr>
      <w:fldChar w:fldCharType="begin"/>
    </w:r>
    <w:r w:rsidRPr="00834722">
      <w:rPr>
        <w:rStyle w:val="slostrnky"/>
      </w:rPr>
      <w:instrText xml:space="preserve"> NUMPAGES </w:instrText>
    </w:r>
    <w:r w:rsidRPr="00834722">
      <w:rPr>
        <w:rStyle w:val="slostrnky"/>
      </w:rPr>
      <w:fldChar w:fldCharType="separate"/>
    </w:r>
    <w:r w:rsidR="00343162">
      <w:rPr>
        <w:rStyle w:val="slostrnky"/>
        <w:noProof/>
      </w:rPr>
      <w:t>11</w:t>
    </w:r>
    <w:r w:rsidRPr="00834722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739" w:rsidRDefault="00465739">
      <w:r>
        <w:separator/>
      </w:r>
    </w:p>
  </w:footnote>
  <w:footnote w:type="continuationSeparator" w:id="0">
    <w:p w:rsidR="00465739" w:rsidRDefault="00465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AF6" w:rsidRDefault="00144AF6" w:rsidP="00070297">
    <w:pPr>
      <w:pStyle w:val="Zhlav"/>
      <w:pBdr>
        <w:bottom w:val="single" w:sz="4" w:space="1" w:color="auto"/>
      </w:pBdr>
      <w:tabs>
        <w:tab w:val="clear" w:pos="4536"/>
        <w:tab w:val="clear" w:pos="9072"/>
      </w:tabs>
    </w:pPr>
    <w:r>
      <w:t>A Průvodní zpráva</w:t>
    </w:r>
    <w:r>
      <w:tab/>
    </w:r>
    <w:r>
      <w:tab/>
    </w:r>
    <w:r>
      <w:tab/>
      <w:t xml:space="preserve">Údržba a servis čerpadel odpadních vod žst. OŘ Olomouc </w:t>
    </w:r>
  </w:p>
  <w:p w:rsidR="00144AF6" w:rsidRPr="00903661" w:rsidRDefault="00144AF6" w:rsidP="0090366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E6E1E"/>
    <w:multiLevelType w:val="multilevel"/>
    <w:tmpl w:val="6974F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E08011A"/>
    <w:multiLevelType w:val="hybridMultilevel"/>
    <w:tmpl w:val="DCF8BB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D24A49"/>
    <w:multiLevelType w:val="hybridMultilevel"/>
    <w:tmpl w:val="5E4CFCF4"/>
    <w:lvl w:ilvl="0" w:tplc="9558EA84">
      <w:start w:val="2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8571ECB"/>
    <w:multiLevelType w:val="hybridMultilevel"/>
    <w:tmpl w:val="A48AAF3E"/>
    <w:lvl w:ilvl="0" w:tplc="C866ABA0">
      <w:start w:val="1"/>
      <w:numFmt w:val="decimal"/>
      <w:lvlText w:val="%1"/>
      <w:lvlJc w:val="left"/>
      <w:pPr>
        <w:ind w:left="1436" w:hanging="58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CFA11EB"/>
    <w:multiLevelType w:val="multilevel"/>
    <w:tmpl w:val="26223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E5E63A2"/>
    <w:multiLevelType w:val="multilevel"/>
    <w:tmpl w:val="0CEC3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9B7DB9"/>
    <w:multiLevelType w:val="hybridMultilevel"/>
    <w:tmpl w:val="5060C782"/>
    <w:lvl w:ilvl="0" w:tplc="E9ECBE20">
      <w:start w:val="3"/>
      <w:numFmt w:val="bullet"/>
      <w:lvlText w:val="-"/>
      <w:lvlJc w:val="left"/>
      <w:pPr>
        <w:ind w:left="8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7" w15:restartNumberingAfterBreak="0">
    <w:nsid w:val="56635E08"/>
    <w:multiLevelType w:val="hybridMultilevel"/>
    <w:tmpl w:val="930EF312"/>
    <w:lvl w:ilvl="0" w:tplc="8AAC4E4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6CF0EDE"/>
    <w:multiLevelType w:val="hybridMultilevel"/>
    <w:tmpl w:val="5CA4681C"/>
    <w:lvl w:ilvl="0" w:tplc="04050019">
      <w:start w:val="1"/>
      <w:numFmt w:val="lowerLetter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B3E244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4546" w:hanging="576"/>
      </w:pPr>
    </w:lvl>
    <w:lvl w:ilvl="2">
      <w:start w:val="1"/>
      <w:numFmt w:val="decimal"/>
      <w:pStyle w:val="Nadpis3"/>
      <w:lvlText w:val="%1.%2.%3"/>
      <w:lvlJc w:val="left"/>
      <w:pPr>
        <w:ind w:left="1146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63E81856"/>
    <w:multiLevelType w:val="multilevel"/>
    <w:tmpl w:val="BCDA8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8E31247"/>
    <w:multiLevelType w:val="hybridMultilevel"/>
    <w:tmpl w:val="D0CCB5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7D7E31"/>
    <w:multiLevelType w:val="hybridMultilevel"/>
    <w:tmpl w:val="D674CE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1F7FB3"/>
    <w:multiLevelType w:val="hybridMultilevel"/>
    <w:tmpl w:val="1F8E14B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9"/>
  </w:num>
  <w:num w:numId="10">
    <w:abstractNumId w:val="9"/>
  </w:num>
  <w:num w:numId="11">
    <w:abstractNumId w:val="11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13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</w:num>
  <w:num w:numId="32">
    <w:abstractNumId w:val="6"/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5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6">
    <w:abstractNumId w:val="3"/>
  </w:num>
  <w:num w:numId="37">
    <w:abstractNumId w:val="4"/>
  </w:num>
  <w:num w:numId="38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E0F"/>
    <w:rsid w:val="00001403"/>
    <w:rsid w:val="000025C5"/>
    <w:rsid w:val="000048FB"/>
    <w:rsid w:val="00010962"/>
    <w:rsid w:val="00012680"/>
    <w:rsid w:val="000162B4"/>
    <w:rsid w:val="00016541"/>
    <w:rsid w:val="00016B10"/>
    <w:rsid w:val="00017DDC"/>
    <w:rsid w:val="00025EA6"/>
    <w:rsid w:val="00031644"/>
    <w:rsid w:val="000323D5"/>
    <w:rsid w:val="00034111"/>
    <w:rsid w:val="00037AD9"/>
    <w:rsid w:val="00041CB9"/>
    <w:rsid w:val="00043A25"/>
    <w:rsid w:val="00044371"/>
    <w:rsid w:val="00044C7E"/>
    <w:rsid w:val="000458F3"/>
    <w:rsid w:val="000472A6"/>
    <w:rsid w:val="00047B4F"/>
    <w:rsid w:val="000535AD"/>
    <w:rsid w:val="00053A62"/>
    <w:rsid w:val="00055633"/>
    <w:rsid w:val="0005722F"/>
    <w:rsid w:val="000606B2"/>
    <w:rsid w:val="00060A13"/>
    <w:rsid w:val="00063F84"/>
    <w:rsid w:val="00070297"/>
    <w:rsid w:val="000732CD"/>
    <w:rsid w:val="00073837"/>
    <w:rsid w:val="00075556"/>
    <w:rsid w:val="0007728B"/>
    <w:rsid w:val="0007731F"/>
    <w:rsid w:val="00080F73"/>
    <w:rsid w:val="000825A9"/>
    <w:rsid w:val="00082920"/>
    <w:rsid w:val="00082A37"/>
    <w:rsid w:val="00084839"/>
    <w:rsid w:val="00084863"/>
    <w:rsid w:val="00085684"/>
    <w:rsid w:val="000867F8"/>
    <w:rsid w:val="00086EA6"/>
    <w:rsid w:val="0008785B"/>
    <w:rsid w:val="00090DDF"/>
    <w:rsid w:val="00090F74"/>
    <w:rsid w:val="00094574"/>
    <w:rsid w:val="00095664"/>
    <w:rsid w:val="0009734C"/>
    <w:rsid w:val="000A0328"/>
    <w:rsid w:val="000A0725"/>
    <w:rsid w:val="000A2CD6"/>
    <w:rsid w:val="000A4FA8"/>
    <w:rsid w:val="000A7C46"/>
    <w:rsid w:val="000B1222"/>
    <w:rsid w:val="000B374F"/>
    <w:rsid w:val="000B451D"/>
    <w:rsid w:val="000B528A"/>
    <w:rsid w:val="000C673C"/>
    <w:rsid w:val="000C706B"/>
    <w:rsid w:val="000C798E"/>
    <w:rsid w:val="000D0F50"/>
    <w:rsid w:val="000D4366"/>
    <w:rsid w:val="000D7DFB"/>
    <w:rsid w:val="000E05B1"/>
    <w:rsid w:val="000E39D6"/>
    <w:rsid w:val="000E6FF7"/>
    <w:rsid w:val="000F2D2E"/>
    <w:rsid w:val="0010015B"/>
    <w:rsid w:val="001025EF"/>
    <w:rsid w:val="001049DD"/>
    <w:rsid w:val="00105B02"/>
    <w:rsid w:val="00107936"/>
    <w:rsid w:val="00107F4E"/>
    <w:rsid w:val="00107F5E"/>
    <w:rsid w:val="00110552"/>
    <w:rsid w:val="00112272"/>
    <w:rsid w:val="0011363C"/>
    <w:rsid w:val="00114B0A"/>
    <w:rsid w:val="001153C5"/>
    <w:rsid w:val="00115D77"/>
    <w:rsid w:val="00115F1D"/>
    <w:rsid w:val="001166C2"/>
    <w:rsid w:val="00117CFC"/>
    <w:rsid w:val="001218C2"/>
    <w:rsid w:val="001228FB"/>
    <w:rsid w:val="00122CB1"/>
    <w:rsid w:val="001254D1"/>
    <w:rsid w:val="00125C0B"/>
    <w:rsid w:val="00126025"/>
    <w:rsid w:val="00127965"/>
    <w:rsid w:val="0013078F"/>
    <w:rsid w:val="00130A14"/>
    <w:rsid w:val="00130C4E"/>
    <w:rsid w:val="00133076"/>
    <w:rsid w:val="00133E89"/>
    <w:rsid w:val="00134A19"/>
    <w:rsid w:val="00134A35"/>
    <w:rsid w:val="00137587"/>
    <w:rsid w:val="00137F11"/>
    <w:rsid w:val="001409D2"/>
    <w:rsid w:val="00141959"/>
    <w:rsid w:val="001427E5"/>
    <w:rsid w:val="00144AF6"/>
    <w:rsid w:val="0015020B"/>
    <w:rsid w:val="001506D2"/>
    <w:rsid w:val="00150758"/>
    <w:rsid w:val="00151E0A"/>
    <w:rsid w:val="00152747"/>
    <w:rsid w:val="001536A7"/>
    <w:rsid w:val="001547F4"/>
    <w:rsid w:val="001572AB"/>
    <w:rsid w:val="001574FC"/>
    <w:rsid w:val="00161AD9"/>
    <w:rsid w:val="0016460D"/>
    <w:rsid w:val="001654B2"/>
    <w:rsid w:val="00170B2B"/>
    <w:rsid w:val="00171259"/>
    <w:rsid w:val="001727A9"/>
    <w:rsid w:val="00173168"/>
    <w:rsid w:val="0017399F"/>
    <w:rsid w:val="00173DF6"/>
    <w:rsid w:val="00174578"/>
    <w:rsid w:val="00176DF9"/>
    <w:rsid w:val="00180152"/>
    <w:rsid w:val="001808DF"/>
    <w:rsid w:val="00183B8D"/>
    <w:rsid w:val="00185E3B"/>
    <w:rsid w:val="00193937"/>
    <w:rsid w:val="00196C91"/>
    <w:rsid w:val="001A4256"/>
    <w:rsid w:val="001B0760"/>
    <w:rsid w:val="001B1DD3"/>
    <w:rsid w:val="001B3F30"/>
    <w:rsid w:val="001B704B"/>
    <w:rsid w:val="001C1254"/>
    <w:rsid w:val="001C1C75"/>
    <w:rsid w:val="001C4D5A"/>
    <w:rsid w:val="001D0D27"/>
    <w:rsid w:val="001D52CA"/>
    <w:rsid w:val="001E3F87"/>
    <w:rsid w:val="001E7911"/>
    <w:rsid w:val="001F0F12"/>
    <w:rsid w:val="001F539A"/>
    <w:rsid w:val="001F5627"/>
    <w:rsid w:val="00201DEC"/>
    <w:rsid w:val="00205EAE"/>
    <w:rsid w:val="00211606"/>
    <w:rsid w:val="00216DC8"/>
    <w:rsid w:val="0022150D"/>
    <w:rsid w:val="00223277"/>
    <w:rsid w:val="00223EFB"/>
    <w:rsid w:val="002247B5"/>
    <w:rsid w:val="002314EB"/>
    <w:rsid w:val="00237AA9"/>
    <w:rsid w:val="00240F1B"/>
    <w:rsid w:val="00245D94"/>
    <w:rsid w:val="00247B77"/>
    <w:rsid w:val="00254651"/>
    <w:rsid w:val="00255F73"/>
    <w:rsid w:val="00257264"/>
    <w:rsid w:val="00261C14"/>
    <w:rsid w:val="002627A4"/>
    <w:rsid w:val="00263A32"/>
    <w:rsid w:val="00264D28"/>
    <w:rsid w:val="00265F9D"/>
    <w:rsid w:val="00267005"/>
    <w:rsid w:val="002715BD"/>
    <w:rsid w:val="002754A6"/>
    <w:rsid w:val="00276A30"/>
    <w:rsid w:val="002852B6"/>
    <w:rsid w:val="00285B53"/>
    <w:rsid w:val="00286809"/>
    <w:rsid w:val="0029450E"/>
    <w:rsid w:val="0029553B"/>
    <w:rsid w:val="0029655D"/>
    <w:rsid w:val="00296D21"/>
    <w:rsid w:val="00296D9F"/>
    <w:rsid w:val="002A20A4"/>
    <w:rsid w:val="002A3E0C"/>
    <w:rsid w:val="002A43B7"/>
    <w:rsid w:val="002A7EF2"/>
    <w:rsid w:val="002B08DD"/>
    <w:rsid w:val="002B28DB"/>
    <w:rsid w:val="002B365A"/>
    <w:rsid w:val="002B371E"/>
    <w:rsid w:val="002B50A7"/>
    <w:rsid w:val="002B6CD7"/>
    <w:rsid w:val="002C1572"/>
    <w:rsid w:val="002D00CC"/>
    <w:rsid w:val="002D3A78"/>
    <w:rsid w:val="002D4F39"/>
    <w:rsid w:val="002D4F43"/>
    <w:rsid w:val="002E02E9"/>
    <w:rsid w:val="002E17F7"/>
    <w:rsid w:val="002E19C2"/>
    <w:rsid w:val="002E1D0F"/>
    <w:rsid w:val="002E1DEC"/>
    <w:rsid w:val="002E1E04"/>
    <w:rsid w:val="002E257F"/>
    <w:rsid w:val="002E4CCF"/>
    <w:rsid w:val="002E57CD"/>
    <w:rsid w:val="002E79A3"/>
    <w:rsid w:val="002F163E"/>
    <w:rsid w:val="002F1D7B"/>
    <w:rsid w:val="002F257F"/>
    <w:rsid w:val="002F6422"/>
    <w:rsid w:val="003002C4"/>
    <w:rsid w:val="00301A30"/>
    <w:rsid w:val="00304703"/>
    <w:rsid w:val="00306F13"/>
    <w:rsid w:val="00307FF7"/>
    <w:rsid w:val="0031321A"/>
    <w:rsid w:val="00313748"/>
    <w:rsid w:val="003172A4"/>
    <w:rsid w:val="00317972"/>
    <w:rsid w:val="00320F8C"/>
    <w:rsid w:val="0032289E"/>
    <w:rsid w:val="00327EDB"/>
    <w:rsid w:val="00331113"/>
    <w:rsid w:val="00331E41"/>
    <w:rsid w:val="00332CE9"/>
    <w:rsid w:val="00333969"/>
    <w:rsid w:val="0033431E"/>
    <w:rsid w:val="00335706"/>
    <w:rsid w:val="003400DB"/>
    <w:rsid w:val="00342752"/>
    <w:rsid w:val="00343162"/>
    <w:rsid w:val="003436F1"/>
    <w:rsid w:val="00343924"/>
    <w:rsid w:val="00347A37"/>
    <w:rsid w:val="00351EB2"/>
    <w:rsid w:val="00355818"/>
    <w:rsid w:val="003570EE"/>
    <w:rsid w:val="00362A60"/>
    <w:rsid w:val="0036313F"/>
    <w:rsid w:val="0036363F"/>
    <w:rsid w:val="00365297"/>
    <w:rsid w:val="00366ECA"/>
    <w:rsid w:val="00370741"/>
    <w:rsid w:val="00370A2B"/>
    <w:rsid w:val="00370CF1"/>
    <w:rsid w:val="00370EB4"/>
    <w:rsid w:val="00371130"/>
    <w:rsid w:val="00372835"/>
    <w:rsid w:val="00382034"/>
    <w:rsid w:val="0038237D"/>
    <w:rsid w:val="0038381C"/>
    <w:rsid w:val="00385584"/>
    <w:rsid w:val="00390819"/>
    <w:rsid w:val="00391CE0"/>
    <w:rsid w:val="00392C6A"/>
    <w:rsid w:val="0039333A"/>
    <w:rsid w:val="00393452"/>
    <w:rsid w:val="00393B08"/>
    <w:rsid w:val="003943D8"/>
    <w:rsid w:val="00396398"/>
    <w:rsid w:val="00397A5D"/>
    <w:rsid w:val="00397FD9"/>
    <w:rsid w:val="003A0781"/>
    <w:rsid w:val="003A09F7"/>
    <w:rsid w:val="003A136A"/>
    <w:rsid w:val="003A6F78"/>
    <w:rsid w:val="003A7B96"/>
    <w:rsid w:val="003B2A0B"/>
    <w:rsid w:val="003B3C60"/>
    <w:rsid w:val="003B4956"/>
    <w:rsid w:val="003B49EE"/>
    <w:rsid w:val="003B583B"/>
    <w:rsid w:val="003B595A"/>
    <w:rsid w:val="003B61B9"/>
    <w:rsid w:val="003B7AC0"/>
    <w:rsid w:val="003C0628"/>
    <w:rsid w:val="003C0F48"/>
    <w:rsid w:val="003C2920"/>
    <w:rsid w:val="003C2B10"/>
    <w:rsid w:val="003C31EE"/>
    <w:rsid w:val="003C5105"/>
    <w:rsid w:val="003C59BC"/>
    <w:rsid w:val="003D071F"/>
    <w:rsid w:val="003D2DE6"/>
    <w:rsid w:val="003D6623"/>
    <w:rsid w:val="003D7636"/>
    <w:rsid w:val="003E03C2"/>
    <w:rsid w:val="003E6D57"/>
    <w:rsid w:val="003E6E9B"/>
    <w:rsid w:val="003F08CE"/>
    <w:rsid w:val="003F1B90"/>
    <w:rsid w:val="003F336D"/>
    <w:rsid w:val="003F68A7"/>
    <w:rsid w:val="003F68C8"/>
    <w:rsid w:val="00401431"/>
    <w:rsid w:val="00401871"/>
    <w:rsid w:val="004019C4"/>
    <w:rsid w:val="004022C2"/>
    <w:rsid w:val="00404B95"/>
    <w:rsid w:val="00410106"/>
    <w:rsid w:val="00412DCD"/>
    <w:rsid w:val="00413B48"/>
    <w:rsid w:val="00414A8A"/>
    <w:rsid w:val="00415572"/>
    <w:rsid w:val="0042231C"/>
    <w:rsid w:val="00423B6F"/>
    <w:rsid w:val="00424143"/>
    <w:rsid w:val="00425263"/>
    <w:rsid w:val="00430EA3"/>
    <w:rsid w:val="00431CBF"/>
    <w:rsid w:val="0043369F"/>
    <w:rsid w:val="004405D8"/>
    <w:rsid w:val="00441CAE"/>
    <w:rsid w:val="00443C3E"/>
    <w:rsid w:val="004445A0"/>
    <w:rsid w:val="00450769"/>
    <w:rsid w:val="00455C3B"/>
    <w:rsid w:val="004608DA"/>
    <w:rsid w:val="00461D07"/>
    <w:rsid w:val="00463AA5"/>
    <w:rsid w:val="00463CF7"/>
    <w:rsid w:val="00465739"/>
    <w:rsid w:val="00465EEC"/>
    <w:rsid w:val="00467729"/>
    <w:rsid w:val="00470529"/>
    <w:rsid w:val="00471EFF"/>
    <w:rsid w:val="00472FBA"/>
    <w:rsid w:val="004742FE"/>
    <w:rsid w:val="00480B16"/>
    <w:rsid w:val="004820B5"/>
    <w:rsid w:val="00483595"/>
    <w:rsid w:val="00486C55"/>
    <w:rsid w:val="00487525"/>
    <w:rsid w:val="004916A0"/>
    <w:rsid w:val="00491C4E"/>
    <w:rsid w:val="004924BC"/>
    <w:rsid w:val="00492A44"/>
    <w:rsid w:val="0049326E"/>
    <w:rsid w:val="004945CC"/>
    <w:rsid w:val="004A357E"/>
    <w:rsid w:val="004A364F"/>
    <w:rsid w:val="004A4C99"/>
    <w:rsid w:val="004A52D0"/>
    <w:rsid w:val="004A5B34"/>
    <w:rsid w:val="004B0906"/>
    <w:rsid w:val="004B096B"/>
    <w:rsid w:val="004B1AB6"/>
    <w:rsid w:val="004B1F04"/>
    <w:rsid w:val="004B4272"/>
    <w:rsid w:val="004B4E76"/>
    <w:rsid w:val="004B60E8"/>
    <w:rsid w:val="004B6B26"/>
    <w:rsid w:val="004C1E30"/>
    <w:rsid w:val="004C1FBC"/>
    <w:rsid w:val="004D1427"/>
    <w:rsid w:val="004D2319"/>
    <w:rsid w:val="004E041C"/>
    <w:rsid w:val="004E2114"/>
    <w:rsid w:val="004E3491"/>
    <w:rsid w:val="004E4CD6"/>
    <w:rsid w:val="004E6167"/>
    <w:rsid w:val="004F124E"/>
    <w:rsid w:val="004F1395"/>
    <w:rsid w:val="004F24E6"/>
    <w:rsid w:val="004F25CC"/>
    <w:rsid w:val="004F47F8"/>
    <w:rsid w:val="004F5235"/>
    <w:rsid w:val="004F5276"/>
    <w:rsid w:val="004F5A83"/>
    <w:rsid w:val="004F7053"/>
    <w:rsid w:val="00502F7C"/>
    <w:rsid w:val="00503CBE"/>
    <w:rsid w:val="0050559D"/>
    <w:rsid w:val="00505A7A"/>
    <w:rsid w:val="00506357"/>
    <w:rsid w:val="005117B6"/>
    <w:rsid w:val="00511B61"/>
    <w:rsid w:val="00513BF2"/>
    <w:rsid w:val="00516116"/>
    <w:rsid w:val="00516240"/>
    <w:rsid w:val="00517253"/>
    <w:rsid w:val="005207F9"/>
    <w:rsid w:val="00522088"/>
    <w:rsid w:val="00522BA1"/>
    <w:rsid w:val="005255D8"/>
    <w:rsid w:val="00526DEB"/>
    <w:rsid w:val="0052738A"/>
    <w:rsid w:val="005305BA"/>
    <w:rsid w:val="0053086A"/>
    <w:rsid w:val="0053236C"/>
    <w:rsid w:val="00533E96"/>
    <w:rsid w:val="00541238"/>
    <w:rsid w:val="00552428"/>
    <w:rsid w:val="00552B8A"/>
    <w:rsid w:val="0055319C"/>
    <w:rsid w:val="00553FB7"/>
    <w:rsid w:val="00555C3A"/>
    <w:rsid w:val="005621C2"/>
    <w:rsid w:val="005624B7"/>
    <w:rsid w:val="00562A74"/>
    <w:rsid w:val="00563B9C"/>
    <w:rsid w:val="00564685"/>
    <w:rsid w:val="005747BA"/>
    <w:rsid w:val="005761E7"/>
    <w:rsid w:val="00576FF3"/>
    <w:rsid w:val="0058424E"/>
    <w:rsid w:val="00584773"/>
    <w:rsid w:val="00587F8B"/>
    <w:rsid w:val="00587F8F"/>
    <w:rsid w:val="005907DD"/>
    <w:rsid w:val="005907ED"/>
    <w:rsid w:val="00592039"/>
    <w:rsid w:val="00593223"/>
    <w:rsid w:val="00594CF7"/>
    <w:rsid w:val="005A01A6"/>
    <w:rsid w:val="005A1353"/>
    <w:rsid w:val="005A1998"/>
    <w:rsid w:val="005A1FBB"/>
    <w:rsid w:val="005B0ACC"/>
    <w:rsid w:val="005B0F4F"/>
    <w:rsid w:val="005B225A"/>
    <w:rsid w:val="005B6F2B"/>
    <w:rsid w:val="005C0435"/>
    <w:rsid w:val="005C3036"/>
    <w:rsid w:val="005C30FD"/>
    <w:rsid w:val="005C46C1"/>
    <w:rsid w:val="005C4D72"/>
    <w:rsid w:val="005C5BE5"/>
    <w:rsid w:val="005D2461"/>
    <w:rsid w:val="005D3F75"/>
    <w:rsid w:val="005D40D7"/>
    <w:rsid w:val="005D53F2"/>
    <w:rsid w:val="005D5795"/>
    <w:rsid w:val="005D57CD"/>
    <w:rsid w:val="005D70E9"/>
    <w:rsid w:val="005D7C21"/>
    <w:rsid w:val="005E007F"/>
    <w:rsid w:val="005E1385"/>
    <w:rsid w:val="005E2363"/>
    <w:rsid w:val="005E3F4B"/>
    <w:rsid w:val="005E5884"/>
    <w:rsid w:val="005E5A59"/>
    <w:rsid w:val="005E7697"/>
    <w:rsid w:val="005E7BC5"/>
    <w:rsid w:val="005F042A"/>
    <w:rsid w:val="005F0C67"/>
    <w:rsid w:val="005F0D41"/>
    <w:rsid w:val="005F14A8"/>
    <w:rsid w:val="005F319A"/>
    <w:rsid w:val="005F54AA"/>
    <w:rsid w:val="005F5862"/>
    <w:rsid w:val="005F590C"/>
    <w:rsid w:val="005F769E"/>
    <w:rsid w:val="005F7ACE"/>
    <w:rsid w:val="0060211B"/>
    <w:rsid w:val="00602ED3"/>
    <w:rsid w:val="006051DD"/>
    <w:rsid w:val="00605E0F"/>
    <w:rsid w:val="00607798"/>
    <w:rsid w:val="00610ABB"/>
    <w:rsid w:val="0061586A"/>
    <w:rsid w:val="00617014"/>
    <w:rsid w:val="00617403"/>
    <w:rsid w:val="00620B4D"/>
    <w:rsid w:val="00621F6F"/>
    <w:rsid w:val="0062275A"/>
    <w:rsid w:val="006255E5"/>
    <w:rsid w:val="006258FD"/>
    <w:rsid w:val="00626B48"/>
    <w:rsid w:val="0063340C"/>
    <w:rsid w:val="00634465"/>
    <w:rsid w:val="00634E3E"/>
    <w:rsid w:val="006400AC"/>
    <w:rsid w:val="00640375"/>
    <w:rsid w:val="00640D9D"/>
    <w:rsid w:val="00642613"/>
    <w:rsid w:val="006438F5"/>
    <w:rsid w:val="00645D96"/>
    <w:rsid w:val="0064614E"/>
    <w:rsid w:val="0064777D"/>
    <w:rsid w:val="00647A73"/>
    <w:rsid w:val="00651D61"/>
    <w:rsid w:val="00651D90"/>
    <w:rsid w:val="00652333"/>
    <w:rsid w:val="00652902"/>
    <w:rsid w:val="00654F62"/>
    <w:rsid w:val="0065531D"/>
    <w:rsid w:val="00655E3E"/>
    <w:rsid w:val="0066160B"/>
    <w:rsid w:val="00661B7B"/>
    <w:rsid w:val="00662DA6"/>
    <w:rsid w:val="00665F46"/>
    <w:rsid w:val="006660CF"/>
    <w:rsid w:val="00667CC5"/>
    <w:rsid w:val="00670181"/>
    <w:rsid w:val="00670898"/>
    <w:rsid w:val="00671AED"/>
    <w:rsid w:val="0067562F"/>
    <w:rsid w:val="00677845"/>
    <w:rsid w:val="00681A6C"/>
    <w:rsid w:val="00684BA0"/>
    <w:rsid w:val="00684C3D"/>
    <w:rsid w:val="00685729"/>
    <w:rsid w:val="006866A3"/>
    <w:rsid w:val="0068799B"/>
    <w:rsid w:val="00687D29"/>
    <w:rsid w:val="00693D0E"/>
    <w:rsid w:val="00695EE6"/>
    <w:rsid w:val="00697144"/>
    <w:rsid w:val="00697DD1"/>
    <w:rsid w:val="006A5707"/>
    <w:rsid w:val="006A5E03"/>
    <w:rsid w:val="006A698C"/>
    <w:rsid w:val="006A7615"/>
    <w:rsid w:val="006B0DFA"/>
    <w:rsid w:val="006B1B50"/>
    <w:rsid w:val="006B2B8E"/>
    <w:rsid w:val="006B47CB"/>
    <w:rsid w:val="006B565E"/>
    <w:rsid w:val="006B5D38"/>
    <w:rsid w:val="006C06D6"/>
    <w:rsid w:val="006C4954"/>
    <w:rsid w:val="006C5AC6"/>
    <w:rsid w:val="006D0376"/>
    <w:rsid w:val="006D560A"/>
    <w:rsid w:val="006D6B70"/>
    <w:rsid w:val="006D7B51"/>
    <w:rsid w:val="006E08D9"/>
    <w:rsid w:val="006E26B6"/>
    <w:rsid w:val="006E26E1"/>
    <w:rsid w:val="006E28C4"/>
    <w:rsid w:val="006E2E64"/>
    <w:rsid w:val="006E32F9"/>
    <w:rsid w:val="006E4C7C"/>
    <w:rsid w:val="006E4F22"/>
    <w:rsid w:val="006E5498"/>
    <w:rsid w:val="006E5A16"/>
    <w:rsid w:val="006E6020"/>
    <w:rsid w:val="006F0059"/>
    <w:rsid w:val="006F1228"/>
    <w:rsid w:val="006F5364"/>
    <w:rsid w:val="006F574A"/>
    <w:rsid w:val="006F5A66"/>
    <w:rsid w:val="006F6F06"/>
    <w:rsid w:val="007003C7"/>
    <w:rsid w:val="00700C7E"/>
    <w:rsid w:val="00703CC2"/>
    <w:rsid w:val="0070798C"/>
    <w:rsid w:val="00714706"/>
    <w:rsid w:val="00716D33"/>
    <w:rsid w:val="00716E28"/>
    <w:rsid w:val="0072633B"/>
    <w:rsid w:val="00726EAE"/>
    <w:rsid w:val="00731D69"/>
    <w:rsid w:val="0073278A"/>
    <w:rsid w:val="00732EDE"/>
    <w:rsid w:val="00733D4F"/>
    <w:rsid w:val="0073488D"/>
    <w:rsid w:val="00734966"/>
    <w:rsid w:val="00736FDE"/>
    <w:rsid w:val="00742072"/>
    <w:rsid w:val="007432ED"/>
    <w:rsid w:val="00743D0A"/>
    <w:rsid w:val="00744F1B"/>
    <w:rsid w:val="007461A6"/>
    <w:rsid w:val="00746BF5"/>
    <w:rsid w:val="007476A8"/>
    <w:rsid w:val="007504E7"/>
    <w:rsid w:val="00751635"/>
    <w:rsid w:val="00752B95"/>
    <w:rsid w:val="00753401"/>
    <w:rsid w:val="00753936"/>
    <w:rsid w:val="007559D8"/>
    <w:rsid w:val="00756382"/>
    <w:rsid w:val="00757933"/>
    <w:rsid w:val="00760D83"/>
    <w:rsid w:val="007622CD"/>
    <w:rsid w:val="00762DC3"/>
    <w:rsid w:val="00764772"/>
    <w:rsid w:val="007662C0"/>
    <w:rsid w:val="00772A57"/>
    <w:rsid w:val="00774E97"/>
    <w:rsid w:val="00774FD2"/>
    <w:rsid w:val="00775D48"/>
    <w:rsid w:val="007813F9"/>
    <w:rsid w:val="00787035"/>
    <w:rsid w:val="00790450"/>
    <w:rsid w:val="00792D28"/>
    <w:rsid w:val="00794D3E"/>
    <w:rsid w:val="00795EF7"/>
    <w:rsid w:val="007A1F23"/>
    <w:rsid w:val="007A4C36"/>
    <w:rsid w:val="007A6014"/>
    <w:rsid w:val="007A6403"/>
    <w:rsid w:val="007B07DB"/>
    <w:rsid w:val="007B0CBC"/>
    <w:rsid w:val="007B24E6"/>
    <w:rsid w:val="007B3D91"/>
    <w:rsid w:val="007B4703"/>
    <w:rsid w:val="007B6606"/>
    <w:rsid w:val="007B678C"/>
    <w:rsid w:val="007C113E"/>
    <w:rsid w:val="007C1FAD"/>
    <w:rsid w:val="007C22B7"/>
    <w:rsid w:val="007C3DE6"/>
    <w:rsid w:val="007C41B7"/>
    <w:rsid w:val="007D24D2"/>
    <w:rsid w:val="007D4582"/>
    <w:rsid w:val="007D4BBF"/>
    <w:rsid w:val="007D4DE2"/>
    <w:rsid w:val="007D6FF1"/>
    <w:rsid w:val="007D7DD6"/>
    <w:rsid w:val="007E05CE"/>
    <w:rsid w:val="007E06C9"/>
    <w:rsid w:val="007E3DA1"/>
    <w:rsid w:val="007E46FF"/>
    <w:rsid w:val="007F0969"/>
    <w:rsid w:val="007F1854"/>
    <w:rsid w:val="007F4684"/>
    <w:rsid w:val="0080024F"/>
    <w:rsid w:val="00800965"/>
    <w:rsid w:val="008012BE"/>
    <w:rsid w:val="008037B9"/>
    <w:rsid w:val="008053F5"/>
    <w:rsid w:val="008064B1"/>
    <w:rsid w:val="00811A80"/>
    <w:rsid w:val="00813F2B"/>
    <w:rsid w:val="0081450B"/>
    <w:rsid w:val="00814AEE"/>
    <w:rsid w:val="00821DAD"/>
    <w:rsid w:val="00822183"/>
    <w:rsid w:val="00827D2E"/>
    <w:rsid w:val="00834722"/>
    <w:rsid w:val="00835C6B"/>
    <w:rsid w:val="00840467"/>
    <w:rsid w:val="008407F0"/>
    <w:rsid w:val="00850130"/>
    <w:rsid w:val="00850143"/>
    <w:rsid w:val="00851AEB"/>
    <w:rsid w:val="00852173"/>
    <w:rsid w:val="008529F5"/>
    <w:rsid w:val="00856E03"/>
    <w:rsid w:val="0085760F"/>
    <w:rsid w:val="008613EB"/>
    <w:rsid w:val="0086300B"/>
    <w:rsid w:val="0086348B"/>
    <w:rsid w:val="0086409B"/>
    <w:rsid w:val="00864EF4"/>
    <w:rsid w:val="00866091"/>
    <w:rsid w:val="00867A81"/>
    <w:rsid w:val="00870365"/>
    <w:rsid w:val="008735CD"/>
    <w:rsid w:val="008747AF"/>
    <w:rsid w:val="00875248"/>
    <w:rsid w:val="008866D2"/>
    <w:rsid w:val="008904DB"/>
    <w:rsid w:val="00890DEB"/>
    <w:rsid w:val="00890F31"/>
    <w:rsid w:val="00894885"/>
    <w:rsid w:val="00897501"/>
    <w:rsid w:val="008A5123"/>
    <w:rsid w:val="008B13DD"/>
    <w:rsid w:val="008B1F36"/>
    <w:rsid w:val="008B376D"/>
    <w:rsid w:val="008B48F9"/>
    <w:rsid w:val="008B5DC6"/>
    <w:rsid w:val="008B67A7"/>
    <w:rsid w:val="008C445E"/>
    <w:rsid w:val="008C7367"/>
    <w:rsid w:val="008D0C82"/>
    <w:rsid w:val="008D4B34"/>
    <w:rsid w:val="008D4C01"/>
    <w:rsid w:val="008D6320"/>
    <w:rsid w:val="008E1FDB"/>
    <w:rsid w:val="008E21B7"/>
    <w:rsid w:val="008E3F86"/>
    <w:rsid w:val="008E7C0E"/>
    <w:rsid w:val="008F0B89"/>
    <w:rsid w:val="008F1354"/>
    <w:rsid w:val="008F1675"/>
    <w:rsid w:val="008F2F49"/>
    <w:rsid w:val="008F56AB"/>
    <w:rsid w:val="008F7CC9"/>
    <w:rsid w:val="00900F44"/>
    <w:rsid w:val="0090188A"/>
    <w:rsid w:val="00903661"/>
    <w:rsid w:val="00904119"/>
    <w:rsid w:val="0090501B"/>
    <w:rsid w:val="00906438"/>
    <w:rsid w:val="0090692C"/>
    <w:rsid w:val="00907D28"/>
    <w:rsid w:val="0091014F"/>
    <w:rsid w:val="0091025E"/>
    <w:rsid w:val="00910420"/>
    <w:rsid w:val="00911FD3"/>
    <w:rsid w:val="00912285"/>
    <w:rsid w:val="00913022"/>
    <w:rsid w:val="00917397"/>
    <w:rsid w:val="00917C7B"/>
    <w:rsid w:val="00923C65"/>
    <w:rsid w:val="00930580"/>
    <w:rsid w:val="00930A26"/>
    <w:rsid w:val="009317EB"/>
    <w:rsid w:val="00931E42"/>
    <w:rsid w:val="00932350"/>
    <w:rsid w:val="0094154C"/>
    <w:rsid w:val="00943751"/>
    <w:rsid w:val="00943F8F"/>
    <w:rsid w:val="009449EA"/>
    <w:rsid w:val="00947D2B"/>
    <w:rsid w:val="00951A51"/>
    <w:rsid w:val="00953999"/>
    <w:rsid w:val="009540E4"/>
    <w:rsid w:val="009557B8"/>
    <w:rsid w:val="00955FB9"/>
    <w:rsid w:val="0095676D"/>
    <w:rsid w:val="00956FE0"/>
    <w:rsid w:val="0095780D"/>
    <w:rsid w:val="009610EE"/>
    <w:rsid w:val="009613FD"/>
    <w:rsid w:val="009618E5"/>
    <w:rsid w:val="00966A20"/>
    <w:rsid w:val="00967714"/>
    <w:rsid w:val="00971676"/>
    <w:rsid w:val="00971BAA"/>
    <w:rsid w:val="00972CEC"/>
    <w:rsid w:val="00973848"/>
    <w:rsid w:val="0097458C"/>
    <w:rsid w:val="0098082E"/>
    <w:rsid w:val="00980C34"/>
    <w:rsid w:val="009837D3"/>
    <w:rsid w:val="009841E6"/>
    <w:rsid w:val="009856DD"/>
    <w:rsid w:val="00985E30"/>
    <w:rsid w:val="00986009"/>
    <w:rsid w:val="009861D1"/>
    <w:rsid w:val="00990172"/>
    <w:rsid w:val="00992514"/>
    <w:rsid w:val="00992588"/>
    <w:rsid w:val="00996721"/>
    <w:rsid w:val="00996995"/>
    <w:rsid w:val="00996E09"/>
    <w:rsid w:val="0099797A"/>
    <w:rsid w:val="009A25EF"/>
    <w:rsid w:val="009A5A36"/>
    <w:rsid w:val="009A6368"/>
    <w:rsid w:val="009A6BC4"/>
    <w:rsid w:val="009A77DE"/>
    <w:rsid w:val="009B1AB4"/>
    <w:rsid w:val="009B3120"/>
    <w:rsid w:val="009C1A6B"/>
    <w:rsid w:val="009C5F93"/>
    <w:rsid w:val="009C66CA"/>
    <w:rsid w:val="009C718E"/>
    <w:rsid w:val="009D04E3"/>
    <w:rsid w:val="009D18CF"/>
    <w:rsid w:val="009D1CD9"/>
    <w:rsid w:val="009D2707"/>
    <w:rsid w:val="009D2A12"/>
    <w:rsid w:val="009D4151"/>
    <w:rsid w:val="009E1537"/>
    <w:rsid w:val="009E29CC"/>
    <w:rsid w:val="009E2EEA"/>
    <w:rsid w:val="009E3929"/>
    <w:rsid w:val="009E4448"/>
    <w:rsid w:val="009E4E86"/>
    <w:rsid w:val="009E508E"/>
    <w:rsid w:val="009F0406"/>
    <w:rsid w:val="009F0A5C"/>
    <w:rsid w:val="009F36EC"/>
    <w:rsid w:val="009F36F8"/>
    <w:rsid w:val="009F5CC1"/>
    <w:rsid w:val="009F6AC9"/>
    <w:rsid w:val="00A00030"/>
    <w:rsid w:val="00A02DB8"/>
    <w:rsid w:val="00A059E8"/>
    <w:rsid w:val="00A07006"/>
    <w:rsid w:val="00A14647"/>
    <w:rsid w:val="00A14A5C"/>
    <w:rsid w:val="00A14F7E"/>
    <w:rsid w:val="00A17735"/>
    <w:rsid w:val="00A17C6F"/>
    <w:rsid w:val="00A201CE"/>
    <w:rsid w:val="00A30FE9"/>
    <w:rsid w:val="00A32825"/>
    <w:rsid w:val="00A34DE7"/>
    <w:rsid w:val="00A34F2B"/>
    <w:rsid w:val="00A36A00"/>
    <w:rsid w:val="00A37875"/>
    <w:rsid w:val="00A527FA"/>
    <w:rsid w:val="00A54516"/>
    <w:rsid w:val="00A578C3"/>
    <w:rsid w:val="00A6490A"/>
    <w:rsid w:val="00A656D7"/>
    <w:rsid w:val="00A71031"/>
    <w:rsid w:val="00A716A7"/>
    <w:rsid w:val="00A73E2C"/>
    <w:rsid w:val="00A770DC"/>
    <w:rsid w:val="00A80A41"/>
    <w:rsid w:val="00A817E8"/>
    <w:rsid w:val="00A84518"/>
    <w:rsid w:val="00A8464E"/>
    <w:rsid w:val="00A85F26"/>
    <w:rsid w:val="00A87C25"/>
    <w:rsid w:val="00A87E69"/>
    <w:rsid w:val="00A9209E"/>
    <w:rsid w:val="00A92EE5"/>
    <w:rsid w:val="00A9312E"/>
    <w:rsid w:val="00A935B7"/>
    <w:rsid w:val="00A93A65"/>
    <w:rsid w:val="00A94E66"/>
    <w:rsid w:val="00A95A9D"/>
    <w:rsid w:val="00AA5412"/>
    <w:rsid w:val="00AB13F8"/>
    <w:rsid w:val="00AB2337"/>
    <w:rsid w:val="00AB5435"/>
    <w:rsid w:val="00AB5606"/>
    <w:rsid w:val="00AB5CB9"/>
    <w:rsid w:val="00AB7997"/>
    <w:rsid w:val="00AC0FFE"/>
    <w:rsid w:val="00AC22A4"/>
    <w:rsid w:val="00AC27BE"/>
    <w:rsid w:val="00AC45C6"/>
    <w:rsid w:val="00AC745F"/>
    <w:rsid w:val="00AC7911"/>
    <w:rsid w:val="00AD666B"/>
    <w:rsid w:val="00AD7960"/>
    <w:rsid w:val="00AE0012"/>
    <w:rsid w:val="00AE02FC"/>
    <w:rsid w:val="00AE0715"/>
    <w:rsid w:val="00AE1DCE"/>
    <w:rsid w:val="00AE30B1"/>
    <w:rsid w:val="00AE3A7E"/>
    <w:rsid w:val="00AE77D3"/>
    <w:rsid w:val="00AE7C76"/>
    <w:rsid w:val="00AF0104"/>
    <w:rsid w:val="00B029BB"/>
    <w:rsid w:val="00B0452B"/>
    <w:rsid w:val="00B0791D"/>
    <w:rsid w:val="00B07CE4"/>
    <w:rsid w:val="00B100A0"/>
    <w:rsid w:val="00B1184D"/>
    <w:rsid w:val="00B11AD2"/>
    <w:rsid w:val="00B11F3E"/>
    <w:rsid w:val="00B13A53"/>
    <w:rsid w:val="00B144E0"/>
    <w:rsid w:val="00B20861"/>
    <w:rsid w:val="00B2210D"/>
    <w:rsid w:val="00B253F5"/>
    <w:rsid w:val="00B27624"/>
    <w:rsid w:val="00B303FF"/>
    <w:rsid w:val="00B31119"/>
    <w:rsid w:val="00B3139B"/>
    <w:rsid w:val="00B37A62"/>
    <w:rsid w:val="00B407B6"/>
    <w:rsid w:val="00B463E0"/>
    <w:rsid w:val="00B54D1E"/>
    <w:rsid w:val="00B600A2"/>
    <w:rsid w:val="00B63465"/>
    <w:rsid w:val="00B64505"/>
    <w:rsid w:val="00B647C9"/>
    <w:rsid w:val="00B71046"/>
    <w:rsid w:val="00B72401"/>
    <w:rsid w:val="00B72994"/>
    <w:rsid w:val="00B73367"/>
    <w:rsid w:val="00B735EF"/>
    <w:rsid w:val="00B76557"/>
    <w:rsid w:val="00B7661C"/>
    <w:rsid w:val="00B769F4"/>
    <w:rsid w:val="00B8151D"/>
    <w:rsid w:val="00B81B40"/>
    <w:rsid w:val="00B81B8F"/>
    <w:rsid w:val="00B82389"/>
    <w:rsid w:val="00B8326C"/>
    <w:rsid w:val="00B832C5"/>
    <w:rsid w:val="00B83C3F"/>
    <w:rsid w:val="00B85036"/>
    <w:rsid w:val="00B860AF"/>
    <w:rsid w:val="00B905A9"/>
    <w:rsid w:val="00B90F67"/>
    <w:rsid w:val="00B927B8"/>
    <w:rsid w:val="00B94059"/>
    <w:rsid w:val="00B95744"/>
    <w:rsid w:val="00BA3F29"/>
    <w:rsid w:val="00BA40E3"/>
    <w:rsid w:val="00BA506D"/>
    <w:rsid w:val="00BA51BD"/>
    <w:rsid w:val="00BA6DB1"/>
    <w:rsid w:val="00BB2CD1"/>
    <w:rsid w:val="00BB3CB3"/>
    <w:rsid w:val="00BB61AE"/>
    <w:rsid w:val="00BB6987"/>
    <w:rsid w:val="00BB6A58"/>
    <w:rsid w:val="00BC04E6"/>
    <w:rsid w:val="00BC5519"/>
    <w:rsid w:val="00BD07C5"/>
    <w:rsid w:val="00BD5196"/>
    <w:rsid w:val="00BD69A5"/>
    <w:rsid w:val="00BE008B"/>
    <w:rsid w:val="00BE04CA"/>
    <w:rsid w:val="00BE23C0"/>
    <w:rsid w:val="00BE25B0"/>
    <w:rsid w:val="00BE5A3E"/>
    <w:rsid w:val="00BE6610"/>
    <w:rsid w:val="00BF05F4"/>
    <w:rsid w:val="00BF0813"/>
    <w:rsid w:val="00BF2329"/>
    <w:rsid w:val="00BF26D1"/>
    <w:rsid w:val="00BF2A96"/>
    <w:rsid w:val="00BF4B9E"/>
    <w:rsid w:val="00BF63A0"/>
    <w:rsid w:val="00BF662A"/>
    <w:rsid w:val="00BF7826"/>
    <w:rsid w:val="00C0130F"/>
    <w:rsid w:val="00C0137D"/>
    <w:rsid w:val="00C02598"/>
    <w:rsid w:val="00C02A32"/>
    <w:rsid w:val="00C02C5F"/>
    <w:rsid w:val="00C03DD4"/>
    <w:rsid w:val="00C05998"/>
    <w:rsid w:val="00C0774A"/>
    <w:rsid w:val="00C1105D"/>
    <w:rsid w:val="00C14491"/>
    <w:rsid w:val="00C20243"/>
    <w:rsid w:val="00C20F58"/>
    <w:rsid w:val="00C23DAF"/>
    <w:rsid w:val="00C31B10"/>
    <w:rsid w:val="00C33393"/>
    <w:rsid w:val="00C36FA1"/>
    <w:rsid w:val="00C37364"/>
    <w:rsid w:val="00C421E4"/>
    <w:rsid w:val="00C43A80"/>
    <w:rsid w:val="00C44E88"/>
    <w:rsid w:val="00C45076"/>
    <w:rsid w:val="00C45796"/>
    <w:rsid w:val="00C46493"/>
    <w:rsid w:val="00C602A1"/>
    <w:rsid w:val="00C61A96"/>
    <w:rsid w:val="00C63325"/>
    <w:rsid w:val="00C646F9"/>
    <w:rsid w:val="00C648CB"/>
    <w:rsid w:val="00C7068B"/>
    <w:rsid w:val="00C715B6"/>
    <w:rsid w:val="00C72651"/>
    <w:rsid w:val="00C7419B"/>
    <w:rsid w:val="00C747DD"/>
    <w:rsid w:val="00C77057"/>
    <w:rsid w:val="00C82EBE"/>
    <w:rsid w:val="00C845D4"/>
    <w:rsid w:val="00C85563"/>
    <w:rsid w:val="00C879D8"/>
    <w:rsid w:val="00C91C46"/>
    <w:rsid w:val="00C93FA4"/>
    <w:rsid w:val="00C95480"/>
    <w:rsid w:val="00C95556"/>
    <w:rsid w:val="00C955D9"/>
    <w:rsid w:val="00C96B30"/>
    <w:rsid w:val="00CA076E"/>
    <w:rsid w:val="00CA0F71"/>
    <w:rsid w:val="00CA233F"/>
    <w:rsid w:val="00CA4B2B"/>
    <w:rsid w:val="00CB0C17"/>
    <w:rsid w:val="00CB370E"/>
    <w:rsid w:val="00CB39EE"/>
    <w:rsid w:val="00CB473C"/>
    <w:rsid w:val="00CB7FAF"/>
    <w:rsid w:val="00CC1922"/>
    <w:rsid w:val="00CC50DE"/>
    <w:rsid w:val="00CC5914"/>
    <w:rsid w:val="00CD15F2"/>
    <w:rsid w:val="00CD3832"/>
    <w:rsid w:val="00CD6D7E"/>
    <w:rsid w:val="00CE0E1F"/>
    <w:rsid w:val="00CE5A37"/>
    <w:rsid w:val="00CE5A51"/>
    <w:rsid w:val="00CE5B2C"/>
    <w:rsid w:val="00CF0519"/>
    <w:rsid w:val="00CF0C96"/>
    <w:rsid w:val="00CF4C24"/>
    <w:rsid w:val="00CF4CE9"/>
    <w:rsid w:val="00D001C5"/>
    <w:rsid w:val="00D01AD2"/>
    <w:rsid w:val="00D0227F"/>
    <w:rsid w:val="00D02386"/>
    <w:rsid w:val="00D05D7C"/>
    <w:rsid w:val="00D05EBA"/>
    <w:rsid w:val="00D06D55"/>
    <w:rsid w:val="00D10E1C"/>
    <w:rsid w:val="00D12E04"/>
    <w:rsid w:val="00D13579"/>
    <w:rsid w:val="00D145EB"/>
    <w:rsid w:val="00D20FE0"/>
    <w:rsid w:val="00D2232F"/>
    <w:rsid w:val="00D2421E"/>
    <w:rsid w:val="00D27A79"/>
    <w:rsid w:val="00D346CB"/>
    <w:rsid w:val="00D349B5"/>
    <w:rsid w:val="00D35976"/>
    <w:rsid w:val="00D44BFC"/>
    <w:rsid w:val="00D45951"/>
    <w:rsid w:val="00D47096"/>
    <w:rsid w:val="00D47CC2"/>
    <w:rsid w:val="00D50C2B"/>
    <w:rsid w:val="00D513DD"/>
    <w:rsid w:val="00D51BCF"/>
    <w:rsid w:val="00D605B9"/>
    <w:rsid w:val="00D6102A"/>
    <w:rsid w:val="00D611A2"/>
    <w:rsid w:val="00D634C9"/>
    <w:rsid w:val="00D650E4"/>
    <w:rsid w:val="00D67641"/>
    <w:rsid w:val="00D83463"/>
    <w:rsid w:val="00D86044"/>
    <w:rsid w:val="00D8674A"/>
    <w:rsid w:val="00D8676B"/>
    <w:rsid w:val="00D96738"/>
    <w:rsid w:val="00D96885"/>
    <w:rsid w:val="00DA061F"/>
    <w:rsid w:val="00DA5727"/>
    <w:rsid w:val="00DA5806"/>
    <w:rsid w:val="00DA722D"/>
    <w:rsid w:val="00DA7C00"/>
    <w:rsid w:val="00DB003B"/>
    <w:rsid w:val="00DB2496"/>
    <w:rsid w:val="00DB3D1B"/>
    <w:rsid w:val="00DB4B38"/>
    <w:rsid w:val="00DB5A79"/>
    <w:rsid w:val="00DB5BC0"/>
    <w:rsid w:val="00DB5CD4"/>
    <w:rsid w:val="00DB651D"/>
    <w:rsid w:val="00DC0502"/>
    <w:rsid w:val="00DC3193"/>
    <w:rsid w:val="00DC55AF"/>
    <w:rsid w:val="00DC6567"/>
    <w:rsid w:val="00DC7B5C"/>
    <w:rsid w:val="00DD03D6"/>
    <w:rsid w:val="00DD0577"/>
    <w:rsid w:val="00DD05D4"/>
    <w:rsid w:val="00DD0FA0"/>
    <w:rsid w:val="00DD21C2"/>
    <w:rsid w:val="00DD378D"/>
    <w:rsid w:val="00DE2BC9"/>
    <w:rsid w:val="00DE387B"/>
    <w:rsid w:val="00DE7899"/>
    <w:rsid w:val="00DF1A9A"/>
    <w:rsid w:val="00DF4CF5"/>
    <w:rsid w:val="00DF60F9"/>
    <w:rsid w:val="00DF69DD"/>
    <w:rsid w:val="00E04A2A"/>
    <w:rsid w:val="00E05039"/>
    <w:rsid w:val="00E13A62"/>
    <w:rsid w:val="00E16D92"/>
    <w:rsid w:val="00E2023C"/>
    <w:rsid w:val="00E208BF"/>
    <w:rsid w:val="00E209AF"/>
    <w:rsid w:val="00E2194F"/>
    <w:rsid w:val="00E226EE"/>
    <w:rsid w:val="00E22953"/>
    <w:rsid w:val="00E23F51"/>
    <w:rsid w:val="00E24E2E"/>
    <w:rsid w:val="00E27347"/>
    <w:rsid w:val="00E34D57"/>
    <w:rsid w:val="00E36A68"/>
    <w:rsid w:val="00E37055"/>
    <w:rsid w:val="00E3719C"/>
    <w:rsid w:val="00E3719E"/>
    <w:rsid w:val="00E37DCA"/>
    <w:rsid w:val="00E41C35"/>
    <w:rsid w:val="00E4303E"/>
    <w:rsid w:val="00E43BD3"/>
    <w:rsid w:val="00E43BF5"/>
    <w:rsid w:val="00E46E9E"/>
    <w:rsid w:val="00E477E6"/>
    <w:rsid w:val="00E525EA"/>
    <w:rsid w:val="00E55A72"/>
    <w:rsid w:val="00E565E0"/>
    <w:rsid w:val="00E637F0"/>
    <w:rsid w:val="00E63A8E"/>
    <w:rsid w:val="00E63DD3"/>
    <w:rsid w:val="00E66D12"/>
    <w:rsid w:val="00E70512"/>
    <w:rsid w:val="00E71556"/>
    <w:rsid w:val="00E71DD6"/>
    <w:rsid w:val="00E72108"/>
    <w:rsid w:val="00E7272B"/>
    <w:rsid w:val="00E736A7"/>
    <w:rsid w:val="00E75321"/>
    <w:rsid w:val="00E7681A"/>
    <w:rsid w:val="00E77EC6"/>
    <w:rsid w:val="00E80FF5"/>
    <w:rsid w:val="00E83BE4"/>
    <w:rsid w:val="00E853AF"/>
    <w:rsid w:val="00E87511"/>
    <w:rsid w:val="00E90329"/>
    <w:rsid w:val="00E96353"/>
    <w:rsid w:val="00E96ED4"/>
    <w:rsid w:val="00E96FF9"/>
    <w:rsid w:val="00E97473"/>
    <w:rsid w:val="00E979FA"/>
    <w:rsid w:val="00EA1016"/>
    <w:rsid w:val="00EA178F"/>
    <w:rsid w:val="00EA2A06"/>
    <w:rsid w:val="00EA6C78"/>
    <w:rsid w:val="00EB633A"/>
    <w:rsid w:val="00EB7053"/>
    <w:rsid w:val="00EC4163"/>
    <w:rsid w:val="00EC6246"/>
    <w:rsid w:val="00EC6EA9"/>
    <w:rsid w:val="00ED1974"/>
    <w:rsid w:val="00ED2CE8"/>
    <w:rsid w:val="00ED6269"/>
    <w:rsid w:val="00ED7C22"/>
    <w:rsid w:val="00EE28C9"/>
    <w:rsid w:val="00EE2F69"/>
    <w:rsid w:val="00EE32A2"/>
    <w:rsid w:val="00EE3707"/>
    <w:rsid w:val="00EE3963"/>
    <w:rsid w:val="00EE6626"/>
    <w:rsid w:val="00EF0B99"/>
    <w:rsid w:val="00EF1A1B"/>
    <w:rsid w:val="00EF4794"/>
    <w:rsid w:val="00EF558A"/>
    <w:rsid w:val="00F0008E"/>
    <w:rsid w:val="00F03AAA"/>
    <w:rsid w:val="00F0502E"/>
    <w:rsid w:val="00F05CD8"/>
    <w:rsid w:val="00F05F61"/>
    <w:rsid w:val="00F07A27"/>
    <w:rsid w:val="00F10CE2"/>
    <w:rsid w:val="00F1164E"/>
    <w:rsid w:val="00F119F4"/>
    <w:rsid w:val="00F12149"/>
    <w:rsid w:val="00F145FC"/>
    <w:rsid w:val="00F16745"/>
    <w:rsid w:val="00F20127"/>
    <w:rsid w:val="00F21AC9"/>
    <w:rsid w:val="00F225C5"/>
    <w:rsid w:val="00F23068"/>
    <w:rsid w:val="00F23A00"/>
    <w:rsid w:val="00F23A09"/>
    <w:rsid w:val="00F241BA"/>
    <w:rsid w:val="00F246DA"/>
    <w:rsid w:val="00F26B9C"/>
    <w:rsid w:val="00F26C58"/>
    <w:rsid w:val="00F3093D"/>
    <w:rsid w:val="00F30F88"/>
    <w:rsid w:val="00F3147D"/>
    <w:rsid w:val="00F32582"/>
    <w:rsid w:val="00F32988"/>
    <w:rsid w:val="00F355C6"/>
    <w:rsid w:val="00F35BBE"/>
    <w:rsid w:val="00F4541D"/>
    <w:rsid w:val="00F45EE4"/>
    <w:rsid w:val="00F50397"/>
    <w:rsid w:val="00F5416C"/>
    <w:rsid w:val="00F562DF"/>
    <w:rsid w:val="00F563CB"/>
    <w:rsid w:val="00F65CF6"/>
    <w:rsid w:val="00F66F7C"/>
    <w:rsid w:val="00F72000"/>
    <w:rsid w:val="00F75517"/>
    <w:rsid w:val="00F75C86"/>
    <w:rsid w:val="00F77DE3"/>
    <w:rsid w:val="00F82EDE"/>
    <w:rsid w:val="00F85C87"/>
    <w:rsid w:val="00F85EA5"/>
    <w:rsid w:val="00F86E7F"/>
    <w:rsid w:val="00F8748A"/>
    <w:rsid w:val="00F90263"/>
    <w:rsid w:val="00F946F1"/>
    <w:rsid w:val="00F9644E"/>
    <w:rsid w:val="00F97504"/>
    <w:rsid w:val="00FA22F0"/>
    <w:rsid w:val="00FA24EE"/>
    <w:rsid w:val="00FA2C90"/>
    <w:rsid w:val="00FA4985"/>
    <w:rsid w:val="00FA4C0D"/>
    <w:rsid w:val="00FB2418"/>
    <w:rsid w:val="00FC05DB"/>
    <w:rsid w:val="00FC1360"/>
    <w:rsid w:val="00FC26AF"/>
    <w:rsid w:val="00FC39A9"/>
    <w:rsid w:val="00FC41F9"/>
    <w:rsid w:val="00FC45D7"/>
    <w:rsid w:val="00FD0597"/>
    <w:rsid w:val="00FD077B"/>
    <w:rsid w:val="00FD1E16"/>
    <w:rsid w:val="00FD38B6"/>
    <w:rsid w:val="00FD3AD0"/>
    <w:rsid w:val="00FD3B4A"/>
    <w:rsid w:val="00FD4B0A"/>
    <w:rsid w:val="00FE18FB"/>
    <w:rsid w:val="00FE1B88"/>
    <w:rsid w:val="00FE2CC6"/>
    <w:rsid w:val="00FE327E"/>
    <w:rsid w:val="00FE4D9C"/>
    <w:rsid w:val="00FE563B"/>
    <w:rsid w:val="00FE58A8"/>
    <w:rsid w:val="00FF5AC7"/>
    <w:rsid w:val="00FF698D"/>
    <w:rsid w:val="00FF7442"/>
    <w:rsid w:val="00FF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34FA3AA"/>
  <w15:docId w15:val="{6B0C0D64-D245-4931-8136-55547B95A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7501"/>
    <w:pPr>
      <w:widowControl w:val="0"/>
      <w:autoSpaceDE w:val="0"/>
      <w:autoSpaceDN w:val="0"/>
      <w:adjustRightInd w:val="0"/>
    </w:pPr>
    <w:rPr>
      <w:rFonts w:cs="Arial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811A80"/>
    <w:pPr>
      <w:keepNext/>
      <w:numPr>
        <w:numId w:val="1"/>
      </w:numPr>
      <w:spacing w:before="240" w:after="60"/>
      <w:outlineLvl w:val="0"/>
    </w:pPr>
    <w:rPr>
      <w:rFonts w:asciiTheme="majorHAnsi" w:hAnsiTheme="majorHAnsi"/>
      <w:b/>
      <w:bCs/>
      <w:color w:val="4F81BD" w:themeColor="accent1"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F75517"/>
    <w:pPr>
      <w:keepNext/>
      <w:numPr>
        <w:ilvl w:val="1"/>
        <w:numId w:val="1"/>
      </w:numPr>
      <w:spacing w:before="240" w:after="60"/>
      <w:outlineLvl w:val="1"/>
    </w:pPr>
    <w:rPr>
      <w:rFonts w:asciiTheme="majorHAnsi" w:hAnsiTheme="majorHAnsi"/>
      <w:b/>
      <w:bCs/>
      <w:i/>
      <w:iCs/>
      <w:color w:val="4F81BD" w:themeColor="accent1"/>
      <w:sz w:val="28"/>
      <w:szCs w:val="28"/>
    </w:rPr>
  </w:style>
  <w:style w:type="paragraph" w:styleId="Nadpis3">
    <w:name w:val="heading 3"/>
    <w:basedOn w:val="Normln"/>
    <w:next w:val="Normln"/>
    <w:qFormat/>
    <w:rsid w:val="007C22B7"/>
    <w:pPr>
      <w:keepNext/>
      <w:numPr>
        <w:ilvl w:val="2"/>
        <w:numId w:val="1"/>
      </w:numPr>
      <w:spacing w:before="240" w:after="60"/>
      <w:outlineLvl w:val="2"/>
    </w:pPr>
    <w:rPr>
      <w:rFonts w:asciiTheme="majorHAnsi" w:hAnsiTheme="majorHAns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next w:val="Normln"/>
    <w:qFormat/>
    <w:rsid w:val="007C22B7"/>
    <w:pPr>
      <w:keepNext/>
      <w:numPr>
        <w:ilvl w:val="3"/>
        <w:numId w:val="1"/>
      </w:numPr>
      <w:spacing w:before="240" w:after="60"/>
      <w:outlineLvl w:val="3"/>
    </w:pPr>
    <w:rPr>
      <w:rFonts w:asciiTheme="majorHAnsi" w:hAnsiTheme="majorHAnsi" w:cs="Times New Roman"/>
      <w:b/>
      <w:bCs/>
      <w:color w:val="4F81BD" w:themeColor="accent1"/>
      <w:szCs w:val="28"/>
    </w:rPr>
  </w:style>
  <w:style w:type="paragraph" w:styleId="Nadpis5">
    <w:name w:val="heading 5"/>
    <w:basedOn w:val="Normln"/>
    <w:next w:val="Normln"/>
    <w:qFormat/>
    <w:rsid w:val="00E2194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E2194F"/>
    <w:pPr>
      <w:numPr>
        <w:ilvl w:val="5"/>
        <w:numId w:val="1"/>
      </w:num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E2194F"/>
    <w:pPr>
      <w:numPr>
        <w:ilvl w:val="6"/>
        <w:numId w:val="1"/>
      </w:numPr>
      <w:spacing w:before="240" w:after="60"/>
      <w:outlineLvl w:val="6"/>
    </w:pPr>
    <w:rPr>
      <w:rFonts w:cs="Times New Roman"/>
      <w:szCs w:val="24"/>
    </w:rPr>
  </w:style>
  <w:style w:type="paragraph" w:styleId="Nadpis8">
    <w:name w:val="heading 8"/>
    <w:basedOn w:val="Normln"/>
    <w:next w:val="Normln"/>
    <w:qFormat/>
    <w:rsid w:val="00E2194F"/>
    <w:pPr>
      <w:numPr>
        <w:ilvl w:val="7"/>
        <w:numId w:val="1"/>
      </w:numPr>
      <w:spacing w:before="240" w:after="60"/>
      <w:outlineLvl w:val="7"/>
    </w:pPr>
    <w:rPr>
      <w:rFonts w:cs="Times New Roman"/>
      <w:i/>
      <w:iCs/>
      <w:szCs w:val="24"/>
    </w:rPr>
  </w:style>
  <w:style w:type="paragraph" w:styleId="Nadpis9">
    <w:name w:val="heading 9"/>
    <w:basedOn w:val="Normln"/>
    <w:next w:val="Normln"/>
    <w:qFormat/>
    <w:rsid w:val="00E2194F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ZarovnatdoblokuVlevo1cmPedsazen35cmdkov">
    <w:name w:val="Styl Zarovnat do bloku Vlevo:  1 cm Předsazení:  35 cm Řádková..."/>
    <w:basedOn w:val="Normln"/>
    <w:rsid w:val="00F32582"/>
    <w:pPr>
      <w:spacing w:line="360" w:lineRule="auto"/>
      <w:ind w:left="2552" w:hanging="1985"/>
      <w:jc w:val="both"/>
    </w:pPr>
    <w:rPr>
      <w:rFonts w:cs="Times New Roman"/>
      <w:sz w:val="22"/>
    </w:rPr>
  </w:style>
  <w:style w:type="paragraph" w:styleId="Zhlav">
    <w:name w:val="header"/>
    <w:basedOn w:val="Normln"/>
    <w:link w:val="ZhlavChar"/>
    <w:uiPriority w:val="99"/>
    <w:qFormat/>
    <w:rsid w:val="006438F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438F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8053F5"/>
  </w:style>
  <w:style w:type="paragraph" w:styleId="Textbubliny">
    <w:name w:val="Balloon Text"/>
    <w:basedOn w:val="Normln"/>
    <w:semiHidden/>
    <w:rsid w:val="00173168"/>
    <w:rPr>
      <w:rFonts w:ascii="Tahoma" w:hAnsi="Tahoma" w:cs="Tahoma"/>
      <w:sz w:val="16"/>
      <w:szCs w:val="16"/>
    </w:rPr>
  </w:style>
  <w:style w:type="paragraph" w:customStyle="1" w:styleId="StylZarovnatdoblokudkovn15dku">
    <w:name w:val="Styl Zarovnat do bloku Řádkování:  15 řádku"/>
    <w:basedOn w:val="Normln"/>
    <w:rsid w:val="001727A9"/>
    <w:pPr>
      <w:spacing w:line="360" w:lineRule="auto"/>
      <w:ind w:firstLine="567"/>
      <w:jc w:val="both"/>
    </w:pPr>
    <w:rPr>
      <w:rFonts w:cs="Times New Roman"/>
      <w:sz w:val="22"/>
    </w:rPr>
  </w:style>
  <w:style w:type="paragraph" w:customStyle="1" w:styleId="StylStylZarovnatdoblokuVlevo1cmPedsazen35cmdkov">
    <w:name w:val="Styl Styl Zarovnat do bloku Vlevo:  1 cm Předsazení:  35 cm Řádkov..."/>
    <w:basedOn w:val="StylZarovnatdoblokuVlevo1cmPedsazen35cmdkov"/>
    <w:rsid w:val="001727A9"/>
    <w:pPr>
      <w:ind w:left="3119" w:hanging="2552"/>
    </w:pPr>
  </w:style>
  <w:style w:type="paragraph" w:customStyle="1" w:styleId="Styldkovn15dku">
    <w:name w:val="Styl Řádkování:  15 řádku"/>
    <w:basedOn w:val="Normln"/>
    <w:link w:val="Styldkovn15dkuChar"/>
    <w:rsid w:val="001727A9"/>
    <w:pPr>
      <w:spacing w:line="360" w:lineRule="auto"/>
    </w:pPr>
    <w:rPr>
      <w:rFonts w:cs="Times New Roman"/>
      <w:sz w:val="22"/>
    </w:rPr>
  </w:style>
  <w:style w:type="paragraph" w:customStyle="1" w:styleId="StylStyldkovn15dkuTun">
    <w:name w:val="Styl Styl Řádkování:  15 řádku + Tučné"/>
    <w:basedOn w:val="Styldkovn15dku"/>
    <w:link w:val="StylStyldkovn15dkuTunChar"/>
    <w:rsid w:val="001727A9"/>
    <w:rPr>
      <w:b/>
      <w:bCs/>
    </w:rPr>
  </w:style>
  <w:style w:type="character" w:customStyle="1" w:styleId="Styldkovn15dkuChar">
    <w:name w:val="Styl Řádkování:  15 řádku Char"/>
    <w:basedOn w:val="Standardnpsmoodstavce"/>
    <w:link w:val="Styldkovn15dku"/>
    <w:rsid w:val="001727A9"/>
    <w:rPr>
      <w:rFonts w:ascii="Arial" w:hAnsi="Arial"/>
      <w:sz w:val="22"/>
      <w:lang w:val="cs-CZ" w:eastAsia="cs-CZ" w:bidi="ar-SA"/>
    </w:rPr>
  </w:style>
  <w:style w:type="character" w:customStyle="1" w:styleId="StylStyldkovn15dkuTunChar">
    <w:name w:val="Styl Styl Řádkování:  15 řádku + Tučné Char"/>
    <w:basedOn w:val="Styldkovn15dkuChar"/>
    <w:link w:val="StylStyldkovn15dkuTun"/>
    <w:rsid w:val="001727A9"/>
    <w:rPr>
      <w:rFonts w:ascii="Arial" w:hAnsi="Arial"/>
      <w:b/>
      <w:bCs/>
      <w:sz w:val="22"/>
      <w:lang w:val="cs-CZ" w:eastAsia="cs-CZ" w:bidi="ar-SA"/>
    </w:rPr>
  </w:style>
  <w:style w:type="paragraph" w:customStyle="1" w:styleId="StylZarovnatdoblokuVlevo1cmPedsazen45cmdkov">
    <w:name w:val="Styl Zarovnat do bloku Vlevo:  1 cm Předsazení:  45 cm Řádková..."/>
    <w:basedOn w:val="Normln"/>
    <w:rsid w:val="001727A9"/>
    <w:pPr>
      <w:spacing w:line="360" w:lineRule="auto"/>
      <w:ind w:left="3119" w:hanging="2552"/>
      <w:jc w:val="both"/>
    </w:pPr>
    <w:rPr>
      <w:rFonts w:cs="Times New Roman"/>
      <w:sz w:val="22"/>
    </w:rPr>
  </w:style>
  <w:style w:type="paragraph" w:customStyle="1" w:styleId="StylZarovnatdoblokuVlevo381cmPedsazen494cmd">
    <w:name w:val="Styl Zarovnat do bloku Vlevo:  381 cm Předsazení:  494 cm Řád..."/>
    <w:basedOn w:val="Normln"/>
    <w:rsid w:val="001727A9"/>
    <w:pPr>
      <w:spacing w:line="360" w:lineRule="auto"/>
      <w:ind w:left="4962" w:hanging="2802"/>
      <w:jc w:val="both"/>
    </w:pPr>
    <w:rPr>
      <w:rFonts w:cs="Times New Roman"/>
      <w:sz w:val="22"/>
    </w:rPr>
  </w:style>
  <w:style w:type="paragraph" w:customStyle="1" w:styleId="StylTunZarovnatdoblokudkovn15dku">
    <w:name w:val="Styl Tučné Zarovnat do bloku Řádkování:  15 řádku"/>
    <w:basedOn w:val="Normln"/>
    <w:rsid w:val="001727A9"/>
    <w:pPr>
      <w:spacing w:line="360" w:lineRule="auto"/>
      <w:jc w:val="both"/>
    </w:pPr>
    <w:rPr>
      <w:rFonts w:cs="Times New Roman"/>
      <w:b/>
      <w:bCs/>
      <w:sz w:val="22"/>
    </w:rPr>
  </w:style>
  <w:style w:type="paragraph" w:customStyle="1" w:styleId="StylVlevo1cmPedsazen45cm">
    <w:name w:val="Styl Vlevo:  1 cm Předsazení:  45 cm"/>
    <w:basedOn w:val="Normln"/>
    <w:rsid w:val="001727A9"/>
    <w:pPr>
      <w:ind w:left="3119" w:hanging="2552"/>
    </w:pPr>
    <w:rPr>
      <w:rFonts w:cs="Times New Roman"/>
      <w:sz w:val="22"/>
    </w:rPr>
  </w:style>
  <w:style w:type="paragraph" w:styleId="Obsah1">
    <w:name w:val="toc 1"/>
    <w:basedOn w:val="Normln"/>
    <w:next w:val="Normln"/>
    <w:autoRedefine/>
    <w:uiPriority w:val="39"/>
    <w:rsid w:val="00D50C2B"/>
    <w:pPr>
      <w:tabs>
        <w:tab w:val="left" w:pos="709"/>
        <w:tab w:val="right" w:leader="dot" w:pos="9345"/>
      </w:tabs>
    </w:pPr>
  </w:style>
  <w:style w:type="paragraph" w:styleId="Obsah2">
    <w:name w:val="toc 2"/>
    <w:basedOn w:val="Normln"/>
    <w:next w:val="Normln"/>
    <w:autoRedefine/>
    <w:uiPriority w:val="39"/>
    <w:rsid w:val="00E27347"/>
    <w:pPr>
      <w:ind w:left="240"/>
    </w:pPr>
  </w:style>
  <w:style w:type="paragraph" w:styleId="Obsah3">
    <w:name w:val="toc 3"/>
    <w:basedOn w:val="Normln"/>
    <w:next w:val="Normln"/>
    <w:autoRedefine/>
    <w:uiPriority w:val="39"/>
    <w:rsid w:val="00ED2CE8"/>
    <w:pPr>
      <w:tabs>
        <w:tab w:val="left" w:pos="1320"/>
        <w:tab w:val="right" w:leader="dot" w:pos="9345"/>
      </w:tabs>
      <w:ind w:left="480"/>
    </w:pPr>
  </w:style>
  <w:style w:type="character" w:styleId="Hypertextovodkaz">
    <w:name w:val="Hyperlink"/>
    <w:basedOn w:val="Standardnpsmoodstavce"/>
    <w:uiPriority w:val="99"/>
    <w:rsid w:val="00E27347"/>
    <w:rPr>
      <w:color w:val="0000FF"/>
      <w:u w:val="single"/>
    </w:rPr>
  </w:style>
  <w:style w:type="character" w:customStyle="1" w:styleId="StylPodtren">
    <w:name w:val="Styl Podtržení"/>
    <w:basedOn w:val="Standardnpsmoodstavce"/>
    <w:rsid w:val="00F32582"/>
    <w:rPr>
      <w:sz w:val="24"/>
      <w:u w:val="single"/>
    </w:rPr>
  </w:style>
  <w:style w:type="paragraph" w:customStyle="1" w:styleId="Vpisnorem">
    <w:name w:val="Výpis norem"/>
    <w:basedOn w:val="Normln"/>
    <w:rsid w:val="006F1228"/>
    <w:pPr>
      <w:widowControl/>
      <w:tabs>
        <w:tab w:val="left" w:pos="2410"/>
      </w:tabs>
      <w:ind w:left="2410" w:hanging="2410"/>
    </w:pPr>
    <w:rPr>
      <w:szCs w:val="24"/>
    </w:rPr>
  </w:style>
  <w:style w:type="paragraph" w:styleId="Bezmezer">
    <w:name w:val="No Spacing"/>
    <w:link w:val="BezmezerChar"/>
    <w:uiPriority w:val="1"/>
    <w:qFormat/>
    <w:rsid w:val="00DB2496"/>
    <w:rPr>
      <w:rFonts w:asciiTheme="minorHAnsi" w:eastAsiaTheme="minorEastAsia" w:hAnsiTheme="minorHAnsi" w:cstheme="minorBidi"/>
      <w:sz w:val="22"/>
      <w:szCs w:val="22"/>
      <w:lang w:val="en-US" w:eastAsia="en-US" w:bidi="en-US"/>
    </w:rPr>
  </w:style>
  <w:style w:type="paragraph" w:styleId="Odstavecseseznamem">
    <w:name w:val="List Paragraph"/>
    <w:basedOn w:val="Normln"/>
    <w:uiPriority w:val="34"/>
    <w:qFormat/>
    <w:rsid w:val="002B08DD"/>
    <w:pPr>
      <w:widowControl/>
      <w:autoSpaceDE/>
      <w:autoSpaceDN/>
      <w:adjustRightInd/>
      <w:spacing w:after="200" w:line="276" w:lineRule="auto"/>
      <w:ind w:left="720"/>
      <w:contextualSpacing/>
    </w:pPr>
    <w:rPr>
      <w:rFonts w:eastAsiaTheme="minorEastAsia" w:cstheme="minorBidi"/>
      <w:szCs w:val="22"/>
      <w:lang w:val="en-US" w:eastAsia="en-US" w:bidi="en-US"/>
    </w:rPr>
  </w:style>
  <w:style w:type="character" w:customStyle="1" w:styleId="BezmezerChar">
    <w:name w:val="Bez mezer Char"/>
    <w:basedOn w:val="Standardnpsmoodstavce"/>
    <w:link w:val="Bezmezer"/>
    <w:uiPriority w:val="1"/>
    <w:rsid w:val="00DB2496"/>
    <w:rPr>
      <w:rFonts w:asciiTheme="minorHAnsi" w:eastAsiaTheme="minorEastAsia" w:hAnsiTheme="minorHAnsi" w:cstheme="minorBidi"/>
      <w:sz w:val="22"/>
      <w:szCs w:val="22"/>
      <w:lang w:val="en-US" w:eastAsia="en-US" w:bidi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F0502E"/>
    <w:pPr>
      <w:keepLines/>
      <w:widowControl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eastAsiaTheme="majorEastAsia" w:cstheme="majorBidi"/>
      <w:color w:val="365F91" w:themeColor="accent1" w:themeShade="BF"/>
      <w:kern w:val="0"/>
      <w:sz w:val="28"/>
      <w:szCs w:val="28"/>
    </w:rPr>
  </w:style>
  <w:style w:type="character" w:customStyle="1" w:styleId="ZhlavChar">
    <w:name w:val="Záhlaví Char"/>
    <w:link w:val="Zhlav"/>
    <w:uiPriority w:val="99"/>
    <w:rsid w:val="00903661"/>
    <w:rPr>
      <w:rFonts w:asciiTheme="minorHAnsi" w:hAnsiTheme="minorHAnsi" w:cs="Arial"/>
      <w:sz w:val="24"/>
    </w:rPr>
  </w:style>
  <w:style w:type="paragraph" w:customStyle="1" w:styleId="Default">
    <w:name w:val="Default"/>
    <w:rsid w:val="007B66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rsid w:val="000126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nhideWhenUsed/>
    <w:qFormat/>
    <w:rsid w:val="00012680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90501B"/>
    <w:rPr>
      <w:rFonts w:asciiTheme="majorHAnsi" w:hAnsiTheme="majorHAnsi" w:cs="Arial"/>
      <w:b/>
      <w:bCs/>
      <w:i/>
      <w:iCs/>
      <w:color w:val="4F81BD" w:themeColor="accent1"/>
      <w:sz w:val="28"/>
      <w:szCs w:val="28"/>
    </w:rPr>
  </w:style>
  <w:style w:type="paragraph" w:styleId="Zkladntextodsazen3">
    <w:name w:val="Body Text Indent 3"/>
    <w:basedOn w:val="Normln"/>
    <w:link w:val="Zkladntextodsazen3Char"/>
    <w:rsid w:val="003B4956"/>
    <w:pPr>
      <w:widowControl/>
      <w:autoSpaceDE/>
      <w:autoSpaceDN/>
      <w:adjustRightInd/>
      <w:spacing w:before="60" w:after="60"/>
      <w:ind w:left="2127" w:hanging="1418"/>
      <w:jc w:val="both"/>
    </w:pPr>
    <w:rPr>
      <w:rFonts w:ascii="Arial" w:hAnsi="Arial" w:cs="Times New Roman"/>
      <w:sz w:val="22"/>
    </w:rPr>
  </w:style>
  <w:style w:type="character" w:customStyle="1" w:styleId="Zkladntextodsazen3Char">
    <w:name w:val="Základní text odsazený 3 Char"/>
    <w:basedOn w:val="Standardnpsmoodstavce"/>
    <w:link w:val="Zkladntextodsazen3"/>
    <w:rsid w:val="003B4956"/>
    <w:rPr>
      <w:rFonts w:ascii="Arial" w:hAnsi="Arial"/>
      <w:sz w:val="22"/>
    </w:rPr>
  </w:style>
  <w:style w:type="character" w:customStyle="1" w:styleId="Zmnka1">
    <w:name w:val="Zmínka1"/>
    <w:basedOn w:val="Standardnpsmoodstavce"/>
    <w:uiPriority w:val="99"/>
    <w:semiHidden/>
    <w:unhideWhenUsed/>
    <w:rsid w:val="004B60E8"/>
    <w:rPr>
      <w:color w:val="2B579A"/>
      <w:shd w:val="clear" w:color="auto" w:fill="E6E6E6"/>
    </w:rPr>
  </w:style>
  <w:style w:type="character" w:customStyle="1" w:styleId="Nadpis1Char">
    <w:name w:val="Nadpis 1 Char"/>
    <w:basedOn w:val="Standardnpsmoodstavce"/>
    <w:link w:val="Nadpis1"/>
    <w:uiPriority w:val="9"/>
    <w:rsid w:val="00E43BD3"/>
    <w:rPr>
      <w:rFonts w:asciiTheme="majorHAnsi" w:hAnsiTheme="majorHAnsi" w:cs="Arial"/>
      <w:b/>
      <w:bCs/>
      <w:color w:val="4F81BD" w:themeColor="accent1"/>
      <w:kern w:val="32"/>
      <w:sz w:val="32"/>
      <w:szCs w:val="32"/>
    </w:rPr>
  </w:style>
  <w:style w:type="paragraph" w:styleId="Normlnweb">
    <w:name w:val="Normal (Web)"/>
    <w:basedOn w:val="Normln"/>
    <w:uiPriority w:val="99"/>
    <w:semiHidden/>
    <w:unhideWhenUsed/>
    <w:rsid w:val="0072633B"/>
    <w:pPr>
      <w:widowControl/>
      <w:autoSpaceDE/>
      <w:autoSpaceDN/>
      <w:adjustRightInd/>
      <w:spacing w:before="120" w:after="120" w:line="240" w:lineRule="atLeast"/>
    </w:pPr>
    <w:rPr>
      <w:rFonts w:ascii="Tahoma" w:hAnsi="Tahoma" w:cs="Tahoma"/>
      <w:color w:val="727272"/>
      <w:sz w:val="20"/>
    </w:rPr>
  </w:style>
  <w:style w:type="character" w:customStyle="1" w:styleId="shorttext">
    <w:name w:val="short_text"/>
    <w:basedOn w:val="Standardnpsmoodstavce"/>
    <w:rsid w:val="001254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35757">
              <w:marLeft w:val="105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4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75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964624">
                          <w:marLeft w:val="105"/>
                          <w:marRight w:val="10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236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047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790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93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8857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1022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88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3677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92292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21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1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49">
              <w:marLeft w:val="105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28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87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622537">
                          <w:marLeft w:val="105"/>
                          <w:marRight w:val="10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610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4357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866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314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8087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0759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4911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1922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1105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70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0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9EF01-3EE8-41A0-B2F9-D12CE69EF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1982</Words>
  <Characters>11696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fi</vt:lpstr>
    </vt:vector>
  </TitlesOfParts>
  <Company>Elektrizace železnic Praha a.s.</Company>
  <LinksUpToDate>false</LinksUpToDate>
  <CharactersWithSpaces>13651</CharactersWithSpaces>
  <SharedDoc>false</SharedDoc>
  <HLinks>
    <vt:vector size="120" baseType="variant">
      <vt:variant>
        <vt:i4>1966137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_Toc181684135</vt:lpwstr>
      </vt:variant>
      <vt:variant>
        <vt:i4>1966137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_Toc181684134</vt:lpwstr>
      </vt:variant>
      <vt:variant>
        <vt:i4>1966137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_Toc181684133</vt:lpwstr>
      </vt:variant>
      <vt:variant>
        <vt:i4>1966137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_Toc181684132</vt:lpwstr>
      </vt:variant>
      <vt:variant>
        <vt:i4>1966137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_Toc181684131</vt:lpwstr>
      </vt:variant>
      <vt:variant>
        <vt:i4>1966137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_Toc181684130</vt:lpwstr>
      </vt:variant>
      <vt:variant>
        <vt:i4>2031673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_Toc181684129</vt:lpwstr>
      </vt:variant>
      <vt:variant>
        <vt:i4>2031673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_Toc181684128</vt:lpwstr>
      </vt:variant>
      <vt:variant>
        <vt:i4>2031673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_Toc181684127</vt:lpwstr>
      </vt:variant>
      <vt:variant>
        <vt:i4>2031673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_Toc181684126</vt:lpwstr>
      </vt:variant>
      <vt:variant>
        <vt:i4>2031673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_Toc181684125</vt:lpwstr>
      </vt:variant>
      <vt:variant>
        <vt:i4>2031673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_Toc181684124</vt:lpwstr>
      </vt:variant>
      <vt:variant>
        <vt:i4>2031673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_Toc181684123</vt:lpwstr>
      </vt:variant>
      <vt:variant>
        <vt:i4>2031673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_Toc181684122</vt:lpwstr>
      </vt:variant>
      <vt:variant>
        <vt:i4>2031673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_Toc181684121</vt:lpwstr>
      </vt:variant>
      <vt:variant>
        <vt:i4>2031673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_Toc181684120</vt:lpwstr>
      </vt:variant>
      <vt:variant>
        <vt:i4>1835065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_Toc181684119</vt:lpwstr>
      </vt:variant>
      <vt:variant>
        <vt:i4>1835065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_Toc181684118</vt:lpwstr>
      </vt:variant>
      <vt:variant>
        <vt:i4>1835065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_Toc181684117</vt:lpwstr>
      </vt:variant>
      <vt:variant>
        <vt:i4>1835065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_Toc181684116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</dc:title>
  <dc:creator>kaspar</dc:creator>
  <cp:lastModifiedBy>Kučík Martin, Ing.</cp:lastModifiedBy>
  <cp:revision>3</cp:revision>
  <cp:lastPrinted>2017-03-13T10:33:00Z</cp:lastPrinted>
  <dcterms:created xsi:type="dcterms:W3CDTF">2021-01-27T07:32:00Z</dcterms:created>
  <dcterms:modified xsi:type="dcterms:W3CDTF">2021-01-27T10:25:00Z</dcterms:modified>
</cp:coreProperties>
</file>