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42642A05" w:rsidR="00F422D3" w:rsidRDefault="00F422D3" w:rsidP="00BB1390">
      <w:pPr>
        <w:pStyle w:val="Titul2"/>
      </w:pPr>
      <w:r>
        <w:t xml:space="preserve">Název </w:t>
      </w:r>
      <w:r w:rsidRPr="00BB1390">
        <w:t>zakázky</w:t>
      </w:r>
      <w:r>
        <w:t>: „</w:t>
      </w:r>
      <w:r w:rsidR="00CF25EC" w:rsidRPr="0038030F">
        <w:t>Zrušení přejezdu km 150,555 (P1693) a výstavba PZS km 150,196 (P1692) trati Plzeň - Žatec</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5FA1D803" w:rsidR="00F422D3" w:rsidRDefault="00F422D3" w:rsidP="00CF25EC">
      <w:pPr>
        <w:pStyle w:val="Textbezodsazen"/>
        <w:spacing w:after="0"/>
      </w:pPr>
      <w:r>
        <w:t xml:space="preserve">zastoupena: </w:t>
      </w:r>
      <w:r w:rsidR="00CF25EC" w:rsidRPr="000174E8">
        <w:t xml:space="preserve">Ing. </w:t>
      </w:r>
      <w:r w:rsidR="00CF25EC">
        <w:t>Petrem Hofhanzlem</w:t>
      </w:r>
      <w:r w:rsidR="00CF25EC" w:rsidRPr="000174E8">
        <w:t xml:space="preserve">, </w:t>
      </w:r>
      <w:r w:rsidR="00CF25EC">
        <w:t>ředitelem Stavební správy západ</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4732B770" w:rsidR="00F422D3" w:rsidRDefault="00CF25EC" w:rsidP="00B42F40">
      <w:pPr>
        <w:pStyle w:val="Textbezodsazen"/>
      </w:pPr>
      <w:r w:rsidRPr="00B42F40">
        <w:t>Stavební</w:t>
      </w:r>
      <w:r>
        <w:t xml:space="preserve"> správa 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5EAB654C" w:rsidR="00F422D3" w:rsidRDefault="00F422D3" w:rsidP="00B42F40">
      <w:pPr>
        <w:pStyle w:val="Textbezodsazen"/>
      </w:pPr>
      <w:r>
        <w:t xml:space="preserve">ISPROFOND: </w:t>
      </w:r>
      <w:r w:rsidR="00CF25EC">
        <w:t>532352049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6EC8B457"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w:t>
      </w:r>
      <w:r w:rsidR="00EA5DAC">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2EFD3E05" w:rsidR="007D26F9" w:rsidRDefault="007D26F9" w:rsidP="00BC5BDD">
      <w:pPr>
        <w:pStyle w:val="Text1-1"/>
      </w:pPr>
      <w:r>
        <w:t xml:space="preserve">Objednatel oznámil uveřejněním na profilu zadavatele: </w:t>
      </w:r>
      <w:hyperlink r:id="rId11" w:history="1">
        <w:r w:rsidR="00EA5DAC" w:rsidRPr="00333EAB">
          <w:rPr>
            <w:rStyle w:val="Hypertextovodkaz"/>
            <w:noProof w:val="0"/>
          </w:rPr>
          <w:t>https://zakazky.spravazeleznic.cz/</w:t>
        </w:r>
      </w:hyperlink>
      <w:r w:rsidR="00EA5DAC">
        <w:t xml:space="preserve"> </w:t>
      </w:r>
      <w:r>
        <w:t>dne "[</w:t>
      </w:r>
      <w:r w:rsidRPr="007D26F9">
        <w:rPr>
          <w:highlight w:val="green"/>
        </w:rPr>
        <w:t>VLOŽÍ OBJEDNATEL</w:t>
      </w:r>
      <w:r>
        <w:t xml:space="preserve">]" pod evidenčním číslem </w:t>
      </w:r>
      <w:r w:rsidR="00EA5DAC">
        <w:t>61821166</w:t>
      </w:r>
      <w:r>
        <w:t xml:space="preserve"> svůj úmysl zadat veřejnou zakázku</w:t>
      </w:r>
      <w:r w:rsidR="00A349C6">
        <w:t xml:space="preserve"> s </w:t>
      </w:r>
      <w:r>
        <w:t xml:space="preserve">názvem </w:t>
      </w:r>
      <w:r w:rsidRPr="00EA5DAC">
        <w:rPr>
          <w:b/>
        </w:rPr>
        <w:t>„</w:t>
      </w:r>
      <w:r w:rsidR="00EA5DAC" w:rsidRPr="00EA5DAC">
        <w:rPr>
          <w:b/>
        </w:rPr>
        <w:t>Zrušení přejezdu km 150,555 (P1693) a výstavba PZS km 150,196 (P1692) trati Plzeň - Žatec</w:t>
      </w:r>
      <w:r w:rsidRPr="00EA5DAC">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165AC9"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82AC95D" w:rsidR="007D26F9" w:rsidRPr="00165AC9" w:rsidRDefault="007D26F9" w:rsidP="00BC5BDD">
      <w:pPr>
        <w:pStyle w:val="Textbezslovn"/>
        <w:rPr>
          <w:rStyle w:val="Tun"/>
        </w:rPr>
      </w:pPr>
      <w:r w:rsidRPr="00165AC9">
        <w:rPr>
          <w:rStyle w:val="Tun"/>
        </w:rPr>
        <w:t xml:space="preserve">Celková lhůta pro dokončení Díla činí celkem </w:t>
      </w:r>
      <w:r w:rsidR="00137BFC" w:rsidRPr="00165AC9">
        <w:rPr>
          <w:rStyle w:val="Tun"/>
        </w:rPr>
        <w:t>13</w:t>
      </w:r>
      <w:r w:rsidRPr="00165AC9">
        <w:rPr>
          <w:rStyle w:val="Tun"/>
        </w:rPr>
        <w:t xml:space="preserve"> měsíců ode Dne zahájení stavebních prací (dokladem prokazujícím, že Zhotovitel dokončil celé Dílo, je Předávací protokol dle odst. 10.4 Obchodních podmínek).</w:t>
      </w:r>
    </w:p>
    <w:p w14:paraId="3AC6763F" w14:textId="6BF21290" w:rsidR="007D26F9" w:rsidRDefault="007D26F9" w:rsidP="00BC5BDD">
      <w:pPr>
        <w:pStyle w:val="Textbezslovn"/>
      </w:pPr>
      <w:r w:rsidRPr="00165AC9">
        <w:t xml:space="preserve">Lhůta pro dokončení stavebních prací činí celkem </w:t>
      </w:r>
      <w:r w:rsidR="00137BFC" w:rsidRPr="00165AC9">
        <w:rPr>
          <w:rStyle w:val="Tun"/>
        </w:rPr>
        <w:t>7</w:t>
      </w:r>
      <w:r w:rsidRPr="00165AC9">
        <w:rPr>
          <w:rStyle w:val="Tun"/>
        </w:rPr>
        <w:t xml:space="preserve"> měsíců</w:t>
      </w:r>
      <w:r w:rsidRPr="00165AC9">
        <w:t xml:space="preserve"> ode dne zahájení stavebních prací (dokladem prokazujícím, že Zhotovitel dokončil stavební práce</w:t>
      </w:r>
      <w:r w:rsidR="00A349C6" w:rsidRPr="00165AC9">
        <w:t xml:space="preserve"> a </w:t>
      </w:r>
      <w:r w:rsidRPr="00165AC9">
        <w:t>předal Objednateli veškerá plnění připadající na tuto část Díla</w:t>
      </w:r>
      <w:r>
        <w:t>, je poslední Zápis</w:t>
      </w:r>
      <w:r w:rsidR="00A349C6">
        <w:t xml:space="preserve"> o </w:t>
      </w:r>
      <w:r>
        <w:t>předání</w:t>
      </w:r>
      <w:r w:rsidR="00A349C6">
        <w:t xml:space="preserve"> a </w:t>
      </w:r>
      <w:r>
        <w:t xml:space="preserve">převzetí Díla). </w:t>
      </w:r>
    </w:p>
    <w:p w14:paraId="6AB33383" w14:textId="77777777" w:rsidR="007D26F9" w:rsidRPr="00165AC9" w:rsidRDefault="007D26F9" w:rsidP="00BC5BDD">
      <w:pPr>
        <w:pStyle w:val="Textbezslovn"/>
      </w:pPr>
      <w:r w:rsidRPr="00EA5DAC">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rsidRPr="00165AC9">
        <w:t xml:space="preserve">kompletní technické části dokumentace skutečného provedení stavby bude provedeno nejpozději do </w:t>
      </w:r>
      <w:r w:rsidRPr="00165AC9">
        <w:rPr>
          <w:rStyle w:val="Tun"/>
        </w:rPr>
        <w:t>6 měsíců</w:t>
      </w:r>
      <w:r w:rsidRPr="00165AC9">
        <w:t xml:space="preserve"> ode dne podpisu posledního Zápisu</w:t>
      </w:r>
      <w:r w:rsidR="00A349C6" w:rsidRPr="00165AC9">
        <w:t xml:space="preserve"> o </w:t>
      </w:r>
      <w:r w:rsidRPr="00165AC9">
        <w:t>předání</w:t>
      </w:r>
      <w:r w:rsidR="00A349C6" w:rsidRPr="00165AC9">
        <w:t xml:space="preserve"> a </w:t>
      </w:r>
      <w:r w:rsidRPr="00165AC9">
        <w:t>převzetí Díla.</w:t>
      </w:r>
    </w:p>
    <w:p w14:paraId="70B769A1" w14:textId="77777777" w:rsidR="007D26F9" w:rsidRDefault="007D26F9" w:rsidP="00BC5BDD">
      <w:pPr>
        <w:pStyle w:val="Text1-1"/>
      </w:pPr>
      <w:r w:rsidRPr="00165AC9">
        <w:t>Práva</w:t>
      </w:r>
      <w:r w:rsidR="00A349C6" w:rsidRPr="00165AC9">
        <w:t xml:space="preserve"> a </w:t>
      </w:r>
      <w:r w:rsidRPr="00165AC9">
        <w:t xml:space="preserve">povinnosti smluvních stran </w:t>
      </w:r>
      <w:r>
        <w:t>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444F5460" w:rsidR="007D26F9" w:rsidRDefault="00BC73C6" w:rsidP="00BC5BDD">
      <w:pPr>
        <w:pStyle w:val="Text1-1"/>
      </w:pPr>
      <w:r>
        <w:t xml:space="preserve">Bankovní záruka za provedení Díla dle čl. 14 Obchodních podmínek činí 10 % z Ceny Díla bez DPH uvedené v odst. 3.3 této Smlouvy, tj. </w:t>
      </w:r>
      <w:r w:rsidRPr="008F7242">
        <w:rPr>
          <w:rStyle w:val="Tun"/>
          <w:highlight w:val="yellow"/>
        </w:rPr>
        <w:t>"[VLOŽÍ ZHOTOVITEL]"</w:t>
      </w:r>
      <w:r>
        <w:t xml:space="preserve"> Kč.</w:t>
      </w:r>
      <w:bookmarkStart w:id="0" w:name="_GoBack"/>
      <w:bookmarkEnd w:id="0"/>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B6B50FD" w14:textId="56653CAE" w:rsidR="00500E0F" w:rsidRDefault="00E5111F" w:rsidP="009A12BD">
      <w:pPr>
        <w:pStyle w:val="Text1-1"/>
      </w:pPr>
      <w:r>
        <w:t xml:space="preserve">NEOBSAZENO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B721698"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FC368D"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w:t>
      </w:r>
      <w:r w:rsidR="00D22281" w:rsidRPr="00FC368D">
        <w:rPr>
          <w:rFonts w:eastAsia="Times New Roman" w:cs="Times New Roman"/>
          <w:sz w:val="18"/>
          <w:szCs w:val="18"/>
        </w:rPr>
        <w:t xml:space="preserve">sdělení o škole, předmětu exkurze, čase konání a počtu účastníků.  </w:t>
      </w:r>
    </w:p>
    <w:p w14:paraId="0560035D" w14:textId="77777777" w:rsidR="006E7284" w:rsidRPr="00FC368D" w:rsidRDefault="00484FB4" w:rsidP="004A36B7">
      <w:pPr>
        <w:numPr>
          <w:ilvl w:val="2"/>
          <w:numId w:val="34"/>
        </w:numPr>
        <w:spacing w:after="120" w:line="264" w:lineRule="auto"/>
        <w:jc w:val="both"/>
        <w:rPr>
          <w:sz w:val="18"/>
          <w:szCs w:val="18"/>
        </w:rPr>
      </w:pPr>
      <w:r w:rsidRPr="00FC368D">
        <w:rPr>
          <w:rFonts w:eastAsia="Times New Roman" w:cs="Times New Roman"/>
          <w:sz w:val="18"/>
          <w:szCs w:val="18"/>
        </w:rPr>
        <w:t>Zhotovitel bude důsledně dodržovat</w:t>
      </w:r>
      <w:r w:rsidR="00E21FA2" w:rsidRPr="00FC368D">
        <w:rPr>
          <w:rFonts w:eastAsia="Times New Roman" w:cs="Times New Roman"/>
          <w:sz w:val="18"/>
          <w:szCs w:val="18"/>
        </w:rPr>
        <w:t xml:space="preserve"> povinnost recyklovat kamenivo vyzískané z kolejového lože v souladu s</w:t>
      </w:r>
      <w:r w:rsidR="00DE0D9C" w:rsidRPr="00FC368D">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31532EC"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0254D2E8" w:rsidR="007D26F9" w:rsidRDefault="007D26F9" w:rsidP="00342DC7">
      <w:pPr>
        <w:pStyle w:val="Text1-1"/>
      </w:pPr>
      <w:r>
        <w:t>Tuto Smlouvu je možné měnit pouze dohodou smluvních stran</w:t>
      </w:r>
      <w:r w:rsidR="00FC368D">
        <w:t xml:space="preserve"> v elektronické podobě</w:t>
      </w:r>
      <w:r>
        <w:t xml:space="preserve">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w:t>
      </w:r>
      <w:r>
        <w:lastRenderedPageBreak/>
        <w:t>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495C1222" w:rsidR="007D26F9" w:rsidRDefault="00BD72DA" w:rsidP="00342DC7">
      <w:pPr>
        <w:pStyle w:val="Text1-1"/>
      </w:pPr>
      <w:r>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 xml:space="preserve">že </w:t>
      </w:r>
      <w:r>
        <w:lastRenderedPageBreak/>
        <w:t>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FC368D" w:rsidRDefault="007D26F9" w:rsidP="00342DC7">
      <w:pPr>
        <w:pStyle w:val="Text1-1"/>
        <w:rPr>
          <w:rStyle w:val="Tun"/>
          <w:b w:val="0"/>
        </w:rPr>
      </w:pPr>
      <w:r w:rsidRPr="00FC368D">
        <w:rPr>
          <w:rStyle w:val="Tun"/>
          <w:b w:val="0"/>
        </w:rPr>
        <w:t>Součást Smlouvy tvoří tyto přílohy:</w:t>
      </w:r>
    </w:p>
    <w:p w14:paraId="462A1447" w14:textId="116BF994" w:rsidR="007D26F9" w:rsidRDefault="007D26F9" w:rsidP="00342DC7">
      <w:pPr>
        <w:pStyle w:val="Textbezslovn"/>
      </w:pPr>
      <w:r w:rsidRPr="00A349C6">
        <w:rPr>
          <w:b/>
        </w:rPr>
        <w:t>Příloha č. 1:</w:t>
      </w:r>
      <w:r w:rsidR="008F7242">
        <w:t xml:space="preserve"> </w:t>
      </w:r>
      <w:r w:rsidR="008F7242">
        <w:tab/>
      </w:r>
      <w:r>
        <w:t xml:space="preserve">Obchodní podmínky – </w:t>
      </w:r>
      <w:r w:rsidR="00D255F6">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10D2C44" w:rsidR="007D26F9" w:rsidRDefault="00F43D42" w:rsidP="00F43D42">
      <w:pPr>
        <w:pStyle w:val="Textbezslovn"/>
        <w:ind w:left="2127"/>
      </w:pPr>
      <w:r>
        <w:t xml:space="preserve">b) </w:t>
      </w:r>
      <w:r w:rsidR="007D26F9">
        <w:t xml:space="preserve">Všeobecné technické podmínky – </w:t>
      </w:r>
      <w:r w:rsidR="00D255F6">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BC2429B"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76C47AD7" w14:textId="77777777" w:rsidR="00BD72DA" w:rsidRDefault="00BD72DA" w:rsidP="00342DC7">
      <w:pPr>
        <w:pStyle w:val="Textbezodsazen"/>
        <w:rPr>
          <w:rStyle w:val="Tun"/>
        </w:rPr>
      </w:pPr>
    </w:p>
    <w:p w14:paraId="75A7FDD2" w14:textId="77777777" w:rsidR="00BD72DA" w:rsidRDefault="00BD72DA" w:rsidP="00342DC7">
      <w:pPr>
        <w:pStyle w:val="Textbezodsazen"/>
        <w:rPr>
          <w:rStyle w:val="Tun"/>
        </w:rPr>
      </w:pPr>
    </w:p>
    <w:p w14:paraId="47B715E9" w14:textId="5029FBA6"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11FF362F" w:rsidR="007D26F9" w:rsidRDefault="007D26F9" w:rsidP="007D26F9">
      <w:pPr>
        <w:pStyle w:val="Textbezodsazen"/>
      </w:pPr>
    </w:p>
    <w:p w14:paraId="06CE67CB" w14:textId="77777777" w:rsidR="00BD72DA" w:rsidRPr="007D26F9" w:rsidRDefault="00BD72DA" w:rsidP="007D26F9">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23FE6EF1" w:rsidR="00F422D3" w:rsidRDefault="00F422D3" w:rsidP="009F0867">
      <w:pPr>
        <w:pStyle w:val="Textbezodsazen"/>
      </w:pPr>
    </w:p>
    <w:p w14:paraId="72F2E4EC" w14:textId="2E362381" w:rsidR="00BD72DA" w:rsidRDefault="00BD72DA" w:rsidP="009F0867">
      <w:pPr>
        <w:pStyle w:val="Textbezodsazen"/>
      </w:pPr>
    </w:p>
    <w:p w14:paraId="6DFCE759" w14:textId="77777777" w:rsidR="00BD72DA" w:rsidRDefault="00BD72DA" w:rsidP="009F0867">
      <w:pPr>
        <w:pStyle w:val="Textbezodsazen"/>
      </w:pPr>
    </w:p>
    <w:p w14:paraId="6A94407E" w14:textId="445D8010" w:rsidR="00F422D3" w:rsidRDefault="00F422D3" w:rsidP="009F0867">
      <w:pPr>
        <w:pStyle w:val="Textbezodsazen"/>
      </w:pPr>
      <w:r>
        <w:lastRenderedPageBreak/>
        <w:t>………………………</w:t>
      </w:r>
      <w:r w:rsidR="003149C0">
        <w:t>..........</w:t>
      </w:r>
      <w:r>
        <w:t>……</w:t>
      </w:r>
      <w:r w:rsidR="00342DC7">
        <w:t>…….</w:t>
      </w:r>
      <w:r w:rsidR="00D255F6">
        <w:t>…………</w:t>
      </w:r>
      <w:r w:rsidR="00D255F6">
        <w:tab/>
      </w:r>
      <w:r w:rsidR="00D255F6">
        <w:tab/>
      </w:r>
      <w:r w:rsidR="00D255F6">
        <w:tab/>
      </w:r>
      <w:r>
        <w:t>………………………</w:t>
      </w:r>
      <w:r w:rsidR="00342DC7">
        <w:t>….</w:t>
      </w:r>
      <w:r>
        <w:t>……………….</w:t>
      </w:r>
    </w:p>
    <w:p w14:paraId="321218E6" w14:textId="77777777" w:rsidR="00FC368D" w:rsidRPr="00F43D42" w:rsidRDefault="00FC368D" w:rsidP="00FC368D">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7B52057F" w14:textId="77777777" w:rsidR="00FC368D" w:rsidRDefault="00FC368D" w:rsidP="00FC368D">
      <w:pPr>
        <w:pStyle w:val="Textbezodsazen"/>
        <w:spacing w:after="0"/>
      </w:pPr>
      <w:r>
        <w:t>ředitel Stavební správy západ</w:t>
      </w:r>
      <w:r>
        <w:tab/>
      </w:r>
      <w:r>
        <w:tab/>
      </w:r>
      <w:r>
        <w:tab/>
      </w:r>
      <w:r>
        <w:tab/>
      </w:r>
      <w:r w:rsidRPr="00342DC7">
        <w:rPr>
          <w:highlight w:val="yellow"/>
        </w:rPr>
        <w:t>„[VLOŽÍ ZHOTOVITEL]“</w:t>
      </w:r>
    </w:p>
    <w:p w14:paraId="14A9C017" w14:textId="77777777" w:rsidR="00FC368D" w:rsidRDefault="00FC368D" w:rsidP="00FC368D">
      <w:pPr>
        <w:pStyle w:val="Textbezodsazen"/>
        <w:spacing w:after="0"/>
      </w:pPr>
      <w:r w:rsidRPr="000A1915">
        <w:t xml:space="preserve">Správa železnic, státní </w:t>
      </w:r>
      <w:r>
        <w:t>organizace</w:t>
      </w:r>
    </w:p>
    <w:p w14:paraId="42F2ADFE" w14:textId="4F3AFC02" w:rsidR="00342DC7" w:rsidRDefault="00FC368D" w:rsidP="00FC368D">
      <w:pPr>
        <w:pStyle w:val="Textbezodsazen"/>
        <w:spacing w:after="0"/>
      </w:pPr>
      <w:r w:rsidRPr="00E759B9">
        <w:rPr>
          <w:i/>
        </w:rP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09B30C6" w:rsidR="00CB4F6D" w:rsidRPr="00CB4F6D" w:rsidRDefault="00D255F6" w:rsidP="00CB4F6D">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D255F6">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08A68B3" w:rsidR="00342DC7" w:rsidRPr="00AE4B52" w:rsidRDefault="00342DC7" w:rsidP="00342DC7">
      <w:pPr>
        <w:pStyle w:val="Odstavec1-1a"/>
        <w:rPr>
          <w:rStyle w:val="Tun"/>
        </w:rPr>
      </w:pPr>
      <w:r w:rsidRPr="00AE4B52">
        <w:rPr>
          <w:rStyle w:val="Tun"/>
        </w:rPr>
        <w:t xml:space="preserve">Všeobecné technické podmínky </w:t>
      </w:r>
      <w:r w:rsidR="00D255F6">
        <w:rPr>
          <w:rStyle w:val="Tun"/>
        </w:rPr>
        <w:t>VTP/R/14/20</w:t>
      </w:r>
      <w:r w:rsidRPr="00AE4B52">
        <w:rPr>
          <w:rStyle w:val="Tun"/>
        </w:rPr>
        <w:t xml:space="preserve"> </w:t>
      </w:r>
    </w:p>
    <w:p w14:paraId="06E8E92A" w14:textId="6E7D573A" w:rsidR="00342DC7" w:rsidRDefault="00342DC7" w:rsidP="006E4889">
      <w:pPr>
        <w:pStyle w:val="Odstavec1-1a"/>
      </w:pPr>
      <w:r w:rsidRPr="00AE4B52">
        <w:rPr>
          <w:rStyle w:val="Tun"/>
        </w:rPr>
        <w:t xml:space="preserve">Zvláštní technické podmínky </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F75F9D" w14:textId="32EF804E" w:rsidR="00AE4B52" w:rsidRDefault="00D255F6" w:rsidP="00AE4B52">
      <w:pPr>
        <w:pStyle w:val="Odrka1-1"/>
      </w:pPr>
      <w:r w:rsidRPr="004A738A">
        <w:t xml:space="preserve">Projektová dokumentace pro společné povolení </w:t>
      </w:r>
      <w:r>
        <w:t>„Zrušení přejezdu v km 150,555 (P1693) a výstavba PZS km 150,196 (P1692) trati Plzeň – Žatec“</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4910625" w14:textId="7A5CC6FA" w:rsidR="00785112" w:rsidRPr="00137BFC" w:rsidRDefault="00785112" w:rsidP="00A0271B">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lastRenderedPageBreak/>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49E215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7549DA" w14:textId="77777777" w:rsidR="000F6E28" w:rsidRPr="00F95FBD" w:rsidRDefault="000F6E28" w:rsidP="000F6E28">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0F6E28" w:rsidRPr="00F95FBD" w14:paraId="0676D428" w14:textId="77777777" w:rsidTr="00B23B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9EFB80" w14:textId="77777777" w:rsidR="000F6E28" w:rsidRPr="00F95FBD" w:rsidRDefault="000F6E28" w:rsidP="00B23BF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3232608" w14:textId="77777777" w:rsidR="000F6E28" w:rsidRPr="00F95FBD" w:rsidRDefault="000F6E28" w:rsidP="00B23BF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F6E28" w:rsidRPr="00F95FBD" w14:paraId="6E96277C" w14:textId="77777777" w:rsidTr="00B23BFB">
        <w:tc>
          <w:tcPr>
            <w:cnfStyle w:val="001000000000" w:firstRow="0" w:lastRow="0" w:firstColumn="1" w:lastColumn="0" w:oddVBand="0" w:evenVBand="0" w:oddHBand="0" w:evenHBand="0" w:firstRowFirstColumn="0" w:firstRowLastColumn="0" w:lastRowFirstColumn="0" w:lastRowLastColumn="0"/>
            <w:tcW w:w="3056" w:type="dxa"/>
          </w:tcPr>
          <w:p w14:paraId="17B5AE71" w14:textId="77777777" w:rsidR="000F6E28" w:rsidRPr="00F95FBD" w:rsidRDefault="000F6E28" w:rsidP="00B23BFB">
            <w:pPr>
              <w:pStyle w:val="Tabulka"/>
            </w:pPr>
            <w:r w:rsidRPr="00F95FBD">
              <w:t>Adresa</w:t>
            </w:r>
          </w:p>
        </w:tc>
        <w:tc>
          <w:tcPr>
            <w:tcW w:w="5812" w:type="dxa"/>
          </w:tcPr>
          <w:p w14:paraId="2FF1E976" w14:textId="77777777" w:rsidR="000F6E28" w:rsidRPr="00F95FBD" w:rsidRDefault="000F6E28" w:rsidP="00B23B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E28" w:rsidRPr="00F95FBD" w14:paraId="6945672D" w14:textId="77777777" w:rsidTr="00B23BFB">
        <w:tc>
          <w:tcPr>
            <w:cnfStyle w:val="001000000000" w:firstRow="0" w:lastRow="0" w:firstColumn="1" w:lastColumn="0" w:oddVBand="0" w:evenVBand="0" w:oddHBand="0" w:evenHBand="0" w:firstRowFirstColumn="0" w:firstRowLastColumn="0" w:lastRowFirstColumn="0" w:lastRowLastColumn="0"/>
            <w:tcW w:w="3056" w:type="dxa"/>
          </w:tcPr>
          <w:p w14:paraId="1175B52A" w14:textId="77777777" w:rsidR="000F6E28" w:rsidRPr="00F95FBD" w:rsidRDefault="000F6E28" w:rsidP="00B23BFB">
            <w:pPr>
              <w:pStyle w:val="Tabulka"/>
            </w:pPr>
            <w:r w:rsidRPr="00F95FBD">
              <w:t>E-mail</w:t>
            </w:r>
          </w:p>
        </w:tc>
        <w:tc>
          <w:tcPr>
            <w:tcW w:w="5812" w:type="dxa"/>
          </w:tcPr>
          <w:p w14:paraId="6BB3BC22" w14:textId="77777777" w:rsidR="000F6E28" w:rsidRPr="00F95FBD" w:rsidRDefault="000F6E28" w:rsidP="00B23B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E28" w:rsidRPr="00F95FBD" w14:paraId="741CED40" w14:textId="77777777" w:rsidTr="00B23BFB">
        <w:tc>
          <w:tcPr>
            <w:cnfStyle w:val="001000000000" w:firstRow="0" w:lastRow="0" w:firstColumn="1" w:lastColumn="0" w:oddVBand="0" w:evenVBand="0" w:oddHBand="0" w:evenHBand="0" w:firstRowFirstColumn="0" w:firstRowLastColumn="0" w:lastRowFirstColumn="0" w:lastRowLastColumn="0"/>
            <w:tcW w:w="3056" w:type="dxa"/>
          </w:tcPr>
          <w:p w14:paraId="269408E2" w14:textId="77777777" w:rsidR="000F6E28" w:rsidRPr="00F95FBD" w:rsidRDefault="000F6E28" w:rsidP="00B23BFB">
            <w:pPr>
              <w:pStyle w:val="Tabulka"/>
            </w:pPr>
            <w:r w:rsidRPr="00F95FBD">
              <w:t>Telefon</w:t>
            </w:r>
          </w:p>
        </w:tc>
        <w:tc>
          <w:tcPr>
            <w:tcW w:w="5812" w:type="dxa"/>
          </w:tcPr>
          <w:p w14:paraId="18259049" w14:textId="77777777" w:rsidR="000F6E28" w:rsidRPr="00F95FBD" w:rsidRDefault="000F6E28" w:rsidP="00B23BF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0215C3" w14:textId="77777777" w:rsidR="000F6E28" w:rsidRPr="00F95FBD" w:rsidRDefault="000F6E28" w:rsidP="007C5289">
      <w:pPr>
        <w:pStyle w:val="Tabulka"/>
      </w:pPr>
    </w:p>
    <w:p w14:paraId="3589DF18" w14:textId="0048DEA6"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CD359ED" w:rsidR="007C5289" w:rsidRPr="007C5289" w:rsidRDefault="007C5289" w:rsidP="000F6E28">
            <w:pPr>
              <w:pStyle w:val="Tabulka"/>
              <w:cnfStyle w:val="000000000000" w:firstRow="0" w:lastRow="0" w:firstColumn="0" w:lastColumn="0" w:oddVBand="0" w:evenVBand="0" w:oddHBand="0" w:evenHBand="0" w:firstRowFirstColumn="0" w:firstRowLastColumn="0" w:lastRowFirstColumn="0" w:lastRowLastColumn="0"/>
            </w:pPr>
            <w:r w:rsidRPr="000F6E28">
              <w:t xml:space="preserve">Minimálně </w:t>
            </w:r>
            <w:r w:rsidR="000F6E28" w:rsidRPr="000F6E28">
              <w:t>30</w:t>
            </w:r>
            <w:r w:rsidRPr="000F6E28">
              <w:t xml:space="preserve"> mil. Kč na jednu pojistnou událost</w:t>
            </w:r>
            <w:r w:rsidR="00A349C6" w:rsidRPr="000F6E28">
              <w:t xml:space="preserve"> a </w:t>
            </w:r>
            <w:r w:rsidR="000F6E28" w:rsidRPr="000F6E28">
              <w:t>1</w:t>
            </w:r>
            <w:r w:rsidRPr="000F6E28">
              <w:t>00 mil. Kč</w:t>
            </w:r>
            <w:r w:rsidR="00A349C6" w:rsidRPr="000F6E28">
              <w:t xml:space="preserve"> v </w:t>
            </w:r>
            <w:r w:rsidRPr="000F6E28">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0D9E55F" w:rsidR="00F762A8" w:rsidRDefault="00F762A8" w:rsidP="00F762A8">
      <w:pPr>
        <w:pStyle w:val="Textbezodsazen"/>
      </w:pPr>
    </w:p>
    <w:p w14:paraId="524160AD" w14:textId="646171B3" w:rsidR="00A444DB" w:rsidRDefault="00A444DB" w:rsidP="00F762A8">
      <w:pPr>
        <w:pStyle w:val="Textbezodsazen"/>
      </w:pPr>
    </w:p>
    <w:p w14:paraId="0953D43F" w14:textId="2A24787D" w:rsidR="00A444DB" w:rsidRDefault="00A444DB" w:rsidP="00F762A8">
      <w:pPr>
        <w:pStyle w:val="Textbezodsazen"/>
      </w:pPr>
    </w:p>
    <w:p w14:paraId="542F157F" w14:textId="4D22FFEA" w:rsidR="00A444DB" w:rsidRDefault="00A444DB" w:rsidP="00F762A8">
      <w:pPr>
        <w:pStyle w:val="Textbezodsazen"/>
      </w:pPr>
    </w:p>
    <w:p w14:paraId="52C08288" w14:textId="2FFA0BE6" w:rsidR="00A444DB" w:rsidRDefault="00A444DB" w:rsidP="00F762A8">
      <w:pPr>
        <w:pStyle w:val="Textbezodsazen"/>
      </w:pPr>
    </w:p>
    <w:p w14:paraId="26A74502" w14:textId="40803E9F" w:rsidR="00A444DB" w:rsidRDefault="00A444DB" w:rsidP="00F762A8">
      <w:pPr>
        <w:pStyle w:val="Textbezodsazen"/>
      </w:pPr>
    </w:p>
    <w:p w14:paraId="12EF2AD6" w14:textId="24A33E86" w:rsidR="00A444DB" w:rsidRDefault="00A444DB" w:rsidP="00F762A8">
      <w:pPr>
        <w:pStyle w:val="Textbezodsazen"/>
      </w:pPr>
    </w:p>
    <w:p w14:paraId="25A2604A" w14:textId="1DDEEF66" w:rsidR="00A444DB" w:rsidRDefault="00A444DB" w:rsidP="00F762A8">
      <w:pPr>
        <w:pStyle w:val="Textbezodsazen"/>
      </w:pPr>
    </w:p>
    <w:p w14:paraId="0C92CF89" w14:textId="56645FCD" w:rsidR="00A444DB" w:rsidRDefault="00A444DB" w:rsidP="00F762A8">
      <w:pPr>
        <w:pStyle w:val="Textbezodsazen"/>
      </w:pPr>
    </w:p>
    <w:p w14:paraId="63BC1CBA" w14:textId="1E0E4FCF" w:rsidR="00A444DB" w:rsidRDefault="00A444DB" w:rsidP="00F762A8">
      <w:pPr>
        <w:pStyle w:val="Textbezodsazen"/>
      </w:pPr>
    </w:p>
    <w:p w14:paraId="26186C5A" w14:textId="39390A53" w:rsidR="00A444DB" w:rsidRDefault="00A444DB" w:rsidP="00F762A8">
      <w:pPr>
        <w:pStyle w:val="Textbezodsazen"/>
      </w:pPr>
    </w:p>
    <w:p w14:paraId="5C4DDD87" w14:textId="5A59865C" w:rsidR="00A444DB" w:rsidRDefault="00A444DB" w:rsidP="00F762A8">
      <w:pPr>
        <w:pStyle w:val="Textbezodsazen"/>
      </w:pPr>
    </w:p>
    <w:p w14:paraId="378455FB" w14:textId="7E3CDB22" w:rsidR="00A444DB" w:rsidRDefault="00A444DB" w:rsidP="00F762A8">
      <w:pPr>
        <w:pStyle w:val="Textbezodsazen"/>
      </w:pPr>
    </w:p>
    <w:p w14:paraId="7FAFB184" w14:textId="22F76E3A" w:rsidR="00A444DB" w:rsidRDefault="00A444DB" w:rsidP="00F762A8">
      <w:pPr>
        <w:pStyle w:val="Textbezodsazen"/>
      </w:pPr>
    </w:p>
    <w:p w14:paraId="094C7107" w14:textId="7A89008B" w:rsidR="00A444DB" w:rsidRDefault="00A444DB" w:rsidP="00F762A8">
      <w:pPr>
        <w:pStyle w:val="Textbezodsazen"/>
      </w:pPr>
    </w:p>
    <w:p w14:paraId="74E6CE67" w14:textId="684B8626" w:rsidR="00A444DB" w:rsidRDefault="00A444DB" w:rsidP="00F762A8">
      <w:pPr>
        <w:pStyle w:val="Textbezodsazen"/>
      </w:pPr>
    </w:p>
    <w:p w14:paraId="34665691" w14:textId="2FB12076" w:rsidR="00A444DB" w:rsidRDefault="00A444DB" w:rsidP="00F762A8">
      <w:pPr>
        <w:pStyle w:val="Textbezodsazen"/>
      </w:pPr>
    </w:p>
    <w:p w14:paraId="393728A2" w14:textId="2EF42D89" w:rsidR="00A444DB" w:rsidRDefault="00A444DB" w:rsidP="00F762A8">
      <w:pPr>
        <w:pStyle w:val="Textbezodsazen"/>
      </w:pPr>
    </w:p>
    <w:p w14:paraId="6883BBA8" w14:textId="43FFAFDC" w:rsidR="00A444DB" w:rsidRDefault="00A444DB" w:rsidP="00F762A8">
      <w:pPr>
        <w:pStyle w:val="Textbezodsazen"/>
      </w:pPr>
    </w:p>
    <w:p w14:paraId="430A576C" w14:textId="26B335F3" w:rsidR="00A444DB" w:rsidRDefault="00A444DB" w:rsidP="00F762A8">
      <w:pPr>
        <w:pStyle w:val="Textbezodsazen"/>
      </w:pPr>
    </w:p>
    <w:p w14:paraId="44296DE3" w14:textId="621D34C8" w:rsidR="00A444DB" w:rsidRDefault="00A444DB" w:rsidP="00F762A8">
      <w:pPr>
        <w:pStyle w:val="Textbezodsazen"/>
      </w:pPr>
    </w:p>
    <w:p w14:paraId="157EB84C" w14:textId="64987268" w:rsidR="00A444DB" w:rsidRDefault="00A444DB" w:rsidP="00F762A8">
      <w:pPr>
        <w:pStyle w:val="Textbezodsazen"/>
      </w:pPr>
    </w:p>
    <w:p w14:paraId="4769EE3A" w14:textId="4519F059" w:rsidR="00A444DB" w:rsidRDefault="00A444DB" w:rsidP="00F762A8">
      <w:pPr>
        <w:pStyle w:val="Textbezodsazen"/>
      </w:pPr>
    </w:p>
    <w:p w14:paraId="0F264D24" w14:textId="46F4EB81" w:rsidR="00A444DB" w:rsidRDefault="00A444DB" w:rsidP="00F762A8">
      <w:pPr>
        <w:pStyle w:val="Textbezodsazen"/>
      </w:pPr>
    </w:p>
    <w:p w14:paraId="3CFB8550" w14:textId="65E90F1F" w:rsidR="00A444DB" w:rsidRDefault="00A444DB" w:rsidP="00F762A8">
      <w:pPr>
        <w:pStyle w:val="Textbezodsazen"/>
      </w:pPr>
    </w:p>
    <w:p w14:paraId="38F60D86" w14:textId="60BD9692" w:rsidR="00A444DB" w:rsidRDefault="00A444DB" w:rsidP="00F762A8">
      <w:pPr>
        <w:pStyle w:val="Textbezodsazen"/>
      </w:pPr>
    </w:p>
    <w:p w14:paraId="64465918" w14:textId="1C4A6219" w:rsidR="00A444DB" w:rsidRDefault="00A444DB" w:rsidP="00F762A8">
      <w:pPr>
        <w:pStyle w:val="Textbezodsazen"/>
      </w:pPr>
    </w:p>
    <w:p w14:paraId="6CA21014" w14:textId="16DF3233" w:rsidR="00A444DB" w:rsidRDefault="00A444DB" w:rsidP="00F762A8">
      <w:pPr>
        <w:pStyle w:val="Textbezodsazen"/>
      </w:pPr>
    </w:p>
    <w:p w14:paraId="0B9590FE" w14:textId="0FD05139" w:rsidR="00A444DB" w:rsidRDefault="00A444DB" w:rsidP="00F762A8">
      <w:pPr>
        <w:pStyle w:val="Textbezodsazen"/>
      </w:pPr>
    </w:p>
    <w:p w14:paraId="45C8A93C" w14:textId="44682806" w:rsidR="00A444DB" w:rsidRDefault="00A444DB" w:rsidP="00F762A8">
      <w:pPr>
        <w:pStyle w:val="Textbezodsazen"/>
      </w:pPr>
    </w:p>
    <w:p w14:paraId="5837E37F" w14:textId="77777777" w:rsidR="00F251DD" w:rsidRDefault="00F251DD" w:rsidP="00F762A8">
      <w:pPr>
        <w:pStyle w:val="Textbezodsazen"/>
        <w:sectPr w:rsidR="00F251DD"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9E407B1" w14:textId="68780095" w:rsidR="00A444DB" w:rsidRPr="00A444DB" w:rsidRDefault="00A444DB" w:rsidP="00A444DB">
      <w:pPr>
        <w:keepNext/>
        <w:spacing w:after="60"/>
        <w:outlineLvl w:val="3"/>
        <w:rPr>
          <w:rFonts w:eastAsia="Times New Roman"/>
          <w:b/>
          <w:bCs/>
          <w:sz w:val="22"/>
          <w:szCs w:val="22"/>
        </w:rPr>
      </w:pPr>
      <w:r w:rsidRPr="003751F1">
        <w:rPr>
          <w:b/>
          <w:caps/>
          <w:sz w:val="22"/>
          <w:szCs w:val="22"/>
        </w:rPr>
        <w:lastRenderedPageBreak/>
        <w:t>Příloha</w:t>
      </w:r>
      <w:r w:rsidR="00E53140">
        <w:rPr>
          <w:b/>
          <w:sz w:val="22"/>
          <w:szCs w:val="22"/>
        </w:rPr>
        <w:t xml:space="preserve"> Č</w:t>
      </w:r>
      <w:r w:rsidRPr="00A444DB">
        <w:rPr>
          <w:b/>
          <w:sz w:val="22"/>
          <w:szCs w:val="22"/>
        </w:rPr>
        <w:t>. 10</w:t>
      </w:r>
    </w:p>
    <w:p w14:paraId="4659CEA0" w14:textId="77777777" w:rsidR="00A444DB" w:rsidRDefault="00A444DB" w:rsidP="00A444DB">
      <w:pPr>
        <w:keepNext/>
        <w:spacing w:after="60"/>
        <w:outlineLvl w:val="3"/>
        <w:rPr>
          <w:rFonts w:eastAsia="Times New Roman"/>
          <w:b/>
          <w:bCs/>
        </w:rPr>
      </w:pPr>
    </w:p>
    <w:p w14:paraId="14EACF9F" w14:textId="1EA1F5A7" w:rsidR="00A444DB" w:rsidRPr="009B774A" w:rsidRDefault="00A444DB" w:rsidP="00A444D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F2BC99A" w14:textId="77777777" w:rsidR="00A444DB" w:rsidRPr="00651F0E" w:rsidRDefault="00A444DB" w:rsidP="00A444DB">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A444DB" w:rsidRPr="009B2848" w14:paraId="4BEAC05C" w14:textId="77777777" w:rsidTr="00B23BFB">
        <w:tc>
          <w:tcPr>
            <w:tcW w:w="2554" w:type="pct"/>
            <w:shd w:val="clear" w:color="auto" w:fill="FFBFBF" w:themeFill="accent6" w:themeFillTint="33"/>
            <w:vAlign w:val="center"/>
          </w:tcPr>
          <w:p w14:paraId="1DE1CD53" w14:textId="77777777" w:rsidR="00A444DB" w:rsidRPr="009B2848" w:rsidRDefault="00A444DB" w:rsidP="00B23B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A8E9B5A" w14:textId="77777777" w:rsidR="00A444DB" w:rsidRPr="009B2848" w:rsidRDefault="00A444DB" w:rsidP="00B23BFB">
            <w:pPr>
              <w:keepNext/>
              <w:spacing w:after="60"/>
              <w:jc w:val="center"/>
              <w:outlineLvl w:val="3"/>
              <w:rPr>
                <w:rFonts w:eastAsia="Times New Roman"/>
                <w:bCs/>
              </w:rPr>
            </w:pPr>
          </w:p>
        </w:tc>
      </w:tr>
      <w:tr w:rsidR="00A444DB" w:rsidRPr="009B2848" w14:paraId="09FF11C3" w14:textId="77777777" w:rsidTr="00B23BFB">
        <w:tc>
          <w:tcPr>
            <w:tcW w:w="2554" w:type="pct"/>
            <w:shd w:val="clear" w:color="auto" w:fill="FFBFBF" w:themeFill="accent6" w:themeFillTint="33"/>
            <w:vAlign w:val="center"/>
          </w:tcPr>
          <w:p w14:paraId="07E25C39" w14:textId="77777777" w:rsidR="00A444DB" w:rsidRPr="009B2848" w:rsidRDefault="00A444DB" w:rsidP="00B23B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1F89F2C" w14:textId="77777777" w:rsidR="00A444DB" w:rsidRPr="009B2848" w:rsidRDefault="00A444DB" w:rsidP="00B23BFB">
            <w:pPr>
              <w:keepNext/>
              <w:spacing w:after="60"/>
              <w:jc w:val="center"/>
              <w:outlineLvl w:val="3"/>
              <w:rPr>
                <w:rFonts w:eastAsia="Times New Roman"/>
                <w:bCs/>
              </w:rPr>
            </w:pPr>
          </w:p>
        </w:tc>
      </w:tr>
      <w:tr w:rsidR="00A444DB" w:rsidRPr="009B2848" w14:paraId="4FD47CD3" w14:textId="77777777" w:rsidTr="00B23BFB">
        <w:tc>
          <w:tcPr>
            <w:tcW w:w="2554" w:type="pct"/>
            <w:shd w:val="clear" w:color="auto" w:fill="FFBFBF" w:themeFill="accent6" w:themeFillTint="33"/>
            <w:vAlign w:val="center"/>
          </w:tcPr>
          <w:p w14:paraId="195910DA" w14:textId="77777777" w:rsidR="00A444DB" w:rsidRPr="009B2848" w:rsidRDefault="00A444DB" w:rsidP="00B23BF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8E838B7" w14:textId="77777777" w:rsidR="00A444DB" w:rsidRPr="009B2848" w:rsidRDefault="00A444DB" w:rsidP="00B23BFB">
            <w:pPr>
              <w:keepNext/>
              <w:spacing w:after="60"/>
              <w:jc w:val="center"/>
              <w:outlineLvl w:val="3"/>
              <w:rPr>
                <w:rFonts w:eastAsia="Times New Roman"/>
                <w:bCs/>
              </w:rPr>
            </w:pPr>
          </w:p>
        </w:tc>
      </w:tr>
      <w:tr w:rsidR="00A444DB" w:rsidRPr="009B2848" w14:paraId="145A5891" w14:textId="77777777" w:rsidTr="00B23BFB">
        <w:tc>
          <w:tcPr>
            <w:tcW w:w="2554" w:type="pct"/>
            <w:shd w:val="clear" w:color="auto" w:fill="FFBFBF" w:themeFill="accent6" w:themeFillTint="33"/>
            <w:vAlign w:val="center"/>
          </w:tcPr>
          <w:p w14:paraId="25C59B46" w14:textId="77777777" w:rsidR="00A444DB" w:rsidRPr="009B2848" w:rsidRDefault="00A444DB" w:rsidP="00B23BF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8E28022" w14:textId="77777777" w:rsidR="00A444DB" w:rsidRPr="009B2848" w:rsidRDefault="00A444DB" w:rsidP="00B23BFB">
            <w:pPr>
              <w:keepNext/>
              <w:spacing w:after="60"/>
              <w:jc w:val="center"/>
              <w:outlineLvl w:val="3"/>
              <w:rPr>
                <w:rFonts w:eastAsia="Times New Roman"/>
                <w:bCs/>
              </w:rPr>
            </w:pPr>
          </w:p>
        </w:tc>
      </w:tr>
      <w:tr w:rsidR="00A444DB" w:rsidRPr="009B2848" w14:paraId="67979935" w14:textId="77777777" w:rsidTr="00B23BFB">
        <w:tc>
          <w:tcPr>
            <w:tcW w:w="2500" w:type="pct"/>
            <w:shd w:val="clear" w:color="auto" w:fill="FFBFBF" w:themeFill="accent6" w:themeFillTint="33"/>
            <w:vAlign w:val="center"/>
          </w:tcPr>
          <w:p w14:paraId="69047FB3" w14:textId="77777777" w:rsidR="00A444DB" w:rsidRPr="009B2848" w:rsidRDefault="00A444DB" w:rsidP="00B23B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CA3EBBD" w14:textId="77777777" w:rsidR="00A444DB" w:rsidRPr="009B2848" w:rsidRDefault="00A444DB" w:rsidP="00B23BFB">
            <w:pPr>
              <w:keepNext/>
              <w:spacing w:after="60"/>
              <w:jc w:val="center"/>
              <w:outlineLvl w:val="3"/>
              <w:rPr>
                <w:rFonts w:eastAsia="Times New Roman"/>
                <w:bCs/>
              </w:rPr>
            </w:pPr>
          </w:p>
        </w:tc>
      </w:tr>
      <w:tr w:rsidR="00A444DB" w:rsidRPr="009B2848" w14:paraId="73B91DFC" w14:textId="77777777" w:rsidTr="00B23BFB">
        <w:tc>
          <w:tcPr>
            <w:tcW w:w="2500" w:type="pct"/>
            <w:shd w:val="clear" w:color="auto" w:fill="FFBFBF" w:themeFill="accent6" w:themeFillTint="33"/>
            <w:vAlign w:val="center"/>
          </w:tcPr>
          <w:p w14:paraId="3DDD87A8" w14:textId="77777777" w:rsidR="00A444DB" w:rsidRPr="009B2848" w:rsidRDefault="00A444DB" w:rsidP="00B23B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6AA061B" w14:textId="77777777" w:rsidR="00A444DB" w:rsidRPr="009B2848" w:rsidRDefault="00A444DB" w:rsidP="00B23BFB">
            <w:pPr>
              <w:keepNext/>
              <w:spacing w:after="60"/>
              <w:jc w:val="center"/>
              <w:outlineLvl w:val="3"/>
              <w:rPr>
                <w:rFonts w:eastAsia="Times New Roman"/>
                <w:bCs/>
              </w:rPr>
            </w:pPr>
          </w:p>
        </w:tc>
      </w:tr>
      <w:tr w:rsidR="00A444DB" w:rsidRPr="009B2848" w14:paraId="5F62D395" w14:textId="77777777" w:rsidTr="00B23BFB">
        <w:tc>
          <w:tcPr>
            <w:tcW w:w="2500" w:type="pct"/>
            <w:shd w:val="clear" w:color="auto" w:fill="FFBFBF" w:themeFill="accent6" w:themeFillTint="33"/>
            <w:vAlign w:val="center"/>
          </w:tcPr>
          <w:p w14:paraId="1FC04735" w14:textId="77777777" w:rsidR="00A444DB" w:rsidRPr="009B2848" w:rsidRDefault="00A444DB" w:rsidP="00B23B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E787D11" w14:textId="77777777" w:rsidR="00A444DB" w:rsidRPr="009B2848" w:rsidRDefault="00A444DB" w:rsidP="00B23BFB">
            <w:pPr>
              <w:keepNext/>
              <w:spacing w:after="60"/>
              <w:jc w:val="center"/>
              <w:outlineLvl w:val="3"/>
              <w:rPr>
                <w:rFonts w:eastAsia="Times New Roman"/>
                <w:bCs/>
              </w:rPr>
            </w:pPr>
          </w:p>
        </w:tc>
      </w:tr>
      <w:tr w:rsidR="00A444DB" w:rsidRPr="009B2848" w14:paraId="7E518332" w14:textId="77777777" w:rsidTr="00B23BFB">
        <w:tc>
          <w:tcPr>
            <w:tcW w:w="2500" w:type="pct"/>
            <w:shd w:val="clear" w:color="auto" w:fill="FFBFBF" w:themeFill="accent6" w:themeFillTint="33"/>
            <w:vAlign w:val="center"/>
          </w:tcPr>
          <w:p w14:paraId="6D5BF63C" w14:textId="77777777" w:rsidR="00A444DB" w:rsidRPr="009B2848" w:rsidRDefault="00A444DB" w:rsidP="00B23BF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C024657" w14:textId="77777777" w:rsidR="00A444DB" w:rsidRPr="009B2848" w:rsidRDefault="00A444DB" w:rsidP="00B23B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A444DB" w:rsidRPr="00034484" w14:paraId="4A94333A" w14:textId="77777777" w:rsidTr="00B23BF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822FE4B" w14:textId="77777777" w:rsidR="00A444DB" w:rsidRPr="00034484" w:rsidRDefault="00A444DB" w:rsidP="00B23BF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18230BB" w14:textId="77777777" w:rsidR="00A444DB" w:rsidRPr="00034484" w:rsidRDefault="00A444DB" w:rsidP="00B23BFB">
            <w:pPr>
              <w:outlineLvl w:val="3"/>
              <w:rPr>
                <w:bCs/>
              </w:rPr>
            </w:pPr>
          </w:p>
        </w:tc>
      </w:tr>
      <w:tr w:rsidR="00A444DB" w:rsidRPr="00034484" w14:paraId="49041D37" w14:textId="77777777" w:rsidTr="00B23BF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27E01E0" w14:textId="77777777" w:rsidR="00A444DB" w:rsidRPr="00034484" w:rsidRDefault="00A444DB" w:rsidP="00B23BF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71AC4FE" w14:textId="77777777" w:rsidR="00A444DB" w:rsidRPr="00034484" w:rsidRDefault="00A444DB" w:rsidP="00B23BFB">
            <w:pPr>
              <w:outlineLvl w:val="3"/>
              <w:rPr>
                <w:bCs/>
              </w:rPr>
            </w:pPr>
          </w:p>
        </w:tc>
      </w:tr>
      <w:tr w:rsidR="00A444DB" w:rsidRPr="00034484" w14:paraId="011BB7BD" w14:textId="77777777" w:rsidTr="00B23BF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DE191C2"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1A1A3F5" w14:textId="77777777" w:rsidR="00A444DB" w:rsidRPr="00034484" w:rsidRDefault="00A444DB" w:rsidP="00B23BFB">
            <w:pPr>
              <w:outlineLvl w:val="3"/>
              <w:rPr>
                <w:bCs/>
              </w:rPr>
            </w:pPr>
          </w:p>
        </w:tc>
      </w:tr>
      <w:tr w:rsidR="00A444DB" w:rsidRPr="00034484" w14:paraId="21C992BA" w14:textId="77777777" w:rsidTr="00B23BF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476F3"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C33FEF9" w14:textId="77777777" w:rsidR="00A444DB" w:rsidRPr="00034484" w:rsidRDefault="00A444DB" w:rsidP="00B23BFB">
            <w:pPr>
              <w:outlineLvl w:val="3"/>
              <w:rPr>
                <w:bCs/>
              </w:rPr>
            </w:pPr>
          </w:p>
        </w:tc>
      </w:tr>
      <w:tr w:rsidR="00A444DB" w:rsidRPr="00034484" w14:paraId="4E5F6117" w14:textId="77777777" w:rsidTr="00B23BF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0EB9F8"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901351C" w14:textId="77777777" w:rsidR="00A444DB" w:rsidRPr="00034484" w:rsidRDefault="00A444DB" w:rsidP="00B23BFB">
            <w:pPr>
              <w:outlineLvl w:val="3"/>
              <w:rPr>
                <w:bCs/>
              </w:rPr>
            </w:pPr>
          </w:p>
        </w:tc>
      </w:tr>
      <w:tr w:rsidR="00A444DB" w:rsidRPr="00034484" w14:paraId="63910B00" w14:textId="77777777" w:rsidTr="00B23BF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C1C9B1A"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07715EE" w14:textId="77777777" w:rsidR="00A444DB" w:rsidRPr="00034484" w:rsidRDefault="00A444DB" w:rsidP="00B23BFB">
            <w:pPr>
              <w:outlineLvl w:val="3"/>
              <w:rPr>
                <w:bCs/>
              </w:rPr>
            </w:pPr>
          </w:p>
        </w:tc>
      </w:tr>
      <w:tr w:rsidR="00A444DB" w:rsidRPr="00034484" w14:paraId="01FC26F0" w14:textId="77777777" w:rsidTr="00B23BFB">
        <w:tc>
          <w:tcPr>
            <w:tcW w:w="2500" w:type="pct"/>
            <w:tcBorders>
              <w:top w:val="single" w:sz="4" w:space="0" w:color="auto"/>
              <w:bottom w:val="nil"/>
              <w:right w:val="nil"/>
            </w:tcBorders>
            <w:shd w:val="clear" w:color="auto" w:fill="auto"/>
            <w:vAlign w:val="center"/>
          </w:tcPr>
          <w:p w14:paraId="4E5FDA0A" w14:textId="77777777" w:rsidR="00A444DB" w:rsidRPr="00034484" w:rsidRDefault="00A444DB" w:rsidP="00B23BFB">
            <w:pPr>
              <w:rPr>
                <w:b/>
                <w:bCs/>
              </w:rPr>
            </w:pPr>
          </w:p>
        </w:tc>
        <w:tc>
          <w:tcPr>
            <w:tcW w:w="2481" w:type="pct"/>
            <w:tcBorders>
              <w:top w:val="single" w:sz="4" w:space="0" w:color="auto"/>
              <w:left w:val="nil"/>
              <w:bottom w:val="nil"/>
            </w:tcBorders>
            <w:shd w:val="clear" w:color="auto" w:fill="auto"/>
            <w:vAlign w:val="center"/>
          </w:tcPr>
          <w:p w14:paraId="4E3C7FB5" w14:textId="77777777" w:rsidR="00A444DB" w:rsidRPr="00034484" w:rsidRDefault="00A444DB" w:rsidP="00B23BFB">
            <w:pPr>
              <w:rPr>
                <w:bCs/>
              </w:rPr>
            </w:pPr>
          </w:p>
        </w:tc>
      </w:tr>
    </w:tbl>
    <w:p w14:paraId="416E730B" w14:textId="77777777" w:rsidR="00A444DB" w:rsidRDefault="00A444DB" w:rsidP="00A444DB">
      <w:pPr>
        <w:rPr>
          <w:b/>
          <w:bCs/>
        </w:rPr>
      </w:pPr>
    </w:p>
    <w:tbl>
      <w:tblPr>
        <w:tblStyle w:val="Mkatabulky"/>
        <w:tblW w:w="0" w:type="auto"/>
        <w:tblLook w:val="04A0" w:firstRow="1" w:lastRow="0" w:firstColumn="1" w:lastColumn="0" w:noHBand="0" w:noVBand="1"/>
      </w:tblPr>
      <w:tblGrid>
        <w:gridCol w:w="2950"/>
        <w:gridCol w:w="2885"/>
        <w:gridCol w:w="2885"/>
      </w:tblGrid>
      <w:tr w:rsidR="00A444DB" w:rsidRPr="00034484" w14:paraId="25A31B3F" w14:textId="77777777" w:rsidTr="00B23BFB">
        <w:tc>
          <w:tcPr>
            <w:tcW w:w="2950" w:type="dxa"/>
            <w:shd w:val="clear" w:color="auto" w:fill="FFBFBF" w:themeFill="accent6" w:themeFillTint="33"/>
          </w:tcPr>
          <w:p w14:paraId="45404D22" w14:textId="77777777" w:rsidR="00A444DB" w:rsidRPr="00034484" w:rsidRDefault="00A444DB" w:rsidP="00B23BF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4EDBDD8E" w14:textId="77777777" w:rsidR="00A444DB" w:rsidRPr="00034484" w:rsidRDefault="00A444DB" w:rsidP="00B23BF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3CF6002" w14:textId="77777777" w:rsidR="00A444DB" w:rsidRPr="00034484" w:rsidRDefault="00A444DB" w:rsidP="00B23BFB">
            <w:pPr>
              <w:spacing w:after="60"/>
              <w:outlineLvl w:val="3"/>
              <w:rPr>
                <w:bCs/>
              </w:rPr>
            </w:pPr>
            <w:r w:rsidRPr="00034484">
              <w:rPr>
                <w:b/>
                <w:bCs/>
              </w:rPr>
              <w:t>Hodnota poddodávky</w:t>
            </w:r>
            <w:r w:rsidRPr="00034484">
              <w:rPr>
                <w:bCs/>
              </w:rPr>
              <w:t xml:space="preserve"> v % ze smluvní ceny díla a konkrétní částka v Kč </w:t>
            </w:r>
          </w:p>
        </w:tc>
      </w:tr>
      <w:tr w:rsidR="00A444DB" w:rsidRPr="00034484" w14:paraId="4A1C13CA" w14:textId="77777777" w:rsidTr="00B23BFB">
        <w:tc>
          <w:tcPr>
            <w:tcW w:w="2950" w:type="dxa"/>
            <w:vAlign w:val="center"/>
          </w:tcPr>
          <w:p w14:paraId="7D5916A6" w14:textId="77777777" w:rsidR="00A444DB" w:rsidRPr="00034484" w:rsidRDefault="00A444DB" w:rsidP="00B23BFB">
            <w:pPr>
              <w:spacing w:after="60"/>
              <w:outlineLvl w:val="3"/>
              <w:rPr>
                <w:bCs/>
              </w:rPr>
            </w:pPr>
          </w:p>
        </w:tc>
        <w:tc>
          <w:tcPr>
            <w:tcW w:w="2885" w:type="dxa"/>
            <w:vAlign w:val="center"/>
          </w:tcPr>
          <w:p w14:paraId="5DC6EB8B" w14:textId="77777777" w:rsidR="00A444DB" w:rsidRPr="00034484" w:rsidRDefault="00A444DB" w:rsidP="00B23BFB">
            <w:pPr>
              <w:spacing w:after="60"/>
              <w:outlineLvl w:val="3"/>
              <w:rPr>
                <w:bCs/>
              </w:rPr>
            </w:pPr>
          </w:p>
        </w:tc>
        <w:tc>
          <w:tcPr>
            <w:tcW w:w="2885" w:type="dxa"/>
            <w:vAlign w:val="center"/>
          </w:tcPr>
          <w:p w14:paraId="33471C79" w14:textId="77777777" w:rsidR="00A444DB" w:rsidRPr="00034484" w:rsidRDefault="00A444DB" w:rsidP="00B23BFB">
            <w:pPr>
              <w:spacing w:after="60"/>
              <w:outlineLvl w:val="3"/>
              <w:rPr>
                <w:bCs/>
              </w:rPr>
            </w:pPr>
          </w:p>
        </w:tc>
      </w:tr>
      <w:tr w:rsidR="00A444DB" w:rsidRPr="00034484" w14:paraId="0B1340CD" w14:textId="77777777" w:rsidTr="00B23BFB">
        <w:tc>
          <w:tcPr>
            <w:tcW w:w="2950" w:type="dxa"/>
            <w:vAlign w:val="center"/>
          </w:tcPr>
          <w:p w14:paraId="32301150" w14:textId="77777777" w:rsidR="00A444DB" w:rsidRPr="00034484" w:rsidRDefault="00A444DB" w:rsidP="00B23BFB">
            <w:pPr>
              <w:spacing w:after="60"/>
              <w:outlineLvl w:val="3"/>
              <w:rPr>
                <w:bCs/>
              </w:rPr>
            </w:pPr>
          </w:p>
        </w:tc>
        <w:tc>
          <w:tcPr>
            <w:tcW w:w="2885" w:type="dxa"/>
            <w:vAlign w:val="center"/>
          </w:tcPr>
          <w:p w14:paraId="7914F73C" w14:textId="77777777" w:rsidR="00A444DB" w:rsidRPr="00034484" w:rsidRDefault="00A444DB" w:rsidP="00B23BFB">
            <w:pPr>
              <w:spacing w:after="60"/>
              <w:outlineLvl w:val="3"/>
              <w:rPr>
                <w:bCs/>
              </w:rPr>
            </w:pPr>
          </w:p>
        </w:tc>
        <w:tc>
          <w:tcPr>
            <w:tcW w:w="2885" w:type="dxa"/>
            <w:vAlign w:val="center"/>
          </w:tcPr>
          <w:p w14:paraId="345DBC72" w14:textId="77777777" w:rsidR="00A444DB" w:rsidRPr="00034484" w:rsidRDefault="00A444DB" w:rsidP="00B23BFB">
            <w:pPr>
              <w:spacing w:after="60"/>
              <w:outlineLvl w:val="3"/>
              <w:rPr>
                <w:bCs/>
              </w:rPr>
            </w:pPr>
          </w:p>
        </w:tc>
      </w:tr>
      <w:tr w:rsidR="00A444DB" w:rsidRPr="00034484" w14:paraId="72FFF6F0" w14:textId="77777777" w:rsidTr="00B23BFB">
        <w:tc>
          <w:tcPr>
            <w:tcW w:w="2950" w:type="dxa"/>
            <w:vAlign w:val="center"/>
          </w:tcPr>
          <w:p w14:paraId="7CA9B4B6" w14:textId="77777777" w:rsidR="00A444DB" w:rsidRPr="00034484" w:rsidRDefault="00A444DB" w:rsidP="00B23BFB">
            <w:pPr>
              <w:spacing w:after="60"/>
              <w:outlineLvl w:val="3"/>
              <w:rPr>
                <w:bCs/>
              </w:rPr>
            </w:pPr>
          </w:p>
        </w:tc>
        <w:tc>
          <w:tcPr>
            <w:tcW w:w="2885" w:type="dxa"/>
            <w:vAlign w:val="center"/>
          </w:tcPr>
          <w:p w14:paraId="1586ABD2" w14:textId="77777777" w:rsidR="00A444DB" w:rsidRPr="00034484" w:rsidRDefault="00A444DB" w:rsidP="00B23BFB">
            <w:pPr>
              <w:spacing w:after="60"/>
              <w:outlineLvl w:val="3"/>
              <w:rPr>
                <w:bCs/>
              </w:rPr>
            </w:pPr>
          </w:p>
        </w:tc>
        <w:tc>
          <w:tcPr>
            <w:tcW w:w="2885" w:type="dxa"/>
            <w:vAlign w:val="center"/>
          </w:tcPr>
          <w:p w14:paraId="6A7A5AF2" w14:textId="77777777" w:rsidR="00A444DB" w:rsidRPr="00034484" w:rsidRDefault="00A444DB" w:rsidP="00B23BFB">
            <w:pPr>
              <w:spacing w:after="60"/>
              <w:outlineLvl w:val="3"/>
              <w:rPr>
                <w:bCs/>
              </w:rPr>
            </w:pPr>
          </w:p>
        </w:tc>
      </w:tr>
      <w:tr w:rsidR="00A444DB" w:rsidRPr="00034484" w14:paraId="5941FA23" w14:textId="77777777" w:rsidTr="00B23BFB">
        <w:tc>
          <w:tcPr>
            <w:tcW w:w="2950" w:type="dxa"/>
            <w:vAlign w:val="center"/>
          </w:tcPr>
          <w:p w14:paraId="60B14D25" w14:textId="77777777" w:rsidR="00A444DB" w:rsidRPr="00034484" w:rsidRDefault="00A444DB" w:rsidP="00B23BFB">
            <w:pPr>
              <w:spacing w:after="60"/>
              <w:outlineLvl w:val="3"/>
              <w:rPr>
                <w:bCs/>
              </w:rPr>
            </w:pPr>
          </w:p>
        </w:tc>
        <w:tc>
          <w:tcPr>
            <w:tcW w:w="2885" w:type="dxa"/>
            <w:vAlign w:val="center"/>
          </w:tcPr>
          <w:p w14:paraId="0CE97D4E" w14:textId="77777777" w:rsidR="00A444DB" w:rsidRPr="00034484" w:rsidRDefault="00A444DB" w:rsidP="00B23BFB">
            <w:pPr>
              <w:spacing w:after="60"/>
              <w:outlineLvl w:val="3"/>
              <w:rPr>
                <w:bCs/>
              </w:rPr>
            </w:pPr>
          </w:p>
        </w:tc>
        <w:tc>
          <w:tcPr>
            <w:tcW w:w="2885" w:type="dxa"/>
            <w:vAlign w:val="center"/>
          </w:tcPr>
          <w:p w14:paraId="7478CC49" w14:textId="77777777" w:rsidR="00A444DB" w:rsidRPr="00034484" w:rsidRDefault="00A444DB" w:rsidP="00B23BFB">
            <w:pPr>
              <w:spacing w:after="60"/>
              <w:outlineLvl w:val="3"/>
              <w:rPr>
                <w:bCs/>
              </w:rPr>
            </w:pPr>
          </w:p>
        </w:tc>
      </w:tr>
    </w:tbl>
    <w:p w14:paraId="53260707" w14:textId="77777777" w:rsidR="00A444DB" w:rsidRPr="00034484" w:rsidRDefault="00A444DB" w:rsidP="00A444DB">
      <w:pPr>
        <w:rPr>
          <w:b/>
          <w:bCs/>
        </w:rPr>
      </w:pPr>
    </w:p>
    <w:tbl>
      <w:tblPr>
        <w:tblStyle w:val="Mkatabulky"/>
        <w:tblW w:w="5000" w:type="pct"/>
        <w:tblLook w:val="04A0" w:firstRow="1" w:lastRow="0" w:firstColumn="1" w:lastColumn="0" w:noHBand="0" w:noVBand="1"/>
      </w:tblPr>
      <w:tblGrid>
        <w:gridCol w:w="5982"/>
        <w:gridCol w:w="2964"/>
      </w:tblGrid>
      <w:tr w:rsidR="00A444DB" w:rsidRPr="00034484" w14:paraId="032A7EB8" w14:textId="77777777" w:rsidTr="00B23BFB">
        <w:tc>
          <w:tcPr>
            <w:tcW w:w="5874" w:type="dxa"/>
            <w:shd w:val="clear" w:color="auto" w:fill="FFBFBF" w:themeFill="accent6" w:themeFillTint="33"/>
            <w:vAlign w:val="center"/>
          </w:tcPr>
          <w:p w14:paraId="74E86A1C" w14:textId="77777777" w:rsidR="00A444DB" w:rsidRPr="00034484" w:rsidRDefault="00A444DB" w:rsidP="00B23BFB">
            <w:pPr>
              <w:spacing w:after="60"/>
              <w:outlineLvl w:val="3"/>
              <w:rPr>
                <w:b/>
                <w:bCs/>
              </w:rPr>
            </w:pPr>
            <w:r w:rsidRPr="00034484">
              <w:rPr>
                <w:b/>
                <w:bCs/>
              </w:rPr>
              <w:t>Rozsah prací:</w:t>
            </w:r>
          </w:p>
          <w:p w14:paraId="133BBAD2" w14:textId="77777777" w:rsidR="00A444DB" w:rsidRPr="00034484" w:rsidRDefault="00A444DB" w:rsidP="00B23BFB">
            <w:pPr>
              <w:spacing w:after="60"/>
              <w:outlineLvl w:val="3"/>
              <w:rPr>
                <w:bCs/>
              </w:rPr>
            </w:pPr>
            <w:r w:rsidRPr="00034484">
              <w:rPr>
                <w:bCs/>
              </w:rPr>
              <w:t>(dle předmětu díla / předmětu plnění VZ)</w:t>
            </w:r>
          </w:p>
        </w:tc>
        <w:tc>
          <w:tcPr>
            <w:tcW w:w="2910" w:type="dxa"/>
            <w:vAlign w:val="center"/>
          </w:tcPr>
          <w:p w14:paraId="757ACD7F" w14:textId="77777777" w:rsidR="00A444DB" w:rsidRPr="00034484" w:rsidRDefault="00A444DB" w:rsidP="00B23BFB">
            <w:pPr>
              <w:spacing w:after="60"/>
              <w:outlineLvl w:val="3"/>
              <w:rPr>
                <w:bCs/>
              </w:rPr>
            </w:pPr>
          </w:p>
        </w:tc>
      </w:tr>
      <w:tr w:rsidR="00A444DB" w:rsidRPr="00034484" w14:paraId="5653DA34" w14:textId="77777777" w:rsidTr="00B23BFB">
        <w:tc>
          <w:tcPr>
            <w:tcW w:w="5874" w:type="dxa"/>
            <w:shd w:val="clear" w:color="auto" w:fill="FFBFBF" w:themeFill="accent6" w:themeFillTint="33"/>
            <w:vAlign w:val="center"/>
          </w:tcPr>
          <w:p w14:paraId="104C1CCF" w14:textId="77777777" w:rsidR="00A444DB" w:rsidRPr="00034484" w:rsidRDefault="00A444DB" w:rsidP="00B23BF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52F9DB03" w14:textId="77777777" w:rsidR="00A444DB" w:rsidRPr="00034484" w:rsidRDefault="00A444DB" w:rsidP="00B23BFB">
            <w:pPr>
              <w:spacing w:after="60"/>
              <w:outlineLvl w:val="3"/>
              <w:rPr>
                <w:bCs/>
              </w:rPr>
            </w:pPr>
          </w:p>
        </w:tc>
      </w:tr>
      <w:tr w:rsidR="00A444DB" w:rsidRPr="00034484" w14:paraId="2AF14296" w14:textId="77777777" w:rsidTr="00B23BFB">
        <w:tc>
          <w:tcPr>
            <w:tcW w:w="5874" w:type="dxa"/>
            <w:shd w:val="clear" w:color="auto" w:fill="FFBFBF" w:themeFill="accent6" w:themeFillTint="33"/>
            <w:vAlign w:val="center"/>
          </w:tcPr>
          <w:p w14:paraId="69E6EE1B" w14:textId="77777777" w:rsidR="00A444DB" w:rsidRPr="00034484" w:rsidRDefault="00A444DB" w:rsidP="00B23BF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B496D41" w14:textId="77777777" w:rsidR="00A444DB" w:rsidRPr="00034484" w:rsidRDefault="00A444DB" w:rsidP="00B23BFB">
            <w:pPr>
              <w:spacing w:after="60"/>
              <w:outlineLvl w:val="3"/>
              <w:rPr>
                <w:bCs/>
              </w:rPr>
            </w:pPr>
          </w:p>
        </w:tc>
      </w:tr>
      <w:tr w:rsidR="00A444DB" w:rsidRPr="00034484" w14:paraId="187D9EF0" w14:textId="77777777" w:rsidTr="00B23BFB">
        <w:tc>
          <w:tcPr>
            <w:tcW w:w="5874" w:type="dxa"/>
            <w:shd w:val="clear" w:color="auto" w:fill="FFBFBF" w:themeFill="accent6" w:themeFillTint="33"/>
            <w:vAlign w:val="center"/>
          </w:tcPr>
          <w:p w14:paraId="04944485" w14:textId="77777777" w:rsidR="00A444DB" w:rsidRPr="00034484" w:rsidRDefault="00A444DB" w:rsidP="00B23BF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715557E" w14:textId="77777777" w:rsidR="00A444DB" w:rsidRPr="00034484" w:rsidRDefault="00A444DB" w:rsidP="00B23BFB">
            <w:pPr>
              <w:spacing w:after="60"/>
              <w:outlineLvl w:val="3"/>
              <w:rPr>
                <w:bCs/>
              </w:rPr>
            </w:pPr>
          </w:p>
        </w:tc>
      </w:tr>
      <w:tr w:rsidR="00A444DB" w:rsidRPr="00034484" w14:paraId="4AA0A8F4" w14:textId="77777777" w:rsidTr="00B23BFB">
        <w:tc>
          <w:tcPr>
            <w:tcW w:w="5874" w:type="dxa"/>
            <w:shd w:val="clear" w:color="auto" w:fill="FFBFBF" w:themeFill="accent6" w:themeFillTint="33"/>
            <w:vAlign w:val="center"/>
          </w:tcPr>
          <w:p w14:paraId="264720B3" w14:textId="77777777" w:rsidR="00A444DB" w:rsidRPr="00034484" w:rsidRDefault="00A444DB" w:rsidP="00B23BF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11BE3FC2" w14:textId="77777777" w:rsidR="00A444DB" w:rsidRPr="00034484" w:rsidRDefault="00A444DB" w:rsidP="00B23BFB">
            <w:pPr>
              <w:spacing w:after="60"/>
              <w:outlineLvl w:val="3"/>
              <w:rPr>
                <w:bCs/>
              </w:rPr>
            </w:pPr>
          </w:p>
        </w:tc>
      </w:tr>
      <w:tr w:rsidR="00A444DB" w:rsidRPr="00034484" w14:paraId="006B285F" w14:textId="77777777" w:rsidTr="00B23BFB">
        <w:tc>
          <w:tcPr>
            <w:tcW w:w="5874" w:type="dxa"/>
            <w:shd w:val="clear" w:color="auto" w:fill="FFBFBF" w:themeFill="accent6" w:themeFillTint="33"/>
            <w:vAlign w:val="center"/>
          </w:tcPr>
          <w:p w14:paraId="107E6A51" w14:textId="77777777" w:rsidR="00A444DB" w:rsidRPr="00034484" w:rsidRDefault="00A444DB" w:rsidP="00B23BF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CC15873" w14:textId="77777777" w:rsidR="00A444DB" w:rsidRPr="00034484" w:rsidRDefault="00A444DB" w:rsidP="00B23BFB">
            <w:pPr>
              <w:spacing w:after="60"/>
              <w:outlineLvl w:val="3"/>
              <w:rPr>
                <w:bCs/>
              </w:rPr>
            </w:pPr>
          </w:p>
        </w:tc>
      </w:tr>
      <w:tr w:rsidR="00A444DB" w:rsidRPr="00034484" w14:paraId="358DD393" w14:textId="77777777" w:rsidTr="00B23BFB">
        <w:tc>
          <w:tcPr>
            <w:tcW w:w="5874" w:type="dxa"/>
            <w:shd w:val="clear" w:color="auto" w:fill="FFBFBF" w:themeFill="accent6" w:themeFillTint="33"/>
            <w:vAlign w:val="center"/>
          </w:tcPr>
          <w:p w14:paraId="29F869E7"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A038EE6" w14:textId="77777777" w:rsidR="00A444DB" w:rsidRPr="00034484" w:rsidRDefault="00A444DB" w:rsidP="00B23BFB">
            <w:pPr>
              <w:spacing w:after="60"/>
              <w:outlineLvl w:val="3"/>
              <w:rPr>
                <w:bCs/>
              </w:rPr>
            </w:pPr>
          </w:p>
        </w:tc>
      </w:tr>
      <w:tr w:rsidR="00A444DB" w:rsidRPr="00034484" w14:paraId="41C2FFE3" w14:textId="77777777" w:rsidTr="00B23BFB">
        <w:tc>
          <w:tcPr>
            <w:tcW w:w="5874" w:type="dxa"/>
            <w:shd w:val="clear" w:color="auto" w:fill="FFBFBF" w:themeFill="accent6" w:themeFillTint="33"/>
            <w:vAlign w:val="center"/>
          </w:tcPr>
          <w:p w14:paraId="1CFA919C"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3B0D407" w14:textId="77777777" w:rsidR="00A444DB" w:rsidRPr="00034484" w:rsidRDefault="00A444DB" w:rsidP="00B23BFB">
            <w:pPr>
              <w:spacing w:after="60"/>
              <w:outlineLvl w:val="3"/>
              <w:rPr>
                <w:bCs/>
              </w:rPr>
            </w:pPr>
          </w:p>
        </w:tc>
      </w:tr>
      <w:tr w:rsidR="00A444DB" w:rsidRPr="00034484" w14:paraId="5F6C49B5" w14:textId="77777777" w:rsidTr="00B23BFB">
        <w:tc>
          <w:tcPr>
            <w:tcW w:w="5874" w:type="dxa"/>
            <w:shd w:val="clear" w:color="auto" w:fill="FFBFBF" w:themeFill="accent6" w:themeFillTint="33"/>
            <w:vAlign w:val="center"/>
          </w:tcPr>
          <w:p w14:paraId="70DF7E27"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8F7A470" w14:textId="77777777" w:rsidR="00A444DB" w:rsidRPr="00034484" w:rsidRDefault="00A444DB" w:rsidP="00B23BFB">
            <w:pPr>
              <w:spacing w:after="60"/>
              <w:outlineLvl w:val="3"/>
              <w:rPr>
                <w:bCs/>
              </w:rPr>
            </w:pPr>
          </w:p>
        </w:tc>
      </w:tr>
      <w:tr w:rsidR="00A444DB" w:rsidRPr="00034484" w14:paraId="4F78F825" w14:textId="77777777" w:rsidTr="00B23BFB">
        <w:tc>
          <w:tcPr>
            <w:tcW w:w="5874" w:type="dxa"/>
            <w:shd w:val="clear" w:color="auto" w:fill="FFBFBF" w:themeFill="accent6" w:themeFillTint="33"/>
            <w:vAlign w:val="center"/>
          </w:tcPr>
          <w:p w14:paraId="5854899B"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3E2FEBE1" w14:textId="77777777" w:rsidR="00A444DB" w:rsidRPr="00034484" w:rsidRDefault="00A444DB" w:rsidP="00B23BFB">
            <w:pPr>
              <w:spacing w:after="60"/>
              <w:outlineLvl w:val="3"/>
              <w:rPr>
                <w:bCs/>
              </w:rPr>
            </w:pPr>
          </w:p>
        </w:tc>
      </w:tr>
      <w:tr w:rsidR="00A444DB" w:rsidRPr="00034484" w14:paraId="6695331E" w14:textId="77777777" w:rsidTr="00B23BFB">
        <w:tc>
          <w:tcPr>
            <w:tcW w:w="5874" w:type="dxa"/>
            <w:shd w:val="clear" w:color="auto" w:fill="FFBFBF" w:themeFill="accent6" w:themeFillTint="33"/>
            <w:vAlign w:val="center"/>
          </w:tcPr>
          <w:p w14:paraId="6ED4825F"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699A7C08" w14:textId="77777777" w:rsidR="00A444DB" w:rsidRPr="00034484" w:rsidRDefault="00A444DB" w:rsidP="00B23BFB">
            <w:pPr>
              <w:spacing w:after="60"/>
              <w:outlineLvl w:val="3"/>
              <w:rPr>
                <w:bCs/>
              </w:rPr>
            </w:pPr>
          </w:p>
        </w:tc>
      </w:tr>
      <w:tr w:rsidR="00A444DB" w:rsidRPr="00034484" w14:paraId="34C736B5" w14:textId="77777777" w:rsidTr="00B23BFB">
        <w:tc>
          <w:tcPr>
            <w:tcW w:w="5874" w:type="dxa"/>
            <w:shd w:val="clear" w:color="auto" w:fill="FFBFBF" w:themeFill="accent6" w:themeFillTint="33"/>
            <w:vAlign w:val="center"/>
          </w:tcPr>
          <w:p w14:paraId="04D6FB8A" w14:textId="77777777" w:rsidR="00A444DB" w:rsidRPr="00034484" w:rsidRDefault="00A444DB" w:rsidP="00B23BF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67C975A" w14:textId="77777777" w:rsidR="00A444DB" w:rsidRPr="00034484" w:rsidRDefault="00A444DB" w:rsidP="00B23BFB">
            <w:pPr>
              <w:spacing w:after="60"/>
              <w:outlineLvl w:val="3"/>
              <w:rPr>
                <w:bCs/>
              </w:rPr>
            </w:pPr>
          </w:p>
        </w:tc>
      </w:tr>
      <w:tr w:rsidR="00A444DB" w:rsidRPr="00034484" w14:paraId="2040D945" w14:textId="77777777" w:rsidTr="00B23BFB">
        <w:tc>
          <w:tcPr>
            <w:tcW w:w="5874" w:type="dxa"/>
            <w:shd w:val="clear" w:color="auto" w:fill="FFBFBF" w:themeFill="accent6" w:themeFillTint="33"/>
            <w:vAlign w:val="center"/>
          </w:tcPr>
          <w:p w14:paraId="598A7D84"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0FE20E6" w14:textId="77777777" w:rsidR="00A444DB" w:rsidRPr="00034484" w:rsidRDefault="00A444DB" w:rsidP="00B23BFB">
            <w:pPr>
              <w:spacing w:after="60"/>
              <w:outlineLvl w:val="3"/>
              <w:rPr>
                <w:bCs/>
              </w:rPr>
            </w:pPr>
          </w:p>
        </w:tc>
      </w:tr>
      <w:tr w:rsidR="00A444DB" w:rsidRPr="00034484" w14:paraId="404AF95B" w14:textId="77777777" w:rsidTr="00B23BFB">
        <w:tc>
          <w:tcPr>
            <w:tcW w:w="5874" w:type="dxa"/>
            <w:shd w:val="clear" w:color="auto" w:fill="FFBFBF" w:themeFill="accent6" w:themeFillTint="33"/>
            <w:vAlign w:val="center"/>
          </w:tcPr>
          <w:p w14:paraId="72DBEB01" w14:textId="77777777" w:rsidR="00A444DB" w:rsidRPr="00034484" w:rsidRDefault="00A444DB" w:rsidP="00B23BF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9D37561" w14:textId="77777777" w:rsidR="00A444DB" w:rsidRPr="00034484" w:rsidRDefault="00A444DB" w:rsidP="00B23BFB">
            <w:pPr>
              <w:outlineLvl w:val="3"/>
              <w:rPr>
                <w:bCs/>
              </w:rPr>
            </w:pPr>
          </w:p>
        </w:tc>
      </w:tr>
      <w:tr w:rsidR="00A444DB" w:rsidRPr="00034484" w14:paraId="1D3EB378" w14:textId="77777777" w:rsidTr="00B23BFB">
        <w:tc>
          <w:tcPr>
            <w:tcW w:w="5874" w:type="dxa"/>
            <w:shd w:val="clear" w:color="auto" w:fill="FFBFBF" w:themeFill="accent6" w:themeFillTint="33"/>
            <w:vAlign w:val="center"/>
          </w:tcPr>
          <w:p w14:paraId="174D0049" w14:textId="77777777" w:rsidR="00A444DB" w:rsidRPr="00034484" w:rsidRDefault="00A444DB" w:rsidP="00B23BF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010BD66" w14:textId="77777777" w:rsidR="00A444DB" w:rsidRPr="00034484" w:rsidRDefault="00A444DB" w:rsidP="00B23BFB">
            <w:pPr>
              <w:outlineLvl w:val="3"/>
              <w:rPr>
                <w:bCs/>
              </w:rPr>
            </w:pPr>
          </w:p>
        </w:tc>
      </w:tr>
      <w:tr w:rsidR="00A444DB" w:rsidRPr="00034484" w14:paraId="104E2570" w14:textId="77777777" w:rsidTr="00B23BFB">
        <w:tc>
          <w:tcPr>
            <w:tcW w:w="5874" w:type="dxa"/>
            <w:shd w:val="clear" w:color="auto" w:fill="FFBFBF" w:themeFill="accent6" w:themeFillTint="33"/>
            <w:vAlign w:val="center"/>
          </w:tcPr>
          <w:p w14:paraId="0977CC07" w14:textId="77777777" w:rsidR="00A444DB" w:rsidRPr="00034484" w:rsidRDefault="00A444DB" w:rsidP="00B23BF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3DAE9F4" w14:textId="77777777" w:rsidR="00A444DB" w:rsidRPr="00034484" w:rsidRDefault="00A444DB" w:rsidP="00B23BFB">
            <w:pPr>
              <w:outlineLvl w:val="3"/>
              <w:rPr>
                <w:bCs/>
              </w:rPr>
            </w:pPr>
          </w:p>
        </w:tc>
      </w:tr>
      <w:tr w:rsidR="00A444DB" w:rsidRPr="00034484" w14:paraId="70846C69" w14:textId="77777777" w:rsidTr="00B23BFB">
        <w:tc>
          <w:tcPr>
            <w:tcW w:w="5874" w:type="dxa"/>
            <w:shd w:val="clear" w:color="auto" w:fill="FFBFBF" w:themeFill="accent6" w:themeFillTint="33"/>
            <w:vAlign w:val="center"/>
          </w:tcPr>
          <w:p w14:paraId="20FEED77" w14:textId="77777777" w:rsidR="00A444DB" w:rsidRPr="00034484" w:rsidRDefault="00A444DB" w:rsidP="00B23BF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EE8B569" w14:textId="77777777" w:rsidR="00A444DB" w:rsidRPr="00034484" w:rsidRDefault="00A444DB" w:rsidP="00B23BFB">
            <w:pPr>
              <w:outlineLvl w:val="3"/>
              <w:rPr>
                <w:bCs/>
              </w:rPr>
            </w:pPr>
          </w:p>
        </w:tc>
      </w:tr>
      <w:tr w:rsidR="00A444DB" w:rsidRPr="00034484" w14:paraId="0BF6B247" w14:textId="77777777" w:rsidTr="00B23BFB">
        <w:tc>
          <w:tcPr>
            <w:tcW w:w="5874" w:type="dxa"/>
            <w:shd w:val="clear" w:color="auto" w:fill="FFBFBF" w:themeFill="accent6" w:themeFillTint="33"/>
            <w:vAlign w:val="center"/>
          </w:tcPr>
          <w:p w14:paraId="233FEE4F" w14:textId="77777777" w:rsidR="00A444DB" w:rsidRPr="00034484" w:rsidRDefault="00A444DB" w:rsidP="00B23BF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A61168" w14:textId="77777777" w:rsidR="00A444DB" w:rsidRPr="00034484" w:rsidRDefault="00A444DB" w:rsidP="00B23BFB">
            <w:pPr>
              <w:outlineLvl w:val="3"/>
              <w:rPr>
                <w:bCs/>
              </w:rPr>
            </w:pPr>
          </w:p>
        </w:tc>
      </w:tr>
      <w:tr w:rsidR="00A444DB" w:rsidRPr="00034484" w14:paraId="008E0D4F" w14:textId="77777777" w:rsidTr="00B23BFB">
        <w:tc>
          <w:tcPr>
            <w:tcW w:w="5874" w:type="dxa"/>
            <w:shd w:val="clear" w:color="auto" w:fill="FFBFBF" w:themeFill="accent6" w:themeFillTint="33"/>
            <w:vAlign w:val="center"/>
          </w:tcPr>
          <w:p w14:paraId="12220C10" w14:textId="77777777" w:rsidR="00A444DB" w:rsidRPr="00034484" w:rsidRDefault="00A444DB" w:rsidP="00B23BFB">
            <w:pPr>
              <w:spacing w:after="60"/>
              <w:outlineLvl w:val="3"/>
              <w:rPr>
                <w:b/>
                <w:bCs/>
              </w:rPr>
            </w:pPr>
            <w:r w:rsidRPr="00034484">
              <w:rPr>
                <w:b/>
                <w:bCs/>
              </w:rPr>
              <w:t>Zhotovitel vyhrazeného plnění:</w:t>
            </w:r>
          </w:p>
        </w:tc>
        <w:tc>
          <w:tcPr>
            <w:tcW w:w="2910" w:type="dxa"/>
            <w:vAlign w:val="center"/>
          </w:tcPr>
          <w:p w14:paraId="3F35731E" w14:textId="77777777" w:rsidR="00A444DB" w:rsidRPr="00034484" w:rsidRDefault="00A444DB" w:rsidP="00B23BFB">
            <w:pPr>
              <w:outlineLvl w:val="3"/>
              <w:rPr>
                <w:bCs/>
              </w:rPr>
            </w:pPr>
          </w:p>
        </w:tc>
      </w:tr>
      <w:tr w:rsidR="00A444DB" w:rsidRPr="00034484" w14:paraId="3B317BE0" w14:textId="77777777" w:rsidTr="00B23BFB">
        <w:tc>
          <w:tcPr>
            <w:tcW w:w="5874" w:type="dxa"/>
            <w:shd w:val="clear" w:color="auto" w:fill="FFBFBF" w:themeFill="accent6" w:themeFillTint="33"/>
            <w:vAlign w:val="center"/>
          </w:tcPr>
          <w:p w14:paraId="64A14725" w14:textId="77777777" w:rsidR="00A444DB" w:rsidRPr="00034484" w:rsidRDefault="00A444DB" w:rsidP="00B23BFB">
            <w:pPr>
              <w:spacing w:after="60"/>
              <w:outlineLvl w:val="3"/>
              <w:rPr>
                <w:bCs/>
              </w:rPr>
            </w:pPr>
            <w:r w:rsidRPr="00034484">
              <w:rPr>
                <w:b/>
                <w:bCs/>
              </w:rPr>
              <w:t>Hodnota vyhrazeného plnění v Kč</w:t>
            </w:r>
            <w:r w:rsidRPr="00034484">
              <w:rPr>
                <w:bCs/>
              </w:rPr>
              <w:t>:</w:t>
            </w:r>
          </w:p>
        </w:tc>
        <w:tc>
          <w:tcPr>
            <w:tcW w:w="2910" w:type="dxa"/>
            <w:vAlign w:val="center"/>
          </w:tcPr>
          <w:p w14:paraId="1A33402B" w14:textId="77777777" w:rsidR="00A444DB" w:rsidRPr="00034484" w:rsidRDefault="00A444DB" w:rsidP="00B23BFB">
            <w:pPr>
              <w:outlineLvl w:val="3"/>
              <w:rPr>
                <w:bCs/>
              </w:rPr>
            </w:pPr>
          </w:p>
        </w:tc>
      </w:tr>
    </w:tbl>
    <w:p w14:paraId="746A1A70" w14:textId="77777777" w:rsidR="00A444DB" w:rsidRPr="00034484" w:rsidRDefault="00A444DB" w:rsidP="00A444DB">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A444DB" w:rsidRPr="00034484" w14:paraId="6808C698" w14:textId="77777777" w:rsidTr="00B23BFB">
        <w:tc>
          <w:tcPr>
            <w:tcW w:w="3259" w:type="dxa"/>
            <w:shd w:val="clear" w:color="auto" w:fill="FFBFBF" w:themeFill="accent6" w:themeFillTint="33"/>
          </w:tcPr>
          <w:p w14:paraId="25852144" w14:textId="77777777" w:rsidR="00A444DB" w:rsidRPr="00034484" w:rsidRDefault="00A444DB" w:rsidP="00B23BFB">
            <w:pPr>
              <w:spacing w:after="60"/>
              <w:outlineLvl w:val="3"/>
              <w:rPr>
                <w:b/>
                <w:bCs/>
                <w:vertAlign w:val="superscript"/>
              </w:rPr>
            </w:pPr>
          </w:p>
        </w:tc>
        <w:tc>
          <w:tcPr>
            <w:tcW w:w="3260" w:type="dxa"/>
            <w:shd w:val="clear" w:color="auto" w:fill="FFBFBF" w:themeFill="accent6" w:themeFillTint="33"/>
          </w:tcPr>
          <w:p w14:paraId="7F59FACD" w14:textId="77777777" w:rsidR="00A444DB" w:rsidRPr="00034484" w:rsidRDefault="00A444DB" w:rsidP="00B23BFB">
            <w:pPr>
              <w:spacing w:after="60"/>
              <w:outlineLvl w:val="3"/>
              <w:rPr>
                <w:b/>
                <w:bCs/>
              </w:rPr>
            </w:pPr>
            <w:r w:rsidRPr="00034484">
              <w:rPr>
                <w:b/>
                <w:bCs/>
              </w:rPr>
              <w:t>Obchodní firma</w:t>
            </w:r>
          </w:p>
        </w:tc>
        <w:tc>
          <w:tcPr>
            <w:tcW w:w="3260" w:type="dxa"/>
            <w:shd w:val="clear" w:color="auto" w:fill="FFBFBF" w:themeFill="accent6" w:themeFillTint="33"/>
          </w:tcPr>
          <w:p w14:paraId="39F78727" w14:textId="77777777" w:rsidR="00A444DB" w:rsidRPr="00034484" w:rsidRDefault="00A444DB" w:rsidP="00B23BFB">
            <w:pPr>
              <w:outlineLvl w:val="3"/>
              <w:rPr>
                <w:b/>
                <w:bCs/>
              </w:rPr>
            </w:pPr>
            <w:r w:rsidRPr="00034484">
              <w:rPr>
                <w:b/>
                <w:bCs/>
              </w:rPr>
              <w:t xml:space="preserve">Hodnota prováděných prací v Kč </w:t>
            </w:r>
            <w:r w:rsidRPr="00034484">
              <w:rPr>
                <w:bCs/>
              </w:rPr>
              <w:t>(bez DPH)</w:t>
            </w:r>
          </w:p>
        </w:tc>
      </w:tr>
      <w:tr w:rsidR="00A444DB" w:rsidRPr="00034484" w14:paraId="352E1A90" w14:textId="77777777" w:rsidTr="00B23BFB">
        <w:tc>
          <w:tcPr>
            <w:tcW w:w="3259" w:type="dxa"/>
            <w:shd w:val="clear" w:color="auto" w:fill="FFBFBF" w:themeFill="accent6" w:themeFillTint="33"/>
          </w:tcPr>
          <w:p w14:paraId="33B7B6D9" w14:textId="77777777" w:rsidR="00A444DB" w:rsidRPr="00034484" w:rsidRDefault="00A444DB" w:rsidP="00B23BF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29EE5F73" w14:textId="77777777" w:rsidR="00A444DB" w:rsidRPr="00034484" w:rsidRDefault="00A444DB" w:rsidP="00B23BFB">
            <w:pPr>
              <w:spacing w:after="60"/>
              <w:outlineLvl w:val="3"/>
              <w:rPr>
                <w:bCs/>
              </w:rPr>
            </w:pPr>
          </w:p>
        </w:tc>
        <w:tc>
          <w:tcPr>
            <w:tcW w:w="3260" w:type="dxa"/>
            <w:vAlign w:val="center"/>
          </w:tcPr>
          <w:p w14:paraId="38D09698" w14:textId="77777777" w:rsidR="00A444DB" w:rsidRPr="00034484" w:rsidRDefault="00A444DB" w:rsidP="00B23BFB">
            <w:pPr>
              <w:outlineLvl w:val="3"/>
              <w:rPr>
                <w:bCs/>
              </w:rPr>
            </w:pPr>
          </w:p>
        </w:tc>
      </w:tr>
      <w:tr w:rsidR="00A444DB" w:rsidRPr="00034484" w14:paraId="5D2838CD" w14:textId="77777777" w:rsidTr="00B23BFB">
        <w:tc>
          <w:tcPr>
            <w:tcW w:w="3259" w:type="dxa"/>
            <w:shd w:val="clear" w:color="auto" w:fill="FFBFBF" w:themeFill="accent6" w:themeFillTint="33"/>
          </w:tcPr>
          <w:p w14:paraId="44BDDBE1"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2A93136" w14:textId="77777777" w:rsidR="00A444DB" w:rsidRPr="00034484" w:rsidRDefault="00A444DB" w:rsidP="00B23BFB">
            <w:pPr>
              <w:spacing w:after="60"/>
              <w:outlineLvl w:val="3"/>
              <w:rPr>
                <w:bCs/>
              </w:rPr>
            </w:pPr>
          </w:p>
        </w:tc>
        <w:tc>
          <w:tcPr>
            <w:tcW w:w="3260" w:type="dxa"/>
            <w:vAlign w:val="center"/>
          </w:tcPr>
          <w:p w14:paraId="6FD1C2B9" w14:textId="77777777" w:rsidR="00A444DB" w:rsidRPr="00034484" w:rsidRDefault="00A444DB" w:rsidP="00B23BFB">
            <w:pPr>
              <w:outlineLvl w:val="3"/>
              <w:rPr>
                <w:bCs/>
              </w:rPr>
            </w:pPr>
          </w:p>
        </w:tc>
      </w:tr>
      <w:tr w:rsidR="00A444DB" w:rsidRPr="00034484" w14:paraId="350428EF" w14:textId="77777777" w:rsidTr="00B23BFB">
        <w:tc>
          <w:tcPr>
            <w:tcW w:w="3259" w:type="dxa"/>
            <w:shd w:val="clear" w:color="auto" w:fill="FFBFBF" w:themeFill="accent6" w:themeFillTint="33"/>
          </w:tcPr>
          <w:p w14:paraId="6B180B94"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4811751" w14:textId="77777777" w:rsidR="00A444DB" w:rsidRPr="00034484" w:rsidRDefault="00A444DB" w:rsidP="00B23BFB">
            <w:pPr>
              <w:spacing w:after="60"/>
              <w:outlineLvl w:val="3"/>
              <w:rPr>
                <w:bCs/>
              </w:rPr>
            </w:pPr>
          </w:p>
        </w:tc>
        <w:tc>
          <w:tcPr>
            <w:tcW w:w="3260" w:type="dxa"/>
            <w:vAlign w:val="center"/>
          </w:tcPr>
          <w:p w14:paraId="37683D4B" w14:textId="77777777" w:rsidR="00A444DB" w:rsidRPr="00034484" w:rsidRDefault="00A444DB" w:rsidP="00B23BFB">
            <w:pPr>
              <w:outlineLvl w:val="3"/>
              <w:rPr>
                <w:bCs/>
              </w:rPr>
            </w:pPr>
          </w:p>
        </w:tc>
      </w:tr>
      <w:tr w:rsidR="00A444DB" w:rsidRPr="00034484" w14:paraId="3C3185A4" w14:textId="77777777" w:rsidTr="00B23BFB">
        <w:tc>
          <w:tcPr>
            <w:tcW w:w="3259" w:type="dxa"/>
            <w:shd w:val="clear" w:color="auto" w:fill="FFBFBF" w:themeFill="accent6" w:themeFillTint="33"/>
          </w:tcPr>
          <w:p w14:paraId="7BA3259F"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CE74BEF" w14:textId="77777777" w:rsidR="00A444DB" w:rsidRPr="00034484" w:rsidRDefault="00A444DB" w:rsidP="00B23BFB">
            <w:pPr>
              <w:spacing w:after="60"/>
              <w:outlineLvl w:val="3"/>
              <w:rPr>
                <w:bCs/>
              </w:rPr>
            </w:pPr>
          </w:p>
        </w:tc>
        <w:tc>
          <w:tcPr>
            <w:tcW w:w="3260" w:type="dxa"/>
            <w:vAlign w:val="center"/>
          </w:tcPr>
          <w:p w14:paraId="1058DD61" w14:textId="77777777" w:rsidR="00A444DB" w:rsidRPr="00034484" w:rsidRDefault="00A444DB" w:rsidP="00B23BFB">
            <w:pPr>
              <w:outlineLvl w:val="3"/>
              <w:rPr>
                <w:bCs/>
              </w:rPr>
            </w:pPr>
          </w:p>
        </w:tc>
      </w:tr>
      <w:tr w:rsidR="00A444DB" w:rsidRPr="00034484" w14:paraId="654E42BB" w14:textId="77777777" w:rsidTr="00B23BFB">
        <w:tc>
          <w:tcPr>
            <w:tcW w:w="3259" w:type="dxa"/>
            <w:shd w:val="clear" w:color="auto" w:fill="FFBFBF" w:themeFill="accent6" w:themeFillTint="33"/>
          </w:tcPr>
          <w:p w14:paraId="52E0AF48" w14:textId="77777777" w:rsidR="00A444DB" w:rsidRPr="00034484" w:rsidRDefault="00A444DB" w:rsidP="00B23BF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0B13AAC" w14:textId="77777777" w:rsidR="00A444DB" w:rsidRPr="00034484" w:rsidRDefault="00A444DB" w:rsidP="00B23BFB">
            <w:pPr>
              <w:spacing w:after="60"/>
              <w:outlineLvl w:val="3"/>
              <w:rPr>
                <w:bCs/>
              </w:rPr>
            </w:pPr>
          </w:p>
        </w:tc>
        <w:tc>
          <w:tcPr>
            <w:tcW w:w="3260" w:type="dxa"/>
            <w:vAlign w:val="center"/>
          </w:tcPr>
          <w:p w14:paraId="7A247FF8" w14:textId="77777777" w:rsidR="00A444DB" w:rsidRPr="00034484" w:rsidRDefault="00A444DB" w:rsidP="00B23BFB">
            <w:pPr>
              <w:outlineLvl w:val="3"/>
              <w:rPr>
                <w:bCs/>
              </w:rPr>
            </w:pPr>
          </w:p>
        </w:tc>
      </w:tr>
      <w:tr w:rsidR="00A444DB" w:rsidRPr="00034484" w14:paraId="25DCFF20" w14:textId="77777777" w:rsidTr="00B23BFB">
        <w:tc>
          <w:tcPr>
            <w:tcW w:w="3259" w:type="dxa"/>
            <w:shd w:val="clear" w:color="auto" w:fill="FFBFBF" w:themeFill="accent6" w:themeFillTint="33"/>
          </w:tcPr>
          <w:p w14:paraId="0662E0AB" w14:textId="77777777" w:rsidR="00A444DB" w:rsidRPr="00034484" w:rsidRDefault="00A444DB" w:rsidP="00B23BFB">
            <w:pPr>
              <w:spacing w:after="60"/>
              <w:outlineLvl w:val="3"/>
              <w:rPr>
                <w:b/>
                <w:bCs/>
              </w:rPr>
            </w:pPr>
            <w:r w:rsidRPr="00034484">
              <w:rPr>
                <w:b/>
                <w:bCs/>
              </w:rPr>
              <w:t xml:space="preserve">Celkem v Kč </w:t>
            </w:r>
          </w:p>
        </w:tc>
        <w:tc>
          <w:tcPr>
            <w:tcW w:w="3260" w:type="dxa"/>
            <w:shd w:val="clear" w:color="auto" w:fill="FFBFBF" w:themeFill="accent6" w:themeFillTint="33"/>
          </w:tcPr>
          <w:p w14:paraId="1A51C6B5" w14:textId="77777777" w:rsidR="00A444DB" w:rsidRPr="00034484" w:rsidRDefault="00A444DB" w:rsidP="00B23BFB">
            <w:pPr>
              <w:spacing w:after="60"/>
              <w:outlineLvl w:val="3"/>
              <w:rPr>
                <w:b/>
                <w:bCs/>
              </w:rPr>
            </w:pPr>
            <w:r w:rsidRPr="00034484">
              <w:rPr>
                <w:b/>
                <w:bCs/>
              </w:rPr>
              <w:t>xxx</w:t>
            </w:r>
          </w:p>
        </w:tc>
        <w:tc>
          <w:tcPr>
            <w:tcW w:w="3260" w:type="dxa"/>
            <w:shd w:val="clear" w:color="auto" w:fill="FFBFBF" w:themeFill="accent6" w:themeFillTint="33"/>
          </w:tcPr>
          <w:p w14:paraId="4E40C546" w14:textId="77777777" w:rsidR="00A444DB" w:rsidRPr="00034484" w:rsidRDefault="00A444DB" w:rsidP="00B23BFB">
            <w:pPr>
              <w:outlineLvl w:val="3"/>
              <w:rPr>
                <w:b/>
                <w:bCs/>
              </w:rPr>
            </w:pPr>
          </w:p>
        </w:tc>
      </w:tr>
    </w:tbl>
    <w:p w14:paraId="2A34294C" w14:textId="77777777" w:rsidR="00A444DB" w:rsidRPr="00034484" w:rsidRDefault="00A444DB" w:rsidP="00A444DB">
      <w:pPr>
        <w:rPr>
          <w:bCs/>
        </w:rPr>
      </w:pPr>
    </w:p>
    <w:tbl>
      <w:tblPr>
        <w:tblStyle w:val="Mkatabulky"/>
        <w:tblW w:w="0" w:type="auto"/>
        <w:tblLook w:val="04A0" w:firstRow="1" w:lastRow="0" w:firstColumn="1" w:lastColumn="0" w:noHBand="0" w:noVBand="1"/>
      </w:tblPr>
      <w:tblGrid>
        <w:gridCol w:w="4488"/>
        <w:gridCol w:w="4458"/>
      </w:tblGrid>
      <w:tr w:rsidR="00A444DB" w:rsidRPr="00034484" w14:paraId="1CC6A393" w14:textId="77777777" w:rsidTr="00B23BFB">
        <w:tc>
          <w:tcPr>
            <w:tcW w:w="4889" w:type="dxa"/>
            <w:shd w:val="clear" w:color="auto" w:fill="FFBFBF" w:themeFill="accent6" w:themeFillTint="33"/>
            <w:vAlign w:val="center"/>
          </w:tcPr>
          <w:p w14:paraId="2E2104B4" w14:textId="77777777" w:rsidR="00A444DB" w:rsidRPr="00034484" w:rsidRDefault="00A444DB" w:rsidP="00B23BFB">
            <w:pPr>
              <w:spacing w:after="60"/>
              <w:outlineLvl w:val="3"/>
              <w:rPr>
                <w:b/>
                <w:bCs/>
              </w:rPr>
            </w:pPr>
            <w:r w:rsidRPr="00034484">
              <w:rPr>
                <w:b/>
                <w:bCs/>
              </w:rPr>
              <w:t>Hodnocení objednatele:</w:t>
            </w:r>
          </w:p>
          <w:p w14:paraId="43BE3ACB" w14:textId="77777777" w:rsidR="00A444DB" w:rsidRPr="00034484" w:rsidRDefault="00A444DB" w:rsidP="00B23BFB">
            <w:pPr>
              <w:spacing w:after="60"/>
              <w:outlineLvl w:val="3"/>
              <w:rPr>
                <w:b/>
                <w:bCs/>
              </w:rPr>
            </w:pPr>
          </w:p>
          <w:p w14:paraId="73E24992" w14:textId="77777777" w:rsidR="00A444DB" w:rsidRPr="00034484" w:rsidRDefault="00A444DB" w:rsidP="00B23BFB">
            <w:pPr>
              <w:spacing w:after="60"/>
              <w:outlineLvl w:val="3"/>
              <w:rPr>
                <w:bCs/>
              </w:rPr>
            </w:pPr>
          </w:p>
          <w:p w14:paraId="4B2D5F59" w14:textId="77777777" w:rsidR="00A444DB" w:rsidRPr="00034484" w:rsidRDefault="00A444DB" w:rsidP="00B23BFB">
            <w:pPr>
              <w:spacing w:after="60"/>
              <w:outlineLvl w:val="3"/>
              <w:rPr>
                <w:bCs/>
              </w:rPr>
            </w:pPr>
          </w:p>
          <w:p w14:paraId="26AFB62C" w14:textId="77777777" w:rsidR="00A444DB" w:rsidRPr="00034484" w:rsidRDefault="00A444DB" w:rsidP="00B23BFB">
            <w:pPr>
              <w:spacing w:after="60"/>
              <w:outlineLvl w:val="3"/>
              <w:rPr>
                <w:bCs/>
              </w:rPr>
            </w:pPr>
          </w:p>
          <w:p w14:paraId="3DEC6B7C" w14:textId="77777777" w:rsidR="00A444DB" w:rsidRPr="00034484" w:rsidRDefault="00A444DB" w:rsidP="00B23BFB">
            <w:pPr>
              <w:spacing w:after="60"/>
              <w:outlineLvl w:val="3"/>
              <w:rPr>
                <w:bCs/>
              </w:rPr>
            </w:pPr>
          </w:p>
        </w:tc>
        <w:tc>
          <w:tcPr>
            <w:tcW w:w="4890" w:type="dxa"/>
            <w:vAlign w:val="center"/>
          </w:tcPr>
          <w:p w14:paraId="31E4420C" w14:textId="77777777" w:rsidR="00A444DB" w:rsidRPr="00034484" w:rsidRDefault="00A444DB" w:rsidP="00B23BFB">
            <w:pPr>
              <w:outlineLvl w:val="3"/>
              <w:rPr>
                <w:bCs/>
              </w:rPr>
            </w:pPr>
            <w:r w:rsidRPr="00034484">
              <w:rPr>
                <w:bCs/>
              </w:rPr>
              <w:lastRenderedPageBreak/>
              <w:t>Správa železnic osvědčuje, že stavební práce uvedené v tomto osvědčení byly řádně poskytnuty a dokončeny.</w:t>
            </w:r>
          </w:p>
        </w:tc>
      </w:tr>
      <w:tr w:rsidR="00A444DB" w:rsidRPr="00034484" w14:paraId="15A94DB9" w14:textId="77777777" w:rsidTr="00B23BFB">
        <w:tc>
          <w:tcPr>
            <w:tcW w:w="4889" w:type="dxa"/>
            <w:shd w:val="clear" w:color="auto" w:fill="FFBFBF" w:themeFill="accent6" w:themeFillTint="33"/>
          </w:tcPr>
          <w:p w14:paraId="0B7DF062" w14:textId="77777777" w:rsidR="00A444DB" w:rsidRPr="00034484" w:rsidRDefault="00A444DB" w:rsidP="00B23BFB">
            <w:pPr>
              <w:spacing w:after="60"/>
              <w:outlineLvl w:val="3"/>
              <w:rPr>
                <w:b/>
                <w:bCs/>
              </w:rPr>
            </w:pPr>
            <w:r w:rsidRPr="00034484">
              <w:rPr>
                <w:b/>
                <w:bCs/>
              </w:rPr>
              <w:t>Kontaktní osoba:</w:t>
            </w:r>
          </w:p>
        </w:tc>
        <w:tc>
          <w:tcPr>
            <w:tcW w:w="4890" w:type="dxa"/>
            <w:vAlign w:val="center"/>
          </w:tcPr>
          <w:p w14:paraId="797B98FE" w14:textId="77777777" w:rsidR="00A444DB" w:rsidRPr="00034484" w:rsidRDefault="00A444DB" w:rsidP="00B23BFB">
            <w:pPr>
              <w:outlineLvl w:val="3"/>
              <w:rPr>
                <w:bCs/>
              </w:rPr>
            </w:pPr>
          </w:p>
        </w:tc>
      </w:tr>
    </w:tbl>
    <w:p w14:paraId="1B177904" w14:textId="77777777" w:rsidR="00A444DB" w:rsidRPr="00034484" w:rsidRDefault="00A444DB" w:rsidP="00A444DB">
      <w:pPr>
        <w:rPr>
          <w:b/>
          <w:bCs/>
        </w:rPr>
      </w:pPr>
    </w:p>
    <w:tbl>
      <w:tblPr>
        <w:tblStyle w:val="Mkatabulky"/>
        <w:tblW w:w="0" w:type="auto"/>
        <w:tblLook w:val="04A0" w:firstRow="1" w:lastRow="0" w:firstColumn="1" w:lastColumn="0" w:noHBand="0" w:noVBand="1"/>
      </w:tblPr>
      <w:tblGrid>
        <w:gridCol w:w="4535"/>
        <w:gridCol w:w="4411"/>
      </w:tblGrid>
      <w:tr w:rsidR="00A444DB" w:rsidRPr="00034484" w14:paraId="7B38C467" w14:textId="77777777" w:rsidTr="00B23BFB">
        <w:tc>
          <w:tcPr>
            <w:tcW w:w="4889" w:type="dxa"/>
            <w:shd w:val="clear" w:color="auto" w:fill="FFBFBF" w:themeFill="accent6" w:themeFillTint="33"/>
            <w:vAlign w:val="center"/>
          </w:tcPr>
          <w:p w14:paraId="6E8A5AE1" w14:textId="77777777" w:rsidR="00A444DB" w:rsidRPr="00034484" w:rsidRDefault="00A444DB" w:rsidP="00B23BF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4CCD4E11" w14:textId="77777777" w:rsidR="00A444DB" w:rsidRPr="00034484" w:rsidRDefault="00A444DB" w:rsidP="00B23BFB">
            <w:pPr>
              <w:outlineLvl w:val="3"/>
              <w:rPr>
                <w:bCs/>
              </w:rPr>
            </w:pPr>
          </w:p>
        </w:tc>
      </w:tr>
      <w:tr w:rsidR="00A444DB" w:rsidRPr="00034484" w14:paraId="29E0DE22" w14:textId="77777777" w:rsidTr="00B23BFB">
        <w:tc>
          <w:tcPr>
            <w:tcW w:w="4889" w:type="dxa"/>
            <w:shd w:val="clear" w:color="auto" w:fill="FFBFBF" w:themeFill="accent6" w:themeFillTint="33"/>
            <w:vAlign w:val="center"/>
          </w:tcPr>
          <w:p w14:paraId="4BD3A8A4" w14:textId="77777777" w:rsidR="00A444DB" w:rsidRPr="00034484" w:rsidRDefault="00A444DB" w:rsidP="00B23BFB">
            <w:pPr>
              <w:spacing w:after="60"/>
              <w:outlineLvl w:val="3"/>
              <w:rPr>
                <w:b/>
                <w:bCs/>
              </w:rPr>
            </w:pPr>
            <w:r w:rsidRPr="00034484">
              <w:rPr>
                <w:b/>
                <w:bCs/>
              </w:rPr>
              <w:t>Funkce:</w:t>
            </w:r>
          </w:p>
        </w:tc>
        <w:tc>
          <w:tcPr>
            <w:tcW w:w="4890" w:type="dxa"/>
            <w:vAlign w:val="center"/>
          </w:tcPr>
          <w:p w14:paraId="11F973EC" w14:textId="77777777" w:rsidR="00A444DB" w:rsidRPr="00034484" w:rsidRDefault="00A444DB" w:rsidP="00B23BFB">
            <w:pPr>
              <w:outlineLvl w:val="3"/>
              <w:rPr>
                <w:bCs/>
              </w:rPr>
            </w:pPr>
          </w:p>
        </w:tc>
      </w:tr>
      <w:tr w:rsidR="00A444DB" w:rsidRPr="00034484" w14:paraId="054502F0" w14:textId="77777777" w:rsidTr="00B23BFB">
        <w:tc>
          <w:tcPr>
            <w:tcW w:w="4889" w:type="dxa"/>
            <w:shd w:val="clear" w:color="auto" w:fill="FFBFBF" w:themeFill="accent6" w:themeFillTint="33"/>
            <w:vAlign w:val="center"/>
          </w:tcPr>
          <w:p w14:paraId="32B67713" w14:textId="77777777" w:rsidR="00A444DB" w:rsidRPr="00034484" w:rsidRDefault="00A444DB" w:rsidP="00B23BFB">
            <w:pPr>
              <w:spacing w:after="60"/>
              <w:outlineLvl w:val="3"/>
              <w:rPr>
                <w:b/>
                <w:bCs/>
              </w:rPr>
            </w:pPr>
            <w:r w:rsidRPr="00034484">
              <w:rPr>
                <w:b/>
                <w:bCs/>
              </w:rPr>
              <w:t>Podpis vystavitele</w:t>
            </w:r>
          </w:p>
          <w:p w14:paraId="1D02DAA3" w14:textId="77777777" w:rsidR="00A444DB" w:rsidRPr="00034484" w:rsidRDefault="00A444DB" w:rsidP="00B23BFB">
            <w:pPr>
              <w:spacing w:after="60"/>
              <w:outlineLvl w:val="3"/>
              <w:rPr>
                <w:b/>
                <w:bCs/>
              </w:rPr>
            </w:pPr>
          </w:p>
        </w:tc>
        <w:tc>
          <w:tcPr>
            <w:tcW w:w="4890" w:type="dxa"/>
            <w:vAlign w:val="center"/>
          </w:tcPr>
          <w:p w14:paraId="118A64AD" w14:textId="77777777" w:rsidR="00A444DB" w:rsidRPr="00034484" w:rsidRDefault="00A444DB" w:rsidP="00B23BFB">
            <w:pPr>
              <w:outlineLvl w:val="3"/>
              <w:rPr>
                <w:bCs/>
              </w:rPr>
            </w:pPr>
          </w:p>
        </w:tc>
      </w:tr>
      <w:tr w:rsidR="00A444DB" w:rsidRPr="00034484" w14:paraId="16F0F0C3" w14:textId="77777777" w:rsidTr="00B23BFB">
        <w:tc>
          <w:tcPr>
            <w:tcW w:w="4889" w:type="dxa"/>
            <w:shd w:val="clear" w:color="auto" w:fill="FFBFBF" w:themeFill="accent6" w:themeFillTint="33"/>
            <w:vAlign w:val="center"/>
          </w:tcPr>
          <w:p w14:paraId="438E6C9B" w14:textId="77777777" w:rsidR="00A444DB" w:rsidRPr="00034484" w:rsidRDefault="00A444DB" w:rsidP="00B23BFB">
            <w:pPr>
              <w:spacing w:after="60"/>
              <w:outlineLvl w:val="3"/>
              <w:rPr>
                <w:b/>
                <w:bCs/>
              </w:rPr>
            </w:pPr>
            <w:r w:rsidRPr="00034484">
              <w:rPr>
                <w:b/>
                <w:bCs/>
              </w:rPr>
              <w:t>Datum vystavení osvědčení</w:t>
            </w:r>
          </w:p>
        </w:tc>
        <w:tc>
          <w:tcPr>
            <w:tcW w:w="4890" w:type="dxa"/>
            <w:vAlign w:val="center"/>
          </w:tcPr>
          <w:p w14:paraId="49E951B9" w14:textId="77777777" w:rsidR="00A444DB" w:rsidRPr="00034484" w:rsidRDefault="00A444DB" w:rsidP="00B23BFB">
            <w:pPr>
              <w:outlineLvl w:val="3"/>
              <w:rPr>
                <w:bCs/>
              </w:rPr>
            </w:pPr>
          </w:p>
        </w:tc>
      </w:tr>
    </w:tbl>
    <w:p w14:paraId="3451386A" w14:textId="77777777" w:rsidR="00A444DB" w:rsidRPr="00034484" w:rsidRDefault="00A444DB" w:rsidP="00A444DB">
      <w:pPr>
        <w:rPr>
          <w:bCs/>
        </w:rPr>
      </w:pPr>
    </w:p>
    <w:p w14:paraId="2AEE109A" w14:textId="77777777" w:rsidR="00A444DB" w:rsidRPr="00A24674" w:rsidRDefault="00A444DB" w:rsidP="00A444DB">
      <w:pPr>
        <w:keepNext/>
        <w:spacing w:after="60"/>
        <w:jc w:val="both"/>
        <w:outlineLvl w:val="3"/>
        <w:rPr>
          <w:rFonts w:eastAsia="Times New Roman"/>
          <w:bCs/>
          <w:i/>
        </w:rPr>
      </w:pPr>
      <w:r w:rsidRPr="00034484">
        <w:rPr>
          <w:bCs/>
          <w:i/>
        </w:rPr>
        <w:t>* Je-li vzhledem k charakteru stavby relevantní.</w:t>
      </w:r>
    </w:p>
    <w:p w14:paraId="09FFB279" w14:textId="77777777" w:rsidR="00A444DB" w:rsidRPr="00A24674" w:rsidRDefault="00A444DB" w:rsidP="00A444DB">
      <w:pPr>
        <w:keepNext/>
        <w:spacing w:after="60"/>
        <w:jc w:val="both"/>
        <w:outlineLvl w:val="3"/>
        <w:rPr>
          <w:rFonts w:eastAsia="Times New Roman"/>
          <w:b/>
          <w:bCs/>
          <w:i/>
        </w:rPr>
      </w:pPr>
    </w:p>
    <w:p w14:paraId="316E8D39" w14:textId="77777777" w:rsidR="00A444DB" w:rsidRPr="00A24674" w:rsidRDefault="00A444DB" w:rsidP="00A444D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92C7F32" w14:textId="77777777" w:rsidR="00A444DB" w:rsidRPr="00523A61" w:rsidRDefault="00A444DB" w:rsidP="00A444D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5D93FC8D" w14:textId="3B18A9E9" w:rsidR="00A444DB" w:rsidRDefault="00A444DB" w:rsidP="00A444D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3A195953" w14:textId="77777777" w:rsidR="00A444DB" w:rsidRDefault="00A444DB" w:rsidP="00F762A8">
      <w:pPr>
        <w:pStyle w:val="Textbezodsazen"/>
      </w:pPr>
    </w:p>
    <w:sectPr w:rsidR="00A444DB" w:rsidSect="00F251DD">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9454" w14:textId="77777777" w:rsidR="00134692" w:rsidRDefault="00134692" w:rsidP="00962258">
      <w:pPr>
        <w:spacing w:after="0" w:line="240" w:lineRule="auto"/>
      </w:pPr>
      <w:r>
        <w:separator/>
      </w:r>
    </w:p>
  </w:endnote>
  <w:endnote w:type="continuationSeparator" w:id="0">
    <w:p w14:paraId="309A7DEC" w14:textId="77777777" w:rsidR="00134692" w:rsidRDefault="001346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240A483" w14:textId="77777777" w:rsidTr="00F13FDA">
      <w:tc>
        <w:tcPr>
          <w:tcW w:w="1021" w:type="dxa"/>
          <w:vAlign w:val="bottom"/>
        </w:tcPr>
        <w:p w14:paraId="151E8C0E" w14:textId="5EC32C2E" w:rsidR="008A3592" w:rsidRPr="00B8518B" w:rsidRDefault="008A3592"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1DD">
            <w:rPr>
              <w:rStyle w:val="slostrnky"/>
              <w:noProof/>
            </w:rPr>
            <w:t>8</w:t>
          </w:r>
          <w:r w:rsidRPr="00B8518B">
            <w:rPr>
              <w:rStyle w:val="slostrnky"/>
            </w:rPr>
            <w:fldChar w:fldCharType="end"/>
          </w:r>
          <w:r w:rsidRPr="00B8518B">
            <w:rPr>
              <w:rStyle w:val="slostrnky"/>
            </w:rPr>
            <w:t>/</w:t>
          </w:r>
          <w:r w:rsidR="00603245">
            <w:rPr>
              <w:rStyle w:val="slostrnky"/>
            </w:rPr>
            <w:t>8</w:t>
          </w:r>
        </w:p>
      </w:tc>
      <w:tc>
        <w:tcPr>
          <w:tcW w:w="0" w:type="auto"/>
          <w:vAlign w:val="bottom"/>
        </w:tcPr>
        <w:p w14:paraId="4FEF9FF2" w14:textId="77777777" w:rsidR="008A3592" w:rsidRDefault="008A3592" w:rsidP="00F13FDA">
          <w:pPr>
            <w:pStyle w:val="Zpatvlevo"/>
          </w:pPr>
          <w:r w:rsidRPr="00B41CFD">
            <w:t>Smlouva o dílo</w:t>
          </w:r>
        </w:p>
        <w:p w14:paraId="36D7DCDC" w14:textId="77777777" w:rsidR="008A3592" w:rsidRPr="003462EB" w:rsidRDefault="008A3592" w:rsidP="00F13FDA">
          <w:pPr>
            <w:pStyle w:val="Zpatvlevo"/>
          </w:pPr>
          <w:r w:rsidRPr="00B41CFD">
            <w:t>Zhotovení stavby</w:t>
          </w:r>
        </w:p>
      </w:tc>
    </w:tr>
  </w:tbl>
  <w:p w14:paraId="54F3FF18" w14:textId="77777777" w:rsidR="008A3592" w:rsidRPr="00F13FDA" w:rsidRDefault="008A359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C3BD90F" w14:textId="77777777" w:rsidTr="00F13FDA">
      <w:tc>
        <w:tcPr>
          <w:tcW w:w="1021" w:type="dxa"/>
          <w:vAlign w:val="bottom"/>
        </w:tcPr>
        <w:p w14:paraId="607075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A3592" w:rsidRPr="00DD4862" w:rsidRDefault="008A3592" w:rsidP="00F13FDA">
          <w:pPr>
            <w:pStyle w:val="Zpatvlevo"/>
            <w:rPr>
              <w:b/>
            </w:rPr>
          </w:pPr>
          <w:r>
            <w:rPr>
              <w:b/>
            </w:rPr>
            <w:t>Příloha č. 4</w:t>
          </w:r>
        </w:p>
        <w:p w14:paraId="4F45CE3F" w14:textId="77777777" w:rsidR="008A3592" w:rsidRDefault="008A3592" w:rsidP="00F13FDA">
          <w:pPr>
            <w:pStyle w:val="Zpatvlevo"/>
          </w:pPr>
          <w:r w:rsidRPr="00B41CFD">
            <w:t>Smlouva o dílo</w:t>
          </w:r>
        </w:p>
        <w:p w14:paraId="44062EBD" w14:textId="77777777" w:rsidR="008A3592" w:rsidRPr="003462EB" w:rsidRDefault="008A3592" w:rsidP="00F13FDA">
          <w:pPr>
            <w:pStyle w:val="Zpatvlevo"/>
          </w:pPr>
          <w:r w:rsidRPr="00B41CFD">
            <w:t>Zhotovení stavby</w:t>
          </w:r>
        </w:p>
      </w:tc>
    </w:tr>
  </w:tbl>
  <w:p w14:paraId="5F02EA77" w14:textId="77777777" w:rsidR="008A3592" w:rsidRPr="00F13FDA" w:rsidRDefault="008A359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140825AC" w14:textId="77777777" w:rsidTr="00A0271B">
      <w:tc>
        <w:tcPr>
          <w:tcW w:w="0" w:type="auto"/>
          <w:tcMar>
            <w:left w:w="0" w:type="dxa"/>
            <w:right w:w="0" w:type="dxa"/>
          </w:tcMar>
          <w:vAlign w:val="bottom"/>
        </w:tcPr>
        <w:p w14:paraId="5C3D2E8D" w14:textId="77777777" w:rsidR="008A3592" w:rsidRPr="00DD4862" w:rsidRDefault="008A3592" w:rsidP="00A0271B">
          <w:pPr>
            <w:pStyle w:val="Zpatvpravo"/>
            <w:rPr>
              <w:b/>
            </w:rPr>
          </w:pPr>
          <w:r w:rsidRPr="00DD4862">
            <w:rPr>
              <w:b/>
            </w:rPr>
            <w:t xml:space="preserve">Příloha č. </w:t>
          </w:r>
          <w:r>
            <w:rPr>
              <w:b/>
            </w:rPr>
            <w:t>4</w:t>
          </w:r>
        </w:p>
        <w:p w14:paraId="322FB8B5" w14:textId="77777777" w:rsidR="008A3592" w:rsidRPr="003462EB" w:rsidRDefault="008A3592" w:rsidP="00A0271B">
          <w:pPr>
            <w:pStyle w:val="Zpatvpravo"/>
          </w:pPr>
          <w:r>
            <w:t>Smlouva o dílo</w:t>
          </w:r>
        </w:p>
        <w:p w14:paraId="6BCDB74A"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DFD9349" w14:textId="463E00BF"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1799FC45" w14:textId="77777777" w:rsidR="008A3592" w:rsidRPr="00B8518B" w:rsidRDefault="008A359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24A3DF3" w14:textId="77777777" w:rsidTr="00F13FDA">
      <w:tc>
        <w:tcPr>
          <w:tcW w:w="1021" w:type="dxa"/>
          <w:vAlign w:val="bottom"/>
        </w:tcPr>
        <w:p w14:paraId="1D3932C5"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A3592" w:rsidRPr="00DD4862" w:rsidRDefault="008A3592" w:rsidP="00F13FDA">
          <w:pPr>
            <w:pStyle w:val="Zpatvlevo"/>
            <w:rPr>
              <w:b/>
            </w:rPr>
          </w:pPr>
          <w:r>
            <w:rPr>
              <w:b/>
            </w:rPr>
            <w:t>Příloha č. 5</w:t>
          </w:r>
        </w:p>
        <w:p w14:paraId="376871C6" w14:textId="77777777" w:rsidR="008A3592" w:rsidRDefault="008A3592" w:rsidP="00F13FDA">
          <w:pPr>
            <w:pStyle w:val="Zpatvlevo"/>
          </w:pPr>
          <w:r w:rsidRPr="00B41CFD">
            <w:t>Smlouva o dílo</w:t>
          </w:r>
        </w:p>
        <w:p w14:paraId="3CE18223" w14:textId="77777777" w:rsidR="008A3592" w:rsidRPr="003462EB" w:rsidRDefault="008A3592" w:rsidP="00F13FDA">
          <w:pPr>
            <w:pStyle w:val="Zpatvlevo"/>
          </w:pPr>
          <w:r w:rsidRPr="00B41CFD">
            <w:t>Zhotovení stavby</w:t>
          </w:r>
        </w:p>
      </w:tc>
    </w:tr>
  </w:tbl>
  <w:p w14:paraId="653766D2" w14:textId="77777777" w:rsidR="008A3592" w:rsidRPr="00F13FDA" w:rsidRDefault="008A359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4CAC0333" w14:textId="77777777" w:rsidTr="00A0271B">
      <w:tc>
        <w:tcPr>
          <w:tcW w:w="0" w:type="auto"/>
          <w:tcMar>
            <w:left w:w="0" w:type="dxa"/>
            <w:right w:w="0" w:type="dxa"/>
          </w:tcMar>
          <w:vAlign w:val="bottom"/>
        </w:tcPr>
        <w:p w14:paraId="0A2FA09E" w14:textId="77777777" w:rsidR="008A3592" w:rsidRPr="00DD4862" w:rsidRDefault="008A3592" w:rsidP="00A0271B">
          <w:pPr>
            <w:pStyle w:val="Zpatvpravo"/>
            <w:rPr>
              <w:b/>
            </w:rPr>
          </w:pPr>
          <w:r w:rsidRPr="00DD4862">
            <w:rPr>
              <w:b/>
            </w:rPr>
            <w:t xml:space="preserve">Příloha č. </w:t>
          </w:r>
          <w:r>
            <w:rPr>
              <w:b/>
            </w:rPr>
            <w:t>5</w:t>
          </w:r>
        </w:p>
        <w:p w14:paraId="60317C27" w14:textId="77777777" w:rsidR="008A3592" w:rsidRPr="003462EB" w:rsidRDefault="008A3592" w:rsidP="00A0271B">
          <w:pPr>
            <w:pStyle w:val="Zpatvpravo"/>
          </w:pPr>
          <w:r>
            <w:t>Smlouva o dílo</w:t>
          </w:r>
        </w:p>
        <w:p w14:paraId="6574CB3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CA40DA3" w14:textId="0FB71F3B"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7E03A553" w14:textId="77777777" w:rsidR="008A3592" w:rsidRPr="00B8518B" w:rsidRDefault="008A359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36811E9" w14:textId="77777777" w:rsidTr="00F13FDA">
      <w:tc>
        <w:tcPr>
          <w:tcW w:w="1021" w:type="dxa"/>
          <w:vAlign w:val="bottom"/>
        </w:tcPr>
        <w:p w14:paraId="0F368DE0" w14:textId="7563C4D0"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1D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51DD">
            <w:rPr>
              <w:rStyle w:val="slostrnky"/>
              <w:noProof/>
            </w:rPr>
            <w:t>3</w:t>
          </w:r>
          <w:r>
            <w:rPr>
              <w:rStyle w:val="slostrnky"/>
            </w:rPr>
            <w:fldChar w:fldCharType="end"/>
          </w:r>
        </w:p>
      </w:tc>
      <w:tc>
        <w:tcPr>
          <w:tcW w:w="0" w:type="auto"/>
          <w:vAlign w:val="bottom"/>
        </w:tcPr>
        <w:p w14:paraId="3AED8A11" w14:textId="77777777" w:rsidR="008A3592" w:rsidRPr="00DD4862" w:rsidRDefault="008A3592" w:rsidP="00F13FDA">
          <w:pPr>
            <w:pStyle w:val="Zpatvlevo"/>
            <w:rPr>
              <w:b/>
            </w:rPr>
          </w:pPr>
          <w:r>
            <w:rPr>
              <w:b/>
            </w:rPr>
            <w:t>Příloha č. 6</w:t>
          </w:r>
        </w:p>
        <w:p w14:paraId="45D670C9" w14:textId="77777777" w:rsidR="008A3592" w:rsidRDefault="008A3592" w:rsidP="00F13FDA">
          <w:pPr>
            <w:pStyle w:val="Zpatvlevo"/>
          </w:pPr>
          <w:r w:rsidRPr="00B41CFD">
            <w:t>Smlouva o dílo</w:t>
          </w:r>
        </w:p>
        <w:p w14:paraId="4EB1BB37" w14:textId="77777777" w:rsidR="008A3592" w:rsidRPr="003462EB" w:rsidRDefault="008A3592" w:rsidP="00F13FDA">
          <w:pPr>
            <w:pStyle w:val="Zpatvlevo"/>
          </w:pPr>
          <w:r w:rsidRPr="00B41CFD">
            <w:t>Zhotovení stavby</w:t>
          </w:r>
        </w:p>
      </w:tc>
    </w:tr>
  </w:tbl>
  <w:p w14:paraId="1A83E4D3" w14:textId="77777777" w:rsidR="008A3592" w:rsidRPr="00F13FDA" w:rsidRDefault="008A359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BA38340" w14:textId="77777777" w:rsidTr="00A0271B">
      <w:tc>
        <w:tcPr>
          <w:tcW w:w="0" w:type="auto"/>
          <w:tcMar>
            <w:left w:w="0" w:type="dxa"/>
            <w:right w:w="0" w:type="dxa"/>
          </w:tcMar>
          <w:vAlign w:val="bottom"/>
        </w:tcPr>
        <w:p w14:paraId="5BBDCBB6" w14:textId="77777777" w:rsidR="008A3592" w:rsidRPr="00DD4862" w:rsidRDefault="008A3592" w:rsidP="00A0271B">
          <w:pPr>
            <w:pStyle w:val="Zpatvpravo"/>
            <w:rPr>
              <w:b/>
            </w:rPr>
          </w:pPr>
          <w:r w:rsidRPr="00DD4862">
            <w:rPr>
              <w:b/>
            </w:rPr>
            <w:t xml:space="preserve">Příloha č. </w:t>
          </w:r>
          <w:r>
            <w:rPr>
              <w:b/>
            </w:rPr>
            <w:t>6</w:t>
          </w:r>
        </w:p>
        <w:p w14:paraId="1B3CE0C2" w14:textId="77777777" w:rsidR="008A3592" w:rsidRPr="003462EB" w:rsidRDefault="008A3592" w:rsidP="00A0271B">
          <w:pPr>
            <w:pStyle w:val="Zpatvpravo"/>
          </w:pPr>
          <w:r>
            <w:t>Smlouva o dílo</w:t>
          </w:r>
        </w:p>
        <w:p w14:paraId="09872B93"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19F699D" w14:textId="6B2776BC"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3</w:t>
          </w:r>
          <w:r>
            <w:rPr>
              <w:rStyle w:val="slostrnky"/>
            </w:rPr>
            <w:fldChar w:fldCharType="end"/>
          </w:r>
        </w:p>
      </w:tc>
    </w:tr>
  </w:tbl>
  <w:p w14:paraId="4AEF1893" w14:textId="77777777" w:rsidR="008A3592" w:rsidRPr="00B8518B" w:rsidRDefault="008A359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1166B56" w14:textId="77777777" w:rsidTr="00F13FDA">
      <w:tc>
        <w:tcPr>
          <w:tcW w:w="1021" w:type="dxa"/>
          <w:vAlign w:val="bottom"/>
        </w:tcPr>
        <w:p w14:paraId="65A08F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A3592" w:rsidRPr="00DD4862" w:rsidRDefault="008A3592" w:rsidP="00F13FDA">
          <w:pPr>
            <w:pStyle w:val="Zpatvlevo"/>
            <w:rPr>
              <w:b/>
            </w:rPr>
          </w:pPr>
          <w:r>
            <w:rPr>
              <w:b/>
            </w:rPr>
            <w:t>Příloha č. 7</w:t>
          </w:r>
        </w:p>
        <w:p w14:paraId="49EBE761" w14:textId="77777777" w:rsidR="008A3592" w:rsidRDefault="008A3592" w:rsidP="00F13FDA">
          <w:pPr>
            <w:pStyle w:val="Zpatvlevo"/>
          </w:pPr>
          <w:r w:rsidRPr="00B41CFD">
            <w:t>Smlouva o dílo</w:t>
          </w:r>
        </w:p>
        <w:p w14:paraId="7A184B87" w14:textId="77777777" w:rsidR="008A3592" w:rsidRPr="003462EB" w:rsidRDefault="008A3592" w:rsidP="00F13FDA">
          <w:pPr>
            <w:pStyle w:val="Zpatvlevo"/>
          </w:pPr>
          <w:r w:rsidRPr="00B41CFD">
            <w:t>Zhotovení stavby</w:t>
          </w:r>
        </w:p>
      </w:tc>
    </w:tr>
  </w:tbl>
  <w:p w14:paraId="24208E4C" w14:textId="77777777" w:rsidR="008A3592" w:rsidRPr="00F13FDA" w:rsidRDefault="008A359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DD23A08" w14:textId="77777777" w:rsidTr="00A0271B">
      <w:tc>
        <w:tcPr>
          <w:tcW w:w="0" w:type="auto"/>
          <w:tcMar>
            <w:left w:w="0" w:type="dxa"/>
            <w:right w:w="0" w:type="dxa"/>
          </w:tcMar>
          <w:vAlign w:val="bottom"/>
        </w:tcPr>
        <w:p w14:paraId="60B97E7A" w14:textId="77777777" w:rsidR="008A3592" w:rsidRPr="00DD4862" w:rsidRDefault="008A3592" w:rsidP="00A0271B">
          <w:pPr>
            <w:pStyle w:val="Zpatvpravo"/>
            <w:rPr>
              <w:b/>
            </w:rPr>
          </w:pPr>
          <w:r w:rsidRPr="00DD4862">
            <w:rPr>
              <w:b/>
            </w:rPr>
            <w:t xml:space="preserve">Příloha č. </w:t>
          </w:r>
          <w:r>
            <w:rPr>
              <w:b/>
            </w:rPr>
            <w:t>7</w:t>
          </w:r>
        </w:p>
        <w:p w14:paraId="47360AB3" w14:textId="77777777" w:rsidR="008A3592" w:rsidRPr="003462EB" w:rsidRDefault="008A3592" w:rsidP="00A0271B">
          <w:pPr>
            <w:pStyle w:val="Zpatvpravo"/>
          </w:pPr>
          <w:r>
            <w:t>Smlouva o dílo</w:t>
          </w:r>
        </w:p>
        <w:p w14:paraId="7F4562F2"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3F1C9AA" w14:textId="497B92B1"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5508EC05" w14:textId="77777777" w:rsidR="008A3592" w:rsidRPr="00B8518B" w:rsidRDefault="008A359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E738D69" w14:textId="77777777" w:rsidTr="00F13FDA">
      <w:tc>
        <w:tcPr>
          <w:tcW w:w="1021" w:type="dxa"/>
          <w:vAlign w:val="bottom"/>
        </w:tcPr>
        <w:p w14:paraId="502BB4D2"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A3592" w:rsidRPr="00DD4862" w:rsidRDefault="008A3592" w:rsidP="00F13FDA">
          <w:pPr>
            <w:pStyle w:val="Zpatvlevo"/>
            <w:rPr>
              <w:b/>
            </w:rPr>
          </w:pPr>
          <w:r>
            <w:rPr>
              <w:b/>
            </w:rPr>
            <w:t>Příloha č. 8</w:t>
          </w:r>
        </w:p>
        <w:p w14:paraId="120D1055" w14:textId="77777777" w:rsidR="008A3592" w:rsidRDefault="008A3592" w:rsidP="00F13FDA">
          <w:pPr>
            <w:pStyle w:val="Zpatvlevo"/>
          </w:pPr>
          <w:r w:rsidRPr="00B41CFD">
            <w:t>Smlouva o dílo</w:t>
          </w:r>
        </w:p>
        <w:p w14:paraId="1A385723" w14:textId="77777777" w:rsidR="008A3592" w:rsidRPr="003462EB" w:rsidRDefault="008A3592" w:rsidP="00F13FDA">
          <w:pPr>
            <w:pStyle w:val="Zpatvlevo"/>
          </w:pPr>
          <w:r w:rsidRPr="00B41CFD">
            <w:t>Zhotovení stavby</w:t>
          </w:r>
        </w:p>
      </w:tc>
    </w:tr>
  </w:tbl>
  <w:p w14:paraId="32050216" w14:textId="77777777" w:rsidR="008A3592" w:rsidRPr="00F13FDA" w:rsidRDefault="008A359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D122B19" w14:textId="77777777" w:rsidTr="00A0271B">
      <w:tc>
        <w:tcPr>
          <w:tcW w:w="0" w:type="auto"/>
          <w:tcMar>
            <w:left w:w="0" w:type="dxa"/>
            <w:right w:w="0" w:type="dxa"/>
          </w:tcMar>
          <w:vAlign w:val="bottom"/>
        </w:tcPr>
        <w:p w14:paraId="4A081609" w14:textId="77777777" w:rsidR="008A3592" w:rsidRPr="00DD4862" w:rsidRDefault="008A3592" w:rsidP="00A0271B">
          <w:pPr>
            <w:pStyle w:val="Zpatvpravo"/>
            <w:rPr>
              <w:b/>
            </w:rPr>
          </w:pPr>
          <w:r w:rsidRPr="00DD4862">
            <w:rPr>
              <w:b/>
            </w:rPr>
            <w:t xml:space="preserve">Příloha č. </w:t>
          </w:r>
          <w:r>
            <w:rPr>
              <w:b/>
            </w:rPr>
            <w:t>8</w:t>
          </w:r>
        </w:p>
        <w:p w14:paraId="33423AB3" w14:textId="77777777" w:rsidR="008A3592" w:rsidRPr="003462EB" w:rsidRDefault="008A3592" w:rsidP="00A0271B">
          <w:pPr>
            <w:pStyle w:val="Zpatvpravo"/>
          </w:pPr>
          <w:r>
            <w:t>Smlouva o dílo</w:t>
          </w:r>
        </w:p>
        <w:p w14:paraId="0ED2C0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627B9DD" w14:textId="2E9A4908"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3D0C59CA" w14:textId="77777777" w:rsidR="008A3592" w:rsidRPr="00B8518B" w:rsidRDefault="008A35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257CBFB" w14:textId="77777777" w:rsidTr="00F13FDA">
      <w:tc>
        <w:tcPr>
          <w:tcW w:w="0" w:type="auto"/>
          <w:tcMar>
            <w:left w:w="0" w:type="dxa"/>
            <w:right w:w="0" w:type="dxa"/>
          </w:tcMar>
          <w:vAlign w:val="bottom"/>
        </w:tcPr>
        <w:p w14:paraId="79F4B413" w14:textId="77777777" w:rsidR="008A3592" w:rsidRPr="003462EB" w:rsidRDefault="008A3592" w:rsidP="00F13FDA">
          <w:pPr>
            <w:pStyle w:val="Zpatvpravo"/>
          </w:pPr>
          <w:r>
            <w:t>Smlouva o dílo</w:t>
          </w:r>
        </w:p>
        <w:p w14:paraId="3BAD2C8C" w14:textId="77777777" w:rsidR="008A3592" w:rsidRPr="003462EB" w:rsidRDefault="008A3592" w:rsidP="00F13FDA">
          <w:pPr>
            <w:pStyle w:val="Zpatvpravo"/>
            <w:rPr>
              <w:rStyle w:val="slostrnky"/>
              <w:b w:val="0"/>
              <w:color w:val="auto"/>
              <w:sz w:val="12"/>
            </w:rPr>
          </w:pPr>
          <w:r>
            <w:t xml:space="preserve">Zhotovení stavby </w:t>
          </w:r>
        </w:p>
      </w:tc>
      <w:tc>
        <w:tcPr>
          <w:tcW w:w="1021" w:type="dxa"/>
          <w:vAlign w:val="bottom"/>
        </w:tcPr>
        <w:p w14:paraId="7D92C335" w14:textId="0D99A4D5" w:rsidR="008A3592" w:rsidRPr="009E09BE" w:rsidRDefault="008A3592"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2</w:t>
          </w:r>
          <w:r w:rsidRPr="00B8518B">
            <w:rPr>
              <w:rStyle w:val="slostrnky"/>
            </w:rPr>
            <w:fldChar w:fldCharType="end"/>
          </w:r>
          <w:r w:rsidRPr="00B8518B">
            <w:rPr>
              <w:rStyle w:val="slostrnky"/>
            </w:rPr>
            <w:t>/</w:t>
          </w:r>
          <w:r w:rsidR="00603245">
            <w:rPr>
              <w:rStyle w:val="slostrnky"/>
            </w:rPr>
            <w:t>8</w:t>
          </w:r>
        </w:p>
      </w:tc>
    </w:tr>
  </w:tbl>
  <w:p w14:paraId="7D391C3E" w14:textId="77777777" w:rsidR="008A3592" w:rsidRPr="00B8518B" w:rsidRDefault="008A35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60A7963" w14:textId="77777777" w:rsidTr="00F13FDA">
      <w:tc>
        <w:tcPr>
          <w:tcW w:w="1021" w:type="dxa"/>
          <w:vAlign w:val="bottom"/>
        </w:tcPr>
        <w:p w14:paraId="2C967D5C" w14:textId="5A31DCF4"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1D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51DD">
            <w:rPr>
              <w:rStyle w:val="slostrnky"/>
              <w:noProof/>
            </w:rPr>
            <w:t>4</w:t>
          </w:r>
          <w:r>
            <w:rPr>
              <w:rStyle w:val="slostrnky"/>
            </w:rPr>
            <w:fldChar w:fldCharType="end"/>
          </w:r>
        </w:p>
      </w:tc>
      <w:tc>
        <w:tcPr>
          <w:tcW w:w="0" w:type="auto"/>
          <w:vAlign w:val="bottom"/>
        </w:tcPr>
        <w:p w14:paraId="24540392" w14:textId="77777777" w:rsidR="008A3592" w:rsidRPr="00DD4862" w:rsidRDefault="008A3592" w:rsidP="00F13FDA">
          <w:pPr>
            <w:pStyle w:val="Zpatvlevo"/>
            <w:rPr>
              <w:b/>
            </w:rPr>
          </w:pPr>
          <w:r>
            <w:rPr>
              <w:b/>
            </w:rPr>
            <w:t>Příloha č. 9</w:t>
          </w:r>
        </w:p>
        <w:p w14:paraId="4619C703" w14:textId="77777777" w:rsidR="008A3592" w:rsidRDefault="008A3592" w:rsidP="00F13FDA">
          <w:pPr>
            <w:pStyle w:val="Zpatvlevo"/>
          </w:pPr>
          <w:r w:rsidRPr="00B41CFD">
            <w:t>Smlouva o dílo</w:t>
          </w:r>
        </w:p>
        <w:p w14:paraId="65F4A929" w14:textId="77777777" w:rsidR="008A3592" w:rsidRPr="003462EB" w:rsidRDefault="008A3592" w:rsidP="00F13FDA">
          <w:pPr>
            <w:pStyle w:val="Zpatvlevo"/>
          </w:pPr>
          <w:r w:rsidRPr="00B41CFD">
            <w:t>Zhotovení stavby</w:t>
          </w:r>
        </w:p>
      </w:tc>
    </w:tr>
  </w:tbl>
  <w:p w14:paraId="0ADFAF99" w14:textId="77777777" w:rsidR="008A3592" w:rsidRPr="00F13FDA" w:rsidRDefault="008A359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AF04367" w14:textId="77777777" w:rsidTr="00A0271B">
      <w:tc>
        <w:tcPr>
          <w:tcW w:w="0" w:type="auto"/>
          <w:tcMar>
            <w:left w:w="0" w:type="dxa"/>
            <w:right w:w="0" w:type="dxa"/>
          </w:tcMar>
          <w:vAlign w:val="bottom"/>
        </w:tcPr>
        <w:p w14:paraId="7F6978BD" w14:textId="77777777" w:rsidR="008A3592" w:rsidRPr="00DD4862" w:rsidRDefault="008A3592" w:rsidP="00A0271B">
          <w:pPr>
            <w:pStyle w:val="Zpatvpravo"/>
            <w:rPr>
              <w:b/>
            </w:rPr>
          </w:pPr>
          <w:r w:rsidRPr="00DD4862">
            <w:rPr>
              <w:b/>
            </w:rPr>
            <w:t xml:space="preserve">Příloha č. </w:t>
          </w:r>
          <w:r>
            <w:rPr>
              <w:b/>
            </w:rPr>
            <w:t>9</w:t>
          </w:r>
        </w:p>
        <w:p w14:paraId="0C49EAB7" w14:textId="77777777" w:rsidR="008A3592" w:rsidRPr="003462EB" w:rsidRDefault="008A3592" w:rsidP="00A0271B">
          <w:pPr>
            <w:pStyle w:val="Zpatvpravo"/>
          </w:pPr>
          <w:r>
            <w:t>Smlouva o dílo</w:t>
          </w:r>
        </w:p>
        <w:p w14:paraId="0ABE32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3D9C297C" w14:textId="2D256E6F"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5E569996" w14:textId="77777777" w:rsidR="008A3592" w:rsidRPr="00B8518B" w:rsidRDefault="008A359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251DD" w:rsidRPr="009E09BE" w14:paraId="4138D26E" w14:textId="77777777" w:rsidTr="00F251DD">
      <w:tc>
        <w:tcPr>
          <w:tcW w:w="7797" w:type="dxa"/>
          <w:tcMar>
            <w:left w:w="0" w:type="dxa"/>
            <w:right w:w="0" w:type="dxa"/>
          </w:tcMar>
          <w:vAlign w:val="bottom"/>
        </w:tcPr>
        <w:p w14:paraId="768B2966" w14:textId="21187F57" w:rsidR="00F251DD" w:rsidRPr="00DD4862" w:rsidRDefault="00F251DD" w:rsidP="00A0271B">
          <w:pPr>
            <w:pStyle w:val="Zpatvpravo"/>
            <w:rPr>
              <w:b/>
            </w:rPr>
          </w:pPr>
          <w:r w:rsidRPr="00DD4862">
            <w:rPr>
              <w:b/>
            </w:rPr>
            <w:t>Příloha č.</w:t>
          </w:r>
          <w:r w:rsidR="003751F1">
            <w:rPr>
              <w:b/>
            </w:rPr>
            <w:t xml:space="preserve"> </w:t>
          </w:r>
          <w:r>
            <w:rPr>
              <w:b/>
            </w:rPr>
            <w:t>10</w:t>
          </w:r>
        </w:p>
        <w:p w14:paraId="53C01C59" w14:textId="77777777" w:rsidR="00F251DD" w:rsidRPr="003462EB" w:rsidRDefault="00F251DD" w:rsidP="00A0271B">
          <w:pPr>
            <w:pStyle w:val="Zpatvpravo"/>
          </w:pPr>
          <w:r>
            <w:t>Smlouva o dílo</w:t>
          </w:r>
        </w:p>
        <w:p w14:paraId="0C0C6A90" w14:textId="77777777" w:rsidR="00F251DD" w:rsidRPr="003462EB" w:rsidRDefault="00F251DD" w:rsidP="00A0271B">
          <w:pPr>
            <w:pStyle w:val="Zpatvpravo"/>
            <w:rPr>
              <w:rStyle w:val="slostrnky"/>
              <w:b w:val="0"/>
              <w:color w:val="auto"/>
              <w:sz w:val="12"/>
            </w:rPr>
          </w:pPr>
          <w:r w:rsidRPr="003462EB">
            <w:t xml:space="preserve">Zhotovení stavby </w:t>
          </w:r>
        </w:p>
      </w:tc>
      <w:tc>
        <w:tcPr>
          <w:tcW w:w="935" w:type="dxa"/>
          <w:vAlign w:val="bottom"/>
        </w:tcPr>
        <w:p w14:paraId="5360BCD3" w14:textId="018F3341" w:rsidR="00F251DD" w:rsidRPr="009E09BE" w:rsidRDefault="00F251D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4</w:t>
          </w:r>
          <w:r>
            <w:rPr>
              <w:rStyle w:val="slostrnky"/>
            </w:rPr>
            <w:fldChar w:fldCharType="end"/>
          </w:r>
        </w:p>
      </w:tc>
    </w:tr>
  </w:tbl>
  <w:p w14:paraId="3BED8F64" w14:textId="77777777" w:rsidR="00F251DD" w:rsidRPr="00B8518B" w:rsidRDefault="00F251D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A3592" w:rsidRDefault="008A3592" w:rsidP="00C1662E">
    <w:pPr>
      <w:pStyle w:val="Zpat"/>
      <w:rPr>
        <w:sz w:val="2"/>
        <w:szCs w:val="2"/>
      </w:rPr>
    </w:pPr>
  </w:p>
  <w:p w14:paraId="27D1AED5" w14:textId="404B3F99" w:rsidR="008A3592" w:rsidRPr="001E4BDC" w:rsidRDefault="008A3592" w:rsidP="00C1662E">
    <w:pPr>
      <w:pStyle w:val="Zpat"/>
      <w:rPr>
        <w:sz w:val="12"/>
        <w:szCs w:val="12"/>
      </w:rPr>
    </w:pPr>
  </w:p>
  <w:p w14:paraId="322CE0D8" w14:textId="77777777" w:rsidR="008A3592" w:rsidRPr="001E4BDC" w:rsidRDefault="008A359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576E4CB6" w14:textId="77777777" w:rsidTr="00F13FDA">
      <w:tc>
        <w:tcPr>
          <w:tcW w:w="1021" w:type="dxa"/>
          <w:vAlign w:val="bottom"/>
        </w:tcPr>
        <w:p w14:paraId="55FBAD66" w14:textId="1D52FCF4"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1D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251DD">
            <w:rPr>
              <w:rStyle w:val="slostrnky"/>
              <w:noProof/>
            </w:rPr>
            <w:t>2</w:t>
          </w:r>
          <w:r>
            <w:rPr>
              <w:rStyle w:val="slostrnky"/>
            </w:rPr>
            <w:fldChar w:fldCharType="end"/>
          </w:r>
        </w:p>
      </w:tc>
      <w:tc>
        <w:tcPr>
          <w:tcW w:w="0" w:type="auto"/>
          <w:vAlign w:val="bottom"/>
        </w:tcPr>
        <w:p w14:paraId="333812AC" w14:textId="77777777" w:rsidR="008A3592" w:rsidRPr="00DD4862" w:rsidRDefault="008A3592" w:rsidP="00F13FDA">
          <w:pPr>
            <w:pStyle w:val="Zpatvlevo"/>
            <w:rPr>
              <w:b/>
            </w:rPr>
          </w:pPr>
          <w:r w:rsidRPr="00DD4862">
            <w:rPr>
              <w:b/>
            </w:rPr>
            <w:t>Příloha č. 1</w:t>
          </w:r>
        </w:p>
        <w:p w14:paraId="09312A8D" w14:textId="77777777" w:rsidR="008A3592" w:rsidRDefault="008A3592" w:rsidP="00F13FDA">
          <w:pPr>
            <w:pStyle w:val="Zpatvlevo"/>
          </w:pPr>
          <w:r w:rsidRPr="00B41CFD">
            <w:t>Smlouva o dílo</w:t>
          </w:r>
        </w:p>
        <w:p w14:paraId="3E3A2370" w14:textId="77777777" w:rsidR="008A3592" w:rsidRPr="003462EB" w:rsidRDefault="008A3592" w:rsidP="00F13FDA">
          <w:pPr>
            <w:pStyle w:val="Zpatvlevo"/>
          </w:pPr>
          <w:r w:rsidRPr="00B41CFD">
            <w:t>Zhotovení stavby</w:t>
          </w:r>
        </w:p>
      </w:tc>
    </w:tr>
  </w:tbl>
  <w:p w14:paraId="3D81D7D4" w14:textId="77777777" w:rsidR="008A3592" w:rsidRPr="00F13FDA" w:rsidRDefault="008A359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A3592" w:rsidRDefault="008A359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DC7AE6" w14:textId="77777777" w:rsidTr="00A0271B">
      <w:tc>
        <w:tcPr>
          <w:tcW w:w="0" w:type="auto"/>
          <w:tcMar>
            <w:left w:w="0" w:type="dxa"/>
            <w:right w:w="0" w:type="dxa"/>
          </w:tcMar>
          <w:vAlign w:val="bottom"/>
        </w:tcPr>
        <w:p w14:paraId="1660DAD1" w14:textId="77777777" w:rsidR="008A3592" w:rsidRPr="00DD4862" w:rsidRDefault="008A3592" w:rsidP="00A0271B">
          <w:pPr>
            <w:pStyle w:val="Zpatvpravo"/>
            <w:rPr>
              <w:b/>
            </w:rPr>
          </w:pPr>
          <w:r w:rsidRPr="00DD4862">
            <w:rPr>
              <w:b/>
            </w:rPr>
            <w:t>Příloha č. 1</w:t>
          </w:r>
        </w:p>
        <w:p w14:paraId="1CB749FC" w14:textId="77777777" w:rsidR="008A3592" w:rsidRPr="003462EB" w:rsidRDefault="008A3592" w:rsidP="00A0271B">
          <w:pPr>
            <w:pStyle w:val="Zpatvpravo"/>
          </w:pPr>
          <w:r>
            <w:t>Smlouva o dílo</w:t>
          </w:r>
        </w:p>
        <w:p w14:paraId="3E9E1C04" w14:textId="77777777" w:rsidR="008A3592" w:rsidRPr="003462EB" w:rsidRDefault="008A3592" w:rsidP="00DD4862">
          <w:pPr>
            <w:pStyle w:val="Zpatvpravo"/>
            <w:rPr>
              <w:rStyle w:val="slostrnky"/>
              <w:b w:val="0"/>
              <w:color w:val="auto"/>
              <w:sz w:val="12"/>
            </w:rPr>
          </w:pPr>
          <w:r w:rsidRPr="003462EB">
            <w:t xml:space="preserve">Zhotovení stavby </w:t>
          </w:r>
        </w:p>
      </w:tc>
      <w:tc>
        <w:tcPr>
          <w:tcW w:w="1021" w:type="dxa"/>
          <w:vAlign w:val="bottom"/>
        </w:tcPr>
        <w:p w14:paraId="52A5ACA1" w14:textId="44FB5DC6" w:rsidR="008A3592" w:rsidRPr="009E09BE" w:rsidRDefault="008A359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2</w:t>
          </w:r>
          <w:r>
            <w:rPr>
              <w:rStyle w:val="slostrnky"/>
            </w:rPr>
            <w:fldChar w:fldCharType="end"/>
          </w:r>
        </w:p>
      </w:tc>
    </w:tr>
  </w:tbl>
  <w:p w14:paraId="7D639E4C" w14:textId="77777777" w:rsidR="008A3592" w:rsidRPr="00B8518B" w:rsidRDefault="008A35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1324F47" w14:textId="77777777" w:rsidTr="00F13FDA">
      <w:tc>
        <w:tcPr>
          <w:tcW w:w="1021" w:type="dxa"/>
          <w:vAlign w:val="bottom"/>
        </w:tcPr>
        <w:p w14:paraId="4660D5CA"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8A3592" w:rsidRPr="00DD4862" w:rsidRDefault="008A3592" w:rsidP="00F13FDA">
          <w:pPr>
            <w:pStyle w:val="Zpatvlevo"/>
            <w:rPr>
              <w:b/>
            </w:rPr>
          </w:pPr>
          <w:r>
            <w:rPr>
              <w:b/>
            </w:rPr>
            <w:t>Příloha č. 2</w:t>
          </w:r>
        </w:p>
        <w:p w14:paraId="0C1A6B71" w14:textId="77777777" w:rsidR="008A3592" w:rsidRDefault="008A3592" w:rsidP="00F13FDA">
          <w:pPr>
            <w:pStyle w:val="Zpatvlevo"/>
          </w:pPr>
          <w:r w:rsidRPr="00B41CFD">
            <w:t>Smlouva o dílo</w:t>
          </w:r>
        </w:p>
        <w:p w14:paraId="6C987E4D" w14:textId="77777777" w:rsidR="008A3592" w:rsidRPr="003462EB" w:rsidRDefault="008A3592" w:rsidP="00F13FDA">
          <w:pPr>
            <w:pStyle w:val="Zpatvlevo"/>
          </w:pPr>
          <w:r w:rsidRPr="00B41CFD">
            <w:t>Zhotovení stavby</w:t>
          </w:r>
        </w:p>
      </w:tc>
    </w:tr>
  </w:tbl>
  <w:p w14:paraId="721821A5" w14:textId="77777777" w:rsidR="008A3592" w:rsidRPr="00F13FDA" w:rsidRDefault="008A359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E8F7EA" w14:textId="77777777" w:rsidTr="00A0271B">
      <w:tc>
        <w:tcPr>
          <w:tcW w:w="0" w:type="auto"/>
          <w:tcMar>
            <w:left w:w="0" w:type="dxa"/>
            <w:right w:w="0" w:type="dxa"/>
          </w:tcMar>
          <w:vAlign w:val="bottom"/>
        </w:tcPr>
        <w:p w14:paraId="12959C17" w14:textId="77777777" w:rsidR="008A3592" w:rsidRPr="00DD4862" w:rsidRDefault="008A3592" w:rsidP="00A0271B">
          <w:pPr>
            <w:pStyle w:val="Zpatvpravo"/>
            <w:rPr>
              <w:b/>
            </w:rPr>
          </w:pPr>
          <w:r w:rsidRPr="00DD4862">
            <w:rPr>
              <w:b/>
            </w:rPr>
            <w:t>Příloha č. 2</w:t>
          </w:r>
        </w:p>
        <w:p w14:paraId="1091D5F5" w14:textId="77777777" w:rsidR="008A3592" w:rsidRPr="003462EB" w:rsidRDefault="008A3592" w:rsidP="00A0271B">
          <w:pPr>
            <w:pStyle w:val="Zpatvpravo"/>
          </w:pPr>
          <w:r>
            <w:t>Smlouva o dílo</w:t>
          </w:r>
        </w:p>
        <w:p w14:paraId="45C9C2F0"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68484E19" w14:textId="4D3AA807"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5C7B95E3" w14:textId="77777777" w:rsidR="008A3592" w:rsidRPr="00B8518B" w:rsidRDefault="008A35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C83CE55" w14:textId="77777777" w:rsidTr="00F13FDA">
      <w:tc>
        <w:tcPr>
          <w:tcW w:w="1021" w:type="dxa"/>
          <w:vAlign w:val="bottom"/>
        </w:tcPr>
        <w:p w14:paraId="5CCDD256"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A3592" w:rsidRPr="00DD4862" w:rsidRDefault="008A3592" w:rsidP="00F13FDA">
          <w:pPr>
            <w:pStyle w:val="Zpatvlevo"/>
            <w:rPr>
              <w:b/>
            </w:rPr>
          </w:pPr>
          <w:r>
            <w:rPr>
              <w:b/>
            </w:rPr>
            <w:t>Příloha č. 3</w:t>
          </w:r>
        </w:p>
        <w:p w14:paraId="4666136E" w14:textId="77777777" w:rsidR="008A3592" w:rsidRDefault="008A3592" w:rsidP="00F13FDA">
          <w:pPr>
            <w:pStyle w:val="Zpatvlevo"/>
          </w:pPr>
          <w:r w:rsidRPr="00B41CFD">
            <w:t>Smlouva o dílo</w:t>
          </w:r>
        </w:p>
        <w:p w14:paraId="55042ECA" w14:textId="77777777" w:rsidR="008A3592" w:rsidRPr="003462EB" w:rsidRDefault="008A3592" w:rsidP="00F13FDA">
          <w:pPr>
            <w:pStyle w:val="Zpatvlevo"/>
          </w:pPr>
          <w:r w:rsidRPr="00B41CFD">
            <w:t>Zhotovení stavby</w:t>
          </w:r>
        </w:p>
      </w:tc>
    </w:tr>
  </w:tbl>
  <w:p w14:paraId="078F4948" w14:textId="77777777" w:rsidR="008A3592" w:rsidRPr="00F13FDA" w:rsidRDefault="008A359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36B1D3C" w14:textId="77777777" w:rsidTr="00A0271B">
      <w:tc>
        <w:tcPr>
          <w:tcW w:w="0" w:type="auto"/>
          <w:tcMar>
            <w:left w:w="0" w:type="dxa"/>
            <w:right w:w="0" w:type="dxa"/>
          </w:tcMar>
          <w:vAlign w:val="bottom"/>
        </w:tcPr>
        <w:p w14:paraId="1DE31B10" w14:textId="77777777" w:rsidR="008A3592" w:rsidRPr="00DD4862" w:rsidRDefault="008A3592" w:rsidP="00A0271B">
          <w:pPr>
            <w:pStyle w:val="Zpatvpravo"/>
            <w:rPr>
              <w:b/>
            </w:rPr>
          </w:pPr>
          <w:r w:rsidRPr="00DD4862">
            <w:rPr>
              <w:b/>
            </w:rPr>
            <w:t xml:space="preserve">Příloha č. </w:t>
          </w:r>
          <w:r>
            <w:rPr>
              <w:b/>
            </w:rPr>
            <w:t>3</w:t>
          </w:r>
        </w:p>
        <w:p w14:paraId="2C91EB49" w14:textId="77777777" w:rsidR="008A3592" w:rsidRPr="003462EB" w:rsidRDefault="008A3592" w:rsidP="00A0271B">
          <w:pPr>
            <w:pStyle w:val="Zpatvpravo"/>
          </w:pPr>
          <w:r>
            <w:t>Smlouva o dílo</w:t>
          </w:r>
        </w:p>
        <w:p w14:paraId="74FC2B6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09191C9B" w14:textId="6FBAC48B"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3C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73C6">
            <w:rPr>
              <w:rStyle w:val="slostrnky"/>
              <w:noProof/>
            </w:rPr>
            <w:t>1</w:t>
          </w:r>
          <w:r>
            <w:rPr>
              <w:rStyle w:val="slostrnky"/>
            </w:rPr>
            <w:fldChar w:fldCharType="end"/>
          </w:r>
        </w:p>
      </w:tc>
    </w:tr>
  </w:tbl>
  <w:p w14:paraId="5F4D3FBE" w14:textId="77777777" w:rsidR="008A3592" w:rsidRPr="00B8518B" w:rsidRDefault="008A35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0051" w14:textId="77777777" w:rsidR="00134692" w:rsidRDefault="00134692" w:rsidP="00962258">
      <w:pPr>
        <w:spacing w:after="0" w:line="240" w:lineRule="auto"/>
      </w:pPr>
      <w:r>
        <w:separator/>
      </w:r>
    </w:p>
  </w:footnote>
  <w:footnote w:type="continuationSeparator" w:id="0">
    <w:p w14:paraId="1ADC7A53" w14:textId="77777777" w:rsidR="00134692" w:rsidRDefault="0013469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592" w14:paraId="3B79F732" w14:textId="77777777" w:rsidTr="00B22106">
      <w:trPr>
        <w:trHeight w:hRule="exact" w:val="936"/>
      </w:trPr>
      <w:tc>
        <w:tcPr>
          <w:tcW w:w="1361" w:type="dxa"/>
          <w:tcMar>
            <w:left w:w="0" w:type="dxa"/>
            <w:right w:w="0" w:type="dxa"/>
          </w:tcMar>
        </w:tcPr>
        <w:p w14:paraId="227E3247"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5E5B8C22" w14:textId="77777777" w:rsidR="008A3592" w:rsidRDefault="008A359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A3592" w:rsidRPr="00D6163D" w:rsidRDefault="008A3592" w:rsidP="00FC6389">
          <w:pPr>
            <w:pStyle w:val="Druhdokumentu"/>
          </w:pPr>
        </w:p>
      </w:tc>
    </w:tr>
    <w:tr w:rsidR="008A3592" w14:paraId="1DFD2EDD" w14:textId="77777777" w:rsidTr="00B22106">
      <w:trPr>
        <w:trHeight w:hRule="exact" w:val="936"/>
      </w:trPr>
      <w:tc>
        <w:tcPr>
          <w:tcW w:w="1361" w:type="dxa"/>
          <w:tcMar>
            <w:left w:w="0" w:type="dxa"/>
            <w:right w:w="0" w:type="dxa"/>
          </w:tcMar>
        </w:tcPr>
        <w:p w14:paraId="510D1780"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7E4B5746" w14:textId="77777777" w:rsidR="008A3592" w:rsidRDefault="008A3592" w:rsidP="00FC6389">
          <w:pPr>
            <w:pStyle w:val="Zpat"/>
          </w:pPr>
        </w:p>
      </w:tc>
      <w:tc>
        <w:tcPr>
          <w:tcW w:w="5756" w:type="dxa"/>
          <w:shd w:val="clear" w:color="auto" w:fill="auto"/>
          <w:tcMar>
            <w:left w:w="0" w:type="dxa"/>
            <w:right w:w="0" w:type="dxa"/>
          </w:tcMar>
        </w:tcPr>
        <w:p w14:paraId="2B60071A" w14:textId="77777777" w:rsidR="008A3592" w:rsidRPr="00D6163D" w:rsidRDefault="008A3592" w:rsidP="00FC6389">
          <w:pPr>
            <w:pStyle w:val="Druhdokumentu"/>
          </w:pPr>
        </w:p>
      </w:tc>
    </w:tr>
  </w:tbl>
  <w:p w14:paraId="14FB9387" w14:textId="77777777" w:rsidR="008A3592" w:rsidRPr="00D6163D" w:rsidRDefault="008A3592" w:rsidP="00FC6389">
    <w:pPr>
      <w:pStyle w:val="Zhlav"/>
      <w:rPr>
        <w:sz w:val="8"/>
        <w:szCs w:val="8"/>
      </w:rPr>
    </w:pPr>
  </w:p>
  <w:p w14:paraId="12576136" w14:textId="77777777" w:rsidR="008A3592" w:rsidRPr="00460660" w:rsidRDefault="008A359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A3592" w:rsidRPr="00D6163D" w:rsidRDefault="008A359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A3592" w:rsidRPr="00D6163D" w:rsidRDefault="008A35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A3592" w:rsidRPr="00D6163D" w:rsidRDefault="008A35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A3592" w:rsidRPr="00D6163D" w:rsidRDefault="008A35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A3592" w:rsidRPr="00D6163D" w:rsidRDefault="008A35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A3592" w:rsidRPr="00D6163D" w:rsidRDefault="008A35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A3592" w:rsidRPr="00D6163D" w:rsidRDefault="008A359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A3592" w:rsidRPr="00D6163D" w:rsidRDefault="008A35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A8C0A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6E28"/>
    <w:rsid w:val="001003EC"/>
    <w:rsid w:val="001047D9"/>
    <w:rsid w:val="00106CD8"/>
    <w:rsid w:val="00112864"/>
    <w:rsid w:val="00114472"/>
    <w:rsid w:val="00114988"/>
    <w:rsid w:val="00115069"/>
    <w:rsid w:val="001150F2"/>
    <w:rsid w:val="00123F99"/>
    <w:rsid w:val="00134692"/>
    <w:rsid w:val="00137224"/>
    <w:rsid w:val="00137BFC"/>
    <w:rsid w:val="00143EC0"/>
    <w:rsid w:val="0014753B"/>
    <w:rsid w:val="00155EB3"/>
    <w:rsid w:val="001656A2"/>
    <w:rsid w:val="00165977"/>
    <w:rsid w:val="00165A7B"/>
    <w:rsid w:val="00165AC9"/>
    <w:rsid w:val="00170EC5"/>
    <w:rsid w:val="00173A70"/>
    <w:rsid w:val="001747C1"/>
    <w:rsid w:val="00177D6B"/>
    <w:rsid w:val="00187660"/>
    <w:rsid w:val="00191F90"/>
    <w:rsid w:val="001B4E74"/>
    <w:rsid w:val="001C54BB"/>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96B4A"/>
    <w:rsid w:val="002A3B57"/>
    <w:rsid w:val="002A7B96"/>
    <w:rsid w:val="002B0BBC"/>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1F1"/>
    <w:rsid w:val="0037545D"/>
    <w:rsid w:val="00385B90"/>
    <w:rsid w:val="00392910"/>
    <w:rsid w:val="00392EB6"/>
    <w:rsid w:val="00393E15"/>
    <w:rsid w:val="003956C6"/>
    <w:rsid w:val="003A3661"/>
    <w:rsid w:val="003B23D6"/>
    <w:rsid w:val="003B4A16"/>
    <w:rsid w:val="003C33F2"/>
    <w:rsid w:val="003D6859"/>
    <w:rsid w:val="003D756E"/>
    <w:rsid w:val="003E3421"/>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7734"/>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1CC8"/>
    <w:rsid w:val="00603245"/>
    <w:rsid w:val="00606FE8"/>
    <w:rsid w:val="0061068E"/>
    <w:rsid w:val="006115D3"/>
    <w:rsid w:val="006231B6"/>
    <w:rsid w:val="00623FDC"/>
    <w:rsid w:val="0065610E"/>
    <w:rsid w:val="00660AD3"/>
    <w:rsid w:val="00674A16"/>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2D6A"/>
    <w:rsid w:val="0075327C"/>
    <w:rsid w:val="007541A2"/>
    <w:rsid w:val="00755818"/>
    <w:rsid w:val="007616C2"/>
    <w:rsid w:val="007621E5"/>
    <w:rsid w:val="0076286B"/>
    <w:rsid w:val="00766846"/>
    <w:rsid w:val="00773E76"/>
    <w:rsid w:val="00774FC5"/>
    <w:rsid w:val="0077673A"/>
    <w:rsid w:val="00780051"/>
    <w:rsid w:val="007846E1"/>
    <w:rsid w:val="007847D6"/>
    <w:rsid w:val="00785112"/>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444DB"/>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C73C6"/>
    <w:rsid w:val="00BD4934"/>
    <w:rsid w:val="00BD5DE9"/>
    <w:rsid w:val="00BD72DA"/>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CF25EC"/>
    <w:rsid w:val="00D034A0"/>
    <w:rsid w:val="00D103B7"/>
    <w:rsid w:val="00D21061"/>
    <w:rsid w:val="00D22281"/>
    <w:rsid w:val="00D239A6"/>
    <w:rsid w:val="00D255F6"/>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53140"/>
    <w:rsid w:val="00E618C4"/>
    <w:rsid w:val="00E7415D"/>
    <w:rsid w:val="00E878EE"/>
    <w:rsid w:val="00E901A3"/>
    <w:rsid w:val="00E9238B"/>
    <w:rsid w:val="00EA585B"/>
    <w:rsid w:val="00EA5DAC"/>
    <w:rsid w:val="00EA6EC7"/>
    <w:rsid w:val="00EB104F"/>
    <w:rsid w:val="00EB46E5"/>
    <w:rsid w:val="00EB5207"/>
    <w:rsid w:val="00ED14BD"/>
    <w:rsid w:val="00EE7A4C"/>
    <w:rsid w:val="00EF6D64"/>
    <w:rsid w:val="00F016C7"/>
    <w:rsid w:val="00F12DEC"/>
    <w:rsid w:val="00F13FDA"/>
    <w:rsid w:val="00F1715C"/>
    <w:rsid w:val="00F21E6B"/>
    <w:rsid w:val="00F251DD"/>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368D"/>
    <w:rsid w:val="00FC6389"/>
    <w:rsid w:val="00FD1109"/>
    <w:rsid w:val="00FE023E"/>
    <w:rsid w:val="00FE6AEC"/>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9AFE64F-D6A6-47B7-8B5B-5EA5BE6D1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1053</TotalTime>
  <Pages>24</Pages>
  <Words>4739</Words>
  <Characters>27966</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96</cp:revision>
  <cp:lastPrinted>2021-01-18T09:00:00Z</cp:lastPrinted>
  <dcterms:created xsi:type="dcterms:W3CDTF">2020-02-12T13:14:00Z</dcterms:created>
  <dcterms:modified xsi:type="dcterms:W3CDTF">2021-05-04T12:32:00Z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