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47C" w:rsidRDefault="009A1E20">
      <w:pPr>
        <w:spacing w:line="448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8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0</wp:posOffset>
                </wp:positionV>
                <wp:extent cx="570230" cy="219075"/>
                <wp:effectExtent l="635" t="1270" r="63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23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747C" w:rsidRDefault="009A1E20">
                            <w:pPr>
                              <w:pStyle w:val="Zkladntext3"/>
                              <w:shd w:val="clear" w:color="auto" w:fill="auto"/>
                              <w:spacing w:after="5" w:line="170" w:lineRule="exact"/>
                            </w:pPr>
                            <w:r>
                              <w:rPr>
                                <w:rStyle w:val="Zkladntext3Exact0"/>
                              </w:rPr>
                              <w:t>?ÁVA</w:t>
                            </w:r>
                          </w:p>
                          <w:p w:rsidR="00E9747C" w:rsidRDefault="009A1E20">
                            <w:pPr>
                              <w:pStyle w:val="Zkladntext3"/>
                              <w:shd w:val="clear" w:color="auto" w:fill="auto"/>
                              <w:spacing w:after="0" w:line="170" w:lineRule="exact"/>
                            </w:pPr>
                            <w:r>
                              <w:rPr>
                                <w:rStyle w:val="Zkladntext3Exact1"/>
                              </w:rPr>
                              <w:t>.EZNIC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05pt;margin-top:0;width:44.9pt;height:17.25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" filled="f" stroked="f">
                <v:textbox style="mso-fit-shape-to-text:t" inset="0,0,0,0">
                  <w:txbxContent>
                    <w:p w:rsidR="00E9747C" w:rsidRDefault="009A1E20">
                      <w:pPr>
                        <w:pStyle w:val="Zkladntext3"/>
                        <w:shd w:val="clear" w:color="auto" w:fill="auto"/>
                        <w:spacing w:after="5" w:line="170" w:lineRule="exact"/>
                      </w:pPr>
                      <w:r>
                        <w:rPr>
                          <w:rStyle w:val="Zkladntext3Exact0"/>
                        </w:rPr>
                        <w:t>?ÁVA</w:t>
                      </w:r>
                    </w:p>
                    <w:p w:rsidR="00E9747C" w:rsidRDefault="009A1E20">
                      <w:pPr>
                        <w:pStyle w:val="Zkladntext3"/>
                        <w:shd w:val="clear" w:color="auto" w:fill="auto"/>
                        <w:spacing w:after="0" w:line="170" w:lineRule="exact"/>
                      </w:pPr>
                      <w:r>
                        <w:rPr>
                          <w:rStyle w:val="Zkladntext3Exact1"/>
                        </w:rPr>
                        <w:t>.EZNIC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9747C" w:rsidRDefault="00E9747C">
      <w:pPr>
        <w:rPr>
          <w:sz w:val="2"/>
          <w:szCs w:val="2"/>
        </w:rPr>
        <w:sectPr w:rsidR="00E9747C">
          <w:footerReference w:type="even" r:id="rId7"/>
          <w:footerReference w:type="default" r:id="rId8"/>
          <w:type w:val="continuous"/>
          <w:pgSz w:w="11900" w:h="16840"/>
          <w:pgMar w:top="182" w:right="0" w:bottom="695" w:left="0" w:header="0" w:footer="3" w:gutter="246"/>
          <w:cols w:space="720"/>
          <w:noEndnote/>
          <w:rtlGutter/>
          <w:docGrid w:linePitch="360"/>
        </w:sectPr>
      </w:pPr>
    </w:p>
    <w:p w:rsidR="00E9747C" w:rsidRDefault="00E9747C">
      <w:pPr>
        <w:spacing w:line="240" w:lineRule="exact"/>
        <w:rPr>
          <w:sz w:val="19"/>
          <w:szCs w:val="19"/>
        </w:rPr>
      </w:pPr>
    </w:p>
    <w:p w:rsidR="00E9747C" w:rsidRDefault="00E9747C">
      <w:pPr>
        <w:spacing w:before="106" w:after="106" w:line="240" w:lineRule="exact"/>
        <w:rPr>
          <w:sz w:val="19"/>
          <w:szCs w:val="19"/>
        </w:rPr>
      </w:pPr>
    </w:p>
    <w:p w:rsidR="00E9747C" w:rsidRDefault="00E9747C">
      <w:pPr>
        <w:rPr>
          <w:sz w:val="2"/>
          <w:szCs w:val="2"/>
        </w:rPr>
        <w:sectPr w:rsidR="00E9747C">
          <w:type w:val="continuous"/>
          <w:pgSz w:w="11900" w:h="16840"/>
          <w:pgMar w:top="281" w:right="0" w:bottom="458" w:left="0" w:header="0" w:footer="3" w:gutter="0"/>
          <w:cols w:space="720"/>
          <w:noEndnote/>
          <w:docGrid w:linePitch="360"/>
        </w:sectPr>
      </w:pPr>
    </w:p>
    <w:p w:rsidR="00E9747C" w:rsidRDefault="009A1E20">
      <w:pPr>
        <w:pStyle w:val="Nadpis20"/>
        <w:keepNext/>
        <w:keepLines/>
        <w:shd w:val="clear" w:color="auto" w:fill="auto"/>
        <w:spacing w:after="110" w:line="240" w:lineRule="exact"/>
        <w:ind w:left="280"/>
      </w:pPr>
      <w:bookmarkStart w:id="0" w:name="bookmark1"/>
      <w:r>
        <w:t>Smlouva o přeložce zařízení distribuční soustavy č. 9090006070</w:t>
      </w:r>
      <w:bookmarkEnd w:id="0"/>
    </w:p>
    <w:p w:rsidR="00E9747C" w:rsidRDefault="009A1E20">
      <w:pPr>
        <w:pStyle w:val="Zkladntext20"/>
        <w:shd w:val="clear" w:color="auto" w:fill="auto"/>
        <w:spacing w:before="0"/>
        <w:ind w:left="280"/>
      </w:pPr>
      <w:r>
        <w:t>uzavřená dle ustanovení § 47 zákona č. 458/2000 Sb., energetického zákona ve znění pozdějších předpisů, ust. § 1746</w:t>
      </w:r>
    </w:p>
    <w:p w:rsidR="00E9747C" w:rsidRDefault="009A1E20">
      <w:pPr>
        <w:pStyle w:val="Zkladntext20"/>
        <w:shd w:val="clear" w:color="auto" w:fill="auto"/>
        <w:spacing w:before="0"/>
        <w:ind w:left="280"/>
      </w:pPr>
      <w:r>
        <w:t>odst. 2 zákona č. 89/2012 Sb., občanský zákoník, v platném znění mezi</w:t>
      </w:r>
    </w:p>
    <w:p w:rsidR="00E9747C" w:rsidRDefault="009A1E20">
      <w:pPr>
        <w:pStyle w:val="Zkladntext40"/>
        <w:shd w:val="clear" w:color="auto" w:fill="auto"/>
        <w:ind w:left="280"/>
      </w:pPr>
      <w:r>
        <w:t>Žadatelem</w:t>
      </w:r>
    </w:p>
    <w:p w:rsidR="00E9747C" w:rsidRDefault="009A1E20">
      <w:pPr>
        <w:pStyle w:val="Zkladntext40"/>
        <w:shd w:val="clear" w:color="auto" w:fill="auto"/>
        <w:ind w:left="280"/>
      </w:pPr>
      <w:r>
        <w:t>Správa železnic, státní organizace</w:t>
      </w:r>
    </w:p>
    <w:p w:rsidR="00E9747C" w:rsidRDefault="009A1E20">
      <w:pPr>
        <w:pStyle w:val="Zkladntext20"/>
        <w:shd w:val="clear" w:color="auto" w:fill="auto"/>
        <w:spacing w:before="0"/>
        <w:ind w:firstLine="0"/>
      </w:pPr>
      <w:r>
        <w:t>Sídlo: Dlážděná 1003/7, N</w:t>
      </w:r>
      <w:r>
        <w:t>ové Město, 110 00 Praha IČ: 70994234, DIČ: CZ70994234</w:t>
      </w:r>
    </w:p>
    <w:p w:rsidR="00E9747C" w:rsidRDefault="009A1E20">
      <w:pPr>
        <w:pStyle w:val="Zkladntext20"/>
        <w:shd w:val="clear" w:color="auto" w:fill="auto"/>
        <w:spacing w:before="0"/>
        <w:ind w:firstLine="0"/>
      </w:pPr>
      <w:r>
        <w:t>zapsaná v obchodním rejstříku vedeném Městským soudem v Praze, spisová značka A 48384 Adresa pro zasílání písemností:</w:t>
      </w:r>
    </w:p>
    <w:p w:rsidR="00E9747C" w:rsidRDefault="009A1E20">
      <w:pPr>
        <w:pStyle w:val="Zkladntext20"/>
        <w:shd w:val="clear" w:color="auto" w:fill="auto"/>
        <w:spacing w:before="0"/>
        <w:ind w:left="280"/>
      </w:pPr>
      <w:r>
        <w:t>SUDOP BRNO, spol. s r.o.</w:t>
      </w:r>
    </w:p>
    <w:p w:rsidR="00E9747C" w:rsidRDefault="009A1E20">
      <w:pPr>
        <w:pStyle w:val="Zkladntext20"/>
        <w:shd w:val="clear" w:color="auto" w:fill="auto"/>
        <w:spacing w:before="0"/>
        <w:ind w:left="280"/>
      </w:pPr>
      <w:r>
        <w:t>Kounicova 688/26, Veveří, 602 00 Brno</w:t>
      </w:r>
    </w:p>
    <w:p w:rsidR="00E9747C" w:rsidRDefault="009A1E20">
      <w:pPr>
        <w:pStyle w:val="Zkladntext20"/>
        <w:shd w:val="clear" w:color="auto" w:fill="auto"/>
        <w:spacing w:before="0"/>
        <w:ind w:right="340" w:firstLine="0"/>
      </w:pPr>
      <w:r>
        <w:t>Zástupce ve věcech sm</w:t>
      </w:r>
      <w:r>
        <w:t>luvních: Ing. Miroslav Bocák, ředitel Stavební správa východ a</w:t>
      </w:r>
    </w:p>
    <w:p w:rsidR="00E9747C" w:rsidRDefault="009A1E20">
      <w:pPr>
        <w:pStyle w:val="Zkladntext40"/>
        <w:shd w:val="clear" w:color="auto" w:fill="auto"/>
        <w:ind w:left="280"/>
      </w:pPr>
      <w:r>
        <w:t>Provozovatelem distribuční soustavy (dále jen „Provozovatel DS“)</w:t>
      </w:r>
    </w:p>
    <w:p w:rsidR="00E9747C" w:rsidRDefault="009A1E20">
      <w:pPr>
        <w:pStyle w:val="Zkladntext40"/>
        <w:shd w:val="clear" w:color="auto" w:fill="auto"/>
        <w:ind w:left="280"/>
      </w:pPr>
      <w:r>
        <w:t>E.ON Distribuce, a.s.</w:t>
      </w:r>
    </w:p>
    <w:p w:rsidR="00E9747C" w:rsidRDefault="009A1E20">
      <w:pPr>
        <w:pStyle w:val="Zkladntext20"/>
        <w:shd w:val="clear" w:color="auto" w:fill="auto"/>
        <w:spacing w:before="0"/>
        <w:ind w:left="280"/>
      </w:pPr>
      <w:r>
        <w:t>Sídlo: F.A. Gerstnera 2151/6, České Budějovice 7, 370 01 České Budějovice</w:t>
      </w:r>
    </w:p>
    <w:p w:rsidR="00E9747C" w:rsidRDefault="009A1E20">
      <w:pPr>
        <w:pStyle w:val="Zkladntext20"/>
        <w:shd w:val="clear" w:color="auto" w:fill="auto"/>
        <w:spacing w:before="0"/>
        <w:ind w:left="280"/>
      </w:pPr>
      <w:r>
        <w:t xml:space="preserve">Zápis v OR: Obchodní rejstřík u </w:t>
      </w:r>
      <w:r>
        <w:t>Krajského soudu v Českých Budějovicích oddíl B, vložka 1772</w:t>
      </w:r>
    </w:p>
    <w:p w:rsidR="00E9747C" w:rsidRDefault="009A1E20">
      <w:pPr>
        <w:pStyle w:val="Zkladntext20"/>
        <w:shd w:val="clear" w:color="auto" w:fill="auto"/>
        <w:spacing w:before="0"/>
        <w:ind w:left="280"/>
      </w:pPr>
      <w:r>
        <w:t>IČ: 28085400 DIČ: CZ28085400</w:t>
      </w:r>
    </w:p>
    <w:p w:rsidR="009A1E20" w:rsidRDefault="009A1E20" w:rsidP="009A1E20">
      <w:pPr>
        <w:pStyle w:val="Zkladntext20"/>
        <w:shd w:val="clear" w:color="auto" w:fill="auto"/>
        <w:spacing w:before="0"/>
        <w:ind w:firstLine="0"/>
      </w:pPr>
      <w:r>
        <w:rPr>
          <w:rStyle w:val="Zkladntext2Tun"/>
        </w:rPr>
        <w:t xml:space="preserve">Zástupce: </w:t>
      </w:r>
      <w:r>
        <w:t>ve věcech smluvních: Ing. Zdeněk Máca, xx</w:t>
      </w:r>
      <w:r>
        <w:t xml:space="preserve"> x</w:t>
      </w:r>
    </w:p>
    <w:p w:rsidR="009A1E20" w:rsidRDefault="009A1E20" w:rsidP="009A1E20">
      <w:pPr>
        <w:pStyle w:val="Zkladntext20"/>
        <w:shd w:val="clear" w:color="auto" w:fill="auto"/>
        <w:spacing w:before="0"/>
        <w:ind w:firstLine="0"/>
        <w:rPr>
          <w:lang w:val="en-US" w:eastAsia="en-US" w:bidi="en-US"/>
        </w:rPr>
      </w:pPr>
      <w:r>
        <w:t>ve věcech technických: xx</w:t>
      </w:r>
      <w:r>
        <w:rPr>
          <w:lang w:val="en-US" w:eastAsia="en-US" w:bidi="en-US"/>
        </w:rPr>
        <w:t>x</w:t>
      </w:r>
    </w:p>
    <w:p w:rsidR="009A1E20" w:rsidRDefault="009A1E20" w:rsidP="009A1E20">
      <w:pPr>
        <w:pStyle w:val="Zkladntext20"/>
        <w:shd w:val="clear" w:color="auto" w:fill="auto"/>
        <w:spacing w:before="0"/>
        <w:ind w:firstLine="0"/>
      </w:pPr>
      <w:r>
        <w:t>Bankovní spojení: xx,x</w:t>
      </w:r>
      <w:r>
        <w:t xml:space="preserve"> číslo účtu: xx, </w:t>
      </w:r>
      <w:r>
        <w:rPr>
          <w:rStyle w:val="Zkladntext2Tun"/>
        </w:rPr>
        <w:t xml:space="preserve">variabilní symbol: </w:t>
      </w:r>
      <w:r>
        <w:t>xxx</w:t>
      </w:r>
    </w:p>
    <w:p w:rsidR="00E9747C" w:rsidRDefault="009A1E20" w:rsidP="009A1E20">
      <w:pPr>
        <w:pStyle w:val="Zkladntext20"/>
        <w:shd w:val="clear" w:color="auto" w:fill="auto"/>
        <w:spacing w:before="0"/>
        <w:ind w:firstLine="0"/>
      </w:pPr>
      <w:r>
        <w:t>IBAN: xxx</w:t>
      </w:r>
      <w:r>
        <w:t xml:space="preserve"> kód: xxx</w:t>
      </w:r>
    </w:p>
    <w:p w:rsidR="009A1E20" w:rsidRDefault="009A1E20" w:rsidP="009A1E20">
      <w:pPr>
        <w:pStyle w:val="Zkladntext20"/>
        <w:shd w:val="clear" w:color="auto" w:fill="auto"/>
        <w:spacing w:before="0"/>
        <w:ind w:firstLine="0"/>
      </w:pPr>
    </w:p>
    <w:p w:rsidR="00E9747C" w:rsidRDefault="009A1E20">
      <w:pPr>
        <w:pStyle w:val="Nadpis30"/>
        <w:keepNext/>
        <w:keepLines/>
        <w:numPr>
          <w:ilvl w:val="0"/>
          <w:numId w:val="1"/>
        </w:numPr>
        <w:shd w:val="clear" w:color="auto" w:fill="auto"/>
        <w:tabs>
          <w:tab w:val="left" w:pos="290"/>
        </w:tabs>
        <w:spacing w:before="0"/>
        <w:ind w:firstLine="0"/>
      </w:pPr>
      <w:bookmarkStart w:id="1" w:name="bookmark2"/>
      <w:r>
        <w:t>Předmět smlouvy</w:t>
      </w:r>
      <w:bookmarkEnd w:id="1"/>
    </w:p>
    <w:p w:rsidR="00E9747C" w:rsidRDefault="009A1E20">
      <w:pPr>
        <w:pStyle w:val="Zkladntext20"/>
        <w:numPr>
          <w:ilvl w:val="0"/>
          <w:numId w:val="2"/>
        </w:numPr>
        <w:shd w:val="clear" w:color="auto" w:fill="auto"/>
        <w:tabs>
          <w:tab w:val="left" w:pos="314"/>
        </w:tabs>
        <w:spacing w:before="0"/>
        <w:ind w:left="280"/>
      </w:pPr>
      <w:r>
        <w:t>Předmětem této smlouvy je</w:t>
      </w:r>
      <w:r>
        <w:t xml:space="preserve"> závazek Provozovatele DS provést ve smyslu ust. § 47 zákona č. 458/2000 Sb. ve znění pozdějších předpisů přeložení níže specifikované části zařízení distribuční soustavy a závazek Žadatele uhradit veškeré náklady spojené s tímto přeložením a vybudováním n</w:t>
      </w:r>
      <w:r>
        <w:t>ové části zařízení distribuční soustavy jako náhrady za stávající.</w:t>
      </w:r>
    </w:p>
    <w:p w:rsidR="00E9747C" w:rsidRDefault="009A1E20">
      <w:pPr>
        <w:pStyle w:val="Zkladntext20"/>
        <w:numPr>
          <w:ilvl w:val="0"/>
          <w:numId w:val="2"/>
        </w:numPr>
        <w:shd w:val="clear" w:color="auto" w:fill="auto"/>
        <w:tabs>
          <w:tab w:val="left" w:pos="333"/>
        </w:tabs>
        <w:spacing w:before="0"/>
        <w:ind w:left="280"/>
      </w:pPr>
      <w:r>
        <w:t>Provozovatel DS je vlastníkem a provozovatelem části zařízení distribuční soustavy označené jako: kabelové vedení VN, které se nachází v lokalitě: Adamov, ul.Nádražní.</w:t>
      </w:r>
    </w:p>
    <w:p w:rsidR="00E9747C" w:rsidRDefault="009A1E20">
      <w:pPr>
        <w:pStyle w:val="Zkladntext20"/>
        <w:shd w:val="clear" w:color="auto" w:fill="auto"/>
        <w:spacing w:before="0"/>
        <w:ind w:left="280" w:firstLine="0"/>
      </w:pPr>
      <w:r>
        <w:t>Z důvodu požadavku st</w:t>
      </w:r>
      <w:r>
        <w:t>avby Žadatele: Rekonstrukce nástupišť v žst. Adamov, je nutno přeložit výše uvedenou část zařízení distribuční soustavy a to následujícím způsobem: Stávající kabely VN typu NA2XS2Y 3x1x240 budou odpojeny z rozvaděče VN stávající provizorní odběratelské tra</w:t>
      </w:r>
      <w:r>
        <w:t>fostanice postavené na parcele č.450/9 v k.ú.Adamov. Budou naspojkovány novými kabely VN typu NA2XS2Y 3x1x240, které přejdou protlakem komunikaci v ul.Nádražní a budou ukončeny v rozvaděči VN nové odběratelské trafostanice TS ČD umístěné v nové technologic</w:t>
      </w:r>
      <w:r>
        <w:t>ké budově nádraží Adamov.</w:t>
      </w:r>
    </w:p>
    <w:p w:rsidR="00E9747C" w:rsidRDefault="009A1E20">
      <w:pPr>
        <w:pStyle w:val="Zkladntext20"/>
        <w:shd w:val="clear" w:color="auto" w:fill="auto"/>
        <w:spacing w:before="0" w:after="180"/>
        <w:ind w:left="280" w:firstLine="0"/>
      </w:pPr>
      <w:r>
        <w:t xml:space="preserve">Přeložka má charakter dílčí změny trasy el. vedení (příp. přemístění některých prvků tohoto zařízení). Přeložka rozvodného zařízení bude realizována jako stavba: Adamov, přeložka VN, TS ČD (číslo: 1030064575) (dále jen „provedení </w:t>
      </w:r>
      <w:r>
        <w:t>přeložky“)</w:t>
      </w:r>
    </w:p>
    <w:p w:rsidR="00E9747C" w:rsidRDefault="009A1E20">
      <w:pPr>
        <w:pStyle w:val="Nadpis30"/>
        <w:keepNext/>
        <w:keepLines/>
        <w:numPr>
          <w:ilvl w:val="0"/>
          <w:numId w:val="1"/>
        </w:numPr>
        <w:shd w:val="clear" w:color="auto" w:fill="auto"/>
        <w:tabs>
          <w:tab w:val="left" w:pos="367"/>
        </w:tabs>
        <w:spacing w:before="0"/>
        <w:ind w:firstLine="0"/>
      </w:pPr>
      <w:bookmarkStart w:id="2" w:name="bookmark3"/>
      <w:r>
        <w:t>Termín provedení přeložky</w:t>
      </w:r>
      <w:bookmarkEnd w:id="2"/>
    </w:p>
    <w:p w:rsidR="00E9747C" w:rsidRDefault="009A1E20">
      <w:pPr>
        <w:pStyle w:val="Zkladntext20"/>
        <w:numPr>
          <w:ilvl w:val="0"/>
          <w:numId w:val="3"/>
        </w:numPr>
        <w:shd w:val="clear" w:color="auto" w:fill="auto"/>
        <w:tabs>
          <w:tab w:val="left" w:pos="309"/>
        </w:tabs>
        <w:spacing w:before="0"/>
        <w:ind w:left="280"/>
      </w:pPr>
      <w:r>
        <w:t xml:space="preserve">Provozovatel </w:t>
      </w:r>
      <w:r>
        <w:rPr>
          <w:rStyle w:val="Zkladntext2Tun"/>
        </w:rPr>
        <w:t xml:space="preserve">DS </w:t>
      </w:r>
      <w:r>
        <w:t xml:space="preserve">se zavazuje za sjednaných podmínek provést toto přeložení za součinnosti do </w:t>
      </w:r>
      <w:r>
        <w:rPr>
          <w:rStyle w:val="Zkladntext2Tun"/>
        </w:rPr>
        <w:t xml:space="preserve">14 měsíců </w:t>
      </w:r>
      <w:r>
        <w:t>od uzavření této smlouvy za předpokladu, že:</w:t>
      </w:r>
    </w:p>
    <w:p w:rsidR="00E9747C" w:rsidRDefault="009A1E20">
      <w:pPr>
        <w:pStyle w:val="Zkladntext20"/>
        <w:numPr>
          <w:ilvl w:val="0"/>
          <w:numId w:val="4"/>
        </w:numPr>
        <w:shd w:val="clear" w:color="auto" w:fill="auto"/>
        <w:tabs>
          <w:tab w:val="left" w:pos="594"/>
        </w:tabs>
        <w:spacing w:before="0"/>
        <w:ind w:left="280" w:firstLine="0"/>
        <w:jc w:val="both"/>
      </w:pPr>
      <w:r>
        <w:t>Žadatel řádně a včas splní veškeré své závazky z této Smlouvy,</w:t>
      </w:r>
    </w:p>
    <w:p w:rsidR="00E9747C" w:rsidRDefault="009A1E20">
      <w:pPr>
        <w:pStyle w:val="Zkladntext20"/>
        <w:numPr>
          <w:ilvl w:val="0"/>
          <w:numId w:val="4"/>
        </w:numPr>
        <w:shd w:val="clear" w:color="auto" w:fill="auto"/>
        <w:tabs>
          <w:tab w:val="left" w:pos="613"/>
        </w:tabs>
        <w:spacing w:before="0"/>
        <w:ind w:left="500" w:right="860" w:hanging="220"/>
      </w:pPr>
      <w:r>
        <w:t>nenastane</w:t>
      </w:r>
      <w:r>
        <w:t xml:space="preserve"> překážka v době podpisu smlouvy neznámá, bránící zahájení nebo provádění prací souvisejících s provedením přeložky, zejména jde o nepříznivé klimatické podmínky v zimním období,</w:t>
      </w:r>
    </w:p>
    <w:p w:rsidR="00E9747C" w:rsidRDefault="009A1E20">
      <w:pPr>
        <w:pStyle w:val="Zkladntext20"/>
        <w:numPr>
          <w:ilvl w:val="0"/>
          <w:numId w:val="4"/>
        </w:numPr>
        <w:shd w:val="clear" w:color="auto" w:fill="auto"/>
        <w:tabs>
          <w:tab w:val="left" w:pos="613"/>
        </w:tabs>
        <w:spacing w:before="0"/>
        <w:ind w:left="500" w:hanging="220"/>
      </w:pPr>
      <w:r>
        <w:t>osoby s vlastnickým nebo jiným věcným právem k nemovitostem dotčeným realizac</w:t>
      </w:r>
      <w:r>
        <w:t>í přeložky umožní Provozovateli DS provedení přeložky, zejm. dojde k úspěšnému projednání věcných břemen,</w:t>
      </w:r>
    </w:p>
    <w:p w:rsidR="00E9747C" w:rsidRDefault="009A1E20">
      <w:pPr>
        <w:pStyle w:val="Zkladntext20"/>
        <w:numPr>
          <w:ilvl w:val="0"/>
          <w:numId w:val="4"/>
        </w:numPr>
        <w:shd w:val="clear" w:color="auto" w:fill="auto"/>
        <w:tabs>
          <w:tab w:val="left" w:pos="613"/>
        </w:tabs>
        <w:spacing w:before="0"/>
        <w:ind w:left="500" w:right="540" w:hanging="220"/>
      </w:pPr>
      <w:r>
        <w:t>budou splněny veškeré zákonné předpoklady pro provedení přeložky, zejména splnění předpokladů dle zákona č. 183/2006 Sb. Stavebního zákona v platném z</w:t>
      </w:r>
      <w:r>
        <w:t>nění, do: 06.05.2021, pokud tato smlouva dále nestanoví jinak.</w:t>
      </w:r>
    </w:p>
    <w:p w:rsidR="00E9747C" w:rsidRDefault="009A1E20">
      <w:pPr>
        <w:pStyle w:val="Zkladntext20"/>
        <w:numPr>
          <w:ilvl w:val="0"/>
          <w:numId w:val="3"/>
        </w:numPr>
        <w:shd w:val="clear" w:color="auto" w:fill="auto"/>
        <w:tabs>
          <w:tab w:val="left" w:pos="328"/>
        </w:tabs>
        <w:spacing w:before="0"/>
        <w:ind w:left="280"/>
      </w:pPr>
      <w:r>
        <w:t>Provozovatel DS má právo na jednostrannou přiměřenou změnu termínu provedení přeložky zařízení distribuční soustavy uvedeného v tomto článku a dále má právo na změnu technického provedení přelo</w:t>
      </w:r>
      <w:r>
        <w:t>žky specifikovaného</w:t>
      </w:r>
    </w:p>
    <w:p w:rsidR="00E9747C" w:rsidRDefault="009A1E20">
      <w:pPr>
        <w:pStyle w:val="Zkladntext20"/>
        <w:shd w:val="clear" w:color="auto" w:fill="auto"/>
        <w:spacing w:before="0" w:after="176"/>
        <w:ind w:left="280"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63500" distR="240665" simplePos="0" relativeHeight="377487104" behindDoc="1" locked="0" layoutInCell="1" allowOverlap="1">
                <wp:simplePos x="0" y="0"/>
                <wp:positionH relativeFrom="margin">
                  <wp:posOffset>-338455</wp:posOffset>
                </wp:positionH>
                <wp:positionV relativeFrom="paragraph">
                  <wp:posOffset>152400</wp:posOffset>
                </wp:positionV>
                <wp:extent cx="97790" cy="405130"/>
                <wp:effectExtent l="3810" t="0" r="3175" b="0"/>
                <wp:wrapSquare wrapText="right"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747C" w:rsidRDefault="009A1E20">
                            <w:pPr>
                              <w:pStyle w:val="Zkladntext5"/>
                              <w:shd w:val="clear" w:color="auto" w:fill="auto"/>
                              <w:spacing w:line="120" w:lineRule="exact"/>
                            </w:pPr>
                            <w:r>
                              <w:t>ZEPRSTD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26.65pt;margin-top:12pt;width:7.7pt;height:31.9pt;z-index:-125829376;visibility:visible;mso-wrap-style:square;mso-width-percent:0;mso-height-percent:0;mso-wrap-distance-left:5pt;mso-wrap-distance-top:0;mso-wrap-distance-right:18.9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" filled="f" stroked="f">
                <v:textbox style="layout-flow:vertical;mso-layout-flow-alt:bottom-to-top" inset="0,0,0,0">
                  <w:txbxContent>
                    <w:p w:rsidR="00E9747C" w:rsidRDefault="009A1E20">
                      <w:pPr>
                        <w:pStyle w:val="Zkladntext5"/>
                        <w:shd w:val="clear" w:color="auto" w:fill="auto"/>
                        <w:spacing w:line="120" w:lineRule="exact"/>
                      </w:pPr>
                      <w:r>
                        <w:t>ZEPRSTD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64465" distR="63500" simplePos="0" relativeHeight="377487105" behindDoc="1" locked="0" layoutInCell="1" allowOverlap="1">
                <wp:simplePos x="0" y="0"/>
                <wp:positionH relativeFrom="margin">
                  <wp:posOffset>6424295</wp:posOffset>
                </wp:positionH>
                <wp:positionV relativeFrom="paragraph">
                  <wp:posOffset>-5020310</wp:posOffset>
                </wp:positionV>
                <wp:extent cx="128905" cy="1688465"/>
                <wp:effectExtent l="3810" t="0" r="635" b="1270"/>
                <wp:wrapSquare wrapText="left"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05" cy="168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747C" w:rsidRDefault="009A1E20">
                            <w:pPr>
                              <w:pStyle w:val="Zkladntext6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Zkladntext6Exact"/>
                              </w:rPr>
                              <w:t>77938310-4-5 &lt;*&gt; IIIllllllIIIliliiIIIliliIIUlil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05.85pt;margin-top:-395.3pt;width:10.15pt;height:132.95pt;z-index:-125829375;visibility:visible;mso-wrap-style:square;mso-width-percent:0;mso-height-percent:0;mso-wrap-distance-left:12.9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" filled="f" stroked="f">
                <v:textbox style="layout-flow:vertical" inset="0,0,0,0">
                  <w:txbxContent>
                    <w:p w:rsidR="00E9747C" w:rsidRDefault="009A1E20">
                      <w:pPr>
                        <w:pStyle w:val="Zkladntext6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Zkladntext6Exact"/>
                        </w:rPr>
                        <w:t>77938310-4-5 &lt;*&gt; IIIllllllIIIliliiIIIliliIIUlil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t xml:space="preserve">v článku IV. odst. 2) písm. a) této smlouvy v případě, že nebude splněna některá z podmínek stanovených v odst. 1) tohoto článku nebo v případě změny používané technologie </w:t>
      </w:r>
      <w:r>
        <w:t>prvků v důsledku technického rozvoje. Provozovatel DS uvědomí Žadatele o jednostranné změně termínu provedení přeložky nebo o jednostranné změně technického provedení přeložky poté, co se o nesplnění dané podmínky dozví.</w:t>
      </w:r>
    </w:p>
    <w:p w:rsidR="00E9747C" w:rsidRDefault="009A1E20">
      <w:pPr>
        <w:pStyle w:val="Nadpis30"/>
        <w:keepNext/>
        <w:keepLines/>
        <w:numPr>
          <w:ilvl w:val="0"/>
          <w:numId w:val="1"/>
        </w:numPr>
        <w:shd w:val="clear" w:color="auto" w:fill="auto"/>
        <w:tabs>
          <w:tab w:val="left" w:pos="443"/>
        </w:tabs>
        <w:spacing w:before="0" w:line="230" w:lineRule="exact"/>
        <w:ind w:firstLine="0"/>
      </w:pPr>
      <w:bookmarkStart w:id="3" w:name="bookmark4"/>
      <w:r>
        <w:t xml:space="preserve">Výše a splatnost úhrady nákladů na </w:t>
      </w:r>
      <w:r>
        <w:t>provedení přeložky</w:t>
      </w:r>
      <w:bookmarkEnd w:id="3"/>
    </w:p>
    <w:p w:rsidR="00E9747C" w:rsidRDefault="009A1E20">
      <w:pPr>
        <w:pStyle w:val="Zkladntext20"/>
        <w:numPr>
          <w:ilvl w:val="0"/>
          <w:numId w:val="5"/>
        </w:numPr>
        <w:shd w:val="clear" w:color="auto" w:fill="auto"/>
        <w:tabs>
          <w:tab w:val="left" w:pos="309"/>
        </w:tabs>
        <w:spacing w:before="0" w:line="230" w:lineRule="exact"/>
        <w:ind w:left="280"/>
      </w:pPr>
      <w:r>
        <w:t xml:space="preserve">V souladu s platnými právními předpisy, žádostí o přeložení zařízení distribuční soustavy č. 9090006070 a stanoveným technickým řešením dle této smlouvy je výše předpokládaných nákladů na provedení přeložky </w:t>
      </w:r>
      <w:r>
        <w:rPr>
          <w:rStyle w:val="Zkladntext2Tun"/>
        </w:rPr>
        <w:t>558 550 Kč.</w:t>
      </w:r>
    </w:p>
    <w:p w:rsidR="00E9747C" w:rsidRDefault="009A1E20">
      <w:pPr>
        <w:pStyle w:val="Zkladntext20"/>
        <w:numPr>
          <w:ilvl w:val="0"/>
          <w:numId w:val="5"/>
        </w:numPr>
        <w:shd w:val="clear" w:color="auto" w:fill="auto"/>
        <w:tabs>
          <w:tab w:val="left" w:pos="328"/>
        </w:tabs>
        <w:spacing w:before="0" w:line="230" w:lineRule="exact"/>
        <w:ind w:firstLine="0"/>
        <w:jc w:val="both"/>
      </w:pPr>
      <w:r>
        <w:t>Úhrada nákladů bud</w:t>
      </w:r>
      <w:r>
        <w:t>e provedena takto:</w:t>
      </w:r>
    </w:p>
    <w:p w:rsidR="00E9747C" w:rsidRDefault="009A1E20">
      <w:pPr>
        <w:pStyle w:val="Zkladntext20"/>
        <w:shd w:val="clear" w:color="auto" w:fill="auto"/>
        <w:spacing w:before="0" w:line="230" w:lineRule="exact"/>
        <w:ind w:left="500" w:hanging="220"/>
        <w:sectPr w:rsidR="00E9747C">
          <w:type w:val="continuous"/>
          <w:pgSz w:w="11900" w:h="16840"/>
          <w:pgMar w:top="281" w:right="682" w:bottom="458" w:left="682" w:header="0" w:footer="3" w:gutter="652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179705" distL="463550" distR="603250" simplePos="0" relativeHeight="377487106" behindDoc="1" locked="0" layoutInCell="1" allowOverlap="1">
            <wp:simplePos x="0" y="0"/>
            <wp:positionH relativeFrom="margin">
              <wp:posOffset>463550</wp:posOffset>
            </wp:positionH>
            <wp:positionV relativeFrom="paragraph">
              <wp:posOffset>399415</wp:posOffset>
            </wp:positionV>
            <wp:extent cx="1688465" cy="311150"/>
            <wp:effectExtent l="0" t="0" r="0" b="0"/>
            <wp:wrapTopAndBottom/>
            <wp:docPr id="12" name="obrázek 7" descr="C:\Users\ZAPLET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ZAPLET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191770" distL="63500" distR="328930" simplePos="0" relativeHeight="377487107" behindDoc="1" locked="0" layoutInCell="1" allowOverlap="1">
            <wp:simplePos x="0" y="0"/>
            <wp:positionH relativeFrom="margin">
              <wp:posOffset>2755265</wp:posOffset>
            </wp:positionH>
            <wp:positionV relativeFrom="paragraph">
              <wp:posOffset>399415</wp:posOffset>
            </wp:positionV>
            <wp:extent cx="1029970" cy="298450"/>
            <wp:effectExtent l="0" t="0" r="0" b="0"/>
            <wp:wrapTopAndBottom/>
            <wp:docPr id="11" name="obrázek 8" descr="C:\Users\ZAPLET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ZAPLET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29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186055" distL="63500" distR="63500" simplePos="0" relativeHeight="377487108" behindDoc="1" locked="0" layoutInCell="1" allowOverlap="1">
            <wp:simplePos x="0" y="0"/>
            <wp:positionH relativeFrom="margin">
              <wp:posOffset>4114800</wp:posOffset>
            </wp:positionH>
            <wp:positionV relativeFrom="paragraph">
              <wp:posOffset>396240</wp:posOffset>
            </wp:positionV>
            <wp:extent cx="737870" cy="311150"/>
            <wp:effectExtent l="0" t="0" r="0" b="0"/>
            <wp:wrapTopAndBottom/>
            <wp:docPr id="9" name="obrázek 9" descr="C:\Users\ZAPLET~1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ZAPLET~1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189230" distL="63500" distR="999490" simplePos="0" relativeHeight="377487109" behindDoc="1" locked="0" layoutInCell="1" allowOverlap="1">
            <wp:simplePos x="0" y="0"/>
            <wp:positionH relativeFrom="margin">
              <wp:posOffset>4879975</wp:posOffset>
            </wp:positionH>
            <wp:positionV relativeFrom="paragraph">
              <wp:posOffset>393065</wp:posOffset>
            </wp:positionV>
            <wp:extent cx="396240" cy="311150"/>
            <wp:effectExtent l="0" t="0" r="0" b="0"/>
            <wp:wrapTopAndBottom/>
            <wp:docPr id="10" name="obrázek 10" descr="C:\Users\ZAPLET~1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ZAPLET~1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- první splátka ve výši </w:t>
      </w:r>
      <w:r>
        <w:rPr>
          <w:rStyle w:val="Zkladntext2Tun"/>
        </w:rPr>
        <w:t xml:space="preserve">15 </w:t>
      </w:r>
      <w:r>
        <w:t xml:space="preserve">% z předpokládaných nákladů sjednaných v odst. </w:t>
      </w:r>
      <w:r>
        <w:rPr>
          <w:rStyle w:val="Zkladntext2Tun"/>
        </w:rPr>
        <w:t xml:space="preserve">1) </w:t>
      </w:r>
      <w:r>
        <w:t xml:space="preserve">tohoto článku, tj. </w:t>
      </w:r>
      <w:r>
        <w:rPr>
          <w:rStyle w:val="Zkladntext2Tun"/>
        </w:rPr>
        <w:t xml:space="preserve">84 000 Kč </w:t>
      </w:r>
      <w:r>
        <w:t xml:space="preserve">je splatná </w:t>
      </w:r>
      <w:r>
        <w:rPr>
          <w:rStyle w:val="Zkladntext2Tun"/>
        </w:rPr>
        <w:t xml:space="preserve">do 15 dnů od uzavření této smlouvy </w:t>
      </w:r>
      <w:r>
        <w:t>na účet Provozovatele DS uvedený v záhlaví této smlouvy</w:t>
      </w:r>
      <w:r>
        <w:t>.</w:t>
      </w:r>
    </w:p>
    <w:p w:rsidR="00E9747C" w:rsidRDefault="009A1E20">
      <w:pPr>
        <w:pStyle w:val="Zkladntext20"/>
        <w:numPr>
          <w:ilvl w:val="0"/>
          <w:numId w:val="6"/>
        </w:numPr>
        <w:shd w:val="clear" w:color="auto" w:fill="auto"/>
        <w:tabs>
          <w:tab w:val="left" w:pos="480"/>
        </w:tabs>
        <w:spacing w:before="0"/>
        <w:ind w:left="480" w:hanging="220"/>
      </w:pPr>
      <w:r>
        <w:lastRenderedPageBreak/>
        <w:t>druhá splátka bude uhrazena po zpracování projektové dokumentace na základě předpisu platby, který vystaví a zašle Provozovatel DS Žadateli.</w:t>
      </w:r>
    </w:p>
    <w:p w:rsidR="00E9747C" w:rsidRDefault="009A1E20">
      <w:pPr>
        <w:pStyle w:val="Zkladntext20"/>
        <w:numPr>
          <w:ilvl w:val="0"/>
          <w:numId w:val="6"/>
        </w:numPr>
        <w:shd w:val="clear" w:color="auto" w:fill="auto"/>
        <w:tabs>
          <w:tab w:val="left" w:pos="480"/>
        </w:tabs>
        <w:spacing w:before="0"/>
        <w:ind w:left="480" w:hanging="220"/>
      </w:pPr>
      <w:r>
        <w:t xml:space="preserve">případné nedoplatky či přeplatky budou vyrovnány po dokončení provedení přeložky na základě předpisu platby, </w:t>
      </w:r>
      <w:r>
        <w:t>který vystaví a zašle Provozovatel DS Žadateli na základě skutečně vynaložených nezbytně nutných nákladů na provedení přeložky.</w:t>
      </w:r>
    </w:p>
    <w:p w:rsidR="00E9747C" w:rsidRDefault="009A1E20">
      <w:pPr>
        <w:pStyle w:val="Zkladntext20"/>
        <w:numPr>
          <w:ilvl w:val="0"/>
          <w:numId w:val="5"/>
        </w:numPr>
        <w:shd w:val="clear" w:color="auto" w:fill="auto"/>
        <w:tabs>
          <w:tab w:val="left" w:pos="298"/>
        </w:tabs>
        <w:spacing w:before="0"/>
        <w:ind w:left="260" w:hanging="260"/>
      </w:pPr>
      <w:r>
        <w:t>Žadatel bere na vědomí, že shora uvedená výše předpokládaných nákladů byla stanovena na základě měrných nákladů Provozovatele DS</w:t>
      </w:r>
      <w:r>
        <w:t>, přičemž dle odst. 4) a 5) tohoto článku může být provedena úprava výše nákladů. Žadatel je povinen uhradit Provozovateli DS veškeré nezbytně nutné vynaložené náklady na provedení přeložky,</w:t>
      </w:r>
    </w:p>
    <w:p w:rsidR="00E9747C" w:rsidRDefault="009A1E20">
      <w:pPr>
        <w:pStyle w:val="Zkladntext20"/>
        <w:numPr>
          <w:ilvl w:val="0"/>
          <w:numId w:val="5"/>
        </w:numPr>
        <w:shd w:val="clear" w:color="auto" w:fill="auto"/>
        <w:tabs>
          <w:tab w:val="left" w:pos="303"/>
        </w:tabs>
        <w:spacing w:before="0"/>
        <w:ind w:left="260" w:hanging="260"/>
      </w:pPr>
      <w:r>
        <w:t xml:space="preserve">V případě, že z rozpočtu projektové dokumentace provedení </w:t>
      </w:r>
      <w:r>
        <w:t>přeložky nebo z procesu samotné realizace provedení přeložky vyplyne odlišná výše nákladů oproti předpokládaným nákladům Provozovatele DS dle odst. 1) tohoto článku, smluvní strany sjednávají následující postup:</w:t>
      </w:r>
    </w:p>
    <w:p w:rsidR="00E9747C" w:rsidRDefault="009A1E20">
      <w:pPr>
        <w:pStyle w:val="Zkladntext20"/>
        <w:numPr>
          <w:ilvl w:val="0"/>
          <w:numId w:val="7"/>
        </w:numPr>
        <w:shd w:val="clear" w:color="auto" w:fill="auto"/>
        <w:tabs>
          <w:tab w:val="left" w:pos="548"/>
        </w:tabs>
        <w:spacing w:before="0"/>
        <w:ind w:left="480" w:hanging="220"/>
      </w:pPr>
      <w:r>
        <w:t>V případě nepodstatného zvýšení nákladů, tj.</w:t>
      </w:r>
      <w:r>
        <w:t xml:space="preserve"> při zvýšení maximálně o 10 % předpokládaných nákladů sjednaných v odst. 1) tohoto článku, má Provozovatel DS právo jednostranně zvýšit náklady Žadatele sjednané v odst. 1) tohoto článku. Provozovatel DS je povinen tuto skutečnost písemně oznámit Žadateli </w:t>
      </w:r>
      <w:r>
        <w:t>a tento je povinen toto zvýšení uhradit na základě předpisu platby. Pro tento případ zvýšení předpokládaných nákladů se smluvní strany dohodly, že nebudou uzavírat dodatek k této smlouvě.</w:t>
      </w:r>
    </w:p>
    <w:p w:rsidR="00E9747C" w:rsidRDefault="009A1E20">
      <w:pPr>
        <w:pStyle w:val="Zkladntext20"/>
        <w:numPr>
          <w:ilvl w:val="0"/>
          <w:numId w:val="7"/>
        </w:numPr>
        <w:shd w:val="clear" w:color="auto" w:fill="auto"/>
        <w:tabs>
          <w:tab w:val="left" w:pos="563"/>
        </w:tabs>
        <w:spacing w:before="0"/>
        <w:ind w:left="480" w:hanging="220"/>
        <w:jc w:val="both"/>
      </w:pPr>
      <w:r>
        <w:t xml:space="preserve">V případě podstatného zvýšení nákladů, tj. přesáhne-li zvýšení 10 % </w:t>
      </w:r>
      <w:r>
        <w:t>předpokládaných nákladů sjednaných v odst. 1) tohoto článku, Provozovatel DS na toto zvýšení Žadatele bez prodlení písemně upozorní a oznámí mu nově určenou výši předpokládaných nákladů. Takové zvýšení nákladů bude smluvními stranami potvrzeno písemným dod</w:t>
      </w:r>
      <w:r>
        <w:t>atkem</w:t>
      </w:r>
    </w:p>
    <w:p w:rsidR="00E9747C" w:rsidRDefault="009A1E20">
      <w:pPr>
        <w:pStyle w:val="Zkladntext20"/>
        <w:shd w:val="clear" w:color="auto" w:fill="auto"/>
        <w:spacing w:before="0"/>
        <w:ind w:left="480" w:firstLine="0"/>
      </w:pPr>
      <w:r>
        <w:t>k této smlouvě.</w:t>
      </w:r>
    </w:p>
    <w:p w:rsidR="00E9747C" w:rsidRDefault="009A1E20">
      <w:pPr>
        <w:pStyle w:val="Zkladntext20"/>
        <w:numPr>
          <w:ilvl w:val="0"/>
          <w:numId w:val="7"/>
        </w:numPr>
        <w:shd w:val="clear" w:color="auto" w:fill="auto"/>
        <w:tabs>
          <w:tab w:val="left" w:pos="563"/>
        </w:tabs>
        <w:spacing w:before="0"/>
        <w:ind w:left="480" w:hanging="220"/>
      </w:pPr>
      <w:r>
        <w:t>V případě snížení předpokládaných nákladů je Provozovatel DS povinen tuto skutečnost oznámit Žadateli. Pro tento případ snížení úhrady se smluvní strany dohodly, že nebudou uzavírat dodatek k této smlouvě.</w:t>
      </w:r>
    </w:p>
    <w:p w:rsidR="00E9747C" w:rsidRDefault="009A1E20">
      <w:pPr>
        <w:pStyle w:val="Zkladntext20"/>
        <w:numPr>
          <w:ilvl w:val="0"/>
          <w:numId w:val="5"/>
        </w:numPr>
        <w:shd w:val="clear" w:color="auto" w:fill="auto"/>
        <w:tabs>
          <w:tab w:val="left" w:pos="303"/>
        </w:tabs>
        <w:spacing w:before="0"/>
        <w:ind w:left="260" w:hanging="260"/>
      </w:pPr>
      <w:r>
        <w:t xml:space="preserve">V případě, že skutečně </w:t>
      </w:r>
      <w:r>
        <w:t>vynaložené náklady budou nižší, než předpokládané náklady sjednané v odst. 1) tohoto článku, je Provozovatel DS povinen vrátit Žadateli případný přeplatek a to do 3 měsíců po dokončení provedení přeložky, tj. po kolaudaci stavby a po uzavření všech majetko</w:t>
      </w:r>
      <w:r>
        <w:t>právních smluv souvisejících se stavbou specifikovanou v čl. I. této smlouvy.</w:t>
      </w:r>
    </w:p>
    <w:p w:rsidR="00E9747C" w:rsidRDefault="009A1E20">
      <w:pPr>
        <w:pStyle w:val="Zkladntext20"/>
        <w:numPr>
          <w:ilvl w:val="0"/>
          <w:numId w:val="5"/>
        </w:numPr>
        <w:shd w:val="clear" w:color="auto" w:fill="auto"/>
        <w:tabs>
          <w:tab w:val="left" w:pos="303"/>
        </w:tabs>
        <w:spacing w:before="0" w:after="180"/>
        <w:ind w:left="260" w:hanging="260"/>
      </w:pPr>
      <w:r>
        <w:t>Úhrada nákladů na provedení přeložky bude provedena na základě této smlouvy (nejedná se o úhradu za zdanitelné plnění, proto nebude ze strany Provozovatele DS vystavována faktura</w:t>
      </w:r>
      <w:r>
        <w:t>-daňový doklad) a to převodním příkazem nebo složenkou. Závazek zaplacení je splněn vždy dnem připsání částky ve sjednané výši na účet Provozovatele DS, uvedený v záhlaví této smlouvy.</w:t>
      </w:r>
    </w:p>
    <w:p w:rsidR="00E9747C" w:rsidRDefault="009A1E20">
      <w:pPr>
        <w:pStyle w:val="Nadpis30"/>
        <w:keepNext/>
        <w:keepLines/>
        <w:numPr>
          <w:ilvl w:val="0"/>
          <w:numId w:val="1"/>
        </w:numPr>
        <w:shd w:val="clear" w:color="auto" w:fill="auto"/>
        <w:tabs>
          <w:tab w:val="left" w:pos="403"/>
        </w:tabs>
        <w:spacing w:before="0"/>
        <w:ind w:firstLine="0"/>
      </w:pPr>
      <w:bookmarkStart w:id="4" w:name="bookmark5"/>
      <w:r>
        <w:t>Práva a povinnosti smluvních stran</w:t>
      </w:r>
      <w:bookmarkEnd w:id="4"/>
    </w:p>
    <w:p w:rsidR="00E9747C" w:rsidRDefault="009A1E20">
      <w:pPr>
        <w:pStyle w:val="Zkladntext20"/>
        <w:numPr>
          <w:ilvl w:val="0"/>
          <w:numId w:val="8"/>
        </w:numPr>
        <w:shd w:val="clear" w:color="auto" w:fill="auto"/>
        <w:tabs>
          <w:tab w:val="left" w:pos="279"/>
        </w:tabs>
        <w:spacing w:before="0"/>
        <w:ind w:firstLine="0"/>
        <w:jc w:val="both"/>
      </w:pPr>
      <w:r>
        <w:t>Povinnosti Žadatele:</w:t>
      </w:r>
    </w:p>
    <w:p w:rsidR="00E9747C" w:rsidRDefault="009A1E20">
      <w:pPr>
        <w:pStyle w:val="Zkladntext20"/>
        <w:numPr>
          <w:ilvl w:val="0"/>
          <w:numId w:val="9"/>
        </w:numPr>
        <w:shd w:val="clear" w:color="auto" w:fill="auto"/>
        <w:tabs>
          <w:tab w:val="left" w:pos="543"/>
        </w:tabs>
        <w:spacing w:before="0"/>
        <w:ind w:left="480" w:hanging="220"/>
      </w:pPr>
      <w:r>
        <w:t>řádně, včas a v</w:t>
      </w:r>
      <w:r>
        <w:t>e sjednané výši uhradit částku dohodnutou dle čl. III. této smlouvy a to na účet Provozovatele DS převodem nebo složenkou s variabilním symbolem 9090006070.</w:t>
      </w:r>
    </w:p>
    <w:p w:rsidR="00E9747C" w:rsidRDefault="009A1E20">
      <w:pPr>
        <w:pStyle w:val="Zkladntext20"/>
        <w:numPr>
          <w:ilvl w:val="0"/>
          <w:numId w:val="9"/>
        </w:numPr>
        <w:shd w:val="clear" w:color="auto" w:fill="auto"/>
        <w:tabs>
          <w:tab w:val="left" w:pos="567"/>
        </w:tabs>
        <w:spacing w:before="0" w:after="180"/>
        <w:ind w:left="480" w:hanging="220"/>
      </w:pPr>
      <w:r>
        <w:t xml:space="preserve">souhlasit se zřízením věcného břemene odpovídajícího právu Provozovatele DS zřizovat a provozovat </w:t>
      </w:r>
      <w:r>
        <w:t>zařízení distribuční soustavy na nemovitosti Žadatele, na které bude umístěna část zařízení distribuční soustavy po provedení přeložky, bude-li to pro provedení přeložky nezbytné a poskytnout potřebnou součinnost pro zřízení tohoto věcného břemene.</w:t>
      </w:r>
    </w:p>
    <w:p w:rsidR="00E9747C" w:rsidRDefault="009A1E20">
      <w:pPr>
        <w:pStyle w:val="Zkladntext20"/>
        <w:numPr>
          <w:ilvl w:val="0"/>
          <w:numId w:val="8"/>
        </w:numPr>
        <w:shd w:val="clear" w:color="auto" w:fill="auto"/>
        <w:tabs>
          <w:tab w:val="left" w:pos="303"/>
        </w:tabs>
        <w:spacing w:before="0"/>
        <w:ind w:firstLine="0"/>
        <w:jc w:val="both"/>
      </w:pPr>
      <w:r>
        <w:t>Povinno</w:t>
      </w:r>
      <w:r>
        <w:t>st Provozovatele DS:</w:t>
      </w:r>
    </w:p>
    <w:p w:rsidR="00E9747C" w:rsidRDefault="009A1E20">
      <w:pPr>
        <w:pStyle w:val="Zkladntext20"/>
        <w:shd w:val="clear" w:color="auto" w:fill="auto"/>
        <w:spacing w:before="0"/>
        <w:ind w:left="260" w:firstLine="0"/>
      </w:pPr>
      <w:r>
        <w:t>Zajistit provedení přeložky (včetně vypracování projektu a realizace stavby) v termínu uvedeném v článku II., v rozsahu dle článku I., odst. 2) této smlouvy.</w:t>
      </w:r>
    </w:p>
    <w:p w:rsidR="00E9747C" w:rsidRDefault="009A1E20">
      <w:pPr>
        <w:pStyle w:val="Zkladntext20"/>
        <w:numPr>
          <w:ilvl w:val="0"/>
          <w:numId w:val="8"/>
        </w:numPr>
        <w:shd w:val="clear" w:color="auto" w:fill="auto"/>
        <w:tabs>
          <w:tab w:val="left" w:pos="303"/>
        </w:tabs>
        <w:spacing w:before="0"/>
        <w:ind w:firstLine="0"/>
        <w:jc w:val="both"/>
      </w:pPr>
      <w:r>
        <w:t>Práva a povinnosti obou smluvních stran:</w:t>
      </w:r>
    </w:p>
    <w:p w:rsidR="00E9747C" w:rsidRDefault="009A1E20">
      <w:pPr>
        <w:pStyle w:val="Zkladntext20"/>
        <w:shd w:val="clear" w:color="auto" w:fill="auto"/>
        <w:spacing w:before="0" w:after="180"/>
        <w:ind w:left="260" w:firstLine="0"/>
      </w:pPr>
      <w:r>
        <w:t>Další práva a povinnosti smluvních s</w:t>
      </w:r>
      <w:r>
        <w:t>tran jsou upravena právními předpisy, zejména energetickým zákonem a jeho prováděcími předpisy.</w:t>
      </w:r>
    </w:p>
    <w:p w:rsidR="00E9747C" w:rsidRDefault="009A1E20">
      <w:pPr>
        <w:pStyle w:val="Nadpis30"/>
        <w:keepNext/>
        <w:keepLines/>
        <w:numPr>
          <w:ilvl w:val="0"/>
          <w:numId w:val="1"/>
        </w:numPr>
        <w:shd w:val="clear" w:color="auto" w:fill="auto"/>
        <w:tabs>
          <w:tab w:val="left" w:pos="403"/>
        </w:tabs>
        <w:spacing w:before="0"/>
        <w:ind w:firstLine="0"/>
      </w:pPr>
      <w:bookmarkStart w:id="5" w:name="bookmark6"/>
      <w:r>
        <w:t>Doba platnosti smlouvy a ukončení smlouvy</w:t>
      </w:r>
      <w:bookmarkEnd w:id="5"/>
    </w:p>
    <w:p w:rsidR="00E9747C" w:rsidRDefault="009A1E20">
      <w:pPr>
        <w:pStyle w:val="Zkladntext20"/>
        <w:numPr>
          <w:ilvl w:val="0"/>
          <w:numId w:val="10"/>
        </w:numPr>
        <w:shd w:val="clear" w:color="auto" w:fill="auto"/>
        <w:tabs>
          <w:tab w:val="left" w:pos="279"/>
        </w:tabs>
        <w:spacing w:before="0"/>
        <w:ind w:left="260" w:hanging="260"/>
      </w:pPr>
      <w:r>
        <w:t>Smlouvaje uzavřena na dobu určitou a je řádně ukončena dnem, kdy budou vypořádány vzájemné závazky smluvních stran dle</w:t>
      </w:r>
      <w:r>
        <w:t xml:space="preserve"> této smlouvy.</w:t>
      </w:r>
    </w:p>
    <w:p w:rsidR="00E9747C" w:rsidRDefault="009A1E20">
      <w:pPr>
        <w:pStyle w:val="Zkladntext20"/>
        <w:numPr>
          <w:ilvl w:val="0"/>
          <w:numId w:val="10"/>
        </w:numPr>
        <w:shd w:val="clear" w:color="auto" w:fill="auto"/>
        <w:tabs>
          <w:tab w:val="left" w:pos="303"/>
        </w:tabs>
        <w:spacing w:before="0"/>
        <w:ind w:firstLine="0"/>
        <w:jc w:val="both"/>
      </w:pPr>
      <w:r>
        <w:t>Předčasně lze ukončit smlouvu písemnou listinnou dohodou obou smluvních stran.</w:t>
      </w:r>
    </w:p>
    <w:p w:rsidR="00E9747C" w:rsidRDefault="009A1E20">
      <w:pPr>
        <w:pStyle w:val="Zkladntext20"/>
        <w:numPr>
          <w:ilvl w:val="0"/>
          <w:numId w:val="10"/>
        </w:numPr>
        <w:shd w:val="clear" w:color="auto" w:fill="auto"/>
        <w:tabs>
          <w:tab w:val="left" w:pos="303"/>
        </w:tabs>
        <w:spacing w:before="0"/>
        <w:ind w:left="260" w:hanging="260"/>
      </w:pPr>
      <w:r>
        <w:t xml:space="preserve">Kterákoli ze smluvních stran má právo smlouvu předčasně ukončit jednostrannou písemnou listinnou výpovědí s výpovědní lhůtou 1 měsíc od doručení výpovědi </w:t>
      </w:r>
      <w:r>
        <w:t>protistraně.</w:t>
      </w:r>
    </w:p>
    <w:p w:rsidR="00E9747C" w:rsidRDefault="009A1E20">
      <w:pPr>
        <w:pStyle w:val="Zkladntext20"/>
        <w:numPr>
          <w:ilvl w:val="0"/>
          <w:numId w:val="10"/>
        </w:numPr>
        <w:shd w:val="clear" w:color="auto" w:fill="auto"/>
        <w:tabs>
          <w:tab w:val="left" w:pos="303"/>
        </w:tabs>
        <w:spacing w:before="0"/>
        <w:ind w:left="260" w:hanging="260"/>
      </w:pPr>
      <w:r>
        <w:t>Smlouva může být ukončena jednostranným odstoupením kterékoliv ze smluvních stran v případě podstatného porušení povinností druhou stranou dle obecně závazných právních předpisů.</w:t>
      </w:r>
    </w:p>
    <w:p w:rsidR="00E9747C" w:rsidRDefault="009A1E20">
      <w:pPr>
        <w:pStyle w:val="Zkladntext20"/>
        <w:numPr>
          <w:ilvl w:val="0"/>
          <w:numId w:val="10"/>
        </w:numPr>
        <w:shd w:val="clear" w:color="auto" w:fill="auto"/>
        <w:tabs>
          <w:tab w:val="left" w:pos="303"/>
        </w:tabs>
        <w:spacing w:before="0"/>
        <w:ind w:firstLine="0"/>
        <w:jc w:val="both"/>
      </w:pPr>
      <w:r>
        <w:t>Provozovatel DS má dále právo na odstoupení od této smlouvy</w:t>
      </w:r>
    </w:p>
    <w:p w:rsidR="00E9747C" w:rsidRDefault="009A1E20">
      <w:pPr>
        <w:pStyle w:val="Zkladntext20"/>
        <w:numPr>
          <w:ilvl w:val="0"/>
          <w:numId w:val="11"/>
        </w:numPr>
        <w:shd w:val="clear" w:color="auto" w:fill="auto"/>
        <w:tabs>
          <w:tab w:val="left" w:pos="548"/>
        </w:tabs>
        <w:spacing w:before="0"/>
        <w:ind w:left="480" w:hanging="220"/>
      </w:pPr>
      <w:r>
        <w:t>jest</w:t>
      </w:r>
      <w:r>
        <w:t>liže Žadatel bez dalšího projednání s Provozovatelem DS neuhradí své finanční závazky dle čl. III. odst. 2) této smlouvy včas, ani v dodatečné lhůtě 15 dnů ode dne termínů splatnosti kterékoli z plateb, uvedených v této smlouvě.</w:t>
      </w:r>
    </w:p>
    <w:p w:rsidR="00E9747C" w:rsidRDefault="009A1E20">
      <w:pPr>
        <w:pStyle w:val="Zkladntext20"/>
        <w:numPr>
          <w:ilvl w:val="0"/>
          <w:numId w:val="11"/>
        </w:numPr>
        <w:shd w:val="clear" w:color="auto" w:fill="auto"/>
        <w:tabs>
          <w:tab w:val="left" w:pos="563"/>
        </w:tabs>
        <w:spacing w:before="0"/>
        <w:ind w:left="480" w:hanging="220"/>
        <w:jc w:val="both"/>
      </w:pPr>
      <w:r>
        <w:t>nebude splněna některá z po</w:t>
      </w:r>
      <w:r>
        <w:t>dmínek uvedených v čl. II odst. 1) písm. c) a d) této smlouvy.</w:t>
      </w:r>
    </w:p>
    <w:p w:rsidR="00E9747C" w:rsidRDefault="009A1E20">
      <w:pPr>
        <w:pStyle w:val="Zkladntext20"/>
        <w:numPr>
          <w:ilvl w:val="0"/>
          <w:numId w:val="10"/>
        </w:numPr>
        <w:shd w:val="clear" w:color="auto" w:fill="auto"/>
        <w:tabs>
          <w:tab w:val="left" w:pos="303"/>
        </w:tabs>
        <w:spacing w:before="0"/>
        <w:ind w:left="260" w:hanging="260"/>
      </w:pPr>
      <w:r>
        <w:t>Odstoupení od této smlouvy musí být učiněno písemně v listinné podobě. Odstoupením smlouva zaniká, když projev vůle oprávněné osoby odstoupit od smlouvy je doručen druhé straně.</w:t>
      </w:r>
    </w:p>
    <w:p w:rsidR="00E9747C" w:rsidRDefault="009A1E20">
      <w:pPr>
        <w:pStyle w:val="Zkladntext20"/>
        <w:numPr>
          <w:ilvl w:val="0"/>
          <w:numId w:val="10"/>
        </w:numPr>
        <w:shd w:val="clear" w:color="auto" w:fill="auto"/>
        <w:tabs>
          <w:tab w:val="left" w:pos="303"/>
        </w:tabs>
        <w:spacing w:before="0"/>
        <w:ind w:left="260" w:hanging="260"/>
      </w:pPr>
      <w:r>
        <w:t>V případě ukonč</w:t>
      </w:r>
      <w:r>
        <w:t>ení smlouvy, kdy Provozovatel DS dosud nevynaložil a nebude nucen vynaložit oprávněné náklady, bude dosud uhrazená částka vrácena Žadateli.</w:t>
      </w:r>
    </w:p>
    <w:p w:rsidR="00E9747C" w:rsidRDefault="009A1E20">
      <w:pPr>
        <w:framePr w:h="480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886325" cy="304800"/>
            <wp:effectExtent l="0" t="0" r="0" b="0"/>
            <wp:docPr id="5" name="obrázek 1" descr="C:\Users\ZAPLET~1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PLET~1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47C" w:rsidRDefault="009A1E20">
      <w:pPr>
        <w:rPr>
          <w:sz w:val="2"/>
          <w:szCs w:val="2"/>
        </w:rPr>
      </w:pPr>
      <w:r>
        <w:br w:type="page"/>
      </w:r>
    </w:p>
    <w:p w:rsidR="00E9747C" w:rsidRDefault="009A1E20">
      <w:pPr>
        <w:pStyle w:val="Zkladntext20"/>
        <w:numPr>
          <w:ilvl w:val="0"/>
          <w:numId w:val="10"/>
        </w:numPr>
        <w:shd w:val="clear" w:color="auto" w:fill="auto"/>
        <w:tabs>
          <w:tab w:val="left" w:pos="289"/>
        </w:tabs>
        <w:spacing w:before="0"/>
        <w:ind w:left="260" w:hanging="260"/>
      </w:pPr>
      <w:r>
        <w:lastRenderedPageBreak/>
        <w:t xml:space="preserve">V případě ukončení smlouvy výpovědí Žadatele nebo v případě ukončení smlouvy dohodou z důvodů, které nelze přičítat Provozovateli DS nebo v případě ukončení smlouvy odstoupením Provozovatele DS dle této smlouvy (vyjma odstoupení dle odst. 5) </w:t>
      </w:r>
      <w:r>
        <w:t>písm. b) tohoto článku) je Žadatel povinen uhradit Provozovateli DS veškeré oprávněné náklady, které Provozovatel DS dosud vynaložil anebo které bude nucen ještě vynaložit v souvislosti s touto smlouvou.</w:t>
      </w:r>
    </w:p>
    <w:p w:rsidR="00E9747C" w:rsidRDefault="009A1E20">
      <w:pPr>
        <w:pStyle w:val="Zkladntext20"/>
        <w:numPr>
          <w:ilvl w:val="0"/>
          <w:numId w:val="10"/>
        </w:numPr>
        <w:shd w:val="clear" w:color="auto" w:fill="auto"/>
        <w:tabs>
          <w:tab w:val="left" w:pos="294"/>
        </w:tabs>
        <w:spacing w:before="0"/>
        <w:ind w:left="260" w:hanging="260"/>
      </w:pPr>
      <w:r>
        <w:t>V případě ukončení smlouvy odstoupením ze strany Pro</w:t>
      </w:r>
      <w:r>
        <w:t>vozovatele DS z důvodu dle čl. V. odst. 5) písm. b) budou smluvní strany hradit veškeré oprávněné náklady, které Provozovatel DS vynaložil nebo které bude nucen ještě vynaložit v souvislosti s touto smlouvou, a to společně a nerozdílně. V tomto případě nep</w:t>
      </w:r>
      <w:r>
        <w:t>řesáhne platba Žadatele částku, sjednanou jako první splátka dle čl. III. odst. 2) této smlouvy.</w:t>
      </w:r>
    </w:p>
    <w:p w:rsidR="00E9747C" w:rsidRDefault="009A1E20">
      <w:pPr>
        <w:pStyle w:val="Zkladntext20"/>
        <w:numPr>
          <w:ilvl w:val="0"/>
          <w:numId w:val="10"/>
        </w:numPr>
        <w:shd w:val="clear" w:color="auto" w:fill="auto"/>
        <w:tabs>
          <w:tab w:val="left" w:pos="375"/>
        </w:tabs>
        <w:spacing w:before="0" w:after="176"/>
        <w:ind w:left="260" w:hanging="260"/>
      </w:pPr>
      <w:r>
        <w:t>Smluvní strany se dohodly, že nároky Provozovatele DS odpovídající povinnosti Žadatele dle odst. 8) a odst. 9) tohoto článku budou přednostně uhrazeny z plateb</w:t>
      </w:r>
      <w:r>
        <w:t xml:space="preserve">, které Žadatel Provozovateli DS již poskytl za trvání smlouvy, jejich započtením. Provozovatel DS je povinen započtení oznámit Žadateli. V případě, že tyto již poskytnuté platby plně nepokryjí veškeré nároky, Žadatel nedoplatek Provozovateli DS uhradí na </w:t>
      </w:r>
      <w:r>
        <w:t>základě předpisu platby. V případě, že nároky Provozovatele DS již poskytnuté platby nepřevýší, Provozovatel DS zbylou částku po započtení vlastních nároků Žadateli vrátí.</w:t>
      </w:r>
    </w:p>
    <w:p w:rsidR="00E9747C" w:rsidRDefault="009A1E20">
      <w:pPr>
        <w:pStyle w:val="Nadpis30"/>
        <w:keepNext/>
        <w:keepLines/>
        <w:numPr>
          <w:ilvl w:val="0"/>
          <w:numId w:val="1"/>
        </w:numPr>
        <w:shd w:val="clear" w:color="auto" w:fill="auto"/>
        <w:tabs>
          <w:tab w:val="left" w:pos="399"/>
        </w:tabs>
        <w:spacing w:before="0" w:line="230" w:lineRule="exact"/>
        <w:ind w:left="260"/>
      </w:pPr>
      <w:bookmarkStart w:id="6" w:name="bookmark8"/>
      <w:r>
        <w:t>Ochrana osobních údajů</w:t>
      </w:r>
      <w:bookmarkEnd w:id="6"/>
    </w:p>
    <w:p w:rsidR="00E9747C" w:rsidRDefault="009A1E20">
      <w:pPr>
        <w:pStyle w:val="Zkladntext20"/>
        <w:numPr>
          <w:ilvl w:val="0"/>
          <w:numId w:val="12"/>
        </w:numPr>
        <w:shd w:val="clear" w:color="auto" w:fill="auto"/>
        <w:tabs>
          <w:tab w:val="left" w:pos="274"/>
        </w:tabs>
        <w:spacing w:before="0" w:line="230" w:lineRule="exact"/>
        <w:ind w:left="260" w:hanging="260"/>
        <w:jc w:val="both"/>
      </w:pPr>
      <w:r>
        <w:t xml:space="preserve">Žadatel </w:t>
      </w:r>
      <w:r>
        <w:t>nebo osoba oprávněná jednat za Žadatele prohlašuje a podpisem této smlouvy potvrzuje, že jej již Provozovatel DS informoval o zpracování osobních údajů prostřednictvím příslušné žádosti nebo formuláře předcházejícího uzavření této Smlouvy.</w:t>
      </w:r>
    </w:p>
    <w:p w:rsidR="00E9747C" w:rsidRDefault="009A1E20">
      <w:pPr>
        <w:pStyle w:val="Zkladntext20"/>
        <w:numPr>
          <w:ilvl w:val="0"/>
          <w:numId w:val="12"/>
        </w:numPr>
        <w:shd w:val="clear" w:color="auto" w:fill="auto"/>
        <w:tabs>
          <w:tab w:val="left" w:pos="298"/>
        </w:tabs>
        <w:spacing w:before="0" w:after="184" w:line="230" w:lineRule="exact"/>
        <w:ind w:left="260" w:hanging="260"/>
      </w:pPr>
      <w:r>
        <w:t xml:space="preserve">Veškeré informace o zpracování osobních údajů Žadatele, osoby oprávněné jednat za Žadatele a dalších osob, které souvisí s touto Smlouvou, jsou trvale dostupné na </w:t>
      </w:r>
      <w:hyperlink r:id="rId14" w:history="1">
        <w:r>
          <w:rPr>
            <w:rStyle w:val="Hypertextovodkaz"/>
            <w:lang w:val="en-US" w:eastAsia="en-US" w:bidi="en-US"/>
          </w:rPr>
          <w:t>www.eon-distribuce.cz</w:t>
        </w:r>
      </w:hyperlink>
      <w:r>
        <w:rPr>
          <w:lang w:val="en-US" w:eastAsia="en-US" w:bidi="en-US"/>
        </w:rPr>
        <w:t xml:space="preserve"> </w:t>
      </w:r>
      <w:r>
        <w:t>v sekci Ochrana osobních úda</w:t>
      </w:r>
      <w:r>
        <w:t>jů.</w:t>
      </w:r>
    </w:p>
    <w:p w:rsidR="00E9747C" w:rsidRDefault="009A1E20">
      <w:pPr>
        <w:pStyle w:val="Nadpis30"/>
        <w:keepNext/>
        <w:keepLines/>
        <w:numPr>
          <w:ilvl w:val="0"/>
          <w:numId w:val="1"/>
        </w:numPr>
        <w:shd w:val="clear" w:color="auto" w:fill="auto"/>
        <w:tabs>
          <w:tab w:val="left" w:pos="481"/>
        </w:tabs>
        <w:spacing w:before="0"/>
        <w:ind w:left="260"/>
      </w:pPr>
      <w:bookmarkStart w:id="7" w:name="bookmark9"/>
      <w:r>
        <w:t>Ostatní ujednání</w:t>
      </w:r>
      <w:bookmarkEnd w:id="7"/>
    </w:p>
    <w:p w:rsidR="00E9747C" w:rsidRDefault="009A1E20">
      <w:pPr>
        <w:pStyle w:val="Zkladntext20"/>
        <w:numPr>
          <w:ilvl w:val="0"/>
          <w:numId w:val="13"/>
        </w:numPr>
        <w:shd w:val="clear" w:color="auto" w:fill="auto"/>
        <w:tabs>
          <w:tab w:val="left" w:pos="274"/>
        </w:tabs>
        <w:spacing w:before="0"/>
        <w:ind w:left="260" w:hanging="260"/>
        <w:jc w:val="both"/>
      </w:pPr>
      <w:r>
        <w:t>Žadatel bere na vědomí, že stávající část zařízení distribuční soustavy uvedená v článku I. této smlouvy bude až</w:t>
      </w:r>
    </w:p>
    <w:p w:rsidR="00E9747C" w:rsidRDefault="009A1E20">
      <w:pPr>
        <w:pStyle w:val="Zkladntext20"/>
        <w:shd w:val="clear" w:color="auto" w:fill="auto"/>
        <w:spacing w:before="0"/>
        <w:ind w:left="260" w:firstLine="0"/>
      </w:pPr>
      <w:r>
        <w:t xml:space="preserve">do dokončení provedení přeložky, tj. až do doby kolaudace stavby přeložky zařízení distribuční soustavy pod napětím, a do </w:t>
      </w:r>
      <w:r>
        <w:t>tohoto data nebude provedena jeho demontáž.</w:t>
      </w:r>
    </w:p>
    <w:p w:rsidR="00E9747C" w:rsidRDefault="009A1E20">
      <w:pPr>
        <w:pStyle w:val="Zkladntext20"/>
        <w:numPr>
          <w:ilvl w:val="0"/>
          <w:numId w:val="13"/>
        </w:numPr>
        <w:shd w:val="clear" w:color="auto" w:fill="auto"/>
        <w:tabs>
          <w:tab w:val="left" w:pos="294"/>
        </w:tabs>
        <w:spacing w:before="0"/>
        <w:ind w:left="260" w:hanging="260"/>
      </w:pPr>
      <w:r>
        <w:t>Žadatel bere na vědomí, že Provozovatel DS po provedení přeložky zůstává výhradním vlastníkem přeloženého zařízení ve smyslu § 47 zákona č. 458/2000 Sb., ve znění pozdějších předpisů.</w:t>
      </w:r>
    </w:p>
    <w:p w:rsidR="00E9747C" w:rsidRDefault="009A1E20">
      <w:pPr>
        <w:pStyle w:val="Zkladntext20"/>
        <w:numPr>
          <w:ilvl w:val="0"/>
          <w:numId w:val="13"/>
        </w:numPr>
        <w:shd w:val="clear" w:color="auto" w:fill="auto"/>
        <w:tabs>
          <w:tab w:val="left" w:pos="294"/>
        </w:tabs>
        <w:spacing w:before="0"/>
        <w:ind w:left="260" w:hanging="260"/>
      </w:pPr>
      <w:r>
        <w:t xml:space="preserve">Smluvní strany jsou zbaveny </w:t>
      </w:r>
      <w:r>
        <w:t>odpovědnosti za částečné nebo úplné neplnění povinností daných smlouvou v případech, kdy toto neplnění bylo výsledkem okolností vylučujících odpovědnost nebo za podmínek vyplývajících ze zákona</w:t>
      </w:r>
    </w:p>
    <w:p w:rsidR="00E9747C" w:rsidRDefault="009A1E20">
      <w:pPr>
        <w:pStyle w:val="Zkladntext20"/>
        <w:shd w:val="clear" w:color="auto" w:fill="auto"/>
        <w:spacing w:before="0"/>
        <w:ind w:left="260" w:firstLine="0"/>
      </w:pPr>
      <w:r>
        <w:t>č. 458/2000 Sb., ve znění pozdějších předpisů.</w:t>
      </w:r>
    </w:p>
    <w:p w:rsidR="00E9747C" w:rsidRDefault="009A1E20">
      <w:pPr>
        <w:pStyle w:val="Zkladntext20"/>
        <w:numPr>
          <w:ilvl w:val="0"/>
          <w:numId w:val="13"/>
        </w:numPr>
        <w:shd w:val="clear" w:color="auto" w:fill="auto"/>
        <w:tabs>
          <w:tab w:val="left" w:pos="294"/>
        </w:tabs>
        <w:spacing w:before="0"/>
        <w:ind w:left="260" w:hanging="260"/>
      </w:pPr>
      <w:r>
        <w:t>Tato smlouva mů</w:t>
      </w:r>
      <w:r>
        <w:t>že být měněna nebo doplňována pouze formou písemných a číslovaných dodatků, podepsaných oběma smluvními stranami. Změnu identifikačních údajů žadatele (údaje uvedené v záhlaví této smlouvy) je možné provést prostřednictvím písemného oznámení podepsaného Ža</w:t>
      </w:r>
      <w:r>
        <w:t>datelem, kdy účinnost změny identifikačních údajů nastává doručením tohoto oznámení Provozovateli DS.</w:t>
      </w:r>
    </w:p>
    <w:p w:rsidR="00E9747C" w:rsidRDefault="009A1E20">
      <w:pPr>
        <w:pStyle w:val="Zkladntext20"/>
        <w:numPr>
          <w:ilvl w:val="0"/>
          <w:numId w:val="13"/>
        </w:numPr>
        <w:shd w:val="clear" w:color="auto" w:fill="auto"/>
        <w:tabs>
          <w:tab w:val="left" w:pos="294"/>
        </w:tabs>
        <w:spacing w:before="0"/>
        <w:ind w:left="260" w:right="940" w:hanging="260"/>
      </w:pPr>
      <w:r>
        <w:t xml:space="preserve">Ostatní záležitosti touto smlouvou neupravené se řídí občanským zákoníkem č. 89/2012 Sb. v platném znění a energetickým zákonem č. 458/2000 Sb. v platném </w:t>
      </w:r>
      <w:r>
        <w:t>znění.</w:t>
      </w:r>
    </w:p>
    <w:p w:rsidR="00E9747C" w:rsidRDefault="009A1E20">
      <w:pPr>
        <w:pStyle w:val="Zkladntext20"/>
        <w:numPr>
          <w:ilvl w:val="0"/>
          <w:numId w:val="13"/>
        </w:numPr>
        <w:shd w:val="clear" w:color="auto" w:fill="auto"/>
        <w:tabs>
          <w:tab w:val="left" w:pos="294"/>
        </w:tabs>
        <w:spacing w:before="0"/>
        <w:ind w:left="260" w:hanging="260"/>
      </w:pPr>
      <w:r>
        <w:t>Obě strany se zavazují vzájemně se informovat o jakýchkoliv změnách nezbytných pro řádné provádění této smlouvy, zejména pak o změnách identifikačních údajů Žadatele a to nejpozději do 30 dnů od provedení této změny.</w:t>
      </w:r>
    </w:p>
    <w:p w:rsidR="00E9747C" w:rsidRDefault="009A1E20">
      <w:pPr>
        <w:pStyle w:val="Zkladntext20"/>
        <w:numPr>
          <w:ilvl w:val="0"/>
          <w:numId w:val="13"/>
        </w:numPr>
        <w:shd w:val="clear" w:color="auto" w:fill="auto"/>
        <w:tabs>
          <w:tab w:val="left" w:pos="294"/>
        </w:tabs>
        <w:spacing w:before="0"/>
        <w:ind w:left="260" w:hanging="260"/>
        <w:jc w:val="both"/>
      </w:pPr>
      <w:r>
        <w:t xml:space="preserve">Veškerá práva a povinnosti z </w:t>
      </w:r>
      <w:r>
        <w:t>této smlouvy plynoucí přechází na právní nástupce obou smluvních stran.</w:t>
      </w:r>
    </w:p>
    <w:p w:rsidR="00E9747C" w:rsidRDefault="009A1E20">
      <w:pPr>
        <w:pStyle w:val="Zkladntext20"/>
        <w:numPr>
          <w:ilvl w:val="0"/>
          <w:numId w:val="13"/>
        </w:numPr>
        <w:shd w:val="clear" w:color="auto" w:fill="auto"/>
        <w:tabs>
          <w:tab w:val="left" w:pos="294"/>
        </w:tabs>
        <w:spacing w:before="0"/>
        <w:ind w:left="260" w:hanging="260"/>
      </w:pPr>
      <w:r>
        <w:t>Ve smyslu ustanovení § 89 a zákona č.99/1963 Sb., občanského soudního řádu se smluvní strany dohodly, že v případě řešení sporů soudní cestou bude místně příslušným soudem Okresní soud</w:t>
      </w:r>
      <w:r>
        <w:t xml:space="preserve"> v Českých Budějovicích popř. Krajský soud v Českých Budějovicích.</w:t>
      </w:r>
    </w:p>
    <w:p w:rsidR="00E9747C" w:rsidRDefault="009A1E20">
      <w:pPr>
        <w:pStyle w:val="Zkladntext20"/>
        <w:numPr>
          <w:ilvl w:val="0"/>
          <w:numId w:val="13"/>
        </w:numPr>
        <w:shd w:val="clear" w:color="auto" w:fill="auto"/>
        <w:tabs>
          <w:tab w:val="left" w:pos="294"/>
        </w:tabs>
        <w:spacing w:before="0"/>
        <w:ind w:left="260" w:hanging="260"/>
        <w:jc w:val="both"/>
      </w:pPr>
      <w:r>
        <w:t>Smlouvu lze uzavřít v listinné podobě nebo v elektronické podobě. Zaslal-li Provozovatel DS Žadateli návrh smlouvy v listinné podobě, podepíše Žadatel nebo jeho oprávněný zástupce vlastnoru</w:t>
      </w:r>
      <w:r>
        <w:t>čně návrh smlouvy a zašle jedno vyhotovení smlouvy Provozovateli DS. Zaslal-li Provozovatel DS Žadateli návrh smlouvy v elektronické podobě ve formátu PDF s elektronickým podpisem osoby jednající za Provozovatele DS, podepíše Žadatel nebo jeho oprávněný zá</w:t>
      </w:r>
      <w:r>
        <w:t>stupce (jednající osoba) návrh smlouvy elektronickým podpisem a zašle podepsanou smlouvu v elektronické podobě Provozovateli DS. Smluvní strany se pro účely uzavření smlouvy v elektronické podobě výslovně dohodly, že k platnému elektronickému podepsání sml</w:t>
      </w:r>
      <w:r>
        <w:t>ouvy jednajícími osobami smluvních stran může být použit výhradně platný kvalifikovaný elektronický podpis nebo platný zaručený elektronický podpis založený na kvalifikovaném certifikátu.</w:t>
      </w:r>
    </w:p>
    <w:p w:rsidR="00E9747C" w:rsidRDefault="009A1E20">
      <w:pPr>
        <w:pStyle w:val="Zkladntext20"/>
        <w:numPr>
          <w:ilvl w:val="0"/>
          <w:numId w:val="13"/>
        </w:numPr>
        <w:shd w:val="clear" w:color="auto" w:fill="auto"/>
        <w:tabs>
          <w:tab w:val="left" w:pos="370"/>
        </w:tabs>
        <w:spacing w:before="0"/>
        <w:ind w:left="260" w:hanging="260"/>
      </w:pPr>
      <w:r>
        <w:t>Smluvní strany prohlašují, že se s textem této smlouvy seznámily a s</w:t>
      </w:r>
      <w:r>
        <w:t>ouhlasí s ním, na důkaz čehož ji oprávněné osoby obou smluvních stran připojují své podpisy.</w:t>
      </w:r>
    </w:p>
    <w:p w:rsidR="00E9747C" w:rsidRDefault="009A1E20">
      <w:pPr>
        <w:pStyle w:val="Zkladntext20"/>
        <w:numPr>
          <w:ilvl w:val="0"/>
          <w:numId w:val="13"/>
        </w:numPr>
        <w:shd w:val="clear" w:color="auto" w:fill="auto"/>
        <w:tabs>
          <w:tab w:val="left" w:pos="370"/>
        </w:tabs>
        <w:spacing w:before="0"/>
        <w:ind w:left="260" w:hanging="260"/>
        <w:jc w:val="both"/>
      </w:pPr>
      <w:r>
        <w:t>Smlouva nabývá platnosti dnem jejího podpisu smluvními stranami.</w:t>
      </w:r>
    </w:p>
    <w:p w:rsidR="00E9747C" w:rsidRDefault="009A1E20">
      <w:pPr>
        <w:pStyle w:val="Zkladntext20"/>
        <w:numPr>
          <w:ilvl w:val="0"/>
          <w:numId w:val="13"/>
        </w:numPr>
        <w:shd w:val="clear" w:color="auto" w:fill="auto"/>
        <w:tabs>
          <w:tab w:val="left" w:pos="370"/>
        </w:tabs>
        <w:spacing w:before="0"/>
        <w:ind w:left="260" w:hanging="260"/>
      </w:pPr>
      <w:r>
        <w:t>Je-li Žadatel povinným subjektem dle zákona č. 106/1999 Sb., o svobodném přístupu k informacím v p</w:t>
      </w:r>
      <w:r>
        <w:t>latném znění a použil pro plnění dle této smlouvy veřejné prostředky, smluvní strany po dohodě souhlasí, že informace o rozsahu a příjemci těchto prostředků (základní identifikační údaje Provozovatele DS) mohou být poskytnuty třetím stranám na základě žádo</w:t>
      </w:r>
      <w:r>
        <w:t>sti nebo jejich zveřejněním. Žadatel se zavazuje z takového poskytnutí nebo zveřejnění vyloučit (např: začeměním) veškeré identifikační a kontaktní údaje zástupců Provozovatele DS, jakož i jakékoliv jiné osobní údaje.</w:t>
      </w:r>
    </w:p>
    <w:p w:rsidR="00E9747C" w:rsidRDefault="009A1E20">
      <w:pPr>
        <w:pStyle w:val="Zkladntext20"/>
        <w:numPr>
          <w:ilvl w:val="0"/>
          <w:numId w:val="13"/>
        </w:numPr>
        <w:shd w:val="clear" w:color="auto" w:fill="auto"/>
        <w:tabs>
          <w:tab w:val="left" w:pos="370"/>
        </w:tabs>
        <w:spacing w:before="0"/>
        <w:ind w:left="260" w:hanging="260"/>
      </w:pPr>
      <w:r>
        <w:t>Je-li Žadatel povinným subjektem dle u</w:t>
      </w:r>
      <w:r>
        <w:t>stanovení § 2 odst. 1 zákona č. 340/2015 Sb., o zvláštních podmínkách účinnosti některých smluv, uveřejňování těchto smluv a o registru smluv (zákon o registru smluv), zavazuje se v souvislosti</w:t>
      </w:r>
    </w:p>
    <w:p w:rsidR="00E9747C" w:rsidRDefault="009A1E20">
      <w:pPr>
        <w:pStyle w:val="Zkladntext20"/>
        <w:shd w:val="clear" w:color="auto" w:fill="auto"/>
        <w:spacing w:before="0"/>
        <w:ind w:left="260" w:firstLine="0"/>
      </w:pPr>
      <w:r>
        <w:rPr>
          <w:noProof/>
          <w:lang w:bidi="ar-SA"/>
        </w:rPr>
        <w:drawing>
          <wp:anchor distT="0" distB="254000" distL="438785" distR="63500" simplePos="0" relativeHeight="377487111" behindDoc="1" locked="0" layoutInCell="1" allowOverlap="1">
            <wp:simplePos x="0" y="0"/>
            <wp:positionH relativeFrom="margin">
              <wp:posOffset>438785</wp:posOffset>
            </wp:positionH>
            <wp:positionV relativeFrom="paragraph">
              <wp:posOffset>417830</wp:posOffset>
            </wp:positionV>
            <wp:extent cx="6156960" cy="463550"/>
            <wp:effectExtent l="0" t="0" r="0" b="0"/>
            <wp:wrapTopAndBottom/>
            <wp:docPr id="13" name="obrázek 13" descr="C:\Users\ZAPLET~1\AppData\Local\Temp\FineReader12.00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ZAPLET~1\AppData\Local\Temp\FineReader12.00\media\image6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96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 uzavřením této smlouvy splnit povinnosti vyplývající z uved</w:t>
      </w:r>
      <w:r>
        <w:t>eného zákona. Smluvní strany se dohodly, že smlouvu k uveřejnění zašle správci registru smluv Žadatel. Za případnou majetkovou újmu, která by nesplněním povinností</w:t>
      </w:r>
      <w:r>
        <w:br w:type="page"/>
      </w:r>
    </w:p>
    <w:p w:rsidR="00E9747C" w:rsidRDefault="009A1E20">
      <w:pPr>
        <w:pStyle w:val="Zkladntext20"/>
        <w:shd w:val="clear" w:color="auto" w:fill="auto"/>
        <w:spacing w:before="0" w:after="169" w:line="200" w:lineRule="exact"/>
        <w:ind w:left="260" w:firstLine="0"/>
      </w:pPr>
      <w:r>
        <w:lastRenderedPageBreak/>
        <w:t>Žadatele dle citovaného zákona vznikla Provozovateli DS, odpovídá Žadatel.</w:t>
      </w:r>
    </w:p>
    <w:p w:rsidR="00E9747C" w:rsidRDefault="009A1E20">
      <w:pPr>
        <w:pStyle w:val="Nadpis30"/>
        <w:keepNext/>
        <w:keepLines/>
        <w:numPr>
          <w:ilvl w:val="0"/>
          <w:numId w:val="1"/>
        </w:numPr>
        <w:shd w:val="clear" w:color="auto" w:fill="auto"/>
        <w:tabs>
          <w:tab w:val="left" w:pos="613"/>
        </w:tabs>
        <w:spacing w:before="0"/>
        <w:ind w:firstLine="0"/>
      </w:pPr>
      <w:bookmarkStart w:id="8" w:name="bookmark10"/>
      <w:r>
        <w:t xml:space="preserve">Akceptační </w:t>
      </w:r>
      <w:r>
        <w:t>ustanovení</w:t>
      </w:r>
      <w:bookmarkEnd w:id="8"/>
    </w:p>
    <w:p w:rsidR="00E9747C" w:rsidRDefault="009A1E20">
      <w:pPr>
        <w:pStyle w:val="Zkladntext20"/>
        <w:numPr>
          <w:ilvl w:val="0"/>
          <w:numId w:val="14"/>
        </w:numPr>
        <w:shd w:val="clear" w:color="auto" w:fill="auto"/>
        <w:tabs>
          <w:tab w:val="left" w:pos="334"/>
        </w:tabs>
        <w:spacing w:before="0"/>
        <w:ind w:left="260" w:hanging="260"/>
      </w:pPr>
      <w:r>
        <w:t>K přijetí návrhu této smlouvy stanovuje Provozovatel DS akceptační lhůtu v délce 90 dnů od okamžiku odeslání návrhu této smlouvy Žadateli.</w:t>
      </w:r>
    </w:p>
    <w:p w:rsidR="00E9747C" w:rsidRDefault="009A1E20">
      <w:pPr>
        <w:pStyle w:val="Zkladntext20"/>
        <w:numPr>
          <w:ilvl w:val="0"/>
          <w:numId w:val="14"/>
        </w:numPr>
        <w:shd w:val="clear" w:color="auto" w:fill="auto"/>
        <w:tabs>
          <w:tab w:val="left" w:pos="358"/>
        </w:tabs>
        <w:spacing w:before="0"/>
        <w:ind w:left="260" w:hanging="260"/>
      </w:pPr>
      <w:r>
        <w:t xml:space="preserve">Smlouva </w:t>
      </w:r>
      <w:bookmarkStart w:id="9" w:name="_GoBack"/>
      <w:bookmarkEnd w:id="9"/>
      <w:r>
        <w:t>je uzavřena za předpokladu, že Žadatel nejpozději do konce uvedené 90 denní lhůty vyhotovení smlouv</w:t>
      </w:r>
      <w:r>
        <w:t>y podepíše a zašle zpět Provozovateli DS. Jiná forma přijetí návrhu Smlouvy není možná. Pokud bude zaslaný podepsaný výtisk Smlouvy obsahovat jakékoliv vpisky, dodatky či odchylky, k uzavření smlouvy nedojde.</w:t>
      </w:r>
    </w:p>
    <w:p w:rsidR="00E9747C" w:rsidRDefault="009A1E20">
      <w:pPr>
        <w:pStyle w:val="Zkladntext20"/>
        <w:numPr>
          <w:ilvl w:val="0"/>
          <w:numId w:val="14"/>
        </w:numPr>
        <w:shd w:val="clear" w:color="auto" w:fill="auto"/>
        <w:tabs>
          <w:tab w:val="left" w:pos="358"/>
        </w:tabs>
        <w:spacing w:before="0" w:after="240"/>
        <w:ind w:firstLine="0"/>
        <w:jc w:val="both"/>
      </w:pPr>
      <w:r>
        <w:t>Marným uplynutím akceptační lhůty návrh této sm</w:t>
      </w:r>
      <w:r>
        <w:t>louvy zaniká.</w:t>
      </w:r>
    </w:p>
    <w:p w:rsidR="00E9747C" w:rsidRDefault="009A1E20">
      <w:pPr>
        <w:pStyle w:val="Zkladntext20"/>
        <w:shd w:val="clear" w:color="auto" w:fill="auto"/>
        <w:tabs>
          <w:tab w:val="left" w:pos="4860"/>
          <w:tab w:val="left" w:pos="6682"/>
          <w:tab w:val="left" w:leader="dot" w:pos="7104"/>
        </w:tabs>
        <w:spacing w:before="0"/>
        <w:ind w:firstLine="0"/>
        <w:jc w:val="both"/>
      </w:pPr>
      <w:r>
        <w:t>České Budějovice,</w:t>
      </w:r>
      <w:r>
        <w:tab/>
        <w:t>V</w:t>
      </w:r>
    </w:p>
    <w:p w:rsidR="00E9747C" w:rsidRDefault="009A1E20">
      <w:pPr>
        <w:pStyle w:val="Zkladntext20"/>
        <w:shd w:val="clear" w:color="auto" w:fill="auto"/>
        <w:tabs>
          <w:tab w:val="left" w:pos="4860"/>
        </w:tabs>
        <w:spacing w:before="0"/>
        <w:ind w:firstLine="0"/>
        <w:jc w:val="both"/>
      </w:pPr>
      <w:r>
        <w:t>dne: 07.10.2020</w:t>
      </w:r>
      <w:r>
        <w:tab/>
        <w:t>dne:</w:t>
      </w:r>
    </w:p>
    <w:p w:rsidR="00E9747C" w:rsidRDefault="009A1E20">
      <w:pPr>
        <w:pStyle w:val="Zkladntext20"/>
        <w:shd w:val="clear" w:color="auto" w:fill="auto"/>
        <w:tabs>
          <w:tab w:val="left" w:pos="4860"/>
        </w:tabs>
        <w:spacing w:before="0" w:after="87"/>
        <w:ind w:firstLine="0"/>
        <w:jc w:val="both"/>
      </w:pPr>
      <w:r>
        <w:t>Za Provozovatele DS:</w:t>
      </w:r>
      <w:r>
        <w:tab/>
        <w:t>Za Žadatele:</w:t>
      </w:r>
    </w:p>
    <w:p w:rsidR="009A1E20" w:rsidRDefault="009A1E20">
      <w:pPr>
        <w:pStyle w:val="Zkladntext20"/>
        <w:shd w:val="clear" w:color="auto" w:fill="auto"/>
        <w:tabs>
          <w:tab w:val="left" w:pos="4860"/>
        </w:tabs>
        <w:spacing w:before="0" w:line="230" w:lineRule="exact"/>
        <w:ind w:firstLine="0"/>
        <w:jc w:val="both"/>
      </w:pPr>
    </w:p>
    <w:p w:rsidR="009A1E20" w:rsidRDefault="009A1E20">
      <w:pPr>
        <w:pStyle w:val="Zkladntext20"/>
        <w:shd w:val="clear" w:color="auto" w:fill="auto"/>
        <w:tabs>
          <w:tab w:val="left" w:pos="4860"/>
        </w:tabs>
        <w:spacing w:before="0" w:line="230" w:lineRule="exact"/>
        <w:ind w:firstLine="0"/>
        <w:jc w:val="both"/>
      </w:pPr>
    </w:p>
    <w:p w:rsidR="009A1E20" w:rsidRDefault="009A1E20">
      <w:pPr>
        <w:pStyle w:val="Zkladntext20"/>
        <w:shd w:val="clear" w:color="auto" w:fill="auto"/>
        <w:tabs>
          <w:tab w:val="left" w:pos="4860"/>
        </w:tabs>
        <w:spacing w:before="0" w:line="230" w:lineRule="exact"/>
        <w:ind w:firstLine="0"/>
        <w:jc w:val="both"/>
      </w:pPr>
    </w:p>
    <w:p w:rsidR="00E9747C" w:rsidRDefault="009A1E20">
      <w:pPr>
        <w:pStyle w:val="Zkladntext20"/>
        <w:shd w:val="clear" w:color="auto" w:fill="auto"/>
        <w:tabs>
          <w:tab w:val="left" w:pos="4860"/>
        </w:tabs>
        <w:spacing w:before="0" w:line="230" w:lineRule="exact"/>
        <w:ind w:firstLine="0"/>
        <w:jc w:val="both"/>
      </w:pPr>
      <w:r>
        <w:t>Ing. Zdeněk Máca</w:t>
      </w:r>
      <w:r>
        <w:tab/>
        <w:t>Ing. Miroslav</w:t>
      </w:r>
      <w:r>
        <w:t xml:space="preserve"> Bocák</w:t>
      </w:r>
    </w:p>
    <w:p w:rsidR="00E9747C" w:rsidRDefault="009A1E20">
      <w:pPr>
        <w:pStyle w:val="Zkladntext20"/>
        <w:shd w:val="clear" w:color="auto" w:fill="auto"/>
        <w:tabs>
          <w:tab w:val="left" w:pos="4860"/>
        </w:tabs>
        <w:spacing w:before="0" w:line="230" w:lineRule="exact"/>
        <w:ind w:firstLine="0"/>
        <w:jc w:val="both"/>
        <w:sectPr w:rsidR="00E9747C">
          <w:footerReference w:type="even" r:id="rId16"/>
          <w:footerReference w:type="default" r:id="rId17"/>
          <w:footerReference w:type="first" r:id="rId18"/>
          <w:pgSz w:w="11900" w:h="16840"/>
          <w:pgMar w:top="281" w:right="682" w:bottom="458" w:left="682" w:header="0" w:footer="3" w:gutter="652"/>
          <w:cols w:space="720"/>
          <w:noEndnote/>
          <w:titlePg/>
          <w:docGrid w:linePitch="360"/>
        </w:sectPr>
      </w:pPr>
      <w:r>
        <w:t>xx</w:t>
      </w:r>
      <w:r>
        <w:tab/>
        <w:t>Správa železnic, státní organizace</w:t>
      </w:r>
    </w:p>
    <w:p w:rsidR="00E9747C" w:rsidRDefault="009A1E20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inline distT="0" distB="0" distL="0" distR="0">
                <wp:extent cx="7556500" cy="5993130"/>
                <wp:effectExtent l="0" t="4445" r="0" b="3175"/>
                <wp:docPr id="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599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747C" w:rsidRDefault="00E9747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6" o:spid="_x0000_s1029" type="#_x0000_t202" style="width:595pt;height:47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" filled="f" stroked="f">
                <v:textbox inset="0,0,0,0">
                  <w:txbxContent>
                    <w:p w:rsidR="00E9747C" w:rsidRDefault="00E9747C"/>
                  </w:txbxContent>
                </v:textbox>
                <w10:anchorlock/>
              </v:shape>
            </w:pict>
          </mc:Fallback>
        </mc:AlternateContent>
      </w:r>
      <w:r>
        <w:t xml:space="preserve"> </w:t>
      </w:r>
    </w:p>
    <w:p w:rsidR="00E9747C" w:rsidRDefault="00E9747C">
      <w:pPr>
        <w:rPr>
          <w:sz w:val="2"/>
          <w:szCs w:val="2"/>
        </w:rPr>
        <w:sectPr w:rsidR="00E9747C">
          <w:type w:val="continuous"/>
          <w:pgSz w:w="11900" w:h="16840"/>
          <w:pgMar w:top="211" w:right="0" w:bottom="0" w:left="0" w:header="0" w:footer="3" w:gutter="0"/>
          <w:cols w:space="720"/>
          <w:noEndnote/>
          <w:docGrid w:linePitch="360"/>
        </w:sectPr>
      </w:pPr>
    </w:p>
    <w:p w:rsidR="00E9747C" w:rsidRDefault="009A1E20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9" behindDoc="0" locked="0" layoutInCell="1" allowOverlap="1">
                <wp:simplePos x="0" y="0"/>
                <wp:positionH relativeFrom="margin">
                  <wp:posOffset>-396240</wp:posOffset>
                </wp:positionH>
                <wp:positionV relativeFrom="paragraph">
                  <wp:posOffset>84455</wp:posOffset>
                </wp:positionV>
                <wp:extent cx="247015" cy="127000"/>
                <wp:effectExtent l="635" t="0" r="0" b="1270"/>
                <wp:wrapNone/>
                <wp:docPr id="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747C" w:rsidRDefault="009A1E20">
                            <w:pPr>
                              <w:pStyle w:val="Zkladntext20"/>
                              <w:shd w:val="clear" w:color="auto" w:fill="auto"/>
                              <w:spacing w:before="0" w:line="200" w:lineRule="exact"/>
                              <w:ind w:firstLine="0"/>
                            </w:pPr>
                            <w:r>
                              <w:rPr>
                                <w:rStyle w:val="Zkladntext2Exact"/>
                              </w:rPr>
                              <w:t>4 |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margin-left:-31.2pt;margin-top:6.65pt;width:19.45pt;height:10pt;z-index:25165772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" filled="f" stroked="f">
                <v:textbox style="mso-fit-shape-to-text:t" inset="0,0,0,0">
                  <w:txbxContent>
                    <w:p w:rsidR="00E9747C" w:rsidRDefault="009A1E20">
                      <w:pPr>
                        <w:pStyle w:val="Zkladntext20"/>
                        <w:shd w:val="clear" w:color="auto" w:fill="auto"/>
                        <w:spacing w:before="0" w:line="200" w:lineRule="exact"/>
                        <w:ind w:firstLine="0"/>
                      </w:pPr>
                      <w:r>
                        <w:rPr>
                          <w:rStyle w:val="Zkladntext2Exact"/>
                        </w:rPr>
                        <w:t>4 | 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57732" behindDoc="1" locked="0" layoutInCell="1" allowOverlap="1">
            <wp:simplePos x="0" y="0"/>
            <wp:positionH relativeFrom="margin">
              <wp:posOffset>125095</wp:posOffset>
            </wp:positionH>
            <wp:positionV relativeFrom="paragraph">
              <wp:posOffset>3175</wp:posOffset>
            </wp:positionV>
            <wp:extent cx="1103630" cy="311150"/>
            <wp:effectExtent l="0" t="0" r="0" b="0"/>
            <wp:wrapNone/>
            <wp:docPr id="21" name="obrázek 21" descr="C:\Users\ZAPLET~1\AppData\Local\Temp\FineReader12.00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ZAPLET~1\AppData\Local\Temp\FineReader12.00\media\image9.jpe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63500" distR="63500" simplePos="0" relativeHeight="251657733" behindDoc="1" locked="0" layoutInCell="1" allowOverlap="1">
            <wp:simplePos x="0" y="0"/>
            <wp:positionH relativeFrom="margin">
              <wp:posOffset>1237615</wp:posOffset>
            </wp:positionH>
            <wp:positionV relativeFrom="paragraph">
              <wp:posOffset>3175</wp:posOffset>
            </wp:positionV>
            <wp:extent cx="2505710" cy="311150"/>
            <wp:effectExtent l="0" t="0" r="0" b="0"/>
            <wp:wrapNone/>
            <wp:docPr id="22" name="obrázek 22" descr="C:\Users\ZAPLET~1\AppData\Local\Temp\FineReader12.00\media\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ZAPLET~1\AppData\Local\Temp\FineReader12.00\media\image10.jpe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0" behindDoc="0" locked="0" layoutInCell="1" allowOverlap="1">
                <wp:simplePos x="0" y="0"/>
                <wp:positionH relativeFrom="margin">
                  <wp:posOffset>5163820</wp:posOffset>
                </wp:positionH>
                <wp:positionV relativeFrom="paragraph">
                  <wp:posOffset>71755</wp:posOffset>
                </wp:positionV>
                <wp:extent cx="658495" cy="127000"/>
                <wp:effectExtent l="0" t="1905" r="635" b="4445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747C" w:rsidRDefault="009A1E20">
                            <w:pPr>
                              <w:pStyle w:val="Titulekobrzku"/>
                              <w:shd w:val="clear" w:color="auto" w:fill="auto"/>
                              <w:spacing w:line="200" w:lineRule="exact"/>
                            </w:pPr>
                            <w:r>
                              <w:t>9090006070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1" type="#_x0000_t202" style="position:absolute;margin-left:406.6pt;margin-top:5.65pt;width:51.85pt;height:10pt;z-index:25165773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" filled="f" stroked="f">
                <v:textbox style="mso-fit-shape-to-text:t" inset="0,0,0,0">
                  <w:txbxContent>
                    <w:p w:rsidR="00E9747C" w:rsidRDefault="009A1E20">
                      <w:pPr>
                        <w:pStyle w:val="Titulekobrzku"/>
                        <w:shd w:val="clear" w:color="auto" w:fill="auto"/>
                        <w:spacing w:line="200" w:lineRule="exact"/>
                      </w:pPr>
                      <w:r>
                        <w:t>9090006070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57734" behindDoc="1" locked="0" layoutInCell="1" allowOverlap="1">
            <wp:simplePos x="0" y="0"/>
            <wp:positionH relativeFrom="margin">
              <wp:posOffset>3755390</wp:posOffset>
            </wp:positionH>
            <wp:positionV relativeFrom="paragraph">
              <wp:posOffset>0</wp:posOffset>
            </wp:positionV>
            <wp:extent cx="1286510" cy="316865"/>
            <wp:effectExtent l="0" t="0" r="0" b="0"/>
            <wp:wrapNone/>
            <wp:docPr id="24" name="obrázek 24" descr="C:\Users\ZAPLET~1\AppData\Local\Temp\FineReader12.00\media\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ZAPLET~1\AppData\Local\Temp\FineReader12.00\media\image11.jpe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anchor distT="0" distB="0" distL="63500" distR="63500" simplePos="0" relativeHeight="251657735" behindDoc="1" locked="0" layoutInCell="1" allowOverlap="1">
            <wp:simplePos x="0" y="0"/>
            <wp:positionH relativeFrom="margin">
              <wp:posOffset>6004560</wp:posOffset>
            </wp:positionH>
            <wp:positionV relativeFrom="paragraph">
              <wp:posOffset>191770</wp:posOffset>
            </wp:positionV>
            <wp:extent cx="377825" cy="311150"/>
            <wp:effectExtent l="0" t="0" r="0" b="0"/>
            <wp:wrapNone/>
            <wp:docPr id="25" name="obrázek 25" descr="C:\Users\ZAPLET~1\AppData\Local\Temp\FineReader12.00\media\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ZAPLET~1\AppData\Local\Temp\FineReader12.00\media\image12.jpe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47C" w:rsidRDefault="00E9747C">
      <w:pPr>
        <w:spacing w:line="419" w:lineRule="exact"/>
      </w:pPr>
    </w:p>
    <w:p w:rsidR="00E9747C" w:rsidRDefault="00E9747C">
      <w:pPr>
        <w:rPr>
          <w:sz w:val="2"/>
          <w:szCs w:val="2"/>
        </w:rPr>
      </w:pPr>
    </w:p>
    <w:sectPr w:rsidR="00E9747C">
      <w:type w:val="continuous"/>
      <w:pgSz w:w="11900" w:h="16840"/>
      <w:pgMar w:top="211" w:right="0" w:bottom="0" w:left="0" w:header="0" w:footer="3" w:gutter="1225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E20" w:rsidRDefault="009A1E20">
      <w:r>
        <w:separator/>
      </w:r>
    </w:p>
  </w:endnote>
  <w:endnote w:type="continuationSeparator" w:id="0">
    <w:p w:rsidR="009A1E20" w:rsidRDefault="009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47C" w:rsidRDefault="009A1E2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816610</wp:posOffset>
              </wp:positionH>
              <wp:positionV relativeFrom="page">
                <wp:posOffset>10299700</wp:posOffset>
              </wp:positionV>
              <wp:extent cx="6196330" cy="130810"/>
              <wp:effectExtent l="0" t="3175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6330" cy="130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747C" w:rsidRDefault="009A1E20">
                          <w:pPr>
                            <w:pStyle w:val="ZhlavneboZpat0"/>
                            <w:shd w:val="clear" w:color="auto" w:fill="auto"/>
                            <w:tabs>
                              <w:tab w:val="right" w:pos="9758"/>
                            </w:tabs>
                            <w:spacing w:line="240" w:lineRule="auto"/>
                          </w:pPr>
                          <w:r>
                            <w:rPr>
                              <w:rStyle w:val="ZhlavneboZpat1"/>
                            </w:rPr>
                            <w:t>1 I 4</w:t>
                          </w:r>
                          <w:r>
                            <w:rPr>
                              <w:rStyle w:val="ZhlavneboZpat1"/>
                            </w:rPr>
                            <w:tab/>
                            <w:t>9090006070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64.3pt;margin-top:811pt;width:487.9pt;height:10.3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" filled="f" stroked="f">
              <v:textbox style="mso-fit-shape-to-text:t" inset="0,0,0,0">
                <w:txbxContent>
                  <w:p w:rsidR="00E9747C" w:rsidRDefault="009A1E20">
                    <w:pPr>
                      <w:pStyle w:val="ZhlavneboZpat0"/>
                      <w:shd w:val="clear" w:color="auto" w:fill="auto"/>
                      <w:tabs>
                        <w:tab w:val="right" w:pos="9758"/>
                      </w:tabs>
                      <w:spacing w:line="240" w:lineRule="auto"/>
                    </w:pPr>
                    <w:r>
                      <w:rPr>
                        <w:rStyle w:val="ZhlavneboZpat1"/>
                      </w:rPr>
                      <w:t>1 I 4</w:t>
                    </w:r>
                    <w:r>
                      <w:rPr>
                        <w:rStyle w:val="ZhlavneboZpat1"/>
                      </w:rPr>
                      <w:tab/>
                      <w:t>9090006070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47C" w:rsidRDefault="009A1E2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816610</wp:posOffset>
              </wp:positionH>
              <wp:positionV relativeFrom="page">
                <wp:posOffset>10299700</wp:posOffset>
              </wp:positionV>
              <wp:extent cx="6196330" cy="131445"/>
              <wp:effectExtent l="0" t="3175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633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747C" w:rsidRDefault="009A1E20">
                          <w:pPr>
                            <w:pStyle w:val="ZhlavneboZpat0"/>
                            <w:shd w:val="clear" w:color="auto" w:fill="auto"/>
                            <w:tabs>
                              <w:tab w:val="right" w:pos="9758"/>
                            </w:tabs>
                            <w:spacing w:line="240" w:lineRule="auto"/>
                          </w:pPr>
                          <w:r>
                            <w:rPr>
                              <w:rStyle w:val="ZhlavneboZpat1"/>
                            </w:rPr>
                            <w:t>1 I 4</w:t>
                          </w:r>
                          <w:r>
                            <w:rPr>
                              <w:rStyle w:val="ZhlavneboZpat1"/>
                            </w:rPr>
                            <w:tab/>
                            <w:t>9090006070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64.3pt;margin-top:811pt;width:487.9pt;height:10.35pt;z-index:-188744063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" filled="f" stroked="f">
              <v:textbox style="mso-fit-shape-to-text:t" inset="0,0,0,0">
                <w:txbxContent>
                  <w:p w:rsidR="00E9747C" w:rsidRDefault="009A1E20">
                    <w:pPr>
                      <w:pStyle w:val="ZhlavneboZpat0"/>
                      <w:shd w:val="clear" w:color="auto" w:fill="auto"/>
                      <w:tabs>
                        <w:tab w:val="right" w:pos="9758"/>
                      </w:tabs>
                      <w:spacing w:line="240" w:lineRule="auto"/>
                    </w:pPr>
                    <w:r>
                      <w:rPr>
                        <w:rStyle w:val="ZhlavneboZpat1"/>
                      </w:rPr>
                      <w:t>1 I 4</w:t>
                    </w:r>
                    <w:r>
                      <w:rPr>
                        <w:rStyle w:val="ZhlavneboZpat1"/>
                      </w:rPr>
                      <w:tab/>
                      <w:t>9090006070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47C" w:rsidRDefault="00E9747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47C" w:rsidRDefault="009A1E2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786130</wp:posOffset>
              </wp:positionH>
              <wp:positionV relativeFrom="page">
                <wp:posOffset>10194925</wp:posOffset>
              </wp:positionV>
              <wp:extent cx="220345" cy="131445"/>
              <wp:effectExtent l="0" t="3175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34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747C" w:rsidRDefault="009A1E20">
                          <w:pPr>
                            <w:pStyle w:val="ZhlavneboZpat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ZhlavneboZpat1"/>
                            </w:rPr>
                            <w:t>3 | 4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61.9pt;margin-top:802.75pt;width:17.35pt;height:10.3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" filled="f" stroked="f">
              <v:textbox style="mso-fit-shape-to-text:t" inset="0,0,0,0">
                <w:txbxContent>
                  <w:p w:rsidR="00E9747C" w:rsidRDefault="009A1E20">
                    <w:pPr>
                      <w:pStyle w:val="ZhlavneboZpat0"/>
                      <w:shd w:val="clear" w:color="auto" w:fill="auto"/>
                      <w:spacing w:line="240" w:lineRule="auto"/>
                    </w:pPr>
                    <w:r>
                      <w:rPr>
                        <w:rStyle w:val="ZhlavneboZpat1"/>
                      </w:rPr>
                      <w:t>3 |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47C" w:rsidRDefault="009A1E2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386080</wp:posOffset>
              </wp:positionH>
              <wp:positionV relativeFrom="page">
                <wp:posOffset>10450195</wp:posOffset>
              </wp:positionV>
              <wp:extent cx="6184265" cy="131445"/>
              <wp:effectExtent l="0" t="1270" r="190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26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747C" w:rsidRDefault="009A1E20">
                          <w:pPr>
                            <w:pStyle w:val="ZhlavneboZpat0"/>
                            <w:shd w:val="clear" w:color="auto" w:fill="auto"/>
                            <w:tabs>
                              <w:tab w:val="right" w:pos="9739"/>
                            </w:tabs>
                            <w:spacing w:line="240" w:lineRule="auto"/>
                          </w:pPr>
                          <w:r>
                            <w:rPr>
                              <w:rStyle w:val="ZhlavneboZpat1"/>
                            </w:rPr>
                            <w:t>2 | 4</w:t>
                          </w:r>
                          <w:r>
                            <w:rPr>
                              <w:rStyle w:val="ZhlavneboZpat1"/>
                            </w:rPr>
                            <w:tab/>
                            <w:t>9090006070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30.4pt;margin-top:822.85pt;width:486.95pt;height:10.35pt;z-index:-188744061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" filled="f" stroked="f">
              <v:textbox style="mso-fit-shape-to-text:t" inset="0,0,0,0">
                <w:txbxContent>
                  <w:p w:rsidR="00E9747C" w:rsidRDefault="009A1E20">
                    <w:pPr>
                      <w:pStyle w:val="ZhlavneboZpat0"/>
                      <w:shd w:val="clear" w:color="auto" w:fill="auto"/>
                      <w:tabs>
                        <w:tab w:val="right" w:pos="9739"/>
                      </w:tabs>
                      <w:spacing w:line="240" w:lineRule="auto"/>
                    </w:pPr>
                    <w:r>
                      <w:rPr>
                        <w:rStyle w:val="ZhlavneboZpat1"/>
                      </w:rPr>
                      <w:t>2 | 4</w:t>
                    </w:r>
                    <w:r>
                      <w:rPr>
                        <w:rStyle w:val="ZhlavneboZpat1"/>
                      </w:rPr>
                      <w:tab/>
                      <w:t>9090006070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E20" w:rsidRDefault="009A1E20"/>
  </w:footnote>
  <w:footnote w:type="continuationSeparator" w:id="0">
    <w:p w:rsidR="009A1E20" w:rsidRDefault="009A1E2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06619"/>
    <w:multiLevelType w:val="multilevel"/>
    <w:tmpl w:val="417473C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39094C"/>
    <w:multiLevelType w:val="multilevel"/>
    <w:tmpl w:val="C2364D5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E83678"/>
    <w:multiLevelType w:val="multilevel"/>
    <w:tmpl w:val="9CB450A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D42C64"/>
    <w:multiLevelType w:val="multilevel"/>
    <w:tmpl w:val="736C99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181E92"/>
    <w:multiLevelType w:val="multilevel"/>
    <w:tmpl w:val="F0BE6B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8202B"/>
    <w:multiLevelType w:val="multilevel"/>
    <w:tmpl w:val="7D7EC4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CD1508"/>
    <w:multiLevelType w:val="multilevel"/>
    <w:tmpl w:val="094032F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847D8A"/>
    <w:multiLevelType w:val="multilevel"/>
    <w:tmpl w:val="F14447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FF40D73"/>
    <w:multiLevelType w:val="multilevel"/>
    <w:tmpl w:val="3064EB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550BA6"/>
    <w:multiLevelType w:val="multilevel"/>
    <w:tmpl w:val="050E33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9C6D47"/>
    <w:multiLevelType w:val="multilevel"/>
    <w:tmpl w:val="1DAE0B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1423B39"/>
    <w:multiLevelType w:val="multilevel"/>
    <w:tmpl w:val="744044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2C41561"/>
    <w:multiLevelType w:val="multilevel"/>
    <w:tmpl w:val="BFFCD32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5E5F41"/>
    <w:multiLevelType w:val="multilevel"/>
    <w:tmpl w:val="204A08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11"/>
  </w:num>
  <w:num w:numId="6">
    <w:abstractNumId w:val="5"/>
  </w:num>
  <w:num w:numId="7">
    <w:abstractNumId w:val="6"/>
  </w:num>
  <w:num w:numId="8">
    <w:abstractNumId w:val="8"/>
  </w:num>
  <w:num w:numId="9">
    <w:abstractNumId w:val="0"/>
  </w:num>
  <w:num w:numId="10">
    <w:abstractNumId w:val="10"/>
  </w:num>
  <w:num w:numId="11">
    <w:abstractNumId w:val="12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47C"/>
    <w:rsid w:val="009A1E20"/>
    <w:rsid w:val="00E9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E31C936"/>
  <w15:docId w15:val="{AFA8B664-83A0-479F-A0D5-133F58A62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DejaVu Sans" w:eastAsia="DejaVu Sans" w:hAnsi="DejaVu Sans" w:cs="DejaVu San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66CC"/>
      <w:u w:val="single"/>
    </w:rPr>
  </w:style>
  <w:style w:type="character" w:customStyle="1" w:styleId="ZhlavneboZpat">
    <w:name w:val="Záhlaví nebo Zápatí_"/>
    <w:basedOn w:val="Standardnpsmoodstavce"/>
    <w:link w:val="ZhlavneboZpat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ZhlavneboZpat1">
    <w:name w:val="Záhlaví nebo Zápatí"/>
    <w:basedOn w:val="ZhlavneboZpa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3Exact">
    <w:name w:val="Základní text (3) Exact"/>
    <w:basedOn w:val="Standardnpsmoodstavce"/>
    <w:link w:val="Zkladn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sz w:val="17"/>
      <w:szCs w:val="17"/>
      <w:u w:val="none"/>
    </w:rPr>
  </w:style>
  <w:style w:type="character" w:customStyle="1" w:styleId="Zkladntext3Exact0">
    <w:name w:val="Základní text (3) Exact"/>
    <w:basedOn w:val="Zkladntext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7"/>
      <w:szCs w:val="17"/>
      <w:u w:val="none"/>
      <w:lang w:val="cs-CZ" w:eastAsia="cs-CZ" w:bidi="cs-CZ"/>
    </w:rPr>
  </w:style>
  <w:style w:type="character" w:customStyle="1" w:styleId="Zkladntext3Exact1">
    <w:name w:val="Základní text (3) Exact"/>
    <w:basedOn w:val="Zkladntext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7"/>
      <w:szCs w:val="17"/>
      <w:u w:val="none"/>
      <w:lang w:val="cs-CZ" w:eastAsia="cs-CZ" w:bidi="cs-CZ"/>
    </w:rPr>
  </w:style>
  <w:style w:type="character" w:customStyle="1" w:styleId="Zkladntext5Exact">
    <w:name w:val="Základní text (5) Exact"/>
    <w:basedOn w:val="Standardnpsmoodstavce"/>
    <w:link w:val="Zkladn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Zkladntext6Exact">
    <w:name w:val="Základní text (6) Exact"/>
    <w:basedOn w:val="Standardnpsmoodstavce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dpis32Exact">
    <w:name w:val="Nadpis #3 (2) Exact"/>
    <w:basedOn w:val="Standardnpsmoodstavce"/>
    <w:link w:val="Nadpis32"/>
    <w:rPr>
      <w:rFonts w:ascii="Candara" w:eastAsia="Candara" w:hAnsi="Candara" w:cs="Candara"/>
      <w:b/>
      <w:bCs/>
      <w:i w:val="0"/>
      <w:iCs w:val="0"/>
      <w:smallCaps w:val="0"/>
      <w:strike w:val="0"/>
      <w:spacing w:val="-20"/>
      <w:sz w:val="24"/>
      <w:szCs w:val="24"/>
      <w:u w:val="none"/>
    </w:rPr>
  </w:style>
  <w:style w:type="character" w:customStyle="1" w:styleId="Nadpis32Exact0">
    <w:name w:val="Nadpis #3 (2) Exact"/>
    <w:basedOn w:val="Nadpis32Exact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4">
    <w:name w:val="Základní text (4)_"/>
    <w:basedOn w:val="Standardnpsmoodstavce"/>
    <w:link w:val="Zkladn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Tun">
    <w:name w:val="Základní text (2) + Tučné"/>
    <w:basedOn w:val="Zkladn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Nadpis3">
    <w:name w:val="Nadpis #3_"/>
    <w:basedOn w:val="Standardnpsmoodstavce"/>
    <w:link w:val="Nadpis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50"/>
      <w:sz w:val="76"/>
      <w:szCs w:val="76"/>
      <w:u w:val="none"/>
    </w:rPr>
  </w:style>
  <w:style w:type="character" w:customStyle="1" w:styleId="Nadpis11">
    <w:name w:val="Nadpis #1"/>
    <w:basedOn w:val="Nadpis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76"/>
      <w:szCs w:val="76"/>
      <w:u w:val="none"/>
      <w:lang w:val="cs-CZ" w:eastAsia="cs-CZ" w:bidi="cs-CZ"/>
    </w:rPr>
  </w:style>
  <w:style w:type="character" w:customStyle="1" w:styleId="Zkladntext7">
    <w:name w:val="Základní text (7)_"/>
    <w:basedOn w:val="Standardnpsmoodstavce"/>
    <w:link w:val="Zkladntext70"/>
    <w:rPr>
      <w:rFonts w:ascii="Tahoma" w:eastAsia="Tahoma" w:hAnsi="Tahoma" w:cs="Tahom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6">
    <w:name w:val="Základní text (6)_"/>
    <w:basedOn w:val="Standardnpsmoodstavce"/>
    <w:link w:val="Zkladntext6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6Tahoma7ptTun">
    <w:name w:val="Základní text (6) + Tahoma;7 pt;Tučné"/>
    <w:basedOn w:val="Zkladntext6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Zkladntext2Exact">
    <w:name w:val="Základní text (2) Exact"/>
    <w:basedOn w:val="Standardnpsmoodstav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obrzkuExact">
    <w:name w:val="Titulek obrázku Exact"/>
    <w:basedOn w:val="Standardnpsmoodstavce"/>
    <w:link w:val="Titulekobrzk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ZhlavneboZpat0">
    <w:name w:val="Záhlaví nebo Zápatí"/>
    <w:basedOn w:val="Normln"/>
    <w:link w:val="ZhlavneboZpat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Zkladntext3">
    <w:name w:val="Základní text (3)"/>
    <w:basedOn w:val="Normln"/>
    <w:link w:val="Zkladntext3Exact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w w:val="150"/>
      <w:sz w:val="17"/>
      <w:szCs w:val="17"/>
    </w:rPr>
  </w:style>
  <w:style w:type="paragraph" w:customStyle="1" w:styleId="Zkladntext5">
    <w:name w:val="Základní text (5)"/>
    <w:basedOn w:val="Normln"/>
    <w:link w:val="Zkladntext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Zkladntext60">
    <w:name w:val="Základní text (6)"/>
    <w:basedOn w:val="Normln"/>
    <w:link w:val="Zkladntext6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Nadpis32">
    <w:name w:val="Nadpis #3 (2)"/>
    <w:basedOn w:val="Normln"/>
    <w:link w:val="Nadpis32Exact"/>
    <w:pPr>
      <w:shd w:val="clear" w:color="auto" w:fill="FFFFFF"/>
      <w:spacing w:line="0" w:lineRule="atLeast"/>
      <w:outlineLvl w:val="2"/>
    </w:pPr>
    <w:rPr>
      <w:rFonts w:ascii="Candara" w:eastAsia="Candara" w:hAnsi="Candara" w:cs="Candara"/>
      <w:b/>
      <w:bCs/>
      <w:spacing w:val="-20"/>
    </w:rPr>
  </w:style>
  <w:style w:type="paragraph" w:customStyle="1" w:styleId="Nadpis20">
    <w:name w:val="Nadpis #2"/>
    <w:basedOn w:val="Normln"/>
    <w:link w:val="Nadpis2"/>
    <w:pPr>
      <w:shd w:val="clear" w:color="auto" w:fill="FFFFFF"/>
      <w:spacing w:after="180" w:line="0" w:lineRule="atLeast"/>
      <w:ind w:hanging="28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before="180" w:line="226" w:lineRule="exact"/>
      <w:ind w:hanging="2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40">
    <w:name w:val="Základní text (4)"/>
    <w:basedOn w:val="Normln"/>
    <w:link w:val="Zkladntext4"/>
    <w:pPr>
      <w:shd w:val="clear" w:color="auto" w:fill="FFFFFF"/>
      <w:spacing w:line="226" w:lineRule="exact"/>
      <w:ind w:hanging="28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dpis30">
    <w:name w:val="Nadpis #3"/>
    <w:basedOn w:val="Normln"/>
    <w:link w:val="Nadpis3"/>
    <w:pPr>
      <w:shd w:val="clear" w:color="auto" w:fill="FFFFFF"/>
      <w:spacing w:before="180" w:line="226" w:lineRule="exact"/>
      <w:ind w:hanging="260"/>
      <w:jc w:val="both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after="180" w:line="0" w:lineRule="atLeast"/>
      <w:jc w:val="right"/>
      <w:outlineLvl w:val="0"/>
    </w:pPr>
    <w:rPr>
      <w:rFonts w:ascii="Times New Roman" w:eastAsia="Times New Roman" w:hAnsi="Times New Roman" w:cs="Times New Roman"/>
      <w:i/>
      <w:iCs/>
      <w:spacing w:val="-50"/>
      <w:sz w:val="76"/>
      <w:szCs w:val="76"/>
    </w:rPr>
  </w:style>
  <w:style w:type="paragraph" w:customStyle="1" w:styleId="Zkladntext70">
    <w:name w:val="Základní text (7)"/>
    <w:basedOn w:val="Normln"/>
    <w:link w:val="Zkladntext7"/>
    <w:pPr>
      <w:shd w:val="clear" w:color="auto" w:fill="FFFFFF"/>
      <w:spacing w:before="60" w:line="192" w:lineRule="exact"/>
      <w:jc w:val="both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Titulekobrzku">
    <w:name w:val="Titulek obrázku"/>
    <w:basedOn w:val="Normln"/>
    <w:link w:val="Titulekobrzk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jpeg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www.eon-distribuce.cz" TargetMode="External"/><Relationship Id="rId2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2333</Words>
  <Characters>13766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Zapletalová Lucie, Mgr.</dc:creator>
  <cp:lastModifiedBy>Zapletalová Lucie, Mgr.</cp:lastModifiedBy>
  <cp:revision>1</cp:revision>
  <dcterms:created xsi:type="dcterms:W3CDTF">2021-05-03T07:52:00Z</dcterms:created>
  <dcterms:modified xsi:type="dcterms:W3CDTF">2021-05-03T07:58:00Z</dcterms:modified>
</cp:coreProperties>
</file>