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</w:t>
      </w:r>
      <w:r w:rsidRPr="009D7BE0">
        <w:t xml:space="preserve">abídku na sektorovou veřejnou zakázku s názvem </w:t>
      </w:r>
      <w:bookmarkStart w:id="0" w:name="_Toc403053768"/>
      <w:r w:rsidRPr="009D7BE0">
        <w:rPr>
          <w:b/>
        </w:rPr>
        <w:t>„</w:t>
      </w:r>
      <w:bookmarkEnd w:id="0"/>
      <w:r w:rsidR="00C543C2" w:rsidRPr="009D7BE0">
        <w:rPr>
          <w:b/>
        </w:rPr>
        <w:t xml:space="preserve">Oprava </w:t>
      </w:r>
      <w:r w:rsidR="00614614">
        <w:rPr>
          <w:b/>
        </w:rPr>
        <w:t xml:space="preserve">DŘT na </w:t>
      </w:r>
      <w:bookmarkStart w:id="1" w:name="_GoBack"/>
      <w:bookmarkEnd w:id="1"/>
      <w:r w:rsidR="00C543C2" w:rsidRPr="009D7BE0">
        <w:rPr>
          <w:b/>
        </w:rPr>
        <w:t xml:space="preserve">ED </w:t>
      </w:r>
      <w:proofErr w:type="spellStart"/>
      <w:r w:rsidR="00C543C2" w:rsidRPr="009D7BE0">
        <w:rPr>
          <w:b/>
        </w:rPr>
        <w:t>Křenovka</w:t>
      </w:r>
      <w:proofErr w:type="spellEnd"/>
      <w:r w:rsidRPr="009D7BE0">
        <w:rPr>
          <w:b/>
        </w:rPr>
        <w:t>“</w:t>
      </w:r>
      <w:r w:rsidRPr="009D7BE0">
        <w:t xml:space="preserve">, </w:t>
      </w:r>
      <w:proofErr w:type="gramStart"/>
      <w:r w:rsidRPr="009D7BE0">
        <w:t>č.j.</w:t>
      </w:r>
      <w:proofErr w:type="gramEnd"/>
      <w:r w:rsidRPr="009D7BE0">
        <w:t xml:space="preserve"> </w:t>
      </w:r>
      <w:r w:rsidR="009D7BE0" w:rsidRPr="009D7BE0">
        <w:t>14036</w:t>
      </w:r>
      <w:r w:rsidRPr="009D7BE0">
        <w:t>/20</w:t>
      </w:r>
      <w:r w:rsidR="000757CA" w:rsidRPr="009D7BE0">
        <w:t>21</w:t>
      </w:r>
      <w:r w:rsidRPr="009D7BE0">
        <w:t>-SŽ</w:t>
      </w:r>
      <w:r w:rsidRPr="00C543C2">
        <w:t xml:space="preserve">-OŘ PHA-OVZ tímto </w:t>
      </w:r>
      <w:r w:rsidRPr="005E4B67">
        <w:t>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4591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D2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46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46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2D50F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12D4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4614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BE0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543C2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3ADA19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132895F-001F-4DEF-8D08-46084A923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2017-11-28T17:18:00Z</cp:lastPrinted>
  <dcterms:created xsi:type="dcterms:W3CDTF">2021-04-26T09:54:00Z</dcterms:created>
  <dcterms:modified xsi:type="dcterms:W3CDTF">2021-04-28T11:45:00Z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