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1BCD9FF0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761A82">
        <w:rPr>
          <w:b/>
          <w:color w:val="FF5200" w:themeColor="accent2"/>
          <w:sz w:val="28"/>
          <w:szCs w:val="28"/>
        </w:rPr>
        <w:t xml:space="preserve">Mazací prostředek k ošetřování kluzných stoliček a závěrů výhybek </w:t>
      </w:r>
      <w:proofErr w:type="spellStart"/>
      <w:r w:rsidR="00F31F57">
        <w:rPr>
          <w:b/>
          <w:color w:val="FF5200" w:themeColor="accent2"/>
          <w:sz w:val="28"/>
          <w:szCs w:val="28"/>
        </w:rPr>
        <w:t>Interflon</w:t>
      </w:r>
      <w:proofErr w:type="spellEnd"/>
      <w:r w:rsidR="00F31F57">
        <w:rPr>
          <w:b/>
          <w:color w:val="FF5200" w:themeColor="accent2"/>
          <w:sz w:val="28"/>
          <w:szCs w:val="28"/>
        </w:rPr>
        <w:t xml:space="preserve"> - 2021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proofErr w:type="gramStart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F31F5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26223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</w:t>
      </w:r>
      <w:r w:rsidR="00F31F5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FD34B3A" w14:textId="77777777" w:rsidR="00EF2B50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7F9AA5E" w14:textId="67A0D1F5" w:rsidR="00EF2B50" w:rsidRDefault="00750A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817242" w:history="1">
            <w:r w:rsidR="00EF2B50" w:rsidRPr="00770A98">
              <w:rPr>
                <w:rStyle w:val="Hypertextovodkaz"/>
                <w:noProof/>
              </w:rPr>
              <w:t>Kapitola 1.</w:t>
            </w:r>
            <w:r w:rsidR="00EF2B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2B50" w:rsidRPr="00770A98">
              <w:rPr>
                <w:rStyle w:val="Hypertextovodkaz"/>
                <w:noProof/>
              </w:rPr>
              <w:t>Základní údaje k nabídce</w:t>
            </w:r>
            <w:r w:rsidR="00EF2B50">
              <w:rPr>
                <w:noProof/>
                <w:webHidden/>
              </w:rPr>
              <w:tab/>
            </w:r>
            <w:r w:rsidR="00EF2B50">
              <w:rPr>
                <w:noProof/>
                <w:webHidden/>
              </w:rPr>
              <w:fldChar w:fldCharType="begin"/>
            </w:r>
            <w:r w:rsidR="00EF2B50">
              <w:rPr>
                <w:noProof/>
                <w:webHidden/>
              </w:rPr>
              <w:instrText xml:space="preserve"> PAGEREF _Toc69817242 \h </w:instrText>
            </w:r>
            <w:r w:rsidR="00EF2B50">
              <w:rPr>
                <w:noProof/>
                <w:webHidden/>
              </w:rPr>
            </w:r>
            <w:r w:rsidR="00EF2B5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EF2B50">
              <w:rPr>
                <w:noProof/>
                <w:webHidden/>
              </w:rPr>
              <w:fldChar w:fldCharType="end"/>
            </w:r>
          </w:hyperlink>
        </w:p>
        <w:p w14:paraId="100997C4" w14:textId="440B3876" w:rsidR="00EF2B50" w:rsidRDefault="00750A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817243" w:history="1">
            <w:r w:rsidR="00EF2B50" w:rsidRPr="00770A98">
              <w:rPr>
                <w:rStyle w:val="Hypertextovodkaz"/>
                <w:noProof/>
              </w:rPr>
              <w:t>Kapitola 2.</w:t>
            </w:r>
            <w:r w:rsidR="00EF2B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2B50" w:rsidRPr="00770A98">
              <w:rPr>
                <w:rStyle w:val="Hypertextovodkaz"/>
                <w:noProof/>
              </w:rPr>
              <w:t>Čestné prohlášení o splnění základní způsobilosti</w:t>
            </w:r>
            <w:r w:rsidR="00EF2B50">
              <w:rPr>
                <w:noProof/>
                <w:webHidden/>
              </w:rPr>
              <w:tab/>
            </w:r>
            <w:r w:rsidR="00EF2B50">
              <w:rPr>
                <w:noProof/>
                <w:webHidden/>
              </w:rPr>
              <w:fldChar w:fldCharType="begin"/>
            </w:r>
            <w:r w:rsidR="00EF2B50">
              <w:rPr>
                <w:noProof/>
                <w:webHidden/>
              </w:rPr>
              <w:instrText xml:space="preserve"> PAGEREF _Toc69817243 \h </w:instrText>
            </w:r>
            <w:r w:rsidR="00EF2B50">
              <w:rPr>
                <w:noProof/>
                <w:webHidden/>
              </w:rPr>
            </w:r>
            <w:r w:rsidR="00EF2B5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F2B50">
              <w:rPr>
                <w:noProof/>
                <w:webHidden/>
              </w:rPr>
              <w:fldChar w:fldCharType="end"/>
            </w:r>
          </w:hyperlink>
        </w:p>
        <w:p w14:paraId="5B0FF5D8" w14:textId="77F89B05" w:rsidR="00EF2B50" w:rsidRDefault="00750A9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817244" w:history="1">
            <w:r w:rsidR="00EF2B50" w:rsidRPr="00770A98">
              <w:rPr>
                <w:rStyle w:val="Hypertextovodkaz"/>
                <w:noProof/>
              </w:rPr>
              <w:t>Kapitola 3.</w:t>
            </w:r>
            <w:r w:rsidR="00EF2B5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2B50" w:rsidRPr="00770A98">
              <w:rPr>
                <w:rStyle w:val="Hypertextovodkaz"/>
                <w:noProof/>
              </w:rPr>
              <w:t>Čestné prohlášení účastníka k neuzavření zakázaných dohod</w:t>
            </w:r>
            <w:r w:rsidR="00EF2B50">
              <w:rPr>
                <w:noProof/>
                <w:webHidden/>
              </w:rPr>
              <w:tab/>
            </w:r>
            <w:r w:rsidR="00EF2B50">
              <w:rPr>
                <w:noProof/>
                <w:webHidden/>
              </w:rPr>
              <w:fldChar w:fldCharType="begin"/>
            </w:r>
            <w:r w:rsidR="00EF2B50">
              <w:rPr>
                <w:noProof/>
                <w:webHidden/>
              </w:rPr>
              <w:instrText xml:space="preserve"> PAGEREF _Toc69817244 \h </w:instrText>
            </w:r>
            <w:r w:rsidR="00EF2B50">
              <w:rPr>
                <w:noProof/>
                <w:webHidden/>
              </w:rPr>
            </w:r>
            <w:r w:rsidR="00EF2B5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F2B50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9817242"/>
      <w:r>
        <w:lastRenderedPageBreak/>
        <w:t>Základní údaje k nabídce</w:t>
      </w:r>
      <w:bookmarkEnd w:id="1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4B08530" w14:textId="1A6C653B" w:rsidR="005124FE" w:rsidRDefault="00EF2B50" w:rsidP="005124FE">
      <w:r>
        <w:t>Celková nabídková cena v Kč bez DPH:</w:t>
      </w:r>
    </w:p>
    <w:p w14:paraId="4A0DC247" w14:textId="77777777" w:rsidR="00EF2B50" w:rsidRDefault="00EF2B50" w:rsidP="008B1A2C">
      <w:pPr>
        <w:rPr>
          <w:b/>
        </w:rPr>
      </w:pPr>
    </w:p>
    <w:p w14:paraId="47F25A0F" w14:textId="77777777" w:rsidR="00EF2B50" w:rsidRDefault="00EF2B50" w:rsidP="008B1A2C">
      <w:pPr>
        <w:rPr>
          <w:b/>
        </w:rPr>
      </w:pPr>
    </w:p>
    <w:p w14:paraId="1C70FA80" w14:textId="77777777" w:rsidR="00EF2B50" w:rsidRDefault="00EF2B50" w:rsidP="008B1A2C">
      <w:pPr>
        <w:rPr>
          <w:b/>
        </w:rPr>
      </w:pPr>
    </w:p>
    <w:p w14:paraId="08C13D14" w14:textId="77777777" w:rsidR="00EF2B50" w:rsidRDefault="00EF2B50" w:rsidP="008B1A2C">
      <w:pPr>
        <w:rPr>
          <w:b/>
        </w:rPr>
      </w:pPr>
    </w:p>
    <w:p w14:paraId="34EC126B" w14:textId="77777777" w:rsidR="00EF2B50" w:rsidRDefault="00EF2B50" w:rsidP="008B1A2C">
      <w:pPr>
        <w:rPr>
          <w:b/>
        </w:rPr>
      </w:pPr>
    </w:p>
    <w:p w14:paraId="3E78DE40" w14:textId="77777777" w:rsidR="00EF2B50" w:rsidRDefault="00EF2B50" w:rsidP="008B1A2C">
      <w:pPr>
        <w:rPr>
          <w:b/>
        </w:rPr>
      </w:pPr>
    </w:p>
    <w:p w14:paraId="3A93089E" w14:textId="77777777" w:rsidR="00EF2B50" w:rsidRDefault="00EF2B50" w:rsidP="008B1A2C">
      <w:pPr>
        <w:rPr>
          <w:b/>
        </w:rPr>
      </w:pPr>
    </w:p>
    <w:p w14:paraId="3BADC8FA" w14:textId="77777777" w:rsidR="00EF2B50" w:rsidRDefault="00EF2B50" w:rsidP="008B1A2C">
      <w:pPr>
        <w:rPr>
          <w:b/>
        </w:rPr>
      </w:pPr>
    </w:p>
    <w:p w14:paraId="128FD372" w14:textId="77777777" w:rsidR="00EF2B50" w:rsidRDefault="00EF2B50" w:rsidP="008B1A2C">
      <w:pPr>
        <w:rPr>
          <w:b/>
        </w:rPr>
      </w:pPr>
    </w:p>
    <w:p w14:paraId="3D96EBAF" w14:textId="77777777" w:rsidR="00EF2B50" w:rsidRDefault="00EF2B50" w:rsidP="008B1A2C">
      <w:pPr>
        <w:rPr>
          <w:b/>
        </w:rPr>
      </w:pPr>
    </w:p>
    <w:p w14:paraId="0AA94BBC" w14:textId="77777777" w:rsidR="00EF2B50" w:rsidRDefault="00EF2B50" w:rsidP="008B1A2C">
      <w:pPr>
        <w:rPr>
          <w:b/>
        </w:rPr>
      </w:pPr>
    </w:p>
    <w:p w14:paraId="3D9E7F96" w14:textId="56BC2292" w:rsidR="00EF2B50" w:rsidRDefault="00EF2B50" w:rsidP="008B1A2C">
      <w:pPr>
        <w:rPr>
          <w:b/>
        </w:rPr>
      </w:pPr>
    </w:p>
    <w:p w14:paraId="0A872EE2" w14:textId="77777777" w:rsidR="00EF2B50" w:rsidRDefault="00EF2B50" w:rsidP="008B1A2C">
      <w:pPr>
        <w:rPr>
          <w:b/>
        </w:rPr>
      </w:pPr>
    </w:p>
    <w:p w14:paraId="3F647CDF" w14:textId="77777777" w:rsidR="00EF2B50" w:rsidRDefault="00EF2B50" w:rsidP="008B1A2C">
      <w:pPr>
        <w:rPr>
          <w:b/>
        </w:rPr>
      </w:pPr>
    </w:p>
    <w:p w14:paraId="3AA5632B" w14:textId="77777777" w:rsidR="00EF2B50" w:rsidRDefault="00EF2B50" w:rsidP="008B1A2C">
      <w:pPr>
        <w:rPr>
          <w:b/>
        </w:rPr>
      </w:pPr>
    </w:p>
    <w:p w14:paraId="31561C3A" w14:textId="77777777" w:rsidR="00EF2B50" w:rsidRDefault="00EF2B50" w:rsidP="008B1A2C">
      <w:pPr>
        <w:rPr>
          <w:b/>
        </w:rPr>
      </w:pPr>
    </w:p>
    <w:p w14:paraId="192491D9" w14:textId="77777777" w:rsidR="00EF2B50" w:rsidRDefault="00EF2B50" w:rsidP="008B1A2C">
      <w:pPr>
        <w:rPr>
          <w:b/>
        </w:rPr>
      </w:pPr>
    </w:p>
    <w:p w14:paraId="10CE005B" w14:textId="4E43C68B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50229181" w14:textId="77777777" w:rsidR="00F31F5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1B29AA98" w14:textId="77777777" w:rsidR="00F31F57" w:rsidRDefault="00F31F57" w:rsidP="00996617">
      <w:pPr>
        <w:tabs>
          <w:tab w:val="left" w:pos="7125"/>
        </w:tabs>
        <w:spacing w:after="0"/>
      </w:pPr>
    </w:p>
    <w:p w14:paraId="26C5637F" w14:textId="77777777" w:rsidR="00F31F57" w:rsidRDefault="00F31F57" w:rsidP="00996617">
      <w:pPr>
        <w:tabs>
          <w:tab w:val="left" w:pos="7125"/>
        </w:tabs>
        <w:spacing w:after="0"/>
      </w:pPr>
    </w:p>
    <w:p w14:paraId="323CB809" w14:textId="77777777" w:rsidR="00F31F57" w:rsidRDefault="00F31F57" w:rsidP="00996617">
      <w:pPr>
        <w:tabs>
          <w:tab w:val="left" w:pos="7125"/>
        </w:tabs>
        <w:spacing w:after="0"/>
      </w:pPr>
    </w:p>
    <w:p w14:paraId="514CF40B" w14:textId="77777777" w:rsidR="00F31F57" w:rsidRDefault="00F31F57" w:rsidP="00996617">
      <w:pPr>
        <w:tabs>
          <w:tab w:val="left" w:pos="7125"/>
        </w:tabs>
        <w:spacing w:after="0"/>
      </w:pPr>
    </w:p>
    <w:p w14:paraId="3BCD9403" w14:textId="77777777" w:rsidR="00F31F57" w:rsidRDefault="00F31F57" w:rsidP="00996617">
      <w:pPr>
        <w:tabs>
          <w:tab w:val="left" w:pos="7125"/>
        </w:tabs>
        <w:spacing w:after="0"/>
      </w:pPr>
    </w:p>
    <w:p w14:paraId="5CCACFF3" w14:textId="77777777" w:rsidR="00F31F57" w:rsidRDefault="00F31F57" w:rsidP="00996617">
      <w:pPr>
        <w:tabs>
          <w:tab w:val="left" w:pos="7125"/>
        </w:tabs>
        <w:spacing w:after="0"/>
      </w:pPr>
    </w:p>
    <w:p w14:paraId="174C313B" w14:textId="77777777" w:rsidR="00F31F57" w:rsidRDefault="00F31F57" w:rsidP="00996617">
      <w:pPr>
        <w:tabs>
          <w:tab w:val="left" w:pos="7125"/>
        </w:tabs>
        <w:spacing w:after="0"/>
      </w:pPr>
    </w:p>
    <w:p w14:paraId="28690E7C" w14:textId="77777777" w:rsidR="00F31F57" w:rsidRDefault="00F31F57" w:rsidP="00996617">
      <w:pPr>
        <w:tabs>
          <w:tab w:val="left" w:pos="7125"/>
        </w:tabs>
        <w:spacing w:after="0"/>
      </w:pPr>
    </w:p>
    <w:p w14:paraId="47E3F606" w14:textId="77777777" w:rsidR="00F31F57" w:rsidRDefault="00F31F57" w:rsidP="00996617">
      <w:pPr>
        <w:tabs>
          <w:tab w:val="left" w:pos="7125"/>
        </w:tabs>
        <w:spacing w:after="0"/>
      </w:pPr>
    </w:p>
    <w:p w14:paraId="331BFD17" w14:textId="77777777" w:rsidR="00F31F57" w:rsidRDefault="00F31F57" w:rsidP="00996617">
      <w:pPr>
        <w:tabs>
          <w:tab w:val="left" w:pos="7125"/>
        </w:tabs>
        <w:spacing w:after="0"/>
      </w:pPr>
    </w:p>
    <w:p w14:paraId="2FA69BDC" w14:textId="77777777" w:rsidR="00F31F57" w:rsidRDefault="00F31F57" w:rsidP="00996617">
      <w:pPr>
        <w:tabs>
          <w:tab w:val="left" w:pos="7125"/>
        </w:tabs>
        <w:spacing w:after="0"/>
      </w:pPr>
    </w:p>
    <w:p w14:paraId="0E49B186" w14:textId="77777777" w:rsidR="00F31F57" w:rsidRDefault="00F31F57" w:rsidP="00996617">
      <w:pPr>
        <w:tabs>
          <w:tab w:val="left" w:pos="7125"/>
        </w:tabs>
        <w:spacing w:after="0"/>
      </w:pPr>
    </w:p>
    <w:p w14:paraId="68A5B047" w14:textId="77777777" w:rsidR="00F31F57" w:rsidRDefault="00F31F57" w:rsidP="00996617">
      <w:pPr>
        <w:tabs>
          <w:tab w:val="left" w:pos="7125"/>
        </w:tabs>
        <w:spacing w:after="0"/>
      </w:pPr>
    </w:p>
    <w:p w14:paraId="17698285" w14:textId="77777777" w:rsidR="00F31F57" w:rsidRDefault="00F31F57" w:rsidP="00996617">
      <w:pPr>
        <w:tabs>
          <w:tab w:val="left" w:pos="7125"/>
        </w:tabs>
        <w:spacing w:after="0"/>
      </w:pPr>
    </w:p>
    <w:p w14:paraId="414CACC6" w14:textId="77777777" w:rsidR="00F31F57" w:rsidRDefault="00F31F57" w:rsidP="00996617">
      <w:pPr>
        <w:tabs>
          <w:tab w:val="left" w:pos="7125"/>
        </w:tabs>
        <w:spacing w:after="0"/>
      </w:pPr>
    </w:p>
    <w:p w14:paraId="701ADDBD" w14:textId="77777777" w:rsidR="00F31F57" w:rsidRDefault="00F31F57" w:rsidP="00996617">
      <w:pPr>
        <w:tabs>
          <w:tab w:val="left" w:pos="7125"/>
        </w:tabs>
        <w:spacing w:after="0"/>
      </w:pPr>
    </w:p>
    <w:p w14:paraId="4532DE63" w14:textId="77777777" w:rsidR="00F31F57" w:rsidRDefault="00F31F57" w:rsidP="00996617">
      <w:pPr>
        <w:tabs>
          <w:tab w:val="left" w:pos="7125"/>
        </w:tabs>
        <w:spacing w:after="0"/>
      </w:pPr>
    </w:p>
    <w:p w14:paraId="47707639" w14:textId="77777777" w:rsidR="00F31F57" w:rsidRDefault="00F31F57" w:rsidP="00996617">
      <w:pPr>
        <w:tabs>
          <w:tab w:val="left" w:pos="7125"/>
        </w:tabs>
        <w:spacing w:after="0"/>
      </w:pPr>
    </w:p>
    <w:p w14:paraId="49612607" w14:textId="77777777" w:rsidR="00F31F57" w:rsidRDefault="00F31F57" w:rsidP="00996617">
      <w:pPr>
        <w:tabs>
          <w:tab w:val="left" w:pos="7125"/>
        </w:tabs>
        <w:spacing w:after="0"/>
      </w:pPr>
    </w:p>
    <w:p w14:paraId="696A1771" w14:textId="77777777" w:rsidR="00F31F57" w:rsidRDefault="00F31F57" w:rsidP="00996617">
      <w:pPr>
        <w:tabs>
          <w:tab w:val="left" w:pos="7125"/>
        </w:tabs>
        <w:spacing w:after="0"/>
      </w:pPr>
    </w:p>
    <w:p w14:paraId="52D4BCBE" w14:textId="77777777" w:rsidR="00F31F57" w:rsidRDefault="00F31F57" w:rsidP="00996617">
      <w:pPr>
        <w:tabs>
          <w:tab w:val="left" w:pos="7125"/>
        </w:tabs>
        <w:spacing w:after="0"/>
      </w:pPr>
    </w:p>
    <w:p w14:paraId="3BEA815D" w14:textId="77777777" w:rsidR="00F31F57" w:rsidRDefault="00F31F57" w:rsidP="00996617">
      <w:pPr>
        <w:tabs>
          <w:tab w:val="left" w:pos="7125"/>
        </w:tabs>
        <w:spacing w:after="0"/>
      </w:pPr>
    </w:p>
    <w:p w14:paraId="206024CA" w14:textId="77777777" w:rsidR="00F31F57" w:rsidRDefault="00F31F57" w:rsidP="00996617">
      <w:pPr>
        <w:tabs>
          <w:tab w:val="left" w:pos="7125"/>
        </w:tabs>
        <w:spacing w:after="0"/>
      </w:pPr>
    </w:p>
    <w:p w14:paraId="0E9F014E" w14:textId="77777777" w:rsidR="00F31F57" w:rsidRDefault="00F31F57" w:rsidP="00996617">
      <w:pPr>
        <w:tabs>
          <w:tab w:val="left" w:pos="7125"/>
        </w:tabs>
        <w:spacing w:after="0"/>
      </w:pPr>
    </w:p>
    <w:p w14:paraId="01635A0D" w14:textId="77777777" w:rsidR="00F31F57" w:rsidRDefault="00F31F57" w:rsidP="00996617">
      <w:pPr>
        <w:tabs>
          <w:tab w:val="left" w:pos="7125"/>
        </w:tabs>
        <w:spacing w:after="0"/>
      </w:pPr>
    </w:p>
    <w:p w14:paraId="67F8FB21" w14:textId="77777777" w:rsidR="00F31F57" w:rsidRDefault="00F31F57" w:rsidP="00996617">
      <w:pPr>
        <w:tabs>
          <w:tab w:val="left" w:pos="7125"/>
        </w:tabs>
        <w:spacing w:after="0"/>
      </w:pPr>
    </w:p>
    <w:p w14:paraId="20EB3D0A" w14:textId="77777777" w:rsidR="00F31F57" w:rsidRDefault="00F31F57" w:rsidP="00996617">
      <w:pPr>
        <w:tabs>
          <w:tab w:val="left" w:pos="7125"/>
        </w:tabs>
        <w:spacing w:after="0"/>
      </w:pPr>
    </w:p>
    <w:p w14:paraId="133C561F" w14:textId="77777777" w:rsidR="00F31F57" w:rsidRDefault="00F31F57" w:rsidP="00996617">
      <w:pPr>
        <w:tabs>
          <w:tab w:val="left" w:pos="7125"/>
        </w:tabs>
        <w:spacing w:after="0"/>
      </w:pPr>
    </w:p>
    <w:p w14:paraId="69D07A0D" w14:textId="77777777" w:rsidR="00F31F57" w:rsidRDefault="00F31F57" w:rsidP="00996617">
      <w:pPr>
        <w:tabs>
          <w:tab w:val="left" w:pos="7125"/>
        </w:tabs>
        <w:spacing w:after="0"/>
      </w:pPr>
    </w:p>
    <w:p w14:paraId="12A7CF03" w14:textId="77777777" w:rsidR="00F31F57" w:rsidRDefault="00F31F57" w:rsidP="00996617">
      <w:pPr>
        <w:tabs>
          <w:tab w:val="left" w:pos="7125"/>
        </w:tabs>
        <w:spacing w:after="0"/>
      </w:pPr>
    </w:p>
    <w:p w14:paraId="585ADEEB" w14:textId="77777777" w:rsidR="00F31F57" w:rsidRDefault="00F31F57" w:rsidP="00996617">
      <w:pPr>
        <w:tabs>
          <w:tab w:val="left" w:pos="7125"/>
        </w:tabs>
        <w:spacing w:after="0"/>
      </w:pPr>
    </w:p>
    <w:p w14:paraId="4C2C0DE4" w14:textId="77777777" w:rsidR="00F31F57" w:rsidRDefault="00F31F57" w:rsidP="00996617">
      <w:pPr>
        <w:tabs>
          <w:tab w:val="left" w:pos="7125"/>
        </w:tabs>
        <w:spacing w:after="0"/>
      </w:pPr>
    </w:p>
    <w:p w14:paraId="4C225644" w14:textId="77777777" w:rsidR="00F31F57" w:rsidRDefault="00F31F57" w:rsidP="00996617">
      <w:pPr>
        <w:tabs>
          <w:tab w:val="left" w:pos="7125"/>
        </w:tabs>
        <w:spacing w:after="0"/>
      </w:pPr>
    </w:p>
    <w:p w14:paraId="01935C82" w14:textId="77777777" w:rsidR="00F31F57" w:rsidRDefault="00F31F57" w:rsidP="00996617">
      <w:pPr>
        <w:tabs>
          <w:tab w:val="left" w:pos="7125"/>
        </w:tabs>
        <w:spacing w:after="0"/>
      </w:pPr>
    </w:p>
    <w:p w14:paraId="54ADFB70" w14:textId="77777777" w:rsidR="00F31F57" w:rsidRDefault="00F31F57" w:rsidP="00996617">
      <w:pPr>
        <w:tabs>
          <w:tab w:val="left" w:pos="7125"/>
        </w:tabs>
        <w:spacing w:after="0"/>
      </w:pPr>
    </w:p>
    <w:p w14:paraId="4890C1E6" w14:textId="77777777" w:rsidR="00F31F57" w:rsidRDefault="00F31F57" w:rsidP="00996617">
      <w:pPr>
        <w:tabs>
          <w:tab w:val="left" w:pos="7125"/>
        </w:tabs>
        <w:spacing w:after="0"/>
      </w:pPr>
    </w:p>
    <w:p w14:paraId="16CC16B5" w14:textId="77777777" w:rsidR="00F31F57" w:rsidRDefault="00F31F57" w:rsidP="00996617">
      <w:pPr>
        <w:tabs>
          <w:tab w:val="left" w:pos="7125"/>
        </w:tabs>
        <w:spacing w:after="0"/>
      </w:pPr>
    </w:p>
    <w:p w14:paraId="7500B15C" w14:textId="77777777" w:rsidR="00F31F57" w:rsidRDefault="00F31F57" w:rsidP="00996617">
      <w:pPr>
        <w:tabs>
          <w:tab w:val="left" w:pos="7125"/>
        </w:tabs>
        <w:spacing w:after="0"/>
      </w:pPr>
    </w:p>
    <w:p w14:paraId="46613E93" w14:textId="6C402CB9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AA7555" w14:textId="77777777" w:rsidR="00996617" w:rsidRDefault="00750A9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750A90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981724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981724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97D16" w14:textId="77777777" w:rsidR="00222817" w:rsidRDefault="00222817" w:rsidP="00962258">
      <w:pPr>
        <w:spacing w:after="0" w:line="240" w:lineRule="auto"/>
      </w:pPr>
      <w:r>
        <w:separator/>
      </w:r>
    </w:p>
  </w:endnote>
  <w:endnote w:type="continuationSeparator" w:id="0">
    <w:p w14:paraId="1B33C1DF" w14:textId="77777777" w:rsidR="00222817" w:rsidRDefault="002228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1EA0F49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0A9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0A9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10E9F4C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0A9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0A9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A8E61" w14:textId="77777777" w:rsidR="00222817" w:rsidRDefault="00222817" w:rsidP="00962258">
      <w:pPr>
        <w:spacing w:after="0" w:line="240" w:lineRule="auto"/>
      </w:pPr>
      <w:r>
        <w:separator/>
      </w:r>
    </w:p>
  </w:footnote>
  <w:footnote w:type="continuationSeparator" w:id="0">
    <w:p w14:paraId="0573EEEC" w14:textId="77777777" w:rsidR="00222817" w:rsidRDefault="00222817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9184D"/>
    <w:rsid w:val="001C303B"/>
    <w:rsid w:val="001F1151"/>
    <w:rsid w:val="001F49FF"/>
    <w:rsid w:val="00205242"/>
    <w:rsid w:val="00207DF5"/>
    <w:rsid w:val="00222817"/>
    <w:rsid w:val="002243A8"/>
    <w:rsid w:val="002305E9"/>
    <w:rsid w:val="002307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A6709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0A90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B104F"/>
    <w:rsid w:val="00EC4AAF"/>
    <w:rsid w:val="00ED14BD"/>
    <w:rsid w:val="00EF2B50"/>
    <w:rsid w:val="00F0533E"/>
    <w:rsid w:val="00F1048D"/>
    <w:rsid w:val="00F10DC5"/>
    <w:rsid w:val="00F12DEC"/>
    <w:rsid w:val="00F1715C"/>
    <w:rsid w:val="00F24FBF"/>
    <w:rsid w:val="00F310F8"/>
    <w:rsid w:val="00F31F57"/>
    <w:rsid w:val="00F35939"/>
    <w:rsid w:val="00F45607"/>
    <w:rsid w:val="00F4790C"/>
    <w:rsid w:val="00F5558F"/>
    <w:rsid w:val="00F659EB"/>
    <w:rsid w:val="00F76E9F"/>
    <w:rsid w:val="00F86BA6"/>
    <w:rsid w:val="00F95A3A"/>
    <w:rsid w:val="00FB24EF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0E8AEC-087B-49B6-96F3-69FB4F98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5</Pages>
  <Words>514</Words>
  <Characters>3034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4</cp:revision>
  <cp:lastPrinted>2021-04-23T11:29:00Z</cp:lastPrinted>
  <dcterms:created xsi:type="dcterms:W3CDTF">2021-04-20T09:36:00Z</dcterms:created>
  <dcterms:modified xsi:type="dcterms:W3CDTF">2021-04-23T11:29:00Z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