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B3369" w:rsidRDefault="00B20EE6" w:rsidP="005B3369">
      <w:r w:rsidRPr="005E4B67">
        <w:t xml:space="preserve">který </w:t>
      </w:r>
      <w:r w:rsidRPr="005B3369">
        <w:t xml:space="preserve">podává nabídku na sektorovou veřejnou zakázku s názvem </w:t>
      </w:r>
      <w:bookmarkStart w:id="0" w:name="_Toc403053768"/>
      <w:r w:rsidRPr="005B3369">
        <w:rPr>
          <w:b/>
        </w:rPr>
        <w:t>„</w:t>
      </w:r>
      <w:bookmarkEnd w:id="0"/>
      <w:r w:rsidR="00D132D3" w:rsidRPr="005B3369">
        <w:rPr>
          <w:rFonts w:cs="Arial"/>
          <w:b/>
        </w:rPr>
        <w:t>Dodávka a montáž kol SHV MPV 22.2 - 04</w:t>
      </w:r>
      <w:r w:rsidRPr="005B3369">
        <w:rPr>
          <w:b/>
        </w:rPr>
        <w:t>“</w:t>
      </w:r>
      <w:r w:rsidRPr="005B3369">
        <w:t xml:space="preserve">, č.j. </w:t>
      </w:r>
      <w:r w:rsidR="005B3369" w:rsidRPr="005B3369">
        <w:t>12739/2021-SŽ-OŘ PHA-OVZ</w:t>
      </w:r>
      <w:r w:rsidRPr="005B3369">
        <w:t xml:space="preserve"> tímto čestně prohlašuje, že je účastníkem, který</w:t>
      </w:r>
      <w:bookmarkStart w:id="1" w:name="_GoBack"/>
      <w:bookmarkEnd w:id="1"/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5E97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53080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33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33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61EC4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29279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3369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132D3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38CB11-FE0E-426D-95E6-CF98AF18B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10</cp:revision>
  <cp:lastPrinted>2017-11-28T17:18:00Z</cp:lastPrinted>
  <dcterms:created xsi:type="dcterms:W3CDTF">2020-01-20T15:05:00Z</dcterms:created>
  <dcterms:modified xsi:type="dcterms:W3CDTF">2021-04-15T07:59:00Z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