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1AA3E3" w14:textId="77777777" w:rsidR="000719BB" w:rsidRDefault="000719BB" w:rsidP="006C2343">
      <w:pPr>
        <w:pStyle w:val="Titul2"/>
      </w:pPr>
    </w:p>
    <w:p w14:paraId="6C0E3D2A" w14:textId="77777777" w:rsidR="00826B7B" w:rsidRDefault="00826B7B" w:rsidP="006C2343">
      <w:pPr>
        <w:pStyle w:val="Titul2"/>
      </w:pPr>
    </w:p>
    <w:p w14:paraId="794D5E47" w14:textId="77777777" w:rsidR="000008ED" w:rsidRPr="000719BB" w:rsidRDefault="000008ED" w:rsidP="006C2343">
      <w:pPr>
        <w:pStyle w:val="Titul2"/>
      </w:pPr>
      <w:r>
        <w:t>Díl 4</w:t>
      </w:r>
    </w:p>
    <w:p w14:paraId="2826CAE5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73428BD4" w14:textId="77777777" w:rsidR="00AD0C7B" w:rsidRDefault="00AD0C7B" w:rsidP="00AD0C7B">
      <w:pPr>
        <w:pStyle w:val="Titul2"/>
      </w:pPr>
    </w:p>
    <w:p w14:paraId="5AFB3FA5" w14:textId="77777777" w:rsidR="000008ED" w:rsidRDefault="000008ED" w:rsidP="00AD0C7B">
      <w:pPr>
        <w:pStyle w:val="Titul2"/>
      </w:pPr>
      <w:r>
        <w:t>Část 1</w:t>
      </w:r>
    </w:p>
    <w:p w14:paraId="73C5920D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7D80F940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FFC9FB1C413D4A94BAC3C077D9A38827"/>
        </w:placeholder>
        <w:text/>
      </w:sdtPr>
      <w:sdtEndPr>
        <w:rPr>
          <w:rStyle w:val="Nzevakce"/>
        </w:rPr>
      </w:sdtEndPr>
      <w:sdtContent>
        <w:p w14:paraId="57E70841" w14:textId="6969ECC9" w:rsidR="00CF0EF4" w:rsidRDefault="00C517B3" w:rsidP="00CF0EF4">
          <w:pPr>
            <w:pStyle w:val="Tituldatum"/>
          </w:pPr>
          <w:r w:rsidRPr="00C517B3">
            <w:rPr>
              <w:rStyle w:val="Nzevakce"/>
            </w:rPr>
            <w:t xml:space="preserve">Optimalizace traťového úseku Čelákovice (mimo) – </w:t>
          </w:r>
          <w:proofErr w:type="spellStart"/>
          <w:r w:rsidRPr="00C517B3">
            <w:rPr>
              <w:rStyle w:val="Nzevakce"/>
            </w:rPr>
            <w:t>Mstětice</w:t>
          </w:r>
          <w:proofErr w:type="spellEnd"/>
          <w:r w:rsidRPr="00C517B3">
            <w:rPr>
              <w:rStyle w:val="Nzevakce"/>
            </w:rPr>
            <w:t xml:space="preserve"> (včetně)</w:t>
          </w:r>
        </w:p>
      </w:sdtContent>
    </w:sdt>
    <w:p w14:paraId="5D96ADF2" w14:textId="77777777" w:rsidR="00826B7B" w:rsidRPr="006C2343" w:rsidRDefault="00826B7B" w:rsidP="006C2343">
      <w:pPr>
        <w:pStyle w:val="Titul2"/>
      </w:pPr>
    </w:p>
    <w:p w14:paraId="789BF866" w14:textId="77777777" w:rsidR="000008ED" w:rsidRDefault="000008ED" w:rsidP="006C2343">
      <w:pPr>
        <w:pStyle w:val="Tituldatum"/>
      </w:pPr>
    </w:p>
    <w:p w14:paraId="129558F1" w14:textId="77777777" w:rsidR="00C90F19" w:rsidRDefault="00C90F19" w:rsidP="006C2343">
      <w:pPr>
        <w:pStyle w:val="Tituldatum"/>
      </w:pPr>
    </w:p>
    <w:p w14:paraId="0681E102" w14:textId="447B644D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517B3" w:rsidRPr="00C517B3">
        <w:t>19</w:t>
      </w:r>
      <w:r w:rsidRPr="00C517B3">
        <w:t xml:space="preserve">. </w:t>
      </w:r>
      <w:r w:rsidR="00C517B3" w:rsidRPr="00C517B3">
        <w:t>3</w:t>
      </w:r>
      <w:r w:rsidRPr="00C517B3">
        <w:t>. 20</w:t>
      </w:r>
      <w:r w:rsidR="00A616BE" w:rsidRPr="00C517B3">
        <w:t>2</w:t>
      </w:r>
      <w:r w:rsidR="002D26A6" w:rsidRPr="00C517B3">
        <w:t>1</w:t>
      </w:r>
      <w:r w:rsidR="000008ED">
        <w:t xml:space="preserve"> </w:t>
      </w:r>
    </w:p>
    <w:p w14:paraId="3FA1B9D5" w14:textId="77777777" w:rsidR="00826B7B" w:rsidRDefault="00826B7B">
      <w:r>
        <w:br w:type="page"/>
      </w:r>
    </w:p>
    <w:p w14:paraId="2DF1CCA6" w14:textId="2E774203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3044B82C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45B01A9" w14:textId="3192747E" w:rsidR="009C4AD1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7048745" w:history="1">
        <w:r w:rsidR="009C4AD1" w:rsidRPr="00CD5B02">
          <w:rPr>
            <w:rStyle w:val="Hypertextovodkaz"/>
          </w:rPr>
          <w:t>SEZNAM ZKRATEK</w:t>
        </w:r>
        <w:r w:rsidR="009C4AD1">
          <w:rPr>
            <w:noProof/>
            <w:webHidden/>
          </w:rPr>
          <w:tab/>
        </w:r>
        <w:r w:rsidR="009C4AD1">
          <w:rPr>
            <w:noProof/>
            <w:webHidden/>
          </w:rPr>
          <w:fldChar w:fldCharType="begin"/>
        </w:r>
        <w:r w:rsidR="009C4AD1">
          <w:rPr>
            <w:noProof/>
            <w:webHidden/>
          </w:rPr>
          <w:instrText xml:space="preserve"> PAGEREF _Toc67048745 \h </w:instrText>
        </w:r>
        <w:r w:rsidR="009C4AD1">
          <w:rPr>
            <w:noProof/>
            <w:webHidden/>
          </w:rPr>
        </w:r>
        <w:r w:rsidR="009C4AD1">
          <w:rPr>
            <w:noProof/>
            <w:webHidden/>
          </w:rPr>
          <w:fldChar w:fldCharType="separate"/>
        </w:r>
        <w:r w:rsidR="009C4AD1">
          <w:rPr>
            <w:noProof/>
            <w:webHidden/>
          </w:rPr>
          <w:t>2</w:t>
        </w:r>
        <w:r w:rsidR="009C4AD1">
          <w:rPr>
            <w:noProof/>
            <w:webHidden/>
          </w:rPr>
          <w:fldChar w:fldCharType="end"/>
        </w:r>
      </w:hyperlink>
    </w:p>
    <w:p w14:paraId="725B96AB" w14:textId="2C55DF03" w:rsidR="009C4AD1" w:rsidRDefault="006E7FD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7048746" w:history="1">
        <w:r w:rsidR="009C4AD1" w:rsidRPr="00CD5B02">
          <w:rPr>
            <w:rStyle w:val="Hypertextovodkaz"/>
          </w:rPr>
          <w:t>1.</w:t>
        </w:r>
        <w:r w:rsidR="009C4AD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C4AD1" w:rsidRPr="00CD5B02">
          <w:rPr>
            <w:rStyle w:val="Hypertextovodkaz"/>
          </w:rPr>
          <w:t>POJMY A DEFINICE</w:t>
        </w:r>
        <w:r w:rsidR="009C4AD1">
          <w:rPr>
            <w:noProof/>
            <w:webHidden/>
          </w:rPr>
          <w:tab/>
        </w:r>
        <w:r w:rsidR="009C4AD1">
          <w:rPr>
            <w:noProof/>
            <w:webHidden/>
          </w:rPr>
          <w:fldChar w:fldCharType="begin"/>
        </w:r>
        <w:r w:rsidR="009C4AD1">
          <w:rPr>
            <w:noProof/>
            <w:webHidden/>
          </w:rPr>
          <w:instrText xml:space="preserve"> PAGEREF _Toc67048746 \h </w:instrText>
        </w:r>
        <w:r w:rsidR="009C4AD1">
          <w:rPr>
            <w:noProof/>
            <w:webHidden/>
          </w:rPr>
        </w:r>
        <w:r w:rsidR="009C4AD1">
          <w:rPr>
            <w:noProof/>
            <w:webHidden/>
          </w:rPr>
          <w:fldChar w:fldCharType="separate"/>
        </w:r>
        <w:r w:rsidR="009C4AD1">
          <w:rPr>
            <w:noProof/>
            <w:webHidden/>
          </w:rPr>
          <w:t>3</w:t>
        </w:r>
        <w:r w:rsidR="009C4AD1">
          <w:rPr>
            <w:noProof/>
            <w:webHidden/>
          </w:rPr>
          <w:fldChar w:fldCharType="end"/>
        </w:r>
      </w:hyperlink>
    </w:p>
    <w:p w14:paraId="3EB01C00" w14:textId="239B5FC0" w:rsidR="009C4AD1" w:rsidRDefault="006E7FD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7048747" w:history="1">
        <w:r w:rsidR="009C4AD1" w:rsidRPr="00CD5B02">
          <w:rPr>
            <w:rStyle w:val="Hypertextovodkaz"/>
            <w:rFonts w:asciiTheme="majorHAnsi" w:hAnsiTheme="majorHAnsi"/>
          </w:rPr>
          <w:t>1.2</w:t>
        </w:r>
        <w:r w:rsidR="009C4AD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C4AD1" w:rsidRPr="00CD5B02">
          <w:rPr>
            <w:rStyle w:val="Hypertextovodkaz"/>
          </w:rPr>
          <w:t>Soupis prací</w:t>
        </w:r>
        <w:r w:rsidR="009C4AD1">
          <w:rPr>
            <w:noProof/>
            <w:webHidden/>
          </w:rPr>
          <w:tab/>
        </w:r>
        <w:r w:rsidR="009C4AD1">
          <w:rPr>
            <w:noProof/>
            <w:webHidden/>
          </w:rPr>
          <w:fldChar w:fldCharType="begin"/>
        </w:r>
        <w:r w:rsidR="009C4AD1">
          <w:rPr>
            <w:noProof/>
            <w:webHidden/>
          </w:rPr>
          <w:instrText xml:space="preserve"> PAGEREF _Toc67048747 \h </w:instrText>
        </w:r>
        <w:r w:rsidR="009C4AD1">
          <w:rPr>
            <w:noProof/>
            <w:webHidden/>
          </w:rPr>
        </w:r>
        <w:r w:rsidR="009C4AD1">
          <w:rPr>
            <w:noProof/>
            <w:webHidden/>
          </w:rPr>
          <w:fldChar w:fldCharType="separate"/>
        </w:r>
        <w:r w:rsidR="009C4AD1">
          <w:rPr>
            <w:noProof/>
            <w:webHidden/>
          </w:rPr>
          <w:t>3</w:t>
        </w:r>
        <w:r w:rsidR="009C4AD1">
          <w:rPr>
            <w:noProof/>
            <w:webHidden/>
          </w:rPr>
          <w:fldChar w:fldCharType="end"/>
        </w:r>
      </w:hyperlink>
    </w:p>
    <w:p w14:paraId="052F0BD6" w14:textId="22513050" w:rsidR="009C4AD1" w:rsidRDefault="006E7FD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7048748" w:history="1">
        <w:r w:rsidR="009C4AD1" w:rsidRPr="00CD5B02">
          <w:rPr>
            <w:rStyle w:val="Hypertextovodkaz"/>
            <w:rFonts w:asciiTheme="majorHAnsi" w:hAnsiTheme="majorHAnsi"/>
          </w:rPr>
          <w:t>1.3</w:t>
        </w:r>
        <w:r w:rsidR="009C4AD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C4AD1" w:rsidRPr="00CD5B02">
          <w:rPr>
            <w:rStyle w:val="Hypertextovodkaz"/>
          </w:rPr>
          <w:t>Cenová soustava</w:t>
        </w:r>
        <w:r w:rsidR="009C4AD1">
          <w:rPr>
            <w:noProof/>
            <w:webHidden/>
          </w:rPr>
          <w:tab/>
        </w:r>
        <w:r w:rsidR="009C4AD1">
          <w:rPr>
            <w:noProof/>
            <w:webHidden/>
          </w:rPr>
          <w:fldChar w:fldCharType="begin"/>
        </w:r>
        <w:r w:rsidR="009C4AD1">
          <w:rPr>
            <w:noProof/>
            <w:webHidden/>
          </w:rPr>
          <w:instrText xml:space="preserve"> PAGEREF _Toc67048748 \h </w:instrText>
        </w:r>
        <w:r w:rsidR="009C4AD1">
          <w:rPr>
            <w:noProof/>
            <w:webHidden/>
          </w:rPr>
        </w:r>
        <w:r w:rsidR="009C4AD1">
          <w:rPr>
            <w:noProof/>
            <w:webHidden/>
          </w:rPr>
          <w:fldChar w:fldCharType="separate"/>
        </w:r>
        <w:r w:rsidR="009C4AD1">
          <w:rPr>
            <w:noProof/>
            <w:webHidden/>
          </w:rPr>
          <w:t>3</w:t>
        </w:r>
        <w:r w:rsidR="009C4AD1">
          <w:rPr>
            <w:noProof/>
            <w:webHidden/>
          </w:rPr>
          <w:fldChar w:fldCharType="end"/>
        </w:r>
      </w:hyperlink>
    </w:p>
    <w:p w14:paraId="78E5D06E" w14:textId="79C225DB" w:rsidR="009C4AD1" w:rsidRDefault="006E7FD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7048749" w:history="1">
        <w:r w:rsidR="009C4AD1" w:rsidRPr="00CD5B02">
          <w:rPr>
            <w:rStyle w:val="Hypertextovodkaz"/>
            <w:rFonts w:asciiTheme="majorHAnsi" w:hAnsiTheme="majorHAnsi"/>
          </w:rPr>
          <w:t>1.4</w:t>
        </w:r>
        <w:r w:rsidR="009C4AD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C4AD1" w:rsidRPr="00CD5B02">
          <w:rPr>
            <w:rStyle w:val="Hypertextovodkaz"/>
          </w:rPr>
          <w:t>Měrné jednotky</w:t>
        </w:r>
        <w:r w:rsidR="009C4AD1">
          <w:rPr>
            <w:noProof/>
            <w:webHidden/>
          </w:rPr>
          <w:tab/>
        </w:r>
        <w:r w:rsidR="009C4AD1">
          <w:rPr>
            <w:noProof/>
            <w:webHidden/>
          </w:rPr>
          <w:fldChar w:fldCharType="begin"/>
        </w:r>
        <w:r w:rsidR="009C4AD1">
          <w:rPr>
            <w:noProof/>
            <w:webHidden/>
          </w:rPr>
          <w:instrText xml:space="preserve"> PAGEREF _Toc67048749 \h </w:instrText>
        </w:r>
        <w:r w:rsidR="009C4AD1">
          <w:rPr>
            <w:noProof/>
            <w:webHidden/>
          </w:rPr>
        </w:r>
        <w:r w:rsidR="009C4AD1">
          <w:rPr>
            <w:noProof/>
            <w:webHidden/>
          </w:rPr>
          <w:fldChar w:fldCharType="separate"/>
        </w:r>
        <w:r w:rsidR="009C4AD1">
          <w:rPr>
            <w:noProof/>
            <w:webHidden/>
          </w:rPr>
          <w:t>3</w:t>
        </w:r>
        <w:r w:rsidR="009C4AD1">
          <w:rPr>
            <w:noProof/>
            <w:webHidden/>
          </w:rPr>
          <w:fldChar w:fldCharType="end"/>
        </w:r>
      </w:hyperlink>
    </w:p>
    <w:p w14:paraId="2379F4F0" w14:textId="24622DEC" w:rsidR="009C4AD1" w:rsidRDefault="006E7FD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7048750" w:history="1">
        <w:r w:rsidR="009C4AD1" w:rsidRPr="00CD5B02">
          <w:rPr>
            <w:rStyle w:val="Hypertextovodkaz"/>
          </w:rPr>
          <w:t>2.</w:t>
        </w:r>
        <w:r w:rsidR="009C4AD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C4AD1" w:rsidRPr="00CD5B02">
          <w:rPr>
            <w:rStyle w:val="Hypertextovodkaz"/>
          </w:rPr>
          <w:t>ZÁKLADNÍ PRAVIDLA PRO OCEŇOVÁNÍ SOUPISU PRACÍ</w:t>
        </w:r>
        <w:r w:rsidR="009C4AD1">
          <w:rPr>
            <w:noProof/>
            <w:webHidden/>
          </w:rPr>
          <w:tab/>
        </w:r>
        <w:r w:rsidR="009C4AD1">
          <w:rPr>
            <w:noProof/>
            <w:webHidden/>
          </w:rPr>
          <w:fldChar w:fldCharType="begin"/>
        </w:r>
        <w:r w:rsidR="009C4AD1">
          <w:rPr>
            <w:noProof/>
            <w:webHidden/>
          </w:rPr>
          <w:instrText xml:space="preserve"> PAGEREF _Toc67048750 \h </w:instrText>
        </w:r>
        <w:r w:rsidR="009C4AD1">
          <w:rPr>
            <w:noProof/>
            <w:webHidden/>
          </w:rPr>
        </w:r>
        <w:r w:rsidR="009C4AD1">
          <w:rPr>
            <w:noProof/>
            <w:webHidden/>
          </w:rPr>
          <w:fldChar w:fldCharType="separate"/>
        </w:r>
        <w:r w:rsidR="009C4AD1">
          <w:rPr>
            <w:noProof/>
            <w:webHidden/>
          </w:rPr>
          <w:t>3</w:t>
        </w:r>
        <w:r w:rsidR="009C4AD1">
          <w:rPr>
            <w:noProof/>
            <w:webHidden/>
          </w:rPr>
          <w:fldChar w:fldCharType="end"/>
        </w:r>
      </w:hyperlink>
    </w:p>
    <w:p w14:paraId="18B66119" w14:textId="252D8FA8" w:rsidR="009C4AD1" w:rsidRDefault="006E7FD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7048751" w:history="1">
        <w:r w:rsidR="009C4AD1" w:rsidRPr="00CD5B02">
          <w:rPr>
            <w:rStyle w:val="Hypertextovodkaz"/>
          </w:rPr>
          <w:t>3.</w:t>
        </w:r>
        <w:r w:rsidR="009C4AD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C4AD1" w:rsidRPr="00CD5B02">
          <w:rPr>
            <w:rStyle w:val="Hypertextovodkaz"/>
          </w:rPr>
          <w:t>MĚŘENÍ</w:t>
        </w:r>
        <w:r w:rsidR="009C4AD1">
          <w:rPr>
            <w:noProof/>
            <w:webHidden/>
          </w:rPr>
          <w:tab/>
        </w:r>
        <w:r w:rsidR="009C4AD1">
          <w:rPr>
            <w:noProof/>
            <w:webHidden/>
          </w:rPr>
          <w:fldChar w:fldCharType="begin"/>
        </w:r>
        <w:r w:rsidR="009C4AD1">
          <w:rPr>
            <w:noProof/>
            <w:webHidden/>
          </w:rPr>
          <w:instrText xml:space="preserve"> PAGEREF _Toc67048751 \h </w:instrText>
        </w:r>
        <w:r w:rsidR="009C4AD1">
          <w:rPr>
            <w:noProof/>
            <w:webHidden/>
          </w:rPr>
        </w:r>
        <w:r w:rsidR="009C4AD1">
          <w:rPr>
            <w:noProof/>
            <w:webHidden/>
          </w:rPr>
          <w:fldChar w:fldCharType="separate"/>
        </w:r>
        <w:r w:rsidR="009C4AD1">
          <w:rPr>
            <w:noProof/>
            <w:webHidden/>
          </w:rPr>
          <w:t>6</w:t>
        </w:r>
        <w:r w:rsidR="009C4AD1">
          <w:rPr>
            <w:noProof/>
            <w:webHidden/>
          </w:rPr>
          <w:fldChar w:fldCharType="end"/>
        </w:r>
      </w:hyperlink>
    </w:p>
    <w:p w14:paraId="27B7C19E" w14:textId="68A45349" w:rsidR="009C4AD1" w:rsidRDefault="006E7FD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7048752" w:history="1">
        <w:r w:rsidR="009C4AD1" w:rsidRPr="00CD5B02">
          <w:rPr>
            <w:rStyle w:val="Hypertextovodkaz"/>
          </w:rPr>
          <w:t>4.</w:t>
        </w:r>
        <w:r w:rsidR="009C4AD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C4AD1" w:rsidRPr="00CD5B02">
          <w:rPr>
            <w:rStyle w:val="Hypertextovodkaz"/>
          </w:rPr>
          <w:t>SROVNATELNÉ VÝROBKY, ALTERNATIVY MATERIÁLŮ A PROVEDENÍ</w:t>
        </w:r>
        <w:r w:rsidR="009C4AD1">
          <w:rPr>
            <w:noProof/>
            <w:webHidden/>
          </w:rPr>
          <w:tab/>
        </w:r>
        <w:r w:rsidR="009C4AD1">
          <w:rPr>
            <w:noProof/>
            <w:webHidden/>
          </w:rPr>
          <w:fldChar w:fldCharType="begin"/>
        </w:r>
        <w:r w:rsidR="009C4AD1">
          <w:rPr>
            <w:noProof/>
            <w:webHidden/>
          </w:rPr>
          <w:instrText xml:space="preserve"> PAGEREF _Toc67048752 \h </w:instrText>
        </w:r>
        <w:r w:rsidR="009C4AD1">
          <w:rPr>
            <w:noProof/>
            <w:webHidden/>
          </w:rPr>
        </w:r>
        <w:r w:rsidR="009C4AD1">
          <w:rPr>
            <w:noProof/>
            <w:webHidden/>
          </w:rPr>
          <w:fldChar w:fldCharType="separate"/>
        </w:r>
        <w:r w:rsidR="009C4AD1">
          <w:rPr>
            <w:noProof/>
            <w:webHidden/>
          </w:rPr>
          <w:t>6</w:t>
        </w:r>
        <w:r w:rsidR="009C4AD1">
          <w:rPr>
            <w:noProof/>
            <w:webHidden/>
          </w:rPr>
          <w:fldChar w:fldCharType="end"/>
        </w:r>
      </w:hyperlink>
    </w:p>
    <w:p w14:paraId="120EC879" w14:textId="4F8B9374" w:rsidR="00AD0C7B" w:rsidRDefault="00BD7E91" w:rsidP="008D03B9">
      <w:r>
        <w:fldChar w:fldCharType="end"/>
      </w:r>
    </w:p>
    <w:p w14:paraId="5C2D7CC2" w14:textId="77777777" w:rsidR="000008ED" w:rsidRDefault="000008ED" w:rsidP="008D03B9"/>
    <w:p w14:paraId="5817FE29" w14:textId="77777777" w:rsidR="000008ED" w:rsidRDefault="000008ED" w:rsidP="008D03B9"/>
    <w:p w14:paraId="2B7E4303" w14:textId="77777777" w:rsidR="000008ED" w:rsidRDefault="000008ED" w:rsidP="008D03B9"/>
    <w:p w14:paraId="25DD94F2" w14:textId="77777777" w:rsidR="000008ED" w:rsidRDefault="000008ED" w:rsidP="008D03B9"/>
    <w:p w14:paraId="40A7CD00" w14:textId="77777777" w:rsidR="00AD0C7B" w:rsidRDefault="00AD0C7B" w:rsidP="00240E69">
      <w:pPr>
        <w:pStyle w:val="Nadpisbezsl1-1"/>
        <w:outlineLvl w:val="0"/>
      </w:pPr>
      <w:bookmarkStart w:id="0" w:name="_Toc67048745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C97EF3" w:rsidRPr="00AD0C7B" w14:paraId="4E53A434" w14:textId="77777777" w:rsidTr="00DF40EC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0703E9D" w14:textId="37AA37B8" w:rsidR="00C97EF3" w:rsidRPr="00AD0C7B" w:rsidRDefault="00C97EF3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1EB6B1" w14:textId="5D13A4CD" w:rsidR="00C97EF3" w:rsidRPr="006115D3" w:rsidRDefault="00C97EF3" w:rsidP="00BC06B4">
            <w:pPr>
              <w:pStyle w:val="Zkratky2"/>
            </w:pPr>
            <w:r w:rsidRPr="006115D3">
              <w:t>Česká republika</w:t>
            </w:r>
          </w:p>
        </w:tc>
      </w:tr>
      <w:tr w:rsidR="00C97EF3" w:rsidRPr="00AD0C7B" w14:paraId="1018165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CF46AA" w14:textId="04BFBEDA" w:rsidR="00C97EF3" w:rsidRPr="00AD0C7B" w:rsidRDefault="009C4AD1" w:rsidP="00DA20CF">
            <w:pPr>
              <w:pStyle w:val="Zkratky1"/>
            </w:pPr>
            <w:r>
              <w:t>ČSN</w:t>
            </w:r>
            <w:r w:rsidR="00C97EF3">
              <w:t xml:space="preserve"> </w:t>
            </w:r>
            <w:r w:rsidR="00C97EF3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D6D78E" w14:textId="7F0C5FB2" w:rsidR="00C97EF3" w:rsidRPr="006115D3" w:rsidRDefault="00C97EF3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C97EF3" w:rsidRPr="00AD0C7B" w14:paraId="74436AB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1EB4F9" w14:textId="1FB5DF48" w:rsidR="00C97EF3" w:rsidRPr="00AD0C7B" w:rsidRDefault="009C4AD1" w:rsidP="00DA20CF">
            <w:pPr>
              <w:pStyle w:val="Zkratky1"/>
            </w:pPr>
            <w:r>
              <w:t>TKP</w:t>
            </w:r>
            <w:r w:rsidR="00C97EF3">
              <w:t xml:space="preserve"> </w:t>
            </w:r>
            <w:r w:rsidR="00C97EF3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115700" w14:textId="00E0906F" w:rsidR="00C97EF3" w:rsidRPr="006115D3" w:rsidRDefault="009C4AD1" w:rsidP="00BC06B4">
            <w:pPr>
              <w:pStyle w:val="Zkratky2"/>
            </w:pPr>
            <w:r w:rsidRPr="009C4AD1">
              <w:t>Technické kvalitativní podmínky staveb</w:t>
            </w:r>
          </w:p>
        </w:tc>
      </w:tr>
      <w:tr w:rsidR="00C97EF3" w:rsidRPr="00AD0C7B" w14:paraId="72C0104B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621F3C" w14:textId="480FDF9C" w:rsidR="00C97EF3" w:rsidRPr="00AD0C7B" w:rsidRDefault="00C97EF3" w:rsidP="00DA20CF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4552D85" w14:textId="044F4428" w:rsidR="00C97EF3" w:rsidRPr="006115D3" w:rsidRDefault="00C97EF3" w:rsidP="00BC06B4">
            <w:pPr>
              <w:pStyle w:val="Zkratky2"/>
            </w:pPr>
            <w:r>
              <w:t>Správa železniční dopravní cesty, státní organizace</w:t>
            </w:r>
          </w:p>
        </w:tc>
      </w:tr>
      <w:tr w:rsidR="009C4AD1" w:rsidRPr="00AD0C7B" w14:paraId="28C7AE1E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A32FF9" w14:textId="5802E53B" w:rsidR="009C4AD1" w:rsidRDefault="009C4AD1" w:rsidP="009C4AD1">
            <w:pPr>
              <w:pStyle w:val="Zkratky1"/>
            </w:pPr>
            <w:r>
              <w:t xml:space="preserve">PS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7446AA" w14:textId="0220F66F" w:rsidR="009C4AD1" w:rsidRDefault="009C4AD1" w:rsidP="009C4AD1">
            <w:pPr>
              <w:pStyle w:val="Zkratky2"/>
            </w:pPr>
            <w:r>
              <w:t>Provozní soubor</w:t>
            </w:r>
          </w:p>
        </w:tc>
      </w:tr>
      <w:tr w:rsidR="009C4AD1" w:rsidRPr="00AD0C7B" w14:paraId="3B3F5A14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7D236E" w14:textId="459AA650" w:rsidR="009C4AD1" w:rsidRDefault="009C4AD1" w:rsidP="009C4AD1">
            <w:pPr>
              <w:pStyle w:val="Zkratky1"/>
            </w:pPr>
            <w:r>
              <w:t xml:space="preserve">SO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0C4DC2C" w14:textId="58EB286D" w:rsidR="009C4AD1" w:rsidRDefault="009C4AD1" w:rsidP="009C4AD1">
            <w:pPr>
              <w:pStyle w:val="Zkratky2"/>
            </w:pPr>
            <w:r>
              <w:t>Stavební objekt</w:t>
            </w:r>
          </w:p>
        </w:tc>
      </w:tr>
      <w:tr w:rsidR="009C4AD1" w:rsidRPr="00AD0C7B" w14:paraId="7BBD83A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D3E0A4D" w14:textId="5810AACA" w:rsidR="009C4AD1" w:rsidRPr="00AD0C7B" w:rsidRDefault="009C4AD1" w:rsidP="009C4AD1">
            <w:pPr>
              <w:pStyle w:val="Zkratky1"/>
            </w:pPr>
            <w:r>
              <w:t>VTP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1E0BF4" w14:textId="2A4A09DD" w:rsidR="009C4AD1" w:rsidRPr="006115D3" w:rsidRDefault="009C4AD1" w:rsidP="009C4AD1">
            <w:pPr>
              <w:pStyle w:val="Zkratky2"/>
            </w:pPr>
            <w:r>
              <w:t>Všeobecné technické podmínky</w:t>
            </w:r>
          </w:p>
        </w:tc>
      </w:tr>
      <w:tr w:rsidR="009C4AD1" w:rsidRPr="00AD0C7B" w14:paraId="6EB599A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6F9839" w14:textId="5C2AC20B" w:rsidR="009C4AD1" w:rsidRPr="00AD0C7B" w:rsidRDefault="009C4AD1" w:rsidP="009C4AD1">
            <w:pPr>
              <w:pStyle w:val="Zkratky1"/>
            </w:pPr>
            <w:r>
              <w:t>ZTP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42F895D" w14:textId="46A3AF8C" w:rsidR="009C4AD1" w:rsidRPr="006115D3" w:rsidRDefault="009C4AD1" w:rsidP="009C4AD1">
            <w:pPr>
              <w:pStyle w:val="Zkratky2"/>
            </w:pPr>
            <w:r>
              <w:t>Zvláštní technické podmínky</w:t>
            </w:r>
          </w:p>
        </w:tc>
      </w:tr>
      <w:tr w:rsidR="009C4AD1" w:rsidRPr="00AD0C7B" w14:paraId="49DAF26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D3EEC9" w14:textId="10926980" w:rsidR="009C4AD1" w:rsidRPr="00AD0C7B" w:rsidRDefault="009C4AD1" w:rsidP="009C4AD1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7C7681" w14:textId="5BE60C98" w:rsidR="009C4AD1" w:rsidRPr="006115D3" w:rsidRDefault="009C4AD1" w:rsidP="009C4AD1">
            <w:pPr>
              <w:pStyle w:val="Zkratky2"/>
            </w:pPr>
          </w:p>
        </w:tc>
      </w:tr>
      <w:tr w:rsidR="009C4AD1" w:rsidRPr="00AD0C7B" w14:paraId="4C1B2418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923474" w14:textId="77777777" w:rsidR="009C4AD1" w:rsidRPr="00AD0C7B" w:rsidRDefault="009C4AD1" w:rsidP="009C4AD1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6F33A94" w14:textId="77777777" w:rsidR="009C4AD1" w:rsidRPr="006115D3" w:rsidRDefault="009C4AD1" w:rsidP="009C4AD1">
            <w:pPr>
              <w:pStyle w:val="Zkratky2"/>
            </w:pPr>
          </w:p>
        </w:tc>
      </w:tr>
    </w:tbl>
    <w:p w14:paraId="48448EE0" w14:textId="77777777" w:rsidR="00041EC8" w:rsidRDefault="00041EC8" w:rsidP="00AD0C7B"/>
    <w:p w14:paraId="2B32B004" w14:textId="77777777" w:rsidR="00826B7B" w:rsidRDefault="00826B7B" w:rsidP="008D03B9"/>
    <w:p w14:paraId="52975AE6" w14:textId="77777777" w:rsidR="00826B7B" w:rsidRDefault="00826B7B">
      <w:r>
        <w:br w:type="page"/>
      </w:r>
    </w:p>
    <w:p w14:paraId="13871468" w14:textId="77777777" w:rsidR="005E07BA" w:rsidRDefault="005E07BA" w:rsidP="003368B2">
      <w:pPr>
        <w:pStyle w:val="Nadpis2-1"/>
      </w:pPr>
      <w:bookmarkStart w:id="1" w:name="_Toc67048746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0268E02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2222AD5B" w14:textId="77777777" w:rsidR="005E07BA" w:rsidRDefault="005E07BA" w:rsidP="005E07BA">
      <w:pPr>
        <w:pStyle w:val="Nadpis2-2"/>
      </w:pPr>
      <w:bookmarkStart w:id="6" w:name="_Toc67048747"/>
      <w:r>
        <w:t>Soupis prací</w:t>
      </w:r>
      <w:bookmarkEnd w:id="6"/>
      <w:r>
        <w:t xml:space="preserve"> </w:t>
      </w:r>
    </w:p>
    <w:p w14:paraId="2761529A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14:paraId="5BAAAFEA" w14:textId="77777777" w:rsidR="005E07BA" w:rsidRDefault="005E07BA" w:rsidP="005E07BA">
      <w:pPr>
        <w:pStyle w:val="Nadpis2-2"/>
      </w:pPr>
      <w:bookmarkStart w:id="7" w:name="_Toc67048748"/>
      <w:r>
        <w:t>Cenová soustava</w:t>
      </w:r>
      <w:bookmarkEnd w:id="7"/>
    </w:p>
    <w:p w14:paraId="1FED8F29" w14:textId="02D667F3" w:rsidR="00F62E5F" w:rsidRDefault="00F62E5F" w:rsidP="00F62E5F">
      <w:pPr>
        <w:pStyle w:val="Text2-1"/>
        <w:numPr>
          <w:ilvl w:val="2"/>
          <w:numId w:val="10"/>
        </w:numPr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Oborový třídník stavebních konstrukcí a prací aktualizace 2020 (dále jen OTSKP).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případě, že byla použita, je uvedeno v položkách Soupisu prací SO a PS.</w:t>
      </w:r>
    </w:p>
    <w:p w14:paraId="29A3D02C" w14:textId="77777777" w:rsidR="005E07BA" w:rsidRDefault="005E07BA" w:rsidP="005E07BA">
      <w:pPr>
        <w:pStyle w:val="Nadpis2-2"/>
      </w:pPr>
      <w:bookmarkStart w:id="8" w:name="_Toc67048749"/>
      <w:r>
        <w:t>Měrné jednotky</w:t>
      </w:r>
      <w:bookmarkEnd w:id="8"/>
    </w:p>
    <w:p w14:paraId="0C75F53D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244DE30E" w14:textId="77777777" w:rsidR="005E07BA" w:rsidRDefault="005E07BA" w:rsidP="005E07BA">
      <w:pPr>
        <w:pStyle w:val="Nadpis2-1"/>
      </w:pPr>
      <w:bookmarkStart w:id="9" w:name="_Toc67048750"/>
      <w:r>
        <w:t>ZÁKLADNÍ PRAVIDLA PRO OCEŇOVÁNÍ SOUPISU PRACÍ</w:t>
      </w:r>
      <w:bookmarkEnd w:id="9"/>
    </w:p>
    <w:p w14:paraId="5B0C44E9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59BA5AF8" w14:textId="77777777" w:rsidR="005E07BA" w:rsidRDefault="005E07BA" w:rsidP="005E07BA">
      <w:pPr>
        <w:pStyle w:val="Text2-1"/>
      </w:pPr>
      <w:r>
        <w:t>Položky soupisu prací obsahují pole:</w:t>
      </w:r>
    </w:p>
    <w:p w14:paraId="5D40B110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15D5975F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3E1CC1D9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32813FDC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237BA1E2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58FE0F1A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25963489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</w:t>
      </w:r>
      <w:r>
        <w:lastRenderedPageBreak/>
        <w:t>a jiné dokumenty a technické a cenové podmínky, za podmínek dodržení požadavků vyhlášky č.169/2016 Sb., nebo specifikaci odkazem na cenovou soustavu, pokud je použita</w:t>
      </w:r>
    </w:p>
    <w:p w14:paraId="0E6A2851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199955EA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2A81A51C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4AA7F85D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28EFF5C8" w14:textId="34AF25B4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 w:rsidR="00936298">
        <w:t>,</w:t>
      </w:r>
    </w:p>
    <w:p w14:paraId="18B4C603" w14:textId="37E13FEA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936298">
        <w:t xml:space="preserve"> a</w:t>
      </w:r>
    </w:p>
    <w:p w14:paraId="0C4C58C9" w14:textId="423913E0" w:rsidR="00936298" w:rsidRDefault="00936298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R-položka).</w:t>
      </w:r>
    </w:p>
    <w:p w14:paraId="6A1D1816" w14:textId="77777777"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14:paraId="7931EA44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0AF53096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B55A3F5" w14:textId="77777777" w:rsidR="005E07BA" w:rsidRDefault="005E07BA" w:rsidP="005E07BA">
      <w:pPr>
        <w:pStyle w:val="Odrka1-2-"/>
      </w:pPr>
      <w:r>
        <w:t>náklady na veškerá pojištění;</w:t>
      </w:r>
    </w:p>
    <w:p w14:paraId="1F7FFA6C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0BB6C400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7D89E167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2D992F78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68BEDC98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7D21906D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0BAEA44E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45E1FDCE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09D2ADE4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7265C670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457AA2E2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0CC79D09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</w:t>
      </w:r>
      <w:r>
        <w:lastRenderedPageBreak/>
        <w:t>podmínek, náklady za práci přesčas, v noci, ve dnech pracovního klidu, vynucené přeložky inženýrských sítí příp. náhradní napájení či zásobování.;</w:t>
      </w:r>
    </w:p>
    <w:p w14:paraId="60E00915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0DC947EB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7DD8BB50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E96EE0F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7F37BB58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10F8A28D" w14:textId="385D185A" w:rsidR="00936298" w:rsidRDefault="00936298" w:rsidP="00936298">
      <w:pPr>
        <w:pStyle w:val="Odrka1-2-"/>
        <w:numPr>
          <w:ilvl w:val="1"/>
          <w:numId w:val="6"/>
        </w:numPr>
      </w:pPr>
      <w:r w:rsidRPr="00A24B8F">
        <w:t>aktualizace hlukové studie ze stavební činnosti</w:t>
      </w:r>
      <w:r w:rsidR="00D73DF8">
        <w:t>,</w:t>
      </w:r>
    </w:p>
    <w:p w14:paraId="64DAFE35" w14:textId="051CE50B" w:rsidR="00D73DF8" w:rsidRDefault="00D73DF8" w:rsidP="00936298">
      <w:pPr>
        <w:pStyle w:val="Odrka1-2-"/>
        <w:numPr>
          <w:ilvl w:val="1"/>
          <w:numId w:val="6"/>
        </w:numPr>
      </w:pPr>
      <w:r>
        <w:t>aktualizace povodňového plánu,</w:t>
      </w:r>
    </w:p>
    <w:p w14:paraId="05F74406" w14:textId="2F7ED1C6" w:rsidR="00D73DF8" w:rsidRDefault="00D73DF8" w:rsidP="00D73DF8">
      <w:pPr>
        <w:pStyle w:val="Odrka1-2-"/>
      </w:pPr>
      <w:r>
        <w:t xml:space="preserve">projednání opatření dopravní obslužnosti areálů kolem </w:t>
      </w:r>
      <w:proofErr w:type="spellStart"/>
      <w:r>
        <w:t>žst</w:t>
      </w:r>
      <w:proofErr w:type="spellEnd"/>
      <w:r>
        <w:t xml:space="preserve">. </w:t>
      </w:r>
      <w:proofErr w:type="spellStart"/>
      <w:r>
        <w:t>Mstětice</w:t>
      </w:r>
      <w:proofErr w:type="spellEnd"/>
      <w:r w:rsidR="00647577">
        <w:t>.</w:t>
      </w:r>
    </w:p>
    <w:p w14:paraId="6131C7A1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4DC45908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0098772E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7420C912" w14:textId="77777777" w:rsidR="005E07BA" w:rsidRDefault="005E07BA" w:rsidP="005E07BA">
      <w:pPr>
        <w:pStyle w:val="Odrka1-2-"/>
      </w:pPr>
      <w:r>
        <w:t>geodetickou a koordinační činnost,</w:t>
      </w:r>
    </w:p>
    <w:p w14:paraId="28CE9B92" w14:textId="77777777" w:rsidR="005E07BA" w:rsidRDefault="005E07BA" w:rsidP="005E07BA">
      <w:pPr>
        <w:pStyle w:val="Odrka1-2-"/>
      </w:pPr>
      <w:r>
        <w:t>veškeré zkoušky a revize.</w:t>
      </w:r>
    </w:p>
    <w:p w14:paraId="193301F0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67E9931F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06BDFF81" w14:textId="77777777"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14:paraId="41FFB947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 xml:space="preserve">případě, že nabídka takové vysvětlení nebude obsahovat, zadavatel bude takovou skutečnost </w:t>
      </w:r>
      <w:r>
        <w:lastRenderedPageBreak/>
        <w:t>považovat za nejasnost a pro takový případ si vyhrazuje právo požádat dodavatele o písemné vysvětlení nabídky.</w:t>
      </w:r>
    </w:p>
    <w:p w14:paraId="11233ED9" w14:textId="2C667E4D" w:rsidR="00222434" w:rsidRPr="00C97EF3" w:rsidRDefault="006D64F4" w:rsidP="005E07BA">
      <w:pPr>
        <w:pStyle w:val="Text2-1"/>
        <w:rPr>
          <w:b/>
        </w:rPr>
      </w:pPr>
      <w:r>
        <w:rPr>
          <w:b/>
        </w:rPr>
        <w:t>V</w:t>
      </w:r>
      <w:r>
        <w:rPr>
          <w:b/>
          <w:bCs/>
        </w:rPr>
        <w:t xml:space="preserve">ýjimkou z předchozího odstavce jsou jednotlivé „Evidenční položky“ odpadů označené Variantou „901“ až „999“, které jsou součástí jednotlivých SO/PS, a které nebudou v jednotlivých SO/PS uchazečem oceňovány. Uchazeč provede ocenění těchto položek pouze v souhrnném objektu odpadů „SO 90-90 Likvidace odpadů včetně dopravy“. </w:t>
      </w:r>
      <w:r>
        <w:t>V SO 90-90 Likvidace odpadů včetně dopravy jsou souhrnně uvedeny všechny položky odpadů uvedené v jednotlivých SO/PS za celou stavbu (ocenění těchto položek v jednotlivých SO/PS povede k duplicitnímu ocenění</w:t>
      </w:r>
      <w:r>
        <w:t>).</w:t>
      </w:r>
      <w:bookmarkStart w:id="10" w:name="_GoBack"/>
      <w:bookmarkEnd w:id="10"/>
    </w:p>
    <w:p w14:paraId="102ED204" w14:textId="7E17858F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gramStart"/>
      <w:r>
        <w:t>xls a *.xml</w:t>
      </w:r>
      <w:proofErr w:type="gramEnd"/>
      <w:r>
        <w:t xml:space="preserve"> (struktura dat dle datového předpisu </w:t>
      </w:r>
      <w:r w:rsidRPr="00C97EF3">
        <w:t>XDC).</w:t>
      </w:r>
    </w:p>
    <w:p w14:paraId="5F501525" w14:textId="77777777" w:rsidR="005E07BA" w:rsidRDefault="005E07BA" w:rsidP="005E07BA">
      <w:pPr>
        <w:pStyle w:val="Nadpis2-1"/>
      </w:pPr>
      <w:bookmarkStart w:id="11" w:name="_Toc67048751"/>
      <w:r>
        <w:t>MĚŘENÍ</w:t>
      </w:r>
      <w:bookmarkEnd w:id="11"/>
    </w:p>
    <w:p w14:paraId="1E481079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14:paraId="4DACB83D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7624E488" w14:textId="77777777" w:rsidR="005E07BA" w:rsidRDefault="005E07BA" w:rsidP="001D1F8C">
      <w:pPr>
        <w:pStyle w:val="Nadpis2-1"/>
      </w:pPr>
      <w:bookmarkStart w:id="12" w:name="_Toc67048752"/>
      <w:r>
        <w:t>SROVNATELNÉ V</w:t>
      </w:r>
      <w:r w:rsidR="00277875">
        <w:t>ÝROBKY, ALTERNATIVY MATERIÁLŮ A </w:t>
      </w:r>
      <w:r>
        <w:t>PROVEDENÍ</w:t>
      </w:r>
      <w:bookmarkEnd w:id="12"/>
    </w:p>
    <w:p w14:paraId="00603696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061AD1AB" w14:textId="77777777" w:rsidR="005E07BA" w:rsidRDefault="005E07BA" w:rsidP="001D1F8C">
      <w:pPr>
        <w:pStyle w:val="Text2-1"/>
      </w:pPr>
      <w:r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079504" w14:textId="77777777" w:rsidR="006E7FD3" w:rsidRDefault="006E7FD3" w:rsidP="00962258">
      <w:pPr>
        <w:spacing w:after="0" w:line="240" w:lineRule="auto"/>
      </w:pPr>
      <w:r>
        <w:separator/>
      </w:r>
    </w:p>
  </w:endnote>
  <w:endnote w:type="continuationSeparator" w:id="0">
    <w:p w14:paraId="7700CDEE" w14:textId="77777777" w:rsidR="006E7FD3" w:rsidRDefault="006E7FD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12E6CB7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8906FBC" w14:textId="4A42D07E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64F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64F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281B21C4" w14:textId="7F0DA536" w:rsidR="00CF0EF4" w:rsidRPr="003462EB" w:rsidRDefault="004418A4" w:rsidP="00C87634">
          <w:pPr>
            <w:pStyle w:val="Zpatvlevo"/>
          </w:pPr>
          <w:fldSimple w:instr=" STYLEREF  _Název_akce  \* MERGEFORMAT ">
            <w:r w:rsidR="006D64F4" w:rsidRPr="006D64F4">
              <w:rPr>
                <w:b/>
                <w:bCs/>
                <w:noProof/>
              </w:rPr>
              <w:t>Optimalizace traťového</w:t>
            </w:r>
            <w:r w:rsidR="006D64F4">
              <w:rPr>
                <w:noProof/>
              </w:rPr>
              <w:t xml:space="preserve"> úseku Čelákovice (mimo) – Mstětice (včetně)</w:t>
            </w:r>
          </w:fldSimple>
        </w:p>
        <w:p w14:paraId="33EB24F6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5EF5B327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3B177396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0E0523A8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35337A85" w14:textId="00A2390D" w:rsidR="00CF0EF4" w:rsidRDefault="004418A4" w:rsidP="00C87634">
          <w:pPr>
            <w:pStyle w:val="Zpatvpravo"/>
          </w:pPr>
          <w:fldSimple w:instr=" STYLEREF  _Název_akce  \* MERGEFORMAT ">
            <w:r w:rsidR="006D64F4" w:rsidRPr="006D64F4">
              <w:rPr>
                <w:b/>
                <w:bCs/>
                <w:noProof/>
              </w:rPr>
              <w:t>Optimalizace traťového</w:t>
            </w:r>
            <w:r w:rsidR="006D64F4">
              <w:rPr>
                <w:noProof/>
              </w:rPr>
              <w:t xml:space="preserve"> úseku Čelákovice (mimo) – Mstětice (včetně)</w:t>
            </w:r>
          </w:fldSimple>
        </w:p>
        <w:p w14:paraId="12F01C1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2072FED8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76A75F6F" w14:textId="1D8FBF5A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64F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64F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7635A118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4181CC" w14:textId="77777777" w:rsidR="00CF0EF4" w:rsidRPr="00B8518B" w:rsidRDefault="00CF0EF4" w:rsidP="00CF0EF4">
    <w:pPr>
      <w:pStyle w:val="Zpat"/>
      <w:rPr>
        <w:sz w:val="2"/>
        <w:szCs w:val="2"/>
      </w:rPr>
    </w:pPr>
  </w:p>
  <w:p w14:paraId="571D510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  <w:r w:rsidRPr="00A616BE">
      <w:rPr>
        <w:noProof/>
        <w:sz w:val="12"/>
        <w:szCs w:val="12"/>
        <w:lang w:eastAsia="cs-CZ"/>
      </w:rPr>
      <w:drawing>
        <wp:anchor distT="0" distB="0" distL="114300" distR="114300" simplePos="0" relativeHeight="251670528" behindDoc="1" locked="1" layoutInCell="1" allowOverlap="1" wp14:anchorId="7DAE9F69" wp14:editId="2F267EAD">
          <wp:simplePos x="0" y="0"/>
          <wp:positionH relativeFrom="page">
            <wp:posOffset>822325</wp:posOffset>
          </wp:positionH>
          <wp:positionV relativeFrom="page">
            <wp:posOffset>9312275</wp:posOffset>
          </wp:positionV>
          <wp:extent cx="5939790" cy="949960"/>
          <wp:effectExtent l="0" t="0" r="3810" b="2540"/>
          <wp:wrapTopAndBottom/>
          <wp:docPr id="9" name="Obrázek 9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a EU_MD+OPD+SFD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E7FD3">
      <w:rPr>
        <w:noProof/>
        <w:sz w:val="12"/>
        <w:szCs w:val="12"/>
      </w:rPr>
      <w:object w:dxaOrig="1440" w:dyaOrig="1440" w14:anchorId="72D66C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71552;mso-wrap-distance-top:11.35pt;mso-wrap-distance-right:113.4pt;mso-position-horizontal-relative:text;mso-position-vertical-relative:text" o:allowoverlap="f">
          <v:imagedata r:id="rId2" o:title=""/>
          <w10:wrap type="square" side="left"/>
        </v:shape>
        <o:OLEObject Type="Embed" ProgID="FoxitReader.Document" ShapeID="_x0000_s2049" DrawAspect="Content" ObjectID="_1678089521" r:id="rId3"/>
      </w:object>
    </w:r>
  </w:p>
  <w:p w14:paraId="1ABAD5FC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0CAFE6DD" w14:textId="77777777" w:rsidR="00CF0EF4" w:rsidRPr="00A616BE" w:rsidRDefault="00CF0EF4" w:rsidP="00CF0EF4">
    <w:pPr>
      <w:pStyle w:val="Zpat"/>
      <w:rPr>
        <w:sz w:val="12"/>
        <w:szCs w:val="12"/>
      </w:rPr>
    </w:pPr>
    <w:r w:rsidRPr="00A616BE">
      <w:rPr>
        <w:rFonts w:cs="Calibri"/>
        <w:sz w:val="12"/>
        <w:szCs w:val="12"/>
      </w:rPr>
      <w:t>Za tuto publikaci odpovídá pouze její autor. Evropská unie nenese odpovědnost za jakékoli využití informací v ní obsažených.</w:t>
    </w:r>
  </w:p>
  <w:p w14:paraId="5338563F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6F3F06" w14:textId="77777777" w:rsidR="006E7FD3" w:rsidRDefault="006E7FD3" w:rsidP="00962258">
      <w:pPr>
        <w:spacing w:after="0" w:line="240" w:lineRule="auto"/>
      </w:pPr>
      <w:r>
        <w:separator/>
      </w:r>
    </w:p>
  </w:footnote>
  <w:footnote w:type="continuationSeparator" w:id="0">
    <w:p w14:paraId="5A37C43C" w14:textId="77777777" w:rsidR="006E7FD3" w:rsidRDefault="006E7FD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1E1072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8C295A7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BF3FBAA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A0A73FD" w14:textId="77777777" w:rsidR="0076790E" w:rsidRPr="00D6163D" w:rsidRDefault="0076790E" w:rsidP="00D6163D">
          <w:pPr>
            <w:pStyle w:val="Druhdokumentu"/>
          </w:pPr>
        </w:p>
      </w:tc>
    </w:tr>
  </w:tbl>
  <w:p w14:paraId="78046352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61C81CF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DF66E19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1EA9AD7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6FF4A8A8" wp14:editId="17F71A0A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042E7EC" w14:textId="77777777" w:rsidR="0076790E" w:rsidRPr="00D6163D" w:rsidRDefault="0076790E" w:rsidP="00FC6389">
          <w:pPr>
            <w:pStyle w:val="Druhdokumentu"/>
          </w:pPr>
        </w:p>
      </w:tc>
    </w:tr>
    <w:tr w:rsidR="0076790E" w14:paraId="6D62950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50B9CC6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8A337E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5E64145" w14:textId="77777777" w:rsidR="0076790E" w:rsidRPr="00D6163D" w:rsidRDefault="0076790E" w:rsidP="00FC6389">
          <w:pPr>
            <w:pStyle w:val="Druhdokumentu"/>
          </w:pPr>
        </w:p>
      </w:tc>
    </w:tr>
  </w:tbl>
  <w:p w14:paraId="79FC511C" w14:textId="77777777" w:rsidR="0076790E" w:rsidRPr="00D6163D" w:rsidRDefault="0076790E" w:rsidP="00FC6389">
    <w:pPr>
      <w:pStyle w:val="Zhlav"/>
      <w:rPr>
        <w:sz w:val="8"/>
        <w:szCs w:val="8"/>
      </w:rPr>
    </w:pPr>
  </w:p>
  <w:p w14:paraId="5FC08D17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F12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B4EB8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44F1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C33F2"/>
    <w:rsid w:val="003D756E"/>
    <w:rsid w:val="003E420D"/>
    <w:rsid w:val="003E4C13"/>
    <w:rsid w:val="004078F3"/>
    <w:rsid w:val="00427794"/>
    <w:rsid w:val="004418A4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7577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64F4"/>
    <w:rsid w:val="006E0578"/>
    <w:rsid w:val="006E314D"/>
    <w:rsid w:val="006E7FD3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36298"/>
    <w:rsid w:val="00940D8A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C4AD1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517B3"/>
    <w:rsid w:val="00C6198E"/>
    <w:rsid w:val="00C708EA"/>
    <w:rsid w:val="00C778A5"/>
    <w:rsid w:val="00C86EDA"/>
    <w:rsid w:val="00C90F19"/>
    <w:rsid w:val="00C95162"/>
    <w:rsid w:val="00C952B9"/>
    <w:rsid w:val="00C97EF3"/>
    <w:rsid w:val="00CB6A37"/>
    <w:rsid w:val="00CB7684"/>
    <w:rsid w:val="00CC7C8F"/>
    <w:rsid w:val="00CD1FC4"/>
    <w:rsid w:val="00CF0EF4"/>
    <w:rsid w:val="00D01996"/>
    <w:rsid w:val="00D034A0"/>
    <w:rsid w:val="00D20741"/>
    <w:rsid w:val="00D21061"/>
    <w:rsid w:val="00D322B7"/>
    <w:rsid w:val="00D349D0"/>
    <w:rsid w:val="00D4108E"/>
    <w:rsid w:val="00D6163D"/>
    <w:rsid w:val="00D73DF8"/>
    <w:rsid w:val="00D831A3"/>
    <w:rsid w:val="00D97BE3"/>
    <w:rsid w:val="00DA3711"/>
    <w:rsid w:val="00DD46F3"/>
    <w:rsid w:val="00DE51A5"/>
    <w:rsid w:val="00DE56F2"/>
    <w:rsid w:val="00DF116D"/>
    <w:rsid w:val="00DF4DDD"/>
    <w:rsid w:val="00E030F7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2E5F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6C33172"/>
  <w14:defaultImageDpi w14:val="32767"/>
  <w15:docId w15:val="{2EE1CD44-E7F0-4B37-8374-54C628DA2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2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7192_P_CELAKOVICE_MSTETICE\17_001_DPS\ROZPOCET\Soupis_praci_21-03\KSP_R(R-F)_VZOR_21012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FC9FB1C413D4A94BAC3C077D9A38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2CF420-635D-4C4A-9287-E00A2984B812}"/>
      </w:docPartPr>
      <w:docPartBody>
        <w:p w:rsidR="00927F44" w:rsidRDefault="006E771C">
          <w:pPr>
            <w:pStyle w:val="FFC9FB1C413D4A94BAC3C077D9A38827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71C"/>
    <w:rsid w:val="006E771C"/>
    <w:rsid w:val="00927F44"/>
    <w:rsid w:val="00ED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FFC9FB1C413D4A94BAC3C077D9A38827">
    <w:name w:val="FFC9FB1C413D4A94BAC3C077D9A388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137600F-F0A0-416C-910B-D293DBC41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KSP_R(R-F)_VZOR_210120</Template>
  <TotalTime>4</TotalTime>
  <Pages>1</Pages>
  <Words>1934</Words>
  <Characters>11416</Characters>
  <Application>Microsoft Office Word</Application>
  <DocSecurity>0</DocSecurity>
  <Lines>95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Vodička Jan Ing.</dc:creator>
  <cp:lastModifiedBy>Tomek Jan</cp:lastModifiedBy>
  <cp:revision>4</cp:revision>
  <cp:lastPrinted>2019-03-13T10:28:00Z</cp:lastPrinted>
  <dcterms:created xsi:type="dcterms:W3CDTF">2021-03-24T07:55:00Z</dcterms:created>
  <dcterms:modified xsi:type="dcterms:W3CDTF">2021-03-24T10:12:00Z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