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0D644FA" w14:textId="77777777" w:rsidTr="00F862D6">
        <w:tc>
          <w:tcPr>
            <w:tcW w:w="1020" w:type="dxa"/>
          </w:tcPr>
          <w:p w14:paraId="5C304AB0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9186163" wp14:editId="4CF6C59B">
                      <wp:simplePos x="0" y="0"/>
                      <wp:positionH relativeFrom="page">
                        <wp:posOffset>3101340</wp:posOffset>
                      </wp:positionH>
                      <wp:positionV relativeFrom="page">
                        <wp:posOffset>265430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C2E84E9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1861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44.2pt;margin-top:20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" o:allowincell="f" fillcolor="white [3212]" stroked="f" strokeweight=".5pt">
                      <v:textbox>
                        <w:txbxContent>
                          <w:p w14:paraId="6C2E84E9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43AE1E2D" w14:textId="77777777" w:rsidR="00F64786" w:rsidRDefault="00F64786" w:rsidP="0077673A"/>
        </w:tc>
        <w:tc>
          <w:tcPr>
            <w:tcW w:w="823" w:type="dxa"/>
          </w:tcPr>
          <w:p w14:paraId="09C86ED4" w14:textId="77777777" w:rsidR="00F64786" w:rsidRDefault="00F64786" w:rsidP="0077673A"/>
        </w:tc>
        <w:tc>
          <w:tcPr>
            <w:tcW w:w="3685" w:type="dxa"/>
          </w:tcPr>
          <w:p w14:paraId="6950839E" w14:textId="77777777" w:rsidR="00F64786" w:rsidRDefault="00F64786" w:rsidP="0077673A"/>
        </w:tc>
      </w:tr>
      <w:tr w:rsidR="00F862D6" w14:paraId="6BE69C0E" w14:textId="77777777" w:rsidTr="00596C7E">
        <w:tc>
          <w:tcPr>
            <w:tcW w:w="1020" w:type="dxa"/>
          </w:tcPr>
          <w:p w14:paraId="4720F8F8" w14:textId="77777777" w:rsidR="00F862D6" w:rsidRDefault="00F862D6" w:rsidP="0077673A"/>
        </w:tc>
        <w:tc>
          <w:tcPr>
            <w:tcW w:w="2552" w:type="dxa"/>
          </w:tcPr>
          <w:p w14:paraId="56FC2D3D" w14:textId="77777777" w:rsidR="00F862D6" w:rsidRDefault="00F862D6" w:rsidP="00764595"/>
        </w:tc>
        <w:tc>
          <w:tcPr>
            <w:tcW w:w="823" w:type="dxa"/>
          </w:tcPr>
          <w:p w14:paraId="236073A0" w14:textId="77777777" w:rsidR="00F862D6" w:rsidRDefault="00F862D6" w:rsidP="0077673A"/>
        </w:tc>
        <w:tc>
          <w:tcPr>
            <w:tcW w:w="3685" w:type="dxa"/>
            <w:vMerge w:val="restart"/>
          </w:tcPr>
          <w:p w14:paraId="46407B45" w14:textId="77777777" w:rsidR="00596C7E" w:rsidRDefault="00596C7E" w:rsidP="00596C7E">
            <w:pPr>
              <w:rPr>
                <w:rStyle w:val="Potovnadresa"/>
              </w:rPr>
            </w:pPr>
          </w:p>
          <w:p w14:paraId="32C5DE1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3F4B267" w14:textId="77777777" w:rsidTr="00F862D6">
        <w:tc>
          <w:tcPr>
            <w:tcW w:w="1020" w:type="dxa"/>
          </w:tcPr>
          <w:p w14:paraId="08FDB4A8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8085658" w14:textId="29FDCF71" w:rsidR="00F862D6" w:rsidRPr="008902BE" w:rsidRDefault="0074624D" w:rsidP="0037111D">
            <w:pPr>
              <w:rPr>
                <w:highlight w:val="green"/>
              </w:rPr>
            </w:pPr>
            <w:r w:rsidRPr="0074624D">
              <w:rPr>
                <w:rFonts w:ascii="Helvetica" w:hAnsi="Helvetica"/>
              </w:rPr>
              <w:t>5475/2021-SŽ-SSV-Ú3</w:t>
            </w:r>
            <w:r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14:paraId="42E5221E" w14:textId="77777777" w:rsidR="00F862D6" w:rsidRDefault="00F862D6" w:rsidP="0077673A"/>
        </w:tc>
        <w:tc>
          <w:tcPr>
            <w:tcW w:w="3685" w:type="dxa"/>
            <w:vMerge/>
          </w:tcPr>
          <w:p w14:paraId="6B5AC2EB" w14:textId="77777777" w:rsidR="00F862D6" w:rsidRDefault="00F862D6" w:rsidP="0077673A"/>
        </w:tc>
      </w:tr>
      <w:tr w:rsidR="00F862D6" w14:paraId="37DCDCCE" w14:textId="77777777" w:rsidTr="00F862D6">
        <w:tc>
          <w:tcPr>
            <w:tcW w:w="1020" w:type="dxa"/>
          </w:tcPr>
          <w:p w14:paraId="2D6CC4CE" w14:textId="77777777" w:rsidR="00F862D6" w:rsidRPr="0074624D" w:rsidRDefault="00F862D6" w:rsidP="0077673A">
            <w:r w:rsidRPr="0074624D">
              <w:t>Listů/příloh</w:t>
            </w:r>
          </w:p>
        </w:tc>
        <w:tc>
          <w:tcPr>
            <w:tcW w:w="2552" w:type="dxa"/>
          </w:tcPr>
          <w:p w14:paraId="40C6CCD5" w14:textId="43F56C30" w:rsidR="00F862D6" w:rsidRPr="0074624D" w:rsidRDefault="0074624D" w:rsidP="00CC1E2B">
            <w:r w:rsidRPr="0074624D">
              <w:t>1/1</w:t>
            </w:r>
          </w:p>
        </w:tc>
        <w:tc>
          <w:tcPr>
            <w:tcW w:w="823" w:type="dxa"/>
          </w:tcPr>
          <w:p w14:paraId="25ACD17C" w14:textId="77777777" w:rsidR="00F862D6" w:rsidRDefault="00F862D6" w:rsidP="0077673A"/>
        </w:tc>
        <w:tc>
          <w:tcPr>
            <w:tcW w:w="3685" w:type="dxa"/>
            <w:vMerge/>
          </w:tcPr>
          <w:p w14:paraId="71ED4E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5263EC84" w14:textId="77777777" w:rsidTr="00B23CA3">
        <w:trPr>
          <w:trHeight w:val="77"/>
        </w:trPr>
        <w:tc>
          <w:tcPr>
            <w:tcW w:w="1020" w:type="dxa"/>
          </w:tcPr>
          <w:p w14:paraId="2F0F9730" w14:textId="77777777" w:rsidR="00F862D6" w:rsidRDefault="00F862D6" w:rsidP="0077673A"/>
        </w:tc>
        <w:tc>
          <w:tcPr>
            <w:tcW w:w="2552" w:type="dxa"/>
          </w:tcPr>
          <w:p w14:paraId="0427E9CD" w14:textId="77777777" w:rsidR="00F862D6" w:rsidRPr="003E6B9A" w:rsidRDefault="00F862D6" w:rsidP="0077673A"/>
        </w:tc>
        <w:tc>
          <w:tcPr>
            <w:tcW w:w="823" w:type="dxa"/>
          </w:tcPr>
          <w:p w14:paraId="0A411D64" w14:textId="77777777" w:rsidR="00F862D6" w:rsidRDefault="00F862D6" w:rsidP="0077673A"/>
        </w:tc>
        <w:tc>
          <w:tcPr>
            <w:tcW w:w="3685" w:type="dxa"/>
            <w:vMerge/>
          </w:tcPr>
          <w:p w14:paraId="7F11367A" w14:textId="77777777" w:rsidR="00F862D6" w:rsidRDefault="00F862D6" w:rsidP="0077673A"/>
        </w:tc>
      </w:tr>
      <w:tr w:rsidR="00F862D6" w14:paraId="5CCC86F1" w14:textId="77777777" w:rsidTr="00F862D6">
        <w:tc>
          <w:tcPr>
            <w:tcW w:w="1020" w:type="dxa"/>
          </w:tcPr>
          <w:p w14:paraId="5E756A14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59737135" w14:textId="77777777" w:rsidR="00F862D6" w:rsidRPr="003E6B9A" w:rsidRDefault="008902BE" w:rsidP="00FE3455">
            <w:r>
              <w:t>Ing. Magdaléna Holá</w:t>
            </w:r>
          </w:p>
        </w:tc>
        <w:tc>
          <w:tcPr>
            <w:tcW w:w="823" w:type="dxa"/>
          </w:tcPr>
          <w:p w14:paraId="3CCAE654" w14:textId="77777777" w:rsidR="00F862D6" w:rsidRDefault="00F862D6" w:rsidP="0077673A"/>
        </w:tc>
        <w:tc>
          <w:tcPr>
            <w:tcW w:w="3685" w:type="dxa"/>
            <w:vMerge/>
          </w:tcPr>
          <w:p w14:paraId="4EF309D1" w14:textId="77777777" w:rsidR="00F862D6" w:rsidRDefault="00F862D6" w:rsidP="0077673A"/>
        </w:tc>
      </w:tr>
      <w:tr w:rsidR="009A7568" w14:paraId="08E5A6C5" w14:textId="77777777" w:rsidTr="00F862D6">
        <w:tc>
          <w:tcPr>
            <w:tcW w:w="1020" w:type="dxa"/>
          </w:tcPr>
          <w:p w14:paraId="2D61BA99" w14:textId="77777777" w:rsidR="009A7568" w:rsidRDefault="009A7568" w:rsidP="009A7568"/>
        </w:tc>
        <w:tc>
          <w:tcPr>
            <w:tcW w:w="2552" w:type="dxa"/>
          </w:tcPr>
          <w:p w14:paraId="19403A67" w14:textId="77777777" w:rsidR="009A7568" w:rsidRPr="003E6B9A" w:rsidRDefault="009A7568" w:rsidP="009A7568"/>
        </w:tc>
        <w:tc>
          <w:tcPr>
            <w:tcW w:w="823" w:type="dxa"/>
          </w:tcPr>
          <w:p w14:paraId="500D4B72" w14:textId="77777777" w:rsidR="009A7568" w:rsidRDefault="009A7568" w:rsidP="009A7568"/>
        </w:tc>
        <w:tc>
          <w:tcPr>
            <w:tcW w:w="3685" w:type="dxa"/>
            <w:vMerge/>
          </w:tcPr>
          <w:p w14:paraId="29143FF0" w14:textId="77777777" w:rsidR="009A7568" w:rsidRDefault="009A7568" w:rsidP="009A7568"/>
        </w:tc>
      </w:tr>
      <w:tr w:rsidR="009A7568" w14:paraId="5F46810B" w14:textId="77777777" w:rsidTr="00F862D6">
        <w:tc>
          <w:tcPr>
            <w:tcW w:w="1020" w:type="dxa"/>
          </w:tcPr>
          <w:p w14:paraId="6D3B791A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1DA1DABA" w14:textId="77777777" w:rsidR="009A7568" w:rsidRPr="003E6B9A" w:rsidRDefault="008902BE" w:rsidP="009A7568">
            <w:r>
              <w:t>+420 724 932 387</w:t>
            </w:r>
          </w:p>
        </w:tc>
        <w:tc>
          <w:tcPr>
            <w:tcW w:w="823" w:type="dxa"/>
          </w:tcPr>
          <w:p w14:paraId="6550C3D8" w14:textId="77777777" w:rsidR="009A7568" w:rsidRDefault="009A7568" w:rsidP="009A7568"/>
        </w:tc>
        <w:tc>
          <w:tcPr>
            <w:tcW w:w="3685" w:type="dxa"/>
            <w:vMerge/>
          </w:tcPr>
          <w:p w14:paraId="66763119" w14:textId="77777777" w:rsidR="009A7568" w:rsidRDefault="009A7568" w:rsidP="009A7568"/>
        </w:tc>
      </w:tr>
      <w:tr w:rsidR="009A7568" w14:paraId="57643CB2" w14:textId="77777777" w:rsidTr="00F862D6">
        <w:tc>
          <w:tcPr>
            <w:tcW w:w="1020" w:type="dxa"/>
          </w:tcPr>
          <w:p w14:paraId="2ED17197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3FF8B98" w14:textId="77777777" w:rsidR="009A7568" w:rsidRPr="003E6B9A" w:rsidRDefault="008902BE" w:rsidP="006104F6">
            <w:r>
              <w:t>HolaM@spravazeleznic.cz</w:t>
            </w:r>
          </w:p>
        </w:tc>
        <w:tc>
          <w:tcPr>
            <w:tcW w:w="823" w:type="dxa"/>
          </w:tcPr>
          <w:p w14:paraId="6D9B029C" w14:textId="77777777" w:rsidR="009A7568" w:rsidRDefault="009A7568" w:rsidP="009A7568"/>
        </w:tc>
        <w:tc>
          <w:tcPr>
            <w:tcW w:w="3685" w:type="dxa"/>
            <w:vMerge/>
          </w:tcPr>
          <w:p w14:paraId="6EC003F2" w14:textId="77777777" w:rsidR="009A7568" w:rsidRDefault="009A7568" w:rsidP="009A7568"/>
        </w:tc>
      </w:tr>
      <w:tr w:rsidR="009A7568" w14:paraId="39051322" w14:textId="77777777" w:rsidTr="00F862D6">
        <w:tc>
          <w:tcPr>
            <w:tcW w:w="1020" w:type="dxa"/>
          </w:tcPr>
          <w:p w14:paraId="3B795427" w14:textId="77777777" w:rsidR="009A7568" w:rsidRDefault="009A7568" w:rsidP="009A7568"/>
        </w:tc>
        <w:tc>
          <w:tcPr>
            <w:tcW w:w="2552" w:type="dxa"/>
          </w:tcPr>
          <w:p w14:paraId="389E2DB1" w14:textId="77777777" w:rsidR="009A7568" w:rsidRPr="003E6B9A" w:rsidRDefault="009A7568" w:rsidP="009A7568"/>
        </w:tc>
        <w:tc>
          <w:tcPr>
            <w:tcW w:w="823" w:type="dxa"/>
          </w:tcPr>
          <w:p w14:paraId="274BAAC1" w14:textId="77777777" w:rsidR="009A7568" w:rsidRDefault="009A7568" w:rsidP="009A7568"/>
        </w:tc>
        <w:tc>
          <w:tcPr>
            <w:tcW w:w="3685" w:type="dxa"/>
          </w:tcPr>
          <w:p w14:paraId="1CE28495" w14:textId="77777777" w:rsidR="009A7568" w:rsidRDefault="009A7568" w:rsidP="009A7568"/>
        </w:tc>
      </w:tr>
      <w:tr w:rsidR="009A7568" w14:paraId="7B86C81F" w14:textId="77777777" w:rsidTr="00F862D6">
        <w:tc>
          <w:tcPr>
            <w:tcW w:w="1020" w:type="dxa"/>
          </w:tcPr>
          <w:p w14:paraId="12BBD26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4A826A3E" w14:textId="7A40A68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33FE5">
              <w:rPr>
                <w:noProof/>
              </w:rPr>
              <w:t>12. dubna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8329D4D" w14:textId="77777777" w:rsidR="009A7568" w:rsidRDefault="009A7568" w:rsidP="009A7568"/>
        </w:tc>
        <w:tc>
          <w:tcPr>
            <w:tcW w:w="3685" w:type="dxa"/>
          </w:tcPr>
          <w:p w14:paraId="18C93F1C" w14:textId="77777777" w:rsidR="009A7568" w:rsidRDefault="009A7568" w:rsidP="009A7568"/>
        </w:tc>
      </w:tr>
      <w:tr w:rsidR="00F64786" w14:paraId="3218846F" w14:textId="77777777" w:rsidTr="00F862D6">
        <w:tc>
          <w:tcPr>
            <w:tcW w:w="1020" w:type="dxa"/>
          </w:tcPr>
          <w:p w14:paraId="7CB83AE1" w14:textId="77777777" w:rsidR="00F64786" w:rsidRDefault="00F64786" w:rsidP="0077673A"/>
        </w:tc>
        <w:tc>
          <w:tcPr>
            <w:tcW w:w="2552" w:type="dxa"/>
          </w:tcPr>
          <w:p w14:paraId="42B7C00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E4F855F" w14:textId="77777777" w:rsidR="00F64786" w:rsidRDefault="00F64786" w:rsidP="0077673A"/>
        </w:tc>
        <w:tc>
          <w:tcPr>
            <w:tcW w:w="3685" w:type="dxa"/>
          </w:tcPr>
          <w:p w14:paraId="6BBC4E66" w14:textId="77777777" w:rsidR="00F64786" w:rsidRDefault="00F64786" w:rsidP="0077673A"/>
        </w:tc>
      </w:tr>
      <w:tr w:rsidR="00F862D6" w14:paraId="1B9723F9" w14:textId="77777777" w:rsidTr="00B45E9E">
        <w:trPr>
          <w:trHeight w:val="794"/>
        </w:trPr>
        <w:tc>
          <w:tcPr>
            <w:tcW w:w="1020" w:type="dxa"/>
          </w:tcPr>
          <w:p w14:paraId="719D6705" w14:textId="77777777" w:rsidR="00F862D6" w:rsidRDefault="00F862D6" w:rsidP="0077673A"/>
        </w:tc>
        <w:tc>
          <w:tcPr>
            <w:tcW w:w="2552" w:type="dxa"/>
          </w:tcPr>
          <w:p w14:paraId="3E861CB5" w14:textId="77777777" w:rsidR="00F862D6" w:rsidRDefault="00F862D6" w:rsidP="00F310F8"/>
        </w:tc>
        <w:tc>
          <w:tcPr>
            <w:tcW w:w="823" w:type="dxa"/>
          </w:tcPr>
          <w:p w14:paraId="3A082931" w14:textId="77777777" w:rsidR="00F862D6" w:rsidRDefault="00F862D6" w:rsidP="0077673A"/>
        </w:tc>
        <w:tc>
          <w:tcPr>
            <w:tcW w:w="3685" w:type="dxa"/>
          </w:tcPr>
          <w:p w14:paraId="662103AE" w14:textId="77777777" w:rsidR="00F862D6" w:rsidRDefault="00F862D6" w:rsidP="0077673A"/>
        </w:tc>
      </w:tr>
    </w:tbl>
    <w:p w14:paraId="104BC14E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902BE" w:rsidRPr="008902BE">
        <w:rPr>
          <w:rFonts w:eastAsia="Calibri" w:cs="Times New Roman"/>
          <w:b/>
          <w:lang w:eastAsia="cs-CZ"/>
        </w:rPr>
        <w:t>Rekonstrukce ŽST Moravská Třebová</w:t>
      </w:r>
    </w:p>
    <w:p w14:paraId="45438981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902BE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8902BE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4AFEEE3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1063B81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725972F" w14:textId="77777777" w:rsidR="008902BE" w:rsidRPr="00CB7B5A" w:rsidRDefault="008902BE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BD6155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Rozpočet SO 02 pol.č. 42 - Mobiliář koše na odpadky</w:t>
      </w:r>
      <w:r w:rsidRPr="00BD6155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  <w:t>V této položce je uvedeno množství 7950 ks, předpokládáme, že se jedná o chybnou výměru, prosíme o opravu nebo vysvětlení</w:t>
      </w:r>
      <w:r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.</w:t>
      </w:r>
    </w:p>
    <w:p w14:paraId="5825BF50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9C9FFE0" w14:textId="77777777" w:rsidR="008737B5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B2946B7" w14:textId="61F1EE85" w:rsidR="00CB7B5A" w:rsidRPr="008737B5" w:rsidRDefault="008737B5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Jedná se o chybně uvedené množství ve výkazu. Správné množství má být 1 ks. Přikládáme opravený příslušný výkaz, výměr.</w:t>
      </w:r>
    </w:p>
    <w:p w14:paraId="398AAE7A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D26E048" w14:textId="77777777" w:rsidR="00933FE5" w:rsidRPr="00CB7B5A" w:rsidRDefault="00933FE5" w:rsidP="00933FE5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AC1C33F" w14:textId="77777777" w:rsidR="00933FE5" w:rsidRDefault="00933FE5" w:rsidP="00933FE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66C0E64" w14:textId="77777777" w:rsidR="00933FE5" w:rsidRPr="00396E8C" w:rsidRDefault="00933FE5" w:rsidP="00933FE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5A710F9B" w14:textId="77777777" w:rsidR="00933FE5" w:rsidRPr="00CB7B5A" w:rsidRDefault="00933FE5" w:rsidP="00933FE5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5C2AA9A7" w14:textId="513475BB" w:rsidR="00933FE5" w:rsidRPr="00CB7B5A" w:rsidRDefault="00933FE5" w:rsidP="00933FE5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6BBB6520" w14:textId="77777777" w:rsidR="00933FE5" w:rsidRPr="00CB7B5A" w:rsidRDefault="00933FE5" w:rsidP="00933FE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4624D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5C3FA7CD" w14:textId="77777777" w:rsidR="00933FE5" w:rsidRPr="00CB7B5A" w:rsidRDefault="00933FE5" w:rsidP="00933FE5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1155CB6" w14:textId="0D5C2434" w:rsidR="00933FE5" w:rsidRPr="00CB7B5A" w:rsidRDefault="00933FE5" w:rsidP="00933FE5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4624D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="0074624D" w:rsidRPr="0074624D">
        <w:rPr>
          <w:rFonts w:eastAsia="Calibri" w:cs="Times New Roman"/>
          <w:bCs/>
          <w:lang w:eastAsia="cs-CZ"/>
        </w:rPr>
        <w:t>Položkové rozpočty</w:t>
      </w:r>
    </w:p>
    <w:p w14:paraId="7B92618B" w14:textId="77777777" w:rsidR="00933FE5" w:rsidRPr="00CB7B5A" w:rsidRDefault="00933FE5" w:rsidP="00933FE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B510E0" w14:textId="63DEA9C9" w:rsidR="00933FE5" w:rsidRDefault="00933FE5" w:rsidP="00933FE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0245E88" w14:textId="77777777" w:rsidR="00500734" w:rsidRPr="00CB7B5A" w:rsidRDefault="00500734" w:rsidP="00933FE5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7255331E" w14:textId="77777777" w:rsidR="00933FE5" w:rsidRPr="00CB7B5A" w:rsidRDefault="00933FE5" w:rsidP="00933FE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49970C9F" w14:textId="77777777" w:rsidR="00933FE5" w:rsidRPr="00CB7B5A" w:rsidRDefault="00933FE5" w:rsidP="00933FE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2CBFA04" w14:textId="684238B2" w:rsidR="00933FE5" w:rsidRDefault="00933FE5" w:rsidP="00933FE5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F85FBF3" w14:textId="035A72A7" w:rsidR="0074624D" w:rsidRDefault="0074624D" w:rsidP="00933FE5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FED111D" w14:textId="04A111FE" w:rsidR="0074624D" w:rsidRDefault="0074624D" w:rsidP="00933FE5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23BED74" w14:textId="77777777" w:rsidR="0074624D" w:rsidRPr="00CB7B5A" w:rsidRDefault="0074624D" w:rsidP="00933FE5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6434585" w14:textId="77777777" w:rsidR="00933FE5" w:rsidRPr="00CB7B5A" w:rsidRDefault="00933FE5" w:rsidP="00933FE5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7DCEBF87" w14:textId="77777777" w:rsidR="00933FE5" w:rsidRPr="00CB7B5A" w:rsidRDefault="00933FE5" w:rsidP="00933FE5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7F96916E" w14:textId="77777777" w:rsidR="00933FE5" w:rsidRPr="00CB7B5A" w:rsidRDefault="00933FE5" w:rsidP="00933FE5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4E561EAC" w14:textId="77777777" w:rsidR="00933FE5" w:rsidRPr="00CB7B5A" w:rsidRDefault="00933FE5" w:rsidP="00933FE5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49667C8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34973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4844EC4D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00AE0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6DA76F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8AD1AB0" w14:textId="3892F72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62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624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E5A90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9167B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146092B" w14:textId="77777777" w:rsidR="00F1715C" w:rsidRDefault="00F1715C" w:rsidP="00D831A3">
          <w:pPr>
            <w:pStyle w:val="Zpat"/>
          </w:pPr>
        </w:p>
      </w:tc>
    </w:tr>
  </w:tbl>
  <w:p w14:paraId="56137C8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4B11C3" wp14:editId="47F5509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761C5D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9226AA8" wp14:editId="28627DC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2124D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7186711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FB691A" w14:textId="0E8EDCA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073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073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BC7F6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7C330713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A35485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0EE4C75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40F7EBB0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21987D9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87D3932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707F0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6AEF8AA" w14:textId="77777777" w:rsidR="00490C88" w:rsidRDefault="00490C88" w:rsidP="00331004">
          <w:pPr>
            <w:pStyle w:val="Zpat"/>
          </w:pPr>
        </w:p>
      </w:tc>
    </w:tr>
  </w:tbl>
  <w:p w14:paraId="4DAC74D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2233C84" wp14:editId="6CD554D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A58675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F24A17C" wp14:editId="4B53E2B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A2909F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C0A2F1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A79F5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52C83689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733D2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A1326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7E86E2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5BAE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4713F96" w14:textId="77777777" w:rsidR="00F1715C" w:rsidRPr="00D6163D" w:rsidRDefault="00F1715C" w:rsidP="00D6163D">
          <w:pPr>
            <w:pStyle w:val="Druhdokumentu"/>
          </w:pPr>
        </w:p>
      </w:tc>
    </w:tr>
  </w:tbl>
  <w:p w14:paraId="1E16D21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1A49CF4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35B8F7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58037D2" wp14:editId="02EA6F26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05AF93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2D7E10" w14:textId="77777777" w:rsidR="00F3199A" w:rsidRPr="00D6163D" w:rsidRDefault="00F3199A" w:rsidP="00FC6389">
          <w:pPr>
            <w:pStyle w:val="Druhdokumentu"/>
          </w:pPr>
        </w:p>
      </w:tc>
    </w:tr>
    <w:tr w:rsidR="00F3199A" w14:paraId="4346572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CA0C73C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6B6C1F1" wp14:editId="5C3B4325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07FB5F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0435CA7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7C8A1688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88BD84D" wp14:editId="57F5F77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CC236C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88F556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0734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4624D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737B5"/>
    <w:rsid w:val="008902BE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3FE5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01C9177"/>
  <w14:defaultImageDpi w14:val="32767"/>
  <w15:docId w15:val="{51130C72-0709-41BD-ACFB-4297FE3FB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615844AE484A4287220D6BF04756DB" ma:contentTypeVersion="2" ma:contentTypeDescription="Vytvoří nový dokument" ma:contentTypeScope="" ma:versionID="4aa2b6b499255d44f7bea0dda966a5eb">
  <xsd:schema xmlns:xsd="http://www.w3.org/2001/XMLSchema" xmlns:xs="http://www.w3.org/2001/XMLSchema" xmlns:p="http://schemas.microsoft.com/office/2006/metadata/properties" xmlns:ns3="f6f1b9d0-cbfb-40ef-a487-dab36a383be2" targetNamespace="http://schemas.microsoft.com/office/2006/metadata/properties" ma:root="true" ma:fieldsID="adf298b097171b0041a157f6b2b4bc11" ns3:_="">
    <xsd:import namespace="f6f1b9d0-cbfb-40ef-a487-dab36a383b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1b9d0-cbfb-40ef-a487-dab36a383b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BAF26-7236-4A2E-B335-AB0E94857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f1b9d0-cbfb-40ef-a487-dab36a383b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f6f1b9d0-cbfb-40ef-a487-dab36a383be2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CEF953-7F38-4256-B34F-A7498C279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3</cp:revision>
  <cp:lastPrinted>2019-02-22T13:28:00Z</cp:lastPrinted>
  <dcterms:created xsi:type="dcterms:W3CDTF">2021-04-12T12:05:00Z</dcterms:created>
  <dcterms:modified xsi:type="dcterms:W3CDTF">2021-04-12T12:06:00Z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0x010100FB615844AE484A4287220D6BF04756DB</vt:lpwstr>
  </property>
</Properties>
</file>