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bookmarkStart w:id="0" w:name="_GoBack"/>
      <w:bookmarkEnd w:id="0"/>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7C035349" w:rsidR="001B77EA" w:rsidRPr="001B0F4D" w:rsidRDefault="001B77EA" w:rsidP="00031808">
      <w:pPr>
        <w:pStyle w:val="Titul2"/>
        <w:jc w:val="both"/>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Nzevakce"/>
          </w:rPr>
        </w:sdtEndPr>
        <w:sdtContent>
          <w:r w:rsidR="00031808" w:rsidRPr="001B0F4D">
            <w:rPr>
              <w:rStyle w:val="Nzevakce"/>
              <w:b/>
            </w:rPr>
            <w:t>Rekonstrukce mostu</w:t>
          </w:r>
          <w:r w:rsidR="00944865" w:rsidRPr="001B0F4D">
            <w:rPr>
              <w:rStyle w:val="Nzevakce"/>
              <w:b/>
            </w:rPr>
            <w:t xml:space="preserve"> km 1,279 trati Tábor - Bechyně“ </w:t>
          </w:r>
        </w:sdtContent>
      </w:sdt>
    </w:p>
    <w:p w14:paraId="41C818C2" w14:textId="77777777" w:rsidR="00E80769" w:rsidRPr="001B0F4D" w:rsidRDefault="00E80769" w:rsidP="00B42F40">
      <w:pPr>
        <w:pStyle w:val="Nadpisbezsl1-2"/>
      </w:pPr>
    </w:p>
    <w:p w14:paraId="346A9F12" w14:textId="77777777" w:rsidR="00F422D3" w:rsidRPr="001B0F4D" w:rsidRDefault="00F20842" w:rsidP="00B42F40">
      <w:pPr>
        <w:pStyle w:val="Nadpisbezsl1-2"/>
      </w:pPr>
      <w:r w:rsidRPr="001B0F4D">
        <w:t>Smluvní strany</w:t>
      </w:r>
    </w:p>
    <w:p w14:paraId="79655226" w14:textId="77777777" w:rsidR="00F422D3" w:rsidRPr="001B0F4D" w:rsidRDefault="00F422D3" w:rsidP="00B42F40">
      <w:pPr>
        <w:pStyle w:val="Textbezodsazen"/>
        <w:spacing w:after="0"/>
        <w:rPr>
          <w:b/>
          <w:color w:val="000000" w:themeColor="text1"/>
        </w:rPr>
      </w:pPr>
      <w:r w:rsidRPr="001B0F4D">
        <w:rPr>
          <w:b/>
          <w:color w:val="000000" w:themeColor="text1"/>
        </w:rPr>
        <w:t>Správa</w:t>
      </w:r>
      <w:r w:rsidR="008B30AC" w:rsidRPr="001B0F4D">
        <w:rPr>
          <w:b/>
          <w:color w:val="000000" w:themeColor="text1"/>
        </w:rPr>
        <w:t xml:space="preserve"> železnic</w:t>
      </w:r>
      <w:r w:rsidRPr="001B0F4D">
        <w:rPr>
          <w:b/>
          <w:color w:val="000000" w:themeColor="text1"/>
        </w:rPr>
        <w:t>, státní organizace</w:t>
      </w:r>
    </w:p>
    <w:p w14:paraId="3F0D6920" w14:textId="77777777" w:rsidR="00F422D3" w:rsidRPr="001B0F4D" w:rsidRDefault="00F422D3" w:rsidP="00B42F40">
      <w:pPr>
        <w:pStyle w:val="Textbezodsazen"/>
        <w:spacing w:after="0"/>
        <w:rPr>
          <w:color w:val="000000" w:themeColor="text1"/>
        </w:rPr>
      </w:pPr>
      <w:r w:rsidRPr="001B0F4D">
        <w:rPr>
          <w:color w:val="000000" w:themeColor="text1"/>
        </w:rPr>
        <w:t xml:space="preserve">se sídlem: Dlážděná 1003/7, 110 00 Praha 1 - Nové Město </w:t>
      </w:r>
    </w:p>
    <w:p w14:paraId="0086CB11" w14:textId="77777777" w:rsidR="00F422D3" w:rsidRPr="001B0F4D" w:rsidRDefault="00F422D3" w:rsidP="00B42F40">
      <w:pPr>
        <w:pStyle w:val="Textbezodsazen"/>
        <w:spacing w:after="0"/>
        <w:rPr>
          <w:color w:val="000000" w:themeColor="text1"/>
        </w:rPr>
      </w:pPr>
      <w:r w:rsidRPr="001B0F4D">
        <w:rPr>
          <w:color w:val="000000" w:themeColor="text1"/>
        </w:rPr>
        <w:t>IČO: 70994234 DIČ: CZ70994234</w:t>
      </w:r>
    </w:p>
    <w:p w14:paraId="4E2907DE" w14:textId="77777777" w:rsidR="00F422D3" w:rsidRPr="001B0F4D" w:rsidRDefault="00F422D3" w:rsidP="00B42F40">
      <w:pPr>
        <w:pStyle w:val="Textbezodsazen"/>
        <w:spacing w:after="0"/>
        <w:rPr>
          <w:color w:val="000000" w:themeColor="text1"/>
        </w:rPr>
      </w:pPr>
      <w:r w:rsidRPr="001B0F4D">
        <w:rPr>
          <w:color w:val="000000" w:themeColor="text1"/>
        </w:rPr>
        <w:t>zapsaná v obchodním rejstříku vedeném Městským soudem v Praze,</w:t>
      </w:r>
    </w:p>
    <w:p w14:paraId="171FAE70" w14:textId="77777777" w:rsidR="00F422D3" w:rsidRPr="001B0F4D" w:rsidRDefault="00F422D3" w:rsidP="00B42F40">
      <w:pPr>
        <w:pStyle w:val="Textbezodsazen"/>
        <w:spacing w:after="0"/>
        <w:rPr>
          <w:color w:val="000000" w:themeColor="text1"/>
        </w:rPr>
      </w:pPr>
      <w:r w:rsidRPr="001B0F4D">
        <w:rPr>
          <w:color w:val="000000" w:themeColor="text1"/>
        </w:rPr>
        <w:t>spisová značka A 48384</w:t>
      </w:r>
    </w:p>
    <w:p w14:paraId="4F712863" w14:textId="640CF0FC" w:rsidR="004A3EC7" w:rsidRDefault="004A3EC7" w:rsidP="004A3EC7">
      <w:pPr>
        <w:pStyle w:val="Textbezodsazen"/>
        <w:spacing w:after="0"/>
        <w:rPr>
          <w:color w:val="000000" w:themeColor="text1"/>
        </w:rPr>
      </w:pPr>
      <w:r w:rsidRPr="001B0F4D">
        <w:rPr>
          <w:color w:val="000000" w:themeColor="text1"/>
        </w:rPr>
        <w:t>zastoupena: Ing. Petr</w:t>
      </w:r>
      <w:r w:rsidR="006E704E" w:rsidRPr="001B0F4D">
        <w:rPr>
          <w:color w:val="000000" w:themeColor="text1"/>
        </w:rPr>
        <w:t>em</w:t>
      </w:r>
      <w:r w:rsidRPr="001B0F4D">
        <w:rPr>
          <w:color w:val="000000" w:themeColor="text1"/>
        </w:rPr>
        <w:t xml:space="preserve"> </w:t>
      </w:r>
      <w:proofErr w:type="spellStart"/>
      <w:r w:rsidRPr="001B0F4D">
        <w:rPr>
          <w:color w:val="000000" w:themeColor="text1"/>
        </w:rPr>
        <w:t>Hofhanzl</w:t>
      </w:r>
      <w:r w:rsidR="006E704E" w:rsidRPr="001B0F4D">
        <w:rPr>
          <w:color w:val="000000" w:themeColor="text1"/>
        </w:rPr>
        <w:t>em</w:t>
      </w:r>
      <w:proofErr w:type="spellEnd"/>
      <w:r w:rsidRPr="001B0F4D">
        <w:rPr>
          <w:color w:val="000000" w:themeColor="text1"/>
        </w:rPr>
        <w:t>, ředitel</w:t>
      </w:r>
      <w:r w:rsidR="006E704E" w:rsidRPr="001B0F4D">
        <w:rPr>
          <w:color w:val="000000" w:themeColor="text1"/>
        </w:rPr>
        <w:t>em</w:t>
      </w:r>
      <w:r w:rsidRPr="001B0F4D">
        <w:rPr>
          <w:color w:val="000000" w:themeColor="text1"/>
        </w:rPr>
        <w:t xml:space="preserve"> Stavební</w:t>
      </w:r>
      <w:r w:rsidRPr="00056BAC">
        <w:rPr>
          <w:color w:val="000000" w:themeColor="text1"/>
        </w:rPr>
        <w:t xml:space="preserve"> správy západ</w:t>
      </w:r>
    </w:p>
    <w:p w14:paraId="35774E80" w14:textId="77777777" w:rsidR="004A3EC7" w:rsidRPr="006D465A" w:rsidRDefault="004A3EC7" w:rsidP="004A3EC7">
      <w:pPr>
        <w:pStyle w:val="Textbezodsazen"/>
        <w:spacing w:after="0"/>
        <w:rPr>
          <w:color w:val="000000" w:themeColor="text1"/>
        </w:rPr>
      </w:pPr>
    </w:p>
    <w:p w14:paraId="55FE29B2"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6DA501FA" w14:textId="49292CD1" w:rsidR="004A3EC7" w:rsidRDefault="004A3EC7" w:rsidP="004A3EC7">
      <w:pPr>
        <w:pStyle w:val="Textbezodsazen"/>
      </w:pPr>
      <w:r w:rsidRPr="00056BAC">
        <w:rPr>
          <w:color w:val="000000" w:themeColor="text1"/>
        </w:rPr>
        <w:t xml:space="preserve">Stavební správa </w:t>
      </w:r>
      <w:r w:rsidRPr="00056BAC">
        <w:t>západ, Sokolovská 1955/278, 190 00 Praha 9</w:t>
      </w:r>
      <w:r>
        <w:t xml:space="preserve"> </w:t>
      </w:r>
    </w:p>
    <w:p w14:paraId="5208AC55" w14:textId="6E49C230" w:rsidR="00F422D3" w:rsidRDefault="004A3EC7" w:rsidP="004A3EC7">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p>
    <w:p w14:paraId="63BC6BED" w14:textId="13F9EB2B" w:rsidR="00F422D3" w:rsidRDefault="003A60C1" w:rsidP="00B42F40">
      <w:pPr>
        <w:pStyle w:val="Textbezodsazen"/>
      </w:pPr>
      <w:r w:rsidRPr="001B0F4D">
        <w:t>I</w:t>
      </w:r>
      <w:r w:rsidR="00031808" w:rsidRPr="001B0F4D">
        <w:t>SPROFOND</w:t>
      </w:r>
      <w:r w:rsidR="00031808" w:rsidRPr="00031808">
        <w:t xml:space="preserve"> / </w:t>
      </w:r>
      <w:proofErr w:type="spellStart"/>
      <w:r w:rsidR="00031808" w:rsidRPr="00031808">
        <w:t>Sub.</w:t>
      </w:r>
      <w:r w:rsidR="0079664B" w:rsidRPr="00031808">
        <w:t>ISPROFIN</w:t>
      </w:r>
      <w:proofErr w:type="spellEnd"/>
      <w:r w:rsidR="00F422D3" w:rsidRPr="00031808">
        <w:t>:</w:t>
      </w:r>
      <w:r w:rsidR="004A3EC7" w:rsidRPr="00031808">
        <w:t xml:space="preserve"> 3273214901 / 5313520028</w:t>
      </w:r>
      <w:r w:rsidR="004A3EC7">
        <w:t xml:space="preserve"> </w:t>
      </w:r>
    </w:p>
    <w:p w14:paraId="6D539D3F" w14:textId="77777777" w:rsidR="00F422D3" w:rsidRDefault="00F422D3" w:rsidP="00B42F40">
      <w:pPr>
        <w:pStyle w:val="Textbezodsazen"/>
      </w:pPr>
      <w:r w:rsidRPr="00B42F40">
        <w:t>a</w:t>
      </w: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BE43108" w14:textId="77777777" w:rsidR="004F75CC" w:rsidRPr="00B42F40" w:rsidRDefault="004F75CC" w:rsidP="00B42F40">
      <w:pPr>
        <w:pStyle w:val="Textbezodsazen"/>
      </w:pP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49665617" w:rsidR="003F5723" w:rsidRDefault="003F5723" w:rsidP="003F5723">
      <w:pPr>
        <w:pStyle w:val="Text1-1"/>
      </w:pPr>
      <w:r>
        <w:t xml:space="preserve">Objednatel oznámil uveřejněním oznámení o zahájení zadávacího řízení </w:t>
      </w:r>
      <w:r w:rsidR="004A3EC7" w:rsidRPr="00D01858">
        <w:t>na profilu zadavatele dne</w:t>
      </w:r>
      <w:r w:rsidR="004A3EC7" w:rsidRPr="00D01858">
        <w:rPr>
          <w:highlight w:val="green"/>
        </w:rPr>
        <w:t xml:space="preserve"> </w:t>
      </w:r>
      <w:r w:rsidR="004A3EC7" w:rsidRPr="006D465A">
        <w:rPr>
          <w:highlight w:val="green"/>
        </w:rPr>
        <w:t>"[VLOŽÍ OBJEDNATEL</w:t>
      </w:r>
      <w:r w:rsidR="004A3EC7">
        <w:t xml:space="preserve">]" pod evidenčním číslem </w:t>
      </w:r>
      <w:r w:rsidR="004A3EC7" w:rsidRPr="006D103D">
        <w:rPr>
          <w:b/>
        </w:rPr>
        <w:t>618211</w:t>
      </w:r>
      <w:r w:rsidR="004A3EC7">
        <w:rPr>
          <w:b/>
        </w:rPr>
        <w:t>40</w:t>
      </w:r>
      <w:r w:rsidR="004A3EC7" w:rsidRPr="006D103D">
        <w:rPr>
          <w:b/>
        </w:rPr>
        <w:t xml:space="preserve"> </w:t>
      </w:r>
      <w:r>
        <w:t>svůj úmysl zadat v otevřeném řízení veřejnou zakázku s </w:t>
      </w:r>
      <w:r w:rsidRPr="003038BD">
        <w:t>názvem „</w:t>
      </w:r>
      <w:r w:rsidR="001F02EB" w:rsidRPr="001B0F4D">
        <w:rPr>
          <w:b/>
        </w:rPr>
        <w:t xml:space="preserve">Rekonstrukce </w:t>
      </w:r>
      <w:r w:rsidR="00031808" w:rsidRPr="001B0F4D">
        <w:rPr>
          <w:b/>
        </w:rPr>
        <w:t>mostu</w:t>
      </w:r>
      <w:r w:rsidR="001F02EB" w:rsidRPr="001B0F4D">
        <w:rPr>
          <w:b/>
        </w:rPr>
        <w:t> km</w:t>
      </w:r>
      <w:r w:rsidR="001F02EB">
        <w:rPr>
          <w:b/>
        </w:rPr>
        <w:t xml:space="preserve"> 1,279 trati Tábor - Bechyně</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r w:rsidR="001F02EB">
        <w:t xml:space="preserve"> </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75FB2529"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77777777"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 xml:space="preserve">Příloze </w:t>
      </w:r>
      <w:r>
        <w:lastRenderedPageBreak/>
        <w:t>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172CA260" w14:textId="77777777" w:rsidR="001F02EB" w:rsidRDefault="003F5723" w:rsidP="001F02EB">
      <w:pPr>
        <w:pStyle w:val="Text1-1"/>
        <w:numPr>
          <w:ilvl w:val="1"/>
          <w:numId w:val="6"/>
        </w:numPr>
      </w:pPr>
      <w:r>
        <w:t>Místem plnění D</w:t>
      </w:r>
      <w:r w:rsidR="00C539CB">
        <w:t>U</w:t>
      </w:r>
      <w:r>
        <w:t xml:space="preserve">SP a PDPS je: </w:t>
      </w:r>
      <w:r w:rsidRPr="00C539CB">
        <w:t>Stavební správa</w:t>
      </w:r>
      <w:r w:rsidR="006D465A">
        <w:t xml:space="preserve"> </w:t>
      </w:r>
      <w:r w:rsidR="001F02EB" w:rsidRPr="002E5597">
        <w:t xml:space="preserve">západ, Sokolovská </w:t>
      </w:r>
      <w:r w:rsidR="001F02EB">
        <w:t>1955/278, 190 00 Praha 9</w:t>
      </w:r>
      <w:r w:rsidR="001F02EB" w:rsidRPr="002E5597">
        <w:t>.</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t>OSTATNÍ USTANOVENÍ</w:t>
      </w:r>
    </w:p>
    <w:p w14:paraId="16A701D9" w14:textId="77777777"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 xml:space="preserve">dubna 2016 o ochraně </w:t>
      </w:r>
      <w:r>
        <w:lastRenderedPageBreak/>
        <w:t xml:space="preserve">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7BC9BD47" w14:textId="763CC5FD" w:rsidR="006E6539" w:rsidRPr="00EE221B" w:rsidRDefault="006E6539" w:rsidP="003D578F">
      <w:pPr>
        <w:pStyle w:val="Text1-1"/>
        <w:rPr>
          <w:rFonts w:eastAsia="Times New Roman" w:cs="Times New Roman"/>
          <w:strike/>
          <w:sz w:val="20"/>
          <w:szCs w:val="20"/>
        </w:rPr>
      </w:pPr>
      <w:proofErr w:type="gramStart"/>
      <w:r w:rsidRPr="00EE221B">
        <w:t xml:space="preserve">Objednatel  </w:t>
      </w:r>
      <w:r w:rsidR="007621A7" w:rsidRPr="00EE221B">
        <w:t>si</w:t>
      </w:r>
      <w:proofErr w:type="gramEnd"/>
      <w:r w:rsidR="007621A7" w:rsidRPr="00EE221B">
        <w:t xml:space="preserve"> vyhrazuje požadavek, </w:t>
      </w:r>
      <w:r w:rsidR="005034E4" w:rsidRPr="00EE221B">
        <w:t xml:space="preserve">že </w:t>
      </w:r>
      <w:r w:rsidR="007621A7" w:rsidRPr="00EE221B">
        <w:t xml:space="preserve">autorský dozor </w:t>
      </w:r>
      <w:r w:rsidR="005034E4" w:rsidRPr="00EE221B">
        <w:t xml:space="preserve">bude </w:t>
      </w:r>
      <w:r w:rsidR="003D578F" w:rsidRPr="00EE221B">
        <w:t xml:space="preserve">v průběhu realizace Stavby </w:t>
      </w:r>
      <w:r w:rsidR="007621A7" w:rsidRPr="00EE221B">
        <w:t xml:space="preserve">zajištěn </w:t>
      </w:r>
      <w:r w:rsidR="003D578F" w:rsidRPr="00EE221B">
        <w:t>osobou (osobami) disponující(mi) elektronickým podpisem</w:t>
      </w:r>
      <w:r w:rsidR="008147B0" w:rsidRPr="00EE221B">
        <w:t>.</w:t>
      </w:r>
      <w:r w:rsidR="003D578F" w:rsidRPr="00EE221B">
        <w:t xml:space="preserve"> </w:t>
      </w:r>
    </w:p>
    <w:p w14:paraId="056F3DCA" w14:textId="5B471B36" w:rsidR="00603435" w:rsidRPr="00EE221B" w:rsidRDefault="00603435" w:rsidP="003D578F">
      <w:pPr>
        <w:pStyle w:val="Text1-1"/>
        <w:rPr>
          <w:rFonts w:eastAsia="Times New Roman" w:cs="Times New Roman"/>
          <w:sz w:val="20"/>
          <w:szCs w:val="20"/>
        </w:rPr>
      </w:pPr>
      <w:r w:rsidRPr="00EE221B">
        <w:t xml:space="preserve">Zhotovitel se zavazuje, že v Díle nezvýhodní ani neznevýhodní určité dodavatele nebo výrobky tím, že technické podmínky </w:t>
      </w:r>
      <w:r w:rsidR="00036449" w:rsidRPr="00EE221B">
        <w:t xml:space="preserve">dle § 89 </w:t>
      </w:r>
      <w:proofErr w:type="gramStart"/>
      <w:r w:rsidR="00036449" w:rsidRPr="00EE221B">
        <w:t xml:space="preserve">odst.1 </w:t>
      </w:r>
      <w:r w:rsidR="00096995" w:rsidRPr="00EE221B">
        <w:t>zákona</w:t>
      </w:r>
      <w:proofErr w:type="gramEnd"/>
      <w:r w:rsidR="00096995" w:rsidRPr="00EE221B">
        <w:t xml:space="preserve">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w:t>
      </w:r>
      <w:proofErr w:type="gramStart"/>
      <w:r w:rsidR="00036449" w:rsidRPr="00EE221B">
        <w:t>odst.6 ZZVZ</w:t>
      </w:r>
      <w:proofErr w:type="gramEnd"/>
      <w:r w:rsidR="00036449" w:rsidRPr="00EE221B">
        <w:t>.</w:t>
      </w:r>
    </w:p>
    <w:p w14:paraId="32CA07D6" w14:textId="31D395EB" w:rsidR="00490ECD" w:rsidRPr="00EE221B" w:rsidRDefault="00490ECD" w:rsidP="00490ECD">
      <w:pPr>
        <w:pStyle w:val="Text1-1"/>
        <w:rPr>
          <w:rFonts w:eastAsia="Times New Roman" w:cs="Times New Roman"/>
        </w:rPr>
      </w:pPr>
      <w:proofErr w:type="spellStart"/>
      <w:r w:rsidRPr="00EE221B">
        <w:rPr>
          <w:rFonts w:eastAsia="Times New Roman" w:cs="Times New Roman"/>
        </w:rPr>
        <w:t>Compliance</w:t>
      </w:r>
      <w:proofErr w:type="spellEnd"/>
      <w:r w:rsidRPr="00EE221B">
        <w:rPr>
          <w:rFonts w:eastAsia="Times New Roman" w:cs="Times New Roman"/>
        </w:rPr>
        <w:t xml:space="preserve"> doložka a etické zásady</w:t>
      </w:r>
    </w:p>
    <w:p w14:paraId="51EBCED7" w14:textId="0B9B62F4" w:rsidR="00490ECD" w:rsidRPr="00F14472" w:rsidRDefault="00490ECD" w:rsidP="00490ECD">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w:t>
      </w:r>
      <w:r w:rsidRPr="00F14472">
        <w:rPr>
          <w:rFonts w:eastAsia="Times New Roman" w:cs="Times New Roman"/>
        </w:rPr>
        <w:t>stránkách smluvních stran (společností).</w:t>
      </w:r>
    </w:p>
    <w:p w14:paraId="34F8F290" w14:textId="4E831FBD" w:rsidR="005A6B84" w:rsidRPr="00F14472" w:rsidRDefault="005A6B84" w:rsidP="00DF0BA5">
      <w:pPr>
        <w:pStyle w:val="Text1-1"/>
        <w:numPr>
          <w:ilvl w:val="1"/>
          <w:numId w:val="6"/>
        </w:numPr>
        <w:rPr>
          <w:rFonts w:eastAsia="Times New Roman" w:cs="Times New Roman"/>
        </w:rPr>
      </w:pPr>
      <w:r w:rsidRPr="00F14472">
        <w:t>Sociálně a environmentálně odpovědné zadávání</w:t>
      </w:r>
      <w:r w:rsidR="00DF0BA5" w:rsidRPr="00F14472">
        <w:rPr>
          <w:rFonts w:eastAsia="Times New Roman" w:cs="Times New Roman"/>
        </w:rPr>
        <w:t xml:space="preserve">, inovace  </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0A368621" w:rsidR="005A6B84" w:rsidRPr="00EE221B" w:rsidRDefault="005A6B84" w:rsidP="005A6B84">
      <w:pPr>
        <w:pStyle w:val="Text1-2"/>
      </w:pPr>
      <w:r w:rsidRPr="00EE221B">
        <w:t xml:space="preserve">Zhotovitel se zavazuje na písemnou výzvu předložit Objednateli do </w:t>
      </w:r>
      <w:proofErr w:type="gramStart"/>
      <w:r w:rsidRPr="00EE221B">
        <w:t>sedmi   dnů</w:t>
      </w:r>
      <w:proofErr w:type="gramEnd"/>
      <w:r w:rsidRPr="00EE221B">
        <w:t xml:space="preserve">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w:t>
      </w:r>
      <w:proofErr w:type="gramStart"/>
      <w:r w:rsidRPr="00EE221B">
        <w:t>odst.4.7.1</w:t>
      </w:r>
      <w:proofErr w:type="gramEnd"/>
      <w:r w:rsidRPr="00EE221B">
        <w:t xml:space="preserve"> této Smlouvy. </w:t>
      </w:r>
    </w:p>
    <w:p w14:paraId="5E0C9ED4" w14:textId="44DCC1BE" w:rsidR="005A6B84" w:rsidRPr="00EE221B" w:rsidRDefault="00B75AA5" w:rsidP="005A6B84">
      <w:pPr>
        <w:pStyle w:val="Text1-2"/>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Google </w:t>
      </w:r>
      <w:proofErr w:type="spellStart"/>
      <w:r w:rsidR="005A6B84" w:rsidRPr="00EE221B">
        <w:t>meet</w:t>
      </w:r>
      <w:proofErr w:type="spellEnd"/>
      <w:r w:rsidR="005A6B84" w:rsidRPr="00EE221B">
        <w:t>, atp.), pokud nebude nutné, aby byly spojeny s místním šetřením.</w:t>
      </w:r>
    </w:p>
    <w:p w14:paraId="253626A7" w14:textId="264C7179" w:rsidR="005A6B84" w:rsidRPr="00EE221B" w:rsidRDefault="005A6B84" w:rsidP="005A6B84">
      <w:pPr>
        <w:pStyle w:val="Text1-2"/>
      </w:pPr>
      <w:r w:rsidRPr="00EE221B">
        <w:t>Zhotovitel se zavazuje, že v průběhu plnění Díla v rozsahu D</w:t>
      </w:r>
      <w:r w:rsidR="00B75AA5" w:rsidRPr="00EE221B">
        <w:t>U</w:t>
      </w:r>
      <w:r w:rsidRPr="00EE221B">
        <w:t>SP a PDPS  umožní v souvislosti s plněním Díla provedení studentské exkurze, a to v kancelářích Zhotovitele nebo při provádění pr</w:t>
      </w:r>
      <w:r w:rsidR="00B75AA5" w:rsidRPr="00EE221B">
        <w:t>ojekčních či průzkumných prací</w:t>
      </w:r>
      <w:r w:rsidRPr="00EE221B">
        <w:t xml:space="preserve"> přímo na budoucím staveništi. </w:t>
      </w:r>
      <w:r w:rsidR="00351142">
        <w:rPr>
          <w:rFonts w:eastAsia="Times New Roman" w:cs="Times New Roman"/>
        </w:rPr>
        <w:t>Podrobnosti k provedení exkurze jsou uvedeny v Obchodních podmínkách.</w:t>
      </w:r>
    </w:p>
    <w:p w14:paraId="7439BCEE" w14:textId="77777777" w:rsidR="005A6B84" w:rsidRPr="00EE221B" w:rsidRDefault="005A6B84" w:rsidP="005A6B84">
      <w:pPr>
        <w:pStyle w:val="Text1-2"/>
      </w:pPr>
      <w:r w:rsidRPr="00EE221B">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31C25717" w14:textId="3B4BAEFA" w:rsidR="00DF0BA5" w:rsidRPr="00DF0BA5" w:rsidRDefault="005A6B84" w:rsidP="00DF0BA5">
      <w:pPr>
        <w:pStyle w:val="Text1-2"/>
        <w:numPr>
          <w:ilvl w:val="2"/>
          <w:numId w:val="6"/>
        </w:numPr>
        <w:tabs>
          <w:tab w:val="num" w:pos="2212"/>
        </w:tabs>
        <w:ind w:left="2212"/>
        <w:rPr>
          <w:rFonts w:eastAsia="Times New Roman" w:cs="Times New Roman"/>
          <w:color w:val="FF0000"/>
        </w:rPr>
      </w:pPr>
      <w:r w:rsidRPr="001F02EB">
        <w:t xml:space="preserve">Zhotovitel bude důsledně požadovat v Projektové dokumentaci recyklaci kameniva vyzískávaného z kolejového lože. Bližší specifikace je uvedena v odst. 5.5.29 přílohy </w:t>
      </w:r>
      <w:proofErr w:type="gramStart"/>
      <w:r w:rsidRPr="001F02EB">
        <w:t>č.3 b) této</w:t>
      </w:r>
      <w:proofErr w:type="gramEnd"/>
      <w:r w:rsidRPr="001F02EB">
        <w:t xml:space="preserve"> Smlouvy.</w:t>
      </w:r>
      <w:r w:rsidR="00DF0BA5" w:rsidRPr="00EE221B">
        <w:rPr>
          <w:rFonts w:eastAsia="Times New Roman" w:cs="Times New Roman"/>
        </w:rPr>
        <w:t xml:space="preserve"> </w:t>
      </w:r>
    </w:p>
    <w:p w14:paraId="47D456B9" w14:textId="1A691DD6" w:rsidR="00DF0BA5" w:rsidRPr="00345EC8" w:rsidRDefault="00DF0BA5" w:rsidP="00DF0BA5">
      <w:pPr>
        <w:pStyle w:val="Text1-2"/>
        <w:numPr>
          <w:ilvl w:val="2"/>
          <w:numId w:val="6"/>
        </w:numPr>
        <w:tabs>
          <w:tab w:val="num" w:pos="2212"/>
        </w:tabs>
        <w:ind w:left="2212"/>
        <w:rPr>
          <w:i/>
          <w:color w:val="00B050"/>
        </w:rPr>
      </w:pPr>
      <w:r w:rsidRPr="001F02EB">
        <w:rPr>
          <w:rFonts w:eastAsia="Times New Roman" w:cs="Times New Roman"/>
        </w:rPr>
        <w:t>Zhotovitel povede majetkoprávní vypořádání v majetkoprávní aplikaci v souladu s </w:t>
      </w:r>
      <w:proofErr w:type="gramStart"/>
      <w:r w:rsidRPr="001F02EB">
        <w:rPr>
          <w:rFonts w:eastAsia="Times New Roman" w:cs="Times New Roman"/>
        </w:rPr>
        <w:t>odst.3.2.8</w:t>
      </w:r>
      <w:proofErr w:type="gramEnd"/>
      <w:r w:rsidRPr="001F02EB">
        <w:rPr>
          <w:rFonts w:eastAsia="Times New Roman" w:cs="Times New Roman"/>
        </w:rPr>
        <w:t xml:space="preserve"> přílohy 3b) této Smlouvy. </w:t>
      </w:r>
    </w:p>
    <w:p w14:paraId="337FDB37" w14:textId="77777777" w:rsidR="00B75AA5" w:rsidRPr="00A50F23" w:rsidRDefault="00B75AA5" w:rsidP="00B75AA5">
      <w:pPr>
        <w:pStyle w:val="Text1-2"/>
        <w:numPr>
          <w:ilvl w:val="0"/>
          <w:numId w:val="0"/>
        </w:numPr>
        <w:ind w:left="1531"/>
        <w:rPr>
          <w:color w:val="FF0000"/>
        </w:rPr>
      </w:pPr>
    </w:p>
    <w:p w14:paraId="17A21E91" w14:textId="77777777" w:rsidR="003F5723" w:rsidRDefault="003F5723" w:rsidP="003F5723">
      <w:pPr>
        <w:pStyle w:val="Nadpis1-1"/>
      </w:pPr>
      <w:r>
        <w:lastRenderedPageBreak/>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548012" w14:textId="1B7601C5" w:rsidR="004A3EC7" w:rsidRPr="00157AA9" w:rsidRDefault="003F5723" w:rsidP="004A3EC7">
      <w:pPr>
        <w:pStyle w:val="Text1-1"/>
        <w:numPr>
          <w:ilvl w:val="1"/>
          <w:numId w:val="6"/>
        </w:numPr>
      </w:pPr>
      <w:r>
        <w:t xml:space="preserve">Tato Smlouva </w:t>
      </w:r>
      <w:r w:rsidR="004A3EC7" w:rsidRPr="00157AA9">
        <w:t>je vyhotovena elektronicky, každý elektronický obraz smlouvy má platnost originálu.</w:t>
      </w:r>
      <w:r w:rsidR="004A3EC7">
        <w:t xml:space="preserve"> </w:t>
      </w:r>
    </w:p>
    <w:p w14:paraId="5E87D7AC" w14:textId="1B0C137E" w:rsidR="003F5723" w:rsidRDefault="003F5723" w:rsidP="004A3EC7">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 xml:space="preserve">Smluvní strany výslovně prohlašují, že údaje a další skutečnosti uvedené v této smlouvě, vyjma částí označených ve smyslu následujícího odstavce této smlouvy, nepovažují za </w:t>
      </w:r>
      <w:r>
        <w:lastRenderedPageBreak/>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77777777" w:rsidR="00F422D3" w:rsidRPr="00376B87" w:rsidRDefault="00F422D3" w:rsidP="00964369">
      <w:pPr>
        <w:pStyle w:val="Text1-1"/>
        <w:rPr>
          <w:b/>
        </w:rPr>
      </w:pPr>
      <w:r w:rsidRPr="00376B87">
        <w:rPr>
          <w:b/>
        </w:rPr>
        <w:t xml:space="preserve">Přílohy, které tvoří nedílnou součást této Smlouvy o dílo: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307CD930"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3B7EC6">
        <w:rPr>
          <w:b/>
        </w:rPr>
        <w:t>6/21</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4B02865A" w14:textId="77777777" w:rsidR="003B7EC6" w:rsidRPr="0015474B" w:rsidRDefault="00124751" w:rsidP="003B7EC6">
      <w:pPr>
        <w:pStyle w:val="Textbezslovn"/>
        <w:ind w:left="2127"/>
        <w:jc w:val="left"/>
        <w:rPr>
          <w:b/>
        </w:rPr>
      </w:pPr>
      <w:r w:rsidRPr="00964369">
        <w:t xml:space="preserve">b) Všeobecné technické </w:t>
      </w:r>
      <w:r w:rsidRPr="003038BD">
        <w:t xml:space="preserve">podmínky </w:t>
      </w:r>
      <w:r w:rsidR="003B7EC6" w:rsidRPr="0015474B">
        <w:rPr>
          <w:b/>
        </w:rPr>
        <w:t xml:space="preserve">"VTP/DOKUMENTACE/02/21" </w:t>
      </w:r>
    </w:p>
    <w:p w14:paraId="5B5F4A27" w14:textId="7BFBFA92" w:rsidR="00F422D3" w:rsidRDefault="00124751" w:rsidP="00964369">
      <w:pPr>
        <w:pStyle w:val="Textbezslovn"/>
        <w:ind w:left="2127"/>
      </w:pPr>
      <w:r w:rsidRPr="00964369">
        <w:t>c) Zvláštní technické</w:t>
      </w:r>
      <w:r>
        <w:t xml:space="preserve"> podmínky </w:t>
      </w:r>
      <w:r w:rsidR="006650B1">
        <w:t>ze dne</w:t>
      </w:r>
      <w:r w:rsidR="001F02EB">
        <w:t xml:space="preserve"> 1. 3. 2021 „Rekonstrukce mostu km 1,279 trati Tábor - Bechyně</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443FE7DE" w14:textId="7F7501E8" w:rsidR="00964369" w:rsidRPr="009A0043" w:rsidRDefault="00124751" w:rsidP="009A0043">
      <w:pPr>
        <w:pStyle w:val="Textbezslovn"/>
      </w:pPr>
      <w:r w:rsidRPr="00964369">
        <w:t>Příloha</w:t>
      </w:r>
      <w:r w:rsidRPr="00124751">
        <w:t xml:space="preserve"> č. 10</w:t>
      </w:r>
      <w:r w:rsidRPr="00124751">
        <w:tab/>
      </w:r>
      <w:r w:rsidR="009A0043">
        <w:rPr>
          <w:b/>
        </w:rPr>
        <w:t>Zmocnění Vedoucího Zhotovitele</w:t>
      </w:r>
    </w:p>
    <w:p w14:paraId="62AF0D02" w14:textId="77777777" w:rsidR="00964369" w:rsidRPr="00964369" w:rsidRDefault="00964369" w:rsidP="00964369">
      <w:pPr>
        <w:pStyle w:val="Textbezslovn"/>
        <w:rPr>
          <w:highlight w:val="green"/>
        </w:rPr>
      </w:pPr>
    </w:p>
    <w:p w14:paraId="7BB3E317" w14:textId="18AF8867" w:rsidR="00964369" w:rsidRPr="009A0043" w:rsidRDefault="00124751" w:rsidP="009F0867">
      <w:pPr>
        <w:pStyle w:val="Textbezodsazen"/>
        <w:rPr>
          <w:b/>
        </w:rPr>
      </w:pPr>
      <w:r w:rsidRPr="00124751">
        <w:rPr>
          <w:rStyle w:val="Tun"/>
        </w:rPr>
        <w:t>Smluvní strany prohlašují, že si tuto Smlouvu přečetly, že s jejím obsahem souhlasí a na důkaz toho k ní připojují svoje podpisy.</w:t>
      </w:r>
    </w:p>
    <w:p w14:paraId="3F1BD255" w14:textId="31F263F0" w:rsidR="00376B87" w:rsidRDefault="009A0043" w:rsidP="00376B87">
      <w:pPr>
        <w:pStyle w:val="Textbezodsazen"/>
      </w:pPr>
      <w:r>
        <w:t xml:space="preserve">V Praze </w:t>
      </w:r>
      <w:r>
        <w:tab/>
      </w:r>
      <w:r>
        <w:tab/>
      </w:r>
      <w:r w:rsidR="00376B87">
        <w:tab/>
      </w:r>
      <w:r w:rsidR="00376B87">
        <w:tab/>
      </w:r>
      <w:r w:rsidR="00376B87">
        <w:tab/>
      </w:r>
      <w:r w:rsidR="00376B87">
        <w:tab/>
      </w:r>
      <w:r w:rsidRPr="009A0043">
        <w:rPr>
          <w:highlight w:val="yellow"/>
        </w:rPr>
        <w:t>V ………………….</w:t>
      </w:r>
    </w:p>
    <w:p w14:paraId="2960CCCA" w14:textId="77777777" w:rsidR="00376B87" w:rsidRDefault="00376B87" w:rsidP="00376B87">
      <w:pPr>
        <w:pStyle w:val="Textbezodsazen"/>
      </w:pPr>
    </w:p>
    <w:p w14:paraId="1C2A0936" w14:textId="5601F927" w:rsidR="009A0043" w:rsidRDefault="009A0043" w:rsidP="00376B87">
      <w:pPr>
        <w:pStyle w:val="Textbezodsazen"/>
      </w:pPr>
    </w:p>
    <w:p w14:paraId="2D29E586" w14:textId="77777777" w:rsidR="003B7EC6" w:rsidRPr="00EE74B9" w:rsidRDefault="003B7EC6" w:rsidP="003B7EC6">
      <w:pPr>
        <w:pStyle w:val="Textbezodsazen"/>
      </w:pPr>
      <w:r w:rsidRPr="00EE74B9">
        <w:t>................................................</w:t>
      </w:r>
      <w:r w:rsidRPr="00EE74B9">
        <w:tab/>
      </w:r>
      <w:r w:rsidRPr="00EE74B9">
        <w:tab/>
      </w:r>
      <w:r w:rsidRPr="00EE74B9">
        <w:tab/>
        <w:t>................................................</w:t>
      </w:r>
    </w:p>
    <w:p w14:paraId="3B56FEC7" w14:textId="77777777" w:rsidR="003B7EC6" w:rsidRPr="00157AA9" w:rsidRDefault="003B7EC6" w:rsidP="003B7EC6">
      <w:pPr>
        <w:pStyle w:val="Bezmezer"/>
        <w:rPr>
          <w:rStyle w:val="Tun"/>
          <w:sz w:val="18"/>
          <w:szCs w:val="18"/>
        </w:rPr>
      </w:pPr>
      <w:r w:rsidRPr="00157AA9">
        <w:rPr>
          <w:rStyle w:val="Tun"/>
          <w:sz w:val="18"/>
          <w:szCs w:val="18"/>
        </w:rPr>
        <w:t>Ing. Petr Hofhanzl</w:t>
      </w:r>
      <w:r w:rsidRPr="00157AA9">
        <w:rPr>
          <w:rStyle w:val="Tun"/>
          <w:sz w:val="18"/>
          <w:szCs w:val="18"/>
        </w:rPr>
        <w:tab/>
      </w:r>
      <w:r w:rsidRPr="00157AA9">
        <w:rPr>
          <w:rStyle w:val="Tun"/>
          <w:sz w:val="18"/>
          <w:szCs w:val="18"/>
        </w:rPr>
        <w:tab/>
      </w:r>
      <w:r w:rsidRPr="00157AA9">
        <w:rPr>
          <w:rStyle w:val="Tun"/>
          <w:sz w:val="18"/>
          <w:szCs w:val="18"/>
        </w:rPr>
        <w:tab/>
      </w:r>
      <w:r w:rsidRPr="00157AA9">
        <w:rPr>
          <w:rStyle w:val="Tun"/>
          <w:sz w:val="18"/>
          <w:szCs w:val="18"/>
        </w:rPr>
        <w:tab/>
      </w:r>
      <w:r w:rsidRPr="00157AA9">
        <w:rPr>
          <w:rStyle w:val="Tun"/>
          <w:sz w:val="18"/>
          <w:szCs w:val="18"/>
        </w:rPr>
        <w:tab/>
        <w:t xml:space="preserve">      </w:t>
      </w:r>
      <w:r w:rsidRPr="009A0043">
        <w:rPr>
          <w:rStyle w:val="Tun"/>
          <w:sz w:val="18"/>
          <w:szCs w:val="18"/>
          <w:highlight w:val="yellow"/>
        </w:rPr>
        <w:t>"[VLOŽÍ ZHOTOVITEL]"</w:t>
      </w:r>
    </w:p>
    <w:p w14:paraId="1378DB82" w14:textId="77777777" w:rsidR="003B7EC6" w:rsidRPr="00157AA9" w:rsidRDefault="003B7EC6" w:rsidP="003B7EC6">
      <w:pPr>
        <w:pStyle w:val="Bezmezer"/>
        <w:rPr>
          <w:sz w:val="18"/>
          <w:szCs w:val="18"/>
        </w:rPr>
      </w:pPr>
      <w:r w:rsidRPr="00157AA9">
        <w:rPr>
          <w:sz w:val="18"/>
          <w:szCs w:val="18"/>
        </w:rPr>
        <w:t>ředitel Stavební správy západ</w:t>
      </w:r>
    </w:p>
    <w:p w14:paraId="4CC45D4A" w14:textId="6B85F7D6" w:rsidR="00CB4F6D" w:rsidRPr="009A0043" w:rsidRDefault="003B7EC6" w:rsidP="009A0043">
      <w:pPr>
        <w:pStyle w:val="Bezmezer"/>
        <w:rPr>
          <w:sz w:val="18"/>
          <w:szCs w:val="18"/>
        </w:rPr>
        <w:sectPr w:rsidR="00CB4F6D" w:rsidRPr="009A0043"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r w:rsidRPr="00157AA9">
        <w:rPr>
          <w:sz w:val="18"/>
          <w:szCs w:val="18"/>
        </w:rPr>
        <w:t>(podepsáno elektronicky)</w:t>
      </w:r>
    </w:p>
    <w:p w14:paraId="243BBAFF" w14:textId="77777777" w:rsidR="00CB4F6D" w:rsidRDefault="00CB4F6D" w:rsidP="00F762A8">
      <w:pPr>
        <w:pStyle w:val="Nadpisbezsl1-1"/>
      </w:pPr>
      <w:r>
        <w:lastRenderedPageBreak/>
        <w:t>Příloha č. 1</w:t>
      </w:r>
    </w:p>
    <w:p w14:paraId="22819DAF" w14:textId="77777777" w:rsidR="00285298" w:rsidRPr="00F762A8" w:rsidRDefault="00950EAF" w:rsidP="00F762A8">
      <w:pPr>
        <w:pStyle w:val="Nadpisbezsl1-2"/>
      </w:pPr>
      <w:r>
        <w:t>Specifikace Díla</w:t>
      </w:r>
    </w:p>
    <w:p w14:paraId="618AFC44" w14:textId="791CE8B3" w:rsidR="007145F3" w:rsidRDefault="00F14472" w:rsidP="00CB4F6D">
      <w:pPr>
        <w:pStyle w:val="Textbezodsazen"/>
      </w:pPr>
      <w:r>
        <w:t>Předmětem Díla „Rekonstrukce mostu km 1,279 trati Tábor – Písek“ je zhotovení:</w:t>
      </w:r>
    </w:p>
    <w:p w14:paraId="651805A7" w14:textId="0E365EC6" w:rsidR="00F14472" w:rsidRDefault="00F14472" w:rsidP="00F14472">
      <w:pPr>
        <w:pStyle w:val="Textbezodsazen"/>
        <w:numPr>
          <w:ilvl w:val="0"/>
          <w:numId w:val="14"/>
        </w:numPr>
      </w:pPr>
      <w:r>
        <w:t>Zhotovení Projektové dokumentace pro společné povolení,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56DE7FB6" w14:textId="3FB6838F" w:rsidR="00F14472" w:rsidRDefault="00F14472" w:rsidP="00F14472">
      <w:pPr>
        <w:pStyle w:val="Textbezodsazen"/>
        <w:numPr>
          <w:ilvl w:val="0"/>
          <w:numId w:val="14"/>
        </w:numPr>
      </w:pPr>
      <w:r>
        <w:t>Zpracování podkladů pro žádost o sejmutí památkové ochrany nosné ocelové konstrukce mostu.</w:t>
      </w:r>
    </w:p>
    <w:p w14:paraId="57E1DBA4" w14:textId="301952C5" w:rsidR="00F14472" w:rsidRDefault="00F14472" w:rsidP="00F14472">
      <w:pPr>
        <w:pStyle w:val="Textbezodsazen"/>
        <w:numPr>
          <w:ilvl w:val="0"/>
          <w:numId w:val="14"/>
        </w:numPr>
      </w:pPr>
      <w:r>
        <w:t>Zpracování a podání žádosti o vydání společného povolení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A4B4CD1" w14:textId="5188897C" w:rsidR="00F14472" w:rsidRDefault="00F14472" w:rsidP="00F14472">
      <w:pPr>
        <w:pStyle w:val="Textbezodsazen"/>
        <w:numPr>
          <w:ilvl w:val="0"/>
          <w:numId w:val="14"/>
        </w:numPr>
      </w:pPr>
      <w:r>
        <w:t>Zhotovení Projektové dokumentace</w:t>
      </w:r>
      <w:r w:rsidR="0056549D">
        <w:t xml:space="preserve"> pro provádění stavby, která rozpracuje a vymezí požadavky na stavbu do podrobností, které specifikují předmět Díla v takovém rozsahu, aby byla podkladem pro výběrové řízení na zhotovení stavby.</w:t>
      </w:r>
    </w:p>
    <w:p w14:paraId="2BFCB7A9" w14:textId="77777777" w:rsidR="007145F3" w:rsidRDefault="007145F3" w:rsidP="00CB4F6D">
      <w:pPr>
        <w:pStyle w:val="Textbezodsazen"/>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66204703" w14:textId="77777777" w:rsidR="003B7EC6" w:rsidRDefault="003B7EC6" w:rsidP="003B7EC6">
      <w:pPr>
        <w:pStyle w:val="Textbezodsazen"/>
        <w:rPr>
          <w:b/>
          <w:sz w:val="20"/>
          <w:szCs w:val="20"/>
        </w:rPr>
      </w:pPr>
      <w:r w:rsidRPr="005F0554">
        <w:rPr>
          <w:b/>
          <w:sz w:val="20"/>
          <w:szCs w:val="20"/>
        </w:rPr>
        <w:t>„OP/DUSP+PDPS/6/21“</w:t>
      </w:r>
    </w:p>
    <w:p w14:paraId="714B885A" w14:textId="55802D36" w:rsidR="00C539CB" w:rsidRDefault="003B7EC6" w:rsidP="005F4353">
      <w:pPr>
        <w:pStyle w:val="Textbezodsazen"/>
      </w:pPr>
      <w:r>
        <w:t xml:space="preserve"> </w:t>
      </w: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3599DEC9" w14:textId="77777777" w:rsidR="003B7EC6" w:rsidRPr="00E92AA3" w:rsidRDefault="003B7EC6" w:rsidP="003B7EC6">
      <w:pPr>
        <w:pStyle w:val="Textbezslovn"/>
        <w:rPr>
          <w:strike/>
          <w:color w:val="FF0000"/>
        </w:rPr>
      </w:pPr>
      <w:r w:rsidRPr="0015474B">
        <w:rPr>
          <w:b/>
        </w:rPr>
        <w:t xml:space="preserve">"VTP/DOKUMENTACE/02/21" </w:t>
      </w:r>
    </w:p>
    <w:p w14:paraId="0E75A107" w14:textId="4BB9D40E" w:rsidR="00124751" w:rsidRDefault="003B7EC6" w:rsidP="00124751">
      <w:pPr>
        <w:pStyle w:val="Textbezslovn"/>
      </w:pPr>
      <w:r>
        <w:t xml:space="preserve"> </w:t>
      </w:r>
    </w:p>
    <w:p w14:paraId="51AF4ACE" w14:textId="77777777" w:rsidR="00124751" w:rsidRDefault="00124751" w:rsidP="00124751">
      <w:pPr>
        <w:pStyle w:val="Nadpisbezsl1-2"/>
      </w:pPr>
      <w:r>
        <w:t>c)</w:t>
      </w:r>
      <w:r>
        <w:tab/>
        <w:t xml:space="preserve">Zvláštní technické podmínky </w:t>
      </w:r>
    </w:p>
    <w:p w14:paraId="2EA6AE7C" w14:textId="77777777" w:rsidR="003B7EC6" w:rsidRDefault="003B7EC6" w:rsidP="003B7EC6">
      <w:pPr>
        <w:pStyle w:val="Textbezslovn"/>
      </w:pPr>
      <w:r>
        <w:t>ze dne 1. 3. 2021 „Rekonstrukce mostu km 1,279 trati Tábor - Bechyně</w:t>
      </w:r>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8A4D1B">
      <w:pPr>
        <w:pStyle w:val="Nadpisbezsl1-2"/>
      </w:pPr>
      <w:r>
        <w:t>Rozpis Ceny Díla</w:t>
      </w:r>
    </w:p>
    <w:p w14:paraId="5122797C" w14:textId="77777777" w:rsidR="008A4D1B" w:rsidRDefault="008A4D1B" w:rsidP="008A4D1B">
      <w:pPr>
        <w:pStyle w:val="Textbezodsazen"/>
      </w:pPr>
      <w:r>
        <w:t>Cena za zpracování D</w:t>
      </w:r>
      <w:r w:rsidR="00E868F1">
        <w:t>U</w:t>
      </w:r>
      <w:r>
        <w:t>SP a PDPS (podle členění na základní a dodatečné služby) a autorského dozoru:</w:t>
      </w:r>
    </w:p>
    <w:p w14:paraId="329B5A4C"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841876" w:rsidRPr="00841876" w14:paraId="36232E51"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6843810" w14:textId="77777777" w:rsidR="008A4D1B" w:rsidRPr="00841876" w:rsidRDefault="008A4D1B" w:rsidP="004908EA">
            <w:pPr>
              <w:pStyle w:val="Tabulka"/>
            </w:pPr>
            <w:r w:rsidRPr="00841876">
              <w:t>1</w:t>
            </w:r>
          </w:p>
        </w:tc>
        <w:tc>
          <w:tcPr>
            <w:tcW w:w="3402" w:type="dxa"/>
          </w:tcPr>
          <w:p w14:paraId="7967A5A9" w14:textId="77777777" w:rsidR="008A4D1B" w:rsidRPr="00841876" w:rsidRDefault="008A4D1B" w:rsidP="000E4096">
            <w:pPr>
              <w:pStyle w:val="Tabulka"/>
              <w:cnfStyle w:val="000000000000" w:firstRow="0" w:lastRow="0" w:firstColumn="0" w:lastColumn="0" w:oddVBand="0" w:evenVBand="0" w:oddHBand="0" w:evenHBand="0" w:firstRowFirstColumn="0" w:firstRowLastColumn="0" w:lastRowFirstColumn="0" w:lastRowLastColumn="0"/>
            </w:pPr>
            <w:r w:rsidRPr="00841876">
              <w:t>Zpracování D</w:t>
            </w:r>
            <w:r w:rsidR="00C66209" w:rsidRPr="00841876">
              <w:t>U</w:t>
            </w:r>
            <w:r w:rsidRPr="00841876">
              <w:t xml:space="preserve">SP dle vyhlášky </w:t>
            </w:r>
            <w:proofErr w:type="gramStart"/>
            <w:r w:rsidRPr="00841876">
              <w:t>č.146</w:t>
            </w:r>
            <w:proofErr w:type="gramEnd"/>
            <w:r w:rsidRPr="00841876">
              <w:t xml:space="preserve"> /</w:t>
            </w:r>
            <w:r w:rsidR="000E4096" w:rsidRPr="00841876">
              <w:t>2008</w:t>
            </w:r>
            <w:r w:rsidRPr="00841876">
              <w:t xml:space="preserve"> Sb. v platném znění dle VTP a ZTP</w:t>
            </w:r>
          </w:p>
        </w:tc>
        <w:tc>
          <w:tcPr>
            <w:tcW w:w="992" w:type="dxa"/>
          </w:tcPr>
          <w:p w14:paraId="184B3B29"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1FDABB4"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B4BBCE" w14:textId="77777777" w:rsidR="008A4D1B" w:rsidRPr="00841876" w:rsidRDefault="008A4D1B" w:rsidP="004908EA">
            <w:pPr>
              <w:pStyle w:val="Tabulka"/>
            </w:pPr>
            <w:r w:rsidRPr="00841876">
              <w:t>2</w:t>
            </w:r>
          </w:p>
        </w:tc>
        <w:tc>
          <w:tcPr>
            <w:tcW w:w="3402" w:type="dxa"/>
          </w:tcPr>
          <w:p w14:paraId="7695BAA1"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Zpracování PDPS (v rozsahu dopracování příloh D</w:t>
            </w:r>
            <w:r w:rsidR="00C66209" w:rsidRPr="00841876">
              <w:t>U</w:t>
            </w:r>
            <w:r w:rsidRPr="00841876">
              <w:t xml:space="preserve">SP do podrobnosti PDPS) vyjma příloh G, H a I, včetně všech dílčích odevzdání, dle přílohy </w:t>
            </w:r>
            <w:proofErr w:type="gramStart"/>
            <w:r w:rsidRPr="00841876">
              <w:t>č.2 Směrnice</w:t>
            </w:r>
            <w:proofErr w:type="gramEnd"/>
            <w:r w:rsidRPr="00841876">
              <w:t xml:space="preserve"> GŘ SŽDC č. 11/2006 v platném znění dle VTP a ZTP</w:t>
            </w:r>
          </w:p>
        </w:tc>
        <w:tc>
          <w:tcPr>
            <w:tcW w:w="992" w:type="dxa"/>
          </w:tcPr>
          <w:p w14:paraId="6925A8C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68F42B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B0B695" w14:textId="77777777" w:rsidR="008A4D1B" w:rsidRPr="00841876" w:rsidRDefault="008A4D1B" w:rsidP="004908EA">
            <w:pPr>
              <w:pStyle w:val="Tabulka"/>
            </w:pPr>
            <w:r w:rsidRPr="00841876">
              <w:t>3</w:t>
            </w:r>
          </w:p>
        </w:tc>
        <w:tc>
          <w:tcPr>
            <w:tcW w:w="3402" w:type="dxa"/>
          </w:tcPr>
          <w:p w14:paraId="45597A0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w:t>
            </w:r>
            <w:proofErr w:type="gramStart"/>
            <w:r w:rsidRPr="00841876">
              <w:t>č.20</w:t>
            </w:r>
            <w:proofErr w:type="gramEnd"/>
            <w:r w:rsidRPr="00841876">
              <w:t xml:space="preserve"> v platném zněn a dle požadavku VTP a ZTP)-příloha dokumentace část G</w:t>
            </w:r>
          </w:p>
        </w:tc>
        <w:tc>
          <w:tcPr>
            <w:tcW w:w="992" w:type="dxa"/>
          </w:tcPr>
          <w:p w14:paraId="14AC22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41D500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0FF11A3" w14:textId="77777777" w:rsidR="008A4D1B" w:rsidRPr="00841876" w:rsidRDefault="008A4D1B" w:rsidP="004908EA">
            <w:pPr>
              <w:pStyle w:val="Tabulka"/>
            </w:pPr>
            <w:r w:rsidRPr="00841876">
              <w:t>4</w:t>
            </w:r>
          </w:p>
        </w:tc>
        <w:tc>
          <w:tcPr>
            <w:tcW w:w="3402" w:type="dxa"/>
          </w:tcPr>
          <w:p w14:paraId="34548C0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Kompletní dokladová část (dle požadavku VTP a ZTP) včetně inženýrské činnosti-příloha dokumentace část H</w:t>
            </w:r>
          </w:p>
        </w:tc>
        <w:tc>
          <w:tcPr>
            <w:tcW w:w="992" w:type="dxa"/>
          </w:tcPr>
          <w:p w14:paraId="2A8CE56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485EE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E97A92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393EF31" w14:textId="77777777" w:rsidR="008A4D1B" w:rsidRPr="00841876" w:rsidRDefault="008A4D1B" w:rsidP="004908EA">
            <w:pPr>
              <w:pStyle w:val="Tabulka"/>
            </w:pPr>
            <w:r w:rsidRPr="00841876">
              <w:t>5</w:t>
            </w:r>
          </w:p>
        </w:tc>
        <w:tc>
          <w:tcPr>
            <w:tcW w:w="3402" w:type="dxa"/>
          </w:tcPr>
          <w:p w14:paraId="4D4BEBB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Kompletní geodetická část (v rozsahu přílohy I - dle přílohy č. 2 Směrnice GŘ SŽDC č.11/2006 v platném znění a dle požadavku VTP a ZTP) včetně inženýrské činnosti</w:t>
            </w:r>
          </w:p>
        </w:tc>
        <w:tc>
          <w:tcPr>
            <w:tcW w:w="992" w:type="dxa"/>
          </w:tcPr>
          <w:p w14:paraId="749DA4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4BC2AC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4088A4" w14:textId="77777777" w:rsidR="008A4D1B" w:rsidRPr="00841876" w:rsidRDefault="008A4D1B" w:rsidP="004908EA">
            <w:pPr>
              <w:pStyle w:val="Tabulka"/>
            </w:pPr>
            <w:r w:rsidRPr="00841876">
              <w:t>6</w:t>
            </w:r>
          </w:p>
        </w:tc>
        <w:tc>
          <w:tcPr>
            <w:tcW w:w="3402" w:type="dxa"/>
          </w:tcPr>
          <w:p w14:paraId="75C6EF1D" w14:textId="40D19895" w:rsidR="008A4D1B" w:rsidRPr="00EE221B" w:rsidRDefault="008A4D1B"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w:t>
            </w:r>
            <w:r w:rsidR="00C66209" w:rsidRPr="00EE221B">
              <w:t>U</w:t>
            </w:r>
            <w:r w:rsidR="005D784E" w:rsidRPr="00EE221B">
              <w:t>SP</w:t>
            </w:r>
            <w:r w:rsidRPr="00EE221B">
              <w:t>, dle SOD v listinné formě (</w:t>
            </w:r>
            <w:r w:rsidR="0083639A" w:rsidRPr="00EE221B">
              <w:t xml:space="preserve">v rozsahu a počtu </w:t>
            </w:r>
            <w:r w:rsidRPr="00EE221B">
              <w:t>dle požadavku VTP a ZTP)</w:t>
            </w:r>
          </w:p>
        </w:tc>
        <w:tc>
          <w:tcPr>
            <w:tcW w:w="992" w:type="dxa"/>
          </w:tcPr>
          <w:p w14:paraId="6BD02F55" w14:textId="3AFEEC34" w:rsidR="008A4D1B" w:rsidRPr="00EE221B" w:rsidRDefault="0083639A"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CB4BD33" w14:textId="71DA8C00" w:rsidR="008A4D1B" w:rsidRPr="00EE221B" w:rsidRDefault="0083639A"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CCB27F8" w14:textId="7988CBDE"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DCE52C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8864B6" w14:textId="1CC3B152" w:rsidR="000E02F7" w:rsidRPr="00841876" w:rsidRDefault="000E02F7" w:rsidP="004908EA">
            <w:pPr>
              <w:pStyle w:val="Tabulka"/>
            </w:pPr>
            <w:r w:rsidRPr="00841876">
              <w:t>7</w:t>
            </w:r>
          </w:p>
        </w:tc>
        <w:tc>
          <w:tcPr>
            <w:tcW w:w="3402" w:type="dxa"/>
          </w:tcPr>
          <w:p w14:paraId="628C60C6" w14:textId="6AC42213" w:rsidR="000E02F7" w:rsidRPr="00EE221B" w:rsidRDefault="000E02F7"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3E6970C9" w14:textId="637C57A4"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E18953A" w14:textId="343B0E90"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021B37A"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18C16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1C2F20E" w14:textId="7561DE33" w:rsidR="000E02F7" w:rsidRPr="00841876" w:rsidRDefault="000E02F7" w:rsidP="004908EA">
            <w:pPr>
              <w:pStyle w:val="Tabulka"/>
            </w:pPr>
            <w:r w:rsidRPr="00841876">
              <w:t>8</w:t>
            </w:r>
          </w:p>
        </w:tc>
        <w:tc>
          <w:tcPr>
            <w:tcW w:w="3402" w:type="dxa"/>
          </w:tcPr>
          <w:p w14:paraId="0ECCFF65" w14:textId="5ED561A9" w:rsidR="000E02F7" w:rsidRPr="00EE221B" w:rsidRDefault="000E02F7"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696E8647" w14:textId="5DC281DF"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02241A9" w14:textId="0B912D5F"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3473714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C2F90A4" w14:textId="0EC3796D" w:rsidR="000E02F7" w:rsidRPr="00841876" w:rsidRDefault="000E02F7" w:rsidP="004908EA">
            <w:pPr>
              <w:pStyle w:val="Tabulka"/>
            </w:pPr>
            <w:r w:rsidRPr="00841876">
              <w:t>9</w:t>
            </w:r>
          </w:p>
        </w:tc>
        <w:tc>
          <w:tcPr>
            <w:tcW w:w="3402" w:type="dxa"/>
          </w:tcPr>
          <w:p w14:paraId="37CCAD3C" w14:textId="21456A80" w:rsidR="000E02F7" w:rsidRPr="00EE221B" w:rsidRDefault="000E02F7" w:rsidP="009351DC">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elektronické formě (rozsahu a počtu dle požadavku VTP a ZTP)</w:t>
            </w:r>
          </w:p>
        </w:tc>
        <w:tc>
          <w:tcPr>
            <w:tcW w:w="992" w:type="dxa"/>
          </w:tcPr>
          <w:p w14:paraId="421E9F7A" w14:textId="4395FC9A" w:rsidR="000E02F7" w:rsidRPr="00EE221B" w:rsidRDefault="00DF0BA5"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BD8EC81" w14:textId="6856DDF2" w:rsidR="000E02F7" w:rsidRPr="00EE221B" w:rsidRDefault="00DF0BA5"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9397DEA" w14:textId="77777777" w:rsidTr="00DF0BA5">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49EBFC97" w:rsidR="00841876" w:rsidRPr="00841876" w:rsidRDefault="00841876" w:rsidP="004908EA">
            <w:pPr>
              <w:pStyle w:val="Tabulka"/>
              <w:rPr>
                <w:b/>
              </w:rPr>
            </w:pPr>
            <w:r w:rsidRPr="00841876">
              <w:rPr>
                <w:b/>
              </w:rPr>
              <w:t>Celkem za základní služby:</w:t>
            </w:r>
          </w:p>
        </w:tc>
        <w:tc>
          <w:tcPr>
            <w:tcW w:w="1338" w:type="dxa"/>
          </w:tcPr>
          <w:p w14:paraId="6FA71E12" w14:textId="77777777"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r>
    </w:tbl>
    <w:p w14:paraId="2DA07112" w14:textId="77777777" w:rsidR="008A4D1B" w:rsidRDefault="008A4D1B" w:rsidP="008A4D1B">
      <w:pPr>
        <w:pStyle w:val="Textbezodsazen"/>
      </w:pPr>
    </w:p>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833FFCF" w14:textId="77777777" w:rsidR="008A4D1B" w:rsidRDefault="008A4D1B" w:rsidP="008A4D1B">
      <w:pPr>
        <w:pStyle w:val="Textbezodsazen"/>
      </w:pPr>
    </w:p>
    <w:p w14:paraId="3DE97BF8"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236DCC" w:rsidRPr="00B06D17" w14:paraId="5C433774"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51D2C54F" w:rsidR="008A4D1B" w:rsidRPr="00095167" w:rsidRDefault="008A4D1B" w:rsidP="0056549D">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sidR="00841876">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841876" w:rsidRPr="00841876" w14:paraId="3DD3B7F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19B34718" w14:textId="053BECA8" w:rsidR="003B7470" w:rsidRPr="0056549D" w:rsidRDefault="00841876" w:rsidP="00262344">
            <w:pPr>
              <w:pStyle w:val="Tabulka"/>
            </w:pPr>
            <w:r w:rsidRPr="0056549D">
              <w:t>10</w:t>
            </w:r>
          </w:p>
        </w:tc>
        <w:tc>
          <w:tcPr>
            <w:tcW w:w="3265" w:type="dxa"/>
          </w:tcPr>
          <w:p w14:paraId="0DBB110E" w14:textId="77777777" w:rsidR="003B7470" w:rsidRPr="0056549D"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6549D">
              <w:rPr>
                <w:rFonts w:eastAsia="Verdana" w:cs="Times New Roman"/>
              </w:rPr>
              <w:t>Zajištění mapových podkladů</w:t>
            </w:r>
          </w:p>
        </w:tc>
        <w:tc>
          <w:tcPr>
            <w:tcW w:w="1039" w:type="dxa"/>
          </w:tcPr>
          <w:p w14:paraId="5C89F570" w14:textId="4A99B9CC" w:rsidR="003B7470" w:rsidRPr="0056549D" w:rsidRDefault="0083639A" w:rsidP="009D5F4F">
            <w:pPr>
              <w:pStyle w:val="Tabulka"/>
              <w:cnfStyle w:val="000000000000" w:firstRow="0" w:lastRow="0" w:firstColumn="0" w:lastColumn="0" w:oddVBand="0" w:evenVBand="0" w:oddHBand="0" w:evenHBand="0" w:firstRowFirstColumn="0" w:firstRowLastColumn="0" w:lastRowFirstColumn="0" w:lastRowLastColumn="0"/>
            </w:pPr>
            <w:proofErr w:type="spellStart"/>
            <w:r w:rsidRPr="0056549D">
              <w:t>kpl</w:t>
            </w:r>
            <w:proofErr w:type="spellEnd"/>
          </w:p>
        </w:tc>
        <w:tc>
          <w:tcPr>
            <w:tcW w:w="1039" w:type="dxa"/>
          </w:tcPr>
          <w:p w14:paraId="3399C21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CB80EF4"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D20227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455F76" w14:textId="02880EA1" w:rsidR="003B7470" w:rsidRPr="0056549D" w:rsidRDefault="00841876" w:rsidP="00262344">
            <w:pPr>
              <w:pStyle w:val="Tabulka"/>
            </w:pPr>
            <w:r w:rsidRPr="0056549D">
              <w:t>11</w:t>
            </w:r>
          </w:p>
        </w:tc>
        <w:tc>
          <w:tcPr>
            <w:tcW w:w="3265" w:type="dxa"/>
          </w:tcPr>
          <w:p w14:paraId="466C1ED0" w14:textId="77777777" w:rsidR="003B7470" w:rsidRPr="0056549D"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6549D">
              <w:rPr>
                <w:rFonts w:eastAsia="Verdana" w:cs="Times New Roman"/>
              </w:rPr>
              <w:t>Geodetické práce</w:t>
            </w:r>
          </w:p>
        </w:tc>
        <w:tc>
          <w:tcPr>
            <w:tcW w:w="1039" w:type="dxa"/>
          </w:tcPr>
          <w:p w14:paraId="3CE6EF99" w14:textId="08BCB5DE" w:rsidR="003B7470" w:rsidRPr="0056549D"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56549D">
              <w:t>kpl</w:t>
            </w:r>
            <w:proofErr w:type="spellEnd"/>
          </w:p>
        </w:tc>
        <w:tc>
          <w:tcPr>
            <w:tcW w:w="1039" w:type="dxa"/>
          </w:tcPr>
          <w:p w14:paraId="028298DA"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369B9E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4D6A26B" w14:textId="3998E15F" w:rsidR="003B7470" w:rsidRPr="0056549D" w:rsidRDefault="003B7470" w:rsidP="00841876">
            <w:pPr>
              <w:pStyle w:val="Tabulka"/>
            </w:pPr>
            <w:r w:rsidRPr="0056549D">
              <w:t>1</w:t>
            </w:r>
            <w:r w:rsidR="00841876" w:rsidRPr="0056549D">
              <w:t>2</w:t>
            </w:r>
          </w:p>
        </w:tc>
        <w:tc>
          <w:tcPr>
            <w:tcW w:w="3265" w:type="dxa"/>
          </w:tcPr>
          <w:p w14:paraId="4921C600" w14:textId="77777777" w:rsidR="003B7470" w:rsidRPr="0056549D"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6549D">
              <w:rPr>
                <w:rFonts w:eastAsia="Verdana" w:cs="Times New Roman"/>
              </w:rPr>
              <w:t>Geotechnický a stavebnětechnický průzkum staveb</w:t>
            </w:r>
          </w:p>
        </w:tc>
        <w:tc>
          <w:tcPr>
            <w:tcW w:w="1039" w:type="dxa"/>
          </w:tcPr>
          <w:p w14:paraId="2FB5D3C1" w14:textId="5C9ADDC2" w:rsidR="003B7470" w:rsidRPr="0056549D"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56549D">
              <w:t>kpl</w:t>
            </w:r>
            <w:proofErr w:type="spellEnd"/>
          </w:p>
        </w:tc>
        <w:tc>
          <w:tcPr>
            <w:tcW w:w="1039" w:type="dxa"/>
          </w:tcPr>
          <w:p w14:paraId="6D896036"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1365BB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A0D692B" w14:textId="5A484CD6" w:rsidR="003B7470" w:rsidRPr="0056549D" w:rsidRDefault="003B7470" w:rsidP="00841876">
            <w:pPr>
              <w:pStyle w:val="Tabulka"/>
            </w:pPr>
            <w:r w:rsidRPr="0056549D">
              <w:t>1</w:t>
            </w:r>
            <w:r w:rsidR="00841876" w:rsidRPr="0056549D">
              <w:t>3</w:t>
            </w:r>
          </w:p>
        </w:tc>
        <w:tc>
          <w:tcPr>
            <w:tcW w:w="3265" w:type="dxa"/>
          </w:tcPr>
          <w:p w14:paraId="1F8894CD" w14:textId="77777777" w:rsidR="003B7470" w:rsidRPr="0056549D"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6549D">
              <w:rPr>
                <w:rFonts w:eastAsia="Verdana" w:cs="Times New Roman"/>
              </w:rPr>
              <w:t>Geotechnický průzkum pro železniční spodek</w:t>
            </w:r>
          </w:p>
        </w:tc>
        <w:tc>
          <w:tcPr>
            <w:tcW w:w="1039" w:type="dxa"/>
          </w:tcPr>
          <w:p w14:paraId="55C151D1" w14:textId="0C37BA05" w:rsidR="003B7470" w:rsidRPr="0056549D"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56549D">
              <w:t>kpl</w:t>
            </w:r>
            <w:proofErr w:type="spellEnd"/>
          </w:p>
        </w:tc>
        <w:tc>
          <w:tcPr>
            <w:tcW w:w="1039" w:type="dxa"/>
          </w:tcPr>
          <w:p w14:paraId="746C947E"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07E13AC"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D6A5893" w14:textId="1FD986E7" w:rsidR="003B7470" w:rsidRPr="0056549D" w:rsidRDefault="003B7470" w:rsidP="00841876">
            <w:pPr>
              <w:pStyle w:val="Tabulka"/>
            </w:pPr>
            <w:r w:rsidRPr="0056549D">
              <w:t>1</w:t>
            </w:r>
            <w:r w:rsidR="00841876" w:rsidRPr="0056549D">
              <w:t>4</w:t>
            </w:r>
          </w:p>
        </w:tc>
        <w:tc>
          <w:tcPr>
            <w:tcW w:w="3265" w:type="dxa"/>
          </w:tcPr>
          <w:p w14:paraId="63D4BCFE" w14:textId="4ED58E65" w:rsidR="003B7470" w:rsidRPr="003F77EE" w:rsidRDefault="003F77EE"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F77EE">
              <w:t>Podklady pro sejmutí památkové ochrany</w:t>
            </w:r>
          </w:p>
        </w:tc>
        <w:tc>
          <w:tcPr>
            <w:tcW w:w="1039" w:type="dxa"/>
          </w:tcPr>
          <w:p w14:paraId="736341F3" w14:textId="0EF6CEE2" w:rsidR="003B7470" w:rsidRPr="0056549D" w:rsidRDefault="003F77EE"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1039" w:type="dxa"/>
          </w:tcPr>
          <w:p w14:paraId="41E5F3C6"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C5CD5F"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647235"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3A4169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FC5A511" w14:textId="1618CB36" w:rsidR="008A4D1B" w:rsidRPr="0056549D" w:rsidRDefault="003B7470" w:rsidP="00841876">
            <w:pPr>
              <w:pStyle w:val="Tabulka"/>
            </w:pPr>
            <w:r w:rsidRPr="0056549D">
              <w:t>1</w:t>
            </w:r>
            <w:r w:rsidR="00841876" w:rsidRPr="0056549D">
              <w:t>5</w:t>
            </w:r>
          </w:p>
        </w:tc>
        <w:tc>
          <w:tcPr>
            <w:tcW w:w="3265" w:type="dxa"/>
          </w:tcPr>
          <w:p w14:paraId="3C5A797B" w14:textId="77777777" w:rsidR="008A4D1B" w:rsidRPr="0056549D" w:rsidRDefault="00C66209" w:rsidP="00262344">
            <w:pPr>
              <w:pStyle w:val="Tabulka"/>
              <w:cnfStyle w:val="000000000000" w:firstRow="0" w:lastRow="0" w:firstColumn="0" w:lastColumn="0" w:oddVBand="0" w:evenVBand="0" w:oddHBand="0" w:evenHBand="0" w:firstRowFirstColumn="0" w:firstRowLastColumn="0" w:lastRowFirstColumn="0" w:lastRowLastColumn="0"/>
            </w:pPr>
            <w:r w:rsidRPr="0056549D">
              <w:rPr>
                <w:rFonts w:eastAsia="Times New Roman" w:cs="Times New Roman"/>
              </w:rPr>
              <w:t>Aktualizace záměru projektu dle požadavku VTP a ZTP</w:t>
            </w:r>
          </w:p>
        </w:tc>
        <w:tc>
          <w:tcPr>
            <w:tcW w:w="1039" w:type="dxa"/>
          </w:tcPr>
          <w:p w14:paraId="75F34AA2" w14:textId="77777777" w:rsidR="008A4D1B" w:rsidRPr="0056549D" w:rsidRDefault="00C66209" w:rsidP="00262344">
            <w:pPr>
              <w:pStyle w:val="Tabulka"/>
              <w:cnfStyle w:val="000000000000" w:firstRow="0" w:lastRow="0" w:firstColumn="0" w:lastColumn="0" w:oddVBand="0" w:evenVBand="0" w:oddHBand="0" w:evenHBand="0" w:firstRowFirstColumn="0" w:firstRowLastColumn="0" w:lastRowFirstColumn="0" w:lastRowLastColumn="0"/>
            </w:pPr>
            <w:r w:rsidRPr="0056549D">
              <w:t>hod</w:t>
            </w:r>
          </w:p>
        </w:tc>
        <w:tc>
          <w:tcPr>
            <w:tcW w:w="1039" w:type="dxa"/>
          </w:tcPr>
          <w:p w14:paraId="118318B9"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D582C06"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9DD292"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FD96CB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9025EE5" w14:textId="237593A3" w:rsidR="008A4D1B" w:rsidRPr="0056549D" w:rsidRDefault="003B7470" w:rsidP="00841876">
            <w:pPr>
              <w:pStyle w:val="Tabulka"/>
            </w:pPr>
            <w:r w:rsidRPr="0056549D">
              <w:t>1</w:t>
            </w:r>
            <w:r w:rsidR="00841876" w:rsidRPr="0056549D">
              <w:t>6</w:t>
            </w:r>
          </w:p>
        </w:tc>
        <w:tc>
          <w:tcPr>
            <w:tcW w:w="3265" w:type="dxa"/>
          </w:tcPr>
          <w:p w14:paraId="3AFF1CBB" w14:textId="77777777" w:rsidR="008A4D1B" w:rsidRPr="0056549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6549D">
              <w:t>Zajištění vydání osvědčení o shodě notifikovanou osobou v přípravě</w:t>
            </w:r>
          </w:p>
        </w:tc>
        <w:tc>
          <w:tcPr>
            <w:tcW w:w="1039" w:type="dxa"/>
          </w:tcPr>
          <w:p w14:paraId="67FE0BD8" w14:textId="77777777" w:rsidR="008A4D1B" w:rsidRPr="0056549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6549D">
              <w:t>hod</w:t>
            </w:r>
          </w:p>
        </w:tc>
        <w:tc>
          <w:tcPr>
            <w:tcW w:w="1039" w:type="dxa"/>
          </w:tcPr>
          <w:p w14:paraId="18195C7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DF6A48"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2C8637" w14:textId="59C8D56C" w:rsidR="008A4D1B" w:rsidRPr="0056549D" w:rsidRDefault="003B7470" w:rsidP="00841876">
            <w:pPr>
              <w:pStyle w:val="Tabulka"/>
            </w:pPr>
            <w:r w:rsidRPr="0056549D">
              <w:t>1</w:t>
            </w:r>
            <w:r w:rsidR="00841876" w:rsidRPr="0056549D">
              <w:t>7</w:t>
            </w:r>
          </w:p>
        </w:tc>
        <w:tc>
          <w:tcPr>
            <w:tcW w:w="3265" w:type="dxa"/>
          </w:tcPr>
          <w:p w14:paraId="1E25CEBD" w14:textId="77777777" w:rsidR="008A4D1B" w:rsidRPr="0056549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6549D">
              <w:t>Koordinátor BOZP v přípravě</w:t>
            </w:r>
          </w:p>
        </w:tc>
        <w:tc>
          <w:tcPr>
            <w:tcW w:w="1039" w:type="dxa"/>
          </w:tcPr>
          <w:p w14:paraId="2B78EB93" w14:textId="77777777" w:rsidR="008A4D1B" w:rsidRPr="0056549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6549D">
              <w:t>hod</w:t>
            </w:r>
          </w:p>
        </w:tc>
        <w:tc>
          <w:tcPr>
            <w:tcW w:w="1039" w:type="dxa"/>
          </w:tcPr>
          <w:p w14:paraId="58F221B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C0570D4"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C66A0D"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3F8E37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C18CE2E" w14:textId="7343E82D" w:rsidR="008A4D1B" w:rsidRPr="0056549D" w:rsidRDefault="003B7470" w:rsidP="00841876">
            <w:pPr>
              <w:pStyle w:val="Tabulka"/>
            </w:pPr>
            <w:r w:rsidRPr="0056549D">
              <w:t>1</w:t>
            </w:r>
            <w:r w:rsidR="00841876" w:rsidRPr="0056549D">
              <w:t>8</w:t>
            </w:r>
          </w:p>
        </w:tc>
        <w:tc>
          <w:tcPr>
            <w:tcW w:w="3265" w:type="dxa"/>
          </w:tcPr>
          <w:p w14:paraId="0EAAB8F8" w14:textId="77777777" w:rsidR="008A4D1B" w:rsidRPr="0056549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6549D">
              <w:t>Zajištění technických podkladů pro vypracování zadávací dokumentace na výběr zhotovitele stavby dle požadavku VTP a ZTP</w:t>
            </w:r>
          </w:p>
        </w:tc>
        <w:tc>
          <w:tcPr>
            <w:tcW w:w="1039" w:type="dxa"/>
          </w:tcPr>
          <w:p w14:paraId="4686B81E" w14:textId="77777777" w:rsidR="008A4D1B" w:rsidRPr="0056549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6549D">
              <w:t>hod</w:t>
            </w:r>
          </w:p>
        </w:tc>
        <w:tc>
          <w:tcPr>
            <w:tcW w:w="1039" w:type="dxa"/>
          </w:tcPr>
          <w:p w14:paraId="39522F5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0EDF6C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4217E58"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605143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E3A27FD" w14:textId="1649CCF1" w:rsidR="008A4D1B" w:rsidRPr="0056549D" w:rsidRDefault="003B7470" w:rsidP="00841876">
            <w:pPr>
              <w:pStyle w:val="Tabulka"/>
            </w:pPr>
            <w:r w:rsidRPr="0056549D">
              <w:t>1</w:t>
            </w:r>
            <w:r w:rsidR="00841876" w:rsidRPr="0056549D">
              <w:t>9</w:t>
            </w:r>
          </w:p>
        </w:tc>
        <w:tc>
          <w:tcPr>
            <w:tcW w:w="3265" w:type="dxa"/>
          </w:tcPr>
          <w:p w14:paraId="081CE8C2" w14:textId="77777777" w:rsidR="008A4D1B" w:rsidRPr="0056549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6549D">
              <w:t>Zpracování příloh k žádosti o spolufinancování stavby dle ZTP a VTP</w:t>
            </w:r>
          </w:p>
        </w:tc>
        <w:tc>
          <w:tcPr>
            <w:tcW w:w="1039" w:type="dxa"/>
          </w:tcPr>
          <w:p w14:paraId="581A17C4" w14:textId="77777777" w:rsidR="008A4D1B" w:rsidRPr="0056549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6549D">
              <w:t>hod</w:t>
            </w:r>
          </w:p>
        </w:tc>
        <w:tc>
          <w:tcPr>
            <w:tcW w:w="1039" w:type="dxa"/>
          </w:tcPr>
          <w:p w14:paraId="7C0EAA5E" w14:textId="68840DFC" w:rsidR="008A4D1B" w:rsidRPr="001B0F4D" w:rsidRDefault="003F77EE" w:rsidP="00262344">
            <w:pPr>
              <w:pStyle w:val="Tabulka"/>
              <w:cnfStyle w:val="000000000000" w:firstRow="0" w:lastRow="0" w:firstColumn="0" w:lastColumn="0" w:oddVBand="0" w:evenVBand="0" w:oddHBand="0" w:evenHBand="0" w:firstRowFirstColumn="0" w:firstRowLastColumn="0" w:lastRowFirstColumn="0" w:lastRowLastColumn="0"/>
            </w:pPr>
            <w:r w:rsidRPr="001B0F4D">
              <w:t>-</w:t>
            </w:r>
          </w:p>
        </w:tc>
        <w:tc>
          <w:tcPr>
            <w:tcW w:w="1177" w:type="dxa"/>
          </w:tcPr>
          <w:p w14:paraId="59AAD521" w14:textId="04546268" w:rsidR="008A4D1B" w:rsidRPr="001B0F4D" w:rsidRDefault="003F77EE" w:rsidP="00262344">
            <w:pPr>
              <w:pStyle w:val="Tabulka"/>
              <w:cnfStyle w:val="000000000000" w:firstRow="0" w:lastRow="0" w:firstColumn="0" w:lastColumn="0" w:oddVBand="0" w:evenVBand="0" w:oddHBand="0" w:evenHBand="0" w:firstRowFirstColumn="0" w:firstRowLastColumn="0" w:lastRowFirstColumn="0" w:lastRowLastColumn="0"/>
            </w:pPr>
            <w:r w:rsidRPr="001B0F4D">
              <w:t>-</w:t>
            </w:r>
          </w:p>
        </w:tc>
        <w:tc>
          <w:tcPr>
            <w:tcW w:w="1282" w:type="dxa"/>
          </w:tcPr>
          <w:p w14:paraId="09BF2BEF" w14:textId="5B2E996B" w:rsidR="008A4D1B" w:rsidRPr="001B0F4D" w:rsidRDefault="003F77EE" w:rsidP="00262344">
            <w:pPr>
              <w:pStyle w:val="Tabulka"/>
              <w:cnfStyle w:val="000000000000" w:firstRow="0" w:lastRow="0" w:firstColumn="0" w:lastColumn="0" w:oddVBand="0" w:evenVBand="0" w:oddHBand="0" w:evenHBand="0" w:firstRowFirstColumn="0" w:firstRowLastColumn="0" w:lastRowFirstColumn="0" w:lastRowLastColumn="0"/>
            </w:pPr>
            <w:r w:rsidRPr="001B0F4D">
              <w:t>-</w:t>
            </w:r>
          </w:p>
        </w:tc>
      </w:tr>
      <w:tr w:rsidR="00841876" w:rsidRPr="00841876" w14:paraId="7A72102D"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BE64CA4" w14:textId="6E59694D" w:rsidR="00C66209" w:rsidRPr="0056549D" w:rsidRDefault="00841876" w:rsidP="00262344">
            <w:pPr>
              <w:pStyle w:val="Tabulka"/>
            </w:pPr>
            <w:r w:rsidRPr="0056549D">
              <w:t>20</w:t>
            </w:r>
          </w:p>
        </w:tc>
        <w:tc>
          <w:tcPr>
            <w:tcW w:w="3265" w:type="dxa"/>
          </w:tcPr>
          <w:p w14:paraId="1D16F94F" w14:textId="77777777" w:rsidR="00C66209" w:rsidRPr="0056549D"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6549D">
              <w:rPr>
                <w:rFonts w:eastAsia="Times New Roman" w:cs="Times New Roman"/>
              </w:rPr>
              <w:t>Propagace</w:t>
            </w:r>
          </w:p>
        </w:tc>
        <w:tc>
          <w:tcPr>
            <w:tcW w:w="1039" w:type="dxa"/>
          </w:tcPr>
          <w:p w14:paraId="15671B5A" w14:textId="77777777" w:rsidR="00C66209" w:rsidRPr="0056549D"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6549D">
              <w:rPr>
                <w:rFonts w:eastAsia="Verdana" w:cs="Times New Roman"/>
              </w:rPr>
              <w:t>hod</w:t>
            </w:r>
          </w:p>
        </w:tc>
        <w:tc>
          <w:tcPr>
            <w:tcW w:w="1039" w:type="dxa"/>
          </w:tcPr>
          <w:p w14:paraId="2F910265" w14:textId="648CA0DB" w:rsidR="00C66209" w:rsidRPr="001B0F4D" w:rsidRDefault="003F77EE" w:rsidP="00262344">
            <w:pPr>
              <w:pStyle w:val="Tabulka"/>
              <w:cnfStyle w:val="000000000000" w:firstRow="0" w:lastRow="0" w:firstColumn="0" w:lastColumn="0" w:oddVBand="0" w:evenVBand="0" w:oddHBand="0" w:evenHBand="0" w:firstRowFirstColumn="0" w:firstRowLastColumn="0" w:lastRowFirstColumn="0" w:lastRowLastColumn="0"/>
            </w:pPr>
            <w:r w:rsidRPr="001B0F4D">
              <w:t>-</w:t>
            </w:r>
          </w:p>
        </w:tc>
        <w:tc>
          <w:tcPr>
            <w:tcW w:w="1177" w:type="dxa"/>
          </w:tcPr>
          <w:p w14:paraId="6915A718" w14:textId="317BE408" w:rsidR="00C66209" w:rsidRPr="001B0F4D" w:rsidRDefault="003F77EE" w:rsidP="00262344">
            <w:pPr>
              <w:pStyle w:val="Tabulka"/>
              <w:cnfStyle w:val="000000000000" w:firstRow="0" w:lastRow="0" w:firstColumn="0" w:lastColumn="0" w:oddVBand="0" w:evenVBand="0" w:oddHBand="0" w:evenHBand="0" w:firstRowFirstColumn="0" w:firstRowLastColumn="0" w:lastRowFirstColumn="0" w:lastRowLastColumn="0"/>
            </w:pPr>
            <w:r w:rsidRPr="001B0F4D">
              <w:t>-</w:t>
            </w:r>
          </w:p>
        </w:tc>
        <w:tc>
          <w:tcPr>
            <w:tcW w:w="1282" w:type="dxa"/>
          </w:tcPr>
          <w:p w14:paraId="7EB82BB7" w14:textId="05E8CD17" w:rsidR="00C66209" w:rsidRPr="001B0F4D" w:rsidRDefault="003F77EE" w:rsidP="00262344">
            <w:pPr>
              <w:pStyle w:val="Tabulka"/>
              <w:cnfStyle w:val="000000000000" w:firstRow="0" w:lastRow="0" w:firstColumn="0" w:lastColumn="0" w:oddVBand="0" w:evenVBand="0" w:oddHBand="0" w:evenHBand="0" w:firstRowFirstColumn="0" w:firstRowLastColumn="0" w:lastRowFirstColumn="0" w:lastRowLastColumn="0"/>
            </w:pPr>
            <w:r w:rsidRPr="001B0F4D">
              <w:t>-</w:t>
            </w:r>
          </w:p>
        </w:tc>
      </w:tr>
      <w:tr w:rsidR="00841876" w:rsidRPr="00841876" w14:paraId="78437FE0"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508DAE35" w14:textId="77777777" w:rsidR="00760192" w:rsidRDefault="00760192" w:rsidP="00236DCC">
      <w:pPr>
        <w:pStyle w:val="Textbezodsazen"/>
      </w:pPr>
    </w:p>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3E2F2F81" w:rsidR="00236DCC" w:rsidRPr="00B06D17" w:rsidRDefault="0056549D" w:rsidP="00262344">
            <w:pPr>
              <w:pStyle w:val="Tabulka"/>
            </w:pPr>
            <w:r>
              <w:t>21</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3D51DD22" w14:textId="77777777" w:rsidR="00760192" w:rsidRDefault="00760192" w:rsidP="00236DCC">
      <w:pPr>
        <w:pStyle w:val="Textbezodsazen"/>
      </w:pPr>
    </w:p>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0C7E9B4D"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BA7A3D">
        <w:t>15</w:t>
      </w:r>
      <w:r w:rsidRPr="00DF7FC9">
        <w:t xml:space="preserve"> měsíců). Uvedená</w:t>
      </w:r>
      <w:r>
        <w:t xml:space="preserve"> cena za výkon autorského dozoru odpovídá pracnosti a rozsahu Stavby a zahrnuje veškeré náklady na </w:t>
      </w:r>
      <w:r>
        <w:lastRenderedPageBreak/>
        <w:t>činnosti související s výkonem autorského dozoru včetně cestovních výloh, v předpokládané době realizace Stavby.</w:t>
      </w: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9A4AE02" w14:textId="77777777" w:rsidR="00236DCC" w:rsidRPr="00236DCC" w:rsidRDefault="00236DCC" w:rsidP="00262344">
            <w:pPr>
              <w:pStyle w:val="Tabulka"/>
            </w:pPr>
            <w:r w:rsidRPr="00236DCC">
              <w:t xml:space="preserve">z toho: </w:t>
            </w:r>
          </w:p>
        </w:tc>
      </w:tr>
      <w:tr w:rsidR="00236DCC" w:rsidRPr="00236DCC" w14:paraId="4366C5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06EBD73" w14:textId="77777777" w:rsidR="00236DCC" w:rsidRPr="00236DCC" w:rsidRDefault="00236DCC" w:rsidP="00262344">
            <w:pPr>
              <w:pStyle w:val="Tabulka"/>
            </w:pPr>
            <w:r w:rsidRPr="00236DCC">
              <w:t xml:space="preserve">Cena za </w:t>
            </w:r>
            <w:r w:rsidRPr="00F62472">
              <w:t>zpracování D</w:t>
            </w:r>
            <w:r w:rsidR="00E868F1" w:rsidRPr="00F62472">
              <w:t>U</w:t>
            </w:r>
            <w:r w:rsidRPr="00F62472">
              <w:t>SP a PDPS</w:t>
            </w:r>
            <w:r w:rsidR="00AA3125" w:rsidRPr="00F62472">
              <w:t xml:space="preserve"> (</w:t>
            </w:r>
            <w:r w:rsidR="00AA3125" w:rsidRPr="006D465A">
              <w:rPr>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7C870DB"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13CC523" w14:textId="77777777" w:rsidR="00B72613" w:rsidRPr="00B72613" w:rsidRDefault="00B72613" w:rsidP="00262344">
            <w:pPr>
              <w:pStyle w:val="Tabulka"/>
              <w:rPr>
                <w:rStyle w:val="Tun"/>
              </w:rPr>
            </w:pPr>
            <w:r w:rsidRPr="00B72613">
              <w:rPr>
                <w:rStyle w:val="Tun"/>
              </w:rPr>
              <w:t>Specifikace položky</w:t>
            </w:r>
          </w:p>
        </w:tc>
        <w:tc>
          <w:tcPr>
            <w:tcW w:w="2977" w:type="dxa"/>
          </w:tcPr>
          <w:p w14:paraId="63638A62"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CC0B40E"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AAC0710"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F9E2719" w14:textId="77777777"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14:paraId="614EC3FF" w14:textId="1712D9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xml:space="preserve">[....] </w:t>
            </w:r>
            <w:proofErr w:type="gramStart"/>
            <w:r w:rsidRPr="00B06D17">
              <w:rPr>
                <w:rStyle w:val="Tun"/>
                <w:highlight w:val="yellow"/>
              </w:rPr>
              <w:t>Kč</w:t>
            </w:r>
            <w:r w:rsidR="00CA1EB0">
              <w:rPr>
                <w:rStyle w:val="Tun"/>
              </w:rPr>
              <w:t xml:space="preserve">   </w:t>
            </w:r>
            <w:r w:rsidR="00CA1EB0" w:rsidRPr="003B4CE8">
              <w:rPr>
                <w:rStyle w:val="Tun"/>
                <w:b w:val="0"/>
              </w:rPr>
              <w:t>20%</w:t>
            </w:r>
            <w:proofErr w:type="gramEnd"/>
            <w:r w:rsidR="00CA1EB0" w:rsidRPr="003B4CE8">
              <w:rPr>
                <w:rStyle w:val="Tun"/>
                <w:b w:val="0"/>
              </w:rPr>
              <w:t xml:space="preserve"> bez AD</w:t>
            </w:r>
          </w:p>
        </w:tc>
        <w:tc>
          <w:tcPr>
            <w:tcW w:w="2977" w:type="dxa"/>
          </w:tcPr>
          <w:p w14:paraId="25C1E64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0064AA73"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5497BF69" w14:textId="77777777"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14:paraId="5C970DBD" w14:textId="797495C1"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xml:space="preserve">[....] </w:t>
            </w:r>
            <w:proofErr w:type="gramStart"/>
            <w:r w:rsidRPr="00B06D17">
              <w:rPr>
                <w:rStyle w:val="Tun"/>
                <w:highlight w:val="yellow"/>
              </w:rPr>
              <w:t>Kč</w:t>
            </w:r>
            <w:r w:rsidR="00CA1EB0">
              <w:rPr>
                <w:rStyle w:val="Tun"/>
              </w:rPr>
              <w:t xml:space="preserve">   </w:t>
            </w:r>
            <w:r w:rsidR="00CA1EB0" w:rsidRPr="003B4CE8">
              <w:rPr>
                <w:rStyle w:val="Tun"/>
                <w:b w:val="0"/>
              </w:rPr>
              <w:t>30%</w:t>
            </w:r>
            <w:proofErr w:type="gramEnd"/>
            <w:r w:rsidR="00CA1EB0" w:rsidRPr="003B4CE8">
              <w:rPr>
                <w:rStyle w:val="Tun"/>
                <w:b w:val="0"/>
              </w:rPr>
              <w:t xml:space="preserve"> bez AD</w:t>
            </w:r>
          </w:p>
        </w:tc>
        <w:tc>
          <w:tcPr>
            <w:tcW w:w="2977" w:type="dxa"/>
          </w:tcPr>
          <w:p w14:paraId="29F6E966"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3B65EACF"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0EBC0B1" w14:textId="7E81BBDC" w:rsidR="00B72613" w:rsidRPr="00B06D17" w:rsidRDefault="001F7AEB" w:rsidP="00262344">
            <w:pPr>
              <w:pStyle w:val="Tabulka"/>
              <w:rPr>
                <w:rStyle w:val="Tun"/>
                <w:highlight w:val="yellow"/>
              </w:rPr>
            </w:pPr>
            <w:r>
              <w:rPr>
                <w:rStyle w:val="Tun"/>
                <w:highlight w:val="yellow"/>
              </w:rPr>
              <w:t>3</w:t>
            </w:r>
            <w:r w:rsidRPr="00B06D17">
              <w:rPr>
                <w:rStyle w:val="Tun"/>
                <w:highlight w:val="yellow"/>
              </w:rPr>
              <w:t>. Dílčí etapa</w:t>
            </w:r>
          </w:p>
        </w:tc>
        <w:tc>
          <w:tcPr>
            <w:tcW w:w="2977" w:type="dxa"/>
          </w:tcPr>
          <w:p w14:paraId="5F4C01A5" w14:textId="749CF50D"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xml:space="preserve">[....] </w:t>
            </w:r>
            <w:proofErr w:type="gramStart"/>
            <w:r w:rsidRPr="00B06D17">
              <w:rPr>
                <w:rStyle w:val="Tun"/>
                <w:highlight w:val="yellow"/>
              </w:rPr>
              <w:t>Kč</w:t>
            </w:r>
            <w:r w:rsidR="00CA1EB0">
              <w:rPr>
                <w:rStyle w:val="Tun"/>
              </w:rPr>
              <w:t xml:space="preserve">   </w:t>
            </w:r>
            <w:r w:rsidR="00CA1EB0" w:rsidRPr="003B4CE8">
              <w:rPr>
                <w:rStyle w:val="Tun"/>
                <w:b w:val="0"/>
              </w:rPr>
              <w:t>20%</w:t>
            </w:r>
            <w:proofErr w:type="gramEnd"/>
            <w:r w:rsidR="00CA1EB0" w:rsidRPr="003B4CE8">
              <w:rPr>
                <w:rStyle w:val="Tun"/>
                <w:b w:val="0"/>
              </w:rPr>
              <w:t xml:space="preserve"> bez AD</w:t>
            </w:r>
          </w:p>
        </w:tc>
        <w:tc>
          <w:tcPr>
            <w:tcW w:w="2977" w:type="dxa"/>
          </w:tcPr>
          <w:p w14:paraId="01E7F9C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14391785"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FEDE4C9" w14:textId="2E959DD6" w:rsidR="00B72613" w:rsidRPr="00B06D17" w:rsidRDefault="001F7AEB" w:rsidP="00262344">
            <w:pPr>
              <w:pStyle w:val="Tabulka"/>
              <w:rPr>
                <w:rStyle w:val="Tun"/>
                <w:highlight w:val="yellow"/>
              </w:rPr>
            </w:pPr>
            <w:r>
              <w:rPr>
                <w:rStyle w:val="Tun"/>
                <w:highlight w:val="yellow"/>
              </w:rPr>
              <w:t>4</w:t>
            </w:r>
            <w:r w:rsidRPr="00B06D17">
              <w:rPr>
                <w:rStyle w:val="Tun"/>
                <w:highlight w:val="yellow"/>
              </w:rPr>
              <w:t>. Dílčí etapa</w:t>
            </w:r>
          </w:p>
        </w:tc>
        <w:tc>
          <w:tcPr>
            <w:tcW w:w="2977" w:type="dxa"/>
          </w:tcPr>
          <w:p w14:paraId="746EDED7" w14:textId="295AEC23"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xml:space="preserve">[....] </w:t>
            </w:r>
            <w:proofErr w:type="gramStart"/>
            <w:r w:rsidRPr="00B06D17">
              <w:rPr>
                <w:rStyle w:val="Tun"/>
                <w:highlight w:val="yellow"/>
              </w:rPr>
              <w:t>Kč</w:t>
            </w:r>
            <w:r w:rsidR="00CA1EB0">
              <w:rPr>
                <w:rStyle w:val="Tun"/>
              </w:rPr>
              <w:t xml:space="preserve">   </w:t>
            </w:r>
            <w:r w:rsidR="00CA1EB0" w:rsidRPr="003B4CE8">
              <w:rPr>
                <w:rStyle w:val="Tun"/>
                <w:b w:val="0"/>
              </w:rPr>
              <w:t>30%</w:t>
            </w:r>
            <w:proofErr w:type="gramEnd"/>
            <w:r w:rsidR="00CA1EB0" w:rsidRPr="003B4CE8">
              <w:rPr>
                <w:rStyle w:val="Tun"/>
                <w:b w:val="0"/>
              </w:rPr>
              <w:t xml:space="preserve"> bez AD</w:t>
            </w:r>
          </w:p>
        </w:tc>
        <w:tc>
          <w:tcPr>
            <w:tcW w:w="2977" w:type="dxa"/>
          </w:tcPr>
          <w:p w14:paraId="5C67C68E"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401C7D69"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D480C4D" w14:textId="60F34B1B" w:rsidR="00B72613" w:rsidRPr="00B06D17" w:rsidRDefault="00B72613" w:rsidP="00262344">
            <w:pPr>
              <w:pStyle w:val="Tabulka"/>
              <w:rPr>
                <w:rStyle w:val="Tun"/>
                <w:highlight w:val="yellow"/>
              </w:rPr>
            </w:pPr>
            <w:r w:rsidRPr="00B06D17">
              <w:rPr>
                <w:rStyle w:val="Tun"/>
                <w:highlight w:val="yellow"/>
              </w:rPr>
              <w:t>5. Dílčí etapa</w:t>
            </w:r>
            <w:r w:rsidR="001F7AEB" w:rsidRPr="00B06D17">
              <w:rPr>
                <w:rStyle w:val="Tun"/>
                <w:highlight w:val="yellow"/>
              </w:rPr>
              <w:t xml:space="preserve"> Výkon autorského dozoru</w:t>
            </w:r>
          </w:p>
        </w:tc>
        <w:tc>
          <w:tcPr>
            <w:tcW w:w="2977" w:type="dxa"/>
          </w:tcPr>
          <w:p w14:paraId="000CCEA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066086B5"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3973063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28FD76B" w14:textId="77777777" w:rsidR="00B72613" w:rsidRPr="00B72613" w:rsidRDefault="00B72613" w:rsidP="00262344">
            <w:pPr>
              <w:pStyle w:val="Tabulka"/>
              <w:rPr>
                <w:rStyle w:val="Tun"/>
              </w:rPr>
            </w:pPr>
            <w:r w:rsidRPr="00B72613">
              <w:rPr>
                <w:rStyle w:val="Tun"/>
              </w:rPr>
              <w:t>Celkem:</w:t>
            </w:r>
          </w:p>
        </w:tc>
        <w:tc>
          <w:tcPr>
            <w:tcW w:w="2977" w:type="dxa"/>
          </w:tcPr>
          <w:p w14:paraId="43481AD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03B2E7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23F93A75"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1910"/>
        <w:gridCol w:w="3005"/>
        <w:gridCol w:w="3726"/>
        <w:gridCol w:w="3393"/>
      </w:tblGrid>
      <w:tr w:rsidR="00F62472" w:rsidRPr="00B72613" w14:paraId="3CF37A2E" w14:textId="77777777" w:rsidTr="001A6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F62472" w:rsidRPr="0049257C" w:rsidRDefault="00F62472" w:rsidP="00246637">
            <w:pPr>
              <w:pStyle w:val="Tabulka"/>
              <w:rPr>
                <w:rStyle w:val="Tun"/>
                <w:szCs w:val="14"/>
              </w:rPr>
            </w:pPr>
            <w:r w:rsidRPr="0049257C">
              <w:rPr>
                <w:rStyle w:val="Tun"/>
                <w:szCs w:val="14"/>
              </w:rPr>
              <w:t>Část Díla</w:t>
            </w:r>
          </w:p>
        </w:tc>
        <w:tc>
          <w:tcPr>
            <w:tcW w:w="3005" w:type="dxa"/>
          </w:tcPr>
          <w:p w14:paraId="7938FB79"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1A145BE0"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43A5712C"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841876" w:rsidRPr="00841876" w14:paraId="0BCB250F"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63A2FE57" w14:textId="77777777" w:rsidR="00F62472" w:rsidRPr="00841876" w:rsidRDefault="00F62472" w:rsidP="00246637">
            <w:pPr>
              <w:pStyle w:val="Tabulka"/>
              <w:rPr>
                <w:rStyle w:val="Tun"/>
                <w:sz w:val="16"/>
                <w:szCs w:val="16"/>
              </w:rPr>
            </w:pPr>
            <w:r w:rsidRPr="00841876">
              <w:rPr>
                <w:rStyle w:val="Tun"/>
                <w:sz w:val="16"/>
                <w:szCs w:val="16"/>
              </w:rPr>
              <w:t>Termín zahájení prací</w:t>
            </w:r>
          </w:p>
        </w:tc>
        <w:tc>
          <w:tcPr>
            <w:tcW w:w="3005" w:type="dxa"/>
          </w:tcPr>
          <w:p w14:paraId="7F044251"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ihned po nabytí účinnosti Smlouvy</w:t>
            </w:r>
          </w:p>
        </w:tc>
        <w:tc>
          <w:tcPr>
            <w:tcW w:w="3726" w:type="dxa"/>
          </w:tcPr>
          <w:p w14:paraId="61712126"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w:t>
            </w:r>
          </w:p>
        </w:tc>
        <w:tc>
          <w:tcPr>
            <w:tcW w:w="3393" w:type="dxa"/>
          </w:tcPr>
          <w:p w14:paraId="5996DDE3"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w:t>
            </w:r>
          </w:p>
        </w:tc>
      </w:tr>
      <w:tr w:rsidR="001F7AEB" w:rsidRPr="00841876" w14:paraId="2087522B"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B5970E4" w14:textId="77777777" w:rsidR="001F7AEB" w:rsidRPr="00841876" w:rsidRDefault="001F7AEB" w:rsidP="001F7AEB">
            <w:pPr>
              <w:pStyle w:val="Tabulka"/>
              <w:rPr>
                <w:rStyle w:val="Tun"/>
                <w:sz w:val="16"/>
                <w:szCs w:val="16"/>
              </w:rPr>
            </w:pPr>
            <w:r w:rsidRPr="00841876">
              <w:rPr>
                <w:rStyle w:val="Tun"/>
                <w:sz w:val="16"/>
                <w:szCs w:val="16"/>
              </w:rPr>
              <w:t>1. Dílčí etapa</w:t>
            </w:r>
          </w:p>
        </w:tc>
        <w:tc>
          <w:tcPr>
            <w:tcW w:w="3005" w:type="dxa"/>
          </w:tcPr>
          <w:p w14:paraId="014C9666" w14:textId="4D1D0820" w:rsidR="001F7AEB" w:rsidRPr="00841876"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6A3C10">
              <w:rPr>
                <w:rFonts w:eastAsia="Times New Roman" w:cs="Times New Roman"/>
                <w:sz w:val="16"/>
                <w:szCs w:val="16"/>
              </w:rPr>
              <w:t>Do 4 měsíců od nabytí účinnosti Smlouvy</w:t>
            </w:r>
          </w:p>
        </w:tc>
        <w:tc>
          <w:tcPr>
            <w:tcW w:w="3726" w:type="dxa"/>
          </w:tcPr>
          <w:p w14:paraId="72328A0A" w14:textId="7FECF497" w:rsidR="001F7AEB" w:rsidRPr="00841876"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A3C10">
              <w:rPr>
                <w:sz w:val="16"/>
                <w:szCs w:val="16"/>
              </w:rPr>
              <w:t>Návrh technického řešení DUSP, podklady k žádosti pro sejmutí památkové ochrany</w:t>
            </w:r>
          </w:p>
        </w:tc>
        <w:tc>
          <w:tcPr>
            <w:tcW w:w="3393" w:type="dxa"/>
          </w:tcPr>
          <w:p w14:paraId="0B6E4630" w14:textId="40704BF4" w:rsidR="001F7AEB" w:rsidRPr="00841876"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A3C10">
              <w:rPr>
                <w:bCs/>
                <w:sz w:val="16"/>
                <w:szCs w:val="16"/>
              </w:rPr>
              <w:t>Předávací protokol pro Část Díla</w:t>
            </w:r>
          </w:p>
        </w:tc>
      </w:tr>
      <w:tr w:rsidR="001F7AEB" w:rsidRPr="00841876" w14:paraId="776EE9A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26804F8" w14:textId="77777777" w:rsidR="001F7AEB" w:rsidRPr="00841876" w:rsidRDefault="001F7AEB" w:rsidP="001F7AEB">
            <w:pPr>
              <w:pStyle w:val="Tabulka"/>
              <w:rPr>
                <w:rStyle w:val="Tun"/>
                <w:sz w:val="16"/>
                <w:szCs w:val="16"/>
              </w:rPr>
            </w:pPr>
            <w:r w:rsidRPr="00841876">
              <w:rPr>
                <w:rStyle w:val="Tun"/>
                <w:sz w:val="16"/>
                <w:szCs w:val="16"/>
              </w:rPr>
              <w:t>2. Dílčí etapa</w:t>
            </w:r>
          </w:p>
        </w:tc>
        <w:tc>
          <w:tcPr>
            <w:tcW w:w="3005" w:type="dxa"/>
          </w:tcPr>
          <w:p w14:paraId="6B936204" w14:textId="4378C677" w:rsidR="001F7AEB" w:rsidRPr="00841876"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A3C10">
              <w:rPr>
                <w:rFonts w:eastAsia="Times New Roman" w:cs="Times New Roman"/>
                <w:sz w:val="16"/>
                <w:szCs w:val="16"/>
              </w:rPr>
              <w:t>Do 1</w:t>
            </w:r>
            <w:r>
              <w:rPr>
                <w:rFonts w:eastAsia="Times New Roman" w:cs="Times New Roman"/>
                <w:sz w:val="16"/>
                <w:szCs w:val="16"/>
              </w:rPr>
              <w:t>2</w:t>
            </w:r>
            <w:r w:rsidRPr="006A3C10">
              <w:rPr>
                <w:rFonts w:eastAsia="Times New Roman" w:cs="Times New Roman"/>
                <w:sz w:val="16"/>
                <w:szCs w:val="16"/>
              </w:rPr>
              <w:t xml:space="preserve"> měsíců od nabytí účinnosti Smlouvy</w:t>
            </w:r>
          </w:p>
        </w:tc>
        <w:tc>
          <w:tcPr>
            <w:tcW w:w="3726" w:type="dxa"/>
          </w:tcPr>
          <w:p w14:paraId="10241354" w14:textId="5E3F6F18" w:rsidR="001F7AEB" w:rsidRPr="00EE221B"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A3C10">
              <w:rPr>
                <w:sz w:val="16"/>
                <w:szCs w:val="16"/>
              </w:rPr>
              <w:t xml:space="preserve">Návrh technického řešení DUSP+PDPS k připomínkovému řízení včetně zajištění vyjádření stavebního úřadu dle </w:t>
            </w:r>
            <w:proofErr w:type="spellStart"/>
            <w:r w:rsidRPr="006A3C10">
              <w:rPr>
                <w:sz w:val="16"/>
                <w:szCs w:val="16"/>
              </w:rPr>
              <w:t>ust</w:t>
            </w:r>
            <w:proofErr w:type="spellEnd"/>
            <w:r w:rsidRPr="006A3C10">
              <w:rPr>
                <w:sz w:val="16"/>
                <w:szCs w:val="16"/>
              </w:rPr>
              <w:t>. § 96b stavebního zákona (dříve podle § 15 SZ)</w:t>
            </w:r>
          </w:p>
        </w:tc>
        <w:tc>
          <w:tcPr>
            <w:tcW w:w="3393" w:type="dxa"/>
          </w:tcPr>
          <w:p w14:paraId="32837010" w14:textId="078C47D5" w:rsidR="001F7AEB" w:rsidRPr="00EE221B"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A3C10">
              <w:rPr>
                <w:bCs/>
                <w:sz w:val="16"/>
                <w:szCs w:val="16"/>
              </w:rPr>
              <w:t>Předávací protokol pro Část Díla</w:t>
            </w:r>
          </w:p>
        </w:tc>
      </w:tr>
      <w:tr w:rsidR="001F7AEB" w:rsidRPr="00841876" w14:paraId="2835123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7506B5AF" w14:textId="0FCAAECC" w:rsidR="001F7AEB" w:rsidRPr="00841876" w:rsidRDefault="001F7AEB" w:rsidP="001F7AEB">
            <w:pPr>
              <w:pStyle w:val="Tabulka"/>
              <w:rPr>
                <w:rStyle w:val="Tun"/>
                <w:sz w:val="16"/>
                <w:szCs w:val="16"/>
              </w:rPr>
            </w:pPr>
            <w:r w:rsidRPr="00841876">
              <w:rPr>
                <w:rStyle w:val="Tun"/>
                <w:sz w:val="16"/>
                <w:szCs w:val="16"/>
              </w:rPr>
              <w:t>3. Dílčí etapa</w:t>
            </w:r>
          </w:p>
        </w:tc>
        <w:tc>
          <w:tcPr>
            <w:tcW w:w="3005" w:type="dxa"/>
          </w:tcPr>
          <w:p w14:paraId="1D74EAE5" w14:textId="5DA884CC" w:rsidR="001F7AEB" w:rsidRPr="00841876" w:rsidRDefault="00847763" w:rsidP="0084776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A3C10">
              <w:rPr>
                <w:rFonts w:eastAsia="Times New Roman" w:cs="Times New Roman"/>
                <w:sz w:val="16"/>
                <w:szCs w:val="16"/>
              </w:rPr>
              <w:t>Do 1</w:t>
            </w:r>
            <w:r>
              <w:rPr>
                <w:rFonts w:eastAsia="Times New Roman" w:cs="Times New Roman"/>
                <w:sz w:val="16"/>
                <w:szCs w:val="16"/>
              </w:rPr>
              <w:t>4</w:t>
            </w:r>
            <w:r w:rsidRPr="006A3C10">
              <w:rPr>
                <w:rFonts w:eastAsia="Times New Roman" w:cs="Times New Roman"/>
                <w:sz w:val="16"/>
                <w:szCs w:val="16"/>
              </w:rPr>
              <w:t xml:space="preserve"> měsíců od nabytí účinnosti Smlouvy</w:t>
            </w:r>
          </w:p>
        </w:tc>
        <w:tc>
          <w:tcPr>
            <w:tcW w:w="3726" w:type="dxa"/>
          </w:tcPr>
          <w:p w14:paraId="29641175" w14:textId="5074A407" w:rsidR="001F7AEB" w:rsidRPr="00EE221B"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sz w:val="16"/>
                <w:szCs w:val="16"/>
              </w:rPr>
              <w:t>Předání DUSP+PDPS se zapracovanými připomínkami včetně dokladové části. Podání žádosti o společné povolení. Kompletní dokladová část. Definitivní soupis prací</w:t>
            </w:r>
          </w:p>
        </w:tc>
        <w:tc>
          <w:tcPr>
            <w:tcW w:w="3393" w:type="dxa"/>
          </w:tcPr>
          <w:p w14:paraId="067A9865" w14:textId="26DA71E9" w:rsidR="001F7AEB" w:rsidRPr="00EE221B"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sz w:val="16"/>
                <w:szCs w:val="16"/>
              </w:rPr>
              <w:t>Předávací protokol pro Část Díla</w:t>
            </w:r>
          </w:p>
        </w:tc>
      </w:tr>
      <w:tr w:rsidR="001F7AEB" w:rsidRPr="00841876" w14:paraId="52593156" w14:textId="77777777" w:rsidTr="009D5F4F">
        <w:tc>
          <w:tcPr>
            <w:cnfStyle w:val="001000000000" w:firstRow="0" w:lastRow="0" w:firstColumn="1" w:lastColumn="0" w:oddVBand="0" w:evenVBand="0" w:oddHBand="0" w:evenHBand="0" w:firstRowFirstColumn="0" w:firstRowLastColumn="0" w:lastRowFirstColumn="0" w:lastRowLastColumn="0"/>
            <w:tcW w:w="1910" w:type="dxa"/>
          </w:tcPr>
          <w:p w14:paraId="07054A59" w14:textId="395E143E" w:rsidR="001F7AEB" w:rsidRPr="00841876" w:rsidRDefault="001F7AEB" w:rsidP="001F7AEB">
            <w:pPr>
              <w:pStyle w:val="Tabulka"/>
              <w:rPr>
                <w:rStyle w:val="Tun"/>
                <w:sz w:val="16"/>
                <w:szCs w:val="16"/>
              </w:rPr>
            </w:pPr>
            <w:r w:rsidRPr="00841876">
              <w:rPr>
                <w:rStyle w:val="Tun"/>
                <w:sz w:val="16"/>
                <w:szCs w:val="16"/>
              </w:rPr>
              <w:t>4. Dílčí etapa</w:t>
            </w:r>
          </w:p>
        </w:tc>
        <w:tc>
          <w:tcPr>
            <w:tcW w:w="3005" w:type="dxa"/>
          </w:tcPr>
          <w:p w14:paraId="245403D4" w14:textId="77777777" w:rsidR="001F7AEB" w:rsidRPr="00857CFD"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rFonts w:eastAsia="Times New Roman" w:cs="Times New Roman"/>
                <w:sz w:val="16"/>
                <w:szCs w:val="16"/>
              </w:rPr>
              <w:t>Do 1 měsíce</w:t>
            </w:r>
          </w:p>
          <w:p w14:paraId="7101F8B1" w14:textId="4623B3E8" w:rsidR="001F7AEB" w:rsidRPr="00841876"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rFonts w:eastAsia="Times New Roman" w:cs="Times New Roman"/>
                <w:sz w:val="16"/>
                <w:szCs w:val="16"/>
              </w:rPr>
              <w:t>po nabytí právní moci stavebního povolení</w:t>
            </w:r>
          </w:p>
        </w:tc>
        <w:tc>
          <w:tcPr>
            <w:tcW w:w="3726" w:type="dxa"/>
          </w:tcPr>
          <w:p w14:paraId="73AE9FA0" w14:textId="075F43AB" w:rsidR="001F7AEB" w:rsidRPr="00EE221B"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sz w:val="16"/>
                <w:szCs w:val="16"/>
              </w:rPr>
              <w:t>Definitivní předání DUSP+PDPS s kompletní dokladovou částí</w:t>
            </w:r>
          </w:p>
        </w:tc>
        <w:tc>
          <w:tcPr>
            <w:tcW w:w="3393" w:type="dxa"/>
          </w:tcPr>
          <w:p w14:paraId="0D2EAAC0" w14:textId="463103E6" w:rsidR="001F7AEB" w:rsidRPr="00EE221B"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rFonts w:eastAsia="Times New Roman" w:cs="Times New Roman"/>
                <w:sz w:val="16"/>
                <w:szCs w:val="16"/>
              </w:rPr>
              <w:t>Předávací protokol pro Část Díla</w:t>
            </w:r>
          </w:p>
        </w:tc>
      </w:tr>
      <w:tr w:rsidR="001F7AEB" w:rsidRPr="00841876" w14:paraId="56B1CBB3"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1BE7FAC" w14:textId="77777777" w:rsidR="001F7AEB" w:rsidRPr="00841876" w:rsidRDefault="001F7AEB" w:rsidP="001F7AEB">
            <w:pPr>
              <w:pStyle w:val="Tabulka"/>
              <w:rPr>
                <w:rStyle w:val="Tun"/>
                <w:sz w:val="16"/>
                <w:szCs w:val="16"/>
              </w:rPr>
            </w:pPr>
            <w:r w:rsidRPr="00841876">
              <w:rPr>
                <w:rStyle w:val="Tun"/>
                <w:sz w:val="16"/>
                <w:szCs w:val="16"/>
              </w:rPr>
              <w:t>5. Dílčí etapa</w:t>
            </w:r>
          </w:p>
        </w:tc>
        <w:tc>
          <w:tcPr>
            <w:tcW w:w="3005" w:type="dxa"/>
          </w:tcPr>
          <w:p w14:paraId="616F5942" w14:textId="77777777" w:rsidR="001F7AEB" w:rsidRPr="00857CFD"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857CFD">
              <w:rPr>
                <w:rFonts w:eastAsia="Times New Roman" w:cs="Times New Roman"/>
                <w:sz w:val="16"/>
                <w:szCs w:val="16"/>
                <w:u w:val="single"/>
              </w:rPr>
              <w:t xml:space="preserve">Předpoklad </w:t>
            </w:r>
            <w:r>
              <w:rPr>
                <w:rFonts w:eastAsia="Times New Roman" w:cs="Times New Roman"/>
                <w:sz w:val="16"/>
                <w:szCs w:val="16"/>
                <w:u w:val="single"/>
              </w:rPr>
              <w:t>15</w:t>
            </w:r>
            <w:r w:rsidRPr="00857CFD">
              <w:rPr>
                <w:rFonts w:eastAsia="Times New Roman" w:cs="Times New Roman"/>
                <w:sz w:val="16"/>
                <w:szCs w:val="16"/>
                <w:u w:val="single"/>
              </w:rPr>
              <w:t xml:space="preserve"> měsíců </w:t>
            </w:r>
            <w:r>
              <w:rPr>
                <w:rFonts w:eastAsia="Times New Roman" w:cs="Times New Roman"/>
                <w:sz w:val="16"/>
                <w:szCs w:val="16"/>
                <w:u w:val="single"/>
              </w:rPr>
              <w:t>1</w:t>
            </w:r>
            <w:r w:rsidRPr="00857CFD">
              <w:rPr>
                <w:rFonts w:eastAsia="Times New Roman" w:cs="Times New Roman"/>
                <w:sz w:val="16"/>
                <w:szCs w:val="16"/>
                <w:u w:val="single"/>
              </w:rPr>
              <w:t>0/2023- 12/2024</w:t>
            </w:r>
          </w:p>
          <w:p w14:paraId="3686C0B7" w14:textId="77777777" w:rsidR="001F7AEB" w:rsidRPr="00841876"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726" w:type="dxa"/>
          </w:tcPr>
          <w:p w14:paraId="6A9BF4B6" w14:textId="6F2B8742" w:rsidR="001F7AEB" w:rsidRPr="00EE221B"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rFonts w:eastAsia="Times New Roman" w:cs="Times New Roman"/>
                <w:sz w:val="16"/>
                <w:szCs w:val="16"/>
              </w:rPr>
              <w:t>Autorský dozor projektanta při realizaci Stavby; Zhotovitel se zavazuje provádět autorský dozor ode dne zahájení realizace stavby do ukončení realizace stavby.</w:t>
            </w:r>
          </w:p>
        </w:tc>
        <w:tc>
          <w:tcPr>
            <w:tcW w:w="3393" w:type="dxa"/>
          </w:tcPr>
          <w:p w14:paraId="7B7F3BC4" w14:textId="77777777" w:rsidR="001F7AEB" w:rsidRPr="00857CFD"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rFonts w:eastAsia="Times New Roman" w:cs="Times New Roman"/>
                <w:sz w:val="16"/>
                <w:szCs w:val="16"/>
              </w:rPr>
              <w:t>Výkaz poskytnutých služeb (1 x za čtvrtletí) - stručný popis výkonů a specifikace výkonu autorského dozoru projektanta</w:t>
            </w:r>
          </w:p>
          <w:p w14:paraId="518AD8F3" w14:textId="73F0E49C" w:rsidR="001F7AEB" w:rsidRPr="00EE221B" w:rsidRDefault="001F7AEB" w:rsidP="001F7AEB">
            <w:pPr>
              <w:pStyle w:val="Tabulka"/>
              <w:cnfStyle w:val="000000000000" w:firstRow="0" w:lastRow="0" w:firstColumn="0" w:lastColumn="0" w:oddVBand="0" w:evenVBand="0" w:oddHBand="0" w:evenHBand="0" w:firstRowFirstColumn="0" w:firstRowLastColumn="0" w:lastRowFirstColumn="0" w:lastRowLastColumn="0"/>
              <w:rPr>
                <w:sz w:val="16"/>
                <w:szCs w:val="16"/>
              </w:rPr>
            </w:pPr>
          </w:p>
        </w:tc>
      </w:tr>
      <w:tr w:rsidR="00841876" w:rsidRPr="00841876" w14:paraId="6E4CE438"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54FC60B1" w14:textId="77777777" w:rsidR="00F62472" w:rsidRPr="00841876" w:rsidRDefault="00F62472" w:rsidP="00246637">
            <w:pPr>
              <w:pStyle w:val="Tabulka"/>
              <w:rPr>
                <w:rStyle w:val="Tun"/>
                <w:sz w:val="16"/>
                <w:szCs w:val="16"/>
              </w:rPr>
            </w:pPr>
            <w:r w:rsidRPr="00841876">
              <w:rPr>
                <w:rStyle w:val="Tun"/>
                <w:sz w:val="16"/>
                <w:szCs w:val="16"/>
              </w:rPr>
              <w:t>Termín dokončení Díla</w:t>
            </w:r>
          </w:p>
        </w:tc>
        <w:tc>
          <w:tcPr>
            <w:tcW w:w="3005" w:type="dxa"/>
          </w:tcPr>
          <w:p w14:paraId="71164EAC" w14:textId="63529519" w:rsidR="00F62472" w:rsidRPr="001F7AEB"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1F7AEB">
              <w:rPr>
                <w:rFonts w:eastAsia="Times New Roman" w:cs="Times New Roman"/>
                <w:sz w:val="16"/>
                <w:szCs w:val="16"/>
                <w:u w:val="single"/>
              </w:rPr>
              <w:t xml:space="preserve">předpoklad do </w:t>
            </w:r>
            <w:r w:rsidR="001F7AEB" w:rsidRPr="001F7AEB">
              <w:rPr>
                <w:rFonts w:eastAsia="Times New Roman" w:cs="Times New Roman"/>
                <w:sz w:val="16"/>
                <w:szCs w:val="16"/>
                <w:u w:val="single"/>
              </w:rPr>
              <w:t>12/2024</w:t>
            </w:r>
          </w:p>
          <w:p w14:paraId="7FD51DA8" w14:textId="67CA21CF" w:rsidR="00F62472" w:rsidRPr="001F7AEB" w:rsidRDefault="00F62472"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F7AEB">
              <w:rPr>
                <w:rFonts w:eastAsia="Times New Roman" w:cs="Times New Roman"/>
                <w:sz w:val="16"/>
                <w:szCs w:val="16"/>
              </w:rPr>
              <w:t>(v závislosti na zahájení</w:t>
            </w:r>
            <w:r w:rsidR="001F7AEB" w:rsidRPr="001F7AEB">
              <w:rPr>
                <w:rFonts w:eastAsia="Times New Roman" w:cs="Times New Roman"/>
                <w:sz w:val="16"/>
                <w:szCs w:val="16"/>
              </w:rPr>
              <w:t xml:space="preserve"> 5</w:t>
            </w:r>
            <w:r w:rsidRPr="001F7AEB">
              <w:rPr>
                <w:rFonts w:eastAsia="Times New Roman" w:cs="Times New Roman"/>
                <w:sz w:val="16"/>
                <w:szCs w:val="16"/>
              </w:rPr>
              <w:t xml:space="preserve"> Dílčí etapy)</w:t>
            </w:r>
          </w:p>
        </w:tc>
        <w:tc>
          <w:tcPr>
            <w:tcW w:w="3726" w:type="dxa"/>
          </w:tcPr>
          <w:p w14:paraId="2DDFBBEE" w14:textId="77777777" w:rsidR="00F62472" w:rsidRPr="001F7AEB"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93" w:type="dxa"/>
          </w:tcPr>
          <w:p w14:paraId="63B33D8B" w14:textId="77777777" w:rsidR="00F62472" w:rsidRPr="001F7AEB"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F7AEB">
              <w:rPr>
                <w:rFonts w:eastAsia="Times New Roman" w:cs="Times New Roman"/>
                <w:sz w:val="16"/>
                <w:szCs w:val="16"/>
              </w:rPr>
              <w:t>Po ukončení přejímacího řízení Stavby a předložení výkazu poskytnutých služeb (o výkonu autorského dozoru projektanta)</w:t>
            </w:r>
          </w:p>
        </w:tc>
      </w:tr>
    </w:tbl>
    <w:p w14:paraId="16DC39AC" w14:textId="77777777"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44C103E1"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9A0043">
        <w:rPr>
          <w:rFonts w:asciiTheme="minorHAnsi" w:hAnsiTheme="minorHAnsi"/>
          <w:sz w:val="18"/>
          <w:szCs w:val="18"/>
        </w:rPr>
        <w:t xml:space="preserve"> </w:t>
      </w:r>
      <w:r w:rsidR="009A0043" w:rsidRPr="008678ED">
        <w:rPr>
          <w:rFonts w:asciiTheme="minorHAnsi" w:hAnsiTheme="minorHAnsi"/>
          <w:sz w:val="18"/>
          <w:szCs w:val="18"/>
        </w:rPr>
        <w:t>(mimo podpisu této smlouvy a jejich příp. dodatků)</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76DC4434" w14:textId="15A237BD" w:rsidR="00817F98" w:rsidRDefault="00817F98" w:rsidP="00817F98">
      <w:pPr>
        <w:pStyle w:val="Textbezodsazen"/>
      </w:pPr>
    </w:p>
    <w:p w14:paraId="4F27762F" w14:textId="0976B508" w:rsidR="00994879" w:rsidRPr="00F95FBD" w:rsidRDefault="00994879" w:rsidP="00994879">
      <w:pPr>
        <w:pStyle w:val="Nadpistabulky"/>
        <w:rPr>
          <w:rFonts w:asciiTheme="minorHAnsi" w:hAnsiTheme="minorHAnsi"/>
          <w:sz w:val="18"/>
          <w:szCs w:val="18"/>
        </w:rPr>
      </w:pPr>
      <w:r w:rsidRPr="008678ED">
        <w:rPr>
          <w:rFonts w:asciiTheme="minorHAnsi" w:hAnsiTheme="minorHAnsi"/>
          <w:sz w:val="18"/>
          <w:szCs w:val="18"/>
        </w:rPr>
        <w:t>Ve věcech obchodních</w:t>
      </w:r>
    </w:p>
    <w:tbl>
      <w:tblPr>
        <w:tblStyle w:val="Tabulka10"/>
        <w:tblW w:w="8868" w:type="dxa"/>
        <w:tblLook w:val="04A0" w:firstRow="1" w:lastRow="0" w:firstColumn="1" w:lastColumn="0" w:noHBand="0" w:noVBand="1"/>
      </w:tblPr>
      <w:tblGrid>
        <w:gridCol w:w="3056"/>
        <w:gridCol w:w="5812"/>
      </w:tblGrid>
      <w:tr w:rsidR="00994879" w:rsidRPr="00F95FBD" w14:paraId="581D5D2D" w14:textId="77777777" w:rsidTr="001B0F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EDDB31" w14:textId="77777777" w:rsidR="00994879" w:rsidRPr="006D465A" w:rsidRDefault="00994879" w:rsidP="001B0F4D">
            <w:pPr>
              <w:pStyle w:val="Tabulka"/>
              <w:rPr>
                <w:rStyle w:val="Nadpisvtabulce"/>
              </w:rPr>
            </w:pPr>
            <w:r w:rsidRPr="006D465A">
              <w:rPr>
                <w:rStyle w:val="Nadpisvtabulce"/>
              </w:rPr>
              <w:t>Jméno a příjmení</w:t>
            </w:r>
          </w:p>
        </w:tc>
        <w:tc>
          <w:tcPr>
            <w:tcW w:w="5812" w:type="dxa"/>
            <w:shd w:val="clear" w:color="auto" w:fill="auto"/>
          </w:tcPr>
          <w:p w14:paraId="3AFEB2C7" w14:textId="77777777" w:rsidR="00994879" w:rsidRPr="00FB4272" w:rsidRDefault="00994879" w:rsidP="001B0F4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994879" w:rsidRPr="00F95FBD" w14:paraId="4615ED66" w14:textId="77777777" w:rsidTr="001B0F4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8C5BDD" w14:textId="77777777" w:rsidR="00994879" w:rsidRPr="00F95FBD" w:rsidRDefault="00994879" w:rsidP="001B0F4D">
            <w:pPr>
              <w:pStyle w:val="Tabulka"/>
            </w:pPr>
            <w:r w:rsidRPr="00F95FBD">
              <w:t>Adresa</w:t>
            </w:r>
          </w:p>
        </w:tc>
        <w:tc>
          <w:tcPr>
            <w:tcW w:w="5812" w:type="dxa"/>
            <w:shd w:val="clear" w:color="auto" w:fill="auto"/>
          </w:tcPr>
          <w:p w14:paraId="18AD294B" w14:textId="77777777" w:rsidR="00994879" w:rsidRPr="00FB4272" w:rsidRDefault="00994879" w:rsidP="001B0F4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994879" w:rsidRPr="00F95FBD" w14:paraId="2940F04A" w14:textId="77777777" w:rsidTr="001B0F4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414303" w14:textId="77777777" w:rsidR="00994879" w:rsidRPr="00F95FBD" w:rsidRDefault="00994879" w:rsidP="001B0F4D">
            <w:pPr>
              <w:pStyle w:val="Tabulka"/>
            </w:pPr>
            <w:r w:rsidRPr="00F95FBD">
              <w:t>E-mail</w:t>
            </w:r>
          </w:p>
        </w:tc>
        <w:tc>
          <w:tcPr>
            <w:tcW w:w="5812" w:type="dxa"/>
            <w:shd w:val="clear" w:color="auto" w:fill="auto"/>
          </w:tcPr>
          <w:p w14:paraId="2CB4A594" w14:textId="77777777" w:rsidR="00994879" w:rsidRPr="00FB4272" w:rsidRDefault="00994879" w:rsidP="001B0F4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994879" w:rsidRPr="00F95FBD" w14:paraId="2455681F" w14:textId="77777777" w:rsidTr="001B0F4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4F1256" w14:textId="77777777" w:rsidR="00994879" w:rsidRPr="00F95FBD" w:rsidRDefault="00994879" w:rsidP="001B0F4D">
            <w:pPr>
              <w:pStyle w:val="Tabulka"/>
            </w:pPr>
            <w:r w:rsidRPr="00F95FBD">
              <w:t>Telefon</w:t>
            </w:r>
          </w:p>
        </w:tc>
        <w:tc>
          <w:tcPr>
            <w:tcW w:w="5812" w:type="dxa"/>
            <w:shd w:val="clear" w:color="auto" w:fill="auto"/>
          </w:tcPr>
          <w:p w14:paraId="637F43B5" w14:textId="77777777" w:rsidR="00994879" w:rsidRPr="00FB4272" w:rsidRDefault="00994879" w:rsidP="001B0F4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0B411C90" w14:textId="77777777" w:rsidR="00994879" w:rsidRPr="00F95FBD" w:rsidRDefault="00994879"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3C3F42C" w14:textId="77777777" w:rsidR="00817F98" w:rsidRPr="00F95FBD"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t>Za Zhotovitele</w:t>
      </w:r>
      <w:r>
        <w:tab/>
      </w:r>
    </w:p>
    <w:p w14:paraId="76809F6B" w14:textId="7820586E" w:rsidR="00817F98"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0BED7212" w14:textId="77777777" w:rsidR="0056549D" w:rsidRPr="00F95FBD" w:rsidRDefault="0056549D" w:rsidP="00817F98">
      <w:pPr>
        <w:pStyle w:val="Textbezodsazen"/>
      </w:pP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77777777"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lastRenderedPageBreak/>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6157E889" w14:textId="77777777"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77777777" w:rsidR="00817F98" w:rsidRPr="00F95FBD" w:rsidRDefault="00817F98" w:rsidP="00817F98">
      <w:pPr>
        <w:pStyle w:val="Tabulka"/>
      </w:pPr>
    </w:p>
    <w:p w14:paraId="705510EE"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77777777" w:rsidR="00817F98" w:rsidRPr="00F95FBD" w:rsidRDefault="00817F98" w:rsidP="00817F98">
      <w:pPr>
        <w:pStyle w:val="Tabulka"/>
      </w:pPr>
    </w:p>
    <w:p w14:paraId="327F5F8D" w14:textId="77777777"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EA88CF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817D0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1A5BF4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619C1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4CF13" w14:textId="77777777" w:rsidR="00817F98" w:rsidRPr="00F95FBD" w:rsidRDefault="00817F98" w:rsidP="00817F98">
            <w:pPr>
              <w:pStyle w:val="Tabulka"/>
            </w:pPr>
            <w:r w:rsidRPr="00F95FBD">
              <w:t>Adresa</w:t>
            </w:r>
          </w:p>
        </w:tc>
        <w:tc>
          <w:tcPr>
            <w:tcW w:w="5812" w:type="dxa"/>
            <w:shd w:val="clear" w:color="auto" w:fill="auto"/>
          </w:tcPr>
          <w:p w14:paraId="5BF8E29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B56DB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12D5A5" w14:textId="77777777" w:rsidR="00817F98" w:rsidRPr="00F95FBD" w:rsidRDefault="00817F98" w:rsidP="00817F98">
            <w:pPr>
              <w:pStyle w:val="Tabulka"/>
            </w:pPr>
            <w:r w:rsidRPr="00F95FBD">
              <w:t>E-mail</w:t>
            </w:r>
          </w:p>
        </w:tc>
        <w:tc>
          <w:tcPr>
            <w:tcW w:w="5812" w:type="dxa"/>
            <w:shd w:val="clear" w:color="auto" w:fill="auto"/>
          </w:tcPr>
          <w:p w14:paraId="4E9AFFD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4F209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239DB9" w14:textId="77777777" w:rsidR="00817F98" w:rsidRPr="00F95FBD" w:rsidRDefault="00817F98" w:rsidP="00817F98">
            <w:pPr>
              <w:pStyle w:val="Tabulka"/>
            </w:pPr>
            <w:r w:rsidRPr="00F95FBD">
              <w:t>Telefon</w:t>
            </w:r>
          </w:p>
        </w:tc>
        <w:tc>
          <w:tcPr>
            <w:tcW w:w="5812" w:type="dxa"/>
            <w:shd w:val="clear" w:color="auto" w:fill="auto"/>
          </w:tcPr>
          <w:p w14:paraId="7766A1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3224A997" w:rsidR="004436EE" w:rsidRPr="004436EE" w:rsidRDefault="0056549D" w:rsidP="0020397D">
            <w:pPr>
              <w:pStyle w:val="Tabulka"/>
              <w:cnfStyle w:val="000000000000" w:firstRow="0" w:lastRow="0" w:firstColumn="0" w:lastColumn="0" w:oddVBand="0" w:evenVBand="0" w:oddHBand="0" w:evenHBand="0" w:firstRowFirstColumn="0" w:firstRowLastColumn="0" w:lastRowFirstColumn="0" w:lastRowLastColumn="0"/>
            </w:pPr>
            <w:r>
              <w:t>30 000 000,- Kč</w:t>
            </w:r>
          </w:p>
        </w:tc>
      </w:tr>
    </w:tbl>
    <w:p w14:paraId="67A8AF64" w14:textId="77777777" w:rsidR="004436EE" w:rsidRDefault="004436EE" w:rsidP="00671F70">
      <w:pPr>
        <w:pStyle w:val="Textbezodsazen"/>
      </w:pPr>
    </w:p>
    <w:p w14:paraId="6382798B" w14:textId="77777777" w:rsidR="00954AF5" w:rsidRPr="0020397D" w:rsidRDefault="00954AF5" w:rsidP="0020397D">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78A14B3E" w:rsidR="00D0544F" w:rsidRPr="00C66209" w:rsidRDefault="0056549D" w:rsidP="00954AF5">
            <w:pPr>
              <w:pStyle w:val="Tabulka"/>
            </w:pPr>
            <w:r>
              <w:t>NEOBSAZENO</w:t>
            </w:r>
          </w:p>
        </w:tc>
        <w:tc>
          <w:tcPr>
            <w:tcW w:w="3129" w:type="dxa"/>
          </w:tcPr>
          <w:p w14:paraId="66DE2F1F"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59D45487" w:rsidR="001E5BB1" w:rsidRPr="00C66209" w:rsidRDefault="001E5BB1" w:rsidP="00964369">
            <w:pPr>
              <w:pStyle w:val="Tabulka"/>
            </w:pP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lastRenderedPageBreak/>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0330E" w14:textId="77777777" w:rsidR="00F74860" w:rsidRDefault="00F74860" w:rsidP="00962258">
      <w:pPr>
        <w:spacing w:after="0" w:line="240" w:lineRule="auto"/>
      </w:pPr>
      <w:r>
        <w:separator/>
      </w:r>
    </w:p>
  </w:endnote>
  <w:endnote w:type="continuationSeparator" w:id="0">
    <w:p w14:paraId="3328E959" w14:textId="77777777" w:rsidR="00F74860" w:rsidRDefault="00F748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B0F4D" w:rsidRPr="003462EB" w14:paraId="13DFE227" w14:textId="77777777" w:rsidTr="001B77EA">
      <w:trPr>
        <w:trHeight w:val="247"/>
      </w:trPr>
      <w:tc>
        <w:tcPr>
          <w:tcW w:w="907" w:type="dxa"/>
          <w:tcMar>
            <w:left w:w="0" w:type="dxa"/>
            <w:right w:w="0" w:type="dxa"/>
          </w:tcMar>
          <w:vAlign w:val="bottom"/>
        </w:tcPr>
        <w:p w14:paraId="597325F8" w14:textId="60A6BCCD"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6521">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521">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31847323" w14:textId="351FC8C4" w:rsidR="001B0F4D" w:rsidRPr="005F4353" w:rsidRDefault="001B0F4D"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0D6521" w:rsidRPr="000D6521">
            <w:rPr>
              <w:bCs/>
              <w:noProof/>
            </w:rPr>
            <w:t>Rekonstrukce mostu km 1,279 trati Tábor - Bechyně</w:t>
          </w:r>
          <w:r w:rsidR="000D6521">
            <w:rPr>
              <w:b/>
              <w:noProof/>
            </w:rPr>
            <w:t>“</w:t>
          </w:r>
          <w:r w:rsidRPr="005F4353">
            <w:rPr>
              <w:b/>
              <w:noProof/>
            </w:rPr>
            <w:fldChar w:fldCharType="end"/>
          </w:r>
        </w:p>
        <w:p w14:paraId="4141C99A" w14:textId="77777777" w:rsidR="001B0F4D" w:rsidRPr="003462EB" w:rsidRDefault="001B0F4D" w:rsidP="001B77EA">
          <w:pPr>
            <w:pStyle w:val="Zpatvlevo"/>
          </w:pPr>
          <w:r>
            <w:t>Smlouva o dílo na zhotovení DUSP+PDPS+AD</w:t>
          </w:r>
        </w:p>
      </w:tc>
    </w:tr>
  </w:tbl>
  <w:p w14:paraId="0EF3B768" w14:textId="77777777" w:rsidR="001B0F4D" w:rsidRPr="00A50995" w:rsidRDefault="001B0F4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B0F4D" w:rsidRPr="003462EB" w14:paraId="78548D9D" w14:textId="77777777" w:rsidTr="00D36695">
      <w:tc>
        <w:tcPr>
          <w:tcW w:w="907" w:type="dxa"/>
          <w:tcMar>
            <w:left w:w="0" w:type="dxa"/>
            <w:right w:w="0" w:type="dxa"/>
          </w:tcMar>
          <w:vAlign w:val="bottom"/>
        </w:tcPr>
        <w:p w14:paraId="2D9EC069" w14:textId="034364F1"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652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521">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1B0F4D" w:rsidRPr="00671F70" w:rsidRDefault="001B0F4D" w:rsidP="00204180">
          <w:pPr>
            <w:pStyle w:val="Zpatvlevo"/>
            <w:rPr>
              <w:b/>
            </w:rPr>
          </w:pPr>
          <w:r w:rsidRPr="00671F70">
            <w:rPr>
              <w:b/>
            </w:rPr>
            <w:t>PŘ</w:t>
          </w:r>
          <w:r>
            <w:rPr>
              <w:b/>
            </w:rPr>
            <w:t>ÍLOHA č. 4</w:t>
          </w:r>
        </w:p>
        <w:p w14:paraId="768AC810" w14:textId="77777777" w:rsidR="001B0F4D" w:rsidRDefault="001B0F4D" w:rsidP="00204180">
          <w:pPr>
            <w:pStyle w:val="Zpatvlevo"/>
          </w:pPr>
          <w:r>
            <w:t>Smlouva o dílo – Zhotovení DUSP + PDPS</w:t>
          </w:r>
        </w:p>
        <w:p w14:paraId="452A06D2" w14:textId="26F4F613" w:rsidR="001B0F4D" w:rsidRPr="00246637" w:rsidRDefault="001B0F4D"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0D6521" w:rsidRPr="000D6521">
            <w:rPr>
              <w:b/>
              <w:bCs/>
              <w:noProof/>
            </w:rPr>
            <w:t>Rekonstrukce mostu km</w:t>
          </w:r>
          <w:r w:rsidR="000D6521">
            <w:rPr>
              <w:b/>
              <w:noProof/>
            </w:rPr>
            <w:t xml:space="preserve"> 1,279 trati Tábor - Bechyně“</w:t>
          </w:r>
          <w:r w:rsidRPr="00246637">
            <w:rPr>
              <w:b/>
              <w:noProof/>
            </w:rPr>
            <w:fldChar w:fldCharType="end"/>
          </w:r>
        </w:p>
      </w:tc>
    </w:tr>
  </w:tbl>
  <w:p w14:paraId="5EC9AC61" w14:textId="77777777" w:rsidR="001B0F4D" w:rsidRPr="00A50995" w:rsidRDefault="001B0F4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04539B7E" w14:textId="77777777" w:rsidTr="00E075DA">
      <w:tc>
        <w:tcPr>
          <w:tcW w:w="7825" w:type="dxa"/>
          <w:tcMar>
            <w:left w:w="0" w:type="dxa"/>
            <w:right w:w="0" w:type="dxa"/>
          </w:tcMar>
          <w:vAlign w:val="bottom"/>
        </w:tcPr>
        <w:p w14:paraId="2CCEA87C" w14:textId="77777777" w:rsidR="001B0F4D" w:rsidRPr="008C00FC" w:rsidRDefault="001B0F4D" w:rsidP="00204180">
          <w:pPr>
            <w:pStyle w:val="Zpatvpravo"/>
            <w:rPr>
              <w:rStyle w:val="Tun"/>
            </w:rPr>
          </w:pPr>
          <w:r w:rsidRPr="008C00FC">
            <w:rPr>
              <w:rStyle w:val="Tun"/>
            </w:rPr>
            <w:t xml:space="preserve">PŘÍLOHA č. </w:t>
          </w:r>
          <w:r>
            <w:rPr>
              <w:rStyle w:val="Tun"/>
            </w:rPr>
            <w:t>4</w:t>
          </w:r>
        </w:p>
        <w:p w14:paraId="0F2272FE" w14:textId="77777777" w:rsidR="001B0F4D" w:rsidRDefault="001B0F4D" w:rsidP="00204180">
          <w:pPr>
            <w:pStyle w:val="Zpatvpravo"/>
          </w:pPr>
          <w:r>
            <w:t>Smlouva o dílo – Zhotovení DUSP+PDPS +AD</w:t>
          </w:r>
        </w:p>
        <w:p w14:paraId="37A23ADD" w14:textId="71333235" w:rsidR="001B0F4D" w:rsidRPr="00246637" w:rsidRDefault="001B0F4D"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0D6521" w:rsidRPr="000D6521">
            <w:rPr>
              <w:bCs/>
              <w:noProof/>
            </w:rPr>
            <w:t>Rekonstrukce mostu km 1,279 trati Tábor - Bechyně</w:t>
          </w:r>
          <w:r w:rsidR="000D6521">
            <w:rPr>
              <w:b/>
              <w:noProof/>
            </w:rPr>
            <w:t>“</w:t>
          </w:r>
          <w:r w:rsidRPr="00246637">
            <w:rPr>
              <w:b/>
              <w:noProof/>
            </w:rPr>
            <w:fldChar w:fldCharType="end"/>
          </w:r>
        </w:p>
      </w:tc>
      <w:tc>
        <w:tcPr>
          <w:tcW w:w="907" w:type="dxa"/>
          <w:vAlign w:val="bottom"/>
        </w:tcPr>
        <w:p w14:paraId="65B8F9CA" w14:textId="3ECBA945"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652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521">
            <w:rPr>
              <w:b/>
              <w:noProof/>
              <w:color w:val="FF5200" w:themeColor="accent2"/>
              <w:sz w:val="14"/>
              <w:szCs w:val="14"/>
            </w:rPr>
            <w:t>3</w:t>
          </w:r>
          <w:r w:rsidRPr="007145F3">
            <w:rPr>
              <w:b/>
              <w:noProof/>
              <w:color w:val="FF5200" w:themeColor="accent2"/>
              <w:sz w:val="14"/>
              <w:szCs w:val="14"/>
            </w:rPr>
            <w:fldChar w:fldCharType="end"/>
          </w:r>
        </w:p>
      </w:tc>
    </w:tr>
  </w:tbl>
  <w:p w14:paraId="1680F3D6" w14:textId="77777777" w:rsidR="001B0F4D" w:rsidRPr="00B8518B" w:rsidRDefault="001B0F4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B0F4D" w:rsidRPr="003462EB" w14:paraId="03D70946" w14:textId="77777777" w:rsidTr="00B24A25">
      <w:tc>
        <w:tcPr>
          <w:tcW w:w="907" w:type="dxa"/>
          <w:tcMar>
            <w:left w:w="0" w:type="dxa"/>
            <w:right w:w="0" w:type="dxa"/>
          </w:tcMar>
          <w:vAlign w:val="bottom"/>
        </w:tcPr>
        <w:p w14:paraId="66164391" w14:textId="39A6DB55"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1B0F4D" w:rsidRPr="00671F70" w:rsidRDefault="001B0F4D" w:rsidP="00204180">
          <w:pPr>
            <w:pStyle w:val="Zpatvlevo"/>
            <w:rPr>
              <w:b/>
            </w:rPr>
          </w:pPr>
          <w:r w:rsidRPr="00671F70">
            <w:rPr>
              <w:b/>
            </w:rPr>
            <w:t>PŘ</w:t>
          </w:r>
          <w:r>
            <w:rPr>
              <w:b/>
            </w:rPr>
            <w:t>ÍLOHA č. 5</w:t>
          </w:r>
        </w:p>
        <w:p w14:paraId="3145C2D4" w14:textId="77777777" w:rsidR="001B0F4D" w:rsidRDefault="001B0F4D" w:rsidP="00246637">
          <w:pPr>
            <w:pStyle w:val="Zpatvlevo"/>
          </w:pPr>
          <w:r>
            <w:t>Smlouva o dílo – Zhotovení DUSP+PDPS+AD</w:t>
          </w:r>
        </w:p>
        <w:p w14:paraId="5C4FFE2E" w14:textId="376FE48A" w:rsidR="001B0F4D" w:rsidRPr="0020397D" w:rsidRDefault="001B0F4D"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0D6521" w:rsidRPr="000D6521">
            <w:rPr>
              <w:b/>
              <w:bCs/>
              <w:noProof/>
            </w:rPr>
            <w:t>Rekonstrukce mostu km</w:t>
          </w:r>
          <w:r w:rsidR="000D6521">
            <w:rPr>
              <w:b/>
              <w:noProof/>
            </w:rPr>
            <w:t xml:space="preserve"> 1,279 trati Tábor - Bechyně“</w:t>
          </w:r>
          <w:r w:rsidRPr="0020397D">
            <w:rPr>
              <w:b/>
              <w:noProof/>
            </w:rPr>
            <w:fldChar w:fldCharType="end"/>
          </w:r>
        </w:p>
      </w:tc>
    </w:tr>
  </w:tbl>
  <w:p w14:paraId="6B8B7EBF" w14:textId="77777777" w:rsidR="001B0F4D" w:rsidRPr="00A50995" w:rsidRDefault="001B0F4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1B0F4D" w:rsidRPr="009E09BE" w14:paraId="59597DFF" w14:textId="77777777" w:rsidTr="00B24A25">
      <w:tc>
        <w:tcPr>
          <w:tcW w:w="12758" w:type="dxa"/>
          <w:tcMar>
            <w:left w:w="0" w:type="dxa"/>
            <w:right w:w="0" w:type="dxa"/>
          </w:tcMar>
          <w:vAlign w:val="bottom"/>
        </w:tcPr>
        <w:p w14:paraId="10ED3722" w14:textId="77777777" w:rsidR="001B0F4D" w:rsidRPr="008C00FC" w:rsidRDefault="001B0F4D" w:rsidP="00204180">
          <w:pPr>
            <w:pStyle w:val="Zpatvpravo"/>
            <w:rPr>
              <w:rStyle w:val="Tun"/>
            </w:rPr>
          </w:pPr>
          <w:r w:rsidRPr="008C00FC">
            <w:rPr>
              <w:rStyle w:val="Tun"/>
            </w:rPr>
            <w:t xml:space="preserve">PŘÍLOHA č. </w:t>
          </w:r>
          <w:r>
            <w:rPr>
              <w:rStyle w:val="Tun"/>
            </w:rPr>
            <w:t>5</w:t>
          </w:r>
        </w:p>
        <w:p w14:paraId="7768C10E" w14:textId="77777777" w:rsidR="001B0F4D" w:rsidRDefault="001B0F4D" w:rsidP="00246637">
          <w:pPr>
            <w:pStyle w:val="Zpatvpravo"/>
          </w:pPr>
          <w:r>
            <w:t>Smlouva o dílo – Zhotovení DUSP+PDP+AD</w:t>
          </w:r>
        </w:p>
        <w:p w14:paraId="08C32EA6" w14:textId="40D94A17" w:rsidR="001B0F4D" w:rsidRPr="0020397D" w:rsidRDefault="001B0F4D"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0D6521" w:rsidRPr="000D6521">
            <w:rPr>
              <w:rStyle w:val="Tun"/>
              <w:b w:val="0"/>
              <w:bCs/>
              <w:noProof/>
            </w:rPr>
            <w:t>Rekonstrukce mostu km 1,279 trati Tábor - Bechyně</w:t>
          </w:r>
          <w:r w:rsidR="000D6521">
            <w:rPr>
              <w:rStyle w:val="Tun"/>
              <w:b w:val="0"/>
              <w:noProof/>
            </w:rPr>
            <w:t>“</w:t>
          </w:r>
          <w:r w:rsidRPr="0020397D">
            <w:rPr>
              <w:rStyle w:val="Tun"/>
              <w:b w:val="0"/>
            </w:rPr>
            <w:fldChar w:fldCharType="end"/>
          </w:r>
          <w:r w:rsidRPr="0020397D">
            <w:rPr>
              <w:b/>
            </w:rPr>
            <w:t xml:space="preserve">S </w:t>
          </w:r>
        </w:p>
      </w:tc>
      <w:tc>
        <w:tcPr>
          <w:tcW w:w="907" w:type="dxa"/>
          <w:vAlign w:val="bottom"/>
        </w:tcPr>
        <w:p w14:paraId="42E153D2" w14:textId="55B4E7B0" w:rsidR="001B0F4D" w:rsidRPr="009E09BE" w:rsidRDefault="001B0F4D"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65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521">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1B0F4D" w:rsidRPr="00B8518B" w:rsidRDefault="001B0F4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B0F4D" w:rsidRPr="003462EB" w14:paraId="6FB3FCB0" w14:textId="77777777" w:rsidTr="00B24A25">
      <w:tc>
        <w:tcPr>
          <w:tcW w:w="907" w:type="dxa"/>
          <w:tcMar>
            <w:left w:w="0" w:type="dxa"/>
            <w:right w:w="0" w:type="dxa"/>
          </w:tcMar>
          <w:vAlign w:val="bottom"/>
        </w:tcPr>
        <w:p w14:paraId="618A5179" w14:textId="6EC4EE70"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652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521">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1B0F4D" w:rsidRPr="00671F70" w:rsidRDefault="001B0F4D" w:rsidP="00204180">
          <w:pPr>
            <w:pStyle w:val="Zpatvlevo"/>
            <w:rPr>
              <w:b/>
            </w:rPr>
          </w:pPr>
          <w:r w:rsidRPr="00671F70">
            <w:rPr>
              <w:b/>
            </w:rPr>
            <w:t>PŘ</w:t>
          </w:r>
          <w:r>
            <w:rPr>
              <w:b/>
            </w:rPr>
            <w:t>ÍLOHA č. 6</w:t>
          </w:r>
        </w:p>
        <w:p w14:paraId="3323341E" w14:textId="77777777" w:rsidR="001B0F4D" w:rsidRDefault="001B0F4D" w:rsidP="00817F98">
          <w:pPr>
            <w:pStyle w:val="Zpatvlevo"/>
          </w:pPr>
          <w:r>
            <w:t>Smlouva o dílo – Zhotovení DUSP+PDPS+AD</w:t>
          </w:r>
        </w:p>
        <w:p w14:paraId="68932309" w14:textId="4C92DEC4" w:rsidR="001B0F4D" w:rsidRPr="003462EB" w:rsidRDefault="001B0F4D"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0D6521" w:rsidRPr="000D6521">
            <w:rPr>
              <w:b/>
              <w:bCs/>
              <w:noProof/>
            </w:rPr>
            <w:t>Rekonstrukce mostu km</w:t>
          </w:r>
          <w:r w:rsidR="000D6521">
            <w:rPr>
              <w:b/>
              <w:noProof/>
            </w:rPr>
            <w:t xml:space="preserve"> 1,279 trati Tábor - Bechyně“</w:t>
          </w:r>
          <w:r w:rsidRPr="00FA0B76">
            <w:rPr>
              <w:b/>
              <w:noProof/>
            </w:rPr>
            <w:fldChar w:fldCharType="end"/>
          </w:r>
        </w:p>
      </w:tc>
    </w:tr>
  </w:tbl>
  <w:p w14:paraId="66F1E5C5" w14:textId="77777777" w:rsidR="001B0F4D" w:rsidRPr="00A50995" w:rsidRDefault="001B0F4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5AED1072" w14:textId="77777777" w:rsidTr="00B24A25">
      <w:tc>
        <w:tcPr>
          <w:tcW w:w="7825" w:type="dxa"/>
          <w:tcMar>
            <w:left w:w="0" w:type="dxa"/>
            <w:right w:w="0" w:type="dxa"/>
          </w:tcMar>
          <w:vAlign w:val="bottom"/>
        </w:tcPr>
        <w:p w14:paraId="0A9E202E" w14:textId="77777777" w:rsidR="001B0F4D" w:rsidRPr="008C00FC" w:rsidRDefault="001B0F4D" w:rsidP="00204180">
          <w:pPr>
            <w:pStyle w:val="Zpatvpravo"/>
            <w:rPr>
              <w:rStyle w:val="Tun"/>
            </w:rPr>
          </w:pPr>
          <w:r w:rsidRPr="008C00FC">
            <w:rPr>
              <w:rStyle w:val="Tun"/>
            </w:rPr>
            <w:t xml:space="preserve">PŘÍLOHA č. </w:t>
          </w:r>
          <w:r>
            <w:rPr>
              <w:rStyle w:val="Tun"/>
            </w:rPr>
            <w:t>6</w:t>
          </w:r>
        </w:p>
        <w:p w14:paraId="6F452AD9" w14:textId="77777777" w:rsidR="001B0F4D" w:rsidRDefault="001B0F4D" w:rsidP="00204180">
          <w:pPr>
            <w:pStyle w:val="Zpatvpravo"/>
          </w:pPr>
          <w:r>
            <w:t xml:space="preserve">Smlouva o dílo – Zhotovení DUSP+PDPS+AD </w:t>
          </w:r>
        </w:p>
        <w:p w14:paraId="4B89B221" w14:textId="301D999C" w:rsidR="001B0F4D" w:rsidRPr="00612EE8" w:rsidRDefault="001B0F4D"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0D6521" w:rsidRPr="000D6521">
            <w:rPr>
              <w:b/>
              <w:bCs/>
              <w:noProof/>
            </w:rPr>
            <w:t>Rekonstrukce mostu km</w:t>
          </w:r>
          <w:r w:rsidR="000D6521">
            <w:rPr>
              <w:b/>
              <w:noProof/>
            </w:rPr>
            <w:t xml:space="preserve"> 1,279 trati Tábor - Bechyně“</w:t>
          </w:r>
          <w:r w:rsidRPr="00FA0B76">
            <w:rPr>
              <w:b/>
              <w:noProof/>
            </w:rPr>
            <w:fldChar w:fldCharType="end"/>
          </w:r>
        </w:p>
      </w:tc>
      <w:tc>
        <w:tcPr>
          <w:tcW w:w="907" w:type="dxa"/>
          <w:vAlign w:val="bottom"/>
        </w:tcPr>
        <w:p w14:paraId="7C837A05" w14:textId="5C6062B2"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652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521">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1B0F4D" w:rsidRPr="00B8518B" w:rsidRDefault="001B0F4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B0F4D" w:rsidRPr="003462EB" w14:paraId="79CA559A" w14:textId="77777777" w:rsidTr="00B24A25">
      <w:tc>
        <w:tcPr>
          <w:tcW w:w="907" w:type="dxa"/>
          <w:tcMar>
            <w:left w:w="0" w:type="dxa"/>
            <w:right w:w="0" w:type="dxa"/>
          </w:tcMar>
          <w:vAlign w:val="bottom"/>
        </w:tcPr>
        <w:p w14:paraId="45558156" w14:textId="77777777"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1B0F4D" w:rsidRPr="00671F70" w:rsidRDefault="001B0F4D" w:rsidP="00204180">
          <w:pPr>
            <w:pStyle w:val="Zpatvlevo"/>
            <w:rPr>
              <w:b/>
            </w:rPr>
          </w:pPr>
          <w:r w:rsidRPr="00671F70">
            <w:rPr>
              <w:b/>
            </w:rPr>
            <w:t>PŘ</w:t>
          </w:r>
          <w:r>
            <w:rPr>
              <w:b/>
            </w:rPr>
            <w:t>ÍLOHA č. 7</w:t>
          </w:r>
        </w:p>
        <w:p w14:paraId="177D4AC8" w14:textId="77777777" w:rsidR="001B0F4D" w:rsidRDefault="001B0F4D" w:rsidP="00204180">
          <w:pPr>
            <w:pStyle w:val="Zpatvlevo"/>
          </w:pPr>
          <w:r>
            <w:t>Smlouva o dílo – Zhotovení DUSP+PDPS+AD</w:t>
          </w:r>
        </w:p>
        <w:p w14:paraId="3CAAA6B6" w14:textId="5CBF5421" w:rsidR="001B0F4D" w:rsidRPr="003462EB" w:rsidRDefault="001B0F4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6521">
            <w:rPr>
              <w:rStyle w:val="Tun"/>
              <w:noProof/>
            </w:rPr>
            <w:t>Rekonstrukce mostu km 1,279 trati Tábor - Bechyně“</w:t>
          </w:r>
          <w:r w:rsidRPr="00612EE8">
            <w:rPr>
              <w:rStyle w:val="Tun"/>
            </w:rPr>
            <w:fldChar w:fldCharType="end"/>
          </w:r>
        </w:p>
      </w:tc>
    </w:tr>
  </w:tbl>
  <w:p w14:paraId="6242EBB4" w14:textId="77777777" w:rsidR="001B0F4D" w:rsidRPr="00A50995" w:rsidRDefault="001B0F4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04798868" w14:textId="77777777" w:rsidTr="00B24A25">
      <w:tc>
        <w:tcPr>
          <w:tcW w:w="7825" w:type="dxa"/>
          <w:tcMar>
            <w:left w:w="0" w:type="dxa"/>
            <w:right w:w="0" w:type="dxa"/>
          </w:tcMar>
          <w:vAlign w:val="bottom"/>
        </w:tcPr>
        <w:p w14:paraId="4A18D75B" w14:textId="77777777" w:rsidR="001B0F4D" w:rsidRPr="008C00FC" w:rsidRDefault="001B0F4D" w:rsidP="00204180">
          <w:pPr>
            <w:pStyle w:val="Zpatvpravo"/>
            <w:rPr>
              <w:rStyle w:val="Tun"/>
            </w:rPr>
          </w:pPr>
          <w:r w:rsidRPr="008C00FC">
            <w:rPr>
              <w:rStyle w:val="Tun"/>
            </w:rPr>
            <w:t xml:space="preserve">PŘÍLOHA č. </w:t>
          </w:r>
          <w:r>
            <w:rPr>
              <w:rStyle w:val="Tun"/>
            </w:rPr>
            <w:t>7</w:t>
          </w:r>
        </w:p>
        <w:p w14:paraId="360AA5AF" w14:textId="77777777" w:rsidR="001B0F4D" w:rsidRDefault="001B0F4D" w:rsidP="00204180">
          <w:pPr>
            <w:pStyle w:val="Zpatvpravo"/>
          </w:pPr>
          <w:r>
            <w:t xml:space="preserve">Smlouva o dílo – Zhotovení DUSP+PDPS+AD </w:t>
          </w:r>
        </w:p>
        <w:p w14:paraId="51830C6E" w14:textId="3B49F370" w:rsidR="001B0F4D" w:rsidRPr="00612EE8" w:rsidRDefault="001B0F4D"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0D6521" w:rsidRPr="000D6521">
            <w:rPr>
              <w:b/>
              <w:bCs/>
              <w:noProof/>
            </w:rPr>
            <w:t>Rekonstrukce mostu km</w:t>
          </w:r>
          <w:r w:rsidR="000D6521">
            <w:rPr>
              <w:b/>
              <w:noProof/>
            </w:rPr>
            <w:t xml:space="preserve"> 1,279 trati Tábor - Bechyně“</w:t>
          </w:r>
          <w:r w:rsidRPr="00FA0B76">
            <w:rPr>
              <w:b/>
              <w:noProof/>
            </w:rPr>
            <w:fldChar w:fldCharType="end"/>
          </w:r>
          <w:r w:rsidRPr="00612EE8">
            <w:rPr>
              <w:rStyle w:val="Tun"/>
            </w:rPr>
            <w:t xml:space="preserve"> </w:t>
          </w:r>
        </w:p>
      </w:tc>
      <w:tc>
        <w:tcPr>
          <w:tcW w:w="907" w:type="dxa"/>
          <w:vAlign w:val="bottom"/>
        </w:tcPr>
        <w:p w14:paraId="2B80BA58" w14:textId="337E65C9"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65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521">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1B0F4D" w:rsidRPr="00B8518B" w:rsidRDefault="001B0F4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B0F4D" w:rsidRPr="003462EB" w14:paraId="6EC7719E" w14:textId="77777777" w:rsidTr="00B24A25">
      <w:tc>
        <w:tcPr>
          <w:tcW w:w="907" w:type="dxa"/>
          <w:tcMar>
            <w:left w:w="0" w:type="dxa"/>
            <w:right w:w="0" w:type="dxa"/>
          </w:tcMar>
          <w:vAlign w:val="bottom"/>
        </w:tcPr>
        <w:p w14:paraId="069986E1" w14:textId="77777777"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1B0F4D" w:rsidRPr="00671F70" w:rsidRDefault="001B0F4D" w:rsidP="00204180">
          <w:pPr>
            <w:pStyle w:val="Zpatvlevo"/>
            <w:rPr>
              <w:b/>
            </w:rPr>
          </w:pPr>
          <w:r w:rsidRPr="00671F70">
            <w:rPr>
              <w:b/>
            </w:rPr>
            <w:t>PŘ</w:t>
          </w:r>
          <w:r>
            <w:rPr>
              <w:b/>
            </w:rPr>
            <w:t>ÍLOHA č. 8</w:t>
          </w:r>
        </w:p>
        <w:p w14:paraId="5CA2E34D" w14:textId="77777777" w:rsidR="001B0F4D" w:rsidRDefault="001B0F4D" w:rsidP="00204180">
          <w:pPr>
            <w:pStyle w:val="Zpatvlevo"/>
          </w:pPr>
          <w:r>
            <w:t>Smlouva o dílo – Zhotovení DUSP+PDPS+AD</w:t>
          </w:r>
        </w:p>
        <w:p w14:paraId="6FF6EBF8" w14:textId="46F947F5" w:rsidR="001B0F4D" w:rsidRPr="003462EB" w:rsidRDefault="001B0F4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6521">
            <w:rPr>
              <w:rStyle w:val="Tun"/>
              <w:noProof/>
            </w:rPr>
            <w:t>Rekonstrukce mostu km 1,279 trati Tábor - Bechyně“</w:t>
          </w:r>
          <w:r w:rsidRPr="00612EE8">
            <w:rPr>
              <w:rStyle w:val="Tun"/>
            </w:rPr>
            <w:fldChar w:fldCharType="end"/>
          </w:r>
        </w:p>
      </w:tc>
    </w:tr>
  </w:tbl>
  <w:p w14:paraId="745EA338" w14:textId="77777777" w:rsidR="001B0F4D" w:rsidRPr="00A50995" w:rsidRDefault="001B0F4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6A020576" w14:textId="77777777" w:rsidTr="00933F20">
      <w:tc>
        <w:tcPr>
          <w:tcW w:w="7825" w:type="dxa"/>
          <w:tcMar>
            <w:left w:w="0" w:type="dxa"/>
            <w:right w:w="0" w:type="dxa"/>
          </w:tcMar>
          <w:vAlign w:val="bottom"/>
        </w:tcPr>
        <w:p w14:paraId="791093D8" w14:textId="77777777" w:rsidR="001B0F4D" w:rsidRPr="008C00FC" w:rsidRDefault="001B0F4D" w:rsidP="00204180">
          <w:pPr>
            <w:pStyle w:val="Zpatvpravo"/>
            <w:rPr>
              <w:rStyle w:val="Tun"/>
            </w:rPr>
          </w:pPr>
          <w:r w:rsidRPr="008C00FC">
            <w:rPr>
              <w:rStyle w:val="Tun"/>
            </w:rPr>
            <w:t xml:space="preserve">PŘÍLOHA č. </w:t>
          </w:r>
          <w:r>
            <w:rPr>
              <w:rStyle w:val="Tun"/>
            </w:rPr>
            <w:t>8</w:t>
          </w:r>
        </w:p>
        <w:p w14:paraId="0C04BB2F" w14:textId="77777777" w:rsidR="001B0F4D" w:rsidRDefault="001B0F4D" w:rsidP="00204180">
          <w:pPr>
            <w:pStyle w:val="Zpatvpravo"/>
          </w:pPr>
          <w:r>
            <w:t>Smlouva o dílo – Zhotovení DUSP+PDPS+AD</w:t>
          </w:r>
        </w:p>
        <w:p w14:paraId="2C8DBB57" w14:textId="49A9A71F" w:rsidR="001B0F4D" w:rsidRPr="00612EE8" w:rsidRDefault="001B0F4D"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0D6521" w:rsidRPr="000D6521">
            <w:rPr>
              <w:b/>
              <w:bCs/>
              <w:noProof/>
            </w:rPr>
            <w:t>Rekonstrukce mostu km</w:t>
          </w:r>
          <w:r w:rsidR="000D6521">
            <w:rPr>
              <w:b/>
              <w:noProof/>
            </w:rPr>
            <w:t xml:space="preserve"> 1,279 trati Tábor - Bechyně“</w:t>
          </w:r>
          <w:r w:rsidRPr="00FA0B76">
            <w:rPr>
              <w:b/>
              <w:noProof/>
            </w:rPr>
            <w:fldChar w:fldCharType="end"/>
          </w:r>
          <w:r w:rsidRPr="00612EE8">
            <w:rPr>
              <w:rStyle w:val="Tun"/>
            </w:rPr>
            <w:t xml:space="preserve"> </w:t>
          </w:r>
        </w:p>
      </w:tc>
      <w:tc>
        <w:tcPr>
          <w:tcW w:w="907" w:type="dxa"/>
          <w:vAlign w:val="bottom"/>
        </w:tcPr>
        <w:p w14:paraId="5458B419" w14:textId="5DE1960C"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65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521">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1B0F4D" w:rsidRPr="00B8518B" w:rsidRDefault="001B0F4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B0F4D" w:rsidRPr="009E09BE" w14:paraId="24636B96" w14:textId="77777777" w:rsidTr="001B77EA">
      <w:tc>
        <w:tcPr>
          <w:tcW w:w="7873" w:type="dxa"/>
          <w:vAlign w:val="bottom"/>
        </w:tcPr>
        <w:p w14:paraId="5AB77483" w14:textId="2262349A" w:rsidR="001B0F4D" w:rsidRPr="003462EB" w:rsidRDefault="00AA2591" w:rsidP="001B77EA">
          <w:pPr>
            <w:pStyle w:val="Zpatvpravo"/>
          </w:pPr>
          <w:fldSimple w:instr=" STYLEREF  _Název_akce  \* MERGEFORMAT ">
            <w:r w:rsidR="000D6521" w:rsidRPr="000D6521">
              <w:rPr>
                <w:b/>
                <w:bCs/>
                <w:noProof/>
              </w:rPr>
              <w:t>Rekonstrukce mostu km 1,279 trati Tábor - Bechyně</w:t>
            </w:r>
            <w:r w:rsidR="000D6521">
              <w:rPr>
                <w:noProof/>
              </w:rPr>
              <w:t>“</w:t>
            </w:r>
          </w:fldSimple>
        </w:p>
        <w:p w14:paraId="4AFD9FE1" w14:textId="77777777" w:rsidR="001B0F4D" w:rsidRPr="003462EB" w:rsidRDefault="001B0F4D" w:rsidP="001B77EA">
          <w:pPr>
            <w:pStyle w:val="Zpatvpravo"/>
          </w:pPr>
          <w:r>
            <w:t>Smlouva o dílo na zhotovení DUSP+PDPS+AD</w:t>
          </w:r>
        </w:p>
      </w:tc>
      <w:tc>
        <w:tcPr>
          <w:tcW w:w="859" w:type="dxa"/>
          <w:vAlign w:val="bottom"/>
        </w:tcPr>
        <w:p w14:paraId="7EEB4FDA" w14:textId="41F0C941"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6521">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521">
            <w:rPr>
              <w:b/>
              <w:noProof/>
              <w:color w:val="FF5200" w:themeColor="accent2"/>
              <w:sz w:val="14"/>
              <w:szCs w:val="14"/>
            </w:rPr>
            <w:t>6</w:t>
          </w:r>
          <w:r w:rsidRPr="007145F3">
            <w:rPr>
              <w:b/>
              <w:noProof/>
              <w:color w:val="FF5200" w:themeColor="accent2"/>
              <w:sz w:val="14"/>
              <w:szCs w:val="14"/>
            </w:rPr>
            <w:fldChar w:fldCharType="end"/>
          </w:r>
        </w:p>
      </w:tc>
    </w:tr>
  </w:tbl>
  <w:p w14:paraId="15232A0B" w14:textId="77777777" w:rsidR="001B0F4D" w:rsidRPr="00B8518B" w:rsidRDefault="001B0F4D"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B0F4D" w:rsidRPr="003462EB" w14:paraId="49B55F4A" w14:textId="77777777" w:rsidTr="00B24A25">
      <w:tc>
        <w:tcPr>
          <w:tcW w:w="907" w:type="dxa"/>
          <w:tcMar>
            <w:left w:w="0" w:type="dxa"/>
            <w:right w:w="0" w:type="dxa"/>
          </w:tcMar>
          <w:vAlign w:val="bottom"/>
        </w:tcPr>
        <w:p w14:paraId="08E7F6A5" w14:textId="77777777"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1B0F4D" w:rsidRPr="00671F70" w:rsidRDefault="001B0F4D" w:rsidP="00204180">
          <w:pPr>
            <w:pStyle w:val="Zpatvlevo"/>
            <w:rPr>
              <w:b/>
            </w:rPr>
          </w:pPr>
          <w:r w:rsidRPr="00671F70">
            <w:rPr>
              <w:b/>
            </w:rPr>
            <w:t>PŘ</w:t>
          </w:r>
          <w:r>
            <w:rPr>
              <w:b/>
            </w:rPr>
            <w:t>ÍLOHA č. 9</w:t>
          </w:r>
        </w:p>
        <w:p w14:paraId="4D00CC4B" w14:textId="77777777" w:rsidR="001B0F4D" w:rsidRDefault="001B0F4D" w:rsidP="00204180">
          <w:pPr>
            <w:pStyle w:val="Zpatvlevo"/>
          </w:pPr>
          <w:r>
            <w:t>Smlouva o dílo – Zhotovení DUSP+PDPS+AD</w:t>
          </w:r>
        </w:p>
        <w:p w14:paraId="32AA48BE" w14:textId="4827C7A6" w:rsidR="001B0F4D" w:rsidRPr="003462EB" w:rsidRDefault="001B0F4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6521">
            <w:rPr>
              <w:rStyle w:val="Tun"/>
              <w:noProof/>
            </w:rPr>
            <w:t>Rekonstrukce mostu km 1,279 trati Tábor - Bechyně“</w:t>
          </w:r>
          <w:r w:rsidRPr="00612EE8">
            <w:rPr>
              <w:rStyle w:val="Tun"/>
            </w:rPr>
            <w:fldChar w:fldCharType="end"/>
          </w:r>
        </w:p>
      </w:tc>
    </w:tr>
  </w:tbl>
  <w:p w14:paraId="4E15718C" w14:textId="77777777" w:rsidR="001B0F4D" w:rsidRPr="00A50995" w:rsidRDefault="001B0F4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41FB4AE0" w14:textId="77777777" w:rsidTr="00933F20">
      <w:tc>
        <w:tcPr>
          <w:tcW w:w="7825" w:type="dxa"/>
          <w:tcMar>
            <w:left w:w="0" w:type="dxa"/>
            <w:right w:w="0" w:type="dxa"/>
          </w:tcMar>
          <w:vAlign w:val="bottom"/>
        </w:tcPr>
        <w:p w14:paraId="7128FF4C" w14:textId="77777777" w:rsidR="001B0F4D" w:rsidRPr="008C00FC" w:rsidRDefault="001B0F4D" w:rsidP="00204180">
          <w:pPr>
            <w:pStyle w:val="Zpatvpravo"/>
            <w:rPr>
              <w:rStyle w:val="Tun"/>
            </w:rPr>
          </w:pPr>
          <w:r w:rsidRPr="008C00FC">
            <w:rPr>
              <w:rStyle w:val="Tun"/>
            </w:rPr>
            <w:t xml:space="preserve">PŘÍLOHA č. </w:t>
          </w:r>
          <w:r>
            <w:rPr>
              <w:rStyle w:val="Tun"/>
            </w:rPr>
            <w:t>9</w:t>
          </w:r>
        </w:p>
        <w:p w14:paraId="4CD6F055" w14:textId="77777777" w:rsidR="001B0F4D" w:rsidRDefault="001B0F4D" w:rsidP="00204180">
          <w:pPr>
            <w:pStyle w:val="Zpatvpravo"/>
          </w:pPr>
          <w:r>
            <w:t xml:space="preserve">Smlouva o dílo – Zhotovení DUSP+PDPS+AD </w:t>
          </w:r>
        </w:p>
        <w:p w14:paraId="6CCED21B" w14:textId="4A518E65" w:rsidR="001B0F4D" w:rsidRPr="0020397D" w:rsidRDefault="001B0F4D"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0D6521" w:rsidRPr="000D6521">
            <w:rPr>
              <w:rStyle w:val="Tun"/>
              <w:bCs/>
              <w:noProof/>
            </w:rPr>
            <w:t>Rekonstrukce mostu km 1,279 trati Tábor - Bechyně</w:t>
          </w:r>
          <w:r w:rsidR="000D6521">
            <w:rPr>
              <w:rStyle w:val="Tun"/>
              <w:noProof/>
            </w:rPr>
            <w:t>“</w:t>
          </w:r>
          <w:r w:rsidRPr="0020397D">
            <w:rPr>
              <w:rStyle w:val="Tun"/>
            </w:rPr>
            <w:fldChar w:fldCharType="end"/>
          </w:r>
        </w:p>
      </w:tc>
      <w:tc>
        <w:tcPr>
          <w:tcW w:w="907" w:type="dxa"/>
          <w:vAlign w:val="bottom"/>
        </w:tcPr>
        <w:p w14:paraId="555F3EDB" w14:textId="6D871D0E"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65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521">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1B0F4D" w:rsidRPr="00B8518B" w:rsidRDefault="001B0F4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B0F4D" w:rsidRPr="003462EB" w14:paraId="0CE79520" w14:textId="77777777" w:rsidTr="00B24A25">
      <w:tc>
        <w:tcPr>
          <w:tcW w:w="907" w:type="dxa"/>
          <w:tcMar>
            <w:left w:w="0" w:type="dxa"/>
            <w:right w:w="0" w:type="dxa"/>
          </w:tcMar>
          <w:vAlign w:val="bottom"/>
        </w:tcPr>
        <w:p w14:paraId="0C5474A1" w14:textId="77777777"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1B0F4D" w:rsidRPr="00671F70" w:rsidRDefault="001B0F4D" w:rsidP="00204180">
          <w:pPr>
            <w:pStyle w:val="Zpatvlevo"/>
            <w:rPr>
              <w:b/>
            </w:rPr>
          </w:pPr>
          <w:r w:rsidRPr="00671F70">
            <w:rPr>
              <w:b/>
            </w:rPr>
            <w:t>PŘ</w:t>
          </w:r>
          <w:r>
            <w:rPr>
              <w:b/>
            </w:rPr>
            <w:t>ÍLOHA č. 10</w:t>
          </w:r>
        </w:p>
        <w:p w14:paraId="019B5EA2" w14:textId="77777777" w:rsidR="001B0F4D" w:rsidRDefault="001B0F4D" w:rsidP="00204180">
          <w:pPr>
            <w:pStyle w:val="Zpatvlevo"/>
          </w:pPr>
          <w:r>
            <w:t>Smlouva o dílo – Zhotovení DUSP+PDPS+AD</w:t>
          </w:r>
        </w:p>
        <w:p w14:paraId="408A18D6" w14:textId="63C2BEF1" w:rsidR="001B0F4D" w:rsidRPr="003462EB" w:rsidRDefault="001B0F4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6521">
            <w:rPr>
              <w:rStyle w:val="Tun"/>
              <w:noProof/>
            </w:rPr>
            <w:t>Rekonstrukce mostu km 1,279 trati Tábor - Bechyně“</w:t>
          </w:r>
          <w:r w:rsidRPr="00612EE8">
            <w:rPr>
              <w:rStyle w:val="Tun"/>
            </w:rPr>
            <w:fldChar w:fldCharType="end"/>
          </w:r>
        </w:p>
      </w:tc>
    </w:tr>
  </w:tbl>
  <w:p w14:paraId="2B50A13A" w14:textId="77777777" w:rsidR="001B0F4D" w:rsidRPr="00A50995" w:rsidRDefault="001B0F4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04810D1B" w14:textId="77777777" w:rsidTr="00933F20">
      <w:tc>
        <w:tcPr>
          <w:tcW w:w="7825" w:type="dxa"/>
          <w:tcMar>
            <w:left w:w="0" w:type="dxa"/>
            <w:right w:w="0" w:type="dxa"/>
          </w:tcMar>
          <w:vAlign w:val="bottom"/>
        </w:tcPr>
        <w:p w14:paraId="49DBA7A6" w14:textId="77777777" w:rsidR="001B0F4D" w:rsidRPr="008C00FC" w:rsidRDefault="001B0F4D" w:rsidP="00204180">
          <w:pPr>
            <w:pStyle w:val="Zpatvpravo"/>
            <w:rPr>
              <w:rStyle w:val="Tun"/>
            </w:rPr>
          </w:pPr>
          <w:r w:rsidRPr="008C00FC">
            <w:rPr>
              <w:rStyle w:val="Tun"/>
            </w:rPr>
            <w:t xml:space="preserve">PŘÍLOHA č. </w:t>
          </w:r>
          <w:r>
            <w:rPr>
              <w:rStyle w:val="Tun"/>
            </w:rPr>
            <w:t>10</w:t>
          </w:r>
        </w:p>
        <w:p w14:paraId="0ABB5F27" w14:textId="77777777" w:rsidR="001B0F4D" w:rsidRDefault="001B0F4D" w:rsidP="00204180">
          <w:pPr>
            <w:pStyle w:val="Zpatvpravo"/>
          </w:pPr>
          <w:r>
            <w:t xml:space="preserve">Smlouva o dílo – Zhotovení DUSP+PDPS+AD </w:t>
          </w:r>
        </w:p>
        <w:p w14:paraId="513E1875" w14:textId="0CE603F2" w:rsidR="001B0F4D" w:rsidRPr="0020397D" w:rsidRDefault="001B0F4D"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0D6521" w:rsidRPr="000D6521">
            <w:rPr>
              <w:rStyle w:val="Tun"/>
              <w:b w:val="0"/>
              <w:bCs/>
              <w:noProof/>
            </w:rPr>
            <w:t>Rekonstrukce mostu km 1,279 trati Tábor - Bechyně</w:t>
          </w:r>
          <w:r w:rsidR="000D6521">
            <w:rPr>
              <w:rStyle w:val="Tun"/>
              <w:b w:val="0"/>
              <w:noProof/>
            </w:rPr>
            <w:t>“</w:t>
          </w:r>
          <w:r w:rsidRPr="0020397D">
            <w:rPr>
              <w:rStyle w:val="Tun"/>
              <w:b w:val="0"/>
            </w:rPr>
            <w:fldChar w:fldCharType="end"/>
          </w:r>
        </w:p>
      </w:tc>
      <w:tc>
        <w:tcPr>
          <w:tcW w:w="907" w:type="dxa"/>
          <w:vAlign w:val="bottom"/>
        </w:tcPr>
        <w:p w14:paraId="563D30AC" w14:textId="0A1E87C1"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65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521">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1B0F4D" w:rsidRPr="00B8518B" w:rsidRDefault="001B0F4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77777777" w:rsidR="001B0F4D" w:rsidRPr="00B8518B" w:rsidRDefault="001B0F4D" w:rsidP="00F9740F">
    <w:pPr>
      <w:pStyle w:val="Zpat"/>
      <w:rPr>
        <w:sz w:val="2"/>
        <w:szCs w:val="2"/>
      </w:rPr>
    </w:pPr>
  </w:p>
  <w:p w14:paraId="225873FF" w14:textId="77777777" w:rsidR="001B0F4D" w:rsidRPr="00B8518B" w:rsidRDefault="001B0F4D" w:rsidP="00E80769">
    <w:pPr>
      <w:pStyle w:val="Zpat"/>
      <w:rPr>
        <w:sz w:val="2"/>
        <w:szCs w:val="2"/>
      </w:rPr>
    </w:pPr>
  </w:p>
  <w:p w14:paraId="3666C100" w14:textId="77777777" w:rsidR="001B0F4D" w:rsidRPr="00B8518B" w:rsidRDefault="001B0F4D" w:rsidP="00E80769">
    <w:pPr>
      <w:pStyle w:val="Zpat"/>
      <w:rPr>
        <w:sz w:val="2"/>
        <w:szCs w:val="2"/>
      </w:rPr>
    </w:pPr>
  </w:p>
  <w:p w14:paraId="1F06DBCB" w14:textId="77777777" w:rsidR="001B0F4D" w:rsidRDefault="001B0F4D" w:rsidP="00E80769">
    <w:pPr>
      <w:pStyle w:val="Zpat"/>
      <w:rPr>
        <w:rFonts w:cs="Calibri"/>
        <w:sz w:val="12"/>
        <w:szCs w:val="12"/>
      </w:rPr>
    </w:pPr>
  </w:p>
  <w:p w14:paraId="652AB676" w14:textId="550286ED" w:rsidR="001B0F4D" w:rsidRPr="001B77EA" w:rsidRDefault="001B0F4D"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B0F4D" w:rsidRPr="003462EB" w14:paraId="2C0C1ACE" w14:textId="77777777" w:rsidTr="00D36695">
      <w:tc>
        <w:tcPr>
          <w:tcW w:w="907" w:type="dxa"/>
          <w:tcMar>
            <w:left w:w="0" w:type="dxa"/>
            <w:right w:w="0" w:type="dxa"/>
          </w:tcMar>
          <w:vAlign w:val="bottom"/>
        </w:tcPr>
        <w:p w14:paraId="5D7FDB7B" w14:textId="77777777"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1B0F4D" w:rsidRPr="00671F70" w:rsidRDefault="001B0F4D" w:rsidP="00204180">
          <w:pPr>
            <w:pStyle w:val="Zpatvlevo"/>
            <w:rPr>
              <w:b/>
            </w:rPr>
          </w:pPr>
          <w:r w:rsidRPr="00671F70">
            <w:rPr>
              <w:b/>
            </w:rPr>
            <w:t>PŘÍLOHA č. 1</w:t>
          </w:r>
        </w:p>
        <w:p w14:paraId="50705C9F" w14:textId="77777777" w:rsidR="001B0F4D" w:rsidRDefault="001B0F4D" w:rsidP="00204180">
          <w:pPr>
            <w:pStyle w:val="Zpatvlevo"/>
          </w:pPr>
          <w:r>
            <w:t>Smlouva o dílo – Zhotovení DUSP+PDPS+AD</w:t>
          </w:r>
        </w:p>
        <w:p w14:paraId="019E2C0A" w14:textId="4094528B" w:rsidR="001B0F4D" w:rsidRPr="003462EB" w:rsidRDefault="001B0F4D"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6521" w:rsidRPr="000D6521">
            <w:rPr>
              <w:rStyle w:val="Tun"/>
              <w:b w:val="0"/>
              <w:bCs/>
              <w:noProof/>
            </w:rPr>
            <w:t>Rekonstrukce mostu km 1,279 trati Tábor - Bechyně</w:t>
          </w:r>
          <w:r w:rsidR="000D6521">
            <w:rPr>
              <w:rStyle w:val="Tun"/>
              <w:noProof/>
            </w:rPr>
            <w:t>“</w:t>
          </w:r>
          <w:r w:rsidRPr="00612EE8">
            <w:rPr>
              <w:rStyle w:val="Tun"/>
            </w:rPr>
            <w:fldChar w:fldCharType="end"/>
          </w:r>
        </w:p>
      </w:tc>
    </w:tr>
  </w:tbl>
  <w:p w14:paraId="676D19E4" w14:textId="77777777" w:rsidR="001B0F4D" w:rsidRPr="00A50995" w:rsidRDefault="001B0F4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1B0F4D" w:rsidRPr="00B8518B" w:rsidRDefault="001B0F4D"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0C96D815" w14:textId="77777777" w:rsidTr="00D36695">
      <w:tc>
        <w:tcPr>
          <w:tcW w:w="7825" w:type="dxa"/>
          <w:tcMar>
            <w:left w:w="0" w:type="dxa"/>
            <w:right w:w="0" w:type="dxa"/>
          </w:tcMar>
          <w:vAlign w:val="bottom"/>
        </w:tcPr>
        <w:p w14:paraId="29AE19D8" w14:textId="77777777" w:rsidR="001B0F4D" w:rsidRPr="008C00FC" w:rsidRDefault="001B0F4D" w:rsidP="00F90EC0">
          <w:pPr>
            <w:pStyle w:val="Zpatvpravo"/>
            <w:rPr>
              <w:rStyle w:val="Tun"/>
            </w:rPr>
          </w:pPr>
          <w:r w:rsidRPr="008C00FC">
            <w:rPr>
              <w:rStyle w:val="Tun"/>
            </w:rPr>
            <w:t>PŘÍLOHA č. 1</w:t>
          </w:r>
        </w:p>
        <w:p w14:paraId="17223077" w14:textId="77777777" w:rsidR="001B0F4D" w:rsidRDefault="001B0F4D" w:rsidP="00F90EC0">
          <w:pPr>
            <w:pStyle w:val="Zpatvpravo"/>
          </w:pPr>
          <w:r>
            <w:t xml:space="preserve">Smlouva o dílo – Zhotovení DUSP+PDPS+AD </w:t>
          </w:r>
        </w:p>
        <w:p w14:paraId="15A9F32A" w14:textId="1F6957D9" w:rsidR="001B0F4D" w:rsidRPr="00F90EC0" w:rsidRDefault="00AA2591" w:rsidP="00F90EC0">
          <w:pPr>
            <w:pStyle w:val="Zpatvpravo"/>
            <w:rPr>
              <w:rStyle w:val="Tun"/>
              <w:b w:val="0"/>
            </w:rPr>
          </w:pPr>
          <w:fldSimple w:instr=" STYLEREF  _Název_akce  \* MERGEFORMAT ">
            <w:r w:rsidR="000D6521" w:rsidRPr="000D6521">
              <w:rPr>
                <w:bCs/>
                <w:noProof/>
              </w:rPr>
              <w:t>Rekonstrukce mostu km</w:t>
            </w:r>
            <w:r w:rsidR="000D6521">
              <w:rPr>
                <w:noProof/>
              </w:rPr>
              <w:t xml:space="preserve"> 1,279 trati Tábor - Bechyně“</w:t>
            </w:r>
          </w:fldSimple>
        </w:p>
      </w:tc>
      <w:tc>
        <w:tcPr>
          <w:tcW w:w="907" w:type="dxa"/>
          <w:vAlign w:val="bottom"/>
        </w:tcPr>
        <w:p w14:paraId="33E252FF" w14:textId="65964D39"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65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521">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1B0F4D" w:rsidRPr="00B8518B" w:rsidRDefault="001B0F4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B0F4D" w:rsidRPr="003462EB" w14:paraId="52C3E308" w14:textId="77777777" w:rsidTr="00D36695">
      <w:tc>
        <w:tcPr>
          <w:tcW w:w="907" w:type="dxa"/>
          <w:tcMar>
            <w:left w:w="0" w:type="dxa"/>
            <w:right w:w="0" w:type="dxa"/>
          </w:tcMar>
          <w:vAlign w:val="bottom"/>
        </w:tcPr>
        <w:p w14:paraId="399972F2" w14:textId="77777777"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1B0F4D" w:rsidRPr="00671F70" w:rsidRDefault="001B0F4D" w:rsidP="00204180">
          <w:pPr>
            <w:pStyle w:val="Zpatvlevo"/>
            <w:rPr>
              <w:b/>
            </w:rPr>
          </w:pPr>
          <w:r w:rsidRPr="00671F70">
            <w:rPr>
              <w:b/>
            </w:rPr>
            <w:t>PŘ</w:t>
          </w:r>
          <w:r>
            <w:rPr>
              <w:b/>
            </w:rPr>
            <w:t>ÍLOHA č. 2</w:t>
          </w:r>
        </w:p>
        <w:p w14:paraId="54C621E0" w14:textId="77777777" w:rsidR="001B0F4D" w:rsidRDefault="001B0F4D" w:rsidP="00204180">
          <w:pPr>
            <w:pStyle w:val="Zpatvlevo"/>
          </w:pPr>
          <w:r>
            <w:t>Smlouva o dílo – Zhotovení DUSP+PDPS+AD</w:t>
          </w:r>
        </w:p>
        <w:p w14:paraId="500E619F" w14:textId="6E076EE6" w:rsidR="001B0F4D" w:rsidRPr="003462EB" w:rsidRDefault="001B0F4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6521">
            <w:rPr>
              <w:rStyle w:val="Tun"/>
              <w:noProof/>
            </w:rPr>
            <w:t>Rekonstrukce mostu km 1,279 trati Tábor - Bechyně“</w:t>
          </w:r>
          <w:r w:rsidRPr="00612EE8">
            <w:rPr>
              <w:rStyle w:val="Tun"/>
            </w:rPr>
            <w:fldChar w:fldCharType="end"/>
          </w:r>
        </w:p>
      </w:tc>
    </w:tr>
  </w:tbl>
  <w:p w14:paraId="3FE994AE" w14:textId="77777777" w:rsidR="001B0F4D" w:rsidRPr="00A50995" w:rsidRDefault="001B0F4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768AC8BF" w14:textId="77777777" w:rsidTr="00D36695">
      <w:tc>
        <w:tcPr>
          <w:tcW w:w="7825" w:type="dxa"/>
          <w:tcMar>
            <w:left w:w="0" w:type="dxa"/>
            <w:right w:w="0" w:type="dxa"/>
          </w:tcMar>
          <w:vAlign w:val="bottom"/>
        </w:tcPr>
        <w:p w14:paraId="4B1B7C21" w14:textId="77777777" w:rsidR="001B0F4D" w:rsidRPr="008C00FC" w:rsidRDefault="001B0F4D" w:rsidP="00F90EC0">
          <w:pPr>
            <w:pStyle w:val="Zpatvpravo"/>
            <w:rPr>
              <w:rStyle w:val="Tun"/>
            </w:rPr>
          </w:pPr>
          <w:r w:rsidRPr="008C00FC">
            <w:rPr>
              <w:rStyle w:val="Tun"/>
            </w:rPr>
            <w:t xml:space="preserve">PŘÍLOHA č. </w:t>
          </w:r>
          <w:r>
            <w:rPr>
              <w:rStyle w:val="Tun"/>
            </w:rPr>
            <w:t>2</w:t>
          </w:r>
        </w:p>
        <w:p w14:paraId="7875D43A" w14:textId="77777777" w:rsidR="001B0F4D" w:rsidRDefault="001B0F4D" w:rsidP="00F90EC0">
          <w:pPr>
            <w:pStyle w:val="Zpatvpravo"/>
          </w:pPr>
          <w:r>
            <w:t xml:space="preserve">Smlouva o dílo – Zhotovení DUSP+PDPS+AD </w:t>
          </w:r>
        </w:p>
        <w:p w14:paraId="5B5BB7E5" w14:textId="4DAB7DBC" w:rsidR="001B0F4D" w:rsidRPr="00612EE8" w:rsidRDefault="00AA2591" w:rsidP="00F90EC0">
          <w:pPr>
            <w:pStyle w:val="Zpatvpravo"/>
            <w:rPr>
              <w:rStyle w:val="Tun"/>
            </w:rPr>
          </w:pPr>
          <w:fldSimple w:instr=" STYLEREF  _Název_akce  \* MERGEFORMAT ">
            <w:r w:rsidR="000D6521" w:rsidRPr="000D6521">
              <w:rPr>
                <w:bCs/>
                <w:noProof/>
              </w:rPr>
              <w:t>Rekonstrukce mostu km</w:t>
            </w:r>
            <w:r w:rsidR="000D6521">
              <w:rPr>
                <w:noProof/>
              </w:rPr>
              <w:t xml:space="preserve"> 1,279 trati Tábor - Bechyně“</w:t>
            </w:r>
          </w:fldSimple>
        </w:p>
      </w:tc>
      <w:tc>
        <w:tcPr>
          <w:tcW w:w="907" w:type="dxa"/>
          <w:vAlign w:val="bottom"/>
        </w:tcPr>
        <w:p w14:paraId="68AAABB9" w14:textId="39C1C1A2"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65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521">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1B0F4D" w:rsidRPr="00B8518B" w:rsidRDefault="001B0F4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B0F4D" w:rsidRPr="003462EB" w14:paraId="01491596" w14:textId="77777777" w:rsidTr="00D36695">
      <w:tc>
        <w:tcPr>
          <w:tcW w:w="907" w:type="dxa"/>
          <w:tcMar>
            <w:left w:w="0" w:type="dxa"/>
            <w:right w:w="0" w:type="dxa"/>
          </w:tcMar>
          <w:vAlign w:val="bottom"/>
        </w:tcPr>
        <w:p w14:paraId="3B011AF8" w14:textId="77777777"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1B0F4D" w:rsidRPr="00671F70" w:rsidRDefault="001B0F4D" w:rsidP="00204180">
          <w:pPr>
            <w:pStyle w:val="Zpatvlevo"/>
            <w:rPr>
              <w:b/>
            </w:rPr>
          </w:pPr>
          <w:r w:rsidRPr="00671F70">
            <w:rPr>
              <w:b/>
            </w:rPr>
            <w:t>PŘ</w:t>
          </w:r>
          <w:r>
            <w:rPr>
              <w:b/>
            </w:rPr>
            <w:t>ÍLOHA č. 3</w:t>
          </w:r>
        </w:p>
        <w:p w14:paraId="72366AFF" w14:textId="77777777" w:rsidR="001B0F4D" w:rsidRDefault="001B0F4D" w:rsidP="00204180">
          <w:pPr>
            <w:pStyle w:val="Zpatvlevo"/>
          </w:pPr>
          <w:r>
            <w:t>Smlouva o dílo – Zhotovení DUSP+PDPS+AD</w:t>
          </w:r>
        </w:p>
        <w:p w14:paraId="2CB39ADF" w14:textId="44411B0E" w:rsidR="001B0F4D" w:rsidRPr="003462EB" w:rsidRDefault="001B0F4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6521">
            <w:rPr>
              <w:rStyle w:val="Tun"/>
              <w:noProof/>
            </w:rPr>
            <w:t>Rekonstrukce mostu km 1,279 trati Tábor - Bechyně“</w:t>
          </w:r>
          <w:r w:rsidRPr="00612EE8">
            <w:rPr>
              <w:rStyle w:val="Tun"/>
            </w:rPr>
            <w:fldChar w:fldCharType="end"/>
          </w:r>
        </w:p>
      </w:tc>
    </w:tr>
  </w:tbl>
  <w:p w14:paraId="6BCDD449" w14:textId="77777777" w:rsidR="001B0F4D" w:rsidRPr="00A50995" w:rsidRDefault="001B0F4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38116FA0" w14:textId="77777777" w:rsidTr="00E075DA">
      <w:tc>
        <w:tcPr>
          <w:tcW w:w="7825" w:type="dxa"/>
          <w:tcMar>
            <w:left w:w="0" w:type="dxa"/>
            <w:right w:w="0" w:type="dxa"/>
          </w:tcMar>
          <w:vAlign w:val="bottom"/>
        </w:tcPr>
        <w:p w14:paraId="44C88F72" w14:textId="77777777" w:rsidR="001B0F4D" w:rsidRPr="008C00FC" w:rsidRDefault="001B0F4D" w:rsidP="00204180">
          <w:pPr>
            <w:pStyle w:val="Zpatvpravo"/>
            <w:rPr>
              <w:rStyle w:val="Tun"/>
            </w:rPr>
          </w:pPr>
          <w:r w:rsidRPr="008C00FC">
            <w:rPr>
              <w:rStyle w:val="Tun"/>
            </w:rPr>
            <w:t xml:space="preserve">PŘÍLOHA č. </w:t>
          </w:r>
          <w:r>
            <w:rPr>
              <w:rStyle w:val="Tun"/>
            </w:rPr>
            <w:t>3</w:t>
          </w:r>
        </w:p>
        <w:p w14:paraId="5D33D0CB" w14:textId="77777777" w:rsidR="001B0F4D" w:rsidRDefault="001B0F4D" w:rsidP="00204180">
          <w:pPr>
            <w:pStyle w:val="Zpatvpravo"/>
          </w:pPr>
          <w:r>
            <w:t>Smlouva o dílo – Zhotovení DUSP+PDPS +AD</w:t>
          </w:r>
        </w:p>
        <w:p w14:paraId="27DDE76B" w14:textId="5C9FF0E1" w:rsidR="001B0F4D" w:rsidRPr="00612EE8" w:rsidRDefault="00AA2591" w:rsidP="004908EA">
          <w:pPr>
            <w:pStyle w:val="Zpatvpravo"/>
            <w:rPr>
              <w:rStyle w:val="Tun"/>
            </w:rPr>
          </w:pPr>
          <w:fldSimple w:instr=" STYLEREF  _Název_akce  \* MERGEFORMAT ">
            <w:r w:rsidR="000D6521" w:rsidRPr="000D6521">
              <w:rPr>
                <w:b/>
                <w:bCs/>
                <w:noProof/>
              </w:rPr>
              <w:t>Rekonstrukce mostu km</w:t>
            </w:r>
            <w:r w:rsidR="000D6521">
              <w:rPr>
                <w:noProof/>
              </w:rPr>
              <w:t xml:space="preserve"> 1,279 trati Tábor - Bechyně“</w:t>
            </w:r>
          </w:fldSimple>
        </w:p>
      </w:tc>
      <w:tc>
        <w:tcPr>
          <w:tcW w:w="907" w:type="dxa"/>
          <w:vAlign w:val="bottom"/>
        </w:tcPr>
        <w:p w14:paraId="0703CE63" w14:textId="14092234"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65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521">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1B0F4D" w:rsidRPr="00B8518B" w:rsidRDefault="001B0F4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BC580" w14:textId="77777777" w:rsidR="00F74860" w:rsidRDefault="00F74860" w:rsidP="00962258">
      <w:pPr>
        <w:spacing w:after="0" w:line="240" w:lineRule="auto"/>
      </w:pPr>
      <w:r>
        <w:separator/>
      </w:r>
    </w:p>
  </w:footnote>
  <w:footnote w:type="continuationSeparator" w:id="0">
    <w:p w14:paraId="48BDAE69" w14:textId="77777777" w:rsidR="00F74860" w:rsidRDefault="00F7486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1B0F4D" w14:paraId="319D2A75" w14:textId="77777777" w:rsidTr="004F75CC">
      <w:trPr>
        <w:trHeight w:hRule="exact" w:val="936"/>
      </w:trPr>
      <w:tc>
        <w:tcPr>
          <w:tcW w:w="1219" w:type="dxa"/>
          <w:tcMar>
            <w:left w:w="0" w:type="dxa"/>
            <w:right w:w="0" w:type="dxa"/>
          </w:tcMar>
        </w:tcPr>
        <w:p w14:paraId="76AD512B" w14:textId="77777777" w:rsidR="001B0F4D" w:rsidRPr="00B8518B" w:rsidRDefault="001B0F4D" w:rsidP="00FC6389">
          <w:pPr>
            <w:pStyle w:val="Zpat"/>
            <w:rPr>
              <w:rStyle w:val="slostrnky"/>
            </w:rPr>
          </w:pPr>
        </w:p>
      </w:tc>
      <w:tc>
        <w:tcPr>
          <w:tcW w:w="3600" w:type="dxa"/>
          <w:shd w:val="clear" w:color="auto" w:fill="auto"/>
          <w:tcMar>
            <w:left w:w="0" w:type="dxa"/>
            <w:right w:w="0" w:type="dxa"/>
          </w:tcMar>
        </w:tcPr>
        <w:p w14:paraId="720FCB1E" w14:textId="77777777" w:rsidR="001B0F4D" w:rsidRDefault="001B0F4D"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1B0F4D" w:rsidRPr="00D6163D" w:rsidRDefault="001B0F4D" w:rsidP="00FC6389">
          <w:pPr>
            <w:pStyle w:val="Druhdokumentu"/>
          </w:pPr>
        </w:p>
      </w:tc>
    </w:tr>
    <w:tr w:rsidR="001B0F4D" w14:paraId="3DE0C910" w14:textId="77777777" w:rsidTr="004F75CC">
      <w:trPr>
        <w:trHeight w:hRule="exact" w:val="936"/>
      </w:trPr>
      <w:tc>
        <w:tcPr>
          <w:tcW w:w="1219" w:type="dxa"/>
          <w:tcMar>
            <w:left w:w="0" w:type="dxa"/>
            <w:right w:w="0" w:type="dxa"/>
          </w:tcMar>
        </w:tcPr>
        <w:p w14:paraId="75729B6C" w14:textId="77777777" w:rsidR="001B0F4D" w:rsidRPr="00B8518B" w:rsidRDefault="001B0F4D" w:rsidP="00FC6389">
          <w:pPr>
            <w:pStyle w:val="Zpat"/>
            <w:rPr>
              <w:rStyle w:val="slostrnky"/>
            </w:rPr>
          </w:pPr>
        </w:p>
      </w:tc>
      <w:tc>
        <w:tcPr>
          <w:tcW w:w="3600" w:type="dxa"/>
          <w:shd w:val="clear" w:color="auto" w:fill="auto"/>
          <w:tcMar>
            <w:left w:w="0" w:type="dxa"/>
            <w:right w:w="0" w:type="dxa"/>
          </w:tcMar>
        </w:tcPr>
        <w:p w14:paraId="48C18508" w14:textId="57C2D27A" w:rsidR="001B0F4D" w:rsidRPr="004F75CC" w:rsidRDefault="001B0F4D" w:rsidP="00FC6389">
          <w:pPr>
            <w:pStyle w:val="Zpat"/>
            <w:rPr>
              <w:i/>
            </w:rPr>
          </w:pPr>
        </w:p>
      </w:tc>
      <w:tc>
        <w:tcPr>
          <w:tcW w:w="5756" w:type="dxa"/>
          <w:shd w:val="clear" w:color="auto" w:fill="auto"/>
          <w:tcMar>
            <w:left w:w="0" w:type="dxa"/>
            <w:right w:w="0" w:type="dxa"/>
          </w:tcMar>
        </w:tcPr>
        <w:p w14:paraId="4319550E" w14:textId="5334A33A" w:rsidR="001B0F4D" w:rsidRDefault="001B0F4D" w:rsidP="00FC6389">
          <w:pPr>
            <w:pStyle w:val="Druhdokumentu"/>
          </w:pPr>
        </w:p>
        <w:p w14:paraId="2566CFD9" w14:textId="77777777" w:rsidR="001B0F4D" w:rsidRPr="004A3EC7" w:rsidRDefault="001B0F4D" w:rsidP="004A3EC7">
          <w:pPr>
            <w:ind w:firstLine="709"/>
          </w:pPr>
        </w:p>
      </w:tc>
    </w:tr>
  </w:tbl>
  <w:p w14:paraId="738E2F85" w14:textId="77777777" w:rsidR="001B0F4D" w:rsidRPr="004F75CC" w:rsidRDefault="001B0F4D" w:rsidP="00FC6389">
    <w:pPr>
      <w:pStyle w:val="Zhlav"/>
      <w:rPr>
        <w:sz w:val="12"/>
        <w:szCs w:val="12"/>
      </w:rPr>
    </w:pPr>
  </w:p>
  <w:p w14:paraId="30C1F0D0" w14:textId="77777777" w:rsidR="001B0F4D" w:rsidRPr="00460660" w:rsidRDefault="001B0F4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1B0F4D" w:rsidRPr="00D6163D" w:rsidRDefault="001B0F4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1B0F4D" w:rsidRPr="00D6163D" w:rsidRDefault="001B0F4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1B0F4D" w:rsidRPr="00D6163D" w:rsidRDefault="001B0F4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1B0F4D" w:rsidRPr="00D6163D" w:rsidRDefault="001B0F4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1B0F4D" w:rsidRPr="00D6163D" w:rsidRDefault="001B0F4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1B0F4D" w:rsidRPr="00D6163D" w:rsidRDefault="001B0F4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1B0F4D" w:rsidRPr="00D6163D" w:rsidRDefault="001B0F4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1B0F4D" w:rsidRPr="00D6163D" w:rsidRDefault="001B0F4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1B0F4D" w:rsidRPr="00D6163D" w:rsidRDefault="001B0F4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1B0F4D" w:rsidRPr="00D6163D" w:rsidRDefault="001B0F4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208EF2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2FC250F"/>
    <w:multiLevelType w:val="hybridMultilevel"/>
    <w:tmpl w:val="723CD1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6"/>
  </w:num>
  <w:num w:numId="6">
    <w:abstractNumId w:val="0"/>
  </w:num>
  <w:num w:numId="7">
    <w:abstractNumId w:val="6"/>
  </w:num>
  <w:num w:numId="8">
    <w:abstractNumId w:val="7"/>
  </w:num>
  <w:num w:numId="9">
    <w:abstractNumId w:val="9"/>
  </w:num>
  <w:num w:numId="10">
    <w:abstractNumId w:val="0"/>
  </w:num>
  <w:num w:numId="11">
    <w:abstractNumId w:val="3"/>
  </w:num>
  <w:num w:numId="12">
    <w:abstractNumId w:val="11"/>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1808"/>
    <w:rsid w:val="00034542"/>
    <w:rsid w:val="00036449"/>
    <w:rsid w:val="00041EC8"/>
    <w:rsid w:val="0004357B"/>
    <w:rsid w:val="0006588D"/>
    <w:rsid w:val="00067A5E"/>
    <w:rsid w:val="000719BB"/>
    <w:rsid w:val="00072A65"/>
    <w:rsid w:val="00072C1E"/>
    <w:rsid w:val="000841E0"/>
    <w:rsid w:val="00095167"/>
    <w:rsid w:val="00096995"/>
    <w:rsid w:val="000B0797"/>
    <w:rsid w:val="000B46D1"/>
    <w:rsid w:val="000B4EB8"/>
    <w:rsid w:val="000B70C8"/>
    <w:rsid w:val="000C41F2"/>
    <w:rsid w:val="000D22C4"/>
    <w:rsid w:val="000D27D1"/>
    <w:rsid w:val="000D2FAD"/>
    <w:rsid w:val="000D6521"/>
    <w:rsid w:val="000E02F7"/>
    <w:rsid w:val="000E1A7F"/>
    <w:rsid w:val="000E4096"/>
    <w:rsid w:val="000F2F54"/>
    <w:rsid w:val="00112864"/>
    <w:rsid w:val="00114472"/>
    <w:rsid w:val="00114988"/>
    <w:rsid w:val="00115069"/>
    <w:rsid w:val="001150F2"/>
    <w:rsid w:val="00124751"/>
    <w:rsid w:val="00133336"/>
    <w:rsid w:val="001432EB"/>
    <w:rsid w:val="00143EC0"/>
    <w:rsid w:val="001656A2"/>
    <w:rsid w:val="00165977"/>
    <w:rsid w:val="00170EC5"/>
    <w:rsid w:val="00172144"/>
    <w:rsid w:val="001747C1"/>
    <w:rsid w:val="00177D6B"/>
    <w:rsid w:val="00191F90"/>
    <w:rsid w:val="001A5B98"/>
    <w:rsid w:val="001A67CA"/>
    <w:rsid w:val="001B0F4D"/>
    <w:rsid w:val="001B4E74"/>
    <w:rsid w:val="001B77EA"/>
    <w:rsid w:val="001C0AEA"/>
    <w:rsid w:val="001C645F"/>
    <w:rsid w:val="001D57CE"/>
    <w:rsid w:val="001E5BB1"/>
    <w:rsid w:val="001E678E"/>
    <w:rsid w:val="001E6BBA"/>
    <w:rsid w:val="001F02EB"/>
    <w:rsid w:val="001F7AEB"/>
    <w:rsid w:val="002038D5"/>
    <w:rsid w:val="0020397D"/>
    <w:rsid w:val="00204180"/>
    <w:rsid w:val="00207062"/>
    <w:rsid w:val="002071BB"/>
    <w:rsid w:val="00207DF5"/>
    <w:rsid w:val="00211CD3"/>
    <w:rsid w:val="00213E0B"/>
    <w:rsid w:val="00226A49"/>
    <w:rsid w:val="00234188"/>
    <w:rsid w:val="002360E6"/>
    <w:rsid w:val="00236DCC"/>
    <w:rsid w:val="002376A1"/>
    <w:rsid w:val="002405FD"/>
    <w:rsid w:val="00240B81"/>
    <w:rsid w:val="00246637"/>
    <w:rsid w:val="00247D01"/>
    <w:rsid w:val="00260E60"/>
    <w:rsid w:val="00261A5B"/>
    <w:rsid w:val="00262344"/>
    <w:rsid w:val="00262E5B"/>
    <w:rsid w:val="00270A14"/>
    <w:rsid w:val="00276AFE"/>
    <w:rsid w:val="00285298"/>
    <w:rsid w:val="0029751E"/>
    <w:rsid w:val="002A16EF"/>
    <w:rsid w:val="002A185D"/>
    <w:rsid w:val="002A3B57"/>
    <w:rsid w:val="002A5468"/>
    <w:rsid w:val="002C31BF"/>
    <w:rsid w:val="002D0B49"/>
    <w:rsid w:val="002D7FD6"/>
    <w:rsid w:val="002E0CD7"/>
    <w:rsid w:val="002E0CFB"/>
    <w:rsid w:val="002E5C7B"/>
    <w:rsid w:val="002F4333"/>
    <w:rsid w:val="003038BD"/>
    <w:rsid w:val="00315C27"/>
    <w:rsid w:val="00322E97"/>
    <w:rsid w:val="00326C1E"/>
    <w:rsid w:val="00327EEF"/>
    <w:rsid w:val="00331752"/>
    <w:rsid w:val="0033239F"/>
    <w:rsid w:val="003336D9"/>
    <w:rsid w:val="003338B2"/>
    <w:rsid w:val="0034274B"/>
    <w:rsid w:val="003460E5"/>
    <w:rsid w:val="0034719F"/>
    <w:rsid w:val="00350A35"/>
    <w:rsid w:val="00351142"/>
    <w:rsid w:val="003571D8"/>
    <w:rsid w:val="00357BC6"/>
    <w:rsid w:val="00361422"/>
    <w:rsid w:val="003739DD"/>
    <w:rsid w:val="0037545D"/>
    <w:rsid w:val="00376B87"/>
    <w:rsid w:val="00381EFC"/>
    <w:rsid w:val="00392910"/>
    <w:rsid w:val="00392EB6"/>
    <w:rsid w:val="003956C6"/>
    <w:rsid w:val="003A197F"/>
    <w:rsid w:val="003A60C1"/>
    <w:rsid w:val="003A7221"/>
    <w:rsid w:val="003B1CFC"/>
    <w:rsid w:val="003B4534"/>
    <w:rsid w:val="003B7470"/>
    <w:rsid w:val="003B7EC6"/>
    <w:rsid w:val="003C33F2"/>
    <w:rsid w:val="003C4377"/>
    <w:rsid w:val="003C6D01"/>
    <w:rsid w:val="003D422D"/>
    <w:rsid w:val="003D578F"/>
    <w:rsid w:val="003D756E"/>
    <w:rsid w:val="003E420D"/>
    <w:rsid w:val="003E4C13"/>
    <w:rsid w:val="003F5723"/>
    <w:rsid w:val="003F77EE"/>
    <w:rsid w:val="004078F3"/>
    <w:rsid w:val="004240C2"/>
    <w:rsid w:val="0042766C"/>
    <w:rsid w:val="00427794"/>
    <w:rsid w:val="00431A48"/>
    <w:rsid w:val="00432E0E"/>
    <w:rsid w:val="004436EE"/>
    <w:rsid w:val="00450F07"/>
    <w:rsid w:val="00453CD3"/>
    <w:rsid w:val="0046002F"/>
    <w:rsid w:val="00460660"/>
    <w:rsid w:val="00464BA9"/>
    <w:rsid w:val="00471285"/>
    <w:rsid w:val="00483969"/>
    <w:rsid w:val="00486107"/>
    <w:rsid w:val="004908EA"/>
    <w:rsid w:val="00490ECD"/>
    <w:rsid w:val="00491827"/>
    <w:rsid w:val="0049257C"/>
    <w:rsid w:val="004A3EC7"/>
    <w:rsid w:val="004A40A1"/>
    <w:rsid w:val="004C4399"/>
    <w:rsid w:val="004C787C"/>
    <w:rsid w:val="004D09FB"/>
    <w:rsid w:val="004D7138"/>
    <w:rsid w:val="004E7A1F"/>
    <w:rsid w:val="004F00DE"/>
    <w:rsid w:val="004F0DCD"/>
    <w:rsid w:val="004F4B9B"/>
    <w:rsid w:val="004F609E"/>
    <w:rsid w:val="004F75CC"/>
    <w:rsid w:val="00502690"/>
    <w:rsid w:val="005034E4"/>
    <w:rsid w:val="0050666E"/>
    <w:rsid w:val="00506DE0"/>
    <w:rsid w:val="00511AB9"/>
    <w:rsid w:val="00514D9C"/>
    <w:rsid w:val="0051583A"/>
    <w:rsid w:val="00523BB5"/>
    <w:rsid w:val="00523EA7"/>
    <w:rsid w:val="00533555"/>
    <w:rsid w:val="005406EB"/>
    <w:rsid w:val="00541324"/>
    <w:rsid w:val="00543BF5"/>
    <w:rsid w:val="00553375"/>
    <w:rsid w:val="00555884"/>
    <w:rsid w:val="0056549D"/>
    <w:rsid w:val="005736B7"/>
    <w:rsid w:val="00574748"/>
    <w:rsid w:val="00575E5A"/>
    <w:rsid w:val="00580245"/>
    <w:rsid w:val="0058594D"/>
    <w:rsid w:val="00597C83"/>
    <w:rsid w:val="005A1F44"/>
    <w:rsid w:val="005A3013"/>
    <w:rsid w:val="005A6B84"/>
    <w:rsid w:val="005C0846"/>
    <w:rsid w:val="005D3C39"/>
    <w:rsid w:val="005D784E"/>
    <w:rsid w:val="005E25D9"/>
    <w:rsid w:val="005F229F"/>
    <w:rsid w:val="005F4353"/>
    <w:rsid w:val="005F44F1"/>
    <w:rsid w:val="006017C9"/>
    <w:rsid w:val="00601A8C"/>
    <w:rsid w:val="00603435"/>
    <w:rsid w:val="0061068E"/>
    <w:rsid w:val="006115D3"/>
    <w:rsid w:val="00612CEA"/>
    <w:rsid w:val="006162E3"/>
    <w:rsid w:val="006374B2"/>
    <w:rsid w:val="00644B90"/>
    <w:rsid w:val="00646AB2"/>
    <w:rsid w:val="00647FBB"/>
    <w:rsid w:val="0065610E"/>
    <w:rsid w:val="00656E45"/>
    <w:rsid w:val="00660AD3"/>
    <w:rsid w:val="006650B1"/>
    <w:rsid w:val="006708EB"/>
    <w:rsid w:val="00671F70"/>
    <w:rsid w:val="006776B6"/>
    <w:rsid w:val="00681A17"/>
    <w:rsid w:val="00685453"/>
    <w:rsid w:val="006923FD"/>
    <w:rsid w:val="00693150"/>
    <w:rsid w:val="006A2A16"/>
    <w:rsid w:val="006A5570"/>
    <w:rsid w:val="006A67D6"/>
    <w:rsid w:val="006A689C"/>
    <w:rsid w:val="006B3D79"/>
    <w:rsid w:val="006B6FE4"/>
    <w:rsid w:val="006B7093"/>
    <w:rsid w:val="006C2343"/>
    <w:rsid w:val="006C442A"/>
    <w:rsid w:val="006D3D66"/>
    <w:rsid w:val="006D465A"/>
    <w:rsid w:val="006E01CE"/>
    <w:rsid w:val="006E0578"/>
    <w:rsid w:val="006E314D"/>
    <w:rsid w:val="006E6539"/>
    <w:rsid w:val="006E704E"/>
    <w:rsid w:val="006F589E"/>
    <w:rsid w:val="006F64F8"/>
    <w:rsid w:val="00710723"/>
    <w:rsid w:val="007135C8"/>
    <w:rsid w:val="007145F3"/>
    <w:rsid w:val="00721646"/>
    <w:rsid w:val="00723ED1"/>
    <w:rsid w:val="007307E6"/>
    <w:rsid w:val="00737164"/>
    <w:rsid w:val="00740AF5"/>
    <w:rsid w:val="00743525"/>
    <w:rsid w:val="00744076"/>
    <w:rsid w:val="007541A2"/>
    <w:rsid w:val="00755818"/>
    <w:rsid w:val="00760192"/>
    <w:rsid w:val="007616C2"/>
    <w:rsid w:val="007621A7"/>
    <w:rsid w:val="0076286B"/>
    <w:rsid w:val="007657D8"/>
    <w:rsid w:val="00766846"/>
    <w:rsid w:val="0077673A"/>
    <w:rsid w:val="007846E1"/>
    <w:rsid w:val="007847D6"/>
    <w:rsid w:val="007852B1"/>
    <w:rsid w:val="0079664B"/>
    <w:rsid w:val="007A5172"/>
    <w:rsid w:val="007A67A0"/>
    <w:rsid w:val="007A6974"/>
    <w:rsid w:val="007B0110"/>
    <w:rsid w:val="007B570C"/>
    <w:rsid w:val="007C4049"/>
    <w:rsid w:val="007E4A6E"/>
    <w:rsid w:val="007E62AA"/>
    <w:rsid w:val="007F56A7"/>
    <w:rsid w:val="00800851"/>
    <w:rsid w:val="00800BA4"/>
    <w:rsid w:val="00801D25"/>
    <w:rsid w:val="008063CD"/>
    <w:rsid w:val="00807DD0"/>
    <w:rsid w:val="008147B0"/>
    <w:rsid w:val="00817F98"/>
    <w:rsid w:val="00821D01"/>
    <w:rsid w:val="00826B7B"/>
    <w:rsid w:val="0083639A"/>
    <w:rsid w:val="00841876"/>
    <w:rsid w:val="00846789"/>
    <w:rsid w:val="00847763"/>
    <w:rsid w:val="00866994"/>
    <w:rsid w:val="008678ED"/>
    <w:rsid w:val="00897796"/>
    <w:rsid w:val="00897AC2"/>
    <w:rsid w:val="008A3568"/>
    <w:rsid w:val="008A4D1B"/>
    <w:rsid w:val="008B30AC"/>
    <w:rsid w:val="008C00FC"/>
    <w:rsid w:val="008C2D4D"/>
    <w:rsid w:val="008C50F3"/>
    <w:rsid w:val="008C7EFE"/>
    <w:rsid w:val="008C7F1A"/>
    <w:rsid w:val="008D03B9"/>
    <w:rsid w:val="008D0570"/>
    <w:rsid w:val="008D0F46"/>
    <w:rsid w:val="008D12AE"/>
    <w:rsid w:val="008D30C7"/>
    <w:rsid w:val="008E1AFC"/>
    <w:rsid w:val="008F18D6"/>
    <w:rsid w:val="008F2C9B"/>
    <w:rsid w:val="008F474D"/>
    <w:rsid w:val="008F797B"/>
    <w:rsid w:val="00903EAD"/>
    <w:rsid w:val="00904780"/>
    <w:rsid w:val="009047AC"/>
    <w:rsid w:val="0090635B"/>
    <w:rsid w:val="0091168D"/>
    <w:rsid w:val="00922385"/>
    <w:rsid w:val="009223DF"/>
    <w:rsid w:val="00930E1F"/>
    <w:rsid w:val="00933F20"/>
    <w:rsid w:val="009351DC"/>
    <w:rsid w:val="00936091"/>
    <w:rsid w:val="00940D8A"/>
    <w:rsid w:val="00944865"/>
    <w:rsid w:val="00950EAF"/>
    <w:rsid w:val="00954AF5"/>
    <w:rsid w:val="00962258"/>
    <w:rsid w:val="00964369"/>
    <w:rsid w:val="009678B7"/>
    <w:rsid w:val="00992B63"/>
    <w:rsid w:val="00992D9C"/>
    <w:rsid w:val="00993CE9"/>
    <w:rsid w:val="00994879"/>
    <w:rsid w:val="00996CB8"/>
    <w:rsid w:val="009A0043"/>
    <w:rsid w:val="009A1CC2"/>
    <w:rsid w:val="009B2E97"/>
    <w:rsid w:val="009B4201"/>
    <w:rsid w:val="009B5146"/>
    <w:rsid w:val="009C418E"/>
    <w:rsid w:val="009C442C"/>
    <w:rsid w:val="009D5F4F"/>
    <w:rsid w:val="009E07F4"/>
    <w:rsid w:val="009E5BF1"/>
    <w:rsid w:val="009F0321"/>
    <w:rsid w:val="009F0867"/>
    <w:rsid w:val="009F309B"/>
    <w:rsid w:val="009F392E"/>
    <w:rsid w:val="009F53C5"/>
    <w:rsid w:val="009F638B"/>
    <w:rsid w:val="00A070D7"/>
    <w:rsid w:val="00A0740E"/>
    <w:rsid w:val="00A21A01"/>
    <w:rsid w:val="00A50641"/>
    <w:rsid w:val="00A50995"/>
    <w:rsid w:val="00A50F23"/>
    <w:rsid w:val="00A530BF"/>
    <w:rsid w:val="00A6177B"/>
    <w:rsid w:val="00A66136"/>
    <w:rsid w:val="00A71189"/>
    <w:rsid w:val="00A7364A"/>
    <w:rsid w:val="00A74DCC"/>
    <w:rsid w:val="00A74FDE"/>
    <w:rsid w:val="00A753ED"/>
    <w:rsid w:val="00A77512"/>
    <w:rsid w:val="00A91246"/>
    <w:rsid w:val="00A94351"/>
    <w:rsid w:val="00A94C2F"/>
    <w:rsid w:val="00AA19BD"/>
    <w:rsid w:val="00AA2591"/>
    <w:rsid w:val="00AA3125"/>
    <w:rsid w:val="00AA4CBB"/>
    <w:rsid w:val="00AA65FA"/>
    <w:rsid w:val="00AA7351"/>
    <w:rsid w:val="00AA7AB8"/>
    <w:rsid w:val="00AB66C5"/>
    <w:rsid w:val="00AD056F"/>
    <w:rsid w:val="00AD0C7B"/>
    <w:rsid w:val="00AD5F1A"/>
    <w:rsid w:val="00AD6731"/>
    <w:rsid w:val="00AE786E"/>
    <w:rsid w:val="00AF08A6"/>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0EBB"/>
    <w:rsid w:val="00B72613"/>
    <w:rsid w:val="00B75AA5"/>
    <w:rsid w:val="00B75EE1"/>
    <w:rsid w:val="00B77481"/>
    <w:rsid w:val="00B8518B"/>
    <w:rsid w:val="00B90CE9"/>
    <w:rsid w:val="00B92ABC"/>
    <w:rsid w:val="00B97CC3"/>
    <w:rsid w:val="00BA5D63"/>
    <w:rsid w:val="00BA7A3D"/>
    <w:rsid w:val="00BC06C4"/>
    <w:rsid w:val="00BC0A82"/>
    <w:rsid w:val="00BD7E91"/>
    <w:rsid w:val="00BD7F0D"/>
    <w:rsid w:val="00BE148C"/>
    <w:rsid w:val="00BE23C1"/>
    <w:rsid w:val="00BE3F0A"/>
    <w:rsid w:val="00BF1C50"/>
    <w:rsid w:val="00C02D0A"/>
    <w:rsid w:val="00C03A6E"/>
    <w:rsid w:val="00C10C10"/>
    <w:rsid w:val="00C226C0"/>
    <w:rsid w:val="00C35234"/>
    <w:rsid w:val="00C37459"/>
    <w:rsid w:val="00C42FE6"/>
    <w:rsid w:val="00C44F6A"/>
    <w:rsid w:val="00C45470"/>
    <w:rsid w:val="00C45B9E"/>
    <w:rsid w:val="00C539CB"/>
    <w:rsid w:val="00C57FCA"/>
    <w:rsid w:val="00C6198E"/>
    <w:rsid w:val="00C63A84"/>
    <w:rsid w:val="00C66209"/>
    <w:rsid w:val="00C708EA"/>
    <w:rsid w:val="00C735E9"/>
    <w:rsid w:val="00C778A5"/>
    <w:rsid w:val="00C95162"/>
    <w:rsid w:val="00CA1EB0"/>
    <w:rsid w:val="00CB4F6D"/>
    <w:rsid w:val="00CB6A37"/>
    <w:rsid w:val="00CB7684"/>
    <w:rsid w:val="00CC7C8F"/>
    <w:rsid w:val="00CD1FC4"/>
    <w:rsid w:val="00CF4629"/>
    <w:rsid w:val="00D034A0"/>
    <w:rsid w:val="00D0544F"/>
    <w:rsid w:val="00D21061"/>
    <w:rsid w:val="00D31C6A"/>
    <w:rsid w:val="00D33680"/>
    <w:rsid w:val="00D36695"/>
    <w:rsid w:val="00D4108E"/>
    <w:rsid w:val="00D4328E"/>
    <w:rsid w:val="00D5428D"/>
    <w:rsid w:val="00D6163D"/>
    <w:rsid w:val="00D62EA3"/>
    <w:rsid w:val="00D70C1E"/>
    <w:rsid w:val="00D751CF"/>
    <w:rsid w:val="00D831A3"/>
    <w:rsid w:val="00D87849"/>
    <w:rsid w:val="00D97BE3"/>
    <w:rsid w:val="00DA3711"/>
    <w:rsid w:val="00DB4522"/>
    <w:rsid w:val="00DD46F3"/>
    <w:rsid w:val="00DD7ED3"/>
    <w:rsid w:val="00DE2729"/>
    <w:rsid w:val="00DE56F2"/>
    <w:rsid w:val="00DF0BA5"/>
    <w:rsid w:val="00DF116D"/>
    <w:rsid w:val="00DF7FC9"/>
    <w:rsid w:val="00E075DA"/>
    <w:rsid w:val="00E16FF7"/>
    <w:rsid w:val="00E26D68"/>
    <w:rsid w:val="00E3671B"/>
    <w:rsid w:val="00E435EA"/>
    <w:rsid w:val="00E44045"/>
    <w:rsid w:val="00E618C4"/>
    <w:rsid w:val="00E62155"/>
    <w:rsid w:val="00E67A36"/>
    <w:rsid w:val="00E7415D"/>
    <w:rsid w:val="00E80769"/>
    <w:rsid w:val="00E868F1"/>
    <w:rsid w:val="00E878EE"/>
    <w:rsid w:val="00E901A3"/>
    <w:rsid w:val="00EA585B"/>
    <w:rsid w:val="00EA6EC7"/>
    <w:rsid w:val="00EB104F"/>
    <w:rsid w:val="00EB46E5"/>
    <w:rsid w:val="00EB6F2F"/>
    <w:rsid w:val="00EC06D3"/>
    <w:rsid w:val="00EC707C"/>
    <w:rsid w:val="00ED14BD"/>
    <w:rsid w:val="00ED2614"/>
    <w:rsid w:val="00EE221B"/>
    <w:rsid w:val="00F016C7"/>
    <w:rsid w:val="00F020A6"/>
    <w:rsid w:val="00F12DEC"/>
    <w:rsid w:val="00F14472"/>
    <w:rsid w:val="00F1715C"/>
    <w:rsid w:val="00F20842"/>
    <w:rsid w:val="00F267AF"/>
    <w:rsid w:val="00F310F8"/>
    <w:rsid w:val="00F31594"/>
    <w:rsid w:val="00F35939"/>
    <w:rsid w:val="00F419E5"/>
    <w:rsid w:val="00F422D3"/>
    <w:rsid w:val="00F45607"/>
    <w:rsid w:val="00F4722B"/>
    <w:rsid w:val="00F54432"/>
    <w:rsid w:val="00F568F9"/>
    <w:rsid w:val="00F62472"/>
    <w:rsid w:val="00F659EB"/>
    <w:rsid w:val="00F74860"/>
    <w:rsid w:val="00F762A8"/>
    <w:rsid w:val="00F86BA6"/>
    <w:rsid w:val="00F90EC0"/>
    <w:rsid w:val="00F92FBE"/>
    <w:rsid w:val="00F95FBD"/>
    <w:rsid w:val="00F9740F"/>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TPNadpis-2slovan">
    <w:name w:val="TP_Nadpis-2_číslovaný"/>
    <w:next w:val="TPText-1slovan"/>
    <w:qFormat/>
    <w:rsid w:val="001F7AEB"/>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qFormat/>
    <w:rsid w:val="001F7AEB"/>
    <w:pPr>
      <w:numPr>
        <w:ilvl w:val="2"/>
        <w:numId w:val="15"/>
      </w:numPr>
      <w:spacing w:before="80" w:after="0" w:line="240" w:lineRule="auto"/>
      <w:jc w:val="both"/>
    </w:pPr>
    <w:rPr>
      <w:rFonts w:ascii="Calibri" w:eastAsia="Calibri" w:hAnsi="Calibri" w:cs="Arial"/>
      <w:sz w:val="20"/>
      <w:szCs w:val="22"/>
    </w:rPr>
  </w:style>
  <w:style w:type="paragraph" w:customStyle="1" w:styleId="TPNADPIS-1slovan">
    <w:name w:val="TP_NADPIS-1_číslovaný"/>
    <w:next w:val="TPNadpis-2slovan"/>
    <w:qFormat/>
    <w:rsid w:val="001F7AEB"/>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1F7AEB"/>
    <w:pPr>
      <w:numPr>
        <w:ilvl w:val="3"/>
        <w:numId w:val="15"/>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15D6A"/>
    <w:rsid w:val="00162D5F"/>
    <w:rsid w:val="001A1E8F"/>
    <w:rsid w:val="001E2DA4"/>
    <w:rsid w:val="001E6DA4"/>
    <w:rsid w:val="00233671"/>
    <w:rsid w:val="002766DE"/>
    <w:rsid w:val="00276CB7"/>
    <w:rsid w:val="002C4EFD"/>
    <w:rsid w:val="00314211"/>
    <w:rsid w:val="003528BA"/>
    <w:rsid w:val="004A5B94"/>
    <w:rsid w:val="005932B5"/>
    <w:rsid w:val="00676E73"/>
    <w:rsid w:val="006C6C7F"/>
    <w:rsid w:val="00714E70"/>
    <w:rsid w:val="0071675D"/>
    <w:rsid w:val="0082284C"/>
    <w:rsid w:val="00845425"/>
    <w:rsid w:val="008C0BC0"/>
    <w:rsid w:val="008E7144"/>
    <w:rsid w:val="00906633"/>
    <w:rsid w:val="00933286"/>
    <w:rsid w:val="009408AB"/>
    <w:rsid w:val="009A454A"/>
    <w:rsid w:val="00A357F8"/>
    <w:rsid w:val="00AA0A36"/>
    <w:rsid w:val="00AC4FC3"/>
    <w:rsid w:val="00B604A7"/>
    <w:rsid w:val="00C00941"/>
    <w:rsid w:val="00C959CF"/>
    <w:rsid w:val="00CA62C9"/>
    <w:rsid w:val="00DE0ED3"/>
    <w:rsid w:val="00E429E6"/>
    <w:rsid w:val="00E4630C"/>
    <w:rsid w:val="00F06038"/>
    <w:rsid w:val="00F332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A0A36"/>
    <w:rPr>
      <w:color w:val="808080"/>
    </w:rPr>
  </w:style>
  <w:style w:type="paragraph" w:customStyle="1" w:styleId="2DE08AE602404EA4988F8684AE8FFD93">
    <w:name w:val="2DE08AE602404EA4988F8684AE8FFD93"/>
    <w:rsid w:val="003528BA"/>
  </w:style>
  <w:style w:type="paragraph" w:customStyle="1" w:styleId="4D784974C5F940E0AD8999B395477B58">
    <w:name w:val="4D784974C5F940E0AD8999B395477B58"/>
    <w:rsid w:val="00AA0A3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4DCFC92-EB4E-4BB8-BFD8-DB06550C8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8</TotalTime>
  <Pages>1</Pages>
  <Words>4378</Words>
  <Characters>25831</Characters>
  <Application>Microsoft Office Word</Application>
  <DocSecurity>0</DocSecurity>
  <Lines>215</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Dobrý Michael, Ing.</cp:lastModifiedBy>
  <cp:revision>5</cp:revision>
  <cp:lastPrinted>2021-04-09T07:32:00Z</cp:lastPrinted>
  <dcterms:created xsi:type="dcterms:W3CDTF">2021-04-09T06:11:00Z</dcterms:created>
  <dcterms:modified xsi:type="dcterms:W3CDTF">2021-04-09T07:33:00Z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