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72CB" w14:textId="77777777" w:rsidR="000719BB" w:rsidRDefault="000719BB" w:rsidP="006C2343">
      <w:pPr>
        <w:pStyle w:val="Titul2"/>
      </w:pPr>
    </w:p>
    <w:p w14:paraId="4E42BF18" w14:textId="77777777" w:rsidR="00826B7B" w:rsidRDefault="00826B7B" w:rsidP="006C2343">
      <w:pPr>
        <w:pStyle w:val="Titul2"/>
      </w:pPr>
    </w:p>
    <w:p w14:paraId="71A9E464" w14:textId="77777777" w:rsidR="0035531B" w:rsidRPr="000719BB" w:rsidRDefault="0035531B" w:rsidP="0035531B">
      <w:pPr>
        <w:pStyle w:val="Titul2"/>
      </w:pPr>
      <w:r>
        <w:t>Díl 1</w:t>
      </w:r>
    </w:p>
    <w:p w14:paraId="1DABC704" w14:textId="77777777" w:rsidR="00EB4ECA" w:rsidRPr="00FB2C39" w:rsidRDefault="00EB4ECA" w:rsidP="00EB4ECA">
      <w:pPr>
        <w:pStyle w:val="Titul2"/>
        <w:rPr>
          <w:caps/>
          <w:sz w:val="44"/>
          <w:szCs w:val="44"/>
        </w:rPr>
      </w:pPr>
      <w:r w:rsidRPr="00FB2C39">
        <w:rPr>
          <w:caps/>
          <w:sz w:val="44"/>
          <w:szCs w:val="44"/>
        </w:rPr>
        <w:t>VÝZVA K PODÁNÍ NABÍDKY</w:t>
      </w:r>
    </w:p>
    <w:p w14:paraId="61FEB380" w14:textId="77777777" w:rsidR="00AD0C7B" w:rsidRDefault="00AD0C7B" w:rsidP="00AD0C7B">
      <w:pPr>
        <w:pStyle w:val="Titul2"/>
      </w:pPr>
    </w:p>
    <w:p w14:paraId="0339278B" w14:textId="4EA3076D" w:rsidR="00EB4ECA" w:rsidRDefault="009570D9" w:rsidP="00EB4ECA">
      <w:pPr>
        <w:pStyle w:val="Titul2"/>
      </w:pPr>
      <w:r>
        <w:t xml:space="preserve">Zpracování </w:t>
      </w:r>
      <w:r w:rsidR="00801443">
        <w:t>Záměru projektu a</w:t>
      </w:r>
      <w:r>
        <w:t xml:space="preserve"> Zjednodušen</w:t>
      </w:r>
      <w:r w:rsidR="00801443">
        <w:t>é</w:t>
      </w:r>
      <w:r>
        <w:t xml:space="preserve"> Dokumentace ve stadiu 2</w:t>
      </w:r>
      <w:r w:rsidR="00EB4ECA">
        <w:t xml:space="preserve"> - podlimitní</w:t>
      </w:r>
    </w:p>
    <w:p w14:paraId="42AEC481" w14:textId="77777777" w:rsidR="0035531B" w:rsidRDefault="0035531B" w:rsidP="00EB46E5">
      <w:pPr>
        <w:pStyle w:val="Titul2"/>
      </w:pPr>
    </w:p>
    <w:p w14:paraId="45B56DDE" w14:textId="374731FF" w:rsidR="002959FA" w:rsidRDefault="002959FA" w:rsidP="00504773">
      <w:pPr>
        <w:pStyle w:val="Titul2"/>
        <w:jc w:val="center"/>
      </w:pPr>
      <w:r>
        <w:t>„</w:t>
      </w:r>
      <w:r w:rsidR="0010564F">
        <w:t>ETCS České Velenice – České Budějovice – Horní Dvořiště“</w:t>
      </w:r>
    </w:p>
    <w:p w14:paraId="5C44C8CB" w14:textId="639395B5" w:rsidR="00AD0C7B" w:rsidRDefault="00AD0C7B" w:rsidP="002959FA">
      <w:pPr>
        <w:pStyle w:val="Titul2"/>
        <w:jc w:val="center"/>
      </w:pPr>
    </w:p>
    <w:p w14:paraId="2FE33D70" w14:textId="3BB8AEC1" w:rsidR="00856BF1" w:rsidRDefault="00856BF1" w:rsidP="002959FA">
      <w:pPr>
        <w:pStyle w:val="Titul2"/>
        <w:jc w:val="center"/>
      </w:pPr>
    </w:p>
    <w:p w14:paraId="3714FD60" w14:textId="3B492EDB" w:rsidR="00856BF1" w:rsidRDefault="00856BF1" w:rsidP="002959FA">
      <w:pPr>
        <w:pStyle w:val="Titul2"/>
        <w:jc w:val="center"/>
      </w:pPr>
    </w:p>
    <w:p w14:paraId="01975F61" w14:textId="77777777" w:rsidR="00856BF1" w:rsidRPr="006C2343" w:rsidRDefault="00856BF1" w:rsidP="002959FA">
      <w:pPr>
        <w:pStyle w:val="Titul2"/>
        <w:jc w:val="center"/>
      </w:pPr>
    </w:p>
    <w:p w14:paraId="55D80A35" w14:textId="56007B1B" w:rsidR="00F46EA7" w:rsidRDefault="00F46EA7" w:rsidP="00F46EA7">
      <w:pPr>
        <w:pStyle w:val="Text1-1"/>
        <w:numPr>
          <w:ilvl w:val="0"/>
          <w:numId w:val="0"/>
        </w:numPr>
        <w:tabs>
          <w:tab w:val="left" w:pos="708"/>
        </w:tabs>
        <w:ind w:left="737" w:hanging="737"/>
      </w:pPr>
      <w:r>
        <w:t xml:space="preserve">Č.j. </w:t>
      </w:r>
      <w:r w:rsidR="00227186" w:rsidRPr="00227186">
        <w:t>7354</w:t>
      </w:r>
      <w:r w:rsidR="00504773" w:rsidRPr="00227186">
        <w:t>/202</w:t>
      </w:r>
      <w:r w:rsidR="00151F14" w:rsidRPr="00227186">
        <w:t>1</w:t>
      </w:r>
      <w:r w:rsidR="00504773" w:rsidRPr="00227186">
        <w:t>-SŽ-SSZ-OVZ</w:t>
      </w:r>
    </w:p>
    <w:p w14:paraId="5C0C73C3" w14:textId="77777777" w:rsidR="00826B7B" w:rsidRPr="006C2343" w:rsidRDefault="00826B7B" w:rsidP="006C2343">
      <w:pPr>
        <w:pStyle w:val="Titul2"/>
      </w:pPr>
    </w:p>
    <w:p w14:paraId="64C1D7E1" w14:textId="77777777" w:rsidR="006C2343" w:rsidRPr="006C2343" w:rsidRDefault="006C2343" w:rsidP="006C2343">
      <w:pPr>
        <w:pStyle w:val="Titul2"/>
      </w:pPr>
    </w:p>
    <w:p w14:paraId="7B83BCFC" w14:textId="77777777" w:rsidR="00EB4ECA" w:rsidRDefault="00EB4ECA"/>
    <w:p w14:paraId="07F5FF1E" w14:textId="77777777" w:rsidR="00EB4ECA" w:rsidRDefault="00EB4ECA"/>
    <w:p w14:paraId="0348E736" w14:textId="77777777" w:rsidR="00EB4ECA" w:rsidRDefault="00EB4ECA"/>
    <w:p w14:paraId="1EDAB6C5" w14:textId="77777777" w:rsidR="00EB4ECA" w:rsidRDefault="00EB4ECA"/>
    <w:p w14:paraId="259ED431" w14:textId="77777777" w:rsidR="00BD7E91" w:rsidRDefault="00BD7E91" w:rsidP="00FE4333">
      <w:pPr>
        <w:pStyle w:val="Nadpisbezsl1-1"/>
      </w:pPr>
      <w:r>
        <w:lastRenderedPageBreak/>
        <w:t>Obsah</w:t>
      </w:r>
      <w:r w:rsidR="00887F36">
        <w:t xml:space="preserve"> </w:t>
      </w:r>
    </w:p>
    <w:p w14:paraId="56C23AFC" w14:textId="0BD3D1E0" w:rsidR="00E702FC" w:rsidRDefault="00BE2A56">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63060827" w:history="1">
        <w:r w:rsidR="00E702FC" w:rsidRPr="00CF5347">
          <w:rPr>
            <w:rStyle w:val="Hypertextovodkaz"/>
          </w:rPr>
          <w:t>1.</w:t>
        </w:r>
        <w:r w:rsidR="00E702FC">
          <w:rPr>
            <w:rFonts w:eastAsiaTheme="minorEastAsia"/>
            <w:caps w:val="0"/>
            <w:noProof/>
            <w:sz w:val="22"/>
            <w:szCs w:val="22"/>
            <w:lang w:eastAsia="cs-CZ"/>
          </w:rPr>
          <w:tab/>
        </w:r>
        <w:r w:rsidR="00E702FC" w:rsidRPr="00CF5347">
          <w:rPr>
            <w:rStyle w:val="Hypertextovodkaz"/>
          </w:rPr>
          <w:t>ÚVODNÍ USTANOVENÍ</w:t>
        </w:r>
        <w:r w:rsidR="00E702FC">
          <w:rPr>
            <w:noProof/>
            <w:webHidden/>
          </w:rPr>
          <w:tab/>
        </w:r>
        <w:r w:rsidR="00E702FC">
          <w:rPr>
            <w:noProof/>
            <w:webHidden/>
          </w:rPr>
          <w:fldChar w:fldCharType="begin"/>
        </w:r>
        <w:r w:rsidR="00E702FC">
          <w:rPr>
            <w:noProof/>
            <w:webHidden/>
          </w:rPr>
          <w:instrText xml:space="preserve"> PAGEREF _Toc63060827 \h </w:instrText>
        </w:r>
        <w:r w:rsidR="00E702FC">
          <w:rPr>
            <w:noProof/>
            <w:webHidden/>
          </w:rPr>
        </w:r>
        <w:r w:rsidR="00E702FC">
          <w:rPr>
            <w:noProof/>
            <w:webHidden/>
          </w:rPr>
          <w:fldChar w:fldCharType="separate"/>
        </w:r>
        <w:r w:rsidR="00EE4052">
          <w:rPr>
            <w:noProof/>
            <w:webHidden/>
          </w:rPr>
          <w:t>3</w:t>
        </w:r>
        <w:r w:rsidR="00E702FC">
          <w:rPr>
            <w:noProof/>
            <w:webHidden/>
          </w:rPr>
          <w:fldChar w:fldCharType="end"/>
        </w:r>
      </w:hyperlink>
    </w:p>
    <w:p w14:paraId="745DB753" w14:textId="1789CD94" w:rsidR="00E702FC" w:rsidRDefault="00EE4052">
      <w:pPr>
        <w:pStyle w:val="Obsah1"/>
        <w:rPr>
          <w:rFonts w:eastAsiaTheme="minorEastAsia"/>
          <w:caps w:val="0"/>
          <w:noProof/>
          <w:sz w:val="22"/>
          <w:szCs w:val="22"/>
          <w:lang w:eastAsia="cs-CZ"/>
        </w:rPr>
      </w:pPr>
      <w:hyperlink w:anchor="_Toc63060828" w:history="1">
        <w:r w:rsidR="00E702FC" w:rsidRPr="00CF5347">
          <w:rPr>
            <w:rStyle w:val="Hypertextovodkaz"/>
          </w:rPr>
          <w:t>2.</w:t>
        </w:r>
        <w:r w:rsidR="00E702FC">
          <w:rPr>
            <w:rFonts w:eastAsiaTheme="minorEastAsia"/>
            <w:caps w:val="0"/>
            <w:noProof/>
            <w:sz w:val="22"/>
            <w:szCs w:val="22"/>
            <w:lang w:eastAsia="cs-CZ"/>
          </w:rPr>
          <w:tab/>
        </w:r>
        <w:r w:rsidR="00E702FC" w:rsidRPr="00CF5347">
          <w:rPr>
            <w:rStyle w:val="Hypertextovodkaz"/>
          </w:rPr>
          <w:t>IDENTIFIKAČNÍ ÚDAJE ZADAVATELE</w:t>
        </w:r>
        <w:r w:rsidR="00E702FC">
          <w:rPr>
            <w:noProof/>
            <w:webHidden/>
          </w:rPr>
          <w:tab/>
        </w:r>
        <w:r w:rsidR="00E702FC">
          <w:rPr>
            <w:noProof/>
            <w:webHidden/>
          </w:rPr>
          <w:fldChar w:fldCharType="begin"/>
        </w:r>
        <w:r w:rsidR="00E702FC">
          <w:rPr>
            <w:noProof/>
            <w:webHidden/>
          </w:rPr>
          <w:instrText xml:space="preserve"> PAGEREF _Toc63060828 \h </w:instrText>
        </w:r>
        <w:r w:rsidR="00E702FC">
          <w:rPr>
            <w:noProof/>
            <w:webHidden/>
          </w:rPr>
        </w:r>
        <w:r w:rsidR="00E702FC">
          <w:rPr>
            <w:noProof/>
            <w:webHidden/>
          </w:rPr>
          <w:fldChar w:fldCharType="separate"/>
        </w:r>
        <w:r>
          <w:rPr>
            <w:noProof/>
            <w:webHidden/>
          </w:rPr>
          <w:t>3</w:t>
        </w:r>
        <w:r w:rsidR="00E702FC">
          <w:rPr>
            <w:noProof/>
            <w:webHidden/>
          </w:rPr>
          <w:fldChar w:fldCharType="end"/>
        </w:r>
      </w:hyperlink>
    </w:p>
    <w:p w14:paraId="4A4EECEE" w14:textId="4F84A4C1" w:rsidR="00E702FC" w:rsidRDefault="00EE4052">
      <w:pPr>
        <w:pStyle w:val="Obsah1"/>
        <w:rPr>
          <w:rFonts w:eastAsiaTheme="minorEastAsia"/>
          <w:caps w:val="0"/>
          <w:noProof/>
          <w:sz w:val="22"/>
          <w:szCs w:val="22"/>
          <w:lang w:eastAsia="cs-CZ"/>
        </w:rPr>
      </w:pPr>
      <w:hyperlink w:anchor="_Toc63060829" w:history="1">
        <w:r w:rsidR="00E702FC" w:rsidRPr="00CF5347">
          <w:rPr>
            <w:rStyle w:val="Hypertextovodkaz"/>
          </w:rPr>
          <w:t>3.</w:t>
        </w:r>
        <w:r w:rsidR="00E702FC">
          <w:rPr>
            <w:rFonts w:eastAsiaTheme="minorEastAsia"/>
            <w:caps w:val="0"/>
            <w:noProof/>
            <w:sz w:val="22"/>
            <w:szCs w:val="22"/>
            <w:lang w:eastAsia="cs-CZ"/>
          </w:rPr>
          <w:tab/>
        </w:r>
        <w:r w:rsidR="00E702FC" w:rsidRPr="00CF5347">
          <w:rPr>
            <w:rStyle w:val="Hypertextovodkaz"/>
          </w:rPr>
          <w:t>KOMUNIKACE MEZI ZADAVATELEM a DODAVATELEM</w:t>
        </w:r>
        <w:r w:rsidR="00E702FC">
          <w:rPr>
            <w:noProof/>
            <w:webHidden/>
          </w:rPr>
          <w:tab/>
        </w:r>
        <w:r w:rsidR="00E702FC">
          <w:rPr>
            <w:noProof/>
            <w:webHidden/>
          </w:rPr>
          <w:fldChar w:fldCharType="begin"/>
        </w:r>
        <w:r w:rsidR="00E702FC">
          <w:rPr>
            <w:noProof/>
            <w:webHidden/>
          </w:rPr>
          <w:instrText xml:space="preserve"> PAGEREF _Toc63060829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50E43104" w14:textId="65AC4D9C" w:rsidR="00E702FC" w:rsidRDefault="00EE4052">
      <w:pPr>
        <w:pStyle w:val="Obsah1"/>
        <w:rPr>
          <w:rFonts w:eastAsiaTheme="minorEastAsia"/>
          <w:caps w:val="0"/>
          <w:noProof/>
          <w:sz w:val="22"/>
          <w:szCs w:val="22"/>
          <w:lang w:eastAsia="cs-CZ"/>
        </w:rPr>
      </w:pPr>
      <w:hyperlink w:anchor="_Toc63060830" w:history="1">
        <w:r w:rsidR="00E702FC" w:rsidRPr="00CF5347">
          <w:rPr>
            <w:rStyle w:val="Hypertextovodkaz"/>
          </w:rPr>
          <w:t>4.</w:t>
        </w:r>
        <w:r w:rsidR="00E702FC">
          <w:rPr>
            <w:rFonts w:eastAsiaTheme="minorEastAsia"/>
            <w:caps w:val="0"/>
            <w:noProof/>
            <w:sz w:val="22"/>
            <w:szCs w:val="22"/>
            <w:lang w:eastAsia="cs-CZ"/>
          </w:rPr>
          <w:tab/>
        </w:r>
        <w:r w:rsidR="00E702FC" w:rsidRPr="00CF5347">
          <w:rPr>
            <w:rStyle w:val="Hypertextovodkaz"/>
          </w:rPr>
          <w:t>ÚČEL A PŘEDMĚT PLNĚNÍ VEŘEJNÉ ZAKÁZKY</w:t>
        </w:r>
        <w:r w:rsidR="00E702FC">
          <w:rPr>
            <w:noProof/>
            <w:webHidden/>
          </w:rPr>
          <w:tab/>
        </w:r>
        <w:r w:rsidR="00E702FC">
          <w:rPr>
            <w:noProof/>
            <w:webHidden/>
          </w:rPr>
          <w:fldChar w:fldCharType="begin"/>
        </w:r>
        <w:r w:rsidR="00E702FC">
          <w:rPr>
            <w:noProof/>
            <w:webHidden/>
          </w:rPr>
          <w:instrText xml:space="preserve"> PAGEREF _Toc63060830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5D393607" w14:textId="59621C92" w:rsidR="00E702FC" w:rsidRDefault="00EE4052">
      <w:pPr>
        <w:pStyle w:val="Obsah1"/>
        <w:rPr>
          <w:rFonts w:eastAsiaTheme="minorEastAsia"/>
          <w:caps w:val="0"/>
          <w:noProof/>
          <w:sz w:val="22"/>
          <w:szCs w:val="22"/>
          <w:lang w:eastAsia="cs-CZ"/>
        </w:rPr>
      </w:pPr>
      <w:hyperlink w:anchor="_Toc63060831" w:history="1">
        <w:r w:rsidR="00E702FC" w:rsidRPr="00CF5347">
          <w:rPr>
            <w:rStyle w:val="Hypertextovodkaz"/>
          </w:rPr>
          <w:t>5.</w:t>
        </w:r>
        <w:r w:rsidR="00E702FC">
          <w:rPr>
            <w:rFonts w:eastAsiaTheme="minorEastAsia"/>
            <w:caps w:val="0"/>
            <w:noProof/>
            <w:sz w:val="22"/>
            <w:szCs w:val="22"/>
            <w:lang w:eastAsia="cs-CZ"/>
          </w:rPr>
          <w:tab/>
        </w:r>
        <w:r w:rsidR="00E702FC" w:rsidRPr="00CF5347">
          <w:rPr>
            <w:rStyle w:val="Hypertextovodkaz"/>
          </w:rPr>
          <w:t>ZDROJE FINANCOVÁNÍ A PŘEDPOKLÁDANÁ HODNOTA VEŘEJNÉ ZAKÁZKY</w:t>
        </w:r>
        <w:r w:rsidR="00E702FC">
          <w:rPr>
            <w:noProof/>
            <w:webHidden/>
          </w:rPr>
          <w:tab/>
        </w:r>
        <w:r w:rsidR="00E702FC">
          <w:rPr>
            <w:noProof/>
            <w:webHidden/>
          </w:rPr>
          <w:fldChar w:fldCharType="begin"/>
        </w:r>
        <w:r w:rsidR="00E702FC">
          <w:rPr>
            <w:noProof/>
            <w:webHidden/>
          </w:rPr>
          <w:instrText xml:space="preserve"> PAGEREF _Toc63060831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76DA80A2" w14:textId="236905E1" w:rsidR="00E702FC" w:rsidRDefault="00EE4052">
      <w:pPr>
        <w:pStyle w:val="Obsah1"/>
        <w:rPr>
          <w:rFonts w:eastAsiaTheme="minorEastAsia"/>
          <w:caps w:val="0"/>
          <w:noProof/>
          <w:sz w:val="22"/>
          <w:szCs w:val="22"/>
          <w:lang w:eastAsia="cs-CZ"/>
        </w:rPr>
      </w:pPr>
      <w:hyperlink w:anchor="_Toc63060832" w:history="1">
        <w:r w:rsidR="00E702FC" w:rsidRPr="00CF5347">
          <w:rPr>
            <w:rStyle w:val="Hypertextovodkaz"/>
          </w:rPr>
          <w:t>6.</w:t>
        </w:r>
        <w:r w:rsidR="00E702FC">
          <w:rPr>
            <w:rFonts w:eastAsiaTheme="minorEastAsia"/>
            <w:caps w:val="0"/>
            <w:noProof/>
            <w:sz w:val="22"/>
            <w:szCs w:val="22"/>
            <w:lang w:eastAsia="cs-CZ"/>
          </w:rPr>
          <w:tab/>
        </w:r>
        <w:r w:rsidR="00E702FC" w:rsidRPr="00CF5347">
          <w:rPr>
            <w:rStyle w:val="Hypertextovodkaz"/>
          </w:rPr>
          <w:t>OBSAH ZADÁVACÍ DOKUMENTACE</w:t>
        </w:r>
        <w:r w:rsidR="00E702FC">
          <w:rPr>
            <w:noProof/>
            <w:webHidden/>
          </w:rPr>
          <w:tab/>
        </w:r>
        <w:r w:rsidR="00E702FC">
          <w:rPr>
            <w:noProof/>
            <w:webHidden/>
          </w:rPr>
          <w:fldChar w:fldCharType="begin"/>
        </w:r>
        <w:r w:rsidR="00E702FC">
          <w:rPr>
            <w:noProof/>
            <w:webHidden/>
          </w:rPr>
          <w:instrText xml:space="preserve"> PAGEREF _Toc63060832 \h </w:instrText>
        </w:r>
        <w:r w:rsidR="00E702FC">
          <w:rPr>
            <w:noProof/>
            <w:webHidden/>
          </w:rPr>
        </w:r>
        <w:r w:rsidR="00E702FC">
          <w:rPr>
            <w:noProof/>
            <w:webHidden/>
          </w:rPr>
          <w:fldChar w:fldCharType="separate"/>
        </w:r>
        <w:r>
          <w:rPr>
            <w:noProof/>
            <w:webHidden/>
          </w:rPr>
          <w:t>4</w:t>
        </w:r>
        <w:r w:rsidR="00E702FC">
          <w:rPr>
            <w:noProof/>
            <w:webHidden/>
          </w:rPr>
          <w:fldChar w:fldCharType="end"/>
        </w:r>
      </w:hyperlink>
    </w:p>
    <w:p w14:paraId="3785BBBE" w14:textId="74D683A7" w:rsidR="00E702FC" w:rsidRDefault="00EE4052">
      <w:pPr>
        <w:pStyle w:val="Obsah1"/>
        <w:rPr>
          <w:rFonts w:eastAsiaTheme="minorEastAsia"/>
          <w:caps w:val="0"/>
          <w:noProof/>
          <w:sz w:val="22"/>
          <w:szCs w:val="22"/>
          <w:lang w:eastAsia="cs-CZ"/>
        </w:rPr>
      </w:pPr>
      <w:hyperlink w:anchor="_Toc63060833" w:history="1">
        <w:r w:rsidR="00E702FC" w:rsidRPr="00CF5347">
          <w:rPr>
            <w:rStyle w:val="Hypertextovodkaz"/>
          </w:rPr>
          <w:t>7.</w:t>
        </w:r>
        <w:r w:rsidR="00E702FC">
          <w:rPr>
            <w:rFonts w:eastAsiaTheme="minorEastAsia"/>
            <w:caps w:val="0"/>
            <w:noProof/>
            <w:sz w:val="22"/>
            <w:szCs w:val="22"/>
            <w:lang w:eastAsia="cs-CZ"/>
          </w:rPr>
          <w:tab/>
        </w:r>
        <w:r w:rsidR="00E702FC" w:rsidRPr="00CF5347">
          <w:rPr>
            <w:rStyle w:val="Hypertextovodkaz"/>
          </w:rPr>
          <w:t>VYSVĚTLENÍ, ZMĚNY A DOPLNĚNÍ ZADÁVACÍ DOKUMENTACE</w:t>
        </w:r>
        <w:r w:rsidR="00E702FC">
          <w:rPr>
            <w:noProof/>
            <w:webHidden/>
          </w:rPr>
          <w:tab/>
        </w:r>
        <w:r w:rsidR="00E702FC">
          <w:rPr>
            <w:noProof/>
            <w:webHidden/>
          </w:rPr>
          <w:fldChar w:fldCharType="begin"/>
        </w:r>
        <w:r w:rsidR="00E702FC">
          <w:rPr>
            <w:noProof/>
            <w:webHidden/>
          </w:rPr>
          <w:instrText xml:space="preserve"> PAGEREF _Toc63060833 \h </w:instrText>
        </w:r>
        <w:r w:rsidR="00E702FC">
          <w:rPr>
            <w:noProof/>
            <w:webHidden/>
          </w:rPr>
        </w:r>
        <w:r w:rsidR="00E702FC">
          <w:rPr>
            <w:noProof/>
            <w:webHidden/>
          </w:rPr>
          <w:fldChar w:fldCharType="separate"/>
        </w:r>
        <w:r>
          <w:rPr>
            <w:noProof/>
            <w:webHidden/>
          </w:rPr>
          <w:t>5</w:t>
        </w:r>
        <w:r w:rsidR="00E702FC">
          <w:rPr>
            <w:noProof/>
            <w:webHidden/>
          </w:rPr>
          <w:fldChar w:fldCharType="end"/>
        </w:r>
      </w:hyperlink>
    </w:p>
    <w:p w14:paraId="2080294A" w14:textId="7201089F" w:rsidR="00E702FC" w:rsidRDefault="00EE4052">
      <w:pPr>
        <w:pStyle w:val="Obsah1"/>
        <w:rPr>
          <w:rFonts w:eastAsiaTheme="minorEastAsia"/>
          <w:caps w:val="0"/>
          <w:noProof/>
          <w:sz w:val="22"/>
          <w:szCs w:val="22"/>
          <w:lang w:eastAsia="cs-CZ"/>
        </w:rPr>
      </w:pPr>
      <w:hyperlink w:anchor="_Toc63060834" w:history="1">
        <w:r w:rsidR="00E702FC" w:rsidRPr="00CF5347">
          <w:rPr>
            <w:rStyle w:val="Hypertextovodkaz"/>
          </w:rPr>
          <w:t>8.</w:t>
        </w:r>
        <w:r w:rsidR="00E702FC">
          <w:rPr>
            <w:rFonts w:eastAsiaTheme="minorEastAsia"/>
            <w:caps w:val="0"/>
            <w:noProof/>
            <w:sz w:val="22"/>
            <w:szCs w:val="22"/>
            <w:lang w:eastAsia="cs-CZ"/>
          </w:rPr>
          <w:tab/>
        </w:r>
        <w:r w:rsidR="00E702FC" w:rsidRPr="00CF5347">
          <w:rPr>
            <w:rStyle w:val="Hypertextovodkaz"/>
          </w:rPr>
          <w:t>POŽADAVKY ZADAVATELE NA KVALIFIKACI</w:t>
        </w:r>
        <w:r w:rsidR="00E702FC">
          <w:rPr>
            <w:noProof/>
            <w:webHidden/>
          </w:rPr>
          <w:tab/>
        </w:r>
        <w:r w:rsidR="00E702FC">
          <w:rPr>
            <w:noProof/>
            <w:webHidden/>
          </w:rPr>
          <w:fldChar w:fldCharType="begin"/>
        </w:r>
        <w:r w:rsidR="00E702FC">
          <w:rPr>
            <w:noProof/>
            <w:webHidden/>
          </w:rPr>
          <w:instrText xml:space="preserve"> PAGEREF _Toc63060834 \h </w:instrText>
        </w:r>
        <w:r w:rsidR="00E702FC">
          <w:rPr>
            <w:noProof/>
            <w:webHidden/>
          </w:rPr>
        </w:r>
        <w:r w:rsidR="00E702FC">
          <w:rPr>
            <w:noProof/>
            <w:webHidden/>
          </w:rPr>
          <w:fldChar w:fldCharType="separate"/>
        </w:r>
        <w:r>
          <w:rPr>
            <w:noProof/>
            <w:webHidden/>
          </w:rPr>
          <w:t>5</w:t>
        </w:r>
        <w:r w:rsidR="00E702FC">
          <w:rPr>
            <w:noProof/>
            <w:webHidden/>
          </w:rPr>
          <w:fldChar w:fldCharType="end"/>
        </w:r>
      </w:hyperlink>
    </w:p>
    <w:p w14:paraId="6FBCB760" w14:textId="28491658" w:rsidR="00E702FC" w:rsidRDefault="00EE4052">
      <w:pPr>
        <w:pStyle w:val="Obsah1"/>
        <w:rPr>
          <w:rFonts w:eastAsiaTheme="minorEastAsia"/>
          <w:caps w:val="0"/>
          <w:noProof/>
          <w:sz w:val="22"/>
          <w:szCs w:val="22"/>
          <w:lang w:eastAsia="cs-CZ"/>
        </w:rPr>
      </w:pPr>
      <w:hyperlink w:anchor="_Toc63060835" w:history="1">
        <w:r w:rsidR="00E702FC" w:rsidRPr="00CF5347">
          <w:rPr>
            <w:rStyle w:val="Hypertextovodkaz"/>
          </w:rPr>
          <w:t>9.</w:t>
        </w:r>
        <w:r w:rsidR="00E702FC">
          <w:rPr>
            <w:rFonts w:eastAsiaTheme="minorEastAsia"/>
            <w:caps w:val="0"/>
            <w:noProof/>
            <w:sz w:val="22"/>
            <w:szCs w:val="22"/>
            <w:lang w:eastAsia="cs-CZ"/>
          </w:rPr>
          <w:tab/>
        </w:r>
        <w:r w:rsidR="00E702FC" w:rsidRPr="00CF5347">
          <w:rPr>
            <w:rStyle w:val="Hypertextovodkaz"/>
          </w:rPr>
          <w:t>DALŠÍ INFORMACE/DOKUMENTY PŘEDKLÁDANÉ DODAVATELEM V NABÍDCE</w:t>
        </w:r>
        <w:r w:rsidR="00E702FC">
          <w:rPr>
            <w:noProof/>
            <w:webHidden/>
          </w:rPr>
          <w:tab/>
        </w:r>
        <w:r w:rsidR="00E702FC">
          <w:rPr>
            <w:noProof/>
            <w:webHidden/>
          </w:rPr>
          <w:fldChar w:fldCharType="begin"/>
        </w:r>
        <w:r w:rsidR="00E702FC">
          <w:rPr>
            <w:noProof/>
            <w:webHidden/>
          </w:rPr>
          <w:instrText xml:space="preserve"> PAGEREF _Toc63060835 \h </w:instrText>
        </w:r>
        <w:r w:rsidR="00E702FC">
          <w:rPr>
            <w:noProof/>
            <w:webHidden/>
          </w:rPr>
        </w:r>
        <w:r w:rsidR="00E702FC">
          <w:rPr>
            <w:noProof/>
            <w:webHidden/>
          </w:rPr>
          <w:fldChar w:fldCharType="separate"/>
        </w:r>
        <w:r>
          <w:rPr>
            <w:noProof/>
            <w:webHidden/>
          </w:rPr>
          <w:t>13</w:t>
        </w:r>
        <w:r w:rsidR="00E702FC">
          <w:rPr>
            <w:noProof/>
            <w:webHidden/>
          </w:rPr>
          <w:fldChar w:fldCharType="end"/>
        </w:r>
      </w:hyperlink>
    </w:p>
    <w:p w14:paraId="17836A7D" w14:textId="4FEB1524" w:rsidR="00E702FC" w:rsidRDefault="00EE4052">
      <w:pPr>
        <w:pStyle w:val="Obsah1"/>
        <w:rPr>
          <w:rFonts w:eastAsiaTheme="minorEastAsia"/>
          <w:caps w:val="0"/>
          <w:noProof/>
          <w:sz w:val="22"/>
          <w:szCs w:val="22"/>
          <w:lang w:eastAsia="cs-CZ"/>
        </w:rPr>
      </w:pPr>
      <w:hyperlink w:anchor="_Toc63060837" w:history="1">
        <w:r w:rsidR="00E702FC" w:rsidRPr="00CF5347">
          <w:rPr>
            <w:rStyle w:val="Hypertextovodkaz"/>
          </w:rPr>
          <w:t>1</w:t>
        </w:r>
        <w:r w:rsidR="00D2419D">
          <w:rPr>
            <w:rStyle w:val="Hypertextovodkaz"/>
          </w:rPr>
          <w:t>0</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JAZYK NABÍDEK A KOMUNIKAČNÍ JAZYK</w:t>
        </w:r>
        <w:r w:rsidR="00E702FC">
          <w:rPr>
            <w:noProof/>
            <w:webHidden/>
          </w:rPr>
          <w:tab/>
        </w:r>
        <w:r w:rsidR="00E702FC">
          <w:rPr>
            <w:noProof/>
            <w:webHidden/>
          </w:rPr>
          <w:fldChar w:fldCharType="begin"/>
        </w:r>
        <w:r w:rsidR="00E702FC">
          <w:rPr>
            <w:noProof/>
            <w:webHidden/>
          </w:rPr>
          <w:instrText xml:space="preserve"> PAGEREF _Toc63060837 \h </w:instrText>
        </w:r>
        <w:r w:rsidR="00E702FC">
          <w:rPr>
            <w:noProof/>
            <w:webHidden/>
          </w:rPr>
        </w:r>
        <w:r w:rsidR="00E702FC">
          <w:rPr>
            <w:noProof/>
            <w:webHidden/>
          </w:rPr>
          <w:fldChar w:fldCharType="separate"/>
        </w:r>
        <w:r>
          <w:rPr>
            <w:noProof/>
            <w:webHidden/>
          </w:rPr>
          <w:t>15</w:t>
        </w:r>
        <w:r w:rsidR="00E702FC">
          <w:rPr>
            <w:noProof/>
            <w:webHidden/>
          </w:rPr>
          <w:fldChar w:fldCharType="end"/>
        </w:r>
      </w:hyperlink>
    </w:p>
    <w:p w14:paraId="2798EDF7" w14:textId="1F106C6F" w:rsidR="00E702FC" w:rsidRDefault="00EE4052">
      <w:pPr>
        <w:pStyle w:val="Obsah1"/>
        <w:rPr>
          <w:rFonts w:eastAsiaTheme="minorEastAsia"/>
          <w:caps w:val="0"/>
          <w:noProof/>
          <w:sz w:val="22"/>
          <w:szCs w:val="22"/>
          <w:lang w:eastAsia="cs-CZ"/>
        </w:rPr>
      </w:pPr>
      <w:hyperlink w:anchor="_Toc63060838" w:history="1">
        <w:r w:rsidR="00E702FC" w:rsidRPr="00CF5347">
          <w:rPr>
            <w:rStyle w:val="Hypertextovodkaz"/>
          </w:rPr>
          <w:t>1</w:t>
        </w:r>
        <w:r w:rsidR="00D2419D">
          <w:rPr>
            <w:rStyle w:val="Hypertextovodkaz"/>
          </w:rPr>
          <w:t>1</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OBSAH A PODÁVÁNÍ NABÍDEK</w:t>
        </w:r>
        <w:r w:rsidR="00E702FC">
          <w:rPr>
            <w:noProof/>
            <w:webHidden/>
          </w:rPr>
          <w:tab/>
        </w:r>
        <w:r w:rsidR="00E702FC">
          <w:rPr>
            <w:noProof/>
            <w:webHidden/>
          </w:rPr>
          <w:fldChar w:fldCharType="begin"/>
        </w:r>
        <w:r w:rsidR="00E702FC">
          <w:rPr>
            <w:noProof/>
            <w:webHidden/>
          </w:rPr>
          <w:instrText xml:space="preserve"> PAGEREF _Toc63060838 \h </w:instrText>
        </w:r>
        <w:r w:rsidR="00E702FC">
          <w:rPr>
            <w:noProof/>
            <w:webHidden/>
          </w:rPr>
        </w:r>
        <w:r w:rsidR="00E702FC">
          <w:rPr>
            <w:noProof/>
            <w:webHidden/>
          </w:rPr>
          <w:fldChar w:fldCharType="separate"/>
        </w:r>
        <w:r>
          <w:rPr>
            <w:noProof/>
            <w:webHidden/>
          </w:rPr>
          <w:t>15</w:t>
        </w:r>
        <w:r w:rsidR="00E702FC">
          <w:rPr>
            <w:noProof/>
            <w:webHidden/>
          </w:rPr>
          <w:fldChar w:fldCharType="end"/>
        </w:r>
      </w:hyperlink>
    </w:p>
    <w:p w14:paraId="30EDEB2E" w14:textId="68DB4294" w:rsidR="00E702FC" w:rsidRDefault="00EE4052">
      <w:pPr>
        <w:pStyle w:val="Obsah1"/>
        <w:rPr>
          <w:rFonts w:eastAsiaTheme="minorEastAsia"/>
          <w:caps w:val="0"/>
          <w:noProof/>
          <w:sz w:val="22"/>
          <w:szCs w:val="22"/>
          <w:lang w:eastAsia="cs-CZ"/>
        </w:rPr>
      </w:pPr>
      <w:hyperlink w:anchor="_Toc63060839" w:history="1">
        <w:r w:rsidR="00E702FC" w:rsidRPr="00CF5347">
          <w:rPr>
            <w:rStyle w:val="Hypertextovodkaz"/>
          </w:rPr>
          <w:t>1</w:t>
        </w:r>
        <w:r w:rsidR="00D2419D">
          <w:rPr>
            <w:rStyle w:val="Hypertextovodkaz"/>
          </w:rPr>
          <w:t>2</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POŽADAVKY NA ZPRACOVÁNÍ NABÍDKOVÉ CENY</w:t>
        </w:r>
        <w:r w:rsidR="00E702FC">
          <w:rPr>
            <w:noProof/>
            <w:webHidden/>
          </w:rPr>
          <w:tab/>
        </w:r>
        <w:r w:rsidR="00E702FC">
          <w:rPr>
            <w:noProof/>
            <w:webHidden/>
          </w:rPr>
          <w:fldChar w:fldCharType="begin"/>
        </w:r>
        <w:r w:rsidR="00E702FC">
          <w:rPr>
            <w:noProof/>
            <w:webHidden/>
          </w:rPr>
          <w:instrText xml:space="preserve"> PAGEREF _Toc63060839 \h </w:instrText>
        </w:r>
        <w:r w:rsidR="00E702FC">
          <w:rPr>
            <w:noProof/>
            <w:webHidden/>
          </w:rPr>
        </w:r>
        <w:r w:rsidR="00E702FC">
          <w:rPr>
            <w:noProof/>
            <w:webHidden/>
          </w:rPr>
          <w:fldChar w:fldCharType="separate"/>
        </w:r>
        <w:r>
          <w:rPr>
            <w:noProof/>
            <w:webHidden/>
          </w:rPr>
          <w:t>17</w:t>
        </w:r>
        <w:r w:rsidR="00E702FC">
          <w:rPr>
            <w:noProof/>
            <w:webHidden/>
          </w:rPr>
          <w:fldChar w:fldCharType="end"/>
        </w:r>
      </w:hyperlink>
    </w:p>
    <w:p w14:paraId="3264245F" w14:textId="21010CD9" w:rsidR="00E702FC" w:rsidRDefault="00EE4052">
      <w:pPr>
        <w:pStyle w:val="Obsah1"/>
        <w:rPr>
          <w:rFonts w:eastAsiaTheme="minorEastAsia"/>
          <w:caps w:val="0"/>
          <w:noProof/>
          <w:sz w:val="22"/>
          <w:szCs w:val="22"/>
          <w:lang w:eastAsia="cs-CZ"/>
        </w:rPr>
      </w:pPr>
      <w:hyperlink w:anchor="_Toc63060840" w:history="1">
        <w:r w:rsidR="00E702FC" w:rsidRPr="00CF5347">
          <w:rPr>
            <w:rStyle w:val="Hypertextovodkaz"/>
          </w:rPr>
          <w:t>1</w:t>
        </w:r>
        <w:r w:rsidR="00D2419D">
          <w:rPr>
            <w:rStyle w:val="Hypertextovodkaz"/>
          </w:rPr>
          <w:t>3</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VARIANTY NABÍDKY</w:t>
        </w:r>
        <w:r w:rsidR="00E702FC">
          <w:rPr>
            <w:noProof/>
            <w:webHidden/>
          </w:rPr>
          <w:tab/>
        </w:r>
        <w:r w:rsidR="00E702FC">
          <w:rPr>
            <w:noProof/>
            <w:webHidden/>
          </w:rPr>
          <w:fldChar w:fldCharType="begin"/>
        </w:r>
        <w:r w:rsidR="00E702FC">
          <w:rPr>
            <w:noProof/>
            <w:webHidden/>
          </w:rPr>
          <w:instrText xml:space="preserve"> PAGEREF _Toc63060840 \h </w:instrText>
        </w:r>
        <w:r w:rsidR="00E702FC">
          <w:rPr>
            <w:noProof/>
            <w:webHidden/>
          </w:rPr>
        </w:r>
        <w:r w:rsidR="00E702FC">
          <w:rPr>
            <w:noProof/>
            <w:webHidden/>
          </w:rPr>
          <w:fldChar w:fldCharType="separate"/>
        </w:r>
        <w:r>
          <w:rPr>
            <w:noProof/>
            <w:webHidden/>
          </w:rPr>
          <w:t>18</w:t>
        </w:r>
        <w:r w:rsidR="00E702FC">
          <w:rPr>
            <w:noProof/>
            <w:webHidden/>
          </w:rPr>
          <w:fldChar w:fldCharType="end"/>
        </w:r>
      </w:hyperlink>
    </w:p>
    <w:p w14:paraId="46D41020" w14:textId="54BB09EA" w:rsidR="00E702FC" w:rsidRDefault="00EE4052">
      <w:pPr>
        <w:pStyle w:val="Obsah1"/>
        <w:rPr>
          <w:rFonts w:eastAsiaTheme="minorEastAsia"/>
          <w:caps w:val="0"/>
          <w:noProof/>
          <w:sz w:val="22"/>
          <w:szCs w:val="22"/>
          <w:lang w:eastAsia="cs-CZ"/>
        </w:rPr>
      </w:pPr>
      <w:hyperlink w:anchor="_Toc63060841" w:history="1">
        <w:r w:rsidR="00E702FC" w:rsidRPr="00CF5347">
          <w:rPr>
            <w:rStyle w:val="Hypertextovodkaz"/>
          </w:rPr>
          <w:t>1</w:t>
        </w:r>
        <w:r w:rsidR="00D2419D">
          <w:rPr>
            <w:rStyle w:val="Hypertextovodkaz"/>
          </w:rPr>
          <w:t>4</w:t>
        </w:r>
        <w:r w:rsidR="00E702FC" w:rsidRPr="00CF5347">
          <w:rPr>
            <w:rStyle w:val="Hypertextovodkaz"/>
          </w:rPr>
          <w:t>.</w:t>
        </w:r>
        <w:r w:rsidR="00E702FC">
          <w:rPr>
            <w:rFonts w:eastAsiaTheme="minorEastAsia"/>
            <w:caps w:val="0"/>
            <w:noProof/>
            <w:sz w:val="22"/>
            <w:szCs w:val="22"/>
            <w:lang w:eastAsia="cs-CZ"/>
          </w:rPr>
          <w:tab/>
        </w:r>
        <w:r w:rsidR="00E702FC" w:rsidRPr="00CF5347">
          <w:rPr>
            <w:rStyle w:val="Hypertextovodkaz"/>
          </w:rPr>
          <w:t>OTEVÍRÁNÍ NABÍDEK</w:t>
        </w:r>
        <w:r w:rsidR="00E702FC">
          <w:rPr>
            <w:noProof/>
            <w:webHidden/>
          </w:rPr>
          <w:tab/>
        </w:r>
        <w:r w:rsidR="00E702FC">
          <w:rPr>
            <w:noProof/>
            <w:webHidden/>
          </w:rPr>
          <w:fldChar w:fldCharType="begin"/>
        </w:r>
        <w:r w:rsidR="00E702FC">
          <w:rPr>
            <w:noProof/>
            <w:webHidden/>
          </w:rPr>
          <w:instrText xml:space="preserve"> PAGEREF _Toc63060841 \h </w:instrText>
        </w:r>
        <w:r w:rsidR="00E702FC">
          <w:rPr>
            <w:noProof/>
            <w:webHidden/>
          </w:rPr>
        </w:r>
        <w:r w:rsidR="00E702FC">
          <w:rPr>
            <w:noProof/>
            <w:webHidden/>
          </w:rPr>
          <w:fldChar w:fldCharType="separate"/>
        </w:r>
        <w:r>
          <w:rPr>
            <w:noProof/>
            <w:webHidden/>
          </w:rPr>
          <w:t>18</w:t>
        </w:r>
        <w:r w:rsidR="00E702FC">
          <w:rPr>
            <w:noProof/>
            <w:webHidden/>
          </w:rPr>
          <w:fldChar w:fldCharType="end"/>
        </w:r>
      </w:hyperlink>
    </w:p>
    <w:p w14:paraId="507B7DA1" w14:textId="6B82CCFE" w:rsidR="00E702FC" w:rsidRDefault="00EE4052">
      <w:pPr>
        <w:pStyle w:val="Obsah1"/>
        <w:rPr>
          <w:rFonts w:eastAsiaTheme="minorEastAsia"/>
          <w:caps w:val="0"/>
          <w:noProof/>
          <w:sz w:val="22"/>
          <w:szCs w:val="22"/>
          <w:lang w:eastAsia="cs-CZ"/>
        </w:rPr>
      </w:pPr>
      <w:hyperlink w:anchor="_Toc63060842" w:history="1">
        <w:r w:rsidR="00E702FC" w:rsidRPr="00CF5347">
          <w:rPr>
            <w:rStyle w:val="Hypertextovodkaz"/>
          </w:rPr>
          <w:t>16.</w:t>
        </w:r>
        <w:r w:rsidR="00E702FC">
          <w:rPr>
            <w:rFonts w:eastAsiaTheme="minorEastAsia"/>
            <w:caps w:val="0"/>
            <w:noProof/>
            <w:sz w:val="22"/>
            <w:szCs w:val="22"/>
            <w:lang w:eastAsia="cs-CZ"/>
          </w:rPr>
          <w:tab/>
        </w:r>
        <w:r w:rsidR="00E702FC" w:rsidRPr="00CF5347">
          <w:rPr>
            <w:rStyle w:val="Hypertextovodkaz"/>
          </w:rPr>
          <w:t>POSOUZENÍ SPLNĚNÍ PODMÍNEK ÚČASTI</w:t>
        </w:r>
        <w:r w:rsidR="00E702FC">
          <w:rPr>
            <w:noProof/>
            <w:webHidden/>
          </w:rPr>
          <w:tab/>
        </w:r>
        <w:r w:rsidR="00E702FC">
          <w:rPr>
            <w:noProof/>
            <w:webHidden/>
          </w:rPr>
          <w:fldChar w:fldCharType="begin"/>
        </w:r>
        <w:r w:rsidR="00E702FC">
          <w:rPr>
            <w:noProof/>
            <w:webHidden/>
          </w:rPr>
          <w:instrText xml:space="preserve"> PAGEREF _Toc63060842 \h </w:instrText>
        </w:r>
        <w:r w:rsidR="00E702FC">
          <w:rPr>
            <w:noProof/>
            <w:webHidden/>
          </w:rPr>
        </w:r>
        <w:r w:rsidR="00E702FC">
          <w:rPr>
            <w:noProof/>
            <w:webHidden/>
          </w:rPr>
          <w:fldChar w:fldCharType="separate"/>
        </w:r>
        <w:r>
          <w:rPr>
            <w:noProof/>
            <w:webHidden/>
          </w:rPr>
          <w:t>18</w:t>
        </w:r>
        <w:r w:rsidR="00E702FC">
          <w:rPr>
            <w:noProof/>
            <w:webHidden/>
          </w:rPr>
          <w:fldChar w:fldCharType="end"/>
        </w:r>
      </w:hyperlink>
    </w:p>
    <w:p w14:paraId="2C8F79CF" w14:textId="3EB63D84" w:rsidR="00E702FC" w:rsidRDefault="00EE4052">
      <w:pPr>
        <w:pStyle w:val="Obsah1"/>
        <w:rPr>
          <w:rFonts w:eastAsiaTheme="minorEastAsia"/>
          <w:caps w:val="0"/>
          <w:noProof/>
          <w:sz w:val="22"/>
          <w:szCs w:val="22"/>
          <w:lang w:eastAsia="cs-CZ"/>
        </w:rPr>
      </w:pPr>
      <w:hyperlink w:anchor="_Toc63060843" w:history="1">
        <w:r w:rsidR="00E702FC" w:rsidRPr="00CF5347">
          <w:rPr>
            <w:rStyle w:val="Hypertextovodkaz"/>
          </w:rPr>
          <w:t>17.</w:t>
        </w:r>
        <w:r w:rsidR="00E702FC">
          <w:rPr>
            <w:rFonts w:eastAsiaTheme="minorEastAsia"/>
            <w:caps w:val="0"/>
            <w:noProof/>
            <w:sz w:val="22"/>
            <w:szCs w:val="22"/>
            <w:lang w:eastAsia="cs-CZ"/>
          </w:rPr>
          <w:tab/>
        </w:r>
        <w:r w:rsidR="00E702FC" w:rsidRPr="00CF5347">
          <w:rPr>
            <w:rStyle w:val="Hypertextovodkaz"/>
          </w:rPr>
          <w:t>HODNOCENÍ NABÍDEK</w:t>
        </w:r>
        <w:r w:rsidR="00E702FC">
          <w:rPr>
            <w:noProof/>
            <w:webHidden/>
          </w:rPr>
          <w:tab/>
        </w:r>
        <w:r w:rsidR="00E702FC">
          <w:rPr>
            <w:noProof/>
            <w:webHidden/>
          </w:rPr>
          <w:fldChar w:fldCharType="begin"/>
        </w:r>
        <w:r w:rsidR="00E702FC">
          <w:rPr>
            <w:noProof/>
            <w:webHidden/>
          </w:rPr>
          <w:instrText xml:space="preserve"> PAGEREF _Toc63060843 \h </w:instrText>
        </w:r>
        <w:r w:rsidR="00E702FC">
          <w:rPr>
            <w:noProof/>
            <w:webHidden/>
          </w:rPr>
        </w:r>
        <w:r w:rsidR="00E702FC">
          <w:rPr>
            <w:noProof/>
            <w:webHidden/>
          </w:rPr>
          <w:fldChar w:fldCharType="separate"/>
        </w:r>
        <w:r>
          <w:rPr>
            <w:noProof/>
            <w:webHidden/>
          </w:rPr>
          <w:t>19</w:t>
        </w:r>
        <w:r w:rsidR="00E702FC">
          <w:rPr>
            <w:noProof/>
            <w:webHidden/>
          </w:rPr>
          <w:fldChar w:fldCharType="end"/>
        </w:r>
      </w:hyperlink>
    </w:p>
    <w:p w14:paraId="1740B864" w14:textId="16056236" w:rsidR="00E702FC" w:rsidRDefault="00EE4052">
      <w:pPr>
        <w:pStyle w:val="Obsah1"/>
        <w:rPr>
          <w:rFonts w:eastAsiaTheme="minorEastAsia"/>
          <w:caps w:val="0"/>
          <w:noProof/>
          <w:sz w:val="22"/>
          <w:szCs w:val="22"/>
          <w:lang w:eastAsia="cs-CZ"/>
        </w:rPr>
      </w:pPr>
      <w:hyperlink w:anchor="_Toc63060844" w:history="1">
        <w:r w:rsidR="00E702FC" w:rsidRPr="00CF5347">
          <w:rPr>
            <w:rStyle w:val="Hypertextovodkaz"/>
          </w:rPr>
          <w:t>18.</w:t>
        </w:r>
        <w:r w:rsidR="00E702FC">
          <w:rPr>
            <w:rFonts w:eastAsiaTheme="minorEastAsia"/>
            <w:caps w:val="0"/>
            <w:noProof/>
            <w:sz w:val="22"/>
            <w:szCs w:val="22"/>
            <w:lang w:eastAsia="cs-CZ"/>
          </w:rPr>
          <w:tab/>
        </w:r>
        <w:r w:rsidR="00E702FC" w:rsidRPr="00CF5347">
          <w:rPr>
            <w:rStyle w:val="Hypertextovodkaz"/>
          </w:rPr>
          <w:t>ZRUŠENÍ VÝBĚROVÉHO ŘÍZENÍ</w:t>
        </w:r>
        <w:r w:rsidR="00E702FC">
          <w:rPr>
            <w:noProof/>
            <w:webHidden/>
          </w:rPr>
          <w:tab/>
        </w:r>
        <w:r w:rsidR="00E702FC">
          <w:rPr>
            <w:noProof/>
            <w:webHidden/>
          </w:rPr>
          <w:fldChar w:fldCharType="begin"/>
        </w:r>
        <w:r w:rsidR="00E702FC">
          <w:rPr>
            <w:noProof/>
            <w:webHidden/>
          </w:rPr>
          <w:instrText xml:space="preserve"> PAGEREF _Toc63060844 \h </w:instrText>
        </w:r>
        <w:r w:rsidR="00E702FC">
          <w:rPr>
            <w:noProof/>
            <w:webHidden/>
          </w:rPr>
        </w:r>
        <w:r w:rsidR="00E702FC">
          <w:rPr>
            <w:noProof/>
            <w:webHidden/>
          </w:rPr>
          <w:fldChar w:fldCharType="separate"/>
        </w:r>
        <w:r>
          <w:rPr>
            <w:noProof/>
            <w:webHidden/>
          </w:rPr>
          <w:t>19</w:t>
        </w:r>
        <w:r w:rsidR="00E702FC">
          <w:rPr>
            <w:noProof/>
            <w:webHidden/>
          </w:rPr>
          <w:fldChar w:fldCharType="end"/>
        </w:r>
      </w:hyperlink>
    </w:p>
    <w:p w14:paraId="28EEA507" w14:textId="68AD62E4" w:rsidR="00E702FC" w:rsidRDefault="00EE4052">
      <w:pPr>
        <w:pStyle w:val="Obsah1"/>
        <w:rPr>
          <w:rFonts w:eastAsiaTheme="minorEastAsia"/>
          <w:caps w:val="0"/>
          <w:noProof/>
          <w:sz w:val="22"/>
          <w:szCs w:val="22"/>
          <w:lang w:eastAsia="cs-CZ"/>
        </w:rPr>
      </w:pPr>
      <w:hyperlink w:anchor="_Toc63060845" w:history="1">
        <w:r w:rsidR="00E702FC" w:rsidRPr="00CF5347">
          <w:rPr>
            <w:rStyle w:val="Hypertextovodkaz"/>
          </w:rPr>
          <w:t>19.</w:t>
        </w:r>
        <w:r w:rsidR="00E702FC">
          <w:rPr>
            <w:rFonts w:eastAsiaTheme="minorEastAsia"/>
            <w:caps w:val="0"/>
            <w:noProof/>
            <w:sz w:val="22"/>
            <w:szCs w:val="22"/>
            <w:lang w:eastAsia="cs-CZ"/>
          </w:rPr>
          <w:tab/>
        </w:r>
        <w:r w:rsidR="00E702FC" w:rsidRPr="00CF5347">
          <w:rPr>
            <w:rStyle w:val="Hypertextovodkaz"/>
          </w:rPr>
          <w:t>UZAVŘENÍ SMLOUVY</w:t>
        </w:r>
        <w:r w:rsidR="00E702FC">
          <w:rPr>
            <w:noProof/>
            <w:webHidden/>
          </w:rPr>
          <w:tab/>
        </w:r>
        <w:r w:rsidR="00E702FC">
          <w:rPr>
            <w:noProof/>
            <w:webHidden/>
          </w:rPr>
          <w:fldChar w:fldCharType="begin"/>
        </w:r>
        <w:r w:rsidR="00E702FC">
          <w:rPr>
            <w:noProof/>
            <w:webHidden/>
          </w:rPr>
          <w:instrText xml:space="preserve"> PAGEREF _Toc63060845 \h </w:instrText>
        </w:r>
        <w:r w:rsidR="00E702FC">
          <w:rPr>
            <w:noProof/>
            <w:webHidden/>
          </w:rPr>
        </w:r>
        <w:r w:rsidR="00E702FC">
          <w:rPr>
            <w:noProof/>
            <w:webHidden/>
          </w:rPr>
          <w:fldChar w:fldCharType="separate"/>
        </w:r>
        <w:r>
          <w:rPr>
            <w:noProof/>
            <w:webHidden/>
          </w:rPr>
          <w:t>20</w:t>
        </w:r>
        <w:r w:rsidR="00E702FC">
          <w:rPr>
            <w:noProof/>
            <w:webHidden/>
          </w:rPr>
          <w:fldChar w:fldCharType="end"/>
        </w:r>
      </w:hyperlink>
    </w:p>
    <w:p w14:paraId="663DC912" w14:textId="4690C94F" w:rsidR="00E702FC" w:rsidRDefault="00EE4052">
      <w:pPr>
        <w:pStyle w:val="Obsah1"/>
        <w:rPr>
          <w:rFonts w:eastAsiaTheme="minorEastAsia"/>
          <w:caps w:val="0"/>
          <w:noProof/>
          <w:sz w:val="22"/>
          <w:szCs w:val="22"/>
          <w:lang w:eastAsia="cs-CZ"/>
        </w:rPr>
      </w:pPr>
      <w:hyperlink w:anchor="_Toc63060846" w:history="1">
        <w:r w:rsidR="00E702FC" w:rsidRPr="00CF5347">
          <w:rPr>
            <w:rStyle w:val="Hypertextovodkaz"/>
          </w:rPr>
          <w:t>20.</w:t>
        </w:r>
        <w:r w:rsidR="00E702FC">
          <w:rPr>
            <w:rFonts w:eastAsiaTheme="minorEastAsia"/>
            <w:caps w:val="0"/>
            <w:noProof/>
            <w:sz w:val="22"/>
            <w:szCs w:val="22"/>
            <w:lang w:eastAsia="cs-CZ"/>
          </w:rPr>
          <w:tab/>
        </w:r>
        <w:r w:rsidR="00E702FC" w:rsidRPr="00CF5347">
          <w:rPr>
            <w:rStyle w:val="Hypertextovodkaz"/>
          </w:rPr>
          <w:t>OCHRANA INFORMACÍ</w:t>
        </w:r>
        <w:r w:rsidR="00E702FC">
          <w:rPr>
            <w:noProof/>
            <w:webHidden/>
          </w:rPr>
          <w:tab/>
        </w:r>
        <w:r w:rsidR="00E702FC">
          <w:rPr>
            <w:noProof/>
            <w:webHidden/>
          </w:rPr>
          <w:fldChar w:fldCharType="begin"/>
        </w:r>
        <w:r w:rsidR="00E702FC">
          <w:rPr>
            <w:noProof/>
            <w:webHidden/>
          </w:rPr>
          <w:instrText xml:space="preserve"> PAGEREF _Toc63060846 \h </w:instrText>
        </w:r>
        <w:r w:rsidR="00E702FC">
          <w:rPr>
            <w:noProof/>
            <w:webHidden/>
          </w:rPr>
        </w:r>
        <w:r w:rsidR="00E702FC">
          <w:rPr>
            <w:noProof/>
            <w:webHidden/>
          </w:rPr>
          <w:fldChar w:fldCharType="separate"/>
        </w:r>
        <w:r>
          <w:rPr>
            <w:noProof/>
            <w:webHidden/>
          </w:rPr>
          <w:t>21</w:t>
        </w:r>
        <w:r w:rsidR="00E702FC">
          <w:rPr>
            <w:noProof/>
            <w:webHidden/>
          </w:rPr>
          <w:fldChar w:fldCharType="end"/>
        </w:r>
      </w:hyperlink>
    </w:p>
    <w:p w14:paraId="6B5794F9" w14:textId="600D03A6" w:rsidR="00E702FC" w:rsidRDefault="00EE4052">
      <w:pPr>
        <w:pStyle w:val="Obsah1"/>
        <w:rPr>
          <w:rFonts w:eastAsiaTheme="minorEastAsia"/>
          <w:caps w:val="0"/>
          <w:noProof/>
          <w:sz w:val="22"/>
          <w:szCs w:val="22"/>
          <w:lang w:eastAsia="cs-CZ"/>
        </w:rPr>
      </w:pPr>
      <w:hyperlink w:anchor="_Toc63060847" w:history="1">
        <w:r w:rsidR="00E702FC" w:rsidRPr="00CF5347">
          <w:rPr>
            <w:rStyle w:val="Hypertextovodkaz"/>
          </w:rPr>
          <w:t>21.</w:t>
        </w:r>
        <w:r w:rsidR="00E702FC">
          <w:rPr>
            <w:rFonts w:eastAsiaTheme="minorEastAsia"/>
            <w:caps w:val="0"/>
            <w:noProof/>
            <w:sz w:val="22"/>
            <w:szCs w:val="22"/>
            <w:lang w:eastAsia="cs-CZ"/>
          </w:rPr>
          <w:tab/>
        </w:r>
        <w:r w:rsidR="00E702FC" w:rsidRPr="00CF5347">
          <w:rPr>
            <w:rStyle w:val="Hypertextovodkaz"/>
          </w:rPr>
          <w:t>SOCIÁLNĚ A ENVIROMENTÁLNĚ ODPOVĚDNÉ ZADÁVÁNÍ, INOVACE</w:t>
        </w:r>
        <w:r w:rsidR="00E702FC">
          <w:rPr>
            <w:noProof/>
            <w:webHidden/>
          </w:rPr>
          <w:tab/>
        </w:r>
        <w:r w:rsidR="00E702FC">
          <w:rPr>
            <w:noProof/>
            <w:webHidden/>
          </w:rPr>
          <w:fldChar w:fldCharType="begin"/>
        </w:r>
        <w:r w:rsidR="00E702FC">
          <w:rPr>
            <w:noProof/>
            <w:webHidden/>
          </w:rPr>
          <w:instrText xml:space="preserve"> PAGEREF _Toc63060847 \h </w:instrText>
        </w:r>
        <w:r w:rsidR="00E702FC">
          <w:rPr>
            <w:noProof/>
            <w:webHidden/>
          </w:rPr>
        </w:r>
        <w:r w:rsidR="00E702FC">
          <w:rPr>
            <w:noProof/>
            <w:webHidden/>
          </w:rPr>
          <w:fldChar w:fldCharType="separate"/>
        </w:r>
        <w:r>
          <w:rPr>
            <w:noProof/>
            <w:webHidden/>
          </w:rPr>
          <w:t>22</w:t>
        </w:r>
        <w:r w:rsidR="00E702FC">
          <w:rPr>
            <w:noProof/>
            <w:webHidden/>
          </w:rPr>
          <w:fldChar w:fldCharType="end"/>
        </w:r>
      </w:hyperlink>
    </w:p>
    <w:p w14:paraId="19FB01B5" w14:textId="55D6B2D5" w:rsidR="00E702FC" w:rsidRDefault="00EE4052">
      <w:pPr>
        <w:pStyle w:val="Obsah1"/>
        <w:rPr>
          <w:rFonts w:eastAsiaTheme="minorEastAsia"/>
          <w:caps w:val="0"/>
          <w:noProof/>
          <w:sz w:val="22"/>
          <w:szCs w:val="22"/>
          <w:lang w:eastAsia="cs-CZ"/>
        </w:rPr>
      </w:pPr>
      <w:hyperlink w:anchor="_Toc63060848" w:history="1">
        <w:r w:rsidR="00E702FC" w:rsidRPr="00CF5347">
          <w:rPr>
            <w:rStyle w:val="Hypertextovodkaz"/>
          </w:rPr>
          <w:t>22.</w:t>
        </w:r>
        <w:r w:rsidR="00E702FC">
          <w:rPr>
            <w:rFonts w:eastAsiaTheme="minorEastAsia"/>
            <w:caps w:val="0"/>
            <w:noProof/>
            <w:sz w:val="22"/>
            <w:szCs w:val="22"/>
            <w:lang w:eastAsia="cs-CZ"/>
          </w:rPr>
          <w:tab/>
        </w:r>
        <w:r w:rsidR="00E702FC" w:rsidRPr="00CF5347">
          <w:rPr>
            <w:rStyle w:val="Hypertextovodkaz"/>
          </w:rPr>
          <w:t>PŘÍLOHY TÉTO VÝZVY</w:t>
        </w:r>
        <w:r w:rsidR="00E702FC">
          <w:rPr>
            <w:noProof/>
            <w:webHidden/>
          </w:rPr>
          <w:tab/>
        </w:r>
        <w:r w:rsidR="00E702FC">
          <w:rPr>
            <w:noProof/>
            <w:webHidden/>
          </w:rPr>
          <w:fldChar w:fldCharType="begin"/>
        </w:r>
        <w:r w:rsidR="00E702FC">
          <w:rPr>
            <w:noProof/>
            <w:webHidden/>
          </w:rPr>
          <w:instrText xml:space="preserve"> PAGEREF _Toc63060848 \h </w:instrText>
        </w:r>
        <w:r w:rsidR="00E702FC">
          <w:rPr>
            <w:noProof/>
            <w:webHidden/>
          </w:rPr>
        </w:r>
        <w:r w:rsidR="00E702FC">
          <w:rPr>
            <w:noProof/>
            <w:webHidden/>
          </w:rPr>
          <w:fldChar w:fldCharType="separate"/>
        </w:r>
        <w:r>
          <w:rPr>
            <w:noProof/>
            <w:webHidden/>
          </w:rPr>
          <w:t>22</w:t>
        </w:r>
        <w:r w:rsidR="00E702FC">
          <w:rPr>
            <w:noProof/>
            <w:webHidden/>
          </w:rPr>
          <w:fldChar w:fldCharType="end"/>
        </w:r>
      </w:hyperlink>
    </w:p>
    <w:p w14:paraId="0F15203D" w14:textId="2231421E" w:rsidR="00AD0C7B" w:rsidRPr="001472A9" w:rsidRDefault="00BE2A56" w:rsidP="001472A9">
      <w:pPr>
        <w:spacing w:line="360" w:lineRule="auto"/>
        <w:rPr>
          <w:sz w:val="16"/>
          <w:szCs w:val="16"/>
        </w:rPr>
      </w:pPr>
      <w:r w:rsidRPr="001472A9">
        <w:rPr>
          <w:sz w:val="16"/>
          <w:szCs w:val="16"/>
        </w:rPr>
        <w:fldChar w:fldCharType="end"/>
      </w:r>
    </w:p>
    <w:p w14:paraId="38827769" w14:textId="77777777" w:rsidR="00AD0C7B" w:rsidRDefault="00AD0C7B">
      <w:r>
        <w:br w:type="page"/>
      </w:r>
    </w:p>
    <w:p w14:paraId="002BDA47" w14:textId="77777777" w:rsidR="0035531B" w:rsidRDefault="0035531B" w:rsidP="0035531B">
      <w:pPr>
        <w:pStyle w:val="Nadpis1-1"/>
      </w:pPr>
      <w:bookmarkStart w:id="0" w:name="_Toc63060827"/>
      <w:bookmarkStart w:id="1" w:name="_Toc389559699"/>
      <w:bookmarkStart w:id="2" w:name="_Toc397429847"/>
      <w:bookmarkStart w:id="3" w:name="_Ref433028040"/>
      <w:bookmarkStart w:id="4" w:name="_Toc1048197"/>
      <w:r>
        <w:lastRenderedPageBreak/>
        <w:t>ÚVODNÍ USTANOVENÍ</w:t>
      </w:r>
      <w:bookmarkEnd w:id="0"/>
    </w:p>
    <w:p w14:paraId="2D61952F" w14:textId="12BCC843"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ABF895B" w14:textId="2F863042" w:rsidR="00706CF9" w:rsidRPr="004D45AA" w:rsidRDefault="00DD7A41" w:rsidP="004D45AA">
      <w:pPr>
        <w:pStyle w:val="Text1-1"/>
      </w:pPr>
      <w:r w:rsidRPr="004D45AA">
        <w:rPr>
          <w:b/>
        </w:rPr>
        <w:t xml:space="preserve">Zadavatel </w:t>
      </w:r>
      <w:r w:rsidR="004D45AA" w:rsidRPr="004D45AA">
        <w:rPr>
          <w:rFonts w:ascii="Verdana" w:hAnsi="Verdana" w:cs="Verdana"/>
          <w:color w:val="000000"/>
        </w:rPr>
        <w:t xml:space="preserve">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 veřejnou zakázku, v souladu s ustanovením § 158 odst. 1 nezadává v zadávacím řízení podle „zákona“. </w:t>
      </w:r>
    </w:p>
    <w:p w14:paraId="6CAFAB6A" w14:textId="77777777" w:rsidR="004D45AA" w:rsidRPr="004D45AA" w:rsidRDefault="004D45AA" w:rsidP="00EE1F70">
      <w:pPr>
        <w:pStyle w:val="Text1-1"/>
        <w:numPr>
          <w:ilvl w:val="0"/>
          <w:numId w:val="0"/>
        </w:numPr>
        <w:tabs>
          <w:tab w:val="left" w:pos="851"/>
        </w:tabs>
        <w:autoSpaceDE w:val="0"/>
        <w:autoSpaceDN w:val="0"/>
        <w:adjustRightInd w:val="0"/>
        <w:spacing w:after="0" w:line="240" w:lineRule="auto"/>
        <w:ind w:left="737"/>
        <w:rPr>
          <w:b/>
        </w:rPr>
      </w:pPr>
    </w:p>
    <w:p w14:paraId="01055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41C6AF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3F5F6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CFE2677" w14:textId="43E94E28" w:rsidR="007F5F7E" w:rsidRDefault="00DD7A41" w:rsidP="00801443">
      <w:pPr>
        <w:pStyle w:val="Text1-1"/>
      </w:pPr>
      <w:r w:rsidRPr="00DD7A41">
        <w:t xml:space="preserve">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w:t>
      </w:r>
      <w:r w:rsidR="007F5F7E">
        <w:t xml:space="preserve">v souvislosti s návštěvami a průzkumem místa budoucí stavby nebo v souvislosti s jakýmikoliv aspekty zadávacího řízení. </w:t>
      </w:r>
    </w:p>
    <w:p w14:paraId="4B2BF48B" w14:textId="3DA639A4" w:rsidR="0035531B" w:rsidRDefault="00DD7A41" w:rsidP="0080144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0514D76" w14:textId="77777777" w:rsidR="0035531B" w:rsidRDefault="0035531B" w:rsidP="0035531B">
      <w:pPr>
        <w:pStyle w:val="Nadpis1-1"/>
      </w:pPr>
      <w:bookmarkStart w:id="5" w:name="_Toc63060828"/>
      <w:r>
        <w:t>IDENTIFIKAČNÍ ÚDAJE ZADAVATELE</w:t>
      </w:r>
      <w:bookmarkEnd w:id="5"/>
    </w:p>
    <w:p w14:paraId="7A15A751" w14:textId="77777777"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14:paraId="2BC0CD95" w14:textId="77777777" w:rsidR="0035531B" w:rsidRDefault="0035531B" w:rsidP="0035531B">
      <w:pPr>
        <w:pStyle w:val="Textbezslovn"/>
        <w:spacing w:after="0"/>
      </w:pPr>
      <w:r>
        <w:t>sídlo: Dlážděná 1003/7, Praha 1, Nové Město, PSČ 110 00</w:t>
      </w:r>
    </w:p>
    <w:p w14:paraId="1E9B8A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0BBBAF" w14:textId="77777777" w:rsidR="0035531B" w:rsidRDefault="0035531B" w:rsidP="0035531B">
      <w:pPr>
        <w:pStyle w:val="Textbezslovn"/>
        <w:spacing w:after="0"/>
      </w:pPr>
      <w:r>
        <w:t>IČO: 70994234</w:t>
      </w:r>
    </w:p>
    <w:p w14:paraId="6D2C13CB" w14:textId="77777777" w:rsidR="0035531B" w:rsidRDefault="0035531B" w:rsidP="0035531B">
      <w:pPr>
        <w:pStyle w:val="Textbezslovn"/>
        <w:spacing w:after="0"/>
      </w:pPr>
      <w:r>
        <w:t>DIČ: CZ70994234</w:t>
      </w:r>
    </w:p>
    <w:p w14:paraId="4F00502D" w14:textId="77777777" w:rsidR="0035531B" w:rsidRDefault="0035531B" w:rsidP="0035531B">
      <w:pPr>
        <w:pStyle w:val="Textbezslovn"/>
        <w:spacing w:after="0"/>
      </w:pPr>
      <w:r>
        <w:t>Identifikátor datové schránky: uccchjm</w:t>
      </w:r>
    </w:p>
    <w:p w14:paraId="5A10AAE2" w14:textId="229A209F" w:rsidR="0035531B" w:rsidRDefault="0035531B" w:rsidP="00DB525A">
      <w:pPr>
        <w:pStyle w:val="Textbezslovn"/>
        <w:spacing w:after="0"/>
        <w:ind w:left="2127" w:hanging="1390"/>
      </w:pPr>
      <w:r>
        <w:t xml:space="preserve">zastoupená: </w:t>
      </w:r>
      <w:r>
        <w:tab/>
      </w:r>
      <w:r w:rsidR="00504773" w:rsidRPr="00233EB0">
        <w:rPr>
          <w:rFonts w:ascii="Verdana" w:hAnsi="Verdana" w:cs="Calibri"/>
          <w:b/>
        </w:rPr>
        <w:t>Ing. Petrem Hofhanzlem, ředitelem Stavební správy západ</w:t>
      </w:r>
    </w:p>
    <w:p w14:paraId="4C788674" w14:textId="597F9E8C" w:rsidR="00D365A1" w:rsidRDefault="00D365A1" w:rsidP="00DB525A">
      <w:pPr>
        <w:pStyle w:val="Textbezslovn"/>
        <w:spacing w:after="0"/>
        <w:ind w:left="2127" w:hanging="1390"/>
      </w:pPr>
    </w:p>
    <w:p w14:paraId="66358B63" w14:textId="77777777" w:rsidR="004D45AA" w:rsidRPr="004D45AA" w:rsidRDefault="004D45AA" w:rsidP="004D45AA">
      <w:pPr>
        <w:autoSpaceDE w:val="0"/>
        <w:autoSpaceDN w:val="0"/>
        <w:adjustRightInd w:val="0"/>
        <w:spacing w:after="0" w:line="240" w:lineRule="auto"/>
        <w:rPr>
          <w:rFonts w:ascii="Verdana" w:hAnsi="Verdana" w:cs="Verdana"/>
          <w:color w:val="000000"/>
          <w:sz w:val="24"/>
          <w:szCs w:val="24"/>
        </w:rPr>
      </w:pPr>
    </w:p>
    <w:p w14:paraId="4B26F131" w14:textId="0F86FBAD"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Korespondenční adresa: </w:t>
      </w:r>
    </w:p>
    <w:p w14:paraId="490BAD78" w14:textId="77777777"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Správa železnic, státní organizace </w:t>
      </w:r>
    </w:p>
    <w:p w14:paraId="2A6DA9BC" w14:textId="77777777" w:rsidR="004D45AA" w:rsidRDefault="004D45AA" w:rsidP="004D45AA">
      <w:pPr>
        <w:pStyle w:val="Textbezslovn"/>
        <w:spacing w:after="0"/>
        <w:ind w:left="2127" w:hanging="1390"/>
        <w:jc w:val="left"/>
        <w:rPr>
          <w:rFonts w:ascii="Verdana" w:hAnsi="Verdana" w:cs="Verdana"/>
          <w:color w:val="000000"/>
        </w:rPr>
      </w:pPr>
      <w:r w:rsidRPr="004D45AA">
        <w:rPr>
          <w:rFonts w:ascii="Verdana" w:hAnsi="Verdana" w:cs="Verdana"/>
          <w:color w:val="000000"/>
        </w:rPr>
        <w:t xml:space="preserve">Stavební správa západ </w:t>
      </w:r>
    </w:p>
    <w:p w14:paraId="0FF23F33" w14:textId="3CE14DAD" w:rsidR="004D45AA" w:rsidRDefault="004D45AA" w:rsidP="004D45AA">
      <w:pPr>
        <w:pStyle w:val="Textbezslovn"/>
        <w:spacing w:after="0"/>
        <w:ind w:left="2127" w:hanging="1390"/>
        <w:jc w:val="left"/>
      </w:pPr>
      <w:r w:rsidRPr="004D45AA">
        <w:rPr>
          <w:rFonts w:ascii="Verdana" w:hAnsi="Verdana" w:cs="Verdana"/>
          <w:color w:val="000000"/>
        </w:rPr>
        <w:t>Sokolovská 1955/278 190 00 Praha 9</w:t>
      </w:r>
    </w:p>
    <w:p w14:paraId="46CAEEA0" w14:textId="77777777" w:rsidR="0035531B" w:rsidRDefault="0035531B" w:rsidP="0035531B">
      <w:pPr>
        <w:pStyle w:val="Nadpis1-1"/>
      </w:pPr>
      <w:bookmarkStart w:id="6" w:name="_Toc63060829"/>
      <w:r>
        <w:lastRenderedPageBreak/>
        <w:t>KOMUNIKACE MEZI ZADAVATELEM</w:t>
      </w:r>
      <w:r w:rsidR="00845C50">
        <w:t xml:space="preserve"> a </w:t>
      </w:r>
      <w:r>
        <w:t>DODAVATELEM</w:t>
      </w:r>
      <w:bookmarkEnd w:id="6"/>
      <w:r>
        <w:t xml:space="preserve"> </w:t>
      </w:r>
    </w:p>
    <w:p w14:paraId="72314BD6" w14:textId="231E8CDE"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9B3A53" w:rsidRPr="006A59D6">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837372B" w14:textId="7FA008BB" w:rsidR="0035531B" w:rsidRDefault="0035531B" w:rsidP="002834CB">
      <w:pPr>
        <w:pStyle w:val="Text1-1"/>
        <w:spacing w:before="240" w:after="0"/>
      </w:pPr>
      <w:r>
        <w:t xml:space="preserve">Kontaktní osobou zadavatele pro </w:t>
      </w:r>
      <w:r w:rsidR="009531C1">
        <w:t xml:space="preserve">výběrové </w:t>
      </w:r>
      <w:r w:rsidR="00074BD1">
        <w:t xml:space="preserve">řízení je: </w:t>
      </w:r>
      <w:r w:rsidR="002834CB">
        <w:t>Vladimíra Hlídková</w:t>
      </w:r>
    </w:p>
    <w:p w14:paraId="294C5227" w14:textId="07441523" w:rsidR="0035531B" w:rsidRDefault="0035531B" w:rsidP="002834CB">
      <w:pPr>
        <w:pStyle w:val="Textbezslovn"/>
        <w:spacing w:after="0"/>
      </w:pPr>
      <w:r>
        <w:t xml:space="preserve">telefon: </w:t>
      </w:r>
      <w:r>
        <w:tab/>
      </w:r>
      <w:r w:rsidR="00044D31" w:rsidRPr="005F2A1F">
        <w:t>+420</w:t>
      </w:r>
      <w:r w:rsidR="00856BF1">
        <w:t> 724 321 788</w:t>
      </w:r>
    </w:p>
    <w:p w14:paraId="6FF85A5D" w14:textId="24BD4306" w:rsidR="0035531B" w:rsidRDefault="0035531B" w:rsidP="002834CB">
      <w:pPr>
        <w:pStyle w:val="Textbezslovn"/>
        <w:spacing w:after="0"/>
      </w:pPr>
      <w:r>
        <w:t xml:space="preserve">e-mail: </w:t>
      </w:r>
      <w:r>
        <w:tab/>
      </w:r>
      <w:r w:rsidR="00856BF1">
        <w:t>hlidkova@spravazeleznic.cz</w:t>
      </w:r>
      <w:r w:rsidR="00D365A1">
        <w:t xml:space="preserve"> </w:t>
      </w:r>
    </w:p>
    <w:p w14:paraId="25AF8478" w14:textId="77777777" w:rsidR="00FB61DF" w:rsidRPr="00BA2926" w:rsidRDefault="0035531B" w:rsidP="002834CB">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14:paraId="5979AB9C"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14:paraId="2BB96C78"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14:paraId="0383078C" w14:textId="77777777" w:rsidR="00FB61DF" w:rsidRPr="00FB61DF" w:rsidRDefault="00FB61DF" w:rsidP="002834CB">
      <w:pPr>
        <w:pStyle w:val="Textbezslovn"/>
        <w:spacing w:after="0"/>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14:paraId="54C53211" w14:textId="77777777" w:rsidR="0035531B" w:rsidRDefault="0035531B" w:rsidP="0035531B">
      <w:pPr>
        <w:pStyle w:val="Nadpis1-1"/>
      </w:pPr>
      <w:bookmarkStart w:id="7" w:name="_Toc63060830"/>
      <w:r>
        <w:t>ÚČEL</w:t>
      </w:r>
      <w:r w:rsidR="00845C50">
        <w:t xml:space="preserve"> </w:t>
      </w:r>
      <w:r w:rsidR="00776A8A">
        <w:t>A</w:t>
      </w:r>
      <w:r w:rsidR="00845C50">
        <w:t> </w:t>
      </w:r>
      <w:r>
        <w:t>PŘEDMĚT PLNĚNÍ VEŘEJNÉ ZAKÁZKY</w:t>
      </w:r>
      <w:bookmarkEnd w:id="7"/>
    </w:p>
    <w:p w14:paraId="2C1E9676" w14:textId="77777777" w:rsidR="0035531B" w:rsidRPr="00121901" w:rsidRDefault="0035531B" w:rsidP="0035531B">
      <w:pPr>
        <w:pStyle w:val="Text1-1"/>
        <w:rPr>
          <w:rFonts w:ascii="Verdana" w:hAnsi="Verdana"/>
        </w:rPr>
      </w:pPr>
      <w:r w:rsidRPr="00121901">
        <w:t xml:space="preserve">Účel </w:t>
      </w:r>
      <w:r w:rsidR="00914AC7" w:rsidRPr="00121901">
        <w:t xml:space="preserve">a </w:t>
      </w:r>
      <w:r w:rsidR="00914AC7" w:rsidRPr="00121901">
        <w:rPr>
          <w:rFonts w:ascii="Verdana" w:hAnsi="Verdana"/>
        </w:rPr>
        <w:t>rozsah předmětu Díla</w:t>
      </w:r>
    </w:p>
    <w:p w14:paraId="00F0474E" w14:textId="5CE8D9E4" w:rsidR="004D45AA" w:rsidRDefault="004D45AA" w:rsidP="00C429DB">
      <w:pPr>
        <w:autoSpaceDE w:val="0"/>
        <w:autoSpaceDN w:val="0"/>
        <w:adjustRightInd w:val="0"/>
        <w:spacing w:after="0" w:line="240" w:lineRule="auto"/>
        <w:ind w:left="709"/>
        <w:jc w:val="both"/>
      </w:pPr>
      <w:r>
        <w:t xml:space="preserve">Předmětem díla </w:t>
      </w:r>
      <w:r w:rsidRPr="00922B0C">
        <w:t xml:space="preserve">je zpracování </w:t>
      </w:r>
      <w:r w:rsidR="00FF75A9" w:rsidRPr="00922B0C">
        <w:t xml:space="preserve">Záměru projektu a </w:t>
      </w:r>
      <w:r w:rsidRPr="00922B0C">
        <w:t xml:space="preserve">Zjednodušené dokumentace ve stádiu 2 (dále ZDS2) stavby: „ETCS České Velenice – České Budějovice – Horní </w:t>
      </w:r>
      <w:r>
        <w:t>Dvořiště“.</w:t>
      </w:r>
    </w:p>
    <w:p w14:paraId="68BED5DF" w14:textId="77777777" w:rsidR="004D45AA" w:rsidRDefault="004D45AA" w:rsidP="00C429DB">
      <w:pPr>
        <w:autoSpaceDE w:val="0"/>
        <w:autoSpaceDN w:val="0"/>
        <w:adjustRightInd w:val="0"/>
        <w:spacing w:after="0" w:line="240" w:lineRule="auto"/>
        <w:ind w:left="709"/>
        <w:jc w:val="both"/>
        <w:rPr>
          <w:rFonts w:ascii="Verdana" w:hAnsi="Verdana" w:cs="Verdana"/>
        </w:rPr>
      </w:pPr>
    </w:p>
    <w:p w14:paraId="0DC1D7B3" w14:textId="01448E82" w:rsidR="0035531B" w:rsidRPr="00C12F1A" w:rsidRDefault="0035531B" w:rsidP="00151F14">
      <w:pPr>
        <w:pStyle w:val="Text1-1"/>
      </w:pPr>
      <w:r w:rsidRPr="00C12F1A">
        <w:t>Klasifikace předmětu veřejné zakázky</w:t>
      </w:r>
      <w:r w:rsidR="002834CB" w:rsidRPr="00C12F1A">
        <w:t xml:space="preserve"> - n</w:t>
      </w:r>
      <w:r w:rsidR="00395573" w:rsidRPr="00C12F1A">
        <w:t>eobsazeno</w:t>
      </w:r>
    </w:p>
    <w:p w14:paraId="607CB2A9" w14:textId="77777777" w:rsidR="0035531B" w:rsidRPr="00C12F1A" w:rsidRDefault="007354E9" w:rsidP="007354E9">
      <w:pPr>
        <w:pStyle w:val="Text1-1"/>
      </w:pPr>
      <w:r w:rsidRPr="00C12F1A">
        <w:t>Doba plnění veřejné zakázky je uvedena ve Smlouvě o dílo na plnění veřejné zakázky, jejíž závazný vzor tvoří Díl 2 zadávací dokumentace</w:t>
      </w:r>
      <w:r w:rsidR="0035531B" w:rsidRPr="00C12F1A">
        <w:t>.</w:t>
      </w:r>
    </w:p>
    <w:p w14:paraId="2ADEE5EC" w14:textId="77777777" w:rsidR="0035531B" w:rsidRPr="002834CB" w:rsidRDefault="0035531B" w:rsidP="006F6B09">
      <w:pPr>
        <w:pStyle w:val="Nadpis1-1"/>
      </w:pPr>
      <w:bookmarkStart w:id="8" w:name="_Toc63060831"/>
      <w:r w:rsidRPr="00C12F1A">
        <w:t>ZDROJE FINANCOVÁNÍ</w:t>
      </w:r>
      <w:r w:rsidR="00845C50" w:rsidRPr="00C12F1A">
        <w:t xml:space="preserve"> </w:t>
      </w:r>
      <w:r w:rsidR="00776A8A" w:rsidRPr="00C12F1A">
        <w:t>A</w:t>
      </w:r>
      <w:r w:rsidR="00845C50" w:rsidRPr="00C12F1A">
        <w:t> </w:t>
      </w:r>
      <w:r w:rsidRPr="00C12F1A">
        <w:t>PŘEDPOKLÁDANÁ HODNOTA</w:t>
      </w:r>
      <w:r w:rsidRPr="002834CB">
        <w:t xml:space="preserve"> VEŘEJNÉ ZAKÁZKY</w:t>
      </w:r>
      <w:bookmarkEnd w:id="8"/>
    </w:p>
    <w:p w14:paraId="4427511F" w14:textId="77777777" w:rsidR="0035531B" w:rsidRPr="002834CB" w:rsidRDefault="007354E9" w:rsidP="00DA2EE6">
      <w:pPr>
        <w:pStyle w:val="Text1-1"/>
      </w:pPr>
      <w:r w:rsidRPr="002834CB">
        <w:t>Předpokládá se financování této veřejné zakázky z prostředků České republiky - Státního</w:t>
      </w:r>
      <w:r w:rsidR="00DA2EE6" w:rsidRPr="002834CB">
        <w:t xml:space="preserve"> fondu dopravní infrastruktury.</w:t>
      </w:r>
    </w:p>
    <w:p w14:paraId="335FE98E" w14:textId="77777777"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14:paraId="018FB785" w14:textId="2C3D11C8" w:rsidR="007354E9" w:rsidRDefault="007354E9" w:rsidP="00504773">
      <w:pPr>
        <w:pStyle w:val="Text1-1"/>
      </w:pPr>
      <w:r w:rsidRPr="007354E9">
        <w:t>Předpokládan</w:t>
      </w:r>
      <w:r w:rsidR="00DA2EE6">
        <w:t xml:space="preserve">á hodnota veřejné zakázky činí </w:t>
      </w:r>
      <w:r w:rsidR="00151F14">
        <w:rPr>
          <w:b/>
        </w:rPr>
        <w:t>5</w:t>
      </w:r>
      <w:r w:rsidR="004D45AA">
        <w:rPr>
          <w:b/>
        </w:rPr>
        <w:t> 140 000</w:t>
      </w:r>
      <w:r w:rsidR="00BE32ED" w:rsidRPr="004D45AA">
        <w:rPr>
          <w:b/>
        </w:rPr>
        <w:t>,-</w:t>
      </w:r>
      <w:r w:rsidRPr="004D45AA">
        <w:rPr>
          <w:b/>
        </w:rPr>
        <w:t xml:space="preserve">Kč </w:t>
      </w:r>
      <w:r w:rsidRPr="007354E9">
        <w:t>(bez DPH)</w:t>
      </w:r>
      <w:r>
        <w:t>.</w:t>
      </w:r>
    </w:p>
    <w:p w14:paraId="01800F02" w14:textId="77777777" w:rsidR="0035531B" w:rsidRDefault="0035531B" w:rsidP="006F6B09">
      <w:pPr>
        <w:pStyle w:val="Nadpis1-1"/>
      </w:pPr>
      <w:bookmarkStart w:id="9" w:name="_Toc63060832"/>
      <w:r>
        <w:t>OBSAH ZADÁVACÍ DOKUMENTACE</w:t>
      </w:r>
      <w:bookmarkEnd w:id="9"/>
      <w:r>
        <w:t xml:space="preserve"> </w:t>
      </w:r>
    </w:p>
    <w:p w14:paraId="28CC8138" w14:textId="77777777" w:rsidR="0035531B" w:rsidRPr="00136270" w:rsidRDefault="00FD39DE" w:rsidP="00FD39DE">
      <w:pPr>
        <w:pStyle w:val="Text1-1"/>
      </w:pPr>
      <w:r w:rsidRPr="00136270">
        <w:t>Zadávací dokumentace obsahuje následující dokumenty</w:t>
      </w:r>
      <w:r w:rsidR="0035531B" w:rsidRPr="00136270">
        <w:t xml:space="preserve">: </w:t>
      </w:r>
    </w:p>
    <w:p w14:paraId="4885F6E1" w14:textId="77777777" w:rsidR="00FD39DE" w:rsidRPr="00136270" w:rsidRDefault="00FD39DE" w:rsidP="00FD39DE">
      <w:pPr>
        <w:pStyle w:val="Textbezslovn"/>
        <w:tabs>
          <w:tab w:val="left" w:pos="1701"/>
        </w:tabs>
        <w:ind w:left="1701" w:hanging="964"/>
        <w:rPr>
          <w:rStyle w:val="Tun9b"/>
        </w:rPr>
      </w:pPr>
      <w:r w:rsidRPr="00136270">
        <w:rPr>
          <w:rStyle w:val="Tun9b"/>
        </w:rPr>
        <w:t>DÍL 1</w:t>
      </w:r>
      <w:r w:rsidRPr="00136270">
        <w:rPr>
          <w:rStyle w:val="Tun9b"/>
        </w:rPr>
        <w:tab/>
        <w:t>VÝZVA K PODÁNÍ NABÍDKY</w:t>
      </w:r>
    </w:p>
    <w:p w14:paraId="565CE367" w14:textId="77777777" w:rsidR="00FD39DE" w:rsidRPr="000E3AB8" w:rsidRDefault="00FD39DE" w:rsidP="00FD39DE">
      <w:pPr>
        <w:pStyle w:val="Textbezslovn"/>
        <w:tabs>
          <w:tab w:val="left" w:pos="1701"/>
        </w:tabs>
        <w:ind w:left="1701" w:hanging="964"/>
        <w:rPr>
          <w:rStyle w:val="Tun9b"/>
        </w:rPr>
      </w:pPr>
      <w:r w:rsidRPr="000E3AB8">
        <w:rPr>
          <w:rStyle w:val="Tun9b"/>
        </w:rPr>
        <w:t>DÍL 2</w:t>
      </w:r>
      <w:r w:rsidRPr="000E3AB8">
        <w:rPr>
          <w:rStyle w:val="Tun9b"/>
        </w:rPr>
        <w:tab/>
        <w:t>ZÁVAZNÝ VZOR SMLOUVY VČETNĚ PŘÍLOH</w:t>
      </w:r>
    </w:p>
    <w:p w14:paraId="08F9D60E" w14:textId="77777777" w:rsidR="0049595F" w:rsidRPr="0049595F" w:rsidRDefault="0049595F" w:rsidP="0049595F">
      <w:pPr>
        <w:pStyle w:val="Textbezslovn"/>
        <w:tabs>
          <w:tab w:val="left" w:pos="1701"/>
        </w:tabs>
        <w:spacing w:after="0"/>
        <w:ind w:left="1701" w:hanging="964"/>
      </w:pPr>
    </w:p>
    <w:p w14:paraId="73959C9E" w14:textId="77C69220" w:rsidR="0035531B" w:rsidRDefault="00FD39DE" w:rsidP="00AF31FA">
      <w:pPr>
        <w:pStyle w:val="Text1-1"/>
      </w:pPr>
      <w:r>
        <w:t>Zadávací dokumentace je přístupná na profilu zadavatele: https://zakazky.s</w:t>
      </w:r>
      <w:r w:rsidR="009B3A53">
        <w:t>pravazeleznic</w:t>
      </w:r>
      <w:r>
        <w:t>.cz/</w:t>
      </w:r>
      <w:r w:rsidR="0035531B">
        <w:t>.</w:t>
      </w:r>
    </w:p>
    <w:p w14:paraId="4DA648D1" w14:textId="24FD99CB"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856BF1" w:rsidRPr="00ED500D">
          <w:rPr>
            <w:rStyle w:val="Hypertextovodkaz"/>
            <w:noProof w:val="0"/>
          </w:rPr>
          <w:t>http://www.tudc.cz/</w:t>
        </w:r>
      </w:hyperlink>
      <w:r w:rsidR="005A3D2F" w:rsidRPr="0013496A">
        <w:t xml:space="preserve"> nebo</w:t>
      </w:r>
      <w:r w:rsidR="001D5DE6">
        <w:t xml:space="preserve"> </w:t>
      </w:r>
      <w:hyperlink r:id="rId13" w:history="1">
        <w:r w:rsidR="009B3A53" w:rsidRPr="006A59D6">
          <w:rPr>
            <w:rStyle w:val="Hypertextovodkaz"/>
          </w:rPr>
          <w:t>https://www.spravazeleznic.cz/</w:t>
        </w:r>
      </w:hyperlink>
      <w:r w:rsidR="001D5DE6">
        <w:t xml:space="preserve"> (v sekci „O nás“ –&gt; „Vnitřní předpisy“ odkaz „Dokumenty a předpisy“).</w:t>
      </w:r>
    </w:p>
    <w:p w14:paraId="7F4457A8" w14:textId="77777777" w:rsidR="0035531B" w:rsidRDefault="0035531B" w:rsidP="005A3D2F">
      <w:pPr>
        <w:pStyle w:val="Text1-1"/>
        <w:numPr>
          <w:ilvl w:val="0"/>
          <w:numId w:val="0"/>
        </w:numPr>
        <w:spacing w:after="0"/>
        <w:ind w:left="737"/>
      </w:pPr>
    </w:p>
    <w:p w14:paraId="7BE3D126" w14:textId="3CB93BAA" w:rsidR="0035531B" w:rsidRPr="008513D8" w:rsidRDefault="00FD39DE" w:rsidP="00FD39DE">
      <w:pPr>
        <w:pStyle w:val="Text1-1"/>
      </w:pPr>
      <w:r w:rsidRPr="00FD39DE">
        <w:t xml:space="preserve">Dodavatelé jsou zcela odpovědni </w:t>
      </w:r>
      <w:r w:rsidR="00BA412D" w:rsidRPr="00ED116C">
        <w:t xml:space="preserve">za dostatečně pečlivé prostudování zadávací dokumentace této veřejné zakázky, jakýchkoliv vysvětlení zadávací dokumentace nebo jejích změn a doplnění vydaných během lhůty pro podání nabídek, a za získání </w:t>
      </w:r>
      <w:r w:rsidR="00BA412D" w:rsidRPr="00ED116C">
        <w:lastRenderedPageBreak/>
        <w:t>spolehlivých informací ve vztahu k jakýmkoliv a všem podmínkám a povinnostem, které mohou jakýmkoliv způsobem ovlivnit cenu a správnost nabídky.</w:t>
      </w:r>
    </w:p>
    <w:p w14:paraId="6DDB883A" w14:textId="77777777" w:rsidR="0035531B" w:rsidRDefault="00FD39DE" w:rsidP="00242B44">
      <w:pPr>
        <w:pStyle w:val="Text1-1"/>
      </w:pPr>
      <w:r>
        <w:t>Pro vyloučení pochybností zadavatel uvádí, že ohledně této veřejné zakázky nevedl předběžné tržní konzultace.</w:t>
      </w:r>
      <w:r w:rsidR="0035531B">
        <w:t xml:space="preserve"> </w:t>
      </w:r>
    </w:p>
    <w:p w14:paraId="1A0608CB" w14:textId="77777777" w:rsidR="0035531B" w:rsidRDefault="0035531B" w:rsidP="00CC4380">
      <w:pPr>
        <w:pStyle w:val="Nadpis1-1"/>
      </w:pPr>
      <w:bookmarkStart w:id="10" w:name="_Toc63060833"/>
      <w:r>
        <w:t>VYSVĚTLENÍ, ZMĚNY</w:t>
      </w:r>
      <w:r w:rsidR="00845C50">
        <w:t xml:space="preserve"> </w:t>
      </w:r>
      <w:r w:rsidR="00776A8A">
        <w:t>A</w:t>
      </w:r>
      <w:r w:rsidR="00845C50">
        <w:t> </w:t>
      </w:r>
      <w:r>
        <w:t>DOPLNĚNÍ ZADÁVACÍ DOKUMENTACE</w:t>
      </w:r>
      <w:bookmarkEnd w:id="10"/>
      <w:r>
        <w:t xml:space="preserve"> </w:t>
      </w:r>
    </w:p>
    <w:p w14:paraId="748C00A0" w14:textId="57BD0D0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9B3A53" w:rsidRPr="006A59D6">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9B3A53" w:rsidRPr="006A59D6">
          <w:rPr>
            <w:rStyle w:val="Hypertextovodkaz"/>
            <w:noProof w:val="0"/>
          </w:rPr>
          <w:t>https://zakazky.spravazeleznic.cz/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w:t>
      </w:r>
      <w:r w:rsidR="00706CF9">
        <w:t>, jinak zadavatel není povinen vysvětlení poskytnout</w:t>
      </w:r>
      <w:r w:rsidRPr="00FD39DE">
        <w:t>.</w:t>
      </w:r>
    </w:p>
    <w:p w14:paraId="3A00F2C3" w14:textId="77777777" w:rsidR="0035531B" w:rsidRDefault="00FD39DE" w:rsidP="0039618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39618E">
        <w:t xml:space="preserve"> </w:t>
      </w:r>
      <w:r w:rsidR="0039618E" w:rsidRPr="00FD39DE">
        <w:t>Vysvětlení zadávací dokumentace může zadavatel poskytnout i bez předchozí žádosti</w:t>
      </w:r>
      <w:r w:rsidR="0039618E">
        <w:t>, a to nejméně 3 pracovní dny před uplynutím lhůty pro podání nabídek.</w:t>
      </w:r>
    </w:p>
    <w:p w14:paraId="516DE766" w14:textId="210EFA91"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912C49" w:rsidRPr="006A59D6">
          <w:rPr>
            <w:rStyle w:val="Hypertextovodkaz"/>
            <w:noProof w:val="0"/>
          </w:rPr>
          <w:t>https://zakazky.spravazeleznic.cz/</w:t>
        </w:r>
      </w:hyperlink>
      <w:r>
        <w:t>. Vysvětlení je považováno za doručené okamžikem uveřejnění</w:t>
      </w:r>
      <w:r w:rsidR="0035531B">
        <w:t>.</w:t>
      </w:r>
    </w:p>
    <w:p w14:paraId="0053159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70EE8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D7C216B" w14:textId="77777777" w:rsidR="0035531B" w:rsidRDefault="0035531B" w:rsidP="00CC4380">
      <w:pPr>
        <w:pStyle w:val="Nadpis1-1"/>
      </w:pPr>
      <w:bookmarkStart w:id="11" w:name="_Toc63060834"/>
      <w:r>
        <w:t>POŽADAVKY ZADAVATELE NA KVALIFIKACI</w:t>
      </w:r>
      <w:bookmarkEnd w:id="11"/>
    </w:p>
    <w:p w14:paraId="3E1ABC53" w14:textId="77777777" w:rsidR="0035531B" w:rsidRDefault="00FD39DE" w:rsidP="00FD39DE">
      <w:pPr>
        <w:pStyle w:val="Text1-1"/>
      </w:pPr>
      <w:r w:rsidRPr="00FD39DE">
        <w:t>Dodavatelé jsou povinni prokázat splnění kvalifikace za podmínek stanovených v této Výzvě</w:t>
      </w:r>
      <w:r w:rsidR="0035531B">
        <w:t>.</w:t>
      </w:r>
    </w:p>
    <w:p w14:paraId="22B79FE2" w14:textId="77777777" w:rsidR="0035531B" w:rsidRPr="00CC4380" w:rsidRDefault="0035531B" w:rsidP="0035531B">
      <w:pPr>
        <w:pStyle w:val="Text1-1"/>
        <w:rPr>
          <w:rStyle w:val="Tun9b"/>
        </w:rPr>
      </w:pPr>
      <w:r w:rsidRPr="00CC4380">
        <w:rPr>
          <w:rStyle w:val="Tun9b"/>
        </w:rPr>
        <w:t>Prokázání splnění základní způsobilosti:</w:t>
      </w:r>
    </w:p>
    <w:p w14:paraId="797D71DF" w14:textId="40938130" w:rsidR="0035531B" w:rsidRDefault="00FD39DE" w:rsidP="00FD39DE">
      <w:pPr>
        <w:pStyle w:val="Odrka1-1"/>
      </w:pPr>
      <w:r w:rsidRPr="00FD39DE">
        <w:t>Zadavatel požaduje p</w:t>
      </w:r>
      <w:r w:rsidR="00E501D1">
        <w:t>rokázání základní způsobilosti. Způsob</w:t>
      </w:r>
      <w:r w:rsidR="00151F14">
        <w:t>i</w:t>
      </w:r>
      <w:r w:rsidR="00E501D1">
        <w:t xml:space="preserve">lým </w:t>
      </w:r>
      <w:r w:rsidRPr="00FD39DE">
        <w:t>není dodavatel, který</w:t>
      </w:r>
      <w:r>
        <w:t>:</w:t>
      </w:r>
    </w:p>
    <w:p w14:paraId="5C8670DF" w14:textId="77777777" w:rsidR="003646A3" w:rsidRDefault="0035531B" w:rsidP="00867426">
      <w:pPr>
        <w:pStyle w:val="Odstavec1-2i"/>
        <w:numPr>
          <w:ilvl w:val="1"/>
          <w:numId w:val="16"/>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A4F467"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40E1A4"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071D42B3" w14:textId="77777777" w:rsidR="003646A3" w:rsidRDefault="0035531B" w:rsidP="00867426">
      <w:pPr>
        <w:pStyle w:val="Odstavec1-2i"/>
        <w:numPr>
          <w:ilvl w:val="1"/>
          <w:numId w:val="16"/>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9472A5" w14:textId="77777777" w:rsidR="003646A3" w:rsidRDefault="0035531B" w:rsidP="00867426">
      <w:pPr>
        <w:pStyle w:val="Odstavec1-2i"/>
        <w:numPr>
          <w:ilvl w:val="1"/>
          <w:numId w:val="16"/>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FEDE76" w14:textId="77777777" w:rsidR="0035531B" w:rsidRDefault="0035531B" w:rsidP="00092CC9">
      <w:pPr>
        <w:pStyle w:val="Odrka1-1"/>
      </w:pPr>
      <w:r>
        <w:t xml:space="preserve">Způsob prokázání základní způsobilosti: </w:t>
      </w:r>
    </w:p>
    <w:p w14:paraId="69A92962" w14:textId="77777777"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14:paraId="19A5909C" w14:textId="77777777" w:rsidR="0035531B" w:rsidRPr="00CC4380" w:rsidRDefault="0035531B" w:rsidP="0035531B">
      <w:pPr>
        <w:pStyle w:val="Text1-1"/>
        <w:rPr>
          <w:rStyle w:val="Tun9b"/>
        </w:rPr>
      </w:pPr>
      <w:r w:rsidRPr="00CC4380">
        <w:rPr>
          <w:rStyle w:val="Tun9b"/>
        </w:rPr>
        <w:t>Prokázání splnění profesní způsobilosti:</w:t>
      </w:r>
    </w:p>
    <w:p w14:paraId="7FA97BBF" w14:textId="0A91EC3E"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FD4EBE" w14:textId="1BA54AFE"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E714C">
        <w:t xml:space="preserve">živnostenské </w:t>
      </w:r>
      <w:r>
        <w:t>oprávnění</w:t>
      </w:r>
      <w:r w:rsidR="00BC6D2B">
        <w:t xml:space="preserve"> k </w:t>
      </w:r>
      <w:r>
        <w:t xml:space="preserve">podnikání pro následující činnosti: </w:t>
      </w:r>
    </w:p>
    <w:p w14:paraId="43AE37EB" w14:textId="2002B4DE" w:rsidR="00B31D68" w:rsidRDefault="0035531B" w:rsidP="00D95CCA">
      <w:pPr>
        <w:pStyle w:val="Odrka1-2-"/>
        <w:spacing w:after="120"/>
      </w:pPr>
      <w:r w:rsidRPr="00011423">
        <w:t>Projektov</w:t>
      </w:r>
      <w:r w:rsidR="00BE32ED">
        <w:t>á</w:t>
      </w:r>
      <w:r w:rsidR="00D95CCA">
        <w:t xml:space="preserve"> činnost ve výstavbě.</w:t>
      </w:r>
    </w:p>
    <w:p w14:paraId="22E16677" w14:textId="5650B10E" w:rsidR="00EE1F70" w:rsidRPr="00011423" w:rsidRDefault="00EE1F70" w:rsidP="00D95CCA">
      <w:pPr>
        <w:pStyle w:val="Odrka1-2-"/>
        <w:spacing w:after="120"/>
      </w:pPr>
      <w:r>
        <w:t>Poradenská a konzultační činnost, zpracování odborných studií a posudků</w:t>
      </w:r>
    </w:p>
    <w:p w14:paraId="0DA3F7FC" w14:textId="77777777" w:rsidR="0035531B" w:rsidRPr="00011423" w:rsidRDefault="0035531B" w:rsidP="00092CC9">
      <w:pPr>
        <w:pStyle w:val="Odrka1-1"/>
      </w:pPr>
      <w:r w:rsidRPr="00011423">
        <w:t>Odborná způsobilost:</w:t>
      </w:r>
    </w:p>
    <w:p w14:paraId="14DCF924" w14:textId="325B2647" w:rsidR="000A4548" w:rsidRDefault="000A4548" w:rsidP="000A4548">
      <w:pPr>
        <w:pStyle w:val="Odrka1-2-"/>
        <w:tabs>
          <w:tab w:val="clear" w:pos="1531"/>
          <w:tab w:val="num" w:pos="1589"/>
        </w:tabs>
        <w:ind w:left="1589"/>
      </w:pPr>
      <w:r w:rsidRPr="002945A7">
        <w:t xml:space="preserve">Zadavatel požaduje předložení dokladu o autorizaci v rozsahu dle § 5 odst. 3 písm. </w:t>
      </w:r>
      <w:r w:rsidRPr="002945A7">
        <w:rPr>
          <w:rStyle w:val="Tun9b"/>
        </w:rPr>
        <w:t>e)</w:t>
      </w:r>
      <w:r w:rsidRPr="002945A7">
        <w:t xml:space="preserve"> zákona č. 360/1992 Sb., o výkonu povolání autorizovaných architektů a o výkonu povolání autorizovaných inženýrů a techniků činných ve výstavbě, ve znění pozdějších předpisů.</w:t>
      </w:r>
    </w:p>
    <w:p w14:paraId="51FDBE72" w14:textId="77777777" w:rsidR="00EE1F70" w:rsidRPr="009A399C" w:rsidRDefault="00EE1F70" w:rsidP="00EE1F70">
      <w:pPr>
        <w:pStyle w:val="Odrka1-2-"/>
      </w:pPr>
      <w:r w:rsidRPr="009A399C">
        <w:t xml:space="preserve">Zadavatel požaduje předložení úředního oprávnění pro ověřování výsledků zeměměřických činností v rozsahu dle § 13 odst. 1 písm. </w:t>
      </w:r>
      <w:r w:rsidRPr="009A399C">
        <w:rPr>
          <w:rStyle w:val="Tun9b"/>
        </w:rPr>
        <w:t xml:space="preserve">a) </w:t>
      </w:r>
      <w:r w:rsidRPr="009A399C">
        <w:rPr>
          <w:rStyle w:val="Tun9b"/>
          <w:b w:val="0"/>
        </w:rPr>
        <w:t>a </w:t>
      </w:r>
      <w:r w:rsidRPr="009A399C">
        <w:rPr>
          <w:rStyle w:val="Tun9b"/>
        </w:rPr>
        <w:t>c)</w:t>
      </w:r>
      <w:r w:rsidRPr="009A399C">
        <w:t xml:space="preserve"> zákona č. 200/1994 Sb., o zeměměřictví a o změně a doplnění některých zákonů souvisejících s jeho zavedením, ve znění pozdějších předpisů.</w:t>
      </w:r>
    </w:p>
    <w:p w14:paraId="61F111E8"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48DB27" w14:textId="77777777" w:rsidR="0035531B" w:rsidRDefault="0035531B" w:rsidP="00C86D4C">
      <w:pPr>
        <w:pStyle w:val="Textbezslovn"/>
        <w:spacing w:after="240"/>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0C5A43" w14:textId="73CF718B" w:rsidR="0035531B" w:rsidRPr="00400E53" w:rsidRDefault="00872E3F" w:rsidP="0035531B">
      <w:pPr>
        <w:pStyle w:val="Text1-1"/>
        <w:rPr>
          <w:rStyle w:val="Tun9b"/>
        </w:rPr>
      </w:pPr>
      <w:r w:rsidRPr="00400E53">
        <w:rPr>
          <w:rStyle w:val="Tun9b"/>
        </w:rPr>
        <w:t>Technická kvalifikace – seznam</w:t>
      </w:r>
      <w:r w:rsidR="00DC4137" w:rsidRPr="00400E53">
        <w:rPr>
          <w:rStyle w:val="Tun9b"/>
        </w:rPr>
        <w:t xml:space="preserve"> významných služeb</w:t>
      </w:r>
      <w:r w:rsidR="004E2B03">
        <w:rPr>
          <w:rStyle w:val="Tun9b"/>
        </w:rPr>
        <w:t>:</w:t>
      </w:r>
    </w:p>
    <w:p w14:paraId="296E3CA7" w14:textId="77777777" w:rsidR="009A5E3D" w:rsidRDefault="00DD1858" w:rsidP="00291AB0">
      <w:pPr>
        <w:pStyle w:val="Odrka1-1"/>
        <w:numPr>
          <w:ilvl w:val="0"/>
          <w:numId w:val="0"/>
        </w:numPr>
        <w:ind w:left="709"/>
      </w:pPr>
      <w:r w:rsidRPr="00400E53">
        <w:t xml:space="preserve">Zadavatel požaduje předložení seznamu významných </w:t>
      </w:r>
      <w:r w:rsidR="002537CB" w:rsidRPr="00400E53">
        <w:t xml:space="preserve">ukončených </w:t>
      </w:r>
      <w:r w:rsidRPr="00400E53">
        <w:t xml:space="preserve">služeb obdobného charakteru poskytnutých dodavatelem v </w:t>
      </w:r>
      <w:r w:rsidRPr="00400E53">
        <w:rPr>
          <w:b/>
        </w:rPr>
        <w:t xml:space="preserve">posledních </w:t>
      </w:r>
      <w:r w:rsidR="00850538" w:rsidRPr="00400E53">
        <w:rPr>
          <w:b/>
        </w:rPr>
        <w:t>5</w:t>
      </w:r>
      <w:r w:rsidRPr="00400E53">
        <w:rPr>
          <w:b/>
        </w:rPr>
        <w:t xml:space="preserve"> letech</w:t>
      </w:r>
      <w:r w:rsidRPr="00400E53">
        <w:t xml:space="preserve"> před zahájením </w:t>
      </w:r>
      <w:r w:rsidR="002537CB" w:rsidRPr="00400E53">
        <w:t>výběrového</w:t>
      </w:r>
      <w:r w:rsidRPr="00400E53">
        <w:t xml:space="preserve"> řízení. </w:t>
      </w:r>
    </w:p>
    <w:p w14:paraId="5AEF6FD0" w14:textId="7A0CAE97" w:rsidR="00DD1858" w:rsidRPr="00021F72" w:rsidRDefault="00DD1858" w:rsidP="00291AB0">
      <w:pPr>
        <w:pStyle w:val="Odrka1-1"/>
        <w:numPr>
          <w:ilvl w:val="0"/>
          <w:numId w:val="0"/>
        </w:numPr>
        <w:ind w:left="709"/>
      </w:pPr>
      <w:r w:rsidRPr="00227186">
        <w:t xml:space="preserve">Za významné služby obdobného charakteru se pokládají projektové práce spočívající ve </w:t>
      </w:r>
      <w:r w:rsidR="009A5E3D" w:rsidRPr="00227186">
        <w:t xml:space="preserve">zhotovení projektové dokumentace ve stupni </w:t>
      </w:r>
      <w:r w:rsidR="00121901" w:rsidRPr="00227186">
        <w:t xml:space="preserve">zjednodušená dokumentace ve stádiu 2 (ZDS2) nebo </w:t>
      </w:r>
      <w:r w:rsidR="009A5E3D" w:rsidRPr="00227186">
        <w:t xml:space="preserve">dokumentace pro územní řízení (DUR) nebo projektové dokumentace pro stavební povolení (DSP) nebo ve společném stupni projektové dokumentace pro stavební povolení a projektové dokumentace pro provádění stavby (DSP+PDPS) nebo ve stupni projektové dokumentace pro společné </w:t>
      </w:r>
      <w:r w:rsidR="009A5E3D" w:rsidRPr="00021F72">
        <w:t xml:space="preserve">povolení (DUSP) nebo ve společném stupni projektové dokumentace pro společné povolení a projektové dokumentace pro provádění stavby (DUSP+PDPS) </w:t>
      </w:r>
      <w:r w:rsidRPr="00021F72">
        <w:t>pro stavby železničních drah ve smyslu § 5 odst. 1 zák. č. 266/1994 Sb., o dráhách, ve znění pozdějších předpisů</w:t>
      </w:r>
      <w:r w:rsidR="001C5CED" w:rsidRPr="00021F72">
        <w:t xml:space="preserve">. Za významné služby obdobného charakteru se pokládají pouze takové služby obdobného charakteru, jejichž předmětem byly následující činnosti: </w:t>
      </w:r>
      <w:r w:rsidR="00BA412D" w:rsidRPr="00021F72">
        <w:rPr>
          <w:b/>
        </w:rPr>
        <w:t xml:space="preserve">projektování </w:t>
      </w:r>
      <w:r w:rsidR="00EE1F70" w:rsidRPr="00021F72">
        <w:rPr>
          <w:b/>
        </w:rPr>
        <w:t>systému ETCS včet</w:t>
      </w:r>
      <w:r w:rsidR="00121901" w:rsidRPr="00021F72">
        <w:rPr>
          <w:b/>
        </w:rPr>
        <w:t>ně příslušného doplnění a úpravy</w:t>
      </w:r>
      <w:r w:rsidR="00EE1F70" w:rsidRPr="00021F72">
        <w:rPr>
          <w:b/>
        </w:rPr>
        <w:t xml:space="preserve"> systému GSM-R</w:t>
      </w:r>
      <w:r w:rsidR="00867C95" w:rsidRPr="00021F72">
        <w:rPr>
          <w:b/>
        </w:rPr>
        <w:t>.</w:t>
      </w:r>
    </w:p>
    <w:p w14:paraId="2EA17699" w14:textId="66561230" w:rsidR="00DD1858" w:rsidRPr="00227186" w:rsidRDefault="00DD1858" w:rsidP="00DD1858">
      <w:pPr>
        <w:pStyle w:val="Textbezslovn"/>
        <w:tabs>
          <w:tab w:val="num" w:pos="709"/>
        </w:tabs>
        <w:ind w:left="709" w:hanging="709"/>
      </w:pPr>
      <w:r w:rsidRPr="00021F72">
        <w:tab/>
      </w:r>
      <w:r w:rsidR="009A5E3D" w:rsidRPr="00021F72">
        <w:t xml:space="preserve">Za službu obdobného charakteru, resp. projektové práce spočívající ve zhotovení projektové dokumentace ve stupni </w:t>
      </w:r>
      <w:r w:rsidR="00121901" w:rsidRPr="00021F72">
        <w:t xml:space="preserve">ZDS2 nebo </w:t>
      </w:r>
      <w:r w:rsidR="009A5E3D" w:rsidRPr="00021F72">
        <w:t xml:space="preserve">DUR nebo DSP nebo DSP+PDPS </w:t>
      </w:r>
      <w:r w:rsidR="009A5E3D" w:rsidRPr="00227186">
        <w:t>nebo DUSP nebo DUSP+PDPS, zadavatel považuje rovněž provedení aktualizace projektové dokumentace ve stupni DUR nebo DSP nebo DSP+PDPS</w:t>
      </w:r>
      <w:bookmarkStart w:id="12" w:name="_GoBack"/>
      <w:bookmarkEnd w:id="12"/>
      <w:r w:rsidR="009A5E3D" w:rsidRPr="00227186">
        <w:t xml:space="preserve"> nebo DUSP nebo DUSP+PDPS.</w:t>
      </w:r>
    </w:p>
    <w:p w14:paraId="427136A5" w14:textId="62371499" w:rsidR="000A4548" w:rsidRPr="00E702FC" w:rsidRDefault="00DD1858" w:rsidP="000A4548">
      <w:pPr>
        <w:pStyle w:val="Textbezslovn"/>
        <w:ind w:left="709" w:hanging="709"/>
      </w:pPr>
      <w:r w:rsidRPr="00227186">
        <w:tab/>
        <w:t xml:space="preserve">Celkový součet </w:t>
      </w:r>
      <w:r w:rsidR="00CE219B" w:rsidRPr="00227186">
        <w:t>hodnot</w:t>
      </w:r>
      <w:r w:rsidRPr="00227186">
        <w:t xml:space="preserve"> významných </w:t>
      </w:r>
      <w:r w:rsidR="00EA1EF4" w:rsidRPr="00227186">
        <w:t xml:space="preserve">ukončených </w:t>
      </w:r>
      <w:r w:rsidRPr="00227186">
        <w:t xml:space="preserve">služeb obdobného charakteru za poslední </w:t>
      </w:r>
      <w:r w:rsidR="00850538" w:rsidRPr="00227186">
        <w:t>5</w:t>
      </w:r>
      <w:r w:rsidRPr="00227186">
        <w:t xml:space="preserve"> </w:t>
      </w:r>
      <w:r w:rsidR="00850538" w:rsidRPr="00227186">
        <w:t>let</w:t>
      </w:r>
      <w:r w:rsidRPr="00227186">
        <w:t xml:space="preserve"> před zahájením </w:t>
      </w:r>
      <w:r w:rsidR="002537CB" w:rsidRPr="00227186">
        <w:t>výběrového</w:t>
      </w:r>
      <w:r w:rsidRPr="00227186">
        <w:t xml:space="preserve"> řízení, které dodavatel poskytl, musí dosahovat v souhrnu nejméně </w:t>
      </w:r>
      <w:r w:rsidR="00EE1F70" w:rsidRPr="00227186">
        <w:rPr>
          <w:b/>
        </w:rPr>
        <w:t xml:space="preserve">5 </w:t>
      </w:r>
      <w:r w:rsidRPr="00227186">
        <w:rPr>
          <w:b/>
        </w:rPr>
        <w:t xml:space="preserve"> </w:t>
      </w:r>
      <w:r w:rsidR="00EE1F70" w:rsidRPr="00227186">
        <w:rPr>
          <w:b/>
        </w:rPr>
        <w:t>000 000,-</w:t>
      </w:r>
      <w:r w:rsidRPr="00227186">
        <w:rPr>
          <w:b/>
        </w:rPr>
        <w:t xml:space="preserve"> Kč bez DPH</w:t>
      </w:r>
      <w:r w:rsidRPr="00227186">
        <w:t xml:space="preserve">, přičemž alespoň jedna služba musí dosahovat </w:t>
      </w:r>
      <w:r w:rsidR="00CE219B" w:rsidRPr="00227186">
        <w:t>hodnoty</w:t>
      </w:r>
      <w:r w:rsidRPr="00227186">
        <w:t xml:space="preserve"> nejméně </w:t>
      </w:r>
      <w:r w:rsidR="00EE1F70" w:rsidRPr="00227186">
        <w:rPr>
          <w:b/>
        </w:rPr>
        <w:t>2 5</w:t>
      </w:r>
      <w:r w:rsidR="00856BF1" w:rsidRPr="00227186">
        <w:rPr>
          <w:b/>
        </w:rPr>
        <w:t>0</w:t>
      </w:r>
      <w:r w:rsidR="00F94955" w:rsidRPr="00227186">
        <w:rPr>
          <w:b/>
        </w:rPr>
        <w:t xml:space="preserve">0 000,- </w:t>
      </w:r>
      <w:r w:rsidR="0007510A" w:rsidRPr="00227186">
        <w:rPr>
          <w:b/>
        </w:rPr>
        <w:t>Kč bez DPH</w:t>
      </w:r>
      <w:r w:rsidRPr="00227186">
        <w:t xml:space="preserve">. </w:t>
      </w:r>
      <w:r w:rsidR="000A4548" w:rsidRPr="00227186">
        <w:t>Hodnotou služby se pro účely posouzení splnění kritérií technické kvalifikace rozumí cena, za kterou dodavat</w:t>
      </w:r>
      <w:r w:rsidR="000A4548" w:rsidRPr="00E702FC">
        <w:t>el provedl předmětné služby; tato cena nebude upravována o míru inflace tak, aby odpovídala současným hodnotám služeb.</w:t>
      </w:r>
    </w:p>
    <w:p w14:paraId="2178B2AF" w14:textId="77777777" w:rsidR="00DD1858" w:rsidRPr="00E702FC" w:rsidRDefault="00DD1858" w:rsidP="00DD1858">
      <w:pPr>
        <w:pStyle w:val="Textbezslovn"/>
        <w:ind w:left="709" w:hanging="709"/>
      </w:pPr>
      <w:r w:rsidRPr="00E702FC">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537CB" w:rsidRPr="00E702FC">
        <w:t>Správa železnic, státní organizace</w:t>
      </w:r>
      <w:r w:rsidRPr="00E702FC">
        <w:t xml:space="preserve">. </w:t>
      </w:r>
    </w:p>
    <w:p w14:paraId="5626FA9F" w14:textId="072734A7" w:rsidR="009A5E3D" w:rsidRPr="00227186" w:rsidRDefault="009A5E3D" w:rsidP="009A5E3D">
      <w:pPr>
        <w:pStyle w:val="Textbezslovn"/>
      </w:pPr>
      <w:r w:rsidRPr="009A5E3D">
        <w:t xml:space="preserve">Doba 5 let se považuje za splněnou, pokud byly významné služby v průběhu této doby dokončeny a pro prokázání </w:t>
      </w:r>
      <w:r w:rsidRPr="00227186">
        <w:t xml:space="preserve">kvalifikace postačuje, aby byly požadované minimální hodnoty významných služeb dosaženy za celou dobu poskytování významných služeb, nikoliv pouze v průběhu posledních 5 let před zahájením zadávacího řízení. V případě, že byla referovaná významná služba, resp. činnost (tj. např. projektové práce spočívající ve zpracování </w:t>
      </w:r>
      <w:r w:rsidRPr="00227186">
        <w:rPr>
          <w:rFonts w:cs="Arial"/>
          <w:bCs/>
        </w:rPr>
        <w:t xml:space="preserve">dokumentace </w:t>
      </w:r>
      <w:r w:rsidRPr="00227186">
        <w:t xml:space="preserve">ve stupni </w:t>
      </w:r>
      <w:r w:rsidR="00121901" w:rsidRPr="00227186">
        <w:t xml:space="preserve">ZDS2 nebo </w:t>
      </w:r>
      <w:r w:rsidRPr="00227186">
        <w:t xml:space="preserve">DUR, nebo DSP nebo DSP+PDPS nebo DUSP nebo DUSP+PDPS pro stavby železničních drah)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227186">
        <w:rPr>
          <w:rFonts w:cs="Arial"/>
          <w:bCs/>
        </w:rPr>
        <w:t xml:space="preserve">dokumentace </w:t>
      </w:r>
      <w:r w:rsidRPr="00227186">
        <w:t xml:space="preserve">ve stupni </w:t>
      </w:r>
      <w:r w:rsidR="00121901" w:rsidRPr="00227186">
        <w:t xml:space="preserve">ZDS2 nebo </w:t>
      </w:r>
      <w:r w:rsidRPr="00227186">
        <w:t xml:space="preserve">DUR nebo DSP nebo DSP+PDPS nebo DUSP nebo DUSP+PDPS pro stavby železničních drah) s tím, že zakázka jako celek (tj. ohledně dalších činností, např. autorského dozoru při </w:t>
      </w:r>
      <w:r w:rsidRPr="009A5E3D">
        <w:t>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např. zpracování projektové dokumentace) bylo dokončeno dříve než před 5 lety</w:t>
      </w:r>
      <w:r>
        <w:t xml:space="preserve">. Je-li referenční zakázka součástí rozsáhlejšího plnění </w:t>
      </w:r>
      <w:r>
        <w:lastRenderedPageBreak/>
        <w:t>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0698FC9" w14:textId="4AF5AE91" w:rsidR="009A5E3D" w:rsidRPr="00227186" w:rsidRDefault="009A5E3D" w:rsidP="009A5E3D">
      <w:pPr>
        <w:pStyle w:val="Textbezslovn"/>
      </w:pPr>
      <w:r w:rsidRPr="00227186">
        <w:t xml:space="preserve">Pro odstranění pochybností zadavatel upřesňuje, že pro potřeby doložení referenčních zakázek (významných služeb) se zakázka na projektové práce spočívající ve zpracování </w:t>
      </w:r>
      <w:r w:rsidRPr="00227186">
        <w:rPr>
          <w:rFonts w:cs="Arial"/>
          <w:bCs/>
        </w:rPr>
        <w:t xml:space="preserve">dokumentace </w:t>
      </w:r>
      <w:r w:rsidRPr="00227186">
        <w:t xml:space="preserve">ve stupni </w:t>
      </w:r>
      <w:r w:rsidR="00FF34B8" w:rsidRPr="00227186">
        <w:t xml:space="preserve">ZDS2 nebo </w:t>
      </w:r>
      <w:r w:rsidRPr="00227186">
        <w:t xml:space="preserve">DUR nebo DSP nebo DSP+PDPS nebo DUSP nebo DUSP+PDPS považuje za dokončenou předáním kompletní </w:t>
      </w:r>
      <w:r w:rsidR="00FF34B8" w:rsidRPr="00227186">
        <w:t xml:space="preserve">ZDS2 nebo </w:t>
      </w:r>
      <w:r w:rsidRPr="00227186">
        <w:t xml:space="preserve">DUR nebo DSP nebo DSP+PDPS nebo DUSP nebo DUSP+PDPS, příp. jejich kompletní aktualizace, objednateli po zapracování všech připomínek ze strany objednatele, a to bez případného podání žádosti o územní rozhodnutí, územní souhlas, stavební povolení nebo společné povolení, je-li součástí plnění zakázky. </w:t>
      </w:r>
    </w:p>
    <w:p w14:paraId="3F163BF4" w14:textId="6A54E6CB" w:rsidR="00DD1858" w:rsidRPr="00220B8A" w:rsidRDefault="00DD1858" w:rsidP="009A5E3D">
      <w:pPr>
        <w:pStyle w:val="Textbezslovn"/>
        <w:ind w:left="709"/>
      </w:pPr>
      <w:r w:rsidRPr="00227186">
        <w:t>Dodavatel může použít k prokázání splnění kritéria kvalifikace</w:t>
      </w:r>
      <w:r w:rsidRPr="00220B8A">
        <w:t xml:space="preserve"> týkajícího se požadavku na předložení seznamu referenčních zakázek i takové služby, které poskytl</w:t>
      </w:r>
    </w:p>
    <w:p w14:paraId="5306D4FC" w14:textId="77777777" w:rsidR="003646A3" w:rsidRPr="00220B8A" w:rsidRDefault="00DD1858" w:rsidP="00867426">
      <w:pPr>
        <w:pStyle w:val="Odstavec1-1a"/>
        <w:numPr>
          <w:ilvl w:val="0"/>
          <w:numId w:val="12"/>
        </w:numPr>
        <w:tabs>
          <w:tab w:val="left" w:pos="993"/>
        </w:tabs>
        <w:ind w:left="709" w:firstLine="0"/>
      </w:pPr>
      <w:r w:rsidRPr="00220B8A">
        <w:t>společně s jinými dodavateli, a to v rozsahu, v jakém se na plnění zakázky podílel, nebo</w:t>
      </w:r>
    </w:p>
    <w:p w14:paraId="48259D1D" w14:textId="77777777" w:rsidR="003646A3" w:rsidRPr="00220B8A" w:rsidRDefault="00DD1858" w:rsidP="00867426">
      <w:pPr>
        <w:pStyle w:val="Odstavec1-1a"/>
        <w:numPr>
          <w:ilvl w:val="0"/>
          <w:numId w:val="12"/>
        </w:numPr>
        <w:tabs>
          <w:tab w:val="left" w:pos="993"/>
        </w:tabs>
        <w:ind w:left="709" w:firstLine="0"/>
      </w:pPr>
      <w:r w:rsidRPr="00220B8A">
        <w:t>jako poddodavatel, a to v rozsahu, v jakém se na plnění zakázky podílel.</w:t>
      </w:r>
    </w:p>
    <w:p w14:paraId="66094C02" w14:textId="4C29BE5B" w:rsidR="00DD1858" w:rsidRPr="00220B8A" w:rsidRDefault="00DD1858" w:rsidP="00DD1858">
      <w:pPr>
        <w:spacing w:after="120"/>
        <w:ind w:left="709"/>
        <w:jc w:val="both"/>
        <w:rPr>
          <w:rFonts w:ascii="Verdana" w:hAnsi="Verdana" w:cs="Arial"/>
        </w:rPr>
      </w:pPr>
      <w:r w:rsidRPr="00220B8A">
        <w:rPr>
          <w:rFonts w:ascii="Verdana" w:hAnsi="Verdana" w:cs="Arial"/>
        </w:rPr>
        <w:t>Pokud se jiná osoba, prostřednictvím které účastník prokazuje část kvalifikace, v </w:t>
      </w:r>
      <w:r w:rsidRPr="00220B8A">
        <w:rPr>
          <w:rFonts w:ascii="Verdana" w:hAnsi="Verdana" w:cs="Calibri"/>
        </w:rPr>
        <w:t>rámci</w:t>
      </w:r>
      <w:r w:rsidRPr="00220B8A">
        <w:rPr>
          <w:rFonts w:ascii="Verdana" w:hAnsi="Verdana" w:cs="Arial"/>
        </w:rPr>
        <w:t xml:space="preserve"> </w:t>
      </w:r>
      <w:r w:rsidRPr="00220B8A">
        <w:rPr>
          <w:rFonts w:ascii="Verdana" w:hAnsi="Verdana" w:cs="Calibri"/>
        </w:rPr>
        <w:t>prokazování</w:t>
      </w:r>
      <w:r w:rsidRPr="00220B8A">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w:t>
      </w:r>
      <w:r w:rsidR="00EA1EF4">
        <w:t xml:space="preserve">Výše uvedené neplatí v případě, kdy účastník a jiná osoba, prostřednictvím které prokazuje účastník část kvalifikace, nebo dodavatelé tvořící konsorcium, v rámci </w:t>
      </w:r>
      <w:r w:rsidR="00EA1EF4" w:rsidRPr="00726EBD">
        <w:t>stejné referenční zakázky realizovali rozdílné části plnění samostatně naplňující definici významné služby.</w:t>
      </w:r>
    </w:p>
    <w:p w14:paraId="24E12E6E" w14:textId="77777777" w:rsidR="0035531B" w:rsidRPr="00930B79" w:rsidRDefault="0035531B" w:rsidP="0035531B">
      <w:pPr>
        <w:pStyle w:val="Text1-1"/>
        <w:rPr>
          <w:rStyle w:val="Tun9b"/>
        </w:rPr>
      </w:pPr>
      <w:r w:rsidRPr="00930B79">
        <w:rPr>
          <w:rStyle w:val="Tun9b"/>
        </w:rPr>
        <w:t>Technická kvalifikace – seznam odborného personálu:</w:t>
      </w:r>
    </w:p>
    <w:p w14:paraId="6DBF0162" w14:textId="50BD2E7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12443C">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8D6C10">
        <w:t>adovaná na výkon těchto funkcí.</w:t>
      </w:r>
    </w:p>
    <w:p w14:paraId="53A4FB1F" w14:textId="77777777" w:rsidR="00AF4A09" w:rsidRDefault="00AF4A09" w:rsidP="00E05EB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1CBE24E9" w14:textId="5380328D" w:rsidR="00291AB0" w:rsidRPr="00E702FC" w:rsidRDefault="00197256" w:rsidP="00867426">
      <w:pPr>
        <w:pStyle w:val="Textbezslovn"/>
        <w:numPr>
          <w:ilvl w:val="0"/>
          <w:numId w:val="17"/>
        </w:numPr>
      </w:pPr>
      <w:r>
        <w:rPr>
          <w:b/>
        </w:rPr>
        <w:t>vedoucí týmu</w:t>
      </w:r>
    </w:p>
    <w:p w14:paraId="47E3FDA9" w14:textId="49B0F0EF" w:rsidR="00197256" w:rsidRPr="00197256" w:rsidRDefault="00197256" w:rsidP="00197256">
      <w:pPr>
        <w:pStyle w:val="Odrka1-2-"/>
      </w:pPr>
      <w:r w:rsidRPr="00197256">
        <w:lastRenderedPageBreak/>
        <w:t xml:space="preserve">vysokoškolské vzdělání; </w:t>
      </w:r>
    </w:p>
    <w:p w14:paraId="1087065A" w14:textId="1734B8AD" w:rsidR="00197256" w:rsidRPr="00197256" w:rsidRDefault="00197256" w:rsidP="00197256">
      <w:pPr>
        <w:pStyle w:val="Odrka1-2-"/>
      </w:pPr>
      <w:r w:rsidRPr="00197256">
        <w:t>nejméně 5 let praxe v projektování obdobných zakázek, které obsahovaly alespoň následu</w:t>
      </w:r>
      <w:r w:rsidR="00FF34B8">
        <w:t xml:space="preserve">jící činnosti: projektování na </w:t>
      </w:r>
      <w:r w:rsidRPr="00197256">
        <w:rPr>
          <w:b/>
        </w:rPr>
        <w:t>systému ETCS včet</w:t>
      </w:r>
      <w:r w:rsidR="00FF34B8">
        <w:rPr>
          <w:b/>
        </w:rPr>
        <w:t>ně příslušného doplnění a úpravy</w:t>
      </w:r>
      <w:r w:rsidRPr="00197256">
        <w:rPr>
          <w:b/>
        </w:rPr>
        <w:t xml:space="preserve"> systému GSM-R</w:t>
      </w:r>
      <w:r w:rsidRPr="00197256">
        <w:t xml:space="preserve">; </w:t>
      </w:r>
    </w:p>
    <w:p w14:paraId="270B68E3" w14:textId="1711B9BE" w:rsidR="00197256" w:rsidRPr="00197256" w:rsidRDefault="00197256" w:rsidP="00197256">
      <w:pPr>
        <w:pStyle w:val="Odrka1-2-"/>
      </w:pPr>
      <w:r w:rsidRPr="00197256">
        <w:t xml:space="preserve">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w:t>
      </w:r>
    </w:p>
    <w:p w14:paraId="7BC39D29" w14:textId="05DC6FF2" w:rsidR="00197256" w:rsidRPr="00227186" w:rsidRDefault="00197256" w:rsidP="00197256">
      <w:pPr>
        <w:pStyle w:val="Odrka1-2-"/>
      </w:pPr>
      <w:r w:rsidRPr="00197256">
        <w:t xml:space="preserve">prokázat zkušenosti s plněním alespoň dvou zakázek na projektové práce </w:t>
      </w:r>
      <w:r w:rsidRPr="00227186">
        <w:t xml:space="preserve">spočívající ve zpracování dokumentace pro stavby železničních drah ve stupni </w:t>
      </w:r>
      <w:r w:rsidR="00FF34B8" w:rsidRPr="00227186">
        <w:t xml:space="preserve">ZDS2 nebo </w:t>
      </w:r>
      <w:r w:rsidRPr="00227186">
        <w:t xml:space="preserve">DUR nebo DSP nebo DSP+PDPS nebo DUSP nebo DUSP+PDPS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4C04BCDC" w14:textId="77777777" w:rsidR="00291AB0" w:rsidRPr="00227186" w:rsidRDefault="00291AB0" w:rsidP="00867426">
      <w:pPr>
        <w:pStyle w:val="Textbezslovn"/>
        <w:numPr>
          <w:ilvl w:val="0"/>
          <w:numId w:val="17"/>
        </w:numPr>
        <w:rPr>
          <w:b/>
        </w:rPr>
      </w:pPr>
      <w:r w:rsidRPr="00227186">
        <w:rPr>
          <w:b/>
        </w:rPr>
        <w:t>odpovědný projektant</w:t>
      </w:r>
    </w:p>
    <w:p w14:paraId="6CCE2806" w14:textId="77777777" w:rsidR="00291AB0" w:rsidRPr="00227186" w:rsidRDefault="00291AB0" w:rsidP="00291AB0">
      <w:pPr>
        <w:pStyle w:val="Odrka1-2-"/>
      </w:pPr>
      <w:r w:rsidRPr="00227186">
        <w:t>vysokoškolské vzdělání;</w:t>
      </w:r>
    </w:p>
    <w:p w14:paraId="3BE261CB" w14:textId="353FE05A" w:rsidR="00291AB0" w:rsidRPr="00227186" w:rsidRDefault="00291AB0" w:rsidP="00291AB0">
      <w:pPr>
        <w:pStyle w:val="Odrka1-2-"/>
      </w:pPr>
      <w:r w:rsidRPr="00227186">
        <w:t>nejméně 5 let praxe v</w:t>
      </w:r>
      <w:r w:rsidR="00FF34B8" w:rsidRPr="00227186">
        <w:t> </w:t>
      </w:r>
      <w:r w:rsidRPr="00227186">
        <w:t>oboru</w:t>
      </w:r>
      <w:r w:rsidR="00FF34B8" w:rsidRPr="00227186">
        <w:t xml:space="preserve"> zabezpečovacího a</w:t>
      </w:r>
      <w:r w:rsidRPr="00227186">
        <w:t xml:space="preserve"> </w:t>
      </w:r>
      <w:r w:rsidR="00867C95" w:rsidRPr="00227186">
        <w:t>sdělovacího zařízení</w:t>
      </w:r>
      <w:r w:rsidRPr="00227186">
        <w:t>;</w:t>
      </w:r>
    </w:p>
    <w:p w14:paraId="76CE8D12" w14:textId="1137F24D" w:rsidR="00291AB0" w:rsidRPr="00227186" w:rsidRDefault="00291AB0" w:rsidP="00291AB0">
      <w:pPr>
        <w:pStyle w:val="Odrka1-2-"/>
      </w:pPr>
      <w:r w:rsidRPr="00227186">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1A7A9A3C" w14:textId="78E76547" w:rsidR="00291AB0" w:rsidRPr="00227186" w:rsidRDefault="00291AB0" w:rsidP="00867426">
      <w:pPr>
        <w:pStyle w:val="Textbezslovn"/>
        <w:numPr>
          <w:ilvl w:val="0"/>
          <w:numId w:val="17"/>
        </w:numPr>
        <w:rPr>
          <w:b/>
        </w:rPr>
      </w:pPr>
      <w:r w:rsidRPr="00227186">
        <w:rPr>
          <w:b/>
        </w:rPr>
        <w:t>specialista na sdělovací zařízení</w:t>
      </w:r>
    </w:p>
    <w:p w14:paraId="6C7BB1A8" w14:textId="77777777" w:rsidR="00291AB0" w:rsidRPr="00227186" w:rsidRDefault="00291AB0" w:rsidP="00291AB0">
      <w:pPr>
        <w:pStyle w:val="Odrka1-2-"/>
      </w:pPr>
      <w:r w:rsidRPr="00227186">
        <w:t>minimálně středoškolské vzdělání;</w:t>
      </w:r>
    </w:p>
    <w:p w14:paraId="605B6D45" w14:textId="77777777" w:rsidR="00291AB0" w:rsidRPr="00227186" w:rsidRDefault="00291AB0" w:rsidP="00291AB0">
      <w:pPr>
        <w:pStyle w:val="Odrka1-2-"/>
      </w:pPr>
      <w:r w:rsidRPr="00227186">
        <w:t>nejméně 5 let praxe v oboru instalace sdělovacího zařízení na železnici;</w:t>
      </w:r>
    </w:p>
    <w:p w14:paraId="2E7BD7FE" w14:textId="24851D6B" w:rsidR="00291AB0" w:rsidRPr="00227186" w:rsidRDefault="00291AB0" w:rsidP="00867426">
      <w:pPr>
        <w:pStyle w:val="Textbezslovn"/>
        <w:numPr>
          <w:ilvl w:val="0"/>
          <w:numId w:val="17"/>
        </w:numPr>
        <w:rPr>
          <w:b/>
        </w:rPr>
      </w:pPr>
      <w:r w:rsidRPr="00227186">
        <w:rPr>
          <w:b/>
        </w:rPr>
        <w:t xml:space="preserve">specialista na </w:t>
      </w:r>
      <w:r w:rsidR="00197256" w:rsidRPr="00227186">
        <w:rPr>
          <w:b/>
        </w:rPr>
        <w:t>zabezpečovací zařízení</w:t>
      </w:r>
    </w:p>
    <w:p w14:paraId="601A02A3" w14:textId="77777777" w:rsidR="00291AB0" w:rsidRPr="00227186" w:rsidRDefault="00291AB0" w:rsidP="00291AB0">
      <w:pPr>
        <w:pStyle w:val="Odrka1-2-"/>
      </w:pPr>
      <w:r w:rsidRPr="00227186">
        <w:t>minimálně středoškolské vzdělání;</w:t>
      </w:r>
    </w:p>
    <w:p w14:paraId="60E41F79" w14:textId="0791D9AA" w:rsidR="00291AB0" w:rsidRPr="00227186" w:rsidRDefault="00291AB0" w:rsidP="00291AB0">
      <w:pPr>
        <w:pStyle w:val="Odrka1-2-"/>
      </w:pPr>
      <w:r w:rsidRPr="00227186">
        <w:t xml:space="preserve">nejméně 5 let praxe v oboru </w:t>
      </w:r>
      <w:r w:rsidR="00FF34B8" w:rsidRPr="00227186">
        <w:t>zabezpečovacího zařízení n</w:t>
      </w:r>
      <w:r w:rsidRPr="00227186">
        <w:t>a železnici;</w:t>
      </w:r>
    </w:p>
    <w:p w14:paraId="38AA3422" w14:textId="397F39D6" w:rsidR="00197256" w:rsidRPr="00227186" w:rsidRDefault="00197256" w:rsidP="00867426">
      <w:pPr>
        <w:pStyle w:val="Odrka1-1"/>
        <w:numPr>
          <w:ilvl w:val="0"/>
          <w:numId w:val="17"/>
        </w:numPr>
        <w:rPr>
          <w:b/>
        </w:rPr>
      </w:pPr>
      <w:r w:rsidRPr="00227186">
        <w:rPr>
          <w:b/>
        </w:rPr>
        <w:t>úředně oprávněný zeměměřický inženýr</w:t>
      </w:r>
    </w:p>
    <w:p w14:paraId="749EC302" w14:textId="20070FAC" w:rsidR="00197256" w:rsidRPr="00227186" w:rsidRDefault="00197256" w:rsidP="00197256">
      <w:pPr>
        <w:pStyle w:val="Odrka1-2-"/>
      </w:pPr>
      <w:r w:rsidRPr="00227186">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5F7FE4E8" w14:textId="56BD572C" w:rsidR="00FF34B8" w:rsidRPr="002A0244" w:rsidRDefault="002A0244" w:rsidP="00E35FDE">
      <w:pPr>
        <w:pStyle w:val="Odrka1-1"/>
        <w:rPr>
          <w:b/>
        </w:rPr>
      </w:pPr>
      <w:r>
        <w:rPr>
          <w:b/>
        </w:rPr>
        <w:t>specialista</w:t>
      </w:r>
      <w:r w:rsidR="00E35FDE" w:rsidRPr="002A0244">
        <w:rPr>
          <w:b/>
        </w:rPr>
        <w:t xml:space="preserve"> na hodnocení ekonomické efektivnosti</w:t>
      </w:r>
    </w:p>
    <w:p w14:paraId="0C58C75C" w14:textId="77777777" w:rsidR="00FF34B8" w:rsidRPr="00227186" w:rsidRDefault="00FF34B8" w:rsidP="00FF34B8">
      <w:pPr>
        <w:pStyle w:val="Odrka1-2-"/>
      </w:pPr>
      <w:r w:rsidRPr="00227186">
        <w:t>minimálně středoškolské vzdělání;</w:t>
      </w:r>
    </w:p>
    <w:p w14:paraId="49F0ED42" w14:textId="241E025B" w:rsidR="00E35FDE" w:rsidRPr="00227186" w:rsidRDefault="00FF34B8" w:rsidP="00FF34B8">
      <w:pPr>
        <w:pStyle w:val="Odrka1-2-"/>
      </w:pPr>
      <w:r w:rsidRPr="00227186">
        <w:t>nejméně 5 let praxe v oboru hodnocení ekonomické efektivnosti na železnici.</w:t>
      </w:r>
    </w:p>
    <w:p w14:paraId="3352E089" w14:textId="289A7A03" w:rsidR="00197256" w:rsidRDefault="00197256" w:rsidP="00197256">
      <w:pPr>
        <w:pStyle w:val="Textbezslovn"/>
        <w:spacing w:before="240"/>
      </w:pPr>
      <w:r w:rsidRPr="00227186">
        <w:rPr>
          <w:b/>
        </w:rPr>
        <w:t>Obdobnými zakázkami</w:t>
      </w:r>
      <w:r w:rsidRPr="00227186">
        <w:t xml:space="preserve"> se u příslušných členů odborného personálu, u kterých je požadována praxe v projektování obdobných zakázek, rozumí projektové práce spočívající ve zpracování dokumentace ve stupni </w:t>
      </w:r>
      <w:r w:rsidR="00FF34B8" w:rsidRPr="00227186">
        <w:t xml:space="preserve">ZDS2 nebo </w:t>
      </w:r>
      <w:r w:rsidRPr="00227186">
        <w:t>DUR nebo DSP nebo DSP+PDPS nebo DUSP nebo DUSP+PDPS, příp. jejich aktualizace, pro stavby železničních drah ve smyslu § 5 odst. 1 a § 3 odst. 1 zák. č. 266/</w:t>
      </w:r>
      <w:r>
        <w:t xml:space="preserve">1994 Sb., o dráhách, ve znění pozdějších předpisů. </w:t>
      </w:r>
    </w:p>
    <w:p w14:paraId="0D7CAB35" w14:textId="77777777" w:rsidR="00197256" w:rsidRPr="00227186" w:rsidRDefault="00197256" w:rsidP="00197256">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w:t>
      </w:r>
      <w:r>
        <w:lastRenderedPageBreak/>
        <w:t xml:space="preserve">vedoucího týmu je považován např. hlavní projektant, hlavní inženýr projektu či manažer </w:t>
      </w:r>
      <w:r w:rsidRPr="00227186">
        <w:t>projektu, může jím však být i jinak označená osoba splňující výše uvedené parametry.</w:t>
      </w:r>
    </w:p>
    <w:p w14:paraId="02C0D604" w14:textId="77777777" w:rsidR="00197256" w:rsidRPr="00227186" w:rsidRDefault="00197256" w:rsidP="00197256">
      <w:pPr>
        <w:pStyle w:val="Textbezslovn"/>
      </w:pPr>
      <w:r w:rsidRPr="00227186">
        <w:t xml:space="preserve">V souvislosti s požadavky na zkušenost specialisty na hodnocení ekonomické efektivnosti zadavatel upřesňuje následující pojmy: </w:t>
      </w:r>
    </w:p>
    <w:p w14:paraId="3ADF0F0D" w14:textId="77777777" w:rsidR="00197256" w:rsidRPr="00227186" w:rsidRDefault="00197256" w:rsidP="00197256">
      <w:pPr>
        <w:pStyle w:val="Odrka1-1"/>
      </w:pPr>
      <w:r w:rsidRPr="00227186">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1A513706" w14:textId="77777777" w:rsidR="00197256" w:rsidRPr="00227186" w:rsidRDefault="00197256" w:rsidP="00197256">
      <w:pPr>
        <w:pStyle w:val="Odrka1-1"/>
      </w:pPr>
      <w:r w:rsidRPr="00227186">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38B8AEBB" w14:textId="77777777" w:rsidR="00197256" w:rsidRPr="00227186" w:rsidRDefault="00197256" w:rsidP="00197256">
      <w:pPr>
        <w:pStyle w:val="Odrka1-1"/>
      </w:pPr>
      <w:r w:rsidRPr="00227186">
        <w:t>Projektovou žá</w:t>
      </w:r>
      <w:r w:rsidRPr="00227186">
        <w:rPr>
          <w:rStyle w:val="Odrka1-1Char"/>
        </w:rPr>
        <w:t xml:space="preserve">dostí o spolufinancování z prostředků EU se rozumí </w:t>
      </w:r>
      <w:r w:rsidRPr="00227186">
        <w:t>dokumentace</w:t>
      </w:r>
      <w:r w:rsidRPr="00227186">
        <w:rPr>
          <w:rStyle w:val="Odrka1-1Char"/>
        </w:rPr>
        <w:t>, která slouží</w:t>
      </w:r>
      <w:r w:rsidRPr="00227186">
        <w:t xml:space="preserve"> k zajištění finančních prostředků pro financování stavby ze zdrojů EU a jejíž podoba je definována příslušným dotačním programem, např. OPD, nástroj CEF.</w:t>
      </w:r>
    </w:p>
    <w:p w14:paraId="201415B3" w14:textId="77777777" w:rsidR="00197256" w:rsidRPr="00227186" w:rsidRDefault="00197256" w:rsidP="00197256">
      <w:pPr>
        <w:pStyle w:val="Odrka1-1"/>
      </w:pPr>
      <w:r w:rsidRPr="00227186">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3D913EBB" w14:textId="77777777" w:rsidR="00197256" w:rsidRPr="00227186" w:rsidRDefault="00197256" w:rsidP="00197256">
      <w:pPr>
        <w:pStyle w:val="Odrka1-1"/>
      </w:pPr>
      <w:r w:rsidRPr="00227186">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1B68C299" w14:textId="77777777" w:rsidR="008B70C7" w:rsidRPr="00227186" w:rsidRDefault="008B70C7" w:rsidP="008B70C7">
      <w:pPr>
        <w:pStyle w:val="Textbezslovn"/>
      </w:pPr>
      <w:r w:rsidRPr="00227186">
        <w:t>V případě, že byla kvalifikace členů odborného personálu získána v zahraničí, prokazuje se v požadovaném rozsahu doklady vydanými podle právního řádu země, ve které byla získána.</w:t>
      </w:r>
    </w:p>
    <w:p w14:paraId="1CFE32BD" w14:textId="77777777" w:rsidR="0035531B" w:rsidRDefault="008B70C7" w:rsidP="008B70C7">
      <w:pPr>
        <w:pStyle w:val="Textbezslovn"/>
      </w:pPr>
      <w:r w:rsidRPr="00227186">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w:t>
      </w:r>
      <w:r w:rsidR="00CF6012" w:rsidRPr="00227186">
        <w:t>lně požadované vzdělání, praxi,</w:t>
      </w:r>
      <w:r w:rsidRPr="00227186">
        <w:t xml:space="preserve"> odbornou způsobilost a požadavky</w:t>
      </w:r>
      <w:r>
        <w:t xml:space="preserve"> na prevenci střetu zájmů</w:t>
      </w:r>
      <w:r w:rsidR="0035531B">
        <w:t xml:space="preserve">.    </w:t>
      </w:r>
    </w:p>
    <w:p w14:paraId="5EED3741" w14:textId="77777777" w:rsidR="0035531B" w:rsidRPr="0006499F" w:rsidRDefault="0035531B" w:rsidP="0035531B">
      <w:pPr>
        <w:pStyle w:val="Text1-1"/>
        <w:rPr>
          <w:rStyle w:val="Tun9b"/>
        </w:rPr>
      </w:pPr>
      <w:r w:rsidRPr="0006499F">
        <w:rPr>
          <w:rStyle w:val="Tun9b"/>
        </w:rPr>
        <w:t>Další technická kvalifikace</w:t>
      </w:r>
    </w:p>
    <w:p w14:paraId="4D6D941A" w14:textId="77777777" w:rsidR="0035531B" w:rsidRDefault="006E5432" w:rsidP="0006499F">
      <w:pPr>
        <w:pStyle w:val="Textbezslovn"/>
      </w:pPr>
      <w:r>
        <w:t>Nepožaduje se.</w:t>
      </w:r>
    </w:p>
    <w:p w14:paraId="7FD77AF7"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895478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1E69C66" w14:textId="77777777" w:rsidR="008B70C7" w:rsidRDefault="008B70C7" w:rsidP="008B70C7">
      <w:pPr>
        <w:pStyle w:val="Textbezslovn"/>
      </w:pPr>
      <w:r>
        <w:t xml:space="preserve">Dodavatelé v nabídkách předkládají prosté kopie dokladů prokazujících splnění kvalifikace. </w:t>
      </w:r>
    </w:p>
    <w:p w14:paraId="670AED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941E43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DD692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18B09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A3BC1D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8809E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AF1CB79" w14:textId="77777777" w:rsidR="0035531B" w:rsidRDefault="008B70C7" w:rsidP="00D76101">
      <w:pPr>
        <w:pStyle w:val="Textbezslovn"/>
        <w:spacing w:after="240"/>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33B7CBD" w14:textId="77777777" w:rsidR="007168BB" w:rsidRDefault="0035531B" w:rsidP="00867426">
      <w:pPr>
        <w:pStyle w:val="Odrka1-1"/>
        <w:numPr>
          <w:ilvl w:val="0"/>
          <w:numId w:val="17"/>
        </w:numPr>
        <w:ind w:left="709" w:hanging="283"/>
      </w:pPr>
      <w:r>
        <w:lastRenderedPageBreak/>
        <w:t>informace</w:t>
      </w:r>
      <w:r w:rsidR="00BC6D2B">
        <w:t xml:space="preserve"> </w:t>
      </w:r>
      <w:r w:rsidR="007168BB">
        <w:t>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2827A15" w14:textId="77777777" w:rsidR="0012443C" w:rsidRDefault="0012443C" w:rsidP="00867426">
      <w:pPr>
        <w:pStyle w:val="Odrka1-1"/>
        <w:numPr>
          <w:ilvl w:val="0"/>
          <w:numId w:val="17"/>
        </w:numPr>
        <w:spacing w:after="0"/>
        <w:ind w:left="709" w:hanging="283"/>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32923658" w14:textId="09CC5E25" w:rsidR="0012443C" w:rsidRDefault="007168BB" w:rsidP="007168BB">
      <w:pPr>
        <w:pStyle w:val="Textbezslovn"/>
        <w:tabs>
          <w:tab w:val="num" w:pos="709"/>
        </w:tabs>
        <w:ind w:left="1077" w:hanging="651"/>
      </w:pPr>
      <w:r>
        <w:tab/>
      </w:r>
      <w:hyperlink r:id="rId17" w:history="1">
        <w:r w:rsidR="0012443C" w:rsidRPr="00464792">
          <w:rPr>
            <w:rStyle w:val="Hypertextovodkaz"/>
            <w:rFonts w:cs="Calibri"/>
          </w:rPr>
          <w:t>http://www.mdcr.cz/cs/Drazni_doprava/Seznam_pravnickych_osob/</w:t>
        </w:r>
      </w:hyperlink>
      <w:r w:rsidR="0012443C">
        <w:t xml:space="preserve"> </w:t>
      </w:r>
    </w:p>
    <w:p w14:paraId="2E3BA915" w14:textId="1778DD5D" w:rsidR="0012443C" w:rsidRDefault="007168BB" w:rsidP="007168BB">
      <w:pPr>
        <w:pStyle w:val="Textbezslovn"/>
        <w:tabs>
          <w:tab w:val="num" w:pos="709"/>
        </w:tabs>
        <w:spacing w:after="0"/>
        <w:ind w:left="709" w:hanging="651"/>
      </w:pPr>
      <w:r>
        <w:tab/>
      </w:r>
      <w:r w:rsidR="0012443C">
        <w:t>Doklady o splnění výše uvedených povinností dokládá vybraný dodavatel jako podmínku pro uzavření smlouvy.</w:t>
      </w:r>
    </w:p>
    <w:p w14:paraId="60679DD4" w14:textId="77777777" w:rsidR="0012443C" w:rsidRDefault="0012443C" w:rsidP="007168BB">
      <w:pPr>
        <w:pStyle w:val="Odrka1-1"/>
        <w:numPr>
          <w:ilvl w:val="0"/>
          <w:numId w:val="0"/>
        </w:numPr>
        <w:ind w:left="709"/>
      </w:pPr>
    </w:p>
    <w:p w14:paraId="784667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10074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F3719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359053F" w14:textId="77777777" w:rsidR="0035531B" w:rsidRDefault="0035531B" w:rsidP="0006499F">
      <w:pPr>
        <w:pStyle w:val="Textbezslovn"/>
      </w:pPr>
      <w:r>
        <w:t>Dodavatel je</w:t>
      </w:r>
      <w:r w:rsidR="00092CC9">
        <w:t xml:space="preserve"> v </w:t>
      </w:r>
      <w:r>
        <w:t>takovém případě povinen zadavateli předložit:</w:t>
      </w:r>
    </w:p>
    <w:p w14:paraId="792B0A7D" w14:textId="5A148B44" w:rsidR="0035531B" w:rsidRDefault="0035531B" w:rsidP="00867426">
      <w:pPr>
        <w:pStyle w:val="Odrka1-1"/>
        <w:numPr>
          <w:ilvl w:val="0"/>
          <w:numId w:val="17"/>
        </w:numPr>
      </w:pPr>
      <w:r>
        <w:t>doklady</w:t>
      </w:r>
      <w:r w:rsidR="00092CC9">
        <w:t xml:space="preserve"> o </w:t>
      </w:r>
      <w:r>
        <w:t xml:space="preserve">splnění základní způsobilosti jinou </w:t>
      </w:r>
      <w:r w:rsidR="00163928">
        <w:t>o</w:t>
      </w:r>
      <w:r>
        <w:t>sobou,</w:t>
      </w:r>
    </w:p>
    <w:p w14:paraId="033E5DFE" w14:textId="77777777" w:rsidR="0035531B" w:rsidRDefault="008B70C7" w:rsidP="00867426">
      <w:pPr>
        <w:pStyle w:val="Odrka1-1"/>
        <w:numPr>
          <w:ilvl w:val="0"/>
          <w:numId w:val="17"/>
        </w:numPr>
      </w:pPr>
      <w:r w:rsidRPr="008B70C7">
        <w:t>doklady prokazující splnění profesní způsobilosti podle bodu 8.3 první odrážka této Výzvy jinou osobou</w:t>
      </w:r>
      <w:r w:rsidR="0035531B">
        <w:t xml:space="preserve">, </w:t>
      </w:r>
    </w:p>
    <w:p w14:paraId="0AA88110" w14:textId="77777777" w:rsidR="0035531B" w:rsidRDefault="0035531B" w:rsidP="00867426">
      <w:pPr>
        <w:pStyle w:val="Odrka1-1"/>
        <w:numPr>
          <w:ilvl w:val="0"/>
          <w:numId w:val="17"/>
        </w:numPr>
      </w:pPr>
      <w:r>
        <w:t>doklady prokazující splnění chybějící části kvalifikace prostřednictvím jiné osoby a</w:t>
      </w:r>
    </w:p>
    <w:p w14:paraId="7D6C0798" w14:textId="77777777" w:rsidR="0035531B" w:rsidRPr="0006499F" w:rsidRDefault="0035531B" w:rsidP="00867426">
      <w:pPr>
        <w:pStyle w:val="Odrka1-1"/>
        <w:numPr>
          <w:ilvl w:val="0"/>
          <w:numId w:val="17"/>
        </w:numPr>
        <w:rPr>
          <w:rStyle w:val="Tun9b"/>
        </w:rPr>
      </w:pPr>
      <w:r w:rsidRPr="005B5623">
        <w:lastRenderedPageBreak/>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6C5FAD" w14:textId="77777777" w:rsidR="0035531B" w:rsidRDefault="0035531B" w:rsidP="00AF43AF">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33A14DF" w14:textId="5B078DF5" w:rsidR="0035531B" w:rsidRDefault="0035531B" w:rsidP="00801443">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D2419D" w:rsidRPr="0006499F">
        <w:rPr>
          <w:rStyle w:val="Tun9b"/>
        </w:rPr>
        <w:t>a nerozdílná odpovědnost</w:t>
      </w:r>
      <w:r w:rsidR="00D2419D">
        <w:t xml:space="preserve"> této osoby za plnění veřejné zakázky společně s dodavatelem. </w:t>
      </w:r>
      <w:r w:rsidR="00D2419D"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00D2419D" w:rsidRPr="0006499F">
        <w:rPr>
          <w:rStyle w:val="Tun9b"/>
        </w:rPr>
        <w:t>.</w:t>
      </w:r>
      <w:r w:rsidR="00D2419D">
        <w:t xml:space="preserve"> </w:t>
      </w: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7A86CA" w14:textId="77777777" w:rsidR="000A4548" w:rsidRPr="007168BB" w:rsidRDefault="000A4548" w:rsidP="000A4548">
      <w:pPr>
        <w:pStyle w:val="Text1-1"/>
        <w:rPr>
          <w:b/>
        </w:rPr>
      </w:pPr>
      <w:r w:rsidRPr="007168BB">
        <w:rPr>
          <w:rStyle w:val="Tun9b"/>
        </w:rPr>
        <w:t>Změny</w:t>
      </w:r>
      <w:r w:rsidRPr="007168BB">
        <w:rPr>
          <w:b/>
        </w:rPr>
        <w:t xml:space="preserve"> v kvalifikaci dodavatele</w:t>
      </w:r>
    </w:p>
    <w:p w14:paraId="0D919D7F" w14:textId="77777777" w:rsidR="000A4548" w:rsidRPr="007168BB" w:rsidRDefault="000A4548" w:rsidP="000A4548">
      <w:pPr>
        <w:pStyle w:val="Textbezslovn"/>
      </w:pPr>
      <w:r w:rsidRPr="007168BB">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653C7C3" w14:textId="77777777" w:rsidR="000A4548" w:rsidRPr="007168BB" w:rsidRDefault="000A4548" w:rsidP="000A4548">
      <w:pPr>
        <w:pStyle w:val="Textbezslovn"/>
        <w:spacing w:after="0"/>
      </w:pPr>
      <w:r w:rsidRPr="007168BB">
        <w:t>a) podmínky kvalifikace jsou nadále splněny,</w:t>
      </w:r>
    </w:p>
    <w:p w14:paraId="77234746" w14:textId="77777777" w:rsidR="000A4548" w:rsidRPr="007168BB" w:rsidRDefault="000A4548" w:rsidP="000A4548">
      <w:pPr>
        <w:pStyle w:val="Textbezslovn"/>
        <w:spacing w:after="0"/>
      </w:pPr>
      <w:r w:rsidRPr="007168BB">
        <w:t xml:space="preserve">b) nedošlo k ovlivnění kritérií nabídek a </w:t>
      </w:r>
    </w:p>
    <w:p w14:paraId="1F72348E" w14:textId="77777777" w:rsidR="000A4548" w:rsidRPr="007168BB" w:rsidRDefault="000A4548" w:rsidP="000A4548">
      <w:pPr>
        <w:pStyle w:val="Textbezslovn"/>
        <w:spacing w:after="0"/>
      </w:pPr>
      <w:r w:rsidRPr="007168BB">
        <w:t>c) nedošlo k ovlivnění kritérií hodnocení nabídek.</w:t>
      </w:r>
    </w:p>
    <w:p w14:paraId="7B56E341" w14:textId="77777777" w:rsidR="000A4548" w:rsidRPr="007168BB" w:rsidRDefault="000A4548" w:rsidP="000A4548">
      <w:pPr>
        <w:pStyle w:val="Textbezslovn"/>
        <w:spacing w:before="240"/>
      </w:pPr>
      <w:r w:rsidRPr="007168BB">
        <w:t>Dozví-li se zadavatel, že dodavatel nesplnil povinnost uvedenou v tomto článku, zadavatel jej bezodkladně z výběrového řízení vyloučí.</w:t>
      </w:r>
    </w:p>
    <w:p w14:paraId="263F8DA6" w14:textId="77777777" w:rsidR="0035531B" w:rsidRDefault="0035531B" w:rsidP="00193D8F">
      <w:pPr>
        <w:pStyle w:val="Nadpis1-1"/>
      </w:pPr>
      <w:bookmarkStart w:id="13" w:name="_Toc63060835"/>
      <w:r>
        <w:t>DALŠÍ INFORMACE/DOKUMENTY PŘEDKLÁDANÉ DODAVATELEM</w:t>
      </w:r>
      <w:r w:rsidR="00092CC9">
        <w:t xml:space="preserve"> </w:t>
      </w:r>
      <w:r w:rsidR="00776A8A">
        <w:t>V</w:t>
      </w:r>
      <w:r w:rsidR="00092CC9">
        <w:t> </w:t>
      </w:r>
      <w:r>
        <w:t>NABÍDCE</w:t>
      </w:r>
      <w:bookmarkEnd w:id="13"/>
    </w:p>
    <w:p w14:paraId="6F29DC9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006B0B" w14:textId="77777777" w:rsidR="0035531B" w:rsidRDefault="00B71CC3" w:rsidP="00867426">
      <w:pPr>
        <w:pStyle w:val="Odrka1-1"/>
        <w:numPr>
          <w:ilvl w:val="0"/>
          <w:numId w:val="17"/>
        </w:numPr>
      </w:pPr>
      <w:r w:rsidRPr="00B71CC3">
        <w:t>Dokument obsahující informace o dodavateli, včetně prohlášení o akceptaci zadávacích podmínek. Tento dokument bude předložen ve formě formuláře obsaženého v Příloze č. 1 této Výzvy</w:t>
      </w:r>
      <w:r w:rsidR="0035531B">
        <w:t>.</w:t>
      </w:r>
    </w:p>
    <w:p w14:paraId="0F1744EA" w14:textId="77777777" w:rsidR="0035531B" w:rsidRDefault="00B71CC3" w:rsidP="00867426">
      <w:pPr>
        <w:pStyle w:val="Odrka1-1"/>
        <w:numPr>
          <w:ilvl w:val="0"/>
          <w:numId w:val="17"/>
        </w:numPr>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9EDBFBD" w14:textId="77777777" w:rsidR="002357BD" w:rsidRDefault="0035531B" w:rsidP="002357BD">
      <w:pPr>
        <w:pStyle w:val="Text1-1"/>
      </w:pPr>
      <w:r>
        <w:lastRenderedPageBreak/>
        <w:t>Podání nabíd</w:t>
      </w:r>
      <w:r w:rsidR="00695DAA">
        <w:t>ky společně několika dodavateli</w:t>
      </w:r>
    </w:p>
    <w:p w14:paraId="70E17B7E" w14:textId="77777777" w:rsidR="0035531B" w:rsidRDefault="00AA257A" w:rsidP="00867426">
      <w:pPr>
        <w:pStyle w:val="Odrka1-1"/>
        <w:numPr>
          <w:ilvl w:val="0"/>
          <w:numId w:val="17"/>
        </w:numPr>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4B75B4" w14:textId="77777777" w:rsidR="0035531B" w:rsidRDefault="00AA257A" w:rsidP="00867426">
      <w:pPr>
        <w:pStyle w:val="Odrka1-1"/>
        <w:numPr>
          <w:ilvl w:val="0"/>
          <w:numId w:val="17"/>
        </w:numPr>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AEF47A5" w14:textId="77777777" w:rsidR="0035531B" w:rsidRDefault="00AA257A" w:rsidP="00867426">
      <w:pPr>
        <w:pStyle w:val="Odrka1-1"/>
        <w:numPr>
          <w:ilvl w:val="0"/>
          <w:numId w:val="17"/>
        </w:numPr>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9C42D6" w14:textId="77777777" w:rsidR="0035531B" w:rsidRDefault="00AA257A" w:rsidP="00867426">
      <w:pPr>
        <w:pStyle w:val="Odrka1-1"/>
        <w:numPr>
          <w:ilvl w:val="0"/>
          <w:numId w:val="17"/>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BCC091" w14:textId="77777777" w:rsidR="00322579" w:rsidRPr="004C0D03" w:rsidRDefault="0035531B" w:rsidP="004C0D03">
      <w:pPr>
        <w:pStyle w:val="Text1-1"/>
        <w:rPr>
          <w:b/>
        </w:rPr>
      </w:pPr>
      <w:r w:rsidRPr="0060115D">
        <w:rPr>
          <w:rStyle w:val="Tun9b"/>
        </w:rPr>
        <w:t>Poddodavatelské omezení</w:t>
      </w:r>
    </w:p>
    <w:p w14:paraId="0D3456B1" w14:textId="77777777" w:rsidR="0035531B" w:rsidRDefault="0035531B" w:rsidP="00867426">
      <w:pPr>
        <w:pStyle w:val="Odrka1-1"/>
        <w:numPr>
          <w:ilvl w:val="0"/>
          <w:numId w:val="17"/>
        </w:numPr>
      </w:pPr>
      <w:r w:rsidRPr="00DD2F29">
        <w:rPr>
          <w:rStyle w:val="Tun9b"/>
          <w:b w:val="0"/>
        </w:rPr>
        <w:t>Zadavatel</w:t>
      </w:r>
      <w:r>
        <w:t xml:space="preserve"> nevymezuje žádné činnosti při plnění veřejné zakázky, které musí být plněny přímo vybraným dodavatelem.</w:t>
      </w:r>
    </w:p>
    <w:p w14:paraId="2BEE79E0" w14:textId="77777777" w:rsidR="00BC6D2B" w:rsidRDefault="00616090" w:rsidP="00616090">
      <w:pPr>
        <w:pStyle w:val="Text1-1"/>
      </w:pPr>
      <w:r w:rsidRPr="00616090">
        <w:t>Návrh smlouvy na plnění této veřejné zakázky</w:t>
      </w:r>
    </w:p>
    <w:p w14:paraId="76C65B57" w14:textId="77777777" w:rsidR="0035531B" w:rsidRDefault="00616090" w:rsidP="00867426">
      <w:pPr>
        <w:pStyle w:val="Odrka1-1"/>
        <w:numPr>
          <w:ilvl w:val="0"/>
          <w:numId w:val="17"/>
        </w:numPr>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32AB180F" w14:textId="77777777" w:rsidR="00616090" w:rsidRPr="00227186" w:rsidRDefault="00616090" w:rsidP="00AF43AF">
      <w:pPr>
        <w:pStyle w:val="Odstavec1-2i"/>
      </w:pPr>
      <w:r>
        <w:t xml:space="preserve">do těla závazného vzoru smlouvy </w:t>
      </w:r>
      <w:r w:rsidR="007364D0">
        <w:t xml:space="preserve">v čl. 3.3 </w:t>
      </w:r>
      <w:r>
        <w:t xml:space="preserve">celkovou nabídkovou cenu díla bez DPH </w:t>
      </w:r>
      <w:r w:rsidRPr="00227186">
        <w:t>zpracovanou dle požadavků stanovených v článku 13 této Výzvy;</w:t>
      </w:r>
    </w:p>
    <w:p w14:paraId="68C6D03D" w14:textId="77777777" w:rsidR="007364D0" w:rsidRPr="00227186" w:rsidRDefault="007364D0" w:rsidP="007364D0">
      <w:pPr>
        <w:pStyle w:val="Odstavec1-2i"/>
        <w:rPr>
          <w:rFonts w:eastAsia="Times New Roman" w:cs="Calibri"/>
          <w:lang w:eastAsia="cs-CZ"/>
        </w:rPr>
      </w:pPr>
      <w:r w:rsidRPr="00227186">
        <w:rPr>
          <w:rFonts w:eastAsia="Times New Roman" w:cs="Calibri"/>
          <w:lang w:eastAsia="cs-CZ"/>
        </w:rPr>
        <w:t xml:space="preserve">do </w:t>
      </w:r>
      <w:r w:rsidRPr="00227186">
        <w:t>Přílohy</w:t>
      </w:r>
      <w:r w:rsidRPr="00227186">
        <w:rPr>
          <w:rFonts w:eastAsia="Times New Roman" w:cs="Calibri"/>
          <w:lang w:eastAsia="cs-CZ"/>
        </w:rPr>
        <w:t xml:space="preserve"> č. 4 závazného vzoru smlouvy s názvem Rekapitulace ceny:</w:t>
      </w:r>
    </w:p>
    <w:p w14:paraId="2E2F975E" w14:textId="347E659F" w:rsidR="007364D0" w:rsidRPr="00227186" w:rsidRDefault="007364D0" w:rsidP="007364D0">
      <w:pPr>
        <w:pStyle w:val="Odstavec1-31"/>
      </w:pPr>
      <w:r w:rsidRPr="00227186">
        <w:t>Smluvní</w:t>
      </w:r>
      <w:r w:rsidRPr="00227186">
        <w:rPr>
          <w:rFonts w:eastAsia="Times New Roman" w:cs="Calibri"/>
          <w:lang w:eastAsia="cs-CZ"/>
        </w:rPr>
        <w:t xml:space="preserve"> cenu celkem bez DPH, a dále Smluvní cenu bez DPH za </w:t>
      </w:r>
      <w:r w:rsidR="00FF34B8" w:rsidRPr="00227186">
        <w:rPr>
          <w:rFonts w:eastAsia="Times New Roman" w:cs="Calibri"/>
          <w:lang w:eastAsia="cs-CZ"/>
        </w:rPr>
        <w:t>Záměr</w:t>
      </w:r>
      <w:r w:rsidR="00E35FDE" w:rsidRPr="00227186">
        <w:rPr>
          <w:rFonts w:eastAsia="Times New Roman" w:cs="Calibri"/>
          <w:lang w:eastAsia="cs-CZ"/>
        </w:rPr>
        <w:t xml:space="preserve"> projektu a zvlášť za Zjednodušenou Dokumentaci ve stadiu 2. </w:t>
      </w:r>
      <w:r w:rsidRPr="00227186">
        <w:rPr>
          <w:rFonts w:eastAsia="Times New Roman" w:cs="Calibri"/>
          <w:lang w:eastAsia="cs-CZ"/>
        </w:rPr>
        <w:t>Zadavatel v této souvislosti a pro vyloučení veškerých pochybností výslovně uvádí, že Cena Díla ve smyslu t</w:t>
      </w:r>
      <w:r w:rsidR="00316AA3" w:rsidRPr="00227186">
        <w:rPr>
          <w:rFonts w:eastAsia="Times New Roman" w:cs="Calibri"/>
          <w:lang w:eastAsia="cs-CZ"/>
        </w:rPr>
        <w:t>éto Výzvy</w:t>
      </w:r>
      <w:r w:rsidRPr="00227186">
        <w:rPr>
          <w:rFonts w:eastAsia="Times New Roman" w:cs="Calibri"/>
          <w:lang w:eastAsia="cs-CZ"/>
        </w:rPr>
        <w:t xml:space="preserve"> vkládaná do Přílohy č. 4 závazného vzoru smlouvy jako Smluvní cena celkem bez DPH musí naprosto korespondovat s hodnotou Ceny Díla ve smyslu t</w:t>
      </w:r>
      <w:r w:rsidR="00316AA3" w:rsidRPr="00227186">
        <w:rPr>
          <w:rFonts w:eastAsia="Times New Roman" w:cs="Calibri"/>
          <w:lang w:eastAsia="cs-CZ"/>
        </w:rPr>
        <w:t>éto Výzvy</w:t>
      </w:r>
      <w:r w:rsidRPr="00227186">
        <w:rPr>
          <w:rFonts w:eastAsia="Times New Roman" w:cs="Calibri"/>
          <w:lang w:eastAsia="cs-CZ"/>
        </w:rPr>
        <w:t xml:space="preserve"> vkládané do těla závazného vzoru smlouvy.</w:t>
      </w:r>
    </w:p>
    <w:p w14:paraId="72CEB781" w14:textId="77777777" w:rsidR="00616090" w:rsidRPr="00E35FDE" w:rsidRDefault="00616090" w:rsidP="00AF43AF">
      <w:pPr>
        <w:pStyle w:val="Odstavec1-2i"/>
      </w:pPr>
      <w:r w:rsidRPr="00E35FDE">
        <w:t>do Přílohy č. 6 závazného vzoru smlouvy s názvem Oprávněné osoby:</w:t>
      </w:r>
    </w:p>
    <w:p w14:paraId="7F62BF34" w14:textId="77777777" w:rsidR="00616090" w:rsidRPr="00E35FDE" w:rsidRDefault="00616090" w:rsidP="00EB7D3F">
      <w:pPr>
        <w:pStyle w:val="Odstavec1-31"/>
      </w:pPr>
      <w:r w:rsidRPr="00E35FDE">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A4E2B19" w14:textId="77777777" w:rsidR="00616090" w:rsidRPr="00E35FDE" w:rsidRDefault="00616090" w:rsidP="00AF43AF">
      <w:pPr>
        <w:pStyle w:val="Odstavec1-2i"/>
      </w:pPr>
      <w:r w:rsidRPr="00E35FDE">
        <w:t>do Přílohy č. 8 závazného vzoru smlouvy s názvem Seznam poddodavatelů:</w:t>
      </w:r>
    </w:p>
    <w:p w14:paraId="73D825A3" w14:textId="77777777" w:rsidR="00616090" w:rsidRPr="00E35FDE" w:rsidRDefault="00616090" w:rsidP="007364D0">
      <w:pPr>
        <w:pStyle w:val="Odstavec1-31"/>
      </w:pPr>
      <w:r w:rsidRPr="00E35FDE">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r w:rsidR="007364D0" w:rsidRPr="00E35FDE">
        <w:t>.</w:t>
      </w:r>
    </w:p>
    <w:p w14:paraId="4628C9F6" w14:textId="77777777" w:rsidR="003646A3" w:rsidRDefault="00616090" w:rsidP="00867426">
      <w:pPr>
        <w:pStyle w:val="Odstavec1-1a"/>
        <w:numPr>
          <w:ilvl w:val="0"/>
          <w:numId w:val="15"/>
        </w:numPr>
      </w:pPr>
      <w:r w:rsidRPr="00616090">
        <w:t>V případě nabídky podávané fyzickou a nikoliv právnickou osobou, jako dodavatelem, je dodavatel oprávněn dále upravit návrh smlouvy toliko s ohledem na tuto skutečnost</w:t>
      </w:r>
      <w:r w:rsidR="0035531B">
        <w:t>.</w:t>
      </w:r>
    </w:p>
    <w:p w14:paraId="25D8C400" w14:textId="77777777" w:rsidR="003646A3" w:rsidRDefault="00616090" w:rsidP="00867426">
      <w:pPr>
        <w:pStyle w:val="Odstavec1-1a"/>
        <w:numPr>
          <w:ilvl w:val="0"/>
          <w:numId w:val="15"/>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2862846" w14:textId="77777777" w:rsidR="00D2419D" w:rsidRPr="00D2419D" w:rsidRDefault="00D2419D" w:rsidP="00D2419D">
      <w:pPr>
        <w:pStyle w:val="Text1-1"/>
        <w:numPr>
          <w:ilvl w:val="0"/>
          <w:numId w:val="0"/>
        </w:numPr>
      </w:pPr>
    </w:p>
    <w:p w14:paraId="5921E5B9" w14:textId="2D7ED979" w:rsidR="0035531B" w:rsidRDefault="0035531B" w:rsidP="00BC6D2B">
      <w:pPr>
        <w:pStyle w:val="Nadpis1-1"/>
      </w:pPr>
      <w:bookmarkStart w:id="14" w:name="_Toc63060837"/>
      <w:r>
        <w:t>JAZYK NABÍDEK</w:t>
      </w:r>
      <w:r w:rsidR="00715F5C">
        <w:t xml:space="preserve"> A KOMUNIKAČNÍ JAZYK</w:t>
      </w:r>
      <w:bookmarkEnd w:id="14"/>
    </w:p>
    <w:p w14:paraId="0476C759" w14:textId="12FCEA9F" w:rsidR="0035531B" w:rsidRDefault="00FD2EA2" w:rsidP="007F5F7E">
      <w:pPr>
        <w:pStyle w:val="Text1-1"/>
      </w:pPr>
      <w:r w:rsidRPr="00FD2EA2">
        <w:t xml:space="preserve">Nabídka, doklady a dokumenty předkládané v nabídce nebo se k nabídce vztahující, veškerá korespondence a komunikace se zadavatelem, </w:t>
      </w:r>
      <w:r w:rsidR="007F5F7E">
        <w:t xml:space="preserve">včetně žádostí dodavatelů o vysvětlení zadávací dokumentace, musí být předloženy a budou prováděny v českém jazyce. </w:t>
      </w:r>
    </w:p>
    <w:p w14:paraId="5BCA4C57" w14:textId="77777777" w:rsidR="0035531B" w:rsidRPr="00B85228"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w:t>
      </w:r>
      <w:r w:rsidRPr="00B85228">
        <w:t>požadovaný doklad nevydává, může být nahrazen čestným prohlášením</w:t>
      </w:r>
      <w:r w:rsidR="0035531B" w:rsidRPr="00B85228">
        <w:t>.</w:t>
      </w:r>
    </w:p>
    <w:p w14:paraId="7ADF897B" w14:textId="77777777" w:rsidR="0035531B" w:rsidRPr="00B85228" w:rsidRDefault="0035531B" w:rsidP="00BC6D2B">
      <w:pPr>
        <w:pStyle w:val="Nadpis1-1"/>
      </w:pPr>
      <w:bookmarkStart w:id="15" w:name="_Toc63060838"/>
      <w:r w:rsidRPr="00B85228">
        <w:t>OBSAH</w:t>
      </w:r>
      <w:r w:rsidR="00845C50" w:rsidRPr="00B85228">
        <w:t xml:space="preserve"> </w:t>
      </w:r>
      <w:r w:rsidR="00776A8A" w:rsidRPr="00B85228">
        <w:t>A</w:t>
      </w:r>
      <w:r w:rsidR="00845C50" w:rsidRPr="00B85228">
        <w:t> </w:t>
      </w:r>
      <w:r w:rsidRPr="00B85228">
        <w:t>PODÁVÁNÍ NABÍDEK</w:t>
      </w:r>
      <w:bookmarkEnd w:id="15"/>
    </w:p>
    <w:p w14:paraId="6CAA38C1" w14:textId="65B5D856" w:rsidR="0035531B" w:rsidRPr="00B85228" w:rsidRDefault="00283302" w:rsidP="00283302">
      <w:pPr>
        <w:pStyle w:val="Text1-1"/>
      </w:pPr>
      <w:r w:rsidRPr="00B85228">
        <w:t xml:space="preserve">Dodavatel může podat pouze jednu nabídku (samostatně nebo společně s dalšími dodavateli) a nesmí být současně poddodavatelem, jehož prostřednictvím jiný dodavatel </w:t>
      </w:r>
      <w:r w:rsidRPr="00B85228">
        <w:lastRenderedPageBreak/>
        <w:t>v tomto výběrovém řízení prokazuje kvalifikaci. Nabídka musí být podána elektronicky prostřednictvím elektronického nástroje E-ZAK, který je profilem zadavatele, a to v českém jazyce s v</w:t>
      </w:r>
      <w:r w:rsidR="007D0559" w:rsidRPr="00B85228">
        <w:t>ýjimkami uvedenými v článku 11 této Výzvy</w:t>
      </w:r>
      <w:r w:rsidRPr="00B85228">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715F5C" w:rsidRPr="00B85228">
          <w:rPr>
            <w:rStyle w:val="Hypertextovodkaz"/>
            <w:noProof w:val="0"/>
          </w:rPr>
          <w:t>https://zakazky.spravazeleznic.cz/</w:t>
        </w:r>
      </w:hyperlink>
      <w:r w:rsidRPr="00B85228">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5228">
        <w:t>.</w:t>
      </w:r>
    </w:p>
    <w:p w14:paraId="770C404C" w14:textId="77777777" w:rsidR="007A4B6C" w:rsidRPr="00B85228" w:rsidRDefault="007A4B6C" w:rsidP="007A4B6C">
      <w:pPr>
        <w:pStyle w:val="Text1-1"/>
        <w:numPr>
          <w:ilvl w:val="0"/>
          <w:numId w:val="0"/>
        </w:numPr>
        <w:ind w:left="709"/>
      </w:pPr>
      <w:r w:rsidRPr="00B85228">
        <w:t xml:space="preserve">Nabídku lze podat v termínu uvedeném na profilu zadavatele: https://zakazky.spravazeleznic.cz/. </w:t>
      </w:r>
    </w:p>
    <w:p w14:paraId="2C0B98CC" w14:textId="77777777" w:rsidR="007A4B6C" w:rsidRPr="00B848EB" w:rsidRDefault="007A4B6C" w:rsidP="007A4B6C">
      <w:pPr>
        <w:pStyle w:val="Text1-1"/>
        <w:numPr>
          <w:ilvl w:val="0"/>
          <w:numId w:val="0"/>
        </w:numPr>
        <w:ind w:left="709"/>
      </w:pPr>
      <w:r w:rsidRPr="00B85228">
        <w:t>Rozhodující je čas doručení nabídky, včasné doručení nabídky je rizikem účastníka zadávacího řízení.</w:t>
      </w:r>
    </w:p>
    <w:p w14:paraId="7503C412" w14:textId="7BE64414" w:rsidR="0035531B" w:rsidRDefault="003F78E7" w:rsidP="00D2419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9B3A53" w:rsidRPr="006A59D6">
          <w:rPr>
            <w:rStyle w:val="Hypertextovodkaz"/>
            <w:noProof w:val="0"/>
          </w:rPr>
          <w:t>https://zakazky.spravazeleznic.cz/manual.html</w:t>
        </w:r>
      </w:hyperlink>
      <w:r w:rsidRPr="003F78E7">
        <w:t xml:space="preserve">. </w:t>
      </w:r>
      <w:r w:rsidR="00D2419D" w:rsidRPr="00F348C0">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D2419D" w:rsidRPr="00D924D9">
        <w:t xml:space="preserve">Nabídka může obsahovat více dokumentů (souborů), </w:t>
      </w:r>
      <w:r w:rsidR="00D2419D">
        <w:t>jednotlivé</w:t>
      </w:r>
      <w:r w:rsidR="00D2419D" w:rsidRPr="00F348C0">
        <w:t xml:space="preserve"> </w:t>
      </w:r>
      <w:r w:rsidR="00D2419D">
        <w:t>d</w:t>
      </w:r>
      <w:r w:rsidR="00D2419D" w:rsidRPr="00F348C0">
        <w:t xml:space="preserve">okumenty musí být do systému E-ZAK vkládány jako jeden soubor </w:t>
      </w:r>
      <w:r w:rsidR="00D2419D" w:rsidRPr="00163717">
        <w:t xml:space="preserve">(ve formátech analogicky k § 18 odst. 2 a 3 vyhl. č. 168/2016 Sb., ve znění pozdějších předpisů) </w:t>
      </w:r>
      <w:r w:rsidR="00D2419D" w:rsidRPr="00F348C0">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419D">
        <w:t>50</w:t>
      </w:r>
      <w:r w:rsidR="00D2419D" w:rsidRPr="00F348C0">
        <w:t>MB za jeden takový soubor, příp. zkomprimované soubory. Soubory většího rozsahu je nutno před jejich odesláním prostřednictvím E-ZAK vhodným způsobem rozdělit. Velikost samotné nabídky jako celku není nijak omezena</w:t>
      </w:r>
      <w:r w:rsidR="00D2419D">
        <w:t>.</w:t>
      </w:r>
    </w:p>
    <w:p w14:paraId="2C85D416" w14:textId="77777777" w:rsidR="0035531B" w:rsidRDefault="0035531B" w:rsidP="0035531B">
      <w:pPr>
        <w:pStyle w:val="Text1-1"/>
      </w:pPr>
      <w:r>
        <w:t>Nabídka bude předložena</w:t>
      </w:r>
      <w:r w:rsidR="00092CC9">
        <w:t xml:space="preserve"> v </w:t>
      </w:r>
      <w:r>
        <w:t>následující struktuře:</w:t>
      </w:r>
    </w:p>
    <w:p w14:paraId="2526190D" w14:textId="77777777" w:rsidR="003646A3" w:rsidRDefault="00695DAA" w:rsidP="00867426">
      <w:pPr>
        <w:pStyle w:val="Odstavec1-1a"/>
        <w:numPr>
          <w:ilvl w:val="0"/>
          <w:numId w:val="14"/>
        </w:numPr>
      </w:pPr>
      <w:r>
        <w:t>Všeobecné informace o dodavateli a jeho identifikační údaje, včetně prohlášení o akceptaci zadávacích podmínek, ve formě formuláře obsaženého v Příloze č. 1 této Výzvy.</w:t>
      </w:r>
    </w:p>
    <w:p w14:paraId="419BBF05" w14:textId="77777777" w:rsidR="003646A3" w:rsidRPr="00E35FDE" w:rsidRDefault="00695DAA" w:rsidP="00867426">
      <w:pPr>
        <w:pStyle w:val="Odstavec1-1a"/>
        <w:numPr>
          <w:ilvl w:val="0"/>
          <w:numId w:val="14"/>
        </w:numPr>
      </w:pPr>
      <w:r>
        <w:t xml:space="preserve">Návrh smlouvy na plnění této veřejné </w:t>
      </w:r>
      <w:r w:rsidRPr="00E35FDE">
        <w:t xml:space="preserve">zakázky, zpracovaný dle instrukcí obsažených v této Výzvě, tedy doplněný co do jeho těla a co do jeho přílohy č. </w:t>
      </w:r>
      <w:r w:rsidR="00AE29F8" w:rsidRPr="00E35FDE">
        <w:t xml:space="preserve">4, </w:t>
      </w:r>
      <w:r w:rsidRPr="00E35FDE">
        <w:t>6 a 8, zbylé přílohy součástí návrhu smlouvy být nemusí, budou připojeny zadavatelem před podpisem smlouvy.</w:t>
      </w:r>
    </w:p>
    <w:p w14:paraId="0EFBFE9B" w14:textId="77777777" w:rsidR="003646A3" w:rsidRDefault="00695DAA" w:rsidP="00867426">
      <w:pPr>
        <w:pStyle w:val="Odstavec1-1a"/>
        <w:numPr>
          <w:ilvl w:val="0"/>
          <w:numId w:val="14"/>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14:paraId="74634756" w14:textId="77777777" w:rsidR="003646A3" w:rsidRDefault="00695DAA" w:rsidP="00867426">
      <w:pPr>
        <w:pStyle w:val="Odstavec1-1a"/>
        <w:numPr>
          <w:ilvl w:val="0"/>
          <w:numId w:val="14"/>
        </w:numPr>
      </w:pPr>
      <w:r>
        <w:t>Plná moc nebo pověření, je-li tohoto dokumentu třeba.</w:t>
      </w:r>
    </w:p>
    <w:p w14:paraId="1FB4B5F1" w14:textId="77777777" w:rsidR="003646A3" w:rsidRPr="007F5F7E" w:rsidRDefault="00695DAA" w:rsidP="00867426">
      <w:pPr>
        <w:pStyle w:val="Odstavec1-1a"/>
        <w:numPr>
          <w:ilvl w:val="0"/>
          <w:numId w:val="14"/>
        </w:numPr>
      </w:pPr>
      <w:r w:rsidRPr="007F5F7E">
        <w:t xml:space="preserve">Doklady prokazující splnění </w:t>
      </w:r>
      <w:r w:rsidRPr="007F5F7E">
        <w:rPr>
          <w:b/>
        </w:rPr>
        <w:t>základní způsobilosti</w:t>
      </w:r>
      <w:r w:rsidRPr="007F5F7E">
        <w:t>; čestné prohlášení může být poskytnuto ve formě formuláře obsaženého v Příloze č. 7 této Výzvy.</w:t>
      </w:r>
    </w:p>
    <w:p w14:paraId="72B4903A" w14:textId="77777777" w:rsidR="003646A3" w:rsidRPr="007F5F7E" w:rsidRDefault="00695DAA" w:rsidP="00867426">
      <w:pPr>
        <w:pStyle w:val="Odstavec1-1a"/>
        <w:numPr>
          <w:ilvl w:val="0"/>
          <w:numId w:val="14"/>
        </w:numPr>
      </w:pPr>
      <w:r w:rsidRPr="007F5F7E">
        <w:t xml:space="preserve">Doklady prokazující splnění </w:t>
      </w:r>
      <w:r w:rsidRPr="007F5F7E">
        <w:rPr>
          <w:b/>
        </w:rPr>
        <w:t>profesní způsobilosti</w:t>
      </w:r>
      <w:r w:rsidRPr="007F5F7E">
        <w:t>.</w:t>
      </w:r>
    </w:p>
    <w:p w14:paraId="140DEB52" w14:textId="3C98E354" w:rsidR="003646A3" w:rsidRPr="007F5F7E" w:rsidRDefault="00695DAA" w:rsidP="00867426">
      <w:pPr>
        <w:pStyle w:val="Odstavec1-1a"/>
        <w:numPr>
          <w:ilvl w:val="0"/>
          <w:numId w:val="14"/>
        </w:numPr>
      </w:pPr>
      <w:r w:rsidRPr="007F5F7E">
        <w:t xml:space="preserve">Doklady prokazující splnění </w:t>
      </w:r>
      <w:r w:rsidRPr="007F5F7E">
        <w:rPr>
          <w:b/>
        </w:rPr>
        <w:t>technické kvalifikace</w:t>
      </w:r>
      <w:r w:rsidRPr="007F5F7E">
        <w:t xml:space="preserve">, tj. </w:t>
      </w:r>
      <w:r w:rsidR="00AE29F8" w:rsidRPr="007F5F7E">
        <w:rPr>
          <w:rFonts w:eastAsia="Times New Roman" w:cs="Calibri"/>
          <w:lang w:eastAsia="cs-CZ"/>
        </w:rPr>
        <w:t xml:space="preserve">seznam významných služeb </w:t>
      </w:r>
      <w:r w:rsidRPr="007F5F7E">
        <w:t>ve formě formuláře obs</w:t>
      </w:r>
      <w:r w:rsidR="007F5F7E" w:rsidRPr="007F5F7E">
        <w:t>aženého příloze č. 4 této Výzvy</w:t>
      </w:r>
      <w:r w:rsidRPr="007F5F7E">
        <w:t xml:space="preserve">, seznam </w:t>
      </w:r>
      <w:r w:rsidR="00196E81" w:rsidRPr="007F5F7E">
        <w:t xml:space="preserve">odborného </w:t>
      </w:r>
      <w:r w:rsidRPr="007F5F7E">
        <w:t>personálu dodavatele ve formě formuláře obsaženého příloze č. 5 této Výzvy a profesní životopisy jednotlivých členů personálu dodavatele ve formě formuláře obsaženého příloze č. 6 této Výzvy, včetně požadovaných příloh.</w:t>
      </w:r>
    </w:p>
    <w:p w14:paraId="75097224" w14:textId="1A96DEF7" w:rsidR="003646A3" w:rsidRPr="007F5F7E" w:rsidRDefault="00695DAA" w:rsidP="00867426">
      <w:pPr>
        <w:pStyle w:val="Odstavec1-1a"/>
        <w:numPr>
          <w:ilvl w:val="0"/>
          <w:numId w:val="14"/>
        </w:numPr>
      </w:pPr>
      <w:r w:rsidRPr="007F5F7E">
        <w:lastRenderedPageBreak/>
        <w:t xml:space="preserve">Seznam jiných osob, jejichž prostřednictvím prokazuje dodavatel určitou část kvalifikace, ve formě formuláře obsaženého v Příloze č. </w:t>
      </w:r>
      <w:r w:rsidR="007F5F7E" w:rsidRPr="007F5F7E">
        <w:t>8</w:t>
      </w:r>
      <w:r w:rsidRPr="007F5F7E">
        <w:t xml:space="preserve"> této Výzvy, a doklady vztahující se k těmto jiným osobám.</w:t>
      </w:r>
    </w:p>
    <w:p w14:paraId="2C3D411F" w14:textId="77777777" w:rsidR="003646A3" w:rsidRPr="007F5F7E" w:rsidRDefault="00695DAA" w:rsidP="00867426">
      <w:pPr>
        <w:pStyle w:val="Odstavec1-1a"/>
        <w:numPr>
          <w:ilvl w:val="0"/>
          <w:numId w:val="14"/>
        </w:numPr>
      </w:pPr>
      <w:r w:rsidRPr="007F5F7E">
        <w:t>Další dokumenty, dle uvážení dodavatele, na které nebyl prostor v předcházejících částech nabídky.</w:t>
      </w:r>
    </w:p>
    <w:p w14:paraId="7A21E83B" w14:textId="77777777" w:rsidR="0035531B" w:rsidRDefault="00695DAA" w:rsidP="00695DAA">
      <w:pPr>
        <w:pStyle w:val="Text1-1"/>
      </w:pPr>
      <w:r w:rsidRPr="00695F83">
        <w:t>Nabídky podané po uplynutí lhůty pro podání nabídky nebo podané jiným, než výše uvedeným způsobem, nebudou otevřeny, takové nabídky se nepovažují za podané</w:t>
      </w:r>
      <w:r w:rsidRPr="00695DAA">
        <w:t xml:space="preserve"> a v průběhu výběrového řízení se k nim nepřihlíží</w:t>
      </w:r>
      <w:r w:rsidR="0035531B">
        <w:t xml:space="preserve">. </w:t>
      </w:r>
    </w:p>
    <w:p w14:paraId="01D718AC" w14:textId="2461CB4C" w:rsidR="0035531B" w:rsidRDefault="00695DAA" w:rsidP="00695DAA">
      <w:pPr>
        <w:pStyle w:val="Text1-1"/>
      </w:pPr>
      <w:r w:rsidRPr="00695DAA">
        <w:t>Nabídky musí obsahovat veškeré dokumenty uvedené v článku 1</w:t>
      </w:r>
      <w:r w:rsidR="004E2B03">
        <w:t>1</w:t>
      </w:r>
      <w:r w:rsidRPr="00695DAA">
        <w:t xml:space="preserve"> této Výzvy, stejně tak jako veškeré ostatní dokumenty požadované zadavatelem a uvedené v zadávacích podmínkách této veřejné zakázky. Požadavky na strukturu nabídky uvedené v čl. 1</w:t>
      </w:r>
      <w:r w:rsidR="004E2B03">
        <w:t>1</w:t>
      </w:r>
      <w:r w:rsidRPr="00695DAA">
        <w:t>.3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3DA2E1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2602C4" w14:textId="77777777" w:rsidR="0035531B" w:rsidRDefault="0035531B" w:rsidP="007038DC">
      <w:pPr>
        <w:pStyle w:val="Nadpis1-1"/>
      </w:pPr>
      <w:bookmarkStart w:id="16" w:name="_Toc63060839"/>
      <w:r>
        <w:t>POŽADAVKY NA ZPRACOVÁNÍ NABÍDKOVÉ CENY</w:t>
      </w:r>
      <w:bookmarkEnd w:id="16"/>
      <w:r>
        <w:t xml:space="preserve"> </w:t>
      </w:r>
    </w:p>
    <w:p w14:paraId="5144F9B6" w14:textId="1B098713" w:rsidR="0035531B" w:rsidRPr="006B0755" w:rsidRDefault="004C086E" w:rsidP="00CF1F90">
      <w:pPr>
        <w:pStyle w:val="Text1-1"/>
        <w:spacing w:after="240"/>
      </w:pPr>
      <w:r w:rsidRPr="004C086E">
        <w:t xml:space="preserve">Nabídková cena bude pokrývat provedení všech prací nezbytných k řádnému provedení předmětu plnění této veřejné zakázky podle této Výzvy a zadávacích podmínek této </w:t>
      </w:r>
      <w:r w:rsidRPr="006B0755">
        <w:t>veřejné zakázky jako celku</w:t>
      </w:r>
      <w:r w:rsidR="0035531B" w:rsidRPr="006B0755">
        <w:t xml:space="preserve">. </w:t>
      </w:r>
    </w:p>
    <w:p w14:paraId="08BF554D" w14:textId="77777777" w:rsidR="004E2B03" w:rsidRPr="00E35FDE" w:rsidRDefault="004E2B03" w:rsidP="004E2B03">
      <w:pPr>
        <w:pStyle w:val="Text1-1"/>
      </w:pPr>
      <w:r>
        <w:t xml:space="preserve">Nabídková cena bude </w:t>
      </w:r>
      <w:r w:rsidRPr="00E35FDE">
        <w:t>ve smlouvě v čl. 3.3 uvedena následujícím způsobem:</w:t>
      </w:r>
    </w:p>
    <w:p w14:paraId="2F381DB3" w14:textId="77777777" w:rsidR="004E2B03" w:rsidRPr="00E35FDE" w:rsidRDefault="004E2B03" w:rsidP="004E2B03">
      <w:pPr>
        <w:pStyle w:val="Text1-1"/>
        <w:numPr>
          <w:ilvl w:val="0"/>
          <w:numId w:val="0"/>
        </w:numPr>
        <w:spacing w:after="0"/>
        <w:ind w:left="737"/>
      </w:pPr>
      <w:r w:rsidRPr="00E35FDE">
        <w:t xml:space="preserve">Cena Díla bez DPH: </w:t>
      </w:r>
      <w:r w:rsidRPr="00E35FDE">
        <w:tab/>
        <w:t>"[VLOŽÍ ZHOTOVITEL]" Kč</w:t>
      </w:r>
    </w:p>
    <w:p w14:paraId="16D834BF" w14:textId="77777777" w:rsidR="004E2B03" w:rsidRPr="00E35FDE" w:rsidRDefault="004E2B03" w:rsidP="004E2B03">
      <w:pPr>
        <w:pStyle w:val="Text1-1"/>
        <w:numPr>
          <w:ilvl w:val="0"/>
          <w:numId w:val="0"/>
        </w:numPr>
        <w:spacing w:after="0"/>
        <w:ind w:left="737"/>
      </w:pPr>
      <w:r w:rsidRPr="00E35FDE">
        <w:t xml:space="preserve">slovy: </w:t>
      </w:r>
      <w:r w:rsidRPr="00E35FDE">
        <w:tab/>
      </w:r>
      <w:r w:rsidRPr="00E35FDE">
        <w:tab/>
      </w:r>
      <w:r w:rsidRPr="00E35FDE">
        <w:tab/>
        <w:t>"[VLOŽÍ ZHOTOVITEL]" korun českých</w:t>
      </w:r>
    </w:p>
    <w:p w14:paraId="7F6C3942" w14:textId="2EFD6EA8" w:rsidR="004E2B03" w:rsidRDefault="004E2B03" w:rsidP="004E2B03">
      <w:pPr>
        <w:pStyle w:val="Text1-1"/>
        <w:numPr>
          <w:ilvl w:val="0"/>
          <w:numId w:val="0"/>
        </w:numPr>
        <w:spacing w:before="240"/>
        <w:ind w:left="737"/>
      </w:pPr>
      <w:r w:rsidRPr="00E35FDE">
        <w:t>Cena Díla bez DPH vkládaná ve smyslu těchto Pokynů do čl. 3.3 závazného vzoru smlouvy, která představuje součet Ceny za zpracování Záměru projektu bez DPH a Ceny za zpracování Zjednodušené dokumentace ve stadiu 2 bez DPH, bude předmětem hodnocení v rámci ekonomické výhodnosti nabídky. Podrobný rozp</w:t>
      </w:r>
      <w:r>
        <w:t>is ceny bude proveden v Příloze č. 4 závazného vzoru smlouvy s názvem Rozpis Ceny Díla podle uvedených pravidel. Dodavatel je povinen vyplnit jednotlivé položky ve smyslu množství, jednotkové ceny a ceny celkem, včetně členění na dílčí etapy.</w:t>
      </w:r>
    </w:p>
    <w:p w14:paraId="6F164FC7" w14:textId="77777777" w:rsidR="0035531B" w:rsidRDefault="004C086E" w:rsidP="00CF1F90">
      <w:pPr>
        <w:pStyle w:val="Text1-1"/>
        <w:spacing w:after="240"/>
      </w:pPr>
      <w:r w:rsidRPr="006B0755">
        <w:t>Nabídková cena</w:t>
      </w:r>
      <w:r w:rsidRPr="004C086E">
        <w:t xml:space="preserve"> bude v návrhu Smlouvy o dílo uvedena v Kč bez DPH. Nabídková cena bude zaokrouhlená na dvě desetinná místa. V případě rozporu mezi nabídkovou cenou </w:t>
      </w:r>
      <w:r w:rsidRPr="004C086E">
        <w:lastRenderedPageBreak/>
        <w:t>uvedenou v návrhu Smlouvy o dílo a nabídkovou cenou uvedenou v Rekapitulaci ceny bude mít přednost nabídková cena uvedená v návrhu Smlouvy o dílo</w:t>
      </w:r>
      <w:r w:rsidR="0035531B">
        <w:t>.</w:t>
      </w:r>
    </w:p>
    <w:p w14:paraId="45FF74DC" w14:textId="79380765" w:rsidR="0035531B" w:rsidRDefault="0035531B" w:rsidP="004C086E">
      <w:pPr>
        <w:pStyle w:val="Nadpis1-1"/>
      </w:pPr>
      <w:bookmarkStart w:id="17" w:name="_Toc63060840"/>
      <w:r>
        <w:t>VARIANTY NABÍDKY</w:t>
      </w:r>
      <w:bookmarkEnd w:id="17"/>
    </w:p>
    <w:p w14:paraId="74330797" w14:textId="77777777" w:rsidR="0035531B" w:rsidRDefault="0035531B" w:rsidP="0035531B">
      <w:pPr>
        <w:pStyle w:val="Text1-1"/>
      </w:pPr>
      <w:r>
        <w:t xml:space="preserve">Zadavatel nepřipouští předložení varianty nabídky. </w:t>
      </w:r>
    </w:p>
    <w:p w14:paraId="0A38A1B9" w14:textId="77777777" w:rsidR="0035531B" w:rsidRDefault="0035531B" w:rsidP="007038DC">
      <w:pPr>
        <w:pStyle w:val="Nadpis1-1"/>
      </w:pPr>
      <w:bookmarkStart w:id="18" w:name="_Toc63060841"/>
      <w:r>
        <w:t>OTEVÍRÁNÍ NABÍDEK</w:t>
      </w:r>
      <w:bookmarkEnd w:id="18"/>
      <w:r>
        <w:t xml:space="preserve"> </w:t>
      </w:r>
    </w:p>
    <w:p w14:paraId="39A0E24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151D0C" w14:textId="77777777" w:rsidR="0035531B" w:rsidRDefault="0035531B" w:rsidP="007038DC">
      <w:pPr>
        <w:pStyle w:val="Nadpis1-1"/>
      </w:pPr>
      <w:bookmarkStart w:id="19" w:name="_Toc63060842"/>
      <w:r>
        <w:t>POSOUZENÍ SPLNĚNÍ PODMÍNEK ÚČASTI</w:t>
      </w:r>
      <w:bookmarkEnd w:id="19"/>
    </w:p>
    <w:p w14:paraId="010847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59C801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AF5C8" w14:textId="1C7B766D"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w:t>
      </w:r>
    </w:p>
    <w:p w14:paraId="03E3CF87" w14:textId="100D57C3"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w:t>
      </w:r>
      <w:r w:rsidRPr="00926154">
        <w:t>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926154">
        <w:t>.</w:t>
      </w:r>
      <w:r w:rsidR="00926154" w:rsidRPr="00926154">
        <w:t xml:space="preserve"> V případě, že zadavatel posoudí nabídkovou cenu jako mimořádně nízkou, bude postupovat analogicky</w:t>
      </w:r>
      <w:r w:rsidR="00926154" w:rsidRPr="00AB5327">
        <w:t xml:space="preserve"> dle § 113 Z</w:t>
      </w:r>
      <w:r w:rsidR="00926154">
        <w:t>ZVZ</w:t>
      </w:r>
      <w:r w:rsidR="00926154" w:rsidRPr="00AB5327">
        <w:t>.</w:t>
      </w:r>
    </w:p>
    <w:p w14:paraId="559D27A9" w14:textId="7AAA01A8" w:rsidR="001D4B4A" w:rsidRDefault="001D4B4A" w:rsidP="001D4B4A">
      <w:pPr>
        <w:pStyle w:val="Text1-1"/>
      </w:pPr>
      <w:r>
        <w:t xml:space="preserve">Zadavatel může vyloučit účastníka výběrového řízení, pokud nabídka podaná účastníkem nesplňuje zadávací podmínky, </w:t>
      </w:r>
      <w:r w:rsidR="00FF34B8">
        <w:t>tzn., pokud</w:t>
      </w:r>
      <w:r>
        <w:t xml:space="preserve"> údaje, doklady či jiné skutečnosti předložené účastníkem výběrového řízení</w:t>
      </w:r>
      <w:r w:rsidR="00C154A5">
        <w:t>:</w:t>
      </w:r>
      <w:r>
        <w:t xml:space="preserve"> </w:t>
      </w:r>
    </w:p>
    <w:p w14:paraId="09077263" w14:textId="77777777" w:rsidR="001D4B4A" w:rsidRDefault="00D16115" w:rsidP="00D16115">
      <w:pPr>
        <w:pStyle w:val="Odstavec1-1a"/>
        <w:ind w:left="1077"/>
      </w:pPr>
      <w:r>
        <w:t>a)</w:t>
      </w:r>
      <w:r>
        <w:tab/>
      </w:r>
      <w:r w:rsidR="001D4B4A">
        <w:t>nesplňují zadávací podmínky nebo je účastník výběrového řízení ve stanovené lhůtě nedoložil,</w:t>
      </w:r>
    </w:p>
    <w:p w14:paraId="7DBBFA55" w14:textId="77777777" w:rsidR="001D4B4A" w:rsidRDefault="00D16115" w:rsidP="00D16115">
      <w:pPr>
        <w:pStyle w:val="Odstavec1-1a"/>
        <w:ind w:left="1077"/>
      </w:pPr>
      <w:r>
        <w:t>b)</w:t>
      </w:r>
      <w:r>
        <w:tab/>
      </w:r>
      <w:r w:rsidR="001D4B4A">
        <w:t>nebyly účastníkem výběrového řízení objasněny nebo doplněny na základě žádosti, nebo</w:t>
      </w:r>
    </w:p>
    <w:p w14:paraId="2F7F7BD3" w14:textId="77777777" w:rsidR="001D4B4A" w:rsidRDefault="00D16115" w:rsidP="00D16115">
      <w:pPr>
        <w:pStyle w:val="Odstavec1-1a"/>
        <w:ind w:left="1077"/>
      </w:pPr>
      <w:r>
        <w:t>c)</w:t>
      </w:r>
      <w:r>
        <w:tab/>
      </w:r>
      <w:r w:rsidR="001D4B4A">
        <w:t>neodpovídají skutečnosti a měly nebo mohou mít vliv na posouzení podmínek účasti nebo na naplnění kritérií hodnocení.</w:t>
      </w:r>
    </w:p>
    <w:p w14:paraId="48BE2BB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29ED734" w14:textId="77777777" w:rsidR="001D4B4A" w:rsidRDefault="00D16115" w:rsidP="00D16115">
      <w:pPr>
        <w:pStyle w:val="Odstavec1-1a"/>
        <w:ind w:left="1077"/>
      </w:pPr>
      <w:r>
        <w:t>a)</w:t>
      </w:r>
      <w:r>
        <w:tab/>
      </w:r>
      <w:r w:rsidR="001D4B4A">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B2BEAE" w14:textId="77777777" w:rsidR="001D4B4A" w:rsidRDefault="00D16115" w:rsidP="00D16115">
      <w:pPr>
        <w:pStyle w:val="Odstavec1-1a"/>
        <w:ind w:left="1077"/>
      </w:pPr>
      <w:r>
        <w:t>b)</w:t>
      </w:r>
      <w:r>
        <w:tab/>
      </w:r>
      <w:r w:rsidR="001D4B4A">
        <w:t xml:space="preserve">došlo ke střetu zájmů a jiné opatření k nápravě, kromě zrušení výběrového řízení, není možné, </w:t>
      </w:r>
    </w:p>
    <w:p w14:paraId="7E49FC6A" w14:textId="77777777" w:rsidR="001D4B4A" w:rsidRDefault="00D16115" w:rsidP="00D16115">
      <w:pPr>
        <w:pStyle w:val="Odstavec1-1a"/>
        <w:ind w:left="1077"/>
      </w:pPr>
      <w:r>
        <w:lastRenderedPageBreak/>
        <w:t>c)</w:t>
      </w:r>
      <w:r>
        <w:tab/>
      </w:r>
      <w:r w:rsidR="001D4B4A">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655B3A" w14:textId="77777777" w:rsidR="001D4B4A" w:rsidRDefault="00D16115" w:rsidP="00D16115">
      <w:pPr>
        <w:pStyle w:val="Odstavec1-1a"/>
        <w:ind w:left="1077"/>
      </w:pPr>
      <w:r>
        <w:t>d)</w:t>
      </w:r>
      <w:r>
        <w:tab/>
      </w:r>
      <w:r w:rsidR="001D4B4A">
        <w:t xml:space="preserve">účastník </w:t>
      </w:r>
      <w:r w:rsidR="00C154A5">
        <w:t xml:space="preserve">se </w:t>
      </w:r>
      <w:r w:rsidR="001D4B4A">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669AF7E" w14:textId="77777777" w:rsidR="001D4B4A" w:rsidRDefault="00D16115" w:rsidP="00D16115">
      <w:pPr>
        <w:pStyle w:val="Odstavec1-1a"/>
        <w:ind w:left="1077"/>
      </w:pPr>
      <w:r>
        <w:t>e)</w:t>
      </w:r>
      <w:r>
        <w:tab/>
      </w:r>
      <w:r w:rsidR="001D4B4A">
        <w:t xml:space="preserve">účastník </w:t>
      </w:r>
      <w:r w:rsidR="00C154A5">
        <w:t xml:space="preserve">se </w:t>
      </w:r>
      <w:r w:rsidR="001D4B4A">
        <w:t xml:space="preserve">pokusil neoprávněně ovlivnit rozhodnutí zadavatele ve výběrovém řízení nebo se neoprávněně pokusil o získání neveřejných informací, které by mu mohly zajistit neoprávněné výhody ve výběrovém řízení, nebo </w:t>
      </w:r>
    </w:p>
    <w:p w14:paraId="1F7E2C26" w14:textId="30B4F24A" w:rsidR="001D4B4A" w:rsidRDefault="00D16115" w:rsidP="00D16115">
      <w:pPr>
        <w:pStyle w:val="Odstavec1-1a"/>
        <w:ind w:left="1077"/>
      </w:pPr>
      <w:r>
        <w:t>f)</w:t>
      </w:r>
      <w:r>
        <w:tab/>
      </w:r>
      <w:r w:rsidR="001D4B4A">
        <w:t xml:space="preserve">účastník </w:t>
      </w:r>
      <w:r w:rsidR="00C154A5">
        <w:t xml:space="preserve">se </w:t>
      </w:r>
      <w:r w:rsidR="001D4B4A">
        <w:t xml:space="preserve">dopustil v posledních 3 letech před zahájením výběrového řízení nebo po zahájení výběrového řízení závažného profesního pochybení, které zpochybňuje jeho důvěryhodnost, včetně pochybení, za která byl disciplinárně </w:t>
      </w:r>
      <w:r w:rsidR="00FF34B8">
        <w:t>potrestán, nebo</w:t>
      </w:r>
      <w:r w:rsidR="001D4B4A">
        <w:t xml:space="preserve"> mu bylo uloženo kárné opatření.</w:t>
      </w:r>
    </w:p>
    <w:p w14:paraId="46706A3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61A6E97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B564F6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930AA23" w14:textId="77777777" w:rsidR="0035531B" w:rsidRDefault="0035531B" w:rsidP="007038DC">
      <w:pPr>
        <w:pStyle w:val="Nadpis1-1"/>
      </w:pPr>
      <w:bookmarkStart w:id="20" w:name="_Toc63060843"/>
      <w:r>
        <w:t>HODNOCENÍ NABÍDEK</w:t>
      </w:r>
      <w:bookmarkEnd w:id="20"/>
    </w:p>
    <w:p w14:paraId="7AFBCF6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DA867B7" w14:textId="480FA090" w:rsidR="0093661A" w:rsidRPr="002306DF" w:rsidRDefault="007B3D4D" w:rsidP="0093661A">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w:t>
      </w:r>
      <w:r w:rsidRPr="00FF6C2C">
        <w:t>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FF6C2C">
        <w:t>.</w:t>
      </w:r>
      <w:r w:rsidR="0093661A" w:rsidRPr="00FF6C2C">
        <w:t xml:space="preserve"> </w:t>
      </w:r>
      <w:r w:rsidR="00FF6C2C" w:rsidRPr="00FF6C2C">
        <w:t>Pokud by měly být dvě nebo více nabídek hodnoceny jako nejlepší z důvodu shodné nejnižší nabídkové ceny,</w:t>
      </w:r>
      <w:r w:rsidR="00FF6C2C" w:rsidRPr="00FF6C2C">
        <w:rPr>
          <w:rFonts w:ascii="Verdana" w:hAnsi="Verdana"/>
          <w:iCs/>
        </w:rPr>
        <w:t xml:space="preserve"> rozhodne o lepším pořadí konkurenčních nabídek čas podání nabídek (přednější pořadí ve výsledku hodnocení tedy získá nabídka s dřívějším časem</w:t>
      </w:r>
      <w:r w:rsidR="00FF6C2C" w:rsidRPr="005B01DC">
        <w:rPr>
          <w:rFonts w:ascii="Verdana" w:hAnsi="Verdana"/>
          <w:iCs/>
        </w:rPr>
        <w:t xml:space="preserve"> podání)</w:t>
      </w:r>
      <w:r w:rsidR="00FF6C2C" w:rsidRPr="00DB4E5F">
        <w:t>.</w:t>
      </w:r>
    </w:p>
    <w:p w14:paraId="7CE45ABB" w14:textId="77777777" w:rsidR="0035531B" w:rsidRDefault="0035531B" w:rsidP="00CF1F90">
      <w:pPr>
        <w:pStyle w:val="Nadpis1-1"/>
        <w:spacing w:after="240"/>
      </w:pPr>
      <w:bookmarkStart w:id="21" w:name="_Toc63060844"/>
      <w:r>
        <w:t xml:space="preserve">ZRUŠENÍ </w:t>
      </w:r>
      <w:r w:rsidR="001472A9">
        <w:t xml:space="preserve">VÝBĚROVÉHO </w:t>
      </w:r>
      <w:r>
        <w:t>ŘÍZENÍ</w:t>
      </w:r>
      <w:bookmarkEnd w:id="21"/>
    </w:p>
    <w:p w14:paraId="5F79A208" w14:textId="77777777" w:rsidR="0035531B" w:rsidRPr="006B0755" w:rsidRDefault="007B3D4D" w:rsidP="007B3D4D">
      <w:pPr>
        <w:pStyle w:val="Text1-1"/>
      </w:pPr>
      <w:r w:rsidRPr="007B3D4D">
        <w:t xml:space="preserve">Zadavatel si vyhrazuje právo zrušit výběrové řízení této veřejné zakázky kdykoliv před </w:t>
      </w:r>
      <w:r w:rsidRPr="006B0755">
        <w:t>uzavřením smlouvy na plnění této veřejné zakázky, a to bez uvedení důvodu</w:t>
      </w:r>
      <w:r w:rsidR="0035531B" w:rsidRPr="006B0755">
        <w:t>.</w:t>
      </w:r>
    </w:p>
    <w:p w14:paraId="5849EE89" w14:textId="77777777" w:rsidR="0035531B" w:rsidRPr="006B0755" w:rsidRDefault="007B3D4D" w:rsidP="007B3D4D">
      <w:pPr>
        <w:pStyle w:val="Text1-1"/>
      </w:pPr>
      <w:r w:rsidRPr="006B0755">
        <w:t>Zadavatel si mimo jiné vyhrazuje právo zrušit výběrové řízení v případě, že k hodnocení připadnou pouze nabídky s nabídkovou cenou převyšující předpokládanou hodnotu zakázky uvedenou čl. 5.3 této Výzvy</w:t>
      </w:r>
      <w:r w:rsidR="0035531B" w:rsidRPr="006B0755">
        <w:t>.</w:t>
      </w:r>
    </w:p>
    <w:p w14:paraId="2750F19C" w14:textId="77777777" w:rsidR="0035531B" w:rsidRPr="006B0755" w:rsidRDefault="007B3D4D" w:rsidP="007B3D4D">
      <w:pPr>
        <w:pStyle w:val="Text1-1"/>
      </w:pPr>
      <w:r w:rsidRPr="006B0755">
        <w:t xml:space="preserve">Pokud bude nabídka vybraného dodavatele obsahovat nabídkovou cenu, která překročí </w:t>
      </w:r>
      <w:r w:rsidR="00006D8D" w:rsidRPr="006B0755">
        <w:t>režim veřejné zakázky</w:t>
      </w:r>
      <w:r w:rsidRPr="006B0755">
        <w:t>, bude výběrové řízení zrušeno.</w:t>
      </w:r>
    </w:p>
    <w:p w14:paraId="6751C077" w14:textId="77777777" w:rsidR="0035531B" w:rsidRDefault="0035531B" w:rsidP="00CF1F90">
      <w:pPr>
        <w:pStyle w:val="Nadpis1-1"/>
        <w:spacing w:after="240"/>
      </w:pPr>
      <w:bookmarkStart w:id="22" w:name="_Toc63060845"/>
      <w:r>
        <w:lastRenderedPageBreak/>
        <w:t>UZAVŘENÍ SMLOUVY</w:t>
      </w:r>
      <w:bookmarkEnd w:id="22"/>
    </w:p>
    <w:p w14:paraId="46518A6B" w14:textId="61C1E305"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1380802" w14:textId="5ED697DD"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9B3A53" w:rsidRPr="006A59D6">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CA7A38">
        <w:t xml:space="preserve">uvedené v článku </w:t>
      </w:r>
      <w:r w:rsidRPr="00A4755D">
        <w:t>1</w:t>
      </w:r>
      <w:r w:rsidR="004E2B03">
        <w:t>8</w:t>
      </w:r>
      <w:r w:rsidRPr="00A4755D">
        <w:t>.3</w:t>
      </w:r>
      <w:r w:rsidR="0092131C">
        <w:t xml:space="preserve"> (s výjimkou bankovní záruky za provedení díla)</w:t>
      </w:r>
      <w:r w:rsidRPr="00A4755D">
        <w:t>, resp. v článku 1</w:t>
      </w:r>
      <w:r w:rsidR="004E2B03">
        <w:t>8</w:t>
      </w:r>
      <w:r w:rsidRPr="00A4755D">
        <w:t xml:space="preserve">.4 </w:t>
      </w:r>
      <w:r w:rsidR="00CA7A38" w:rsidRPr="00A4755D">
        <w:t>Výzvy</w:t>
      </w:r>
      <w:r w:rsidRPr="00A4755D">
        <w:t>.</w:t>
      </w:r>
      <w:r w:rsidRPr="007B3D4D">
        <w:t xml:space="preserve"> </w:t>
      </w:r>
      <w:r w:rsidR="00A4755D" w:rsidRPr="00F4537A">
        <w:t>Zadavatel vyzve vybraného dodavatele k poskytnutí součinnosti před uzavřením smlouvy</w:t>
      </w:r>
      <w:r w:rsidR="0092131C" w:rsidRPr="0092131C">
        <w:t xml:space="preserve"> </w:t>
      </w:r>
      <w:r w:rsidR="0092131C" w:rsidRPr="007B3D4D">
        <w:t>ještě před oznámením</w:t>
      </w:r>
      <w:r w:rsidR="00A4755D" w:rsidRPr="00F4537A">
        <w:t xml:space="preserve"> rozhodnutí o výběru (zadavatel za vybraného dodavatele považuje dodavatele, jehož nabídka byla vyhodnocena jako nejvhodnější</w:t>
      </w:r>
      <w:r w:rsidR="0092131C">
        <w:t xml:space="preserve">, </w:t>
      </w:r>
      <w:r w:rsidR="0092131C" w:rsidRPr="007B3D4D">
        <w:t>a to bez ohledu na to, zda byl výběr formálně oznámen či nikoli</w:t>
      </w:r>
      <w:r w:rsidR="00A4755D" w:rsidRPr="00F4537A">
        <w:t>)</w:t>
      </w:r>
      <w:r w:rsidR="0092131C">
        <w:t>.</w:t>
      </w:r>
      <w:r w:rsidR="00A4755D">
        <w:t xml:space="preserve"> </w:t>
      </w:r>
      <w:r w:rsidR="0092131C" w:rsidRPr="007B3D4D">
        <w:t>Zadavatel po poskytnutí výše uvedené součinnosti oznámí výběr nejvhodnější nabídky.</w:t>
      </w:r>
      <w:r w:rsidR="0092131C">
        <w:t xml:space="preserve"> </w:t>
      </w:r>
      <w:r w:rsidR="00A4755D">
        <w:t>P</w:t>
      </w:r>
      <w:r w:rsidRPr="007B3D4D">
        <w:t xml:space="preserve">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1D98061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C2ED0F6" w14:textId="77777777" w:rsidR="00B07880" w:rsidRDefault="00B07880" w:rsidP="00867426">
      <w:pPr>
        <w:pStyle w:val="Odstavec1-1a"/>
        <w:numPr>
          <w:ilvl w:val="0"/>
          <w:numId w:val="14"/>
        </w:numPr>
      </w:pPr>
      <w:r>
        <w:t>kopií dokladů o kvalifikaci ve smyslu čl. 8 této Výzvy, pokud bylo v nabídce předložení požadovaných dokladů nahrazeno jednotným evropským osvědčením;</w:t>
      </w:r>
    </w:p>
    <w:p w14:paraId="5B134C13" w14:textId="77777777" w:rsidR="0092131C" w:rsidRDefault="0092131C" w:rsidP="00867426">
      <w:pPr>
        <w:pStyle w:val="Odstavec1-1a"/>
        <w:numPr>
          <w:ilvl w:val="0"/>
          <w:numId w:val="14"/>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0E5A6586" w14:textId="54D6BF4D" w:rsidR="007D5A8D" w:rsidRDefault="00C759F1" w:rsidP="00867426">
      <w:pPr>
        <w:pStyle w:val="Odstavec1-1a"/>
        <w:numPr>
          <w:ilvl w:val="0"/>
          <w:numId w:val="14"/>
        </w:numPr>
      </w:pPr>
      <w:r w:rsidRPr="00C759F1">
        <w:t xml:space="preserve">originálu bankovní záruky za provedení díla ve výši </w:t>
      </w:r>
      <w:r w:rsidRPr="00E35FDE">
        <w:t>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w:t>
      </w:r>
      <w:r w:rsidRPr="00C759F1">
        <w:t>d</w:t>
      </w:r>
      <w:r w:rsidR="00D7645F">
        <w:t>pisem.</w:t>
      </w:r>
    </w:p>
    <w:p w14:paraId="7E7C8AA5" w14:textId="77777777" w:rsidR="00C1505C" w:rsidRDefault="00C1505C" w:rsidP="00867426">
      <w:pPr>
        <w:pStyle w:val="Odrka1-1"/>
        <w:numPr>
          <w:ilvl w:val="0"/>
          <w:numId w:val="14"/>
        </w:numPr>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w:t>
      </w:r>
      <w:r>
        <w:lastRenderedPageBreak/>
        <w:t>poskytovatel služby v souladu se zákonem č. 235/2004 Sb. o dani z přidané hodnoty, ve znění pozdějších předpisů. Zmocnění vedoucího společníka musí být ve Smlouvě či jiném dokumentu obsaženo;</w:t>
      </w:r>
    </w:p>
    <w:p w14:paraId="47CB57AC" w14:textId="14D919F8" w:rsidR="00C1505C" w:rsidRPr="00C759E9" w:rsidRDefault="00C1505C" w:rsidP="00867426">
      <w:pPr>
        <w:pStyle w:val="Odrka1-1"/>
        <w:numPr>
          <w:ilvl w:val="0"/>
          <w:numId w:val="14"/>
        </w:numPr>
      </w:pPr>
      <w:r w:rsidRPr="00C759E9">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EEF430A" w14:textId="544561D9" w:rsidR="00C1505C" w:rsidRPr="00C759E9" w:rsidRDefault="00C1505C" w:rsidP="00867426">
      <w:pPr>
        <w:pStyle w:val="Odrka1-1"/>
        <w:numPr>
          <w:ilvl w:val="0"/>
          <w:numId w:val="14"/>
        </w:numPr>
      </w:pPr>
      <w:r w:rsidRPr="00C759E9">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4D75CE14" w14:textId="5AF8660A" w:rsidR="00C1505C" w:rsidRPr="009079BA" w:rsidRDefault="00C1505C" w:rsidP="00867426">
      <w:pPr>
        <w:pStyle w:val="Odrka1-1"/>
        <w:numPr>
          <w:ilvl w:val="0"/>
          <w:numId w:val="14"/>
        </w:numPr>
      </w:pPr>
      <w:r w:rsidRPr="00C759E9">
        <w:t>kopie pověření Ministerstva dopravy ČR k provádění technických prohlídek a zkoušek určených technických zařízení (UTZ) dle § 47 odst. 4 zákona č. 266/1994 Sb., o drahách, ve znění pozdějších předpisů, a to elektrických UTZ železničních drah v rozsahu: silnoproudá zařízení</w:t>
      </w:r>
      <w:r w:rsidRPr="00E05C4D">
        <w:t xml:space="preserve"> drážní zabezpečovací, sdělovací, požární, signalizační a výpočetní techniky.</w:t>
      </w:r>
    </w:p>
    <w:p w14:paraId="3CF5796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3E64D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4AE72F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7CC9FE" w14:textId="77777777" w:rsidR="0035531B" w:rsidRDefault="0035531B" w:rsidP="00CF1F90">
      <w:pPr>
        <w:pStyle w:val="Nadpis1-1"/>
        <w:spacing w:after="240"/>
      </w:pPr>
      <w:bookmarkStart w:id="23" w:name="_Toc63060846"/>
      <w:r>
        <w:t>OCHRANA INFORMACÍ</w:t>
      </w:r>
      <w:bookmarkEnd w:id="23"/>
    </w:p>
    <w:p w14:paraId="355DD67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BF947C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429D9D" w14:textId="3450CCB3" w:rsidR="0035531B" w:rsidRDefault="00484026" w:rsidP="00CF1F90">
      <w:pPr>
        <w:pStyle w:val="Text1-1"/>
        <w:spacing w:after="240"/>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484026">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B2FD8B6" w14:textId="77777777" w:rsidR="006B0755" w:rsidRDefault="006B0755" w:rsidP="006B0755">
      <w:pPr>
        <w:pStyle w:val="Nadpis1-1"/>
      </w:pPr>
      <w:bookmarkStart w:id="24" w:name="_Toc62546978"/>
      <w:bookmarkStart w:id="25" w:name="_Toc63060847"/>
      <w:r>
        <w:t xml:space="preserve">SOCIÁLNĚ </w:t>
      </w:r>
      <w:bookmarkStart w:id="26" w:name="_Toc59538672"/>
      <w:bookmarkStart w:id="27" w:name="_Toc61250223"/>
      <w:bookmarkStart w:id="28" w:name="_Toc61517291"/>
      <w:r w:rsidRPr="00530F25">
        <w:t>A ENVIROMENTÁLNĚ ODPOVĚDNÉ ZADÁVÁNÍ, INOVACE</w:t>
      </w:r>
      <w:bookmarkEnd w:id="24"/>
      <w:bookmarkEnd w:id="25"/>
      <w:bookmarkEnd w:id="26"/>
      <w:bookmarkEnd w:id="27"/>
      <w:bookmarkEnd w:id="28"/>
    </w:p>
    <w:p w14:paraId="5599A9CA" w14:textId="77777777" w:rsidR="006B0755" w:rsidRPr="00530F25" w:rsidRDefault="006B0755" w:rsidP="006B0755">
      <w:pPr>
        <w:pStyle w:val="Text1-1"/>
        <w:tabs>
          <w:tab w:val="clear" w:pos="737"/>
          <w:tab w:val="num" w:pos="1588"/>
        </w:tabs>
        <w:ind w:left="1588"/>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1384E6" w14:textId="77777777" w:rsidR="006B0755" w:rsidRDefault="006B0755" w:rsidP="006B0755">
      <w:pPr>
        <w:pStyle w:val="Text1-1"/>
        <w:tabs>
          <w:tab w:val="clear" w:pos="737"/>
          <w:tab w:val="num" w:pos="1588"/>
        </w:tabs>
        <w:ind w:left="1588"/>
      </w:pPr>
      <w:r>
        <w:t>Zadavatel aplikuje v zadávacím řízení níže uvedené prvky odpovědného zadávání:</w:t>
      </w:r>
    </w:p>
    <w:p w14:paraId="1EDE2F38" w14:textId="77777777" w:rsidR="006B0755" w:rsidRDefault="006B0755" w:rsidP="00867426">
      <w:pPr>
        <w:pStyle w:val="Text1-1"/>
        <w:numPr>
          <w:ilvl w:val="1"/>
          <w:numId w:val="18"/>
        </w:numPr>
        <w:ind w:hanging="28"/>
      </w:pPr>
      <w:r>
        <w:t>rovnocenné platební podmínky v rámci dodavatelského řetězce,</w:t>
      </w:r>
    </w:p>
    <w:p w14:paraId="4CC62BA5" w14:textId="77777777" w:rsidR="006B0755" w:rsidRDefault="006B0755" w:rsidP="00867426">
      <w:pPr>
        <w:pStyle w:val="Text1-1"/>
        <w:numPr>
          <w:ilvl w:val="1"/>
          <w:numId w:val="18"/>
        </w:numPr>
        <w:ind w:hanging="28"/>
      </w:pPr>
      <w:r>
        <w:t>porady a jednání vedená primárně distančním způsobem,</w:t>
      </w:r>
    </w:p>
    <w:p w14:paraId="6985418A" w14:textId="0F43ABCB" w:rsidR="006B0755" w:rsidRDefault="00E35FDE" w:rsidP="00867426">
      <w:pPr>
        <w:pStyle w:val="Text1-1"/>
        <w:numPr>
          <w:ilvl w:val="1"/>
          <w:numId w:val="18"/>
        </w:numPr>
        <w:ind w:hanging="28"/>
      </w:pPr>
      <w:r>
        <w:t>studentské exkurze.</w:t>
      </w:r>
    </w:p>
    <w:p w14:paraId="2D4E905E" w14:textId="3ECBB9F0" w:rsidR="006B0755" w:rsidRPr="00E35FDE" w:rsidRDefault="006B0755" w:rsidP="006B0755">
      <w:pPr>
        <w:pStyle w:val="Text1-1"/>
        <w:tabs>
          <w:tab w:val="clear" w:pos="737"/>
          <w:tab w:val="num" w:pos="1588"/>
        </w:tabs>
        <w:ind w:left="1588"/>
      </w:pPr>
      <w:r>
        <w:t xml:space="preserve">Výše uvedené prvky odpovědného </w:t>
      </w:r>
      <w:r w:rsidRPr="00E35FDE">
        <w:t>zadávání a povinnosti dodavatele s nimi spojené zadavatel stanovil v ustanoveních článku 4.</w:t>
      </w:r>
      <w:r w:rsidR="00E35FDE" w:rsidRPr="00E35FDE">
        <w:t>5</w:t>
      </w:r>
      <w:r w:rsidRPr="00E35FDE">
        <w:t xml:space="preserve"> závazného vzoru smlouvy, který je dílem 2 zadávací dokumentace. </w:t>
      </w:r>
    </w:p>
    <w:p w14:paraId="77A57C74" w14:textId="77777777" w:rsidR="0035531B" w:rsidRDefault="0035531B" w:rsidP="00564DDD">
      <w:pPr>
        <w:pStyle w:val="Nadpis1-1"/>
      </w:pPr>
      <w:bookmarkStart w:id="29" w:name="_Toc63060848"/>
      <w:r>
        <w:t xml:space="preserve">PŘÍLOHY </w:t>
      </w:r>
      <w:r w:rsidR="001472A9">
        <w:t>TÉTO VÝZVY</w:t>
      </w:r>
      <w:bookmarkEnd w:id="29"/>
    </w:p>
    <w:p w14:paraId="22A467F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835A2C9" w14:textId="77777777" w:rsidR="0035531B" w:rsidRDefault="0035531B" w:rsidP="00564DDD">
      <w:pPr>
        <w:pStyle w:val="Textbezslovn"/>
        <w:tabs>
          <w:tab w:val="left" w:pos="2127"/>
        </w:tabs>
        <w:spacing w:after="0"/>
        <w:ind w:left="2127" w:hanging="1390"/>
      </w:pPr>
      <w:r>
        <w:t>Příloha č. 2</w:t>
      </w:r>
      <w:r>
        <w:tab/>
        <w:t>Seznam poddodavatelů</w:t>
      </w:r>
    </w:p>
    <w:p w14:paraId="5CB2BF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5655DD" w14:textId="4C7BFA28" w:rsidR="0035531B" w:rsidRDefault="0035531B" w:rsidP="00564DDD">
      <w:pPr>
        <w:pStyle w:val="Textbezslovn"/>
        <w:tabs>
          <w:tab w:val="left" w:pos="2127"/>
        </w:tabs>
        <w:spacing w:after="0"/>
        <w:ind w:left="2127" w:hanging="1390"/>
      </w:pPr>
      <w:r>
        <w:t>Příloha č. 4</w:t>
      </w:r>
      <w:r>
        <w:tab/>
        <w:t xml:space="preserve">Seznam </w:t>
      </w:r>
      <w:r w:rsidR="0092131C">
        <w:t xml:space="preserve">významných služeb </w:t>
      </w:r>
    </w:p>
    <w:p w14:paraId="1B28EA9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BC342B" w14:textId="77777777" w:rsidR="0035531B" w:rsidRDefault="0035531B" w:rsidP="00564DDD">
      <w:pPr>
        <w:pStyle w:val="Textbezslovn"/>
        <w:tabs>
          <w:tab w:val="left" w:pos="2127"/>
        </w:tabs>
        <w:spacing w:after="0"/>
        <w:ind w:left="2127" w:hanging="1390"/>
      </w:pPr>
      <w:r>
        <w:t>Příloha č. 6</w:t>
      </w:r>
      <w:r>
        <w:tab/>
        <w:t>Vzor profesního životopisu</w:t>
      </w:r>
    </w:p>
    <w:p w14:paraId="4E2A078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786D76CC" w14:textId="361700E6" w:rsidR="0035531B" w:rsidRDefault="0035531B" w:rsidP="007F5F7E">
      <w:pPr>
        <w:pStyle w:val="Textbezslovn"/>
        <w:tabs>
          <w:tab w:val="left" w:pos="2127"/>
        </w:tabs>
        <w:spacing w:after="0"/>
        <w:ind w:left="2127" w:hanging="1390"/>
      </w:pPr>
      <w:r>
        <w:t>Příloha č. 8</w:t>
      </w:r>
      <w:r>
        <w:tab/>
        <w:t>Seznam jiných osob</w:t>
      </w:r>
      <w:r w:rsidR="00BC6D2B">
        <w:t xml:space="preserve"> k </w:t>
      </w:r>
      <w:r>
        <w:t>prokázání kvalifikace</w:t>
      </w:r>
    </w:p>
    <w:p w14:paraId="1A735CD5" w14:textId="77777777" w:rsidR="00D974EC" w:rsidRDefault="00D974EC" w:rsidP="00564DDD">
      <w:pPr>
        <w:pStyle w:val="Textbezslovn"/>
        <w:spacing w:after="0"/>
      </w:pPr>
    </w:p>
    <w:p w14:paraId="56BD206F" w14:textId="77777777" w:rsidR="00DD2F29" w:rsidRDefault="00DD2F29" w:rsidP="00564DDD">
      <w:pPr>
        <w:pStyle w:val="Textbezslovn"/>
        <w:spacing w:after="0"/>
      </w:pPr>
    </w:p>
    <w:p w14:paraId="70E1E255" w14:textId="77777777" w:rsidR="0035531B" w:rsidRDefault="0035531B" w:rsidP="00564DDD">
      <w:pPr>
        <w:pStyle w:val="Textbezslovn"/>
        <w:spacing w:after="0"/>
      </w:pPr>
    </w:p>
    <w:p w14:paraId="205AA651" w14:textId="77777777" w:rsidR="002834CB" w:rsidRDefault="002834CB" w:rsidP="00564DDD">
      <w:pPr>
        <w:pStyle w:val="Textbezslovn"/>
        <w:spacing w:after="0"/>
      </w:pPr>
    </w:p>
    <w:p w14:paraId="45DA92C3" w14:textId="77777777" w:rsidR="00E05EB9" w:rsidRDefault="00E05EB9" w:rsidP="00564DDD">
      <w:pPr>
        <w:pStyle w:val="Textbezslovn"/>
        <w:spacing w:after="0"/>
      </w:pPr>
    </w:p>
    <w:p w14:paraId="6D3D1ACE" w14:textId="5B5C1F1D" w:rsidR="00E05EB9" w:rsidRDefault="002834CB" w:rsidP="00564DDD">
      <w:pPr>
        <w:pStyle w:val="Textbezslovn"/>
        <w:spacing w:after="0"/>
      </w:pPr>
      <w:r>
        <w:t>………………………………………………………………………</w:t>
      </w:r>
    </w:p>
    <w:p w14:paraId="2BD6CF24" w14:textId="5555CE9E" w:rsidR="00504773" w:rsidRPr="002834CB" w:rsidRDefault="00504773" w:rsidP="00504773">
      <w:pPr>
        <w:pStyle w:val="Textbezslovn"/>
        <w:spacing w:after="0"/>
        <w:rPr>
          <w:i/>
        </w:rPr>
      </w:pPr>
      <w:r>
        <w:t>Ing. Petr Hofhanzl</w:t>
      </w:r>
      <w:r w:rsidR="002834CB">
        <w:t xml:space="preserve"> </w:t>
      </w:r>
      <w:r w:rsidR="002834CB" w:rsidRPr="002834CB">
        <w:rPr>
          <w:i/>
        </w:rPr>
        <w:t>(podepsáno elektronicky)</w:t>
      </w:r>
    </w:p>
    <w:p w14:paraId="6AD564BA" w14:textId="77777777" w:rsidR="00504773" w:rsidRDefault="00504773" w:rsidP="00504773">
      <w:pPr>
        <w:pStyle w:val="Textbezslovn"/>
        <w:spacing w:after="0"/>
      </w:pPr>
      <w:r>
        <w:t>ředitel Stavební správy západ</w:t>
      </w:r>
    </w:p>
    <w:p w14:paraId="6B141C6A" w14:textId="17862CCF" w:rsidR="00564DDD" w:rsidRDefault="00504773" w:rsidP="00504773">
      <w:pPr>
        <w:pStyle w:val="Textbezslovn"/>
        <w:spacing w:after="0"/>
      </w:pPr>
      <w:r>
        <w:t xml:space="preserve">Správa železnic, státní organizace </w:t>
      </w:r>
      <w:r w:rsidR="00564DDD">
        <w:br w:type="page"/>
      </w:r>
    </w:p>
    <w:p w14:paraId="7D9311A1" w14:textId="77777777" w:rsidR="0035531B" w:rsidRDefault="0035531B" w:rsidP="00FE4333">
      <w:pPr>
        <w:pStyle w:val="Nadpisbezsl1-1"/>
      </w:pPr>
      <w:r w:rsidRPr="00FE4333">
        <w:lastRenderedPageBreak/>
        <w:t>Příloha</w:t>
      </w:r>
      <w:r>
        <w:t xml:space="preserve"> č. 1 </w:t>
      </w:r>
    </w:p>
    <w:p w14:paraId="0E1848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4B15953" w14:textId="77777777" w:rsidR="00AB1063" w:rsidRDefault="00AB1063" w:rsidP="00454716">
      <w:pPr>
        <w:pStyle w:val="Textbezslovn"/>
        <w:ind w:left="28"/>
      </w:pPr>
    </w:p>
    <w:p w14:paraId="32BCA0B7" w14:textId="77777777" w:rsidR="0035531B" w:rsidRDefault="0035531B" w:rsidP="00454716">
      <w:pPr>
        <w:pStyle w:val="Textbezslovn"/>
        <w:ind w:left="28"/>
      </w:pPr>
      <w:r>
        <w:t>Obchodní firma [</w:t>
      </w:r>
      <w:r w:rsidRPr="00E24F78">
        <w:rPr>
          <w:b/>
          <w:highlight w:val="yellow"/>
        </w:rPr>
        <w:t>DOPLNÍ DODAVATEL</w:t>
      </w:r>
      <w:r>
        <w:t>]</w:t>
      </w:r>
    </w:p>
    <w:p w14:paraId="096E64F9" w14:textId="77777777" w:rsidR="0035531B" w:rsidRDefault="0035531B" w:rsidP="00454716">
      <w:pPr>
        <w:pStyle w:val="Textbezslovn"/>
        <w:ind w:left="28"/>
      </w:pPr>
      <w:r>
        <w:t>Sídlo [</w:t>
      </w:r>
      <w:r w:rsidRPr="00564DDD">
        <w:rPr>
          <w:highlight w:val="yellow"/>
        </w:rPr>
        <w:t>DOPLNÍ DODAVATEL</w:t>
      </w:r>
      <w:r>
        <w:t>]</w:t>
      </w:r>
    </w:p>
    <w:p w14:paraId="6B246BC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F47FB39" w14:textId="77777777" w:rsidR="0035531B" w:rsidRDefault="0035531B" w:rsidP="00454716">
      <w:pPr>
        <w:pStyle w:val="Textbezslovn"/>
        <w:ind w:left="28"/>
      </w:pPr>
      <w:r>
        <w:t>Právní forma [</w:t>
      </w:r>
      <w:r w:rsidRPr="00564DDD">
        <w:rPr>
          <w:highlight w:val="yellow"/>
        </w:rPr>
        <w:t>DOPLNÍ DODAVATEL</w:t>
      </w:r>
      <w:r>
        <w:t>]</w:t>
      </w:r>
    </w:p>
    <w:p w14:paraId="377DA7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A9490F2" w14:textId="77777777" w:rsidR="0035531B" w:rsidRDefault="0035531B" w:rsidP="00454716">
      <w:pPr>
        <w:pStyle w:val="Textbezslovn"/>
        <w:ind w:left="28"/>
      </w:pPr>
      <w:r>
        <w:t>Podrobnosti registrace [</w:t>
      </w:r>
      <w:r w:rsidRPr="00564DDD">
        <w:rPr>
          <w:highlight w:val="yellow"/>
        </w:rPr>
        <w:t>DOPLNÍ DODAVATEL</w:t>
      </w:r>
      <w:r>
        <w:t>]</w:t>
      </w:r>
    </w:p>
    <w:p w14:paraId="60897C5D" w14:textId="77777777" w:rsidR="0035531B" w:rsidRDefault="0035531B" w:rsidP="00454716">
      <w:pPr>
        <w:pStyle w:val="Textbezslovn"/>
        <w:ind w:left="28"/>
      </w:pPr>
      <w:r>
        <w:t xml:space="preserve">Počet let působení jako dodavatel: </w:t>
      </w:r>
    </w:p>
    <w:p w14:paraId="1574DD92" w14:textId="77777777" w:rsidR="0035531B" w:rsidRDefault="0035531B" w:rsidP="00AF43AF">
      <w:pPr>
        <w:pStyle w:val="Odstavec1-1a"/>
      </w:pPr>
      <w:r>
        <w:t>ve vlastní zemi [</w:t>
      </w:r>
      <w:r w:rsidRPr="00564DDD">
        <w:rPr>
          <w:highlight w:val="yellow"/>
        </w:rPr>
        <w:t>DOPLNÍ DODAVATEL</w:t>
      </w:r>
      <w:r>
        <w:t>]</w:t>
      </w:r>
    </w:p>
    <w:p w14:paraId="3F64DF17" w14:textId="77777777" w:rsidR="0035531B" w:rsidRDefault="0035531B" w:rsidP="00AF43AF">
      <w:pPr>
        <w:pStyle w:val="Odstavec1-1a"/>
      </w:pPr>
      <w:r>
        <w:t>v zahraničí [</w:t>
      </w:r>
      <w:r w:rsidRPr="00564DDD">
        <w:rPr>
          <w:highlight w:val="yellow"/>
        </w:rPr>
        <w:t>DOPLNÍ DODAVATEL</w:t>
      </w:r>
      <w:r>
        <w:t>]</w:t>
      </w:r>
    </w:p>
    <w:p w14:paraId="1BCF3F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8D39D3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3436F" w14:textId="77777777" w:rsidR="0035531B" w:rsidRPr="00227186" w:rsidRDefault="0035531B" w:rsidP="00564DDD">
      <w:pPr>
        <w:pStyle w:val="Textbezslovn"/>
      </w:pPr>
      <w:r>
        <w:t xml:space="preserve"> </w:t>
      </w:r>
    </w:p>
    <w:p w14:paraId="547EEE49" w14:textId="1A25F626" w:rsidR="008C65E0" w:rsidRPr="00227186" w:rsidRDefault="006A6AF2" w:rsidP="006A6AF2">
      <w:pPr>
        <w:pStyle w:val="Textbezslovn"/>
        <w:ind w:left="0"/>
      </w:pPr>
      <w:r w:rsidRPr="00227186">
        <w:t>Řádně jsme se seznámili se zněním zadávacích pod</w:t>
      </w:r>
      <w:r w:rsidR="00504773" w:rsidRPr="00227186">
        <w:t>mínek veřejné zakázky s názvem</w:t>
      </w:r>
      <w:r w:rsidR="0092131C" w:rsidRPr="00227186">
        <w:rPr>
          <w:szCs w:val="36"/>
        </w:rPr>
        <w:t xml:space="preserve"> </w:t>
      </w:r>
      <w:r w:rsidR="00504773" w:rsidRPr="00227186">
        <w:rPr>
          <w:b/>
          <w:szCs w:val="36"/>
        </w:rPr>
        <w:t>„</w:t>
      </w:r>
      <w:r w:rsidR="004316A6" w:rsidRPr="00227186">
        <w:rPr>
          <w:b/>
        </w:rPr>
        <w:t>ETCS České Velenice – České Budějovice – Horní Dvořiště</w:t>
      </w:r>
      <w:r w:rsidR="00D365A1" w:rsidRPr="00227186">
        <w:rPr>
          <w:b/>
        </w:rPr>
        <w:t>“</w:t>
      </w:r>
      <w:r w:rsidRPr="00227186">
        <w:rPr>
          <w:b/>
        </w:rPr>
        <w:t xml:space="preserve"> </w:t>
      </w:r>
      <w:r w:rsidRPr="00227186">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88551E" w14:textId="77777777" w:rsidR="008C65E0" w:rsidRDefault="0092131C" w:rsidP="006A6AF2">
      <w:pPr>
        <w:pStyle w:val="Textbezslovn"/>
        <w:ind w:left="0"/>
      </w:pPr>
      <w:r w:rsidRPr="00227186">
        <w:t>Podáním nabídky dodavatel prohlašuje, že v souvislosti se zadávanou veřejnou zakázkou neuzavřel a neuzavře s jinými osobami zakázanou dohodu</w:t>
      </w:r>
      <w:r w:rsidRPr="00B277ED">
        <w:t xml:space="preserve">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361746" w14:textId="77777777" w:rsidR="0092131C" w:rsidRDefault="0092131C" w:rsidP="006A6AF2">
      <w:pPr>
        <w:pStyle w:val="Textbezslovn"/>
        <w:ind w:left="0"/>
      </w:pPr>
    </w:p>
    <w:p w14:paraId="3CA4A149" w14:textId="77777777" w:rsidR="00564DDD" w:rsidRDefault="00564DDD" w:rsidP="006A6AF2">
      <w:pPr>
        <w:pStyle w:val="Textbezslovn"/>
        <w:ind w:left="0"/>
      </w:pPr>
      <w:r>
        <w:br w:type="page"/>
      </w:r>
    </w:p>
    <w:p w14:paraId="12CC5346" w14:textId="77777777" w:rsidR="0035531B" w:rsidRDefault="0035531B" w:rsidP="00FE4333">
      <w:pPr>
        <w:pStyle w:val="Nadpisbezsl1-1"/>
      </w:pPr>
      <w:r>
        <w:lastRenderedPageBreak/>
        <w:t>Příloha č. 2</w:t>
      </w:r>
    </w:p>
    <w:p w14:paraId="43A37188" w14:textId="77777777" w:rsidR="0035531B" w:rsidRPr="00FE4333" w:rsidRDefault="0035531B" w:rsidP="00FE4333">
      <w:pPr>
        <w:pStyle w:val="Nadpisbezsl1-2"/>
        <w:rPr>
          <w:rStyle w:val="Tun9b"/>
          <w:b/>
        </w:rPr>
      </w:pPr>
      <w:r w:rsidRPr="00FE4333">
        <w:rPr>
          <w:rStyle w:val="Tun9b"/>
          <w:b/>
        </w:rPr>
        <w:t>Seznam poddodavatelů</w:t>
      </w:r>
    </w:p>
    <w:p w14:paraId="704744B9" w14:textId="77777777" w:rsidR="00AB1063" w:rsidRDefault="00AB1063" w:rsidP="00564DDD">
      <w:pPr>
        <w:pStyle w:val="Textbezslovn"/>
      </w:pPr>
    </w:p>
    <w:p w14:paraId="792450A2" w14:textId="77777777" w:rsidR="0035531B" w:rsidRDefault="0035531B" w:rsidP="00454716">
      <w:pPr>
        <w:pStyle w:val="Textbezslovn"/>
        <w:ind w:left="0"/>
      </w:pPr>
      <w:r>
        <w:t>Jestliže dodavatel uvažuje zadat poddodavateli plnění části veřejné zakázky, uvede následující údaje:</w:t>
      </w:r>
    </w:p>
    <w:p w14:paraId="0136588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0E62E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F003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B9628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90698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F823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F4D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8D7A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83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AD4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32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73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1694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7810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A5A4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ACC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0CF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AD68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1EC8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0F5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16D3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3BD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8A4C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A856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FD0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7CA6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CE93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0F5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F6C1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508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05B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9DC8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641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70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22D7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BC31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D23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40E6E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A59B5B" w14:textId="77777777" w:rsidR="00564DDD" w:rsidRPr="00454716" w:rsidRDefault="00454716" w:rsidP="00454716">
            <w:pPr>
              <w:rPr>
                <w:sz w:val="16"/>
                <w:szCs w:val="16"/>
              </w:rPr>
            </w:pPr>
            <w:r w:rsidRPr="00454716">
              <w:rPr>
                <w:sz w:val="16"/>
                <w:szCs w:val="16"/>
              </w:rPr>
              <w:t>Celkem %</w:t>
            </w:r>
          </w:p>
        </w:tc>
        <w:tc>
          <w:tcPr>
            <w:tcW w:w="3969" w:type="dxa"/>
          </w:tcPr>
          <w:p w14:paraId="2F45B86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C0A9D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6E6725F" w14:textId="77777777" w:rsidR="0035531B" w:rsidRDefault="0035531B" w:rsidP="00454716">
      <w:pPr>
        <w:pStyle w:val="Textbezslovn"/>
      </w:pPr>
    </w:p>
    <w:p w14:paraId="11BE9389" w14:textId="77777777" w:rsidR="00454716" w:rsidRDefault="00454716" w:rsidP="00454716">
      <w:pPr>
        <w:pStyle w:val="Textbezslovn"/>
      </w:pPr>
      <w:r>
        <w:br w:type="page"/>
      </w:r>
    </w:p>
    <w:p w14:paraId="572EAD42" w14:textId="77777777" w:rsidR="0035531B" w:rsidRDefault="0035531B" w:rsidP="00FE4333">
      <w:pPr>
        <w:pStyle w:val="Nadpisbezsl1-1"/>
      </w:pPr>
      <w:r>
        <w:lastRenderedPageBreak/>
        <w:t xml:space="preserve">Příloha č. 3 </w:t>
      </w:r>
    </w:p>
    <w:p w14:paraId="34B9A9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AA4144" w14:textId="77777777" w:rsidR="0035531B" w:rsidRDefault="0035531B" w:rsidP="00454716">
      <w:pPr>
        <w:pStyle w:val="Textbezslovn"/>
        <w:ind w:left="0"/>
      </w:pPr>
    </w:p>
    <w:p w14:paraId="0B96ACA4"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E69C860" w14:textId="77777777" w:rsidR="0035531B" w:rsidRDefault="0035531B" w:rsidP="00454716">
      <w:pPr>
        <w:pStyle w:val="Textbezslovn"/>
        <w:ind w:left="0"/>
      </w:pPr>
    </w:p>
    <w:p w14:paraId="2B38D89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ED9671A" w14:textId="77777777" w:rsidR="0035531B" w:rsidRDefault="0035531B" w:rsidP="00454716">
      <w:pPr>
        <w:pStyle w:val="Textbezslovn"/>
        <w:ind w:left="0"/>
      </w:pPr>
      <w:r>
        <w:t>Obchodní firma [</w:t>
      </w:r>
      <w:r w:rsidRPr="00E24F78">
        <w:rPr>
          <w:b/>
          <w:highlight w:val="yellow"/>
        </w:rPr>
        <w:t>DOPLNÍ DODAVATEL</w:t>
      </w:r>
      <w:r>
        <w:t>]</w:t>
      </w:r>
    </w:p>
    <w:p w14:paraId="35553945" w14:textId="77777777" w:rsidR="0035531B" w:rsidRDefault="0035531B" w:rsidP="00454716">
      <w:pPr>
        <w:pStyle w:val="Textbezslovn"/>
        <w:ind w:left="0"/>
      </w:pPr>
      <w:r>
        <w:t>Sídlo [</w:t>
      </w:r>
      <w:r w:rsidRPr="00454716">
        <w:rPr>
          <w:highlight w:val="yellow"/>
        </w:rPr>
        <w:t>DOPLNÍ DODAVATEL</w:t>
      </w:r>
      <w:r>
        <w:t>]</w:t>
      </w:r>
    </w:p>
    <w:p w14:paraId="2182EA54" w14:textId="77777777" w:rsidR="0035531B" w:rsidRDefault="0035531B" w:rsidP="00454716">
      <w:pPr>
        <w:pStyle w:val="Textbezslovn"/>
        <w:ind w:left="0"/>
      </w:pPr>
      <w:r>
        <w:t>Právní forma [</w:t>
      </w:r>
      <w:r w:rsidRPr="00454716">
        <w:rPr>
          <w:highlight w:val="yellow"/>
        </w:rPr>
        <w:t>DOPLNÍ DODAVATEL</w:t>
      </w:r>
      <w:r>
        <w:t>]</w:t>
      </w:r>
    </w:p>
    <w:p w14:paraId="36645F53" w14:textId="77777777" w:rsidR="0035531B" w:rsidRDefault="0035531B" w:rsidP="00454716">
      <w:pPr>
        <w:pStyle w:val="Textbezslovn"/>
        <w:ind w:left="0"/>
      </w:pPr>
      <w:r>
        <w:t>IČO [</w:t>
      </w:r>
      <w:r w:rsidRPr="00454716">
        <w:rPr>
          <w:highlight w:val="yellow"/>
        </w:rPr>
        <w:t>DOPLNÍ DODAVATEL</w:t>
      </w:r>
      <w:r>
        <w:t>]</w:t>
      </w:r>
    </w:p>
    <w:p w14:paraId="43A9BF94" w14:textId="77777777" w:rsidR="0035531B" w:rsidRDefault="0035531B" w:rsidP="00454716">
      <w:pPr>
        <w:pStyle w:val="Textbezslovn"/>
        <w:ind w:left="0"/>
      </w:pPr>
    </w:p>
    <w:p w14:paraId="6227751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C3FBE1" w14:textId="77777777" w:rsidR="0035531B" w:rsidRDefault="0035531B" w:rsidP="00454716">
      <w:pPr>
        <w:pStyle w:val="Odstavec1-2i"/>
      </w:pPr>
      <w:r>
        <w:t>[</w:t>
      </w:r>
      <w:r w:rsidRPr="00454716">
        <w:rPr>
          <w:highlight w:val="yellow"/>
        </w:rPr>
        <w:t>DOPLNÍ DODAVATEL</w:t>
      </w:r>
      <w:r>
        <w:t>]</w:t>
      </w:r>
    </w:p>
    <w:p w14:paraId="5FA29844" w14:textId="77777777" w:rsidR="0035531B" w:rsidRDefault="0035531B" w:rsidP="00454716">
      <w:pPr>
        <w:pStyle w:val="Odstavec1-2i"/>
      </w:pPr>
      <w:r>
        <w:t>[</w:t>
      </w:r>
      <w:r w:rsidRPr="00454716">
        <w:rPr>
          <w:highlight w:val="yellow"/>
        </w:rPr>
        <w:t>DOPLNÍ DODAVATEL</w:t>
      </w:r>
      <w:r>
        <w:t>]</w:t>
      </w:r>
    </w:p>
    <w:p w14:paraId="7BB84503" w14:textId="77777777" w:rsidR="0035531B" w:rsidRDefault="0035531B" w:rsidP="00454716">
      <w:pPr>
        <w:pStyle w:val="Odstavec1-2i"/>
      </w:pPr>
      <w:r>
        <w:t>[</w:t>
      </w:r>
      <w:r w:rsidRPr="00454716">
        <w:rPr>
          <w:highlight w:val="yellow"/>
        </w:rPr>
        <w:t>DOPLNÍ DODAVATEL</w:t>
      </w:r>
      <w:r>
        <w:t>]</w:t>
      </w:r>
    </w:p>
    <w:p w14:paraId="673C7BE6" w14:textId="77777777" w:rsidR="0035531B" w:rsidRDefault="0035531B" w:rsidP="00454716">
      <w:pPr>
        <w:pStyle w:val="Odstavec1-2i"/>
      </w:pPr>
      <w:r>
        <w:t>atd.</w:t>
      </w:r>
    </w:p>
    <w:p w14:paraId="166A117B" w14:textId="77777777" w:rsidR="0035531B" w:rsidRDefault="0035531B" w:rsidP="00454716">
      <w:pPr>
        <w:pStyle w:val="Textbezslovn"/>
        <w:ind w:left="0"/>
      </w:pPr>
    </w:p>
    <w:p w14:paraId="7E2D56E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8C87F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6ABC3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5C493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69F42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80A5A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BF95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D83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4A28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874E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4045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A63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0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678E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31938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F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059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A1B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2974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6E48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F150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A635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BE70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2E00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9C4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50FE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687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E11AC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9CD3A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49E7E9" w14:textId="77777777" w:rsidR="0035531B" w:rsidRDefault="0035531B" w:rsidP="00454716">
      <w:pPr>
        <w:pStyle w:val="Textbezslovn"/>
        <w:ind w:left="0"/>
      </w:pPr>
    </w:p>
    <w:p w14:paraId="5D52BF84" w14:textId="77777777" w:rsidR="0035531B" w:rsidRDefault="0035531B" w:rsidP="00454716">
      <w:pPr>
        <w:pStyle w:val="Textbezslovn"/>
        <w:ind w:left="0"/>
      </w:pPr>
    </w:p>
    <w:p w14:paraId="4A8A1E1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FB245B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8FE4E" w14:textId="77777777" w:rsidR="0035531B" w:rsidRDefault="0035531B" w:rsidP="00454716">
      <w:pPr>
        <w:pStyle w:val="Textbezslovn"/>
        <w:ind w:left="0"/>
      </w:pPr>
    </w:p>
    <w:p w14:paraId="70B0D019" w14:textId="77777777" w:rsidR="0035531B" w:rsidRDefault="0035531B" w:rsidP="00454716">
      <w:pPr>
        <w:pStyle w:val="Textbezslovn"/>
        <w:ind w:left="0"/>
      </w:pPr>
    </w:p>
    <w:p w14:paraId="4A2C402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A5CF64" w14:textId="77777777" w:rsidR="0035531B" w:rsidRDefault="0035531B" w:rsidP="00454716">
      <w:pPr>
        <w:pStyle w:val="Textbezslovn"/>
        <w:ind w:left="0"/>
      </w:pPr>
    </w:p>
    <w:p w14:paraId="5A120425" w14:textId="77777777" w:rsidR="0035531B" w:rsidRDefault="0035531B" w:rsidP="00454716">
      <w:pPr>
        <w:pStyle w:val="Textbezslovn"/>
        <w:ind w:left="0"/>
      </w:pPr>
    </w:p>
    <w:p w14:paraId="0035F0F6" w14:textId="77777777" w:rsidR="00454716" w:rsidRDefault="00454716" w:rsidP="00454716">
      <w:pPr>
        <w:pStyle w:val="Textbezslovn"/>
        <w:ind w:left="0"/>
      </w:pPr>
      <w:r>
        <w:br w:type="page"/>
      </w:r>
    </w:p>
    <w:p w14:paraId="3069C7F6" w14:textId="77777777" w:rsidR="0035531B" w:rsidRDefault="0035531B" w:rsidP="008A525B">
      <w:pPr>
        <w:pStyle w:val="Nadpisbezsl1-1"/>
      </w:pPr>
      <w:r>
        <w:lastRenderedPageBreak/>
        <w:t>Příloha č. 4</w:t>
      </w:r>
    </w:p>
    <w:p w14:paraId="652903DB" w14:textId="38DB5C82" w:rsidR="0035531B" w:rsidRPr="00AD792A" w:rsidRDefault="0035531B" w:rsidP="008A525B">
      <w:pPr>
        <w:pStyle w:val="Nadpisbezsl1-2"/>
        <w:spacing w:before="60" w:after="60"/>
      </w:pPr>
      <w:r w:rsidRPr="00AD792A">
        <w:t xml:space="preserve">Seznam </w:t>
      </w:r>
      <w:r w:rsidR="005151D3">
        <w:t xml:space="preserve">významných služeb </w:t>
      </w:r>
    </w:p>
    <w:p w14:paraId="7185C877" w14:textId="77777777"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14:paraId="02429374" w14:textId="77777777"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34686A41" w14:textId="77777777"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24C0FE2E"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1AE3F7E4"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6A99CC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23EF511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2F058816" w14:textId="1F35796B" w:rsidR="005151D3" w:rsidRPr="00AD792A" w:rsidRDefault="00D55B58" w:rsidP="0021689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w:t>
            </w:r>
            <w:r w:rsidR="005151D3">
              <w:rPr>
                <w:b/>
              </w:rPr>
              <w:t xml:space="preserve"> služby</w:t>
            </w:r>
            <w:r w:rsidR="005151D3" w:rsidRPr="00AD792A">
              <w:rPr>
                <w:b/>
              </w:rPr>
              <w:t>, kter</w:t>
            </w:r>
            <w:r w:rsidR="005151D3">
              <w:rPr>
                <w:b/>
              </w:rPr>
              <w:t>ou</w:t>
            </w:r>
            <w:r w:rsidR="005151D3" w:rsidRPr="00AD792A">
              <w:rPr>
                <w:b/>
              </w:rPr>
              <w:t xml:space="preserve"> dodavatel poskytl</w:t>
            </w:r>
            <w:r w:rsidR="005151D3" w:rsidRPr="006E38EE">
              <w:rPr>
                <w:b/>
              </w:rPr>
              <w:t>** za poslední</w:t>
            </w:r>
            <w:r w:rsidR="0021689D">
              <w:rPr>
                <w:b/>
              </w:rPr>
              <w:t>ch</w:t>
            </w:r>
            <w:r w:rsidR="005151D3" w:rsidRPr="006E38EE">
              <w:rPr>
                <w:b/>
              </w:rPr>
              <w:t xml:space="preserve"> </w:t>
            </w:r>
            <w:r w:rsidR="0021689D">
              <w:rPr>
                <w:b/>
              </w:rPr>
              <w:t>5 let</w:t>
            </w:r>
            <w:r w:rsidR="005151D3" w:rsidRPr="006E38EE">
              <w:rPr>
                <w:b/>
              </w:rPr>
              <w:t xml:space="preserve"> v Kč*** bez</w:t>
            </w:r>
            <w:r w:rsidR="005151D3" w:rsidRPr="00AD792A">
              <w:rPr>
                <w:b/>
              </w:rPr>
              <w:t xml:space="preserve"> DPH</w:t>
            </w:r>
          </w:p>
        </w:tc>
      </w:tr>
      <w:tr w:rsidR="005151D3" w:rsidRPr="00454716" w14:paraId="0B247A65" w14:textId="77777777"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4F1F8C5A"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08582F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3A32FEF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516C5D90"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54E459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6D16BE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463D7D42"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11783E80"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4D0264C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E0190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2DF8D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11A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6625AA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F59826"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3FFB21B9"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20497A6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E93368"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65F7E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E3E13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449AD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32226F"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0BDAF83F"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6A7247E6"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3D398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D54E0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2050A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C2909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18D67C2E" w14:textId="77777777"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5FE90C" w14:textId="77777777"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14:paraId="177C3A6B"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13D9D22C"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6609769"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629D5E2D"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4A32C5AE"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39EA6F32" w14:textId="77777777"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14:paraId="71B89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6BBA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CE763F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3F3A266" w14:textId="0DDE277B"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0624FD">
        <w:t>služby</w:t>
      </w:r>
      <w:r>
        <w:t>, které poskytl:</w:t>
      </w:r>
    </w:p>
    <w:p w14:paraId="74A9F373" w14:textId="77777777" w:rsidR="003646A3" w:rsidRDefault="0035531B" w:rsidP="00867426">
      <w:pPr>
        <w:pStyle w:val="Odstavec1-1a"/>
        <w:numPr>
          <w:ilvl w:val="0"/>
          <w:numId w:val="11"/>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6ED7F29" w14:textId="77777777"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40F73" w14:textId="77777777"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8419A85" w14:textId="51898ECB" w:rsidR="00EE3C5F" w:rsidRDefault="00EE3C5F" w:rsidP="008A525B">
      <w:pPr>
        <w:pStyle w:val="Textbezslovn"/>
        <w:tabs>
          <w:tab w:val="left" w:pos="851"/>
        </w:tabs>
        <w:ind w:left="0"/>
      </w:pPr>
      <w:r>
        <w:br w:type="page"/>
      </w:r>
    </w:p>
    <w:p w14:paraId="07D1E82A" w14:textId="77777777" w:rsidR="0035531B" w:rsidRDefault="0035531B" w:rsidP="00FE4333">
      <w:pPr>
        <w:pStyle w:val="Nadpisbezsl1-1"/>
      </w:pPr>
      <w:r>
        <w:lastRenderedPageBreak/>
        <w:t>Příloha č. 5</w:t>
      </w:r>
    </w:p>
    <w:p w14:paraId="1AC452E0" w14:textId="77777777" w:rsidR="0035531B" w:rsidRPr="00EE3C5F" w:rsidRDefault="0035531B" w:rsidP="00FE4333">
      <w:pPr>
        <w:pStyle w:val="Nadpisbezsl1-2"/>
      </w:pPr>
      <w:r w:rsidRPr="00EE3C5F">
        <w:t>Seznam odborného personálu dodavatele</w:t>
      </w:r>
    </w:p>
    <w:p w14:paraId="78AC17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BC53B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CFBE4C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6843E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A52DB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7CB21A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F01D0">
              <w:rPr>
                <w:b/>
                <w:sz w:val="16"/>
                <w:szCs w:val="16"/>
              </w:rPr>
              <w:t>Zkušenost</w:t>
            </w:r>
            <w:r w:rsidRPr="00EE3C5F">
              <w:rPr>
                <w:b/>
                <w:sz w:val="16"/>
                <w:szCs w:val="16"/>
              </w:rPr>
              <w:t xml:space="preserve"> s řízením realizace nebo projektováním* (název stavby a cena bez DPH, další podrobnosti uvést v životopisu)</w:t>
            </w:r>
          </w:p>
        </w:tc>
        <w:tc>
          <w:tcPr>
            <w:tcW w:w="1268" w:type="dxa"/>
          </w:tcPr>
          <w:p w14:paraId="26D703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454FC7"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50E339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3386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D3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79D44E7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60D299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5AEB4"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20123B8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30A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34DE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348D71A"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0C70CA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0DF6F0"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AC09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F94D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1D6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2EDE12EB"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188889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144FD8"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C74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F633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265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13D75D5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4823EB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C7D9D"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7D3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9190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255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11A0DC46"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4F01D0">
              <w:rPr>
                <w:sz w:val="16"/>
                <w:szCs w:val="16"/>
              </w:rPr>
              <w:t>-----------</w:t>
            </w:r>
          </w:p>
        </w:tc>
        <w:tc>
          <w:tcPr>
            <w:tcW w:w="1268" w:type="dxa"/>
            <w:tcBorders>
              <w:bottom w:val="single" w:sz="2" w:space="0" w:color="auto"/>
            </w:tcBorders>
          </w:tcPr>
          <w:p w14:paraId="632F31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DF3D5" w14:textId="77777777" w:rsidTr="004F01D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8BC24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AA151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8A6C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F23887F" w14:textId="77777777" w:rsidR="00EE3C5F" w:rsidRPr="004F01D0" w:rsidRDefault="004F01D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c>
          <w:tcPr>
            <w:tcW w:w="1268" w:type="dxa"/>
            <w:tcBorders>
              <w:top w:val="single" w:sz="2" w:space="0" w:color="auto"/>
            </w:tcBorders>
            <w:shd w:val="clear" w:color="auto" w:fill="auto"/>
          </w:tcPr>
          <w:p w14:paraId="213846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AFEF85" w14:textId="77777777" w:rsidR="00EE3C5F" w:rsidRDefault="00EE3C5F" w:rsidP="00EE3C5F">
      <w:pPr>
        <w:pStyle w:val="Textbezslovn"/>
      </w:pPr>
    </w:p>
    <w:p w14:paraId="0584A38D" w14:textId="77777777" w:rsidR="0035531B" w:rsidRDefault="0035531B" w:rsidP="00EE3C5F">
      <w:pPr>
        <w:pStyle w:val="Textbezslovn"/>
        <w:ind w:left="0"/>
      </w:pPr>
      <w:r w:rsidRPr="004F01D0">
        <w:rPr>
          <w:b/>
        </w:rPr>
        <w:t>*</w:t>
      </w:r>
      <w:r w:rsidR="00EE3C5F" w:rsidRPr="004F01D0">
        <w:t xml:space="preserve"> </w:t>
      </w:r>
      <w:r w:rsidRPr="004F01D0">
        <w:t>V příslušném sloupci dodavatel doplní údaj</w:t>
      </w:r>
      <w:r w:rsidR="00092CC9" w:rsidRPr="004F01D0">
        <w:t xml:space="preserve"> o </w:t>
      </w:r>
      <w:r w:rsidRPr="004F01D0">
        <w:t>zkušenosti</w:t>
      </w:r>
      <w:r w:rsidR="00845C50" w:rsidRPr="004F01D0">
        <w:t xml:space="preserve"> s </w:t>
      </w:r>
      <w:r w:rsidRPr="004F01D0">
        <w:t>řízením realizace nebo projektováním</w:t>
      </w:r>
      <w:r w:rsidR="00BB4AF2" w:rsidRPr="004F01D0">
        <w:t xml:space="preserve"> u </w:t>
      </w:r>
      <w:r w:rsidRPr="004F01D0">
        <w:t>těch členů odborného personálu,</w:t>
      </w:r>
      <w:r w:rsidR="00BB4AF2" w:rsidRPr="004F01D0">
        <w:t xml:space="preserve"> u </w:t>
      </w:r>
      <w:r w:rsidRPr="004F01D0">
        <w:t>kterých je taková zkušenost požadována dle čl. 8.</w:t>
      </w:r>
      <w:r w:rsidR="00196E81" w:rsidRPr="004F01D0">
        <w:t>5</w:t>
      </w:r>
      <w:r w:rsidRPr="004F01D0">
        <w:t xml:space="preserve"> t</w:t>
      </w:r>
      <w:r w:rsidR="00196E81" w:rsidRPr="004F01D0">
        <w:t>éto Výzvy</w:t>
      </w:r>
      <w:r w:rsidRPr="004F01D0">
        <w:t>. U ostatních osob tento sloupec proškrtne, nevyplní nebo jinak označí, že se netýká.</w:t>
      </w:r>
      <w:r>
        <w:t xml:space="preserve"> </w:t>
      </w:r>
    </w:p>
    <w:p w14:paraId="4C8310CB" w14:textId="77777777" w:rsidR="00EE3C5F" w:rsidRDefault="00EE3C5F" w:rsidP="00EE3C5F">
      <w:pPr>
        <w:pStyle w:val="Textbezslovn"/>
      </w:pPr>
    </w:p>
    <w:p w14:paraId="5B281AE7" w14:textId="77777777" w:rsidR="0035531B" w:rsidRPr="00EE3C5F" w:rsidRDefault="0035531B" w:rsidP="00E22C30">
      <w:pPr>
        <w:pStyle w:val="Textbezslovn"/>
        <w:ind w:left="0"/>
        <w:rPr>
          <w:b/>
        </w:rPr>
      </w:pPr>
      <w:r w:rsidRPr="00EE3C5F">
        <w:rPr>
          <w:b/>
        </w:rPr>
        <w:t xml:space="preserve">Přílohy: </w:t>
      </w:r>
      <w:r w:rsidRPr="00EE3C5F">
        <w:rPr>
          <w:b/>
        </w:rPr>
        <w:tab/>
      </w:r>
    </w:p>
    <w:p w14:paraId="2C9D03FC" w14:textId="77777777" w:rsidR="0035531B" w:rsidRDefault="0035531B" w:rsidP="00AF43AF">
      <w:pPr>
        <w:pStyle w:val="Odstavec1-1a"/>
      </w:pPr>
      <w:r>
        <w:t xml:space="preserve">profesní životopisy každého člena odborného personálu dodavatele (viz Příloha č. 6 </w:t>
      </w:r>
      <w:r w:rsidR="00196E81">
        <w:t>této Výzvy</w:t>
      </w:r>
      <w:r>
        <w:t>)</w:t>
      </w:r>
    </w:p>
    <w:p w14:paraId="1EAE9BE3" w14:textId="77777777"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2B9F15EE" w14:textId="77777777"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14:paraId="1119035C" w14:textId="77777777" w:rsidR="0035531B" w:rsidRDefault="0035531B" w:rsidP="00EE3C5F">
      <w:pPr>
        <w:pStyle w:val="Textbezslovn"/>
      </w:pPr>
      <w:r>
        <w:t xml:space="preserve"> </w:t>
      </w:r>
    </w:p>
    <w:p w14:paraId="07A2A73C" w14:textId="77777777" w:rsidR="00EE3C5F" w:rsidRDefault="00EE3C5F">
      <w:r>
        <w:br w:type="page"/>
      </w:r>
    </w:p>
    <w:p w14:paraId="05F64EDD" w14:textId="77777777" w:rsidR="0035531B" w:rsidRDefault="0035531B" w:rsidP="00FE4333">
      <w:pPr>
        <w:pStyle w:val="Nadpisbezsl1-1"/>
      </w:pPr>
      <w:r>
        <w:lastRenderedPageBreak/>
        <w:t>Příloha č. 6</w:t>
      </w:r>
    </w:p>
    <w:p w14:paraId="553C3240" w14:textId="77777777" w:rsidR="0035531B" w:rsidRPr="00EE3C5F" w:rsidRDefault="0035531B" w:rsidP="00FE4333">
      <w:pPr>
        <w:pStyle w:val="Nadpisbezsl1-2"/>
      </w:pPr>
      <w:r w:rsidRPr="00EE3C5F">
        <w:t>Vzor profesního životopisu</w:t>
      </w:r>
    </w:p>
    <w:p w14:paraId="0160A369" w14:textId="77777777" w:rsidR="0035531B" w:rsidRDefault="0035531B" w:rsidP="00474F4D">
      <w:pPr>
        <w:pStyle w:val="Textbezslovn"/>
        <w:ind w:left="0"/>
      </w:pPr>
    </w:p>
    <w:p w14:paraId="7369A4A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6DF36CC" w14:textId="77777777" w:rsidR="00474F4D" w:rsidRDefault="00474F4D" w:rsidP="00474F4D">
      <w:pPr>
        <w:pStyle w:val="Textbezslovn"/>
        <w:ind w:left="0"/>
      </w:pPr>
    </w:p>
    <w:p w14:paraId="2C460D19" w14:textId="77777777" w:rsidR="003646A3" w:rsidRDefault="00AD536F" w:rsidP="00AD536F">
      <w:pPr>
        <w:pStyle w:val="Odstavec1-1a"/>
      </w:pPr>
      <w:r>
        <w:t>a)</w:t>
      </w:r>
      <w:r>
        <w:tab/>
      </w:r>
      <w:r w:rsidR="0035531B">
        <w:t>Příjmení</w:t>
      </w:r>
      <w:r w:rsidR="00E7151C">
        <w:t>/rodné pří</w:t>
      </w:r>
      <w:r w:rsidR="002968D0">
        <w:t>jmení</w:t>
      </w:r>
      <w:r w:rsidR="0035531B">
        <w:t>: [</w:t>
      </w:r>
      <w:r w:rsidR="0035531B" w:rsidRPr="00E24F78">
        <w:rPr>
          <w:b/>
          <w:highlight w:val="yellow"/>
        </w:rPr>
        <w:t>DOPLNÍ DODAVATEL</w:t>
      </w:r>
      <w:r w:rsidR="0035531B">
        <w:t>]</w:t>
      </w:r>
    </w:p>
    <w:p w14:paraId="16713B85" w14:textId="77777777" w:rsidR="003646A3" w:rsidRDefault="00AD536F" w:rsidP="00AD536F">
      <w:pPr>
        <w:pStyle w:val="Odstavec1-1a"/>
      </w:pPr>
      <w:r>
        <w:t>b)</w:t>
      </w:r>
      <w:r>
        <w:tab/>
      </w:r>
      <w:r w:rsidR="0035531B">
        <w:t>Jméno: [</w:t>
      </w:r>
      <w:r w:rsidR="0035531B" w:rsidRPr="00E24F78">
        <w:rPr>
          <w:b/>
          <w:highlight w:val="yellow"/>
        </w:rPr>
        <w:t>DOPLNÍ DODAVATEL</w:t>
      </w:r>
      <w:r w:rsidR="0035531B">
        <w:t>]</w:t>
      </w:r>
    </w:p>
    <w:p w14:paraId="11052314" w14:textId="77777777" w:rsidR="003646A3" w:rsidRDefault="00AD536F" w:rsidP="00AD536F">
      <w:pPr>
        <w:pStyle w:val="Odstavec1-1a"/>
      </w:pPr>
      <w:r>
        <w:t>c)</w:t>
      </w:r>
      <w:r>
        <w:tab/>
      </w:r>
      <w:r w:rsidR="0035531B">
        <w:t>Datum narození: [</w:t>
      </w:r>
      <w:r w:rsidR="0035531B" w:rsidRPr="00AD536F">
        <w:t>DOPLNÍ DODAVATEL</w:t>
      </w:r>
      <w:r w:rsidR="0035531B">
        <w:t>]</w:t>
      </w:r>
    </w:p>
    <w:p w14:paraId="0D1F6DDE" w14:textId="77777777" w:rsidR="003646A3" w:rsidRDefault="00AD536F" w:rsidP="00AD536F">
      <w:pPr>
        <w:pStyle w:val="Odstavec1-1a"/>
      </w:pPr>
      <w:r>
        <w:t>d)</w:t>
      </w:r>
      <w:r>
        <w:tab/>
      </w:r>
      <w:r w:rsidR="0035531B">
        <w:t>Kontaktní pracovní adresa (včetně pracovní tel/e-mail): [</w:t>
      </w:r>
      <w:r w:rsidR="0035531B" w:rsidRPr="00AD536F">
        <w:t>DOPLNÍ DODAVATEL</w:t>
      </w:r>
      <w:r w:rsidR="0035531B">
        <w:t>]</w:t>
      </w:r>
    </w:p>
    <w:p w14:paraId="09C68896" w14:textId="77777777" w:rsidR="003646A3" w:rsidRDefault="00AD536F" w:rsidP="00AD536F">
      <w:pPr>
        <w:pStyle w:val="Odstavec1-1a"/>
      </w:pPr>
      <w:r>
        <w:t>e)</w:t>
      </w:r>
      <w:r>
        <w:tab/>
      </w:r>
      <w:r w:rsidR="0035531B">
        <w:t xml:space="preserve">Nejvyšší dosažené </w:t>
      </w:r>
      <w:r w:rsidR="0035531B" w:rsidRPr="00AD536F">
        <w:t>vzdělání</w:t>
      </w:r>
      <w:r w:rsidR="0035531B">
        <w:t>, resp. postačuje uvést požadované vzdělání</w:t>
      </w:r>
      <w:r w:rsidR="00BC6D2B">
        <w:t xml:space="preserve"> k </w:t>
      </w:r>
      <w:r w:rsidR="0035531B">
        <w:t xml:space="preserve">prokázání </w:t>
      </w:r>
      <w:r>
        <w:tab/>
      </w:r>
      <w:r w:rsidR="0035531B">
        <w:t>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D35A1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72990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765F7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107F3C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34C1C2" w14:textId="77777777" w:rsidR="00474F4D" w:rsidRPr="00833899" w:rsidRDefault="00452F69" w:rsidP="00307641">
            <w:pPr>
              <w:rPr>
                <w:sz w:val="16"/>
                <w:szCs w:val="16"/>
              </w:rPr>
            </w:pPr>
            <w:r w:rsidRPr="00833899">
              <w:rPr>
                <w:sz w:val="16"/>
                <w:szCs w:val="16"/>
              </w:rPr>
              <w:t>Délka:</w:t>
            </w:r>
          </w:p>
          <w:p w14:paraId="42FA044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C83A2C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F88E42"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920B49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BD23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7676D0" w14:textId="77777777" w:rsidR="0035531B" w:rsidRPr="00833899" w:rsidRDefault="0035531B" w:rsidP="00474F4D">
      <w:pPr>
        <w:pStyle w:val="Textbezslovn"/>
        <w:ind w:left="0"/>
      </w:pPr>
    </w:p>
    <w:p w14:paraId="7DB8AE59" w14:textId="77777777" w:rsidR="0035531B" w:rsidRPr="00833899" w:rsidRDefault="00111E39" w:rsidP="00452F69">
      <w:pPr>
        <w:pStyle w:val="Odstavec1-1a"/>
      </w:pPr>
      <w:r>
        <w:t>f)</w:t>
      </w:r>
      <w:r>
        <w:tab/>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10593A7" w14:textId="77777777" w:rsidR="0035531B" w:rsidRPr="00833899" w:rsidRDefault="00111E39" w:rsidP="00452F69">
      <w:pPr>
        <w:pStyle w:val="Odstavec1-1a"/>
      </w:pPr>
      <w:r>
        <w:t>g)</w:t>
      </w:r>
      <w:r>
        <w:tab/>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DFE494E" w14:textId="77777777" w:rsidR="0035531B" w:rsidRPr="00833899" w:rsidRDefault="00111E39" w:rsidP="00452F69">
      <w:pPr>
        <w:pStyle w:val="Odstavec1-1a"/>
      </w:pPr>
      <w:r>
        <w:t>h)</w:t>
      </w:r>
      <w:r>
        <w:tab/>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 xml:space="preserve">zaměstnavateli, </w:t>
      </w:r>
      <w:r>
        <w:tab/>
      </w:r>
      <w:r w:rsidR="0035531B" w:rsidRPr="00833899">
        <w:t>příp. uvést OSVČ či jinak dle skutečného stavu: [</w:t>
      </w:r>
      <w:r w:rsidR="0035531B" w:rsidRPr="00833899">
        <w:rPr>
          <w:highlight w:val="yellow"/>
        </w:rPr>
        <w:t>DOPLNÍ DODAVATEL</w:t>
      </w:r>
      <w:r w:rsidR="0035531B" w:rsidRPr="00833899">
        <w:t>]</w:t>
      </w:r>
    </w:p>
    <w:p w14:paraId="5F4F1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7DD9951" w14:textId="77777777" w:rsidR="0035531B" w:rsidRPr="00833899" w:rsidRDefault="0035531B" w:rsidP="00474F4D">
      <w:pPr>
        <w:pStyle w:val="Textbezslovn"/>
        <w:ind w:left="0"/>
      </w:pPr>
    </w:p>
    <w:p w14:paraId="0B4FB602" w14:textId="77777777" w:rsidR="0035531B" w:rsidRPr="00833899" w:rsidRDefault="00111E39" w:rsidP="00452F69">
      <w:pPr>
        <w:pStyle w:val="Odstavec1-1a"/>
      </w:pPr>
      <w:r>
        <w:t>i)</w:t>
      </w:r>
      <w:r>
        <w:tab/>
      </w:r>
      <w:r w:rsidR="0035531B" w:rsidRPr="00833899">
        <w:t>Hlavní kvalifikace: [</w:t>
      </w:r>
      <w:r w:rsidR="0035531B" w:rsidRPr="00833899">
        <w:rPr>
          <w:highlight w:val="yellow"/>
        </w:rPr>
        <w:t>DOPLNÍ DODAVATEL</w:t>
      </w:r>
      <w:r w:rsidR="0035531B" w:rsidRPr="00833899">
        <w:t>]</w:t>
      </w:r>
    </w:p>
    <w:p w14:paraId="0C062EB1" w14:textId="77777777" w:rsidR="0035531B" w:rsidRPr="00833899" w:rsidRDefault="00111E39" w:rsidP="00452F69">
      <w:pPr>
        <w:pStyle w:val="Odstavec1-1a"/>
      </w:pPr>
      <w:r w:rsidRPr="00111E39">
        <w:t>j)</w:t>
      </w:r>
      <w:r>
        <w:rPr>
          <w:b/>
        </w:rPr>
        <w:tab/>
      </w:r>
      <w:r w:rsidR="0035531B" w:rsidRPr="008E1138">
        <w:rPr>
          <w:b/>
        </w:rPr>
        <w:t>Praxe</w:t>
      </w:r>
      <w:r w:rsidR="0035531B" w:rsidRPr="00833899">
        <w:t xml:space="preserve"> pro účely prokázání kvalifikace</w:t>
      </w:r>
      <w:r w:rsidR="00307641" w:rsidRPr="00833899">
        <w:rPr>
          <w:rStyle w:val="Znakapoznpodarou"/>
        </w:rPr>
        <w:footnoteReference w:id="1"/>
      </w:r>
      <w:r w:rsidR="0035531B"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555F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39E61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DA7A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CF5D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2F85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06D9A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7016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4ED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4BFE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CD98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1DD7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E986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62AA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D02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04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CD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27DB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82B75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CAD66" w14:textId="77777777" w:rsidR="00452F69" w:rsidRPr="00833899" w:rsidRDefault="00452F69" w:rsidP="00474F4D">
      <w:pPr>
        <w:pStyle w:val="Textbezslovn"/>
        <w:ind w:left="0"/>
      </w:pPr>
    </w:p>
    <w:p w14:paraId="6794ED81" w14:textId="77777777" w:rsidR="0035531B" w:rsidRPr="00833899" w:rsidRDefault="00111E39" w:rsidP="00452F69">
      <w:pPr>
        <w:pStyle w:val="Odstavec1-1a"/>
      </w:pPr>
      <w:r>
        <w:t>k)</w:t>
      </w:r>
      <w:r>
        <w:tab/>
      </w:r>
      <w:r w:rsidR="0035531B" w:rsidRPr="00833899">
        <w:t>Jazykové znalosti (včetně úrovně): [</w:t>
      </w:r>
      <w:r w:rsidR="0035531B" w:rsidRPr="00833899">
        <w:rPr>
          <w:highlight w:val="yellow"/>
        </w:rPr>
        <w:t>DOPLNÍ DODAVATEL</w:t>
      </w:r>
      <w:r w:rsidR="0035531B" w:rsidRPr="00833899">
        <w:t>]</w:t>
      </w:r>
    </w:p>
    <w:p w14:paraId="57686AB1" w14:textId="77777777" w:rsidR="0035531B" w:rsidRPr="00833899" w:rsidRDefault="00111E39" w:rsidP="00452F69">
      <w:pPr>
        <w:pStyle w:val="Odstavec1-1a"/>
      </w:pPr>
      <w:r>
        <w:t>l)</w:t>
      </w:r>
      <w:r>
        <w:tab/>
      </w:r>
      <w:r w:rsidR="0035531B" w:rsidRPr="00833899">
        <w:t>Osoba je / není [</w:t>
      </w:r>
      <w:r w:rsidR="0035531B" w:rsidRPr="00833899">
        <w:rPr>
          <w:highlight w:val="yellow"/>
        </w:rPr>
        <w:t>DOPLNÍ DODAVATEL</w:t>
      </w:r>
      <w:r w:rsidR="0035531B" w:rsidRPr="00833899">
        <w:t>] současně zaměstnancem zadavatele.</w:t>
      </w:r>
    </w:p>
    <w:p w14:paraId="5BD1F9AA" w14:textId="77777777" w:rsidR="0035531B" w:rsidRPr="00833899" w:rsidRDefault="00111E39" w:rsidP="00452F69">
      <w:pPr>
        <w:pStyle w:val="Odstavec1-1a"/>
      </w:pPr>
      <w:r>
        <w:t>m)</w:t>
      </w:r>
      <w:r>
        <w:tab/>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2163E825" w14:textId="77777777" w:rsidR="0035531B" w:rsidRPr="004F01D0" w:rsidRDefault="00111E39" w:rsidP="00452F69">
      <w:pPr>
        <w:pStyle w:val="Odstavec1-1a"/>
      </w:pPr>
      <w:r w:rsidRPr="00111E39">
        <w:t>n)</w:t>
      </w:r>
      <w:r>
        <w:rPr>
          <w:b/>
        </w:rPr>
        <w:tab/>
      </w:r>
      <w:r w:rsidR="0035531B" w:rsidRPr="004F01D0">
        <w:rPr>
          <w:b/>
        </w:rPr>
        <w:t>Zkušenosti</w:t>
      </w:r>
      <w:r w:rsidR="00845C50" w:rsidRPr="004F01D0">
        <w:t xml:space="preserve"> s </w:t>
      </w:r>
      <w:r w:rsidR="0035531B" w:rsidRPr="004F01D0">
        <w:t>řízením realizace nebo projektováním zakázek</w:t>
      </w:r>
      <w:r w:rsidR="00BB4AF2" w:rsidRPr="004F01D0">
        <w:t xml:space="preserve"> u </w:t>
      </w:r>
      <w:r w:rsidR="0035531B" w:rsidRPr="004F01D0">
        <w:t xml:space="preserve">těch členů odborného </w:t>
      </w:r>
      <w:r>
        <w:tab/>
      </w:r>
      <w:r w:rsidR="0035531B" w:rsidRPr="004F01D0">
        <w:t>personálu,</w:t>
      </w:r>
      <w:r w:rsidR="00BB4AF2" w:rsidRPr="004F01D0">
        <w:t xml:space="preserve"> u </w:t>
      </w:r>
      <w:r w:rsidR="0035531B" w:rsidRPr="004F01D0">
        <w:t xml:space="preserve">kterých je taková zkušenost požadována (u ostatních osob se tabulka </w:t>
      </w:r>
      <w:r>
        <w:tab/>
      </w:r>
      <w:r w:rsidR="0035531B" w:rsidRPr="004F01D0">
        <w:t>proškrtne nebo nevyplní)</w:t>
      </w:r>
      <w:r w:rsidR="00307641" w:rsidRPr="004F01D0">
        <w:rPr>
          <w:rStyle w:val="Znakapoznpodarou"/>
        </w:rPr>
        <w:footnoteReference w:id="2"/>
      </w:r>
      <w:r w:rsidR="0035531B" w:rsidRPr="004F01D0">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F01D0" w14:paraId="607293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D90D0" w14:textId="77777777" w:rsidR="00452F69" w:rsidRPr="004F01D0" w:rsidRDefault="00452F69" w:rsidP="00307641">
            <w:pPr>
              <w:rPr>
                <w:sz w:val="16"/>
                <w:szCs w:val="16"/>
              </w:rPr>
            </w:pPr>
            <w:r w:rsidRPr="004F01D0">
              <w:rPr>
                <w:sz w:val="16"/>
                <w:szCs w:val="16"/>
              </w:rPr>
              <w:t>Název zakázky (stavby)</w:t>
            </w:r>
          </w:p>
        </w:tc>
        <w:tc>
          <w:tcPr>
            <w:tcW w:w="2835" w:type="dxa"/>
            <w:tcBorders>
              <w:bottom w:val="single" w:sz="2" w:space="0" w:color="auto"/>
            </w:tcBorders>
            <w:shd w:val="clear" w:color="auto" w:fill="auto"/>
          </w:tcPr>
          <w:p w14:paraId="393925F9" w14:textId="77777777" w:rsidR="00452F69" w:rsidRPr="004F01D0" w:rsidRDefault="004F01D0" w:rsidP="00307641">
            <w:pPr>
              <w:cnfStyle w:val="100000000000" w:firstRow="1"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0E2AF0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A2D0F5" w14:textId="77777777" w:rsidR="00452F69" w:rsidRPr="004F01D0" w:rsidRDefault="00452F69" w:rsidP="00307641">
            <w:pPr>
              <w:rPr>
                <w:sz w:val="16"/>
                <w:szCs w:val="16"/>
              </w:rPr>
            </w:pPr>
            <w:r w:rsidRPr="004F01D0">
              <w:rPr>
                <w:sz w:val="16"/>
                <w:szCs w:val="16"/>
              </w:rPr>
              <w:lastRenderedPageBreak/>
              <w:t>Cena zakázky v Kč bez DPH</w:t>
            </w:r>
          </w:p>
        </w:tc>
        <w:tc>
          <w:tcPr>
            <w:tcW w:w="2835" w:type="dxa"/>
            <w:tcBorders>
              <w:top w:val="single" w:sz="2" w:space="0" w:color="auto"/>
            </w:tcBorders>
          </w:tcPr>
          <w:p w14:paraId="4F370E43"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5BC6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3996" w14:textId="77777777" w:rsidR="00452F69" w:rsidRPr="004F01D0" w:rsidRDefault="00452F69" w:rsidP="00307641">
            <w:pPr>
              <w:rPr>
                <w:sz w:val="16"/>
                <w:szCs w:val="16"/>
              </w:rPr>
            </w:pPr>
            <w:r w:rsidRPr="004F01D0">
              <w:rPr>
                <w:sz w:val="16"/>
                <w:szCs w:val="16"/>
              </w:rPr>
              <w:t>Popis předmětu plnění zakázky - v detailu potřebném pro ověření splnění požadavků</w:t>
            </w:r>
          </w:p>
        </w:tc>
        <w:tc>
          <w:tcPr>
            <w:tcW w:w="2835" w:type="dxa"/>
            <w:tcBorders>
              <w:top w:val="single" w:sz="2" w:space="0" w:color="auto"/>
            </w:tcBorders>
          </w:tcPr>
          <w:p w14:paraId="7403ED8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17AF6C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32C40" w14:textId="77777777" w:rsidR="00452F69" w:rsidRPr="004F01D0" w:rsidRDefault="00452F69" w:rsidP="00307641">
            <w:pPr>
              <w:rPr>
                <w:sz w:val="16"/>
                <w:szCs w:val="16"/>
              </w:rPr>
            </w:pPr>
            <w:r w:rsidRPr="004F01D0">
              <w:rPr>
                <w:sz w:val="16"/>
                <w:szCs w:val="16"/>
              </w:rPr>
              <w:t>Termín dokončení zakázky</w:t>
            </w:r>
          </w:p>
        </w:tc>
        <w:tc>
          <w:tcPr>
            <w:tcW w:w="2835" w:type="dxa"/>
            <w:tcBorders>
              <w:top w:val="single" w:sz="2" w:space="0" w:color="auto"/>
            </w:tcBorders>
          </w:tcPr>
          <w:p w14:paraId="270576E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6554D4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E9C" w14:textId="77777777" w:rsidR="00452F69" w:rsidRPr="004F01D0" w:rsidRDefault="00452F69" w:rsidP="00307641">
            <w:pPr>
              <w:rPr>
                <w:sz w:val="16"/>
                <w:szCs w:val="16"/>
              </w:rPr>
            </w:pPr>
            <w:r w:rsidRPr="004F01D0">
              <w:rPr>
                <w:sz w:val="16"/>
                <w:szCs w:val="16"/>
              </w:rPr>
              <w:t>Doba trvání zkušenosti - délka celkem + od (měsíc/rok) do (měsíc/rok) včetně</w:t>
            </w:r>
          </w:p>
        </w:tc>
        <w:tc>
          <w:tcPr>
            <w:tcW w:w="2835" w:type="dxa"/>
            <w:tcBorders>
              <w:top w:val="single" w:sz="2" w:space="0" w:color="auto"/>
            </w:tcBorders>
          </w:tcPr>
          <w:p w14:paraId="04845F9E"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D91B6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5140C" w14:textId="77777777" w:rsidR="00452F69" w:rsidRPr="004F01D0" w:rsidRDefault="00452F69" w:rsidP="00307641">
            <w:pPr>
              <w:rPr>
                <w:sz w:val="16"/>
                <w:szCs w:val="16"/>
              </w:rPr>
            </w:pPr>
            <w:r w:rsidRPr="004F01D0">
              <w:rPr>
                <w:sz w:val="16"/>
                <w:szCs w:val="16"/>
              </w:rPr>
              <w:t>Objednatel zakázky (obch. firma/název a sídlo a kontaktní osoba objednatele - jméno, tel., email)</w:t>
            </w:r>
          </w:p>
        </w:tc>
        <w:tc>
          <w:tcPr>
            <w:tcW w:w="2835" w:type="dxa"/>
            <w:tcBorders>
              <w:top w:val="single" w:sz="2" w:space="0" w:color="auto"/>
            </w:tcBorders>
          </w:tcPr>
          <w:p w14:paraId="608EB3B9"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833899" w14:paraId="08C9668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87669" w14:textId="77777777" w:rsidR="00452F69" w:rsidRPr="004F01D0" w:rsidRDefault="00452F69" w:rsidP="00170521">
            <w:pPr>
              <w:rPr>
                <w:b w:val="0"/>
                <w:sz w:val="16"/>
                <w:szCs w:val="16"/>
              </w:rPr>
            </w:pPr>
            <w:r w:rsidRPr="004F01D0">
              <w:rPr>
                <w:b w:val="0"/>
                <w:sz w:val="16"/>
                <w:szCs w:val="16"/>
              </w:rPr>
              <w:t xml:space="preserve">Popis vykonávaných pracovních činností </w:t>
            </w:r>
            <w:r w:rsidR="00170521" w:rsidRPr="004F01D0">
              <w:rPr>
                <w:b w:val="0"/>
                <w:sz w:val="16"/>
                <w:szCs w:val="16"/>
              </w:rPr>
              <w:t>- v detailu potřebném pro ověření splnění požadavků</w:t>
            </w:r>
          </w:p>
        </w:tc>
        <w:tc>
          <w:tcPr>
            <w:tcW w:w="2835" w:type="dxa"/>
            <w:tcBorders>
              <w:top w:val="single" w:sz="2" w:space="0" w:color="auto"/>
            </w:tcBorders>
            <w:shd w:val="clear" w:color="auto" w:fill="auto"/>
          </w:tcPr>
          <w:p w14:paraId="71B35B7B" w14:textId="77777777" w:rsidR="00452F69" w:rsidRPr="004F01D0" w:rsidRDefault="004F01D0"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r>
    </w:tbl>
    <w:p w14:paraId="316E6790" w14:textId="77777777" w:rsidR="0035531B" w:rsidRPr="00833899" w:rsidRDefault="0035531B" w:rsidP="00474F4D">
      <w:pPr>
        <w:pStyle w:val="Textbezslovn"/>
        <w:ind w:left="0"/>
      </w:pPr>
    </w:p>
    <w:p w14:paraId="7387CD16" w14:textId="77777777" w:rsidR="0035531B" w:rsidRPr="001950C2" w:rsidRDefault="00111E39" w:rsidP="00452F69">
      <w:pPr>
        <w:pStyle w:val="Odstavec1-1a"/>
      </w:pPr>
      <w:r w:rsidRPr="00111E39">
        <w:t>o)</w:t>
      </w:r>
      <w:r>
        <w:rPr>
          <w:b/>
        </w:rPr>
        <w:tab/>
      </w:r>
      <w:r w:rsidR="0035531B" w:rsidRPr="00452F69">
        <w:rPr>
          <w:b/>
        </w:rPr>
        <w:t>Odborná způsobilost</w:t>
      </w:r>
      <w:r w:rsidR="0035531B">
        <w:t xml:space="preserve"> podle zvláštních právních předpisů: oprávnění</w:t>
      </w:r>
      <w:r w:rsidR="00BC6D2B">
        <w:t xml:space="preserve"> k </w:t>
      </w:r>
      <w:r w:rsidR="0035531B">
        <w:t xml:space="preserve">výkonu </w:t>
      </w:r>
      <w:r>
        <w:tab/>
      </w:r>
      <w:r w:rsidR="0035531B">
        <w:t xml:space="preserve">vybraných činností ve výstavbě / zeměměřické oprávnění či jiná odborná způsobilost: </w:t>
      </w:r>
      <w:r>
        <w:tab/>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 xml:space="preserve">kterých je odborná způsobilost </w:t>
      </w:r>
      <w:r w:rsidRPr="00111E39">
        <w:tab/>
      </w:r>
      <w:r w:rsidR="0035531B" w:rsidRPr="001950C2">
        <w:rPr>
          <w:highlight w:val="yellow"/>
        </w:rPr>
        <w:t>požadována]</w:t>
      </w:r>
    </w:p>
    <w:p w14:paraId="3BD3B3A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A03F2C" w14:textId="77777777" w:rsidR="0035531B" w:rsidRDefault="00111E39" w:rsidP="00452F69">
      <w:pPr>
        <w:pStyle w:val="Odstavec1-1a"/>
      </w:pPr>
      <w:r>
        <w:t>p)</w:t>
      </w:r>
      <w:r>
        <w:tab/>
      </w:r>
      <w:r w:rsidR="0035531B">
        <w:t>Jiné informace (dle uvážení dodavatele): [</w:t>
      </w:r>
      <w:r w:rsidR="0035531B" w:rsidRPr="00833899">
        <w:rPr>
          <w:highlight w:val="yellow"/>
        </w:rPr>
        <w:t>DOPLNÍ DODAVATEL</w:t>
      </w:r>
      <w:r w:rsidR="0035531B">
        <w:t>]</w:t>
      </w:r>
    </w:p>
    <w:p w14:paraId="75A46096" w14:textId="77777777" w:rsidR="0035531B" w:rsidRDefault="0035531B" w:rsidP="00474F4D">
      <w:pPr>
        <w:pStyle w:val="Textbezslovn"/>
        <w:ind w:left="0"/>
      </w:pPr>
    </w:p>
    <w:p w14:paraId="3E1A4005" w14:textId="77777777" w:rsidR="0035531B" w:rsidRDefault="0035531B" w:rsidP="00474F4D">
      <w:pPr>
        <w:pStyle w:val="Textbezslovn"/>
        <w:ind w:left="0"/>
      </w:pPr>
      <w:r>
        <w:t xml:space="preserve"> </w:t>
      </w:r>
    </w:p>
    <w:p w14:paraId="1016DE74" w14:textId="77777777" w:rsidR="00EE3C5F" w:rsidRDefault="00EE3C5F" w:rsidP="00474F4D">
      <w:r>
        <w:br w:type="page"/>
      </w:r>
    </w:p>
    <w:p w14:paraId="5860CB6D" w14:textId="77777777" w:rsidR="0035531B" w:rsidRDefault="0035531B" w:rsidP="00FE4333">
      <w:pPr>
        <w:pStyle w:val="Nadpisbezsl1-1"/>
      </w:pPr>
      <w:r>
        <w:lastRenderedPageBreak/>
        <w:t>Příloha č. 7</w:t>
      </w:r>
    </w:p>
    <w:p w14:paraId="1468F2C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936C8DC" w14:textId="77777777" w:rsidR="00AB1063" w:rsidRDefault="00AB1063" w:rsidP="00452F69">
      <w:pPr>
        <w:pStyle w:val="Textbezslovn"/>
      </w:pPr>
    </w:p>
    <w:p w14:paraId="65C47078" w14:textId="77777777" w:rsidR="0035531B" w:rsidRPr="00833899" w:rsidRDefault="0035531B" w:rsidP="00452F69">
      <w:pPr>
        <w:pStyle w:val="Textbezslovn"/>
        <w:ind w:left="0"/>
        <w:rPr>
          <w:rStyle w:val="Tun9b"/>
          <w:b w:val="0"/>
        </w:rPr>
      </w:pPr>
      <w:r w:rsidRPr="00452F69">
        <w:rPr>
          <w:rStyle w:val="Tun9b"/>
        </w:rPr>
        <w:t>Čestné prohlášení</w:t>
      </w:r>
    </w:p>
    <w:p w14:paraId="3C1B8F8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85ED38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8E61B4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B0DA2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AD7A2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33494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54AE" w14:textId="77777777" w:rsidR="0035531B" w:rsidRDefault="0035531B" w:rsidP="00452F69">
      <w:pPr>
        <w:pStyle w:val="Textbezslovn"/>
        <w:ind w:left="0"/>
      </w:pPr>
      <w:r w:rsidRPr="00307641">
        <w:rPr>
          <w:b/>
        </w:rPr>
        <w:t>čestně prohlašuje</w:t>
      </w:r>
      <w:r>
        <w:t>, že:</w:t>
      </w:r>
    </w:p>
    <w:p w14:paraId="36B064EA" w14:textId="77777777" w:rsidR="005F7739" w:rsidRDefault="005F7739" w:rsidP="00867426">
      <w:pPr>
        <w:pStyle w:val="Odstavec1-1a"/>
        <w:numPr>
          <w:ilvl w:val="0"/>
          <w:numId w:val="11"/>
        </w:numPr>
        <w:spacing w:after="60"/>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1C2659" w14:textId="77777777" w:rsidR="005F7739" w:rsidRDefault="005F7739" w:rsidP="00867426">
      <w:pPr>
        <w:pStyle w:val="Odstavec1-1a"/>
        <w:numPr>
          <w:ilvl w:val="0"/>
          <w:numId w:val="11"/>
        </w:numPr>
        <w:spacing w:after="60"/>
      </w:pPr>
      <w:r>
        <w:t>n</w:t>
      </w:r>
      <w:r w:rsidRPr="005F7739">
        <w:t>emá v České republice nebo v zemi svého sídla v evidenci daní zachycen splatný daňový nedoplatek</w:t>
      </w:r>
      <w:r>
        <w:t>;</w:t>
      </w:r>
    </w:p>
    <w:p w14:paraId="5AF7E6CB" w14:textId="77777777" w:rsidR="0035531B" w:rsidRDefault="005F7739" w:rsidP="00867426">
      <w:pPr>
        <w:pStyle w:val="Odstavec1-1a"/>
        <w:numPr>
          <w:ilvl w:val="0"/>
          <w:numId w:val="11"/>
        </w:numPr>
        <w:spacing w:after="60"/>
      </w:pPr>
      <w:r w:rsidRPr="005F7739">
        <w:t>nemá v České republice nebo v zemi svého sídla splatný nedoplatek na pojistném nebo na penále na veřejné zdravotní pojištění</w:t>
      </w:r>
      <w:r>
        <w:t>;</w:t>
      </w:r>
    </w:p>
    <w:p w14:paraId="735DD801" w14:textId="77777777" w:rsidR="0035531B" w:rsidRDefault="005F7739" w:rsidP="00867426">
      <w:pPr>
        <w:pStyle w:val="Odstavec1-1a"/>
        <w:numPr>
          <w:ilvl w:val="0"/>
          <w:numId w:val="11"/>
        </w:numPr>
        <w:spacing w:after="60"/>
      </w:pPr>
      <w:r w:rsidRPr="005F7739">
        <w:t>nemá v České republice nebo v zemi svého sídla splatný nedoplatek na pojistném nebo na penále na sociální zabezpečení a příspěvku na státní politiku zaměstnanosti</w:t>
      </w:r>
      <w:r>
        <w:t>;</w:t>
      </w:r>
    </w:p>
    <w:p w14:paraId="72348B88" w14:textId="77777777" w:rsidR="005F7739" w:rsidRDefault="005F7739" w:rsidP="00867426">
      <w:pPr>
        <w:pStyle w:val="Odstavec1-1a"/>
        <w:numPr>
          <w:ilvl w:val="0"/>
          <w:numId w:val="11"/>
        </w:numPr>
        <w:spacing w:after="60"/>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4D9D345" w14:textId="77777777" w:rsidR="00307641" w:rsidRDefault="00307641" w:rsidP="00307641">
      <w:pPr>
        <w:pStyle w:val="Textbezslovn"/>
        <w:ind w:left="0"/>
      </w:pPr>
    </w:p>
    <w:p w14:paraId="138AE9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32A52B1" w14:textId="77777777" w:rsidR="0035531B" w:rsidRDefault="0035531B" w:rsidP="00307641">
      <w:pPr>
        <w:pStyle w:val="Textbezslovn"/>
        <w:ind w:left="0"/>
      </w:pPr>
    </w:p>
    <w:p w14:paraId="19B32473" w14:textId="77777777" w:rsidR="0035531B" w:rsidRDefault="0035531B" w:rsidP="00307641">
      <w:pPr>
        <w:pStyle w:val="Textbezslovn"/>
        <w:ind w:left="0"/>
      </w:pPr>
      <w:r>
        <w:t>Podpis osoby oprávněné jednat za dodavatele:</w:t>
      </w:r>
    </w:p>
    <w:p w14:paraId="088A0295" w14:textId="77777777" w:rsidR="00307641" w:rsidRDefault="00307641" w:rsidP="00307641">
      <w:pPr>
        <w:pStyle w:val="Textbezslovn"/>
        <w:ind w:left="0"/>
      </w:pPr>
    </w:p>
    <w:p w14:paraId="3191C773" w14:textId="77777777" w:rsidR="00307641" w:rsidRDefault="0035531B" w:rsidP="00307641">
      <w:pPr>
        <w:pStyle w:val="Textbezslovn"/>
        <w:ind w:left="0"/>
      </w:pPr>
      <w:r>
        <w:t>Jméno</w:t>
      </w:r>
      <w:r w:rsidR="00307641">
        <w:t>: ______________________</w:t>
      </w:r>
    </w:p>
    <w:p w14:paraId="409D5EE5" w14:textId="77777777" w:rsidR="00307641" w:rsidRDefault="0035531B" w:rsidP="00307641">
      <w:pPr>
        <w:pStyle w:val="Textbezslovn"/>
        <w:ind w:left="0"/>
      </w:pPr>
      <w:r>
        <w:tab/>
      </w:r>
    </w:p>
    <w:p w14:paraId="704E420B" w14:textId="77777777" w:rsidR="0035531B" w:rsidRDefault="0035531B" w:rsidP="00307641">
      <w:pPr>
        <w:pStyle w:val="Textbezslovn"/>
        <w:ind w:left="0"/>
      </w:pPr>
      <w:r>
        <w:t>Podp</w:t>
      </w:r>
      <w:r w:rsidR="00307641">
        <w:t>is: ______________________</w:t>
      </w:r>
    </w:p>
    <w:p w14:paraId="05488B72" w14:textId="77777777" w:rsidR="00C45213" w:rsidRDefault="0035531B" w:rsidP="00307641">
      <w:pPr>
        <w:pStyle w:val="Textbezslovn"/>
        <w:ind w:left="0"/>
      </w:pPr>
      <w:r>
        <w:t xml:space="preserve"> </w:t>
      </w:r>
    </w:p>
    <w:p w14:paraId="4B1A5A2C" w14:textId="77777777" w:rsidR="00C45213" w:rsidRDefault="00C45213">
      <w:r>
        <w:br w:type="page"/>
      </w:r>
    </w:p>
    <w:p w14:paraId="4D0227F2" w14:textId="77777777" w:rsidR="0035531B" w:rsidRDefault="0035531B" w:rsidP="00307641">
      <w:pPr>
        <w:pStyle w:val="Textbezslovn"/>
        <w:ind w:left="0"/>
      </w:pPr>
    </w:p>
    <w:p w14:paraId="66C34036" w14:textId="77777777" w:rsidR="0035531B" w:rsidRDefault="0035531B" w:rsidP="00FE4333">
      <w:pPr>
        <w:pStyle w:val="Nadpisbezsl1-1"/>
      </w:pPr>
      <w:r>
        <w:t>Příloha č. 8</w:t>
      </w:r>
    </w:p>
    <w:p w14:paraId="3887723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366CF2" w14:textId="77777777" w:rsidR="00AB1063" w:rsidRDefault="00AB1063" w:rsidP="00307641">
      <w:pPr>
        <w:pStyle w:val="Textbezslovn"/>
      </w:pPr>
    </w:p>
    <w:p w14:paraId="25FE512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87B81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777C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29F0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50EBD0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F56B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FCBA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94A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AF52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D4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8E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B8B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F4C7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A0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4C28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EEC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3390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F57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A72F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A1E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4C0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9353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FFA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935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94BD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3E56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5082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6A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A0BB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00CF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1E3F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B3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654F3" w14:textId="77777777" w:rsidR="0035531B" w:rsidRPr="00833899" w:rsidRDefault="0035531B" w:rsidP="00307641">
      <w:pPr>
        <w:pStyle w:val="Textbezslovn"/>
      </w:pPr>
    </w:p>
    <w:bookmarkEnd w:id="1"/>
    <w:bookmarkEnd w:id="2"/>
    <w:bookmarkEnd w:id="3"/>
    <w:bookmarkEnd w:id="4"/>
    <w:p w14:paraId="4465C68B" w14:textId="77777777"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27E7A" w14:textId="77777777" w:rsidR="00513F5A" w:rsidRDefault="00513F5A" w:rsidP="00962258">
      <w:pPr>
        <w:spacing w:after="0" w:line="240" w:lineRule="auto"/>
      </w:pPr>
      <w:r>
        <w:separator/>
      </w:r>
    </w:p>
  </w:endnote>
  <w:endnote w:type="continuationSeparator" w:id="0">
    <w:p w14:paraId="066A9299" w14:textId="77777777" w:rsidR="00513F5A" w:rsidRDefault="00513F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TE22A5C00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4052" w:rsidRPr="00C652E3" w14:paraId="25CC4AC4" w14:textId="77777777" w:rsidTr="00EB46E5">
      <w:tc>
        <w:tcPr>
          <w:tcW w:w="1361" w:type="dxa"/>
          <w:tcMar>
            <w:left w:w="0" w:type="dxa"/>
            <w:right w:w="0" w:type="dxa"/>
          </w:tcMar>
          <w:vAlign w:val="bottom"/>
        </w:tcPr>
        <w:p w14:paraId="0509F48C" w14:textId="0D80033A" w:rsidR="00EE4052" w:rsidRPr="00B8518B" w:rsidRDefault="00EE40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76F8">
            <w:rPr>
              <w:rStyle w:val="slostrnky"/>
              <w:noProof/>
            </w:rPr>
            <w:t>31</w:t>
          </w:r>
          <w:r w:rsidRPr="00B8518B">
            <w:rPr>
              <w:rStyle w:val="slostrnky"/>
            </w:rPr>
            <w:fldChar w:fldCharType="end"/>
          </w:r>
          <w:r w:rsidRPr="00B8518B">
            <w:rPr>
              <w:rStyle w:val="slostrnky"/>
            </w:rPr>
            <w:t>/</w:t>
          </w:r>
          <w:fldSimple w:instr=" NUMPAGES   \* MERGEFORMAT ">
            <w:r w:rsidR="002976F8" w:rsidRPr="002976F8">
              <w:rPr>
                <w:rStyle w:val="slostrnky"/>
                <w:noProof/>
              </w:rPr>
              <w:t>31</w:t>
            </w:r>
          </w:fldSimple>
        </w:p>
      </w:tc>
      <w:tc>
        <w:tcPr>
          <w:tcW w:w="284" w:type="dxa"/>
          <w:shd w:val="clear" w:color="auto" w:fill="auto"/>
          <w:tcMar>
            <w:left w:w="0" w:type="dxa"/>
            <w:right w:w="0" w:type="dxa"/>
          </w:tcMar>
        </w:tcPr>
        <w:p w14:paraId="69F758A0" w14:textId="77777777" w:rsidR="00EE4052" w:rsidRDefault="00EE4052" w:rsidP="00B8518B">
          <w:pPr>
            <w:pStyle w:val="Zpat"/>
          </w:pPr>
        </w:p>
      </w:tc>
      <w:tc>
        <w:tcPr>
          <w:tcW w:w="425" w:type="dxa"/>
          <w:shd w:val="clear" w:color="auto" w:fill="auto"/>
          <w:tcMar>
            <w:left w:w="0" w:type="dxa"/>
            <w:right w:w="0" w:type="dxa"/>
          </w:tcMar>
        </w:tcPr>
        <w:p w14:paraId="510FF40D" w14:textId="77777777" w:rsidR="00EE4052" w:rsidRDefault="00EE4052" w:rsidP="00B8518B">
          <w:pPr>
            <w:pStyle w:val="Zpat"/>
          </w:pPr>
        </w:p>
      </w:tc>
      <w:tc>
        <w:tcPr>
          <w:tcW w:w="8505" w:type="dxa"/>
        </w:tcPr>
        <w:p w14:paraId="6C126F36" w14:textId="635F0D1E" w:rsidR="00EE4052" w:rsidRDefault="00EE4052" w:rsidP="00EB46E5">
          <w:pPr>
            <w:pStyle w:val="Zpat0"/>
          </w:pPr>
          <w:r>
            <w:t>„ETCS České Velenice – České Budějovice – Horní Dvořiště“</w:t>
          </w:r>
        </w:p>
        <w:p w14:paraId="1A415851" w14:textId="77777777" w:rsidR="00EE4052" w:rsidRPr="00C652E3" w:rsidRDefault="00EE4052" w:rsidP="00EB46E5">
          <w:pPr>
            <w:pStyle w:val="Zpat0"/>
          </w:pPr>
          <w:r w:rsidRPr="00C652E3">
            <w:t>Díl 1 – VÝZVA K PODÁNÍ NABÍDKY</w:t>
          </w:r>
        </w:p>
        <w:p w14:paraId="57E5CBE7" w14:textId="77777777" w:rsidR="00EE4052" w:rsidRPr="00C652E3" w:rsidRDefault="00EE4052" w:rsidP="0035531B">
          <w:pPr>
            <w:pStyle w:val="Zpat0"/>
          </w:pPr>
        </w:p>
      </w:tc>
    </w:tr>
  </w:tbl>
  <w:p w14:paraId="295CFF9F" w14:textId="77777777" w:rsidR="00EE4052" w:rsidRPr="00B8518B" w:rsidRDefault="00EE40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3C64" w14:textId="77777777" w:rsidR="00EE4052" w:rsidRPr="00B8518B" w:rsidRDefault="00EE4052" w:rsidP="00460660">
    <w:pPr>
      <w:pStyle w:val="Zpat"/>
      <w:rPr>
        <w:sz w:val="2"/>
        <w:szCs w:val="2"/>
      </w:rPr>
    </w:pPr>
  </w:p>
  <w:p w14:paraId="3D26A829" w14:textId="77777777" w:rsidR="00EE4052" w:rsidRPr="00460660" w:rsidRDefault="00EE40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402D8" w14:textId="77777777" w:rsidR="00513F5A" w:rsidRDefault="00513F5A" w:rsidP="00962258">
      <w:pPr>
        <w:spacing w:after="0" w:line="240" w:lineRule="auto"/>
      </w:pPr>
      <w:r>
        <w:separator/>
      </w:r>
    </w:p>
  </w:footnote>
  <w:footnote w:type="continuationSeparator" w:id="0">
    <w:p w14:paraId="0EC3B16A" w14:textId="77777777" w:rsidR="00513F5A" w:rsidRDefault="00513F5A" w:rsidP="00962258">
      <w:pPr>
        <w:spacing w:after="0" w:line="240" w:lineRule="auto"/>
      </w:pPr>
      <w:r>
        <w:continuationSeparator/>
      </w:r>
    </w:p>
  </w:footnote>
  <w:footnote w:id="1">
    <w:p w14:paraId="1D669368" w14:textId="77777777" w:rsidR="00EE4052" w:rsidRDefault="00EE4052">
      <w:pPr>
        <w:pStyle w:val="Textpoznpodarou"/>
      </w:pPr>
      <w:r>
        <w:rPr>
          <w:rStyle w:val="Znakapoznpodarou"/>
        </w:rPr>
        <w:footnoteRef/>
      </w:r>
      <w:r>
        <w:t xml:space="preserve"> </w:t>
      </w:r>
      <w:r w:rsidRPr="00307641">
        <w:t>V případě další praxe dodavatel doplní další řádky.</w:t>
      </w:r>
    </w:p>
  </w:footnote>
  <w:footnote w:id="2">
    <w:p w14:paraId="0331BAAD" w14:textId="77777777" w:rsidR="00EE4052" w:rsidRDefault="00EE4052">
      <w:pPr>
        <w:pStyle w:val="Textpoznpodarou"/>
      </w:pPr>
      <w:r>
        <w:rPr>
          <w:rStyle w:val="Znakapoznpodarou"/>
        </w:rPr>
        <w:footnoteRef/>
      </w:r>
      <w:r>
        <w:t xml:space="preserve"> </w:t>
      </w:r>
      <w:r w:rsidRPr="00307641">
        <w:t>V případě další zkušenosti dodavatel doplní další řádky.</w:t>
      </w:r>
    </w:p>
  </w:footnote>
  <w:footnote w:id="3">
    <w:p w14:paraId="25D333AD" w14:textId="77777777" w:rsidR="00EE4052" w:rsidRDefault="00EE405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4052" w14:paraId="235EA476" w14:textId="77777777" w:rsidTr="00C02D0A">
      <w:trPr>
        <w:trHeight w:hRule="exact" w:val="454"/>
      </w:trPr>
      <w:tc>
        <w:tcPr>
          <w:tcW w:w="1361" w:type="dxa"/>
          <w:tcMar>
            <w:top w:w="57" w:type="dxa"/>
            <w:left w:w="0" w:type="dxa"/>
            <w:right w:w="0" w:type="dxa"/>
          </w:tcMar>
        </w:tcPr>
        <w:p w14:paraId="54B5682C" w14:textId="77777777" w:rsidR="00EE4052" w:rsidRPr="00B8518B" w:rsidRDefault="00EE4052" w:rsidP="00523EA7">
          <w:pPr>
            <w:pStyle w:val="Zpat"/>
            <w:rPr>
              <w:rStyle w:val="slostrnky"/>
            </w:rPr>
          </w:pPr>
        </w:p>
      </w:tc>
      <w:tc>
        <w:tcPr>
          <w:tcW w:w="3458" w:type="dxa"/>
          <w:shd w:val="clear" w:color="auto" w:fill="auto"/>
          <w:tcMar>
            <w:top w:w="57" w:type="dxa"/>
            <w:left w:w="0" w:type="dxa"/>
            <w:right w:w="0" w:type="dxa"/>
          </w:tcMar>
        </w:tcPr>
        <w:p w14:paraId="4E6A31A8" w14:textId="77777777" w:rsidR="00EE4052" w:rsidRDefault="00EE4052" w:rsidP="00523EA7">
          <w:pPr>
            <w:pStyle w:val="Zpat"/>
          </w:pPr>
        </w:p>
      </w:tc>
      <w:tc>
        <w:tcPr>
          <w:tcW w:w="5698" w:type="dxa"/>
          <w:shd w:val="clear" w:color="auto" w:fill="auto"/>
          <w:tcMar>
            <w:top w:w="57" w:type="dxa"/>
            <w:left w:w="0" w:type="dxa"/>
            <w:right w:w="0" w:type="dxa"/>
          </w:tcMar>
        </w:tcPr>
        <w:p w14:paraId="5AFFD36B" w14:textId="77777777" w:rsidR="00EE4052" w:rsidRPr="00D6163D" w:rsidRDefault="00EE4052" w:rsidP="00D6163D">
          <w:pPr>
            <w:pStyle w:val="Druhdokumentu"/>
          </w:pPr>
        </w:p>
      </w:tc>
    </w:tr>
  </w:tbl>
  <w:p w14:paraId="00D80EA0" w14:textId="77777777" w:rsidR="00EE4052" w:rsidRPr="00D6163D" w:rsidRDefault="00EE40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4052" w14:paraId="20F6D479" w14:textId="77777777" w:rsidTr="00B22106">
      <w:trPr>
        <w:trHeight w:hRule="exact" w:val="936"/>
      </w:trPr>
      <w:tc>
        <w:tcPr>
          <w:tcW w:w="1361" w:type="dxa"/>
          <w:tcMar>
            <w:left w:w="0" w:type="dxa"/>
            <w:right w:w="0" w:type="dxa"/>
          </w:tcMar>
        </w:tcPr>
        <w:p w14:paraId="486F8387" w14:textId="77777777" w:rsidR="00EE4052" w:rsidRPr="00B8518B" w:rsidRDefault="00EE4052" w:rsidP="00FC6389">
          <w:pPr>
            <w:pStyle w:val="Zpat"/>
            <w:rPr>
              <w:rStyle w:val="slostrnky"/>
            </w:rPr>
          </w:pPr>
        </w:p>
      </w:tc>
      <w:tc>
        <w:tcPr>
          <w:tcW w:w="3458" w:type="dxa"/>
          <w:shd w:val="clear" w:color="auto" w:fill="auto"/>
          <w:tcMar>
            <w:left w:w="0" w:type="dxa"/>
            <w:right w:w="0" w:type="dxa"/>
          </w:tcMar>
        </w:tcPr>
        <w:p w14:paraId="7915B0AD" w14:textId="77777777" w:rsidR="00EE4052" w:rsidRDefault="00EE4052" w:rsidP="00FC6389">
          <w:pPr>
            <w:pStyle w:val="Zpat"/>
          </w:pPr>
        </w:p>
      </w:tc>
      <w:tc>
        <w:tcPr>
          <w:tcW w:w="5756" w:type="dxa"/>
          <w:shd w:val="clear" w:color="auto" w:fill="auto"/>
          <w:tcMar>
            <w:left w:w="0" w:type="dxa"/>
            <w:right w:w="0" w:type="dxa"/>
          </w:tcMar>
        </w:tcPr>
        <w:p w14:paraId="5027C67F" w14:textId="77777777" w:rsidR="00EE4052" w:rsidRPr="00D6163D" w:rsidRDefault="00EE4052" w:rsidP="00FC6389">
          <w:pPr>
            <w:pStyle w:val="Druhdokumentu"/>
          </w:pPr>
        </w:p>
      </w:tc>
    </w:tr>
    <w:tr w:rsidR="00EE4052" w14:paraId="517429F0" w14:textId="77777777" w:rsidTr="00B22106">
      <w:trPr>
        <w:trHeight w:hRule="exact" w:val="936"/>
      </w:trPr>
      <w:tc>
        <w:tcPr>
          <w:tcW w:w="1361" w:type="dxa"/>
          <w:tcMar>
            <w:left w:w="0" w:type="dxa"/>
            <w:right w:w="0" w:type="dxa"/>
          </w:tcMar>
        </w:tcPr>
        <w:p w14:paraId="3841F3BC" w14:textId="77777777" w:rsidR="00EE4052" w:rsidRPr="00B8518B" w:rsidRDefault="00EE4052" w:rsidP="00FC6389">
          <w:pPr>
            <w:pStyle w:val="Zpat"/>
            <w:rPr>
              <w:rStyle w:val="slostrnky"/>
            </w:rPr>
          </w:pPr>
        </w:p>
      </w:tc>
      <w:tc>
        <w:tcPr>
          <w:tcW w:w="3458" w:type="dxa"/>
          <w:shd w:val="clear" w:color="auto" w:fill="auto"/>
          <w:tcMar>
            <w:left w:w="0" w:type="dxa"/>
            <w:right w:w="0" w:type="dxa"/>
          </w:tcMar>
        </w:tcPr>
        <w:p w14:paraId="55303B9A" w14:textId="77777777" w:rsidR="00EE4052" w:rsidRDefault="00EE4052" w:rsidP="00FC6389">
          <w:pPr>
            <w:pStyle w:val="Zpat"/>
          </w:pPr>
        </w:p>
      </w:tc>
      <w:tc>
        <w:tcPr>
          <w:tcW w:w="5756" w:type="dxa"/>
          <w:shd w:val="clear" w:color="auto" w:fill="auto"/>
          <w:tcMar>
            <w:left w:w="0" w:type="dxa"/>
            <w:right w:w="0" w:type="dxa"/>
          </w:tcMar>
        </w:tcPr>
        <w:p w14:paraId="366B67A6" w14:textId="77777777" w:rsidR="00EE4052" w:rsidRPr="00D6163D" w:rsidRDefault="00EE4052" w:rsidP="00FC6389">
          <w:pPr>
            <w:pStyle w:val="Druhdokumentu"/>
          </w:pPr>
        </w:p>
      </w:tc>
    </w:tr>
  </w:tbl>
  <w:p w14:paraId="7079C5D5" w14:textId="77777777" w:rsidR="00EE4052" w:rsidRPr="00D6163D" w:rsidRDefault="00EE4052" w:rsidP="00FC6389">
    <w:pPr>
      <w:pStyle w:val="Zhlav"/>
      <w:rPr>
        <w:sz w:val="8"/>
        <w:szCs w:val="8"/>
      </w:rPr>
    </w:pPr>
    <w:r>
      <w:rPr>
        <w:noProof/>
        <w:lang w:eastAsia="cs-CZ"/>
      </w:rPr>
      <w:drawing>
        <wp:anchor distT="0" distB="0" distL="114300" distR="114300" simplePos="0" relativeHeight="251659264" behindDoc="0" locked="1" layoutInCell="1" allowOverlap="1" wp14:anchorId="6BEA0EA9" wp14:editId="0D414E54">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anchor>
      </w:drawing>
    </w:r>
  </w:p>
  <w:p w14:paraId="0AA780EE" w14:textId="77777777" w:rsidR="00EE4052" w:rsidRPr="00460660" w:rsidRDefault="00EE40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54AE6858"/>
    <w:multiLevelType w:val="multilevel"/>
    <w:tmpl w:val="787CC61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030D688"/>
    <w:lvl w:ilvl="0" w:tplc="04050001">
      <w:start w:val="1"/>
      <w:numFmt w:val="bullet"/>
      <w:lvlText w:val=""/>
      <w:lvlJc w:val="left"/>
      <w:pPr>
        <w:ind w:left="1097" w:hanging="360"/>
      </w:pPr>
      <w:rPr>
        <w:rFonts w:ascii="Symbol" w:hAnsi="Symbol"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7"/>
  </w:num>
  <w:num w:numId="7">
    <w:abstractNumId w:val="11"/>
  </w:num>
  <w:num w:numId="8">
    <w:abstractNumId w:val="8"/>
  </w:num>
  <w:num w:numId="9">
    <w:abstractNumId w:val="16"/>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0"/>
  </w:num>
  <w:num w:numId="14">
    <w:abstractNumId w:val="9"/>
  </w:num>
  <w:num w:numId="15">
    <w:abstractNumId w:val="0"/>
  </w:num>
  <w:num w:numId="16">
    <w:abstractNumId w:val="3"/>
  </w:num>
  <w:num w:numId="17">
    <w:abstractNumId w:val="15"/>
  </w:num>
  <w:num w:numId="18">
    <w:abstractNumId w:val="12"/>
  </w:num>
  <w:num w:numId="1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04D5"/>
    <w:rsid w:val="00021F72"/>
    <w:rsid w:val="00026DC5"/>
    <w:rsid w:val="000338E9"/>
    <w:rsid w:val="00041914"/>
    <w:rsid w:val="00041EC8"/>
    <w:rsid w:val="00044D31"/>
    <w:rsid w:val="00046203"/>
    <w:rsid w:val="00046545"/>
    <w:rsid w:val="00061F8A"/>
    <w:rsid w:val="000624FD"/>
    <w:rsid w:val="0006295B"/>
    <w:rsid w:val="00062F14"/>
    <w:rsid w:val="0006450D"/>
    <w:rsid w:val="0006499F"/>
    <w:rsid w:val="0006588D"/>
    <w:rsid w:val="00067A5E"/>
    <w:rsid w:val="00067EE3"/>
    <w:rsid w:val="000701AB"/>
    <w:rsid w:val="000719BB"/>
    <w:rsid w:val="00072A65"/>
    <w:rsid w:val="00072C1E"/>
    <w:rsid w:val="00074BD1"/>
    <w:rsid w:val="0007510A"/>
    <w:rsid w:val="000839DD"/>
    <w:rsid w:val="000875F5"/>
    <w:rsid w:val="00091CD6"/>
    <w:rsid w:val="0009258C"/>
    <w:rsid w:val="00092CC9"/>
    <w:rsid w:val="000A1C07"/>
    <w:rsid w:val="000A2684"/>
    <w:rsid w:val="000A4548"/>
    <w:rsid w:val="000B4873"/>
    <w:rsid w:val="000B4EB8"/>
    <w:rsid w:val="000B664E"/>
    <w:rsid w:val="000C3A67"/>
    <w:rsid w:val="000C3C4E"/>
    <w:rsid w:val="000C41F2"/>
    <w:rsid w:val="000D0639"/>
    <w:rsid w:val="000D22C4"/>
    <w:rsid w:val="000D27D1"/>
    <w:rsid w:val="000D5E72"/>
    <w:rsid w:val="000D7437"/>
    <w:rsid w:val="000E0D78"/>
    <w:rsid w:val="000E0E44"/>
    <w:rsid w:val="000E1A7F"/>
    <w:rsid w:val="000E3AB8"/>
    <w:rsid w:val="000E4735"/>
    <w:rsid w:val="000F0F2A"/>
    <w:rsid w:val="00100BE0"/>
    <w:rsid w:val="001019DB"/>
    <w:rsid w:val="00103B12"/>
    <w:rsid w:val="0010564F"/>
    <w:rsid w:val="00106A0E"/>
    <w:rsid w:val="00111E39"/>
    <w:rsid w:val="00112301"/>
    <w:rsid w:val="00112864"/>
    <w:rsid w:val="00114472"/>
    <w:rsid w:val="00114988"/>
    <w:rsid w:val="00115069"/>
    <w:rsid w:val="001150F2"/>
    <w:rsid w:val="00121901"/>
    <w:rsid w:val="0012443C"/>
    <w:rsid w:val="00130C90"/>
    <w:rsid w:val="0013317C"/>
    <w:rsid w:val="00136270"/>
    <w:rsid w:val="00146BCB"/>
    <w:rsid w:val="001472A9"/>
    <w:rsid w:val="00151F14"/>
    <w:rsid w:val="00157D35"/>
    <w:rsid w:val="00163928"/>
    <w:rsid w:val="001656A2"/>
    <w:rsid w:val="00170521"/>
    <w:rsid w:val="00170EC5"/>
    <w:rsid w:val="00172576"/>
    <w:rsid w:val="001747C1"/>
    <w:rsid w:val="00177D6B"/>
    <w:rsid w:val="001902D3"/>
    <w:rsid w:val="00191255"/>
    <w:rsid w:val="00191F90"/>
    <w:rsid w:val="00193D8F"/>
    <w:rsid w:val="001950C2"/>
    <w:rsid w:val="00196E81"/>
    <w:rsid w:val="00197256"/>
    <w:rsid w:val="001A06D3"/>
    <w:rsid w:val="001B23A1"/>
    <w:rsid w:val="001B4E74"/>
    <w:rsid w:val="001C5CED"/>
    <w:rsid w:val="001C645F"/>
    <w:rsid w:val="001C7F48"/>
    <w:rsid w:val="001D20FB"/>
    <w:rsid w:val="001D4B4A"/>
    <w:rsid w:val="001D5DE6"/>
    <w:rsid w:val="001E3B36"/>
    <w:rsid w:val="001E651D"/>
    <w:rsid w:val="001E678E"/>
    <w:rsid w:val="002071BB"/>
    <w:rsid w:val="00207DF5"/>
    <w:rsid w:val="00210524"/>
    <w:rsid w:val="0021689D"/>
    <w:rsid w:val="00220B8A"/>
    <w:rsid w:val="00220EFE"/>
    <w:rsid w:val="0022480A"/>
    <w:rsid w:val="00227186"/>
    <w:rsid w:val="0023311D"/>
    <w:rsid w:val="00233A53"/>
    <w:rsid w:val="00234D48"/>
    <w:rsid w:val="002357BD"/>
    <w:rsid w:val="00240B81"/>
    <w:rsid w:val="0024186C"/>
    <w:rsid w:val="00242B44"/>
    <w:rsid w:val="00243544"/>
    <w:rsid w:val="00243A9B"/>
    <w:rsid w:val="0024699F"/>
    <w:rsid w:val="00247D01"/>
    <w:rsid w:val="0025030F"/>
    <w:rsid w:val="0025373A"/>
    <w:rsid w:val="002537CB"/>
    <w:rsid w:val="00261A5B"/>
    <w:rsid w:val="00262E5B"/>
    <w:rsid w:val="002637DA"/>
    <w:rsid w:val="00263CBA"/>
    <w:rsid w:val="00266882"/>
    <w:rsid w:val="00270415"/>
    <w:rsid w:val="002705A5"/>
    <w:rsid w:val="00274786"/>
    <w:rsid w:val="00276AFE"/>
    <w:rsid w:val="0028096D"/>
    <w:rsid w:val="00283216"/>
    <w:rsid w:val="00283302"/>
    <w:rsid w:val="002834CB"/>
    <w:rsid w:val="00290EE8"/>
    <w:rsid w:val="00291AB0"/>
    <w:rsid w:val="002924B8"/>
    <w:rsid w:val="002942E7"/>
    <w:rsid w:val="002959FA"/>
    <w:rsid w:val="002968D0"/>
    <w:rsid w:val="002976F8"/>
    <w:rsid w:val="002A0244"/>
    <w:rsid w:val="002A3B57"/>
    <w:rsid w:val="002C04EE"/>
    <w:rsid w:val="002C31BF"/>
    <w:rsid w:val="002D51A2"/>
    <w:rsid w:val="002D7FD6"/>
    <w:rsid w:val="002E0987"/>
    <w:rsid w:val="002E0CD7"/>
    <w:rsid w:val="002E0CFB"/>
    <w:rsid w:val="002E294C"/>
    <w:rsid w:val="002E5C7B"/>
    <w:rsid w:val="002E7AF2"/>
    <w:rsid w:val="002F20DD"/>
    <w:rsid w:val="002F4333"/>
    <w:rsid w:val="003047BB"/>
    <w:rsid w:val="00306131"/>
    <w:rsid w:val="00307641"/>
    <w:rsid w:val="00311F11"/>
    <w:rsid w:val="00316AA3"/>
    <w:rsid w:val="00321E17"/>
    <w:rsid w:val="00322579"/>
    <w:rsid w:val="00324C4C"/>
    <w:rsid w:val="00325958"/>
    <w:rsid w:val="00327EEF"/>
    <w:rsid w:val="0033239F"/>
    <w:rsid w:val="0034274B"/>
    <w:rsid w:val="003430BA"/>
    <w:rsid w:val="003441E6"/>
    <w:rsid w:val="003448E3"/>
    <w:rsid w:val="0034719F"/>
    <w:rsid w:val="00350A35"/>
    <w:rsid w:val="00352155"/>
    <w:rsid w:val="0035531B"/>
    <w:rsid w:val="003571D8"/>
    <w:rsid w:val="00357BC6"/>
    <w:rsid w:val="00357D5B"/>
    <w:rsid w:val="00361422"/>
    <w:rsid w:val="00363CBF"/>
    <w:rsid w:val="003646A3"/>
    <w:rsid w:val="003717A3"/>
    <w:rsid w:val="00371D07"/>
    <w:rsid w:val="003753A9"/>
    <w:rsid w:val="0037545D"/>
    <w:rsid w:val="00375FD9"/>
    <w:rsid w:val="00384324"/>
    <w:rsid w:val="00384DBC"/>
    <w:rsid w:val="00386BE4"/>
    <w:rsid w:val="00386FF1"/>
    <w:rsid w:val="0039212D"/>
    <w:rsid w:val="00392EB6"/>
    <w:rsid w:val="003932C3"/>
    <w:rsid w:val="003932FB"/>
    <w:rsid w:val="00393E05"/>
    <w:rsid w:val="00394D03"/>
    <w:rsid w:val="00395573"/>
    <w:rsid w:val="003956C6"/>
    <w:rsid w:val="0039618E"/>
    <w:rsid w:val="003A1166"/>
    <w:rsid w:val="003A4513"/>
    <w:rsid w:val="003B2589"/>
    <w:rsid w:val="003B6B04"/>
    <w:rsid w:val="003C33F2"/>
    <w:rsid w:val="003D756E"/>
    <w:rsid w:val="003E0DEC"/>
    <w:rsid w:val="003E3CE3"/>
    <w:rsid w:val="003E420D"/>
    <w:rsid w:val="003E4C13"/>
    <w:rsid w:val="003E79F5"/>
    <w:rsid w:val="003F78E7"/>
    <w:rsid w:val="003F7FDC"/>
    <w:rsid w:val="00400E53"/>
    <w:rsid w:val="004045C5"/>
    <w:rsid w:val="00404BA2"/>
    <w:rsid w:val="004078F3"/>
    <w:rsid w:val="00410C64"/>
    <w:rsid w:val="00427794"/>
    <w:rsid w:val="004316A6"/>
    <w:rsid w:val="00450F07"/>
    <w:rsid w:val="00452F69"/>
    <w:rsid w:val="00453CD3"/>
    <w:rsid w:val="004541F9"/>
    <w:rsid w:val="00454716"/>
    <w:rsid w:val="00454BB9"/>
    <w:rsid w:val="00455E9C"/>
    <w:rsid w:val="00457582"/>
    <w:rsid w:val="00460660"/>
    <w:rsid w:val="00462618"/>
    <w:rsid w:val="004641D9"/>
    <w:rsid w:val="00464BA9"/>
    <w:rsid w:val="00474F4D"/>
    <w:rsid w:val="00475C6D"/>
    <w:rsid w:val="0048094F"/>
    <w:rsid w:val="00483969"/>
    <w:rsid w:val="00484026"/>
    <w:rsid w:val="00486107"/>
    <w:rsid w:val="0048631E"/>
    <w:rsid w:val="004874A3"/>
    <w:rsid w:val="00491827"/>
    <w:rsid w:val="0049595F"/>
    <w:rsid w:val="004A4585"/>
    <w:rsid w:val="004B34E9"/>
    <w:rsid w:val="004C086E"/>
    <w:rsid w:val="004C0D03"/>
    <w:rsid w:val="004C411F"/>
    <w:rsid w:val="004C4399"/>
    <w:rsid w:val="004C787C"/>
    <w:rsid w:val="004D3ADA"/>
    <w:rsid w:val="004D4476"/>
    <w:rsid w:val="004D45AA"/>
    <w:rsid w:val="004E2B03"/>
    <w:rsid w:val="004E77B2"/>
    <w:rsid w:val="004E7A1F"/>
    <w:rsid w:val="004F01D0"/>
    <w:rsid w:val="004F05C4"/>
    <w:rsid w:val="004F1D17"/>
    <w:rsid w:val="004F3CA6"/>
    <w:rsid w:val="004F4597"/>
    <w:rsid w:val="004F4B9B"/>
    <w:rsid w:val="0050132C"/>
    <w:rsid w:val="00501B32"/>
    <w:rsid w:val="00504773"/>
    <w:rsid w:val="0050666E"/>
    <w:rsid w:val="00511840"/>
    <w:rsid w:val="00511AB9"/>
    <w:rsid w:val="00513C84"/>
    <w:rsid w:val="00513F5A"/>
    <w:rsid w:val="00514707"/>
    <w:rsid w:val="005151D3"/>
    <w:rsid w:val="005173BF"/>
    <w:rsid w:val="005210B3"/>
    <w:rsid w:val="00523BB5"/>
    <w:rsid w:val="00523C44"/>
    <w:rsid w:val="00523EA7"/>
    <w:rsid w:val="005406EB"/>
    <w:rsid w:val="00542A90"/>
    <w:rsid w:val="00551E4C"/>
    <w:rsid w:val="005524A1"/>
    <w:rsid w:val="00553375"/>
    <w:rsid w:val="00554ED4"/>
    <w:rsid w:val="0055532D"/>
    <w:rsid w:val="00555884"/>
    <w:rsid w:val="00563BE9"/>
    <w:rsid w:val="00564DDD"/>
    <w:rsid w:val="005736B7"/>
    <w:rsid w:val="005742C0"/>
    <w:rsid w:val="00575E5A"/>
    <w:rsid w:val="00577A3C"/>
    <w:rsid w:val="00580245"/>
    <w:rsid w:val="00585597"/>
    <w:rsid w:val="00590398"/>
    <w:rsid w:val="00592B3C"/>
    <w:rsid w:val="0059651C"/>
    <w:rsid w:val="005971DD"/>
    <w:rsid w:val="005A1F44"/>
    <w:rsid w:val="005A24E9"/>
    <w:rsid w:val="005A2C85"/>
    <w:rsid w:val="005A3828"/>
    <w:rsid w:val="005A3D2F"/>
    <w:rsid w:val="005A4262"/>
    <w:rsid w:val="005A64DE"/>
    <w:rsid w:val="005B0EC9"/>
    <w:rsid w:val="005B5623"/>
    <w:rsid w:val="005B64BB"/>
    <w:rsid w:val="005C161B"/>
    <w:rsid w:val="005D3C39"/>
    <w:rsid w:val="005D44B6"/>
    <w:rsid w:val="005D4EF3"/>
    <w:rsid w:val="005D5716"/>
    <w:rsid w:val="005F7739"/>
    <w:rsid w:val="006006FE"/>
    <w:rsid w:val="0060115D"/>
    <w:rsid w:val="00601A8C"/>
    <w:rsid w:val="0061068E"/>
    <w:rsid w:val="006115D3"/>
    <w:rsid w:val="00616090"/>
    <w:rsid w:val="00621FBB"/>
    <w:rsid w:val="00632D84"/>
    <w:rsid w:val="006405B8"/>
    <w:rsid w:val="00640B30"/>
    <w:rsid w:val="00643835"/>
    <w:rsid w:val="00644BF1"/>
    <w:rsid w:val="00655976"/>
    <w:rsid w:val="0065610E"/>
    <w:rsid w:val="00656C43"/>
    <w:rsid w:val="00660AD3"/>
    <w:rsid w:val="00665F2C"/>
    <w:rsid w:val="006717AE"/>
    <w:rsid w:val="006740AF"/>
    <w:rsid w:val="00674822"/>
    <w:rsid w:val="00676218"/>
    <w:rsid w:val="006776B6"/>
    <w:rsid w:val="0068071F"/>
    <w:rsid w:val="00686462"/>
    <w:rsid w:val="00693150"/>
    <w:rsid w:val="00695DAA"/>
    <w:rsid w:val="00695F83"/>
    <w:rsid w:val="00697CA8"/>
    <w:rsid w:val="006A20BD"/>
    <w:rsid w:val="006A21F6"/>
    <w:rsid w:val="006A5570"/>
    <w:rsid w:val="006A689C"/>
    <w:rsid w:val="006A6AF2"/>
    <w:rsid w:val="006B0755"/>
    <w:rsid w:val="006B3D79"/>
    <w:rsid w:val="006B6FE4"/>
    <w:rsid w:val="006C04A0"/>
    <w:rsid w:val="006C2343"/>
    <w:rsid w:val="006C2F32"/>
    <w:rsid w:val="006C4163"/>
    <w:rsid w:val="006C442A"/>
    <w:rsid w:val="006D34B2"/>
    <w:rsid w:val="006D36AC"/>
    <w:rsid w:val="006E0578"/>
    <w:rsid w:val="006E0B0A"/>
    <w:rsid w:val="006E314D"/>
    <w:rsid w:val="006E4A62"/>
    <w:rsid w:val="006E5432"/>
    <w:rsid w:val="006F6B09"/>
    <w:rsid w:val="007038DC"/>
    <w:rsid w:val="00706CF9"/>
    <w:rsid w:val="00706F4C"/>
    <w:rsid w:val="00710723"/>
    <w:rsid w:val="007116A8"/>
    <w:rsid w:val="007134F3"/>
    <w:rsid w:val="00715F5C"/>
    <w:rsid w:val="007168BB"/>
    <w:rsid w:val="0072146E"/>
    <w:rsid w:val="00723ED1"/>
    <w:rsid w:val="007257C5"/>
    <w:rsid w:val="007317D5"/>
    <w:rsid w:val="007354E9"/>
    <w:rsid w:val="007356BD"/>
    <w:rsid w:val="007364D0"/>
    <w:rsid w:val="00740AF5"/>
    <w:rsid w:val="00743525"/>
    <w:rsid w:val="00744F6A"/>
    <w:rsid w:val="00745555"/>
    <w:rsid w:val="007541A2"/>
    <w:rsid w:val="00755818"/>
    <w:rsid w:val="00755DFA"/>
    <w:rsid w:val="0075602A"/>
    <w:rsid w:val="00756777"/>
    <w:rsid w:val="007617FE"/>
    <w:rsid w:val="0076286B"/>
    <w:rsid w:val="00766846"/>
    <w:rsid w:val="0076790E"/>
    <w:rsid w:val="00773DC0"/>
    <w:rsid w:val="007748A9"/>
    <w:rsid w:val="0077673A"/>
    <w:rsid w:val="00776A8A"/>
    <w:rsid w:val="00783ED4"/>
    <w:rsid w:val="007846E1"/>
    <w:rsid w:val="007847D6"/>
    <w:rsid w:val="00792824"/>
    <w:rsid w:val="0079630D"/>
    <w:rsid w:val="007A2107"/>
    <w:rsid w:val="007A4B6C"/>
    <w:rsid w:val="007A5172"/>
    <w:rsid w:val="007A67A0"/>
    <w:rsid w:val="007B000C"/>
    <w:rsid w:val="007B34C6"/>
    <w:rsid w:val="007B3D4D"/>
    <w:rsid w:val="007B570C"/>
    <w:rsid w:val="007B6F38"/>
    <w:rsid w:val="007D0356"/>
    <w:rsid w:val="007D0559"/>
    <w:rsid w:val="007D5A8D"/>
    <w:rsid w:val="007E2234"/>
    <w:rsid w:val="007E4A6E"/>
    <w:rsid w:val="007F2A98"/>
    <w:rsid w:val="007F56A7"/>
    <w:rsid w:val="007F5F7E"/>
    <w:rsid w:val="00800028"/>
    <w:rsid w:val="00800851"/>
    <w:rsid w:val="008008A3"/>
    <w:rsid w:val="00801443"/>
    <w:rsid w:val="0080357A"/>
    <w:rsid w:val="00806794"/>
    <w:rsid w:val="00807DD0"/>
    <w:rsid w:val="00814E6F"/>
    <w:rsid w:val="00821D01"/>
    <w:rsid w:val="00822B88"/>
    <w:rsid w:val="008256D0"/>
    <w:rsid w:val="00826B7B"/>
    <w:rsid w:val="00831DE9"/>
    <w:rsid w:val="00832B7F"/>
    <w:rsid w:val="00833899"/>
    <w:rsid w:val="00844DF6"/>
    <w:rsid w:val="00845C50"/>
    <w:rsid w:val="00846789"/>
    <w:rsid w:val="00850538"/>
    <w:rsid w:val="008513D8"/>
    <w:rsid w:val="00856BF1"/>
    <w:rsid w:val="00861A7A"/>
    <w:rsid w:val="008656E3"/>
    <w:rsid w:val="008660D4"/>
    <w:rsid w:val="0086740A"/>
    <w:rsid w:val="00867426"/>
    <w:rsid w:val="00867C95"/>
    <w:rsid w:val="00870026"/>
    <w:rsid w:val="00872044"/>
    <w:rsid w:val="00872E3F"/>
    <w:rsid w:val="00876D73"/>
    <w:rsid w:val="00887139"/>
    <w:rsid w:val="00887F36"/>
    <w:rsid w:val="0089275C"/>
    <w:rsid w:val="00893119"/>
    <w:rsid w:val="008970AF"/>
    <w:rsid w:val="008A22DF"/>
    <w:rsid w:val="008A2B91"/>
    <w:rsid w:val="008A3568"/>
    <w:rsid w:val="008A525B"/>
    <w:rsid w:val="008A76C1"/>
    <w:rsid w:val="008B2021"/>
    <w:rsid w:val="008B433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079BA"/>
    <w:rsid w:val="00912C49"/>
    <w:rsid w:val="00914AC7"/>
    <w:rsid w:val="00920DEB"/>
    <w:rsid w:val="0092131C"/>
    <w:rsid w:val="00922385"/>
    <w:rsid w:val="009223DF"/>
    <w:rsid w:val="00922B0C"/>
    <w:rsid w:val="00926154"/>
    <w:rsid w:val="00930B79"/>
    <w:rsid w:val="009354F0"/>
    <w:rsid w:val="00936091"/>
    <w:rsid w:val="0093661A"/>
    <w:rsid w:val="00936AAF"/>
    <w:rsid w:val="00937043"/>
    <w:rsid w:val="00940D8A"/>
    <w:rsid w:val="009414D7"/>
    <w:rsid w:val="00942932"/>
    <w:rsid w:val="00946138"/>
    <w:rsid w:val="009526B6"/>
    <w:rsid w:val="009531C1"/>
    <w:rsid w:val="00955853"/>
    <w:rsid w:val="00956089"/>
    <w:rsid w:val="00956B21"/>
    <w:rsid w:val="009570D9"/>
    <w:rsid w:val="00961BD2"/>
    <w:rsid w:val="00962258"/>
    <w:rsid w:val="00964860"/>
    <w:rsid w:val="009678B7"/>
    <w:rsid w:val="00970D4B"/>
    <w:rsid w:val="00971F7E"/>
    <w:rsid w:val="00972312"/>
    <w:rsid w:val="0098426C"/>
    <w:rsid w:val="009862FF"/>
    <w:rsid w:val="00992D9C"/>
    <w:rsid w:val="00996CB8"/>
    <w:rsid w:val="009A287D"/>
    <w:rsid w:val="009A5E3D"/>
    <w:rsid w:val="009A6440"/>
    <w:rsid w:val="009A7A46"/>
    <w:rsid w:val="009B2E97"/>
    <w:rsid w:val="009B3A53"/>
    <w:rsid w:val="009B3F75"/>
    <w:rsid w:val="009B5146"/>
    <w:rsid w:val="009B792B"/>
    <w:rsid w:val="009B7EEC"/>
    <w:rsid w:val="009C083D"/>
    <w:rsid w:val="009C418E"/>
    <w:rsid w:val="009C442C"/>
    <w:rsid w:val="009D0E66"/>
    <w:rsid w:val="009D20A1"/>
    <w:rsid w:val="009E07F4"/>
    <w:rsid w:val="009E69B1"/>
    <w:rsid w:val="009F1BED"/>
    <w:rsid w:val="009F309B"/>
    <w:rsid w:val="009F392E"/>
    <w:rsid w:val="009F53C5"/>
    <w:rsid w:val="009F72DE"/>
    <w:rsid w:val="00A0740E"/>
    <w:rsid w:val="00A12DDC"/>
    <w:rsid w:val="00A140BA"/>
    <w:rsid w:val="00A15262"/>
    <w:rsid w:val="00A210CF"/>
    <w:rsid w:val="00A23688"/>
    <w:rsid w:val="00A33D9E"/>
    <w:rsid w:val="00A3411F"/>
    <w:rsid w:val="00A403CB"/>
    <w:rsid w:val="00A4050F"/>
    <w:rsid w:val="00A40873"/>
    <w:rsid w:val="00A4530A"/>
    <w:rsid w:val="00A4755D"/>
    <w:rsid w:val="00A50641"/>
    <w:rsid w:val="00A530BF"/>
    <w:rsid w:val="00A60E33"/>
    <w:rsid w:val="00A6177B"/>
    <w:rsid w:val="00A66136"/>
    <w:rsid w:val="00A6786E"/>
    <w:rsid w:val="00A71189"/>
    <w:rsid w:val="00A7272E"/>
    <w:rsid w:val="00A7364A"/>
    <w:rsid w:val="00A74DCC"/>
    <w:rsid w:val="00A753ED"/>
    <w:rsid w:val="00A768FA"/>
    <w:rsid w:val="00A77512"/>
    <w:rsid w:val="00A86132"/>
    <w:rsid w:val="00A932B3"/>
    <w:rsid w:val="00A94C2F"/>
    <w:rsid w:val="00AA0BB7"/>
    <w:rsid w:val="00AA21D6"/>
    <w:rsid w:val="00AA257A"/>
    <w:rsid w:val="00AA2C03"/>
    <w:rsid w:val="00AA3405"/>
    <w:rsid w:val="00AA3E0A"/>
    <w:rsid w:val="00AA3E17"/>
    <w:rsid w:val="00AA4CBB"/>
    <w:rsid w:val="00AA5255"/>
    <w:rsid w:val="00AA6421"/>
    <w:rsid w:val="00AA65FA"/>
    <w:rsid w:val="00AA7351"/>
    <w:rsid w:val="00AB1063"/>
    <w:rsid w:val="00AB3B4C"/>
    <w:rsid w:val="00AB5AE0"/>
    <w:rsid w:val="00AC144F"/>
    <w:rsid w:val="00AD056F"/>
    <w:rsid w:val="00AD0C7B"/>
    <w:rsid w:val="00AD1771"/>
    <w:rsid w:val="00AD1786"/>
    <w:rsid w:val="00AD1C30"/>
    <w:rsid w:val="00AD3505"/>
    <w:rsid w:val="00AD3AE0"/>
    <w:rsid w:val="00AD536F"/>
    <w:rsid w:val="00AD5F1A"/>
    <w:rsid w:val="00AD6731"/>
    <w:rsid w:val="00AD792A"/>
    <w:rsid w:val="00AD7B32"/>
    <w:rsid w:val="00AE0C56"/>
    <w:rsid w:val="00AE1D4A"/>
    <w:rsid w:val="00AE29F8"/>
    <w:rsid w:val="00AE3BB4"/>
    <w:rsid w:val="00AE5B4A"/>
    <w:rsid w:val="00AF20AA"/>
    <w:rsid w:val="00AF31FA"/>
    <w:rsid w:val="00AF335D"/>
    <w:rsid w:val="00AF43AF"/>
    <w:rsid w:val="00AF4A09"/>
    <w:rsid w:val="00B008D5"/>
    <w:rsid w:val="00B008F3"/>
    <w:rsid w:val="00B02F73"/>
    <w:rsid w:val="00B05530"/>
    <w:rsid w:val="00B05ACA"/>
    <w:rsid w:val="00B0619F"/>
    <w:rsid w:val="00B062D7"/>
    <w:rsid w:val="00B0747C"/>
    <w:rsid w:val="00B07880"/>
    <w:rsid w:val="00B11EB4"/>
    <w:rsid w:val="00B13A26"/>
    <w:rsid w:val="00B15D0D"/>
    <w:rsid w:val="00B22106"/>
    <w:rsid w:val="00B2385E"/>
    <w:rsid w:val="00B2462A"/>
    <w:rsid w:val="00B2637B"/>
    <w:rsid w:val="00B26470"/>
    <w:rsid w:val="00B31D68"/>
    <w:rsid w:val="00B36181"/>
    <w:rsid w:val="00B371CD"/>
    <w:rsid w:val="00B429CF"/>
    <w:rsid w:val="00B462B2"/>
    <w:rsid w:val="00B5431A"/>
    <w:rsid w:val="00B60046"/>
    <w:rsid w:val="00B60092"/>
    <w:rsid w:val="00B61530"/>
    <w:rsid w:val="00B661E1"/>
    <w:rsid w:val="00B71CC3"/>
    <w:rsid w:val="00B75EE1"/>
    <w:rsid w:val="00B77481"/>
    <w:rsid w:val="00B77C6D"/>
    <w:rsid w:val="00B80E53"/>
    <w:rsid w:val="00B83637"/>
    <w:rsid w:val="00B8518B"/>
    <w:rsid w:val="00B85228"/>
    <w:rsid w:val="00B931E7"/>
    <w:rsid w:val="00B97CC3"/>
    <w:rsid w:val="00BA0390"/>
    <w:rsid w:val="00BA2D8A"/>
    <w:rsid w:val="00BA3937"/>
    <w:rsid w:val="00BA412D"/>
    <w:rsid w:val="00BA64D6"/>
    <w:rsid w:val="00BB4AF2"/>
    <w:rsid w:val="00BC06C4"/>
    <w:rsid w:val="00BC3D14"/>
    <w:rsid w:val="00BC52C3"/>
    <w:rsid w:val="00BC6D2B"/>
    <w:rsid w:val="00BD4685"/>
    <w:rsid w:val="00BD475F"/>
    <w:rsid w:val="00BD7498"/>
    <w:rsid w:val="00BD7E91"/>
    <w:rsid w:val="00BD7F0D"/>
    <w:rsid w:val="00BE2A56"/>
    <w:rsid w:val="00BE32ED"/>
    <w:rsid w:val="00BE49F4"/>
    <w:rsid w:val="00BF7DBA"/>
    <w:rsid w:val="00C0203A"/>
    <w:rsid w:val="00C02D0A"/>
    <w:rsid w:val="00C03A6E"/>
    <w:rsid w:val="00C1197B"/>
    <w:rsid w:val="00C12F1A"/>
    <w:rsid w:val="00C1505C"/>
    <w:rsid w:val="00C154A5"/>
    <w:rsid w:val="00C226C0"/>
    <w:rsid w:val="00C23571"/>
    <w:rsid w:val="00C330DC"/>
    <w:rsid w:val="00C401C5"/>
    <w:rsid w:val="00C429DB"/>
    <w:rsid w:val="00C42FE6"/>
    <w:rsid w:val="00C44A2B"/>
    <w:rsid w:val="00C44F6A"/>
    <w:rsid w:val="00C45213"/>
    <w:rsid w:val="00C477F8"/>
    <w:rsid w:val="00C5664E"/>
    <w:rsid w:val="00C6198E"/>
    <w:rsid w:val="00C62E4B"/>
    <w:rsid w:val="00C652E3"/>
    <w:rsid w:val="00C66B87"/>
    <w:rsid w:val="00C708EA"/>
    <w:rsid w:val="00C759E9"/>
    <w:rsid w:val="00C759F1"/>
    <w:rsid w:val="00C77008"/>
    <w:rsid w:val="00C776E5"/>
    <w:rsid w:val="00C778A5"/>
    <w:rsid w:val="00C86D4C"/>
    <w:rsid w:val="00C95162"/>
    <w:rsid w:val="00C95B0C"/>
    <w:rsid w:val="00CA7A38"/>
    <w:rsid w:val="00CB250D"/>
    <w:rsid w:val="00CB3151"/>
    <w:rsid w:val="00CB37A2"/>
    <w:rsid w:val="00CB6A37"/>
    <w:rsid w:val="00CB7684"/>
    <w:rsid w:val="00CC4380"/>
    <w:rsid w:val="00CC7C8F"/>
    <w:rsid w:val="00CD1FC4"/>
    <w:rsid w:val="00CE1A7A"/>
    <w:rsid w:val="00CE219B"/>
    <w:rsid w:val="00CE6022"/>
    <w:rsid w:val="00CE714C"/>
    <w:rsid w:val="00CF0AFD"/>
    <w:rsid w:val="00CF1F90"/>
    <w:rsid w:val="00CF2278"/>
    <w:rsid w:val="00CF6012"/>
    <w:rsid w:val="00D019D7"/>
    <w:rsid w:val="00D034A0"/>
    <w:rsid w:val="00D0362E"/>
    <w:rsid w:val="00D03C1F"/>
    <w:rsid w:val="00D10A2D"/>
    <w:rsid w:val="00D139AC"/>
    <w:rsid w:val="00D16115"/>
    <w:rsid w:val="00D21061"/>
    <w:rsid w:val="00D22B70"/>
    <w:rsid w:val="00D23874"/>
    <w:rsid w:val="00D2419D"/>
    <w:rsid w:val="00D24BD3"/>
    <w:rsid w:val="00D26838"/>
    <w:rsid w:val="00D30551"/>
    <w:rsid w:val="00D34BA6"/>
    <w:rsid w:val="00D365A1"/>
    <w:rsid w:val="00D37128"/>
    <w:rsid w:val="00D37B14"/>
    <w:rsid w:val="00D4108E"/>
    <w:rsid w:val="00D52F66"/>
    <w:rsid w:val="00D532C0"/>
    <w:rsid w:val="00D55B58"/>
    <w:rsid w:val="00D6163D"/>
    <w:rsid w:val="00D61D69"/>
    <w:rsid w:val="00D6259C"/>
    <w:rsid w:val="00D669C7"/>
    <w:rsid w:val="00D72707"/>
    <w:rsid w:val="00D75D92"/>
    <w:rsid w:val="00D76101"/>
    <w:rsid w:val="00D7645F"/>
    <w:rsid w:val="00D831A3"/>
    <w:rsid w:val="00D87588"/>
    <w:rsid w:val="00D95CCA"/>
    <w:rsid w:val="00D974EC"/>
    <w:rsid w:val="00D97BE3"/>
    <w:rsid w:val="00DA2EE6"/>
    <w:rsid w:val="00DA3711"/>
    <w:rsid w:val="00DA68DB"/>
    <w:rsid w:val="00DB525A"/>
    <w:rsid w:val="00DB619A"/>
    <w:rsid w:val="00DC4137"/>
    <w:rsid w:val="00DC797F"/>
    <w:rsid w:val="00DD1858"/>
    <w:rsid w:val="00DD2F29"/>
    <w:rsid w:val="00DD46F3"/>
    <w:rsid w:val="00DD63D8"/>
    <w:rsid w:val="00DD7A41"/>
    <w:rsid w:val="00DE0CEB"/>
    <w:rsid w:val="00DE4D46"/>
    <w:rsid w:val="00DE51A5"/>
    <w:rsid w:val="00DE56F2"/>
    <w:rsid w:val="00DE6C67"/>
    <w:rsid w:val="00DF116D"/>
    <w:rsid w:val="00DF152A"/>
    <w:rsid w:val="00DF651A"/>
    <w:rsid w:val="00E00950"/>
    <w:rsid w:val="00E01EA1"/>
    <w:rsid w:val="00E05EB9"/>
    <w:rsid w:val="00E14957"/>
    <w:rsid w:val="00E16FF7"/>
    <w:rsid w:val="00E20A91"/>
    <w:rsid w:val="00E22C30"/>
    <w:rsid w:val="00E24F78"/>
    <w:rsid w:val="00E26D68"/>
    <w:rsid w:val="00E30B2C"/>
    <w:rsid w:val="00E3547B"/>
    <w:rsid w:val="00E35FDE"/>
    <w:rsid w:val="00E37347"/>
    <w:rsid w:val="00E437B0"/>
    <w:rsid w:val="00E43DF6"/>
    <w:rsid w:val="00E44045"/>
    <w:rsid w:val="00E501D1"/>
    <w:rsid w:val="00E60EC9"/>
    <w:rsid w:val="00E618C4"/>
    <w:rsid w:val="00E702FC"/>
    <w:rsid w:val="00E7151C"/>
    <w:rsid w:val="00E7218A"/>
    <w:rsid w:val="00E878EE"/>
    <w:rsid w:val="00E92217"/>
    <w:rsid w:val="00EA0020"/>
    <w:rsid w:val="00EA1EF4"/>
    <w:rsid w:val="00EA6EC7"/>
    <w:rsid w:val="00EA7F3A"/>
    <w:rsid w:val="00EB104F"/>
    <w:rsid w:val="00EB46E5"/>
    <w:rsid w:val="00EB49AE"/>
    <w:rsid w:val="00EB4ECA"/>
    <w:rsid w:val="00EB5D4D"/>
    <w:rsid w:val="00EB6AD6"/>
    <w:rsid w:val="00EB7D3F"/>
    <w:rsid w:val="00EC10AE"/>
    <w:rsid w:val="00EC49D4"/>
    <w:rsid w:val="00EC4AF9"/>
    <w:rsid w:val="00EC5E37"/>
    <w:rsid w:val="00ED0703"/>
    <w:rsid w:val="00ED14BD"/>
    <w:rsid w:val="00ED289D"/>
    <w:rsid w:val="00ED6360"/>
    <w:rsid w:val="00EE1F70"/>
    <w:rsid w:val="00EE2244"/>
    <w:rsid w:val="00EE295A"/>
    <w:rsid w:val="00EE3C5F"/>
    <w:rsid w:val="00EE4052"/>
    <w:rsid w:val="00EE7882"/>
    <w:rsid w:val="00EF4DAC"/>
    <w:rsid w:val="00F00EC1"/>
    <w:rsid w:val="00F016C7"/>
    <w:rsid w:val="00F030DF"/>
    <w:rsid w:val="00F12DEC"/>
    <w:rsid w:val="00F14556"/>
    <w:rsid w:val="00F1715C"/>
    <w:rsid w:val="00F21A5E"/>
    <w:rsid w:val="00F25B6E"/>
    <w:rsid w:val="00F310F8"/>
    <w:rsid w:val="00F31BF9"/>
    <w:rsid w:val="00F32037"/>
    <w:rsid w:val="00F35939"/>
    <w:rsid w:val="00F41047"/>
    <w:rsid w:val="00F411BB"/>
    <w:rsid w:val="00F4330A"/>
    <w:rsid w:val="00F45607"/>
    <w:rsid w:val="00F46000"/>
    <w:rsid w:val="00F46EA7"/>
    <w:rsid w:val="00F4722B"/>
    <w:rsid w:val="00F532D4"/>
    <w:rsid w:val="00F53318"/>
    <w:rsid w:val="00F54432"/>
    <w:rsid w:val="00F5567F"/>
    <w:rsid w:val="00F55E93"/>
    <w:rsid w:val="00F569C6"/>
    <w:rsid w:val="00F659EB"/>
    <w:rsid w:val="00F67785"/>
    <w:rsid w:val="00F75823"/>
    <w:rsid w:val="00F769A7"/>
    <w:rsid w:val="00F77342"/>
    <w:rsid w:val="00F77986"/>
    <w:rsid w:val="00F86BA6"/>
    <w:rsid w:val="00F86DD4"/>
    <w:rsid w:val="00F90A15"/>
    <w:rsid w:val="00F911D1"/>
    <w:rsid w:val="00F92F06"/>
    <w:rsid w:val="00F94955"/>
    <w:rsid w:val="00F95A2C"/>
    <w:rsid w:val="00FB61DF"/>
    <w:rsid w:val="00FB6342"/>
    <w:rsid w:val="00FC2E21"/>
    <w:rsid w:val="00FC56F1"/>
    <w:rsid w:val="00FC6389"/>
    <w:rsid w:val="00FC661E"/>
    <w:rsid w:val="00FD066E"/>
    <w:rsid w:val="00FD2EA2"/>
    <w:rsid w:val="00FD39DE"/>
    <w:rsid w:val="00FD3E8B"/>
    <w:rsid w:val="00FD4743"/>
    <w:rsid w:val="00FE10F8"/>
    <w:rsid w:val="00FE373C"/>
    <w:rsid w:val="00FE4333"/>
    <w:rsid w:val="00FE5901"/>
    <w:rsid w:val="00FE6AEC"/>
    <w:rsid w:val="00FF08AB"/>
    <w:rsid w:val="00FF13FD"/>
    <w:rsid w:val="00FF2A62"/>
    <w:rsid w:val="00FF34B8"/>
    <w:rsid w:val="00FF3594"/>
    <w:rsid w:val="00FF6C2C"/>
    <w:rsid w:val="00FF75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FEA88"/>
  <w15:docId w15:val="{408CE40E-3693-4FCE-8245-37B98B0B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13"/>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 w:type="paragraph" w:customStyle="1" w:styleId="Default">
    <w:name w:val="Default"/>
    <w:rsid w:val="00856BF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AC503F0-2AA4-4D00-BF00-A6169A187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55</TotalTime>
  <Pages>31</Pages>
  <Words>12631</Words>
  <Characters>74529</Characters>
  <Application>Microsoft Office Word</Application>
  <DocSecurity>0</DocSecurity>
  <Lines>621</Lines>
  <Paragraphs>173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2021-04-08T08:56:00Z</cp:lastPrinted>
  <dcterms:created xsi:type="dcterms:W3CDTF">2021-04-08T08:37:00Z</dcterms:created>
  <dcterms:modified xsi:type="dcterms:W3CDTF">2021-04-08T09:51:00Z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