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D41A2B" w14:textId="2FCA381E" w:rsidR="0069410B" w:rsidRPr="0038769E" w:rsidRDefault="0069410B" w:rsidP="004878A6">
      <w:pPr>
        <w:widowControl w:val="0"/>
        <w:spacing w:line="276" w:lineRule="auto"/>
        <w:rPr>
          <w:rFonts w:asciiTheme="majorHAnsi" w:hAnsiTheme="majorHAnsi"/>
          <w:noProof/>
        </w:rPr>
      </w:pPr>
      <w:r w:rsidRPr="002C2F6F">
        <w:rPr>
          <w:rFonts w:asciiTheme="majorHAnsi" w:hAnsiTheme="majorHAnsi"/>
          <w:noProof/>
        </w:rPr>
        <w:t xml:space="preserve">Příloha č. </w:t>
      </w:r>
      <w:r w:rsidR="00CD23BD">
        <w:rPr>
          <w:rFonts w:asciiTheme="majorHAnsi" w:hAnsiTheme="majorHAnsi"/>
          <w:noProof/>
        </w:rPr>
        <w:t xml:space="preserve">6 </w:t>
      </w:r>
      <w:r w:rsidRPr="002C2F6F">
        <w:rPr>
          <w:rFonts w:asciiTheme="majorHAnsi" w:hAnsiTheme="majorHAnsi"/>
          <w:noProof/>
        </w:rPr>
        <w:t xml:space="preserve">Výzvy k podání nabídky </w:t>
      </w:r>
    </w:p>
    <w:p w14:paraId="4480C32D" w14:textId="6D5A826C" w:rsidR="00E22DA5" w:rsidRPr="00177AF7" w:rsidRDefault="00484A1F" w:rsidP="004878A6">
      <w:pPr>
        <w:pStyle w:val="Nadpis1"/>
        <w:spacing w:before="0" w:line="276" w:lineRule="auto"/>
        <w:rPr>
          <w:noProof/>
        </w:rPr>
      </w:pPr>
      <w:r w:rsidRPr="00177AF7">
        <w:rPr>
          <w:noProof/>
        </w:rPr>
        <w:t>S</w:t>
      </w:r>
      <w:r w:rsidR="0069410B">
        <w:rPr>
          <w:noProof/>
        </w:rPr>
        <w:t>mlouva o dílo na vytvoření software</w:t>
      </w:r>
    </w:p>
    <w:p w14:paraId="725605B7"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Číslo smlouvy Objednatele. ………………</w:t>
      </w:r>
    </w:p>
    <w:p w14:paraId="6926452C" w14:textId="77777777" w:rsidR="009629C2" w:rsidRDefault="009629C2" w:rsidP="004878A6">
      <w:pPr>
        <w:widowControl w:val="0"/>
        <w:spacing w:after="120" w:line="276" w:lineRule="auto"/>
        <w:rPr>
          <w:rFonts w:asciiTheme="majorHAnsi" w:hAnsiTheme="majorHAnsi"/>
          <w:noProof/>
        </w:rPr>
      </w:pPr>
      <w:r>
        <w:rPr>
          <w:rFonts w:eastAsia="Times New Roman" w:cs="Times New Roman"/>
          <w:b/>
          <w:highlight w:val="green"/>
          <w:lang w:eastAsia="cs-CZ"/>
        </w:rPr>
        <w:t>Číslo smlouvy Zhotovitele ………………</w:t>
      </w:r>
    </w:p>
    <w:p w14:paraId="14E50708" w14:textId="77777777" w:rsidR="000A1BD4" w:rsidRPr="00177AF7" w:rsidRDefault="000A1BD4" w:rsidP="004878A6">
      <w:pPr>
        <w:spacing w:after="120" w:line="276" w:lineRule="auto"/>
        <w:rPr>
          <w:rFonts w:asciiTheme="majorHAnsi" w:hAnsiTheme="majorHAnsi"/>
          <w:noProof/>
        </w:rPr>
      </w:pPr>
    </w:p>
    <w:p w14:paraId="314B762E" w14:textId="46B2F8C8" w:rsidR="009D1BA2" w:rsidRPr="00177AF7" w:rsidRDefault="009D1BA2" w:rsidP="004878A6">
      <w:pPr>
        <w:spacing w:after="120" w:line="276" w:lineRule="auto"/>
        <w:rPr>
          <w:rFonts w:asciiTheme="majorHAnsi" w:hAnsiTheme="majorHAnsi"/>
          <w:noProof/>
        </w:rPr>
      </w:pPr>
      <w:r w:rsidRPr="00177AF7">
        <w:rPr>
          <w:rFonts w:asciiTheme="majorHAnsi" w:hAnsiTheme="majorHAnsi"/>
          <w:noProof/>
        </w:rPr>
        <w:t xml:space="preserve">uzavřená </w:t>
      </w:r>
      <w:r w:rsidR="002B0B85" w:rsidRPr="00177AF7">
        <w:rPr>
          <w:rFonts w:asciiTheme="majorHAnsi" w:hAnsiTheme="majorHAnsi"/>
          <w:noProof/>
        </w:rPr>
        <w:t xml:space="preserve">podle ustanovení </w:t>
      </w:r>
      <w:r w:rsidR="00A90199" w:rsidRPr="00177AF7">
        <w:rPr>
          <w:rFonts w:asciiTheme="majorHAnsi" w:hAnsiTheme="majorHAnsi"/>
          <w:noProof/>
        </w:rPr>
        <w:t xml:space="preserve">§ </w:t>
      </w:r>
      <w:r w:rsidR="00A54ECA" w:rsidRPr="00177AF7">
        <w:rPr>
          <w:rFonts w:asciiTheme="majorHAnsi" w:hAnsiTheme="majorHAnsi"/>
          <w:noProof/>
        </w:rPr>
        <w:t>2586</w:t>
      </w:r>
      <w:r w:rsidR="002B0B85" w:rsidRPr="00177AF7">
        <w:rPr>
          <w:rFonts w:asciiTheme="majorHAnsi" w:hAnsiTheme="majorHAnsi"/>
          <w:noProof/>
        </w:rPr>
        <w:t xml:space="preserve"> </w:t>
      </w:r>
      <w:r w:rsidR="00A54ECA" w:rsidRPr="00177AF7">
        <w:rPr>
          <w:rFonts w:asciiTheme="majorHAnsi" w:hAnsiTheme="majorHAnsi"/>
          <w:noProof/>
        </w:rPr>
        <w:t xml:space="preserve">a násl. a § 2358 a násl. </w:t>
      </w:r>
      <w:r w:rsidRPr="00177AF7">
        <w:rPr>
          <w:rFonts w:asciiTheme="majorHAnsi" w:hAnsiTheme="majorHAnsi"/>
          <w:noProof/>
        </w:rPr>
        <w:t xml:space="preserve">zákona č. 89/2012 Sb., občanský zákoník, ve znění pozdějších předpisů (dále jen „občanský zákoník“) </w:t>
      </w:r>
    </w:p>
    <w:p w14:paraId="370185FF" w14:textId="08C40A73" w:rsidR="009D1BA2" w:rsidRPr="00177AF7" w:rsidRDefault="009D1BA2" w:rsidP="004878A6">
      <w:pPr>
        <w:spacing w:line="276" w:lineRule="auto"/>
        <w:rPr>
          <w:rFonts w:asciiTheme="majorHAnsi" w:hAnsiTheme="majorHAnsi"/>
          <w:noProof/>
        </w:rPr>
      </w:pPr>
      <w:r w:rsidRPr="00177AF7">
        <w:rPr>
          <w:rFonts w:asciiTheme="majorHAnsi" w:hAnsiTheme="majorHAnsi"/>
          <w:noProof/>
        </w:rPr>
        <w:t>(dále jen „</w:t>
      </w:r>
      <w:r w:rsidR="002B0B85" w:rsidRPr="00177AF7">
        <w:rPr>
          <w:rFonts w:asciiTheme="majorHAnsi" w:hAnsiTheme="majorHAnsi"/>
          <w:b/>
          <w:bCs/>
          <w:noProof/>
        </w:rPr>
        <w:t>Smlouva</w:t>
      </w:r>
      <w:r w:rsidRPr="00177AF7">
        <w:rPr>
          <w:rFonts w:asciiTheme="majorHAnsi" w:hAnsiTheme="majorHAnsi"/>
          <w:noProof/>
        </w:rPr>
        <w:t>“)</w:t>
      </w:r>
    </w:p>
    <w:p w14:paraId="12145C2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32213591" w14:textId="50F6A371" w:rsidR="009629C2" w:rsidRDefault="009629C2" w:rsidP="004878A6">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zn. A 48384</w:t>
      </w:r>
    </w:p>
    <w:p w14:paraId="3F10C1E2"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00EADC83"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4D1A4629" w14:textId="4EECBE3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2C2F6F">
        <w:rPr>
          <w:rFonts w:eastAsia="Times New Roman" w:cs="Times New Roman"/>
          <w:lang w:eastAsia="cs-CZ"/>
        </w:rPr>
        <w:t xml:space="preserve">zastoupená </w:t>
      </w:r>
      <w:r w:rsidR="002C2F6F" w:rsidRPr="002C2F6F">
        <w:rPr>
          <w:rFonts w:eastAsia="Times New Roman" w:cs="Times New Roman"/>
          <w:b/>
          <w:lang w:eastAsia="cs-CZ"/>
        </w:rPr>
        <w:t>Ing. Alešem Krejčím</w:t>
      </w:r>
      <w:r w:rsidR="002C2F6F" w:rsidRPr="002C2F6F">
        <w:rPr>
          <w:rFonts w:eastAsia="Times New Roman" w:cs="Times New Roman"/>
          <w:lang w:eastAsia="cs-CZ"/>
        </w:rPr>
        <w:t>, náměstkem GŘ pro ekonomiku</w:t>
      </w:r>
    </w:p>
    <w:p w14:paraId="0402720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6CDE5C40"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2985E2E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105FC305"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44C94246" w14:textId="77777777" w:rsidR="009629C2" w:rsidRDefault="009629C2" w:rsidP="004878A6">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8005EC1"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413FFE76"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4F11C185" w14:textId="77777777" w:rsidR="009629C2"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7739DE2F" w14:textId="77777777" w:rsidR="009629C2"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020DAD3C"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1BB8986" w14:textId="77777777" w:rsidR="009629C2" w:rsidRDefault="009629C2" w:rsidP="004878A6">
      <w:pPr>
        <w:widowControl w:val="0"/>
        <w:spacing w:line="276" w:lineRule="auto"/>
        <w:rPr>
          <w:rFonts w:asciiTheme="majorHAnsi" w:hAnsiTheme="majorHAnsi"/>
          <w:noProof/>
        </w:rPr>
      </w:pPr>
    </w:p>
    <w:p w14:paraId="7297B265" w14:textId="385FFA7D" w:rsidR="009629C2" w:rsidRDefault="009629C2" w:rsidP="004878A6">
      <w:pPr>
        <w:widowControl w:val="0"/>
        <w:spacing w:line="276" w:lineRule="auto"/>
        <w:rPr>
          <w:rFonts w:asciiTheme="majorHAnsi" w:hAnsiTheme="majorHAnsi"/>
          <w:noProof/>
        </w:rPr>
      </w:pPr>
      <w:r>
        <w:rPr>
          <w:rFonts w:asciiTheme="majorHAnsi" w:hAnsiTheme="majorHAnsi"/>
          <w:noProof/>
        </w:rPr>
        <w:t>(Objednatel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40A3BFEE" w14:textId="1D27480E" w:rsidR="009629C2" w:rsidRDefault="009629C2" w:rsidP="004878A6">
      <w:pPr>
        <w:widowControl w:val="0"/>
        <w:rPr>
          <w:rFonts w:asciiTheme="majorHAnsi" w:hAnsiTheme="majorHAnsi"/>
          <w:noProof/>
        </w:rPr>
      </w:pPr>
      <w:r>
        <w:rPr>
          <w:lang w:eastAsia="cs-CZ"/>
        </w:rPr>
        <w:t xml:space="preserve">Tato smlouva je uzavřena na základě výsledků zadávacího řízení veřejné zakázky s názvem </w:t>
      </w:r>
      <w:r w:rsidRPr="002C2F6F">
        <w:rPr>
          <w:b/>
          <w:lang w:eastAsia="cs-CZ"/>
        </w:rPr>
        <w:t>„</w:t>
      </w:r>
      <w:r w:rsidR="002C2F6F" w:rsidRPr="002C2F6F">
        <w:rPr>
          <w:b/>
          <w:lang w:eastAsia="cs-CZ"/>
        </w:rPr>
        <w:t>Evidence externích uživatelů portálu Správy železnic</w:t>
      </w:r>
      <w:r w:rsidRPr="002C2F6F">
        <w:rPr>
          <w:b/>
          <w:lang w:eastAsia="cs-CZ"/>
        </w:rPr>
        <w:t>“</w:t>
      </w:r>
      <w:r w:rsidRPr="002C2F6F">
        <w:rPr>
          <w:lang w:eastAsia="cs-CZ"/>
        </w:rPr>
        <w:t xml:space="preserve">, </w:t>
      </w:r>
      <w:proofErr w:type="gramStart"/>
      <w:r w:rsidRPr="002C2F6F">
        <w:rPr>
          <w:rFonts w:eastAsia="Times New Roman" w:cs="Times New Roman"/>
          <w:lang w:eastAsia="cs-CZ"/>
        </w:rPr>
        <w:t>č.j.</w:t>
      </w:r>
      <w:proofErr w:type="gramEnd"/>
      <w:r w:rsidRPr="002C2F6F">
        <w:rPr>
          <w:rFonts w:eastAsia="Times New Roman" w:cs="Times New Roman"/>
          <w:lang w:eastAsia="cs-CZ"/>
        </w:rPr>
        <w:t xml:space="preserve"> veřejné zakázky </w:t>
      </w:r>
      <w:r w:rsidR="00114346">
        <w:rPr>
          <w:rFonts w:eastAsia="Times New Roman" w:cs="Times New Roman"/>
          <w:lang w:eastAsia="cs-CZ"/>
        </w:rPr>
        <w:t>18658</w:t>
      </w:r>
      <w:r w:rsidR="002C2F6F">
        <w:rPr>
          <w:rFonts w:eastAsia="Times New Roman" w:cs="Times New Roman"/>
          <w:lang w:eastAsia="cs-CZ"/>
        </w:rPr>
        <w:t>/2021-SŽ-GŘ-O8</w:t>
      </w:r>
      <w:r w:rsidRPr="002C2F6F">
        <w:rPr>
          <w:rFonts w:eastAsia="Times New Roman" w:cs="Times New Roman"/>
          <w:lang w:eastAsia="cs-CZ"/>
        </w:rPr>
        <w:t xml:space="preserve"> </w:t>
      </w:r>
      <w:r w:rsidRPr="002C2F6F">
        <w:rPr>
          <w:lang w:eastAsia="cs-CZ"/>
        </w:rPr>
        <w:t>(dále</w:t>
      </w:r>
      <w:r>
        <w:rPr>
          <w:lang w:eastAsia="cs-CZ"/>
        </w:rPr>
        <w:t xml:space="preserve"> jen „veřejná zakázka“). Jednotlivá ustanovení této Smlouvy tak budou vykládána v souladu se zadávac</w:t>
      </w:r>
      <w:bookmarkStart w:id="1" w:name="_GoBack"/>
      <w:bookmarkEnd w:id="1"/>
      <w:r>
        <w:rPr>
          <w:lang w:eastAsia="cs-CZ"/>
        </w:rPr>
        <w:t>ími podmínkami veřejné zakázky.</w:t>
      </w:r>
      <w:bookmarkEnd w:id="0"/>
    </w:p>
    <w:p w14:paraId="6AC338E3" w14:textId="77777777" w:rsidR="003D395E" w:rsidRPr="00177AF7" w:rsidRDefault="003D395E" w:rsidP="004878A6">
      <w:pPr>
        <w:spacing w:after="120" w:line="276" w:lineRule="auto"/>
        <w:rPr>
          <w:rFonts w:asciiTheme="majorHAnsi" w:hAnsiTheme="majorHAnsi"/>
          <w:noProof/>
        </w:rPr>
      </w:pPr>
    </w:p>
    <w:p w14:paraId="66B8AC57" w14:textId="77777777" w:rsidR="000A1BD4" w:rsidRPr="00177AF7" w:rsidRDefault="000A1BD4" w:rsidP="004878A6">
      <w:pPr>
        <w:spacing w:after="0" w:line="276" w:lineRule="auto"/>
        <w:rPr>
          <w:rFonts w:asciiTheme="majorHAnsi" w:hAnsiTheme="majorHAnsi"/>
          <w:noProof/>
        </w:rPr>
      </w:pPr>
    </w:p>
    <w:p w14:paraId="78A31A26" w14:textId="3EC4C6A8" w:rsidR="00433C4F" w:rsidRPr="00177AF7" w:rsidRDefault="00A90199" w:rsidP="004878A6">
      <w:pPr>
        <w:pStyle w:val="Nadpis4"/>
        <w:numPr>
          <w:ilvl w:val="0"/>
          <w:numId w:val="5"/>
        </w:numPr>
        <w:ind w:left="425" w:hanging="425"/>
        <w:rPr>
          <w:noProof/>
        </w:rPr>
      </w:pPr>
      <w:r w:rsidRPr="00177AF7">
        <w:rPr>
          <w:noProof/>
        </w:rPr>
        <w:t xml:space="preserve">Předmět </w:t>
      </w:r>
      <w:r w:rsidR="001D3E16" w:rsidRPr="00177AF7">
        <w:rPr>
          <w:noProof/>
        </w:rPr>
        <w:t>Smlouvy</w:t>
      </w:r>
    </w:p>
    <w:p w14:paraId="5268ADDC" w14:textId="7CEC2173" w:rsidR="002D5F2B" w:rsidRPr="0051066F" w:rsidRDefault="00C811AE" w:rsidP="00D87F6B">
      <w:pPr>
        <w:pStyle w:val="Clanek11"/>
      </w:pPr>
      <w:r w:rsidRPr="0051066F">
        <w:t xml:space="preserve">Za podmínek sjednaných v této </w:t>
      </w:r>
      <w:r w:rsidR="00F75906" w:rsidRPr="0051066F">
        <w:t xml:space="preserve">Smlouvě </w:t>
      </w:r>
      <w:r w:rsidRPr="0051066F">
        <w:t xml:space="preserve">se Zhotovitel zavazuje na svůj náklad </w:t>
      </w:r>
      <w:r w:rsidRPr="00CD23BD">
        <w:t>a nebezpečí provést pro Objednatele dílo spočívající v dodání S</w:t>
      </w:r>
      <w:r w:rsidR="00F75906" w:rsidRPr="00CD23BD">
        <w:t xml:space="preserve">oftware </w:t>
      </w:r>
      <w:r w:rsidRPr="00CD23BD">
        <w:t xml:space="preserve">specifikovaného v Příloze č. 1 Specifikace </w:t>
      </w:r>
      <w:r w:rsidR="00C6288E" w:rsidRPr="00CD23BD">
        <w:t>Plnění</w:t>
      </w:r>
      <w:r w:rsidR="000648CB" w:rsidRPr="00CD23BD">
        <w:t xml:space="preserve"> a provedení či dodání dalších Plnění</w:t>
      </w:r>
      <w:r w:rsidRPr="00CD23BD">
        <w:t xml:space="preserve">, které jsou výslovně uvedeny v Příloze č. </w:t>
      </w:r>
      <w:r w:rsidR="00F9298E" w:rsidRPr="00CD23BD">
        <w:t>2</w:t>
      </w:r>
      <w:r w:rsidRPr="00CD23BD">
        <w:t xml:space="preserve"> </w:t>
      </w:r>
      <w:r w:rsidR="00F9298E" w:rsidRPr="00CD23BD">
        <w:t>Požadavky na projektové řízení</w:t>
      </w:r>
      <w:r w:rsidRPr="00CD23BD">
        <w:t xml:space="preserve"> („Dílo“)</w:t>
      </w:r>
      <w:r w:rsidR="00F75906" w:rsidRPr="00CD23BD">
        <w:t xml:space="preserve">. </w:t>
      </w:r>
      <w:r w:rsidR="002C2F6F" w:rsidRPr="00CD23BD">
        <w:t xml:space="preserve">Jedná se o </w:t>
      </w:r>
      <w:r w:rsidR="002C2F6F" w:rsidRPr="00CD23BD">
        <w:rPr>
          <w:rFonts w:ascii="Verdana" w:eastAsia="Verdana" w:hAnsi="Verdana" w:cs="Verdana"/>
          <w:color w:val="000000"/>
          <w:szCs w:val="18"/>
        </w:rPr>
        <w:t xml:space="preserve">rozšíření autentizačního modulu a centrálního modulu </w:t>
      </w:r>
      <w:proofErr w:type="spellStart"/>
      <w:r w:rsidR="002C2F6F" w:rsidRPr="00CD23BD">
        <w:rPr>
          <w:rFonts w:ascii="Verdana" w:eastAsia="Verdana" w:hAnsi="Verdana" w:cs="Verdana"/>
          <w:color w:val="000000"/>
          <w:szCs w:val="18"/>
        </w:rPr>
        <w:t>Portal</w:t>
      </w:r>
      <w:proofErr w:type="spellEnd"/>
      <w:r w:rsidR="002C2F6F" w:rsidRPr="00CD23BD">
        <w:rPr>
          <w:rFonts w:ascii="Verdana" w:eastAsia="Verdana" w:hAnsi="Verdana" w:cs="Verdana"/>
          <w:color w:val="000000"/>
          <w:szCs w:val="18"/>
        </w:rPr>
        <w:t xml:space="preserve"> </w:t>
      </w:r>
      <w:proofErr w:type="spellStart"/>
      <w:r w:rsidR="002C2F6F" w:rsidRPr="00CD23BD">
        <w:rPr>
          <w:rFonts w:ascii="Verdana" w:eastAsia="Verdana" w:hAnsi="Verdana" w:cs="Verdana"/>
          <w:color w:val="000000"/>
          <w:szCs w:val="18"/>
        </w:rPr>
        <w:t>Core</w:t>
      </w:r>
      <w:proofErr w:type="spellEnd"/>
      <w:r w:rsidR="002C2F6F" w:rsidRPr="00CD23BD">
        <w:rPr>
          <w:rFonts w:ascii="Verdana" w:eastAsia="Verdana" w:hAnsi="Verdana" w:cs="Verdana"/>
          <w:color w:val="000000"/>
          <w:szCs w:val="18"/>
        </w:rPr>
        <w:t xml:space="preserve"> portálu </w:t>
      </w:r>
      <w:proofErr w:type="spellStart"/>
      <w:r w:rsidR="002C2F6F" w:rsidRPr="00CD23BD">
        <w:rPr>
          <w:rFonts w:ascii="Verdana" w:eastAsia="Verdana" w:hAnsi="Verdana" w:cs="Verdana"/>
          <w:color w:val="000000"/>
          <w:szCs w:val="18"/>
        </w:rPr>
        <w:t>Liferay</w:t>
      </w:r>
      <w:proofErr w:type="spellEnd"/>
      <w:r w:rsidR="002C2F6F" w:rsidRPr="00162FC5">
        <w:rPr>
          <w:rFonts w:ascii="Verdana" w:eastAsia="Verdana" w:hAnsi="Verdana" w:cs="Verdana"/>
          <w:color w:val="000000"/>
          <w:szCs w:val="18"/>
        </w:rPr>
        <w:t xml:space="preserve"> S</w:t>
      </w:r>
      <w:r w:rsidR="00CD183A">
        <w:rPr>
          <w:rFonts w:ascii="Verdana" w:eastAsia="Verdana" w:hAnsi="Verdana" w:cs="Verdana"/>
          <w:color w:val="000000"/>
          <w:szCs w:val="18"/>
        </w:rPr>
        <w:t>právy železnic, státní organizace</w:t>
      </w:r>
      <w:r w:rsidR="002C2F6F" w:rsidRPr="00162FC5">
        <w:rPr>
          <w:rFonts w:ascii="Verdana" w:eastAsia="Verdana" w:hAnsi="Verdana" w:cs="Verdana"/>
          <w:color w:val="000000"/>
          <w:szCs w:val="18"/>
        </w:rPr>
        <w:t xml:space="preserve"> o registraci a autentizaci externích uživatelů</w:t>
      </w:r>
      <w:r w:rsidR="002C2F6F">
        <w:rPr>
          <w:rFonts w:ascii="Verdana" w:eastAsia="Verdana" w:hAnsi="Verdana" w:cs="Verdana"/>
          <w:color w:val="000000"/>
          <w:szCs w:val="18"/>
        </w:rPr>
        <w:t>.</w:t>
      </w:r>
    </w:p>
    <w:p w14:paraId="13DAE9AE" w14:textId="150DEDCE" w:rsidR="00433C4F" w:rsidRPr="009B6795" w:rsidRDefault="00433C4F" w:rsidP="00D87F6B">
      <w:pPr>
        <w:pStyle w:val="Clanek11"/>
      </w:pPr>
      <w:r w:rsidRPr="0051066F">
        <w:t>V </w:t>
      </w:r>
      <w:r w:rsidRPr="009B6795">
        <w:t>rámci provádění Díla je Zhotovitel povinen zejména, nikoliv však výlučně:</w:t>
      </w:r>
    </w:p>
    <w:p w14:paraId="1C1050E6" w14:textId="1323599F" w:rsidR="00433C4F" w:rsidRPr="009B6795"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9B6795">
        <w:rPr>
          <w:rFonts w:asciiTheme="majorHAnsi" w:hAnsiTheme="majorHAnsi"/>
          <w:sz w:val="18"/>
          <w:szCs w:val="18"/>
        </w:rPr>
        <w:lastRenderedPageBreak/>
        <w:t xml:space="preserve">vytvořit a dodat </w:t>
      </w:r>
      <w:r w:rsidR="00C6288E" w:rsidRPr="009B6795">
        <w:rPr>
          <w:rFonts w:asciiTheme="majorHAnsi" w:hAnsiTheme="majorHAnsi"/>
          <w:sz w:val="18"/>
          <w:szCs w:val="18"/>
        </w:rPr>
        <w:t>Software</w:t>
      </w:r>
      <w:r w:rsidRPr="009B6795">
        <w:rPr>
          <w:rFonts w:asciiTheme="majorHAnsi" w:hAnsiTheme="majorHAnsi"/>
          <w:sz w:val="18"/>
          <w:szCs w:val="18"/>
        </w:rPr>
        <w:t>;</w:t>
      </w:r>
    </w:p>
    <w:p w14:paraId="38FC405A" w14:textId="1FF0CBC8" w:rsidR="00433C4F" w:rsidRPr="009B6795"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9B6795">
        <w:rPr>
          <w:rFonts w:asciiTheme="majorHAnsi" w:hAnsiTheme="majorHAnsi"/>
          <w:sz w:val="18"/>
          <w:szCs w:val="18"/>
        </w:rPr>
        <w:t>poskytnout oprávnění k</w:t>
      </w:r>
      <w:r w:rsidR="00C6288E" w:rsidRPr="009B6795">
        <w:rPr>
          <w:rFonts w:asciiTheme="majorHAnsi" w:hAnsiTheme="majorHAnsi"/>
          <w:sz w:val="18"/>
          <w:szCs w:val="18"/>
        </w:rPr>
        <w:t> výkonu autorských majetkových práv k</w:t>
      </w:r>
      <w:r w:rsidRPr="009B6795">
        <w:rPr>
          <w:rFonts w:asciiTheme="majorHAnsi" w:hAnsiTheme="majorHAnsi"/>
          <w:sz w:val="18"/>
          <w:szCs w:val="18"/>
        </w:rPr>
        <w:t xml:space="preserve"> Dílu; </w:t>
      </w:r>
    </w:p>
    <w:p w14:paraId="403D8A65" w14:textId="6AB817DB" w:rsidR="00433C4F" w:rsidRPr="009B6795"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9B6795">
        <w:rPr>
          <w:rFonts w:asciiTheme="majorHAnsi" w:hAnsiTheme="majorHAnsi"/>
          <w:sz w:val="18"/>
          <w:szCs w:val="18"/>
        </w:rPr>
        <w:t>provést Instalaci S</w:t>
      </w:r>
      <w:r w:rsidR="0053123F" w:rsidRPr="009B6795">
        <w:rPr>
          <w:rFonts w:asciiTheme="majorHAnsi" w:hAnsiTheme="majorHAnsi"/>
          <w:sz w:val="18"/>
          <w:szCs w:val="18"/>
        </w:rPr>
        <w:t>oftware</w:t>
      </w:r>
      <w:r w:rsidRPr="009B6795">
        <w:rPr>
          <w:rFonts w:asciiTheme="majorHAnsi" w:hAnsiTheme="majorHAnsi"/>
          <w:sz w:val="18"/>
          <w:szCs w:val="18"/>
        </w:rPr>
        <w:t xml:space="preserve"> do IT prostředí </w:t>
      </w:r>
      <w:r w:rsidR="00D93D54" w:rsidRPr="009B6795">
        <w:rPr>
          <w:rFonts w:asciiTheme="majorHAnsi" w:hAnsiTheme="majorHAnsi"/>
          <w:sz w:val="18"/>
          <w:szCs w:val="18"/>
        </w:rPr>
        <w:t>o</w:t>
      </w:r>
      <w:r w:rsidRPr="009B6795">
        <w:rPr>
          <w:rFonts w:asciiTheme="majorHAnsi" w:hAnsiTheme="majorHAnsi"/>
          <w:sz w:val="18"/>
          <w:szCs w:val="18"/>
        </w:rPr>
        <w:t xml:space="preserve">bjednatele; </w:t>
      </w:r>
    </w:p>
    <w:p w14:paraId="13F32C65" w14:textId="2376F0BB" w:rsidR="00433C4F" w:rsidRPr="009B6795"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9B6795">
        <w:rPr>
          <w:rFonts w:asciiTheme="majorHAnsi" w:hAnsiTheme="majorHAnsi"/>
          <w:sz w:val="18"/>
          <w:szCs w:val="18"/>
        </w:rPr>
        <w:t>provést Implementaci S</w:t>
      </w:r>
      <w:r w:rsidR="0053123F" w:rsidRPr="009B6795">
        <w:rPr>
          <w:rFonts w:asciiTheme="majorHAnsi" w:hAnsiTheme="majorHAnsi"/>
          <w:sz w:val="18"/>
          <w:szCs w:val="18"/>
        </w:rPr>
        <w:t>oftware</w:t>
      </w:r>
      <w:r w:rsidRPr="009B6795">
        <w:rPr>
          <w:rFonts w:asciiTheme="majorHAnsi" w:hAnsiTheme="majorHAnsi"/>
          <w:sz w:val="18"/>
          <w:szCs w:val="18"/>
        </w:rPr>
        <w:t xml:space="preserve"> do IT prostředí </w:t>
      </w:r>
      <w:r w:rsidR="00D93D54" w:rsidRPr="009B6795">
        <w:rPr>
          <w:rFonts w:asciiTheme="majorHAnsi" w:hAnsiTheme="majorHAnsi"/>
          <w:sz w:val="18"/>
          <w:szCs w:val="18"/>
        </w:rPr>
        <w:t>o</w:t>
      </w:r>
      <w:r w:rsidRPr="009B6795">
        <w:rPr>
          <w:rFonts w:asciiTheme="majorHAnsi" w:hAnsiTheme="majorHAnsi"/>
          <w:sz w:val="18"/>
          <w:szCs w:val="18"/>
        </w:rPr>
        <w:t>bjednatele;</w:t>
      </w:r>
    </w:p>
    <w:p w14:paraId="72FAE126" w14:textId="3EAAB364" w:rsidR="00433C4F" w:rsidRPr="009B6795"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9B6795">
        <w:rPr>
          <w:rFonts w:asciiTheme="majorHAnsi" w:hAnsiTheme="majorHAnsi"/>
          <w:sz w:val="18"/>
          <w:szCs w:val="18"/>
        </w:rPr>
        <w:t>provést Integraci S</w:t>
      </w:r>
      <w:r w:rsidR="0053123F" w:rsidRPr="009B6795">
        <w:rPr>
          <w:rFonts w:asciiTheme="majorHAnsi" w:hAnsiTheme="majorHAnsi"/>
          <w:sz w:val="18"/>
          <w:szCs w:val="18"/>
        </w:rPr>
        <w:t>oftware</w:t>
      </w:r>
      <w:r w:rsidRPr="009B6795">
        <w:rPr>
          <w:rFonts w:asciiTheme="majorHAnsi" w:hAnsiTheme="majorHAnsi"/>
          <w:sz w:val="18"/>
          <w:szCs w:val="18"/>
        </w:rPr>
        <w:t xml:space="preserve"> s IT prostředím </w:t>
      </w:r>
      <w:r w:rsidR="00D93D54" w:rsidRPr="009B6795">
        <w:rPr>
          <w:rFonts w:asciiTheme="majorHAnsi" w:hAnsiTheme="majorHAnsi"/>
          <w:sz w:val="18"/>
          <w:szCs w:val="18"/>
        </w:rPr>
        <w:t>o</w:t>
      </w:r>
      <w:r w:rsidRPr="009B6795">
        <w:rPr>
          <w:rFonts w:asciiTheme="majorHAnsi" w:hAnsiTheme="majorHAnsi"/>
          <w:sz w:val="18"/>
          <w:szCs w:val="18"/>
        </w:rPr>
        <w:t xml:space="preserve">bjednatele; </w:t>
      </w:r>
    </w:p>
    <w:p w14:paraId="1D9C736E" w14:textId="77777777" w:rsidR="00433C4F" w:rsidRPr="009B6795"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9B6795">
        <w:rPr>
          <w:rFonts w:asciiTheme="majorHAnsi" w:hAnsiTheme="majorHAnsi"/>
          <w:sz w:val="18"/>
          <w:szCs w:val="18"/>
        </w:rPr>
        <w:t>vytvořit Dokumentaci;</w:t>
      </w:r>
    </w:p>
    <w:p w14:paraId="160509EC" w14:textId="56595199" w:rsidR="00433C4F" w:rsidRPr="009B6795"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9B6795">
        <w:rPr>
          <w:rFonts w:asciiTheme="majorHAnsi" w:hAnsiTheme="majorHAnsi"/>
          <w:sz w:val="18"/>
          <w:szCs w:val="18"/>
        </w:rPr>
        <w:t>provést Školení uživatelů S</w:t>
      </w:r>
      <w:r w:rsidR="0053123F" w:rsidRPr="009B6795">
        <w:rPr>
          <w:rFonts w:asciiTheme="majorHAnsi" w:hAnsiTheme="majorHAnsi"/>
          <w:sz w:val="18"/>
          <w:szCs w:val="18"/>
        </w:rPr>
        <w:t xml:space="preserve">oftware </w:t>
      </w:r>
      <w:r w:rsidRPr="009B6795">
        <w:rPr>
          <w:rFonts w:asciiTheme="majorHAnsi" w:hAnsiTheme="majorHAnsi"/>
          <w:sz w:val="18"/>
          <w:szCs w:val="18"/>
        </w:rPr>
        <w:t>a jeho administrátorů;</w:t>
      </w:r>
    </w:p>
    <w:p w14:paraId="56BE4662" w14:textId="053B0EBA" w:rsidR="00433C4F" w:rsidRPr="009B6795"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9B6795">
        <w:rPr>
          <w:rFonts w:asciiTheme="majorHAnsi" w:hAnsiTheme="majorHAnsi"/>
          <w:sz w:val="18"/>
          <w:szCs w:val="18"/>
        </w:rPr>
        <w:t xml:space="preserve">provést či provádět další činnosti, které jsou výslovně uvedeny v </w:t>
      </w:r>
      <w:r w:rsidRPr="009B6795">
        <w:rPr>
          <w:rFonts w:asciiTheme="majorHAnsi" w:hAnsiTheme="majorHAnsi"/>
          <w:bCs/>
          <w:sz w:val="18"/>
          <w:szCs w:val="18"/>
        </w:rPr>
        <w:t>Příloze č. 1</w:t>
      </w:r>
      <w:r w:rsidRPr="009B6795">
        <w:rPr>
          <w:rFonts w:asciiTheme="majorHAnsi" w:hAnsiTheme="majorHAnsi"/>
          <w:sz w:val="18"/>
          <w:szCs w:val="18"/>
        </w:rPr>
        <w:t xml:space="preserve"> </w:t>
      </w:r>
      <w:r w:rsidRPr="009B6795">
        <w:rPr>
          <w:rFonts w:asciiTheme="majorHAnsi" w:hAnsiTheme="majorHAnsi"/>
          <w:i/>
          <w:sz w:val="18"/>
          <w:szCs w:val="18"/>
        </w:rPr>
        <w:t>Specifikace</w:t>
      </w:r>
      <w:r w:rsidR="0053123F" w:rsidRPr="009B6795">
        <w:rPr>
          <w:rFonts w:asciiTheme="majorHAnsi" w:hAnsiTheme="majorHAnsi"/>
          <w:i/>
          <w:sz w:val="18"/>
          <w:szCs w:val="18"/>
        </w:rPr>
        <w:t xml:space="preserve"> Plnění</w:t>
      </w:r>
      <w:r w:rsidRPr="009B6795">
        <w:rPr>
          <w:rFonts w:asciiTheme="majorHAnsi" w:hAnsiTheme="majorHAnsi"/>
          <w:sz w:val="18"/>
          <w:szCs w:val="18"/>
        </w:rPr>
        <w:t>.</w:t>
      </w:r>
    </w:p>
    <w:p w14:paraId="10428F55" w14:textId="03735DB8" w:rsidR="00F75906" w:rsidRPr="00CD23BD" w:rsidRDefault="00D31CA8" w:rsidP="00D87F6B">
      <w:pPr>
        <w:pStyle w:val="Clanek11"/>
      </w:pPr>
      <w:r w:rsidRPr="00D87F6B">
        <w:t xml:space="preserve">Podrobnosti provádění Díla, včetně posloupnosti provádění jednotlivých jeho částí, </w:t>
      </w:r>
      <w:r w:rsidRPr="00CD23BD">
        <w:t xml:space="preserve">Akceptačních kritérií, Testů a dalších podmínek pro splnění </w:t>
      </w:r>
      <w:r w:rsidR="000648CB" w:rsidRPr="00CD23BD">
        <w:t>P</w:t>
      </w:r>
      <w:r w:rsidRPr="00CD23BD">
        <w:t>ředmětu Smlouvy stanoví Příloha č. 1 Specifikace Plnění</w:t>
      </w:r>
      <w:r w:rsidR="00D87F6B" w:rsidRPr="00CD23BD">
        <w:t>, Příloha č. 2 – Požadavky na projektové řízení.</w:t>
      </w:r>
    </w:p>
    <w:p w14:paraId="01A143FF" w14:textId="4788FA72" w:rsidR="00C6288E" w:rsidRPr="0051066F" w:rsidRDefault="00F75906" w:rsidP="00D87F6B">
      <w:pPr>
        <w:pStyle w:val="Clanek11"/>
      </w:pPr>
      <w:r w:rsidRPr="0051066F">
        <w:t>Objednatel se zavazuje řádně provedené Dílo převzít a zaplatit za řádně provedené Dílo Cenu.</w:t>
      </w:r>
    </w:p>
    <w:p w14:paraId="632165FB" w14:textId="7A0DA8FB" w:rsidR="00697A73" w:rsidRPr="00177AF7" w:rsidRDefault="00697A73" w:rsidP="004878A6">
      <w:pPr>
        <w:pStyle w:val="Nadpis4"/>
        <w:numPr>
          <w:ilvl w:val="0"/>
          <w:numId w:val="5"/>
        </w:numPr>
        <w:ind w:left="425" w:hanging="425"/>
        <w:rPr>
          <w:noProof/>
        </w:rPr>
      </w:pPr>
      <w:r w:rsidRPr="00177AF7">
        <w:rPr>
          <w:noProof/>
        </w:rPr>
        <w:t xml:space="preserve">Další povinnosti </w:t>
      </w:r>
      <w:r w:rsidR="000648CB">
        <w:rPr>
          <w:noProof/>
        </w:rPr>
        <w:t>Z</w:t>
      </w:r>
      <w:r w:rsidRPr="00177AF7">
        <w:rPr>
          <w:noProof/>
        </w:rPr>
        <w:t>hotovitele</w:t>
      </w:r>
    </w:p>
    <w:p w14:paraId="13524579" w14:textId="77777777" w:rsidR="00697A73" w:rsidRPr="00177AF7" w:rsidRDefault="00697A73" w:rsidP="00D87F6B">
      <w:pPr>
        <w:pStyle w:val="Clanek11"/>
      </w:pPr>
      <w:r w:rsidRPr="00177AF7">
        <w:t>Zhotovitel se zavazuje poskytovat v rámci Díla veškerou součinnost, zejména, nikoliv však výlučně:</w:t>
      </w:r>
    </w:p>
    <w:p w14:paraId="563FED07" w14:textId="2C0AD835"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177AF7" w:rsidRDefault="00697A73" w:rsidP="00D87F6B">
      <w:pPr>
        <w:pStyle w:val="Clanek11"/>
      </w:pPr>
      <w:bookmarkStart w:id="2" w:name="_Ref515816753"/>
      <w:r w:rsidRPr="00177AF7">
        <w:t>Zhotovitel se dále zavazuje zejména, nikoliv však výlučně:</w:t>
      </w:r>
      <w:bookmarkEnd w:id="2"/>
    </w:p>
    <w:p w14:paraId="352C05B0" w14:textId="45B0B21D"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bookmarkStart w:id="3" w:name="_Ref516577380"/>
      <w:bookmarkStart w:id="4" w:name="_Hlk25842392"/>
      <w:r w:rsidRPr="00177AF7">
        <w:rPr>
          <w:rFonts w:asciiTheme="majorHAnsi" w:hAnsiTheme="majorHAnsi"/>
          <w:sz w:val="18"/>
          <w:szCs w:val="18"/>
        </w:rPr>
        <w:t>v případě ukončení trvání Smlouvy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3"/>
    </w:p>
    <w:p w14:paraId="016416F6" w14:textId="15BF3F68"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bookmarkStart w:id="5" w:name="_Ref532977265"/>
      <w:bookmarkStart w:id="6" w:name="_Ref515816760"/>
      <w:bookmarkEnd w:id="4"/>
      <w:r w:rsidRPr="00177AF7">
        <w:rPr>
          <w:rFonts w:asciiTheme="majorHAnsi" w:hAnsiTheme="majorHAnsi"/>
          <w:sz w:val="18"/>
          <w:szCs w:val="18"/>
        </w:rPr>
        <w:t xml:space="preserve">seznámit se s obchodními podmínkami k Software, který je součástí IT prostředí </w:t>
      </w:r>
      <w:r w:rsidR="00DB5F97">
        <w:rPr>
          <w:rFonts w:asciiTheme="majorHAnsi" w:hAnsiTheme="majorHAnsi"/>
          <w:sz w:val="18"/>
          <w:szCs w:val="18"/>
        </w:rPr>
        <w:t>O</w:t>
      </w:r>
      <w:r w:rsidRPr="00177AF7">
        <w:rPr>
          <w:rFonts w:asciiTheme="majorHAnsi" w:hAnsiTheme="majorHAnsi"/>
          <w:sz w:val="18"/>
          <w:szCs w:val="18"/>
        </w:rPr>
        <w:t>bjednatele, a bude při provádění Díla dle této Smlouvy dbát na</w:t>
      </w:r>
      <w:r w:rsidR="00A1211D" w:rsidRPr="00177AF7">
        <w:rPr>
          <w:rFonts w:asciiTheme="majorHAnsi" w:hAnsiTheme="majorHAnsi"/>
          <w:sz w:val="18"/>
          <w:szCs w:val="18"/>
        </w:rPr>
        <w:t xml:space="preserve">d </w:t>
      </w:r>
      <w:r w:rsidRPr="00177AF7">
        <w:rPr>
          <w:rFonts w:asciiTheme="majorHAnsi" w:hAnsiTheme="majorHAnsi"/>
          <w:sz w:val="18"/>
          <w:szCs w:val="18"/>
        </w:rPr>
        <w:t>jejich dodržování;</w:t>
      </w:r>
      <w:bookmarkEnd w:id="5"/>
      <w:r w:rsidRPr="00177AF7">
        <w:rPr>
          <w:rFonts w:asciiTheme="majorHAnsi" w:hAnsiTheme="majorHAnsi"/>
          <w:sz w:val="18"/>
          <w:szCs w:val="18"/>
        </w:rPr>
        <w:t xml:space="preserve"> </w:t>
      </w:r>
      <w:bookmarkEnd w:id="6"/>
    </w:p>
    <w:p w14:paraId="3ADB033E" w14:textId="5BC36398" w:rsidR="00697A73" w:rsidRPr="00177AF7" w:rsidRDefault="00697A73" w:rsidP="00D87F6B">
      <w:pPr>
        <w:pStyle w:val="Clanek11"/>
      </w:pPr>
      <w:r w:rsidRPr="00177AF7">
        <w:t>V případě jednostranného ukončení této Smlouvy anebo jejího zániku jiným způsobem než splněním, má Objednatel, není-li sjednáno jinak, právo:</w:t>
      </w:r>
    </w:p>
    <w:p w14:paraId="7F1826AE"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vrátit veškeré či pouze některé dodané části předmětu Díla Zhotoviteli; nebo</w:t>
      </w:r>
    </w:p>
    <w:p w14:paraId="5C90D426"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ponechat si veškeré či pouze některé dodané části předmětu Díla.</w:t>
      </w:r>
    </w:p>
    <w:p w14:paraId="3B27A839" w14:textId="60BBEA07" w:rsidR="00697A73" w:rsidRPr="00177AF7" w:rsidRDefault="00697A73" w:rsidP="00D87F6B">
      <w:pPr>
        <w:pStyle w:val="Clanek11"/>
      </w:pPr>
      <w:bookmarkStart w:id="7" w:name="_Ref532385858"/>
      <w:r w:rsidRPr="00177AF7">
        <w:t xml:space="preserve">Pro vyloučení pochybností si Strany sjednávají, že ustanovení tohoto </w:t>
      </w:r>
      <w:r w:rsidR="0070654E">
        <w:t>článku</w:t>
      </w:r>
      <w:r w:rsidRPr="00177AF7">
        <w:t xml:space="preserve"> se použije pro ty části Díla, ohledně kterých dosud neproběhla akceptace, i pro ty části Díla, ohledně kterých již akceptace proběhla.</w:t>
      </w:r>
      <w:bookmarkEnd w:id="7"/>
    </w:p>
    <w:p w14:paraId="7B6D5431" w14:textId="77777777" w:rsidR="00697A73" w:rsidRPr="00177AF7" w:rsidRDefault="00697A73" w:rsidP="00D87F6B">
      <w:pPr>
        <w:pStyle w:val="Clanek11"/>
      </w:pPr>
      <w:r w:rsidRPr="00177AF7">
        <w:t xml:space="preserve">Rozhodne-li se Objednatel vrátit části předmětu Díla, musí je vrátit bez zbytečného odkladu. </w:t>
      </w:r>
    </w:p>
    <w:p w14:paraId="2C43D290" w14:textId="75C7644F" w:rsidR="00697A73" w:rsidRPr="00177AF7" w:rsidRDefault="00697A73" w:rsidP="00D87F6B">
      <w:pPr>
        <w:pStyle w:val="Clanek11"/>
      </w:pPr>
      <w:bookmarkStart w:id="8" w:name="_Ref532385884"/>
      <w:r w:rsidRPr="00177AF7">
        <w:t>Za části předmětu Díla, ke kterým Objednatel uplatní své právo na ponechání si předmětu Díla</w:t>
      </w:r>
      <w:r w:rsidR="00DB5F97">
        <w:t>,</w:t>
      </w:r>
      <w:r w:rsidRPr="00177AF7">
        <w:t xml:space="preserve"> má Zhotovitel nárok na zaplacení části Ceny pouze v rozsahu, ve kterém má Objednatel z předmětné nevrácené části předmětu Díla prospěch.</w:t>
      </w:r>
      <w:bookmarkEnd w:id="8"/>
      <w:r w:rsidRPr="00177AF7">
        <w:t xml:space="preserve"> </w:t>
      </w:r>
    </w:p>
    <w:p w14:paraId="40F1B468" w14:textId="71D0B4C1" w:rsidR="00697A73" w:rsidRPr="00177AF7" w:rsidRDefault="00697A73" w:rsidP="00D87F6B">
      <w:pPr>
        <w:pStyle w:val="Clanek11"/>
      </w:pPr>
      <w:r w:rsidRPr="00177AF7">
        <w:t xml:space="preserve">V případě, že smluvní vztah založený touto Smlouvou zanikne v důsledku odstoupení Zhotovitele, má Zhotovitel nárok na úhradu účelně vynaložených nákladů, které jsou </w:t>
      </w:r>
      <w:r w:rsidRPr="00177AF7">
        <w:lastRenderedPageBreak/>
        <w:t>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6D89EE9F" w:rsidR="00697A73" w:rsidRPr="00177AF7" w:rsidRDefault="00697A73" w:rsidP="00D87F6B">
      <w:pPr>
        <w:pStyle w:val="Clanek11"/>
      </w:pPr>
      <w:r w:rsidRPr="00177AF7">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74840F3D" w:rsidR="00697A73" w:rsidRPr="00177AF7" w:rsidRDefault="00697A73" w:rsidP="00D87F6B">
      <w:pPr>
        <w:pStyle w:val="Clanek11"/>
      </w:pPr>
      <w:bookmarkStart w:id="9" w:name="_Ref532375448"/>
      <w:r w:rsidRPr="00177AF7">
        <w:t xml:space="preserve">Zhotovitel se zavazuje nejpozději </w:t>
      </w:r>
      <w:r w:rsidRPr="009B6795">
        <w:t>do deseti (10) dnů od</w:t>
      </w:r>
      <w:r w:rsidRPr="00177AF7">
        <w:t> zániku smluvního vztahu založeného touto Smlouvou:</w:t>
      </w:r>
      <w:bookmarkEnd w:id="9"/>
    </w:p>
    <w:p w14:paraId="6A01A239" w14:textId="0DB5630A"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připravit aktualizovanou Dokumentaci S</w:t>
      </w:r>
      <w:r w:rsidR="00A1211D" w:rsidRPr="00177AF7">
        <w:rPr>
          <w:rFonts w:asciiTheme="majorHAnsi" w:hAnsiTheme="majorHAnsi"/>
          <w:sz w:val="18"/>
          <w:szCs w:val="18"/>
        </w:rPr>
        <w:t>oftware</w:t>
      </w:r>
      <w:r w:rsidRPr="00177AF7">
        <w:rPr>
          <w:rFonts w:asciiTheme="majorHAnsi" w:hAnsiTheme="majorHAnsi"/>
          <w:sz w:val="18"/>
          <w:szCs w:val="18"/>
        </w:rPr>
        <w:t xml:space="preserve"> a IT prostředí objednatele, obsahující zejména, nikoliv však výlučně: </w:t>
      </w:r>
    </w:p>
    <w:p w14:paraId="5BB94716"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Dokumentaci – detailní popis fungování a návrh implementace, který zahrnuje:</w:t>
      </w:r>
    </w:p>
    <w:p w14:paraId="6DE903C9"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procesní Dokumentace (včetně detailních popisů procesů);</w:t>
      </w:r>
    </w:p>
    <w:p w14:paraId="1F432C55"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bezpečnostní Dokumentace;</w:t>
      </w:r>
    </w:p>
    <w:p w14:paraId="35DD7AEF" w14:textId="6EC3BF36"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řešení vysoké dostupnosti S</w:t>
      </w:r>
      <w:r w:rsidR="00A1211D" w:rsidRPr="00177AF7">
        <w:rPr>
          <w:rFonts w:asciiTheme="majorHAnsi" w:hAnsiTheme="majorHAnsi"/>
        </w:rPr>
        <w:t>oftware</w:t>
      </w:r>
      <w:r w:rsidRPr="00177AF7">
        <w:rPr>
          <w:rFonts w:asciiTheme="majorHAnsi" w:hAnsiTheme="majorHAnsi"/>
        </w:rPr>
        <w:t>;</w:t>
      </w:r>
    </w:p>
    <w:p w14:paraId="0CC1E1FE"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konfigurace Databází;</w:t>
      </w:r>
    </w:p>
    <w:p w14:paraId="05078579"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nastavení Standardního software;</w:t>
      </w:r>
    </w:p>
    <w:p w14:paraId="0C982F47" w14:textId="6C686FD9"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uceleného modelu S</w:t>
      </w:r>
      <w:r w:rsidR="00A1211D" w:rsidRPr="00177AF7">
        <w:rPr>
          <w:rFonts w:asciiTheme="majorHAnsi" w:hAnsiTheme="majorHAnsi"/>
        </w:rPr>
        <w:t>oftware</w:t>
      </w:r>
      <w:r w:rsidRPr="00177AF7">
        <w:rPr>
          <w:rFonts w:asciiTheme="majorHAnsi" w:hAnsiTheme="majorHAnsi"/>
        </w:rPr>
        <w:t xml:space="preserve"> (logický doménový model, detailní datový model, hierarchický komponentní model apod.)</w:t>
      </w:r>
      <w:r w:rsidR="00DB5F97">
        <w:rPr>
          <w:rFonts w:asciiTheme="majorHAnsi" w:hAnsiTheme="majorHAnsi"/>
        </w:rPr>
        <w:t>;</w:t>
      </w:r>
    </w:p>
    <w:p w14:paraId="39F07C20" w14:textId="4319FC1B"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správy uživatelů a externích rozhraní</w:t>
      </w:r>
      <w:r w:rsidR="00DB5F97">
        <w:rPr>
          <w:rFonts w:asciiTheme="majorHAnsi" w:hAnsiTheme="majorHAnsi"/>
        </w:rPr>
        <w:t>;</w:t>
      </w:r>
    </w:p>
    <w:p w14:paraId="7005E4B9" w14:textId="4CA51405"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úplný a aktuální Zdrojový kód</w:t>
      </w:r>
      <w:r w:rsidR="00DB5F97">
        <w:rPr>
          <w:rFonts w:asciiTheme="majorHAnsi" w:hAnsiTheme="majorHAnsi"/>
          <w:sz w:val="18"/>
          <w:szCs w:val="18"/>
        </w:rPr>
        <w:t>;</w:t>
      </w:r>
      <w:r w:rsidRPr="00177AF7">
        <w:rPr>
          <w:rFonts w:asciiTheme="majorHAnsi" w:hAnsiTheme="majorHAnsi"/>
          <w:sz w:val="18"/>
          <w:szCs w:val="18"/>
        </w:rPr>
        <w:t xml:space="preserve"> </w:t>
      </w:r>
    </w:p>
    <w:p w14:paraId="2D248B50" w14:textId="77777777" w:rsidR="00697A73" w:rsidRPr="00177AF7" w:rsidRDefault="00697A73" w:rsidP="004878A6">
      <w:pPr>
        <w:pStyle w:val="Claneki"/>
        <w:keepNext w:val="0"/>
        <w:numPr>
          <w:ilvl w:val="3"/>
          <w:numId w:val="5"/>
        </w:numPr>
        <w:spacing w:before="0"/>
        <w:ind w:left="2126" w:hanging="567"/>
        <w:jc w:val="left"/>
        <w:rPr>
          <w:rFonts w:asciiTheme="majorHAnsi" w:hAnsiTheme="majorHAnsi"/>
          <w:sz w:val="18"/>
          <w:szCs w:val="18"/>
        </w:rPr>
      </w:pPr>
      <w:r w:rsidRPr="00177AF7">
        <w:rPr>
          <w:rFonts w:asciiTheme="majorHAnsi" w:hAnsiTheme="maj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177AF7">
        <w:rPr>
          <w:rFonts w:asciiTheme="majorHAnsi" w:hAnsiTheme="majorHAnsi"/>
          <w:sz w:val="18"/>
          <w:szCs w:val="18"/>
        </w:rPr>
        <w:t>jobů</w:t>
      </w:r>
      <w:proofErr w:type="spellEnd"/>
      <w:r w:rsidRPr="00177AF7">
        <w:rPr>
          <w:rFonts w:asciiTheme="majorHAnsi" w:hAnsiTheme="majorHAnsi"/>
          <w:sz w:val="18"/>
          <w:szCs w:val="18"/>
        </w:rPr>
        <w:t xml:space="preserve"> atd. a hesel k </w:t>
      </w:r>
      <w:proofErr w:type="gramStart"/>
      <w:r w:rsidRPr="00177AF7">
        <w:rPr>
          <w:rFonts w:asciiTheme="majorHAnsi" w:hAnsiTheme="majorHAnsi"/>
          <w:sz w:val="18"/>
          <w:szCs w:val="18"/>
        </w:rPr>
        <w:t>management</w:t>
      </w:r>
      <w:proofErr w:type="gramEnd"/>
      <w:r w:rsidRPr="00177AF7">
        <w:rPr>
          <w:rFonts w:asciiTheme="majorHAnsi" w:hAnsiTheme="majorHAnsi"/>
          <w:sz w:val="18"/>
          <w:szCs w:val="18"/>
        </w:rPr>
        <w:t xml:space="preserve"> rozhraní jednotlivých komponent a zařízení;</w:t>
      </w:r>
    </w:p>
    <w:p w14:paraId="6E014A83" w14:textId="74E27039"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seznam platných Zhotovitelových uživatelských účtů</w:t>
      </w:r>
      <w:r w:rsidR="000C11DA">
        <w:rPr>
          <w:rFonts w:asciiTheme="majorHAnsi" w:hAnsiTheme="majorHAnsi"/>
          <w:sz w:val="18"/>
          <w:szCs w:val="18"/>
        </w:rPr>
        <w:t xml:space="preserve"> </w:t>
      </w:r>
      <w:r w:rsidR="000C11DA" w:rsidRPr="000C11DA">
        <w:rPr>
          <w:rFonts w:asciiTheme="majorHAnsi" w:hAnsiTheme="majorHAnsi"/>
          <w:sz w:val="18"/>
          <w:szCs w:val="18"/>
        </w:rPr>
        <w:t>a souvisejících technických prostředků</w:t>
      </w:r>
      <w:r w:rsidRPr="00177AF7">
        <w:rPr>
          <w:rFonts w:asciiTheme="majorHAnsi" w:hAnsiTheme="majorHAnsi"/>
          <w:sz w:val="18"/>
          <w:szCs w:val="18"/>
        </w:rPr>
        <w:t xml:space="preserve"> za všechna prostředí;</w:t>
      </w:r>
    </w:p>
    <w:p w14:paraId="4294643F" w14:textId="73FDE3DF"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seznam všech užitých certifikátů s uvedením doby platnosti včetně popisu</w:t>
      </w:r>
      <w:r w:rsidR="00DB5F97">
        <w:rPr>
          <w:rFonts w:asciiTheme="majorHAnsi" w:hAnsiTheme="majorHAnsi"/>
          <w:sz w:val="18"/>
          <w:szCs w:val="18"/>
        </w:rPr>
        <w:t xml:space="preserve"> </w:t>
      </w:r>
      <w:r w:rsidRPr="00177AF7">
        <w:rPr>
          <w:rFonts w:asciiTheme="majorHAnsi" w:hAnsiTheme="majorHAnsi"/>
          <w:sz w:val="18"/>
          <w:szCs w:val="18"/>
        </w:rPr>
        <w:t>a podrobného postupu pro jejich obnovu;</w:t>
      </w:r>
    </w:p>
    <w:p w14:paraId="51D6AB03"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aktuální a úplnou verzi </w:t>
      </w:r>
      <w:proofErr w:type="spellStart"/>
      <w:r w:rsidRPr="00177AF7">
        <w:rPr>
          <w:rFonts w:asciiTheme="majorHAnsi" w:hAnsiTheme="majorHAnsi"/>
          <w:sz w:val="18"/>
          <w:szCs w:val="18"/>
        </w:rPr>
        <w:t>Configuration</w:t>
      </w:r>
      <w:proofErr w:type="spellEnd"/>
      <w:r w:rsidRPr="00177AF7">
        <w:rPr>
          <w:rFonts w:asciiTheme="majorHAnsi" w:hAnsiTheme="majorHAnsi"/>
          <w:sz w:val="18"/>
          <w:szCs w:val="18"/>
        </w:rPr>
        <w:t xml:space="preserve"> management database;</w:t>
      </w:r>
    </w:p>
    <w:p w14:paraId="2DB2B311"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popis </w:t>
      </w:r>
      <w:proofErr w:type="spellStart"/>
      <w:r w:rsidRPr="00177AF7">
        <w:rPr>
          <w:rFonts w:asciiTheme="majorHAnsi" w:hAnsiTheme="majorHAnsi"/>
          <w:sz w:val="18"/>
          <w:szCs w:val="18"/>
        </w:rPr>
        <w:t>high</w:t>
      </w:r>
      <w:proofErr w:type="spellEnd"/>
      <w:r w:rsidRPr="00177AF7">
        <w:rPr>
          <w:rFonts w:asciiTheme="majorHAnsi" w:hAnsiTheme="majorHAnsi"/>
          <w:sz w:val="18"/>
          <w:szCs w:val="18"/>
        </w:rPr>
        <w:t xml:space="preserve"> </w:t>
      </w:r>
      <w:proofErr w:type="spellStart"/>
      <w:r w:rsidRPr="00177AF7">
        <w:rPr>
          <w:rFonts w:asciiTheme="majorHAnsi" w:hAnsiTheme="majorHAnsi"/>
          <w:sz w:val="18"/>
          <w:szCs w:val="18"/>
        </w:rPr>
        <w:t>level</w:t>
      </w:r>
      <w:proofErr w:type="spellEnd"/>
      <w:r w:rsidRPr="00177AF7">
        <w:rPr>
          <w:rFonts w:asciiTheme="majorHAnsi" w:hAnsiTheme="majorHAnsi"/>
          <w:sz w:val="18"/>
          <w:szCs w:val="18"/>
        </w:rPr>
        <w:t xml:space="preserve"> architektury včetně popisu aplikační vrstvy;</w:t>
      </w:r>
    </w:p>
    <w:p w14:paraId="3B8C5BDB"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aktuální SQL skript pro založení databáze a obsah číselníků;</w:t>
      </w:r>
    </w:p>
    <w:p w14:paraId="12ACC1BE" w14:textId="404E86FE"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aktuální seznam otevřených požadavků v </w:t>
      </w:r>
      <w:proofErr w:type="spellStart"/>
      <w:r w:rsidR="00CA4847">
        <w:rPr>
          <w:rFonts w:asciiTheme="majorHAnsi" w:hAnsiTheme="majorHAnsi"/>
          <w:sz w:val="18"/>
          <w:szCs w:val="18"/>
        </w:rPr>
        <w:t>Helpd</w:t>
      </w:r>
      <w:r w:rsidRPr="00177AF7">
        <w:rPr>
          <w:rFonts w:asciiTheme="majorHAnsi" w:hAnsiTheme="majorHAnsi"/>
          <w:sz w:val="18"/>
          <w:szCs w:val="18"/>
        </w:rPr>
        <w:t>esk</w:t>
      </w:r>
      <w:proofErr w:type="spellEnd"/>
      <w:r w:rsidRPr="00177AF7">
        <w:rPr>
          <w:rFonts w:asciiTheme="majorHAnsi" w:hAnsiTheme="majorHAnsi"/>
          <w:sz w:val="18"/>
          <w:szCs w:val="18"/>
        </w:rPr>
        <w:t>;</w:t>
      </w:r>
    </w:p>
    <w:p w14:paraId="0891600E" w14:textId="1F9D94D1" w:rsidR="00697A73" w:rsidRPr="008F37FD"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8F37FD">
        <w:rPr>
          <w:rFonts w:asciiTheme="majorHAnsi" w:hAnsiTheme="majorHAnsi"/>
          <w:sz w:val="18"/>
          <w:szCs w:val="18"/>
        </w:rPr>
        <w:t xml:space="preserve">předložit Objednateli vypracovanou kalkulaci finanční hodnoty provedeného plnění a návrh finančního vypořádání, zejména s přihlédnutím k okamžiku zániku smluvního závazkového vztahu založeného </w:t>
      </w:r>
      <w:r w:rsidR="000648CB" w:rsidRPr="008F37FD">
        <w:rPr>
          <w:rFonts w:asciiTheme="majorHAnsi" w:hAnsiTheme="majorHAnsi"/>
          <w:sz w:val="18"/>
          <w:szCs w:val="18"/>
        </w:rPr>
        <w:t xml:space="preserve">touto </w:t>
      </w:r>
      <w:r w:rsidRPr="008F37FD">
        <w:rPr>
          <w:rFonts w:asciiTheme="majorHAnsi" w:hAnsiTheme="majorHAnsi"/>
          <w:sz w:val="18"/>
          <w:szCs w:val="18"/>
        </w:rPr>
        <w:t>Smlouvou</w:t>
      </w:r>
      <w:r w:rsidR="000648CB" w:rsidRPr="008F37FD">
        <w:rPr>
          <w:rFonts w:asciiTheme="majorHAnsi" w:hAnsiTheme="majorHAnsi"/>
          <w:sz w:val="18"/>
          <w:szCs w:val="18"/>
        </w:rPr>
        <w:t>.</w:t>
      </w:r>
    </w:p>
    <w:p w14:paraId="75FC9F94" w14:textId="42422BC2" w:rsidR="00697A73" w:rsidRPr="00BB059B" w:rsidRDefault="00697A73" w:rsidP="00D87F6B">
      <w:pPr>
        <w:pStyle w:val="Clanek11"/>
      </w:pPr>
      <w:r w:rsidRPr="00177AF7">
        <w:t xml:space="preserve">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w:t>
      </w:r>
      <w:r w:rsidRPr="00D93D54">
        <w:t>patnácti (15) pracovních dnů od</w:t>
      </w:r>
      <w:r w:rsidRPr="00177AF7">
        <w:t xml:space="preserve"> písemného upozornění ze strany Objednatele, jeho postup bude chápán jako podstatné porušení této Smlouvy.</w:t>
      </w:r>
      <w:bookmarkStart w:id="10" w:name="_Toc523664366"/>
      <w:bookmarkStart w:id="11" w:name="_Toc523680541"/>
      <w:bookmarkStart w:id="12" w:name="_Toc532374284"/>
      <w:bookmarkStart w:id="13" w:name="_Toc532374889"/>
      <w:bookmarkStart w:id="14" w:name="_Toc532374974"/>
      <w:bookmarkStart w:id="15" w:name="_Toc532390696"/>
      <w:bookmarkStart w:id="16" w:name="_Toc532390791"/>
      <w:bookmarkStart w:id="17" w:name="_Toc532393615"/>
      <w:bookmarkStart w:id="18" w:name="_Toc532394736"/>
      <w:bookmarkStart w:id="19" w:name="_Toc532545751"/>
      <w:bookmarkStart w:id="20" w:name="_Toc532627043"/>
      <w:bookmarkStart w:id="21" w:name="_Toc532627298"/>
      <w:bookmarkStart w:id="22" w:name="_Toc532979415"/>
      <w:bookmarkStart w:id="23" w:name="_Toc532991346"/>
      <w:bookmarkStart w:id="24" w:name="_Toc532992040"/>
      <w:bookmarkStart w:id="25" w:name="_Toc533076300"/>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76ACBA7D" w14:textId="77777777" w:rsidR="00C6288E" w:rsidRPr="00177AF7" w:rsidRDefault="00C6288E" w:rsidP="004878A6">
      <w:pPr>
        <w:pStyle w:val="Nadpis4"/>
        <w:numPr>
          <w:ilvl w:val="0"/>
          <w:numId w:val="5"/>
        </w:numPr>
        <w:ind w:left="425" w:hanging="425"/>
        <w:rPr>
          <w:noProof/>
        </w:rPr>
      </w:pPr>
      <w:r w:rsidRPr="00177AF7">
        <w:rPr>
          <w:noProof/>
        </w:rPr>
        <w:lastRenderedPageBreak/>
        <w:t>Doba a místo plnění</w:t>
      </w:r>
    </w:p>
    <w:p w14:paraId="5B7B400D" w14:textId="11035600" w:rsidR="00C6288E" w:rsidRDefault="00C6288E" w:rsidP="00D87F6B">
      <w:pPr>
        <w:pStyle w:val="Clanek11"/>
        <w:rPr>
          <w:noProof/>
        </w:rPr>
      </w:pPr>
      <w:r w:rsidRPr="00177AF7">
        <w:t xml:space="preserve">Provádění Plnění bude zahájeno </w:t>
      </w:r>
      <w:r w:rsidRPr="008F6B5C">
        <w:t>ode dne nabytí účinnosti této Smlouvy</w:t>
      </w:r>
      <w:r w:rsidR="008F6B5C" w:rsidRPr="008F6B5C">
        <w:t>.</w:t>
      </w:r>
    </w:p>
    <w:p w14:paraId="39977DCD" w14:textId="2E57FBEE" w:rsidR="00C23458" w:rsidRPr="00177AF7" w:rsidRDefault="00C23458" w:rsidP="00D87F6B">
      <w:pPr>
        <w:pStyle w:val="Clanek11"/>
        <w:rPr>
          <w:noProof/>
        </w:rPr>
      </w:pPr>
      <w:r w:rsidRPr="008F6B5C">
        <w:t xml:space="preserve">Plnění musí být dokončeno nejpozději do </w:t>
      </w:r>
      <w:r w:rsidR="008F6B5C" w:rsidRPr="009B6795">
        <w:t>5 měsíců</w:t>
      </w:r>
      <w:r w:rsidR="008F6B5C" w:rsidRPr="008F6B5C">
        <w:t xml:space="preserve"> ode dne nabytí účinnosti této</w:t>
      </w:r>
      <w:r w:rsidR="008F6B5C">
        <w:t xml:space="preserve"> Smlouvy.</w:t>
      </w:r>
    </w:p>
    <w:p w14:paraId="335147AD" w14:textId="7BA80090" w:rsidR="00C6288E" w:rsidRPr="00CD23BD" w:rsidRDefault="00C6288E" w:rsidP="00D87F6B">
      <w:pPr>
        <w:pStyle w:val="Clanek11"/>
        <w:rPr>
          <w:noProof/>
        </w:rPr>
      </w:pPr>
      <w:r w:rsidRPr="00CD23BD">
        <w:rPr>
          <w:noProof/>
        </w:rPr>
        <w:t xml:space="preserve">Místem plnění jsou místa umístění IT prostředí </w:t>
      </w:r>
      <w:r w:rsidR="0070654E" w:rsidRPr="00CD23BD">
        <w:rPr>
          <w:noProof/>
        </w:rPr>
        <w:t>o</w:t>
      </w:r>
      <w:r w:rsidRPr="00CD23BD">
        <w:rPr>
          <w:noProof/>
        </w:rPr>
        <w:t>bjednatele, které je popsáno v</w:t>
      </w:r>
      <w:r w:rsidR="0063111E" w:rsidRPr="00CD23BD">
        <w:rPr>
          <w:noProof/>
        </w:rPr>
        <w:t xml:space="preserve"> Příloze č. </w:t>
      </w:r>
      <w:r w:rsidR="00CD183A" w:rsidRPr="00CD23BD">
        <w:rPr>
          <w:noProof/>
        </w:rPr>
        <w:t>5</w:t>
      </w:r>
      <w:r w:rsidR="00F75906" w:rsidRPr="00CD23BD">
        <w:rPr>
          <w:noProof/>
        </w:rPr>
        <w:t xml:space="preserve"> </w:t>
      </w:r>
      <w:r w:rsidRPr="00CD23BD">
        <w:rPr>
          <w:noProof/>
        </w:rPr>
        <w:t xml:space="preserve">Smlouvy </w:t>
      </w:r>
      <w:r w:rsidRPr="00CD23BD">
        <w:rPr>
          <w:i/>
          <w:noProof/>
        </w:rPr>
        <w:t xml:space="preserve">Platforma </w:t>
      </w:r>
      <w:r w:rsidR="00D93D54" w:rsidRPr="00CD23BD">
        <w:rPr>
          <w:i/>
          <w:noProof/>
        </w:rPr>
        <w:t>Správy železnic</w:t>
      </w:r>
      <w:r w:rsidRPr="00CD23BD">
        <w:rPr>
          <w:noProof/>
        </w:rPr>
        <w:t>.</w:t>
      </w:r>
    </w:p>
    <w:p w14:paraId="37B24A21" w14:textId="01056623" w:rsidR="0053123F" w:rsidRPr="00CD23BD" w:rsidRDefault="0053123F" w:rsidP="00D87F6B">
      <w:pPr>
        <w:pStyle w:val="Clanek11"/>
        <w:rPr>
          <w:noProof/>
        </w:rPr>
      </w:pPr>
      <w:bookmarkStart w:id="26" w:name="_Ref515469105"/>
      <w:r w:rsidRPr="00CD23BD">
        <w:t>Dílo bude Zhotovitel provádět v termínech sjednaných v </w:t>
      </w:r>
      <w:r w:rsidR="0063111E" w:rsidRPr="00CD23BD">
        <w:t xml:space="preserve">Příloze </w:t>
      </w:r>
      <w:proofErr w:type="gramStart"/>
      <w:r w:rsidR="0063111E" w:rsidRPr="00CD23BD">
        <w:t xml:space="preserve">č. </w:t>
      </w:r>
      <w:r w:rsidR="00F9298E" w:rsidRPr="00CD23BD">
        <w:t>4</w:t>
      </w:r>
      <w:r w:rsidRPr="00CD23BD">
        <w:t xml:space="preserve"> </w:t>
      </w:r>
      <w:r w:rsidR="00F75906" w:rsidRPr="00CD23BD">
        <w:rPr>
          <w:i/>
        </w:rPr>
        <w:t>H</w:t>
      </w:r>
      <w:r w:rsidRPr="00CD23BD">
        <w:rPr>
          <w:i/>
        </w:rPr>
        <w:t>armonogram</w:t>
      </w:r>
      <w:bookmarkEnd w:id="26"/>
      <w:proofErr w:type="gramEnd"/>
      <w:r w:rsidR="00F75906" w:rsidRPr="00CD23BD">
        <w:t>.</w:t>
      </w:r>
    </w:p>
    <w:p w14:paraId="4DD2AEBA" w14:textId="7A27A4D9" w:rsidR="0053123F" w:rsidRPr="00177AF7" w:rsidRDefault="0053123F" w:rsidP="00D87F6B">
      <w:pPr>
        <w:pStyle w:val="Clanek11"/>
      </w:pPr>
      <w:r w:rsidRPr="00177AF7">
        <w:t xml:space="preserve">Zhotovitel se zavazuje provést Dílo tak, aby předání a převzetí Díla a jednotlivých výstupů plnění této Smlouvy bylo dokončeno nejpozději v den, který je uveden pro dotčený výstup v Harmonogramu. Změna Harmonogramu je možná pouze v souladu s touto Smlouvou a za podmínek ZZVZ. </w:t>
      </w:r>
    </w:p>
    <w:p w14:paraId="7D39317D" w14:textId="3F2018DA" w:rsidR="00C6288E" w:rsidRPr="007C4CD7" w:rsidRDefault="0053123F" w:rsidP="00D87F6B">
      <w:pPr>
        <w:pStyle w:val="Clanek11"/>
      </w:pPr>
      <w:bookmarkStart w:id="27" w:name="_Toc378517741"/>
      <w:bookmarkStart w:id="28" w:name="_Toc378519047"/>
      <w:bookmarkStart w:id="29" w:name="_Toc378536401"/>
      <w:bookmarkStart w:id="30" w:name="_Toc378536571"/>
      <w:bookmarkStart w:id="31" w:name="_Toc378536616"/>
      <w:bookmarkStart w:id="32" w:name="_Toc378536795"/>
      <w:bookmarkStart w:id="33" w:name="_Toc378536886"/>
      <w:bookmarkEnd w:id="27"/>
      <w:bookmarkEnd w:id="28"/>
      <w:bookmarkEnd w:id="29"/>
      <w:bookmarkEnd w:id="30"/>
      <w:bookmarkEnd w:id="31"/>
      <w:bookmarkEnd w:id="32"/>
      <w:bookmarkEnd w:id="33"/>
      <w:r w:rsidRPr="00177AF7">
        <w:t>Zhotovitel bude provádět Dílo vzdáleným přístupem (</w:t>
      </w:r>
      <w:proofErr w:type="spellStart"/>
      <w:r w:rsidRPr="00177AF7">
        <w:rPr>
          <w:i/>
        </w:rPr>
        <w:t>off-site</w:t>
      </w:r>
      <w:proofErr w:type="spellEnd"/>
      <w:r w:rsidRPr="00177AF7">
        <w:t xml:space="preserve">), a pokud to povaha plnění </w:t>
      </w:r>
      <w:r w:rsidR="000648CB">
        <w:t xml:space="preserve">dle </w:t>
      </w:r>
      <w:r w:rsidRPr="00177AF7">
        <w:t>této Smlouvy umožňuje a není to v rozporu s požadavky Objednatele, tak také na místě (</w:t>
      </w:r>
      <w:r w:rsidRPr="00177AF7">
        <w:rPr>
          <w:i/>
        </w:rPr>
        <w:t>on-</w:t>
      </w:r>
      <w:proofErr w:type="spellStart"/>
      <w:r w:rsidRPr="00177AF7">
        <w:rPr>
          <w:i/>
        </w:rPr>
        <w:t>site</w:t>
      </w:r>
      <w:proofErr w:type="spellEnd"/>
      <w:r w:rsidRPr="00177AF7">
        <w:t xml:space="preserve">); Objednatel poskytne Zhotoviteli potřebnou součinnost a přihlašovací údaje pro provádění Díla vzdáleným přístupem. </w:t>
      </w:r>
    </w:p>
    <w:p w14:paraId="439ED682" w14:textId="6831C96B" w:rsidR="00C6288E" w:rsidRPr="007C4CD7" w:rsidRDefault="00C6288E" w:rsidP="004878A6">
      <w:pPr>
        <w:pStyle w:val="Nadpis4"/>
        <w:numPr>
          <w:ilvl w:val="0"/>
          <w:numId w:val="5"/>
        </w:numPr>
        <w:ind w:left="567" w:hanging="425"/>
      </w:pPr>
      <w:r w:rsidRPr="00177AF7">
        <w:t>Kontaktní osoby</w:t>
      </w:r>
    </w:p>
    <w:p w14:paraId="3F981B62" w14:textId="1CD01602" w:rsidR="00C6288E" w:rsidRPr="00177AF7" w:rsidRDefault="00C6288E" w:rsidP="00D87F6B">
      <w:pPr>
        <w:pStyle w:val="Clanek11"/>
      </w:pPr>
      <w:r w:rsidRPr="00177AF7">
        <w:t xml:space="preserve">Kontaktními osobami za účelem plnění této Smlouvy jsou za </w:t>
      </w:r>
      <w:r w:rsidR="00E60107" w:rsidRPr="00177AF7">
        <w:t>Zhotovitele</w:t>
      </w:r>
      <w:r w:rsidRPr="00177AF7">
        <w:t xml:space="preserve"> </w:t>
      </w:r>
      <w:r w:rsidRPr="00177AF7">
        <w:rPr>
          <w:noProof/>
        </w:rPr>
        <w:t>[</w:t>
      </w:r>
      <w:r w:rsidRPr="00177AF7">
        <w:rPr>
          <w:i/>
          <w:noProof/>
          <w:highlight w:val="green"/>
        </w:rPr>
        <w:t xml:space="preserve">DOPLNÍ </w:t>
      </w:r>
      <w:r w:rsidR="00E60107" w:rsidRPr="00177AF7">
        <w:rPr>
          <w:i/>
          <w:noProof/>
          <w:highlight w:val="green"/>
        </w:rPr>
        <w:t>ZHOTOVITEL</w:t>
      </w:r>
      <w:r w:rsidR="00CF32E8">
        <w:rPr>
          <w:i/>
          <w:noProof/>
          <w:highlight w:val="green"/>
        </w:rPr>
        <w:t xml:space="preserve">: </w:t>
      </w:r>
      <w:r w:rsidR="00CF32E8" w:rsidRPr="006964C8">
        <w:rPr>
          <w:i/>
          <w:noProof/>
          <w:highlight w:val="green"/>
        </w:rPr>
        <w:t>titul, jméno, příjmení,</w:t>
      </w:r>
      <w:r w:rsidR="000648CB">
        <w:rPr>
          <w:i/>
          <w:noProof/>
          <w:highlight w:val="green"/>
        </w:rPr>
        <w:t xml:space="preserve"> telefon,</w:t>
      </w:r>
      <w:r w:rsidR="00CF32E8" w:rsidRPr="006964C8">
        <w:rPr>
          <w:i/>
          <w:noProof/>
          <w:highlight w:val="green"/>
        </w:rPr>
        <w:t xml:space="preserve"> e-mail</w:t>
      </w:r>
      <w:r w:rsidRPr="00177AF7">
        <w:rPr>
          <w:noProof/>
          <w:highlight w:val="green"/>
        </w:rPr>
        <w:t>].</w:t>
      </w:r>
    </w:p>
    <w:p w14:paraId="495F567E" w14:textId="49F7FAF9" w:rsidR="00C6288E" w:rsidRPr="00177AF7" w:rsidRDefault="00C6288E" w:rsidP="00D87F6B">
      <w:pPr>
        <w:pStyle w:val="Clanek11"/>
      </w:pPr>
      <w:r w:rsidRPr="00177AF7">
        <w:t xml:space="preserve">Kontaktními osobami za účelem plnění této Smlouvy jsou za Objednatele </w:t>
      </w:r>
      <w:r w:rsidRPr="00177AF7">
        <w:rPr>
          <w:noProof/>
        </w:rPr>
        <w:t>[</w:t>
      </w:r>
      <w:r w:rsidRPr="00177AF7">
        <w:rPr>
          <w:noProof/>
          <w:highlight w:val="yellow"/>
        </w:rPr>
        <w:t>DOPLNÍ OBJEDNATEL</w:t>
      </w:r>
      <w:r w:rsidR="00CF32E8">
        <w:rPr>
          <w:noProof/>
          <w:highlight w:val="yellow"/>
        </w:rPr>
        <w:t xml:space="preserve">: </w:t>
      </w:r>
      <w:r w:rsidR="00CF32E8" w:rsidRPr="006964C8">
        <w:rPr>
          <w:noProof/>
          <w:highlight w:val="yellow"/>
        </w:rPr>
        <w:t>titul, jméno, příjmení, služební telefon a služební e-mail</w:t>
      </w:r>
      <w:r w:rsidRPr="00177AF7">
        <w:rPr>
          <w:noProof/>
          <w:highlight w:val="yellow"/>
        </w:rPr>
        <w:t>],</w:t>
      </w:r>
    </w:p>
    <w:p w14:paraId="5424A970" w14:textId="02502702" w:rsidR="00C6288E" w:rsidRPr="007C4CD7" w:rsidRDefault="00C6288E" w:rsidP="00D87F6B">
      <w:pPr>
        <w:pStyle w:val="Clanek11"/>
      </w:pPr>
      <w:r w:rsidRPr="00177AF7">
        <w:t xml:space="preserve">Kontaktní osobou Objednatele pro oblast kybernetické bezpečnosti je </w:t>
      </w:r>
      <w:r w:rsidRPr="00177AF7">
        <w:rPr>
          <w:noProof/>
        </w:rPr>
        <w:t>[</w:t>
      </w:r>
      <w:r w:rsidRPr="00177AF7">
        <w:rPr>
          <w:noProof/>
          <w:highlight w:val="yellow"/>
        </w:rPr>
        <w:t>DOPLNÍ OBJEDNATEL</w:t>
      </w:r>
      <w:r w:rsidR="00CF32E8">
        <w:rPr>
          <w:noProof/>
          <w:highlight w:val="yellow"/>
        </w:rPr>
        <w:t xml:space="preserve">: </w:t>
      </w:r>
      <w:r w:rsidR="00CF32E8" w:rsidRPr="006964C8">
        <w:rPr>
          <w:noProof/>
          <w:highlight w:val="yellow"/>
        </w:rPr>
        <w:t>titul, jméno, příjmení, služební telefon a služební e-mail</w:t>
      </w:r>
      <w:r w:rsidRPr="00177AF7">
        <w:rPr>
          <w:noProof/>
          <w:highlight w:val="yellow"/>
        </w:rPr>
        <w:t>]</w:t>
      </w:r>
      <w:r w:rsidRPr="00177AF7">
        <w:rPr>
          <w:noProof/>
        </w:rPr>
        <w:t>.</w:t>
      </w:r>
    </w:p>
    <w:p w14:paraId="160B1A5C" w14:textId="4F9CC154" w:rsidR="00C6288E" w:rsidRPr="007C4CD7" w:rsidRDefault="00C6288E" w:rsidP="004878A6">
      <w:pPr>
        <w:pStyle w:val="Nadpis4"/>
        <w:numPr>
          <w:ilvl w:val="0"/>
          <w:numId w:val="5"/>
        </w:numPr>
        <w:ind w:left="567" w:hanging="425"/>
      </w:pPr>
      <w:r w:rsidRPr="00177AF7">
        <w:t>Cena a platební podmínky</w:t>
      </w:r>
    </w:p>
    <w:p w14:paraId="13AD809D" w14:textId="55EBFBA4" w:rsidR="00A2381D" w:rsidRPr="00177AF7" w:rsidRDefault="00C6288E" w:rsidP="00D87F6B">
      <w:pPr>
        <w:pStyle w:val="Clanek11"/>
      </w:pPr>
      <w:r w:rsidRPr="00177AF7">
        <w:t xml:space="preserve">Cena za předmět plnění dle této Smlouvy je sjednána v souladu s nabídkovou cenou, kterou </w:t>
      </w:r>
      <w:r w:rsidR="00A2381D" w:rsidRPr="00177AF7">
        <w:t xml:space="preserve">Zhotovitel </w:t>
      </w:r>
      <w:r w:rsidRPr="00177AF7">
        <w:t>uvedl ve své nabídce v zadávacím řízení Veřejné zakázky.</w:t>
      </w:r>
    </w:p>
    <w:p w14:paraId="5FC6DF04" w14:textId="24BB817E" w:rsidR="00A2381D" w:rsidRPr="00CD23BD" w:rsidRDefault="00491FA6" w:rsidP="00D87F6B">
      <w:pPr>
        <w:pStyle w:val="Clanek11"/>
      </w:pPr>
      <w:r w:rsidRPr="00CD23BD">
        <w:t xml:space="preserve">Objednatel je povinen zaplatit Zhotoviteli za provedení Díla ve výši </w:t>
      </w:r>
      <w:r w:rsidRPr="00CD23BD">
        <w:rPr>
          <w:highlight w:val="green"/>
        </w:rPr>
        <w:t>………………</w:t>
      </w:r>
      <w:r w:rsidRPr="00CD23BD">
        <w:t xml:space="preserve">. Kč bez DPH („Cena“), výše DPH </w:t>
      </w:r>
      <w:r w:rsidRPr="00CD23BD">
        <w:rPr>
          <w:highlight w:val="green"/>
        </w:rPr>
        <w:t>……………..</w:t>
      </w:r>
      <w:r w:rsidRPr="00CD23BD">
        <w:t xml:space="preserve">, cena včetně DPH </w:t>
      </w:r>
      <w:r w:rsidRPr="00CD23BD">
        <w:rPr>
          <w:highlight w:val="green"/>
        </w:rPr>
        <w:t>………………</w:t>
      </w:r>
      <w:r w:rsidRPr="00CD23BD">
        <w:t>. Výše DPH může být uplatněna v rozdílné výši, než je uvedeno v závislosti na platných právních předpisech ke dni zdanitelného plnění, v takovém případě není zapotřebí uzavírat dodatek k této Smlouvě</w:t>
      </w:r>
      <w:r w:rsidR="0053123F" w:rsidRPr="00CD23BD">
        <w:rPr>
          <w:noProof/>
        </w:rPr>
        <w:t xml:space="preserve">. </w:t>
      </w:r>
    </w:p>
    <w:p w14:paraId="40CD1D7F" w14:textId="1ECD3174" w:rsidR="0053123F" w:rsidRPr="00177AF7" w:rsidRDefault="0053123F" w:rsidP="00D87F6B">
      <w:pPr>
        <w:pStyle w:val="Clanek11"/>
      </w:pPr>
      <w:r w:rsidRPr="00177AF7">
        <w:rPr>
          <w:noProof/>
        </w:rPr>
        <w:t xml:space="preserve">Strany tímto sjednávají, že Cena zahrnuje odměnu za veškeré dodávky, poskytnutí </w:t>
      </w:r>
      <w:r w:rsidR="00A2381D" w:rsidRPr="00177AF7">
        <w:rPr>
          <w:noProof/>
        </w:rPr>
        <w:t>u</w:t>
      </w:r>
      <w:r w:rsidRPr="00177AF7">
        <w:rPr>
          <w:noProof/>
        </w:rPr>
        <w:t xml:space="preserve">dělovaných oprávnění a veškeré činnosti prováděné Zhotovitelem na základě této Smlouvy a také veškeré náklady Zhotovitele spojené s plněním této Smlouvy. </w:t>
      </w:r>
    </w:p>
    <w:p w14:paraId="4C97F744" w14:textId="17F16390" w:rsidR="00C6288E" w:rsidRPr="00177AF7" w:rsidRDefault="00C6288E" w:rsidP="00D87F6B">
      <w:pPr>
        <w:pStyle w:val="Clanek11"/>
      </w:pPr>
      <w:r w:rsidRPr="00177AF7">
        <w:t>DPH bude uplatněna ve výši dle platných právních předpisů ke dni zdanitelného plnění.</w:t>
      </w:r>
    </w:p>
    <w:p w14:paraId="492ACD2B" w14:textId="3F3FE046" w:rsidR="00A2381D" w:rsidRPr="00177AF7" w:rsidRDefault="00C6288E" w:rsidP="00D87F6B">
      <w:pPr>
        <w:pStyle w:val="Clanek11"/>
      </w:pPr>
      <w:bookmarkStart w:id="34" w:name="_Hlk27391226"/>
      <w:r w:rsidRPr="00177AF7">
        <w:t>Cena je výslovně sjednávána jako nejvyšší možná a nepřekročitelná.</w:t>
      </w:r>
      <w:bookmarkEnd w:id="34"/>
    </w:p>
    <w:p w14:paraId="764E24CE" w14:textId="4A4D7F76" w:rsidR="00A2381D" w:rsidRPr="00CD183A" w:rsidRDefault="00A2381D" w:rsidP="00D87F6B">
      <w:pPr>
        <w:pStyle w:val="Clanek11"/>
      </w:pPr>
      <w:r w:rsidRPr="00CD183A">
        <w:rPr>
          <w:noProof/>
        </w:rPr>
        <w:t xml:space="preserve">Právo na zaplacení Ceny Zhotoviteli vzniká (okamžikem, ke kterému je Zhotovitel oprávněn vystavit fakturu) dokončením Díla a vyznačením v Akceptačním protokolu „Akceptováno“. </w:t>
      </w:r>
      <w:r w:rsidR="00E60107" w:rsidRPr="00CD183A">
        <w:rPr>
          <w:noProof/>
        </w:rPr>
        <w:t>Pokud je v Akceptačním protokolu vyznačeno „Akceptováno s výhradou“, vzniká Zhotoviteli právo na zaplacení Ceny až po odstranění vytčených vad.</w:t>
      </w:r>
    </w:p>
    <w:p w14:paraId="2AFD0B22" w14:textId="256C6E3A" w:rsidR="00C6288E" w:rsidRPr="007C4CD7" w:rsidRDefault="00C6288E" w:rsidP="004878A6">
      <w:pPr>
        <w:pStyle w:val="Nadpis4"/>
        <w:numPr>
          <w:ilvl w:val="0"/>
          <w:numId w:val="5"/>
        </w:numPr>
        <w:ind w:left="567" w:hanging="425"/>
      </w:pPr>
      <w:r w:rsidRPr="00177AF7">
        <w:t>Práva duševního vlastnictví</w:t>
      </w:r>
    </w:p>
    <w:p w14:paraId="534F74B0" w14:textId="5D5E164C" w:rsidR="005205DD" w:rsidRPr="007C4CD7" w:rsidRDefault="00C6288E" w:rsidP="00D87F6B">
      <w:pPr>
        <w:pStyle w:val="Clanek11"/>
        <w:rPr>
          <w:noProof/>
        </w:rPr>
      </w:pPr>
      <w:r w:rsidRPr="00CD23BD">
        <w:rPr>
          <w:noProof/>
        </w:rPr>
        <w:t>Pro Software, který je Autorským dílem</w:t>
      </w:r>
      <w:r w:rsidR="00DB5F97" w:rsidRPr="00CD23BD">
        <w:rPr>
          <w:noProof/>
        </w:rPr>
        <w:t>,</w:t>
      </w:r>
      <w:r w:rsidRPr="00CD23BD">
        <w:rPr>
          <w:noProof/>
        </w:rPr>
        <w:t xml:space="preserve"> platí článek 6.1.</w:t>
      </w:r>
      <w:r w:rsidR="0063111E" w:rsidRPr="00CD23BD">
        <w:rPr>
          <w:noProof/>
        </w:rPr>
        <w:t xml:space="preserve"> Přílohy č. </w:t>
      </w:r>
      <w:r w:rsidR="00CD183A" w:rsidRPr="00CD23BD">
        <w:rPr>
          <w:noProof/>
        </w:rPr>
        <w:t>7</w:t>
      </w:r>
      <w:r w:rsidRPr="00CD23BD">
        <w:rPr>
          <w:noProof/>
        </w:rPr>
        <w:t xml:space="preserve"> </w:t>
      </w:r>
      <w:r w:rsidRPr="00CD23BD">
        <w:rPr>
          <w:i/>
          <w:noProof/>
        </w:rPr>
        <w:t>Zvláštní obchodní</w:t>
      </w:r>
      <w:r w:rsidRPr="00D35F37">
        <w:rPr>
          <w:i/>
          <w:noProof/>
        </w:rPr>
        <w:t xml:space="preserve"> podmín</w:t>
      </w:r>
      <w:r w:rsidR="000648CB" w:rsidRPr="00D35F37">
        <w:rPr>
          <w:i/>
          <w:noProof/>
        </w:rPr>
        <w:t>ky</w:t>
      </w:r>
      <w:r w:rsidRPr="005205DD">
        <w:rPr>
          <w:noProof/>
        </w:rPr>
        <w:t>.</w:t>
      </w:r>
    </w:p>
    <w:p w14:paraId="745DB7F4" w14:textId="344A145B" w:rsidR="00C6288E" w:rsidRPr="00177AF7" w:rsidRDefault="00CA4847" w:rsidP="004878A6">
      <w:pPr>
        <w:pStyle w:val="Nadpis4"/>
        <w:numPr>
          <w:ilvl w:val="0"/>
          <w:numId w:val="5"/>
        </w:numPr>
        <w:ind w:left="567" w:hanging="425"/>
        <w:rPr>
          <w:noProof/>
        </w:rPr>
      </w:pPr>
      <w:r>
        <w:rPr>
          <w:noProof/>
        </w:rPr>
        <w:lastRenderedPageBreak/>
        <w:t>Help</w:t>
      </w:r>
      <w:r w:rsidR="00C6288E" w:rsidRPr="00177AF7">
        <w:rPr>
          <w:noProof/>
        </w:rPr>
        <w:t>esk</w:t>
      </w:r>
    </w:p>
    <w:p w14:paraId="4A670074" w14:textId="7AC656A5" w:rsidR="00C6288E" w:rsidRPr="00CD23BD" w:rsidRDefault="00D31CA8" w:rsidP="00D87F6B">
      <w:pPr>
        <w:pStyle w:val="Clanek11"/>
        <w:rPr>
          <w:noProof/>
        </w:rPr>
      </w:pPr>
      <w:r w:rsidRPr="00CD23BD">
        <w:t xml:space="preserve">Zhotovitel </w:t>
      </w:r>
      <w:r w:rsidR="00C6288E" w:rsidRPr="00CD23BD">
        <w:t xml:space="preserve">bude poskytovat </w:t>
      </w:r>
      <w:proofErr w:type="spellStart"/>
      <w:r w:rsidR="00CA4847" w:rsidRPr="00CD23BD">
        <w:t>Helpd</w:t>
      </w:r>
      <w:r w:rsidR="00C6288E" w:rsidRPr="00CD23BD">
        <w:t>esk</w:t>
      </w:r>
      <w:proofErr w:type="spellEnd"/>
      <w:r w:rsidR="00C6288E" w:rsidRPr="00CD23BD">
        <w:t xml:space="preserve"> v režimu </w:t>
      </w:r>
      <w:r w:rsidR="008F6B5C" w:rsidRPr="00CD23BD">
        <w:t>3</w:t>
      </w:r>
      <w:r w:rsidR="00C6288E" w:rsidRPr="00CD23BD">
        <w:t xml:space="preserve"> ve smyslu čl. 10.1.1. </w:t>
      </w:r>
      <w:r w:rsidR="000648CB" w:rsidRPr="00CD23BD">
        <w:rPr>
          <w:noProof/>
        </w:rPr>
        <w:t xml:space="preserve">Přílohy č. </w:t>
      </w:r>
      <w:r w:rsidR="00CD183A" w:rsidRPr="00CD23BD">
        <w:rPr>
          <w:noProof/>
        </w:rPr>
        <w:t>7</w:t>
      </w:r>
      <w:r w:rsidR="000648CB" w:rsidRPr="00CD23BD">
        <w:rPr>
          <w:noProof/>
        </w:rPr>
        <w:t xml:space="preserve"> </w:t>
      </w:r>
      <w:r w:rsidR="000648CB" w:rsidRPr="00CD23BD">
        <w:rPr>
          <w:i/>
          <w:noProof/>
        </w:rPr>
        <w:t>Zvláštní obchodní podmínky</w:t>
      </w:r>
      <w:r w:rsidR="000648CB" w:rsidRPr="00CD23BD">
        <w:rPr>
          <w:noProof/>
        </w:rPr>
        <w:t>.</w:t>
      </w:r>
    </w:p>
    <w:p w14:paraId="68D751F5" w14:textId="25F6F659" w:rsidR="00C6288E" w:rsidRPr="00CD23BD" w:rsidRDefault="00D31CA8" w:rsidP="00D87F6B">
      <w:pPr>
        <w:pStyle w:val="Clanek11"/>
        <w:rPr>
          <w:noProof/>
        </w:rPr>
      </w:pPr>
      <w:r w:rsidRPr="00CD23BD">
        <w:t>Zhotovitel</w:t>
      </w:r>
      <w:r w:rsidR="00C6288E" w:rsidRPr="00CD23BD">
        <w:t xml:space="preserve"> bude provozovat </w:t>
      </w:r>
      <w:proofErr w:type="spellStart"/>
      <w:r w:rsidR="00CA4847" w:rsidRPr="00CD23BD">
        <w:t>Helpd</w:t>
      </w:r>
      <w:r w:rsidR="00C6288E" w:rsidRPr="00CD23BD">
        <w:t>esk</w:t>
      </w:r>
      <w:proofErr w:type="spellEnd"/>
      <w:r w:rsidR="00C6288E" w:rsidRPr="00CD23BD">
        <w:t xml:space="preserve"> v úrovni L2</w:t>
      </w:r>
      <w:r w:rsidR="008F6B5C" w:rsidRPr="00CD23BD">
        <w:t xml:space="preserve"> </w:t>
      </w:r>
      <w:r w:rsidR="00C6288E" w:rsidRPr="00CD23BD">
        <w:t>ve smyslu č</w:t>
      </w:r>
      <w:r w:rsidR="00D93D54" w:rsidRPr="00CD23BD">
        <w:t>l</w:t>
      </w:r>
      <w:r w:rsidR="00C6288E" w:rsidRPr="00CD23BD">
        <w:t xml:space="preserve">. 10.1.4. </w:t>
      </w:r>
      <w:r w:rsidR="0063111E" w:rsidRPr="00CD23BD">
        <w:rPr>
          <w:noProof/>
        </w:rPr>
        <w:t xml:space="preserve">Přílohy č. </w:t>
      </w:r>
      <w:r w:rsidR="00CD183A" w:rsidRPr="00CD23BD">
        <w:rPr>
          <w:noProof/>
        </w:rPr>
        <w:t>7</w:t>
      </w:r>
      <w:r w:rsidR="000648CB" w:rsidRPr="00CD23BD">
        <w:rPr>
          <w:noProof/>
        </w:rPr>
        <w:t xml:space="preserve"> </w:t>
      </w:r>
      <w:r w:rsidR="000648CB" w:rsidRPr="00CD23BD">
        <w:rPr>
          <w:i/>
          <w:noProof/>
        </w:rPr>
        <w:t>Zvláštní obchodní podmínky</w:t>
      </w:r>
      <w:r w:rsidR="000648CB" w:rsidRPr="00CD23BD">
        <w:rPr>
          <w:noProof/>
        </w:rPr>
        <w:t>.</w:t>
      </w:r>
    </w:p>
    <w:p w14:paraId="2B677C2D" w14:textId="77777777" w:rsidR="00C6288E" w:rsidRPr="008F6B5C" w:rsidRDefault="00C6288E" w:rsidP="004878A6">
      <w:pPr>
        <w:pStyle w:val="Nadpis4"/>
        <w:numPr>
          <w:ilvl w:val="0"/>
          <w:numId w:val="5"/>
        </w:numPr>
        <w:ind w:left="567" w:hanging="425"/>
        <w:rPr>
          <w:noProof/>
        </w:rPr>
      </w:pPr>
      <w:r w:rsidRPr="008F6B5C">
        <w:rPr>
          <w:noProof/>
        </w:rPr>
        <w:t>Kybernetická bezpečnost</w:t>
      </w:r>
    </w:p>
    <w:p w14:paraId="3C1390B5" w14:textId="0602F092" w:rsidR="00C6288E" w:rsidRPr="00CD23BD" w:rsidRDefault="00A1211D" w:rsidP="00D87F6B">
      <w:pPr>
        <w:pStyle w:val="Clanek11"/>
      </w:pPr>
      <w:r w:rsidRPr="008F6B5C">
        <w:t>Zhotovitel</w:t>
      </w:r>
      <w:r w:rsidR="00C6288E" w:rsidRPr="008F6B5C">
        <w:t xml:space="preserve"> je povinen dodržovat ustanovení týkající se kybernetické bezpečnosti ve </w:t>
      </w:r>
      <w:r w:rsidR="00C6288E" w:rsidRPr="00CD23BD">
        <w:t xml:space="preserve">smyslu článku 20. </w:t>
      </w:r>
      <w:r w:rsidR="0063111E" w:rsidRPr="00CD23BD">
        <w:t xml:space="preserve">Přílohy č. </w:t>
      </w:r>
      <w:r w:rsidR="00CD183A" w:rsidRPr="00CD23BD">
        <w:t>7</w:t>
      </w:r>
      <w:r w:rsidR="000648CB" w:rsidRPr="00CD23BD">
        <w:t xml:space="preserve"> </w:t>
      </w:r>
      <w:r w:rsidR="000648CB" w:rsidRPr="00CD23BD">
        <w:rPr>
          <w:i/>
        </w:rPr>
        <w:t>Zvláštní obchodní podmínky</w:t>
      </w:r>
      <w:r w:rsidR="000648CB" w:rsidRPr="00CD23BD">
        <w:t>.</w:t>
      </w:r>
    </w:p>
    <w:p w14:paraId="14E37BD2" w14:textId="77777777" w:rsidR="00C6288E" w:rsidRPr="008F6B5C" w:rsidRDefault="00C6288E" w:rsidP="004878A6">
      <w:pPr>
        <w:pStyle w:val="Nadpis4"/>
        <w:numPr>
          <w:ilvl w:val="0"/>
          <w:numId w:val="5"/>
        </w:numPr>
        <w:ind w:left="567" w:hanging="425"/>
        <w:rPr>
          <w:noProof/>
        </w:rPr>
      </w:pPr>
      <w:r w:rsidRPr="008F6B5C">
        <w:rPr>
          <w:noProof/>
        </w:rPr>
        <w:t>Ochrana osobních údajů</w:t>
      </w:r>
    </w:p>
    <w:p w14:paraId="7611EDF2" w14:textId="6264F263" w:rsidR="00C6288E" w:rsidRPr="008F6B5C" w:rsidRDefault="00A1211D" w:rsidP="00D87F6B">
      <w:pPr>
        <w:pStyle w:val="Clanek11"/>
      </w:pPr>
      <w:r w:rsidRPr="008F6B5C">
        <w:t>Zhotovitel</w:t>
      </w:r>
      <w:r w:rsidR="00C6288E" w:rsidRPr="008F6B5C">
        <w:t xml:space="preserve"> bude jako zpracovatel zpracovávat pro Objednatele jako správce následující kategorie subjektů osobních údajů: zaměstnanci Objednatele.</w:t>
      </w:r>
    </w:p>
    <w:p w14:paraId="4AE4A07E" w14:textId="77777777" w:rsidR="00DC33C8" w:rsidRPr="009B6795" w:rsidRDefault="00E60107" w:rsidP="00D87F6B">
      <w:pPr>
        <w:pStyle w:val="Clanek11"/>
      </w:pPr>
      <w:r w:rsidRPr="009B6795">
        <w:t xml:space="preserve">Zhotovitel </w:t>
      </w:r>
      <w:r w:rsidR="00C6288E" w:rsidRPr="009B6795">
        <w:t xml:space="preserve">bude u jednotlivých kategorií subjektů údajů zpracovávat pro Objednatele následující typy osobních </w:t>
      </w:r>
      <w:r w:rsidR="00DC33C8" w:rsidRPr="009B6795">
        <w:t xml:space="preserve">údajů: </w:t>
      </w:r>
    </w:p>
    <w:p w14:paraId="28E241C5" w14:textId="58E41CC6" w:rsidR="00C6288E" w:rsidRPr="009B6795" w:rsidRDefault="00DC33C8" w:rsidP="00DC33C8">
      <w:pPr>
        <w:pStyle w:val="Clanek11"/>
        <w:numPr>
          <w:ilvl w:val="0"/>
          <w:numId w:val="0"/>
        </w:numPr>
        <w:ind w:left="567"/>
      </w:pPr>
      <w:r w:rsidRPr="009B6795">
        <w:t xml:space="preserve">- </w:t>
      </w:r>
      <w:r w:rsidR="00C6288E" w:rsidRPr="009B6795">
        <w:t>identifikační a kon</w:t>
      </w:r>
      <w:r w:rsidR="00676EB5" w:rsidRPr="009B6795">
        <w:t>taktní údaje (jméno a příjmení</w:t>
      </w:r>
      <w:r w:rsidR="002A2B91" w:rsidRPr="009B6795">
        <w:t>;</w:t>
      </w:r>
      <w:r w:rsidR="007B1F9E" w:rsidRPr="009B6795">
        <w:t xml:space="preserve"> adresa; telefon;</w:t>
      </w:r>
      <w:r w:rsidR="00C6288E" w:rsidRPr="009B6795">
        <w:t xml:space="preserve"> emailová adresa</w:t>
      </w:r>
      <w:r w:rsidR="002A2B91" w:rsidRPr="009B6795">
        <w:t>;</w:t>
      </w:r>
      <w:r w:rsidR="007B1F9E" w:rsidRPr="009B6795">
        <w:t xml:space="preserve"> </w:t>
      </w:r>
      <w:r w:rsidRPr="009B6795">
        <w:t>aplikace</w:t>
      </w:r>
      <w:r w:rsidRPr="008F37FD">
        <w:t>, do kterých má přístup</w:t>
      </w:r>
      <w:r w:rsidR="008F37FD">
        <w:t xml:space="preserve"> registrovaný uživatel</w:t>
      </w:r>
      <w:r w:rsidR="002A2B91" w:rsidRPr="009B6795">
        <w:t>;</w:t>
      </w:r>
      <w:r w:rsidRPr="009B6795">
        <w:t xml:space="preserve"> způsob autentizační metody)</w:t>
      </w:r>
      <w:r w:rsidR="00C6288E" w:rsidRPr="009B6795">
        <w:t>.</w:t>
      </w:r>
    </w:p>
    <w:p w14:paraId="4BD0F6F5" w14:textId="5F3BA291" w:rsidR="00C6288E" w:rsidRPr="007C4CD7" w:rsidRDefault="00C6288E" w:rsidP="00D87F6B">
      <w:pPr>
        <w:pStyle w:val="Clanek11"/>
      </w:pPr>
      <w:r w:rsidRPr="00177AF7">
        <w:t xml:space="preserve">Pokud bude v rámci plnění této Smlouvy docházet ke zpracování osobních údajů, </w:t>
      </w:r>
      <w:r w:rsidRPr="00CD23BD">
        <w:t xml:space="preserve">zavazuje se </w:t>
      </w:r>
      <w:r w:rsidR="008C4072" w:rsidRPr="00CD23BD">
        <w:t>Zhotovitel</w:t>
      </w:r>
      <w:r w:rsidRPr="00CD23BD">
        <w:t xml:space="preserve"> dodržovat opatření dle článku 2</w:t>
      </w:r>
      <w:r w:rsidR="00E60107" w:rsidRPr="00CD23BD">
        <w:t>1</w:t>
      </w:r>
      <w:r w:rsidRPr="00CD23BD">
        <w:t xml:space="preserve">. </w:t>
      </w:r>
      <w:r w:rsidR="0063111E" w:rsidRPr="00CD23BD">
        <w:rPr>
          <w:noProof/>
        </w:rPr>
        <w:t xml:space="preserve">Přílohy č. </w:t>
      </w:r>
      <w:r w:rsidR="00CD183A" w:rsidRPr="00CD23BD">
        <w:t>7</w:t>
      </w:r>
      <w:r w:rsidR="000648CB" w:rsidRPr="00CD23BD">
        <w:rPr>
          <w:noProof/>
        </w:rPr>
        <w:t xml:space="preserve"> </w:t>
      </w:r>
      <w:r w:rsidR="000648CB" w:rsidRPr="00CD23BD">
        <w:rPr>
          <w:i/>
          <w:noProof/>
        </w:rPr>
        <w:t>Zvláštní obchodní</w:t>
      </w:r>
      <w:r w:rsidR="000648CB" w:rsidRPr="0086660B">
        <w:rPr>
          <w:i/>
          <w:noProof/>
        </w:rPr>
        <w:t xml:space="preserve"> podmínky</w:t>
      </w:r>
      <w:r w:rsidR="000648CB" w:rsidRPr="005205DD">
        <w:rPr>
          <w:noProof/>
        </w:rPr>
        <w:t>.</w:t>
      </w:r>
    </w:p>
    <w:p w14:paraId="2A9EF4EA" w14:textId="77777777" w:rsidR="00C6288E" w:rsidRPr="00177AF7" w:rsidRDefault="00C6288E" w:rsidP="004878A6">
      <w:pPr>
        <w:pStyle w:val="Nadpis4"/>
        <w:numPr>
          <w:ilvl w:val="0"/>
          <w:numId w:val="5"/>
        </w:numPr>
        <w:ind w:left="567" w:hanging="425"/>
        <w:rPr>
          <w:noProof/>
        </w:rPr>
      </w:pPr>
      <w:r w:rsidRPr="00177AF7">
        <w:rPr>
          <w:noProof/>
        </w:rPr>
        <w:t>Závěrečná ustanovaní</w:t>
      </w:r>
    </w:p>
    <w:p w14:paraId="1AC8E938" w14:textId="77777777" w:rsidR="003574DA" w:rsidRPr="003574DA" w:rsidRDefault="003574DA" w:rsidP="00D87F6B">
      <w:pPr>
        <w:pStyle w:val="Clanek11"/>
      </w:pPr>
      <w:r w:rsidRPr="003574DA">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8A7DA7E" w14:textId="77777777" w:rsidR="003574DA" w:rsidRPr="003574DA" w:rsidRDefault="003574DA" w:rsidP="00D87F6B">
      <w:pPr>
        <w:pStyle w:val="Clanek11"/>
      </w:pPr>
      <w:r w:rsidRPr="003574DA">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A75E2BF" w14:textId="77777777" w:rsidR="003574DA" w:rsidRPr="003574DA" w:rsidRDefault="003574DA" w:rsidP="00D87F6B">
      <w:pPr>
        <w:pStyle w:val="Clanek11"/>
      </w:pPr>
      <w:r w:rsidRPr="003574DA">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2788A476" w14:textId="77777777" w:rsidR="003574DA" w:rsidRPr="003574DA" w:rsidRDefault="003574DA" w:rsidP="00D87F6B">
      <w:pPr>
        <w:pStyle w:val="Clanek11"/>
      </w:pPr>
      <w:r w:rsidRPr="003574DA">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w:t>
      </w:r>
      <w:r w:rsidRPr="003574DA">
        <w:lastRenderedPageBreak/>
        <w:t>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1A0BFF" w14:textId="77777777" w:rsidR="003574DA" w:rsidRPr="003574DA" w:rsidRDefault="003574DA" w:rsidP="00D87F6B">
      <w:pPr>
        <w:pStyle w:val="Clanek11"/>
      </w:pPr>
      <w:r w:rsidRPr="003574DA">
        <w:t>Osoby uzavírající tuto Smlouvu za Smluvní strany souhlasí s uveřejněním svých osobních údajů, které jsou uvedeny v této Smlouvě, spolu se Smlouvou v registru smluv. Tento souhlas je udělen na dobu neurčitou.</w:t>
      </w:r>
    </w:p>
    <w:p w14:paraId="424B1A44" w14:textId="77777777" w:rsidR="003574DA" w:rsidRPr="003574DA" w:rsidRDefault="003574DA" w:rsidP="00D87F6B">
      <w:pPr>
        <w:pStyle w:val="Clanek11"/>
      </w:pPr>
      <w:r w:rsidRPr="003574DA">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p>
    <w:p w14:paraId="563B7A5E" w14:textId="77777777" w:rsidR="003574DA" w:rsidRDefault="003574DA" w:rsidP="00D87F6B">
      <w:pPr>
        <w:pStyle w:val="Clanek11"/>
      </w:pPr>
      <w:r w:rsidRPr="003574DA">
        <w:t>Odchylná ujednání v této Smlouvě mají přednost před ustanoveními Obchodních podmínek a Zvláštních obchodních podmínek.</w:t>
      </w:r>
    </w:p>
    <w:p w14:paraId="327CF6BA" w14:textId="77777777" w:rsidR="00E27340" w:rsidRDefault="00E27340" w:rsidP="00D87F6B">
      <w:pPr>
        <w:pStyle w:val="Clanek11"/>
      </w:pPr>
      <w:r>
        <w:t>Tuto Smlouvu lze měnit pouze písemnými dodatky.</w:t>
      </w:r>
    </w:p>
    <w:p w14:paraId="42D255EB" w14:textId="77777777" w:rsidR="003574DA" w:rsidRPr="003574DA" w:rsidRDefault="003574DA" w:rsidP="00D87F6B">
      <w:pPr>
        <w:pStyle w:val="Clanek11"/>
      </w:pPr>
      <w:r w:rsidRPr="003574DA">
        <w:t>Tato Smlouva nabývá platnosti okamžikem podpisu poslední ze Stran. Je-li Smlouva uveřejňována v registru smluv, nabývá účinnosti dnem uveřejnění v registru smluv, jinak je účinná od okamžiku uzavření.</w:t>
      </w:r>
    </w:p>
    <w:p w14:paraId="1A36F62F" w14:textId="62B7E888" w:rsidR="003574DA" w:rsidRDefault="003574DA" w:rsidP="00D87F6B">
      <w:pPr>
        <w:pStyle w:val="Clanek11"/>
      </w:pPr>
      <w:r w:rsidRPr="003574DA">
        <w:t>Tato Smlouva je vyhotovena v elektronické podobě, přičemž obě Smluvní strany obdrží její elektronický originál</w:t>
      </w:r>
      <w:r w:rsidR="00817F90">
        <w:t xml:space="preserve"> opatřený elektronickými podpisy</w:t>
      </w:r>
      <w:r w:rsidRPr="003574DA">
        <w:t>. V případě, že tato Smlouva z jakéhokoli důvodu nebude vyhotovena v elektronické podobě, bude sepsána ve třech vyhotoveních, přičemž jedno vyhotovení obdrží Zhotovitel a dvě vyhotovení Objednatel.</w:t>
      </w:r>
    </w:p>
    <w:p w14:paraId="446095AD" w14:textId="59D5E789" w:rsidR="00B60A53" w:rsidRDefault="00B60A53" w:rsidP="00D87F6B">
      <w:pPr>
        <w:pStyle w:val="Clanek11"/>
        <w:numPr>
          <w:ilvl w:val="0"/>
          <w:numId w:val="0"/>
        </w:numPr>
        <w:ind w:left="567"/>
      </w:pPr>
    </w:p>
    <w:p w14:paraId="498F2C6F" w14:textId="77777777" w:rsidR="003574DA" w:rsidRPr="003574DA" w:rsidRDefault="003574DA" w:rsidP="00D87F6B">
      <w:pPr>
        <w:pStyle w:val="Clanek11"/>
      </w:pPr>
      <w:r w:rsidRPr="003574DA">
        <w:t>Nedílnou součástí této Smlouvy jsou její přílohy:</w:t>
      </w:r>
    </w:p>
    <w:p w14:paraId="2EF1D6E6" w14:textId="77777777" w:rsidR="00B60A53" w:rsidRDefault="00B60A53" w:rsidP="004878A6">
      <w:pPr>
        <w:spacing w:after="0" w:line="276" w:lineRule="auto"/>
        <w:rPr>
          <w:rFonts w:asciiTheme="majorHAnsi" w:hAnsiTheme="majorHAnsi"/>
        </w:rPr>
      </w:pPr>
    </w:p>
    <w:p w14:paraId="7E125A00" w14:textId="66AA50FD" w:rsidR="00C6288E" w:rsidRDefault="00C6288E" w:rsidP="004878A6">
      <w:pPr>
        <w:spacing w:after="0" w:line="276" w:lineRule="auto"/>
        <w:rPr>
          <w:rFonts w:asciiTheme="majorHAnsi" w:hAnsiTheme="majorHAnsi"/>
        </w:rPr>
      </w:pPr>
      <w:r w:rsidRPr="00B60A53">
        <w:rPr>
          <w:rFonts w:asciiTheme="majorHAnsi" w:hAnsiTheme="majorHAnsi"/>
        </w:rPr>
        <w:t xml:space="preserve">Příloha č. </w:t>
      </w:r>
      <w:r w:rsidR="00B60A53" w:rsidRPr="00B60A53">
        <w:rPr>
          <w:rFonts w:asciiTheme="majorHAnsi" w:hAnsiTheme="majorHAnsi"/>
        </w:rPr>
        <w:t>1</w:t>
      </w:r>
      <w:r w:rsidRPr="00B60A53">
        <w:rPr>
          <w:rFonts w:asciiTheme="majorHAnsi" w:hAnsiTheme="majorHAnsi"/>
        </w:rPr>
        <w:t xml:space="preserve"> – Specifikace Plnění</w:t>
      </w:r>
    </w:p>
    <w:p w14:paraId="0CCF873C" w14:textId="298F6EBD" w:rsidR="00B60A53" w:rsidRDefault="00B60A53" w:rsidP="004878A6">
      <w:pPr>
        <w:spacing w:after="0" w:line="276" w:lineRule="auto"/>
        <w:rPr>
          <w:rFonts w:asciiTheme="majorHAnsi" w:hAnsiTheme="majorHAnsi"/>
        </w:rPr>
      </w:pPr>
      <w:r>
        <w:rPr>
          <w:rFonts w:asciiTheme="majorHAnsi" w:hAnsiTheme="majorHAnsi"/>
        </w:rPr>
        <w:t>Příloha č. 2 – Požadavky na projektové řízení</w:t>
      </w:r>
    </w:p>
    <w:p w14:paraId="7E981648" w14:textId="242BBAC4" w:rsidR="00B60A53" w:rsidRDefault="00B60A53" w:rsidP="004878A6">
      <w:pPr>
        <w:spacing w:after="0" w:line="276" w:lineRule="auto"/>
        <w:rPr>
          <w:rFonts w:asciiTheme="majorHAnsi" w:hAnsiTheme="majorHAnsi"/>
        </w:rPr>
      </w:pPr>
      <w:r>
        <w:rPr>
          <w:rFonts w:asciiTheme="majorHAnsi" w:hAnsiTheme="majorHAnsi"/>
        </w:rPr>
        <w:t xml:space="preserve">Příloha č. 3 – Základní metodika nasazování aplikací na portál </w:t>
      </w:r>
      <w:proofErr w:type="spellStart"/>
      <w:r>
        <w:rPr>
          <w:rFonts w:asciiTheme="majorHAnsi" w:hAnsiTheme="majorHAnsi"/>
        </w:rPr>
        <w:t>Liferay</w:t>
      </w:r>
      <w:proofErr w:type="spellEnd"/>
      <w:r>
        <w:rPr>
          <w:rFonts w:asciiTheme="majorHAnsi" w:hAnsiTheme="majorHAnsi"/>
        </w:rPr>
        <w:t xml:space="preserve"> Správy železnic</w:t>
      </w:r>
    </w:p>
    <w:p w14:paraId="27081FE3" w14:textId="5567AFF7" w:rsidR="00A1211D" w:rsidRDefault="00A1211D" w:rsidP="004878A6">
      <w:pPr>
        <w:spacing w:after="0" w:line="276" w:lineRule="auto"/>
        <w:rPr>
          <w:rFonts w:asciiTheme="majorHAnsi" w:hAnsiTheme="majorHAnsi"/>
        </w:rPr>
      </w:pPr>
      <w:r w:rsidRPr="00B60A53">
        <w:rPr>
          <w:rFonts w:asciiTheme="majorHAnsi" w:hAnsiTheme="majorHAnsi"/>
        </w:rPr>
        <w:t xml:space="preserve">Příloha </w:t>
      </w:r>
      <w:r w:rsidRPr="00B60A53" w:rsidDel="00DE7424">
        <w:rPr>
          <w:rFonts w:asciiTheme="majorHAnsi" w:hAnsiTheme="majorHAnsi"/>
        </w:rPr>
        <w:t xml:space="preserve">č. </w:t>
      </w:r>
      <w:r w:rsidR="00F9298E">
        <w:rPr>
          <w:rFonts w:asciiTheme="majorHAnsi" w:hAnsiTheme="majorHAnsi"/>
        </w:rPr>
        <w:t>4</w:t>
      </w:r>
      <w:r w:rsidRPr="00B60A53">
        <w:rPr>
          <w:rFonts w:asciiTheme="majorHAnsi" w:hAnsiTheme="majorHAnsi"/>
        </w:rPr>
        <w:t xml:space="preserve"> –</w:t>
      </w:r>
      <w:r w:rsidRPr="00B60A53" w:rsidDel="00DE7424">
        <w:rPr>
          <w:rFonts w:asciiTheme="majorHAnsi" w:hAnsiTheme="majorHAnsi"/>
        </w:rPr>
        <w:t xml:space="preserve"> </w:t>
      </w:r>
      <w:r w:rsidR="00E60107" w:rsidRPr="00B60A53">
        <w:rPr>
          <w:rFonts w:asciiTheme="majorHAnsi" w:hAnsiTheme="majorHAnsi"/>
        </w:rPr>
        <w:t>Harmonogram</w:t>
      </w:r>
    </w:p>
    <w:p w14:paraId="0D7711BF" w14:textId="7FD89188" w:rsidR="00C6288E" w:rsidRPr="00B60A53" w:rsidRDefault="00C6288E" w:rsidP="004878A6">
      <w:pPr>
        <w:spacing w:after="0" w:line="276" w:lineRule="auto"/>
        <w:rPr>
          <w:rFonts w:asciiTheme="majorHAnsi" w:hAnsiTheme="majorHAnsi"/>
        </w:rPr>
      </w:pPr>
      <w:r w:rsidRPr="00B60A53">
        <w:rPr>
          <w:rFonts w:asciiTheme="majorHAnsi" w:hAnsiTheme="majorHAnsi"/>
        </w:rPr>
        <w:t xml:space="preserve">Příloha č. </w:t>
      </w:r>
      <w:r w:rsidR="00A36D96">
        <w:rPr>
          <w:rFonts w:asciiTheme="majorHAnsi" w:hAnsiTheme="majorHAnsi"/>
        </w:rPr>
        <w:t>5</w:t>
      </w:r>
      <w:r w:rsidRPr="00B60A53">
        <w:rPr>
          <w:rFonts w:asciiTheme="majorHAnsi" w:hAnsiTheme="majorHAnsi"/>
        </w:rPr>
        <w:t xml:space="preserve"> – Platforma S</w:t>
      </w:r>
      <w:r w:rsidR="00D93D54" w:rsidRPr="00B60A53">
        <w:rPr>
          <w:rFonts w:asciiTheme="majorHAnsi" w:hAnsiTheme="majorHAnsi"/>
        </w:rPr>
        <w:t>právy železnic</w:t>
      </w:r>
    </w:p>
    <w:p w14:paraId="6AA7B06B" w14:textId="283751B6" w:rsidR="007C4CD7" w:rsidRPr="00B60A53" w:rsidRDefault="0063111E" w:rsidP="004878A6">
      <w:pPr>
        <w:spacing w:after="0" w:line="276" w:lineRule="auto"/>
        <w:rPr>
          <w:rFonts w:asciiTheme="majorHAnsi" w:hAnsiTheme="majorHAnsi"/>
        </w:rPr>
      </w:pPr>
      <w:r w:rsidRPr="00B60A53">
        <w:rPr>
          <w:rFonts w:asciiTheme="majorHAnsi" w:hAnsiTheme="majorHAnsi"/>
        </w:rPr>
        <w:t xml:space="preserve">Příloha č. </w:t>
      </w:r>
      <w:r w:rsidR="00A36D96">
        <w:rPr>
          <w:rFonts w:asciiTheme="majorHAnsi" w:hAnsiTheme="majorHAnsi"/>
        </w:rPr>
        <w:t>6</w:t>
      </w:r>
      <w:r w:rsidR="007C4CD7" w:rsidRPr="00B60A53">
        <w:rPr>
          <w:rFonts w:asciiTheme="majorHAnsi" w:hAnsiTheme="majorHAnsi"/>
        </w:rPr>
        <w:t xml:space="preserve"> – Poddodavatelé</w:t>
      </w:r>
    </w:p>
    <w:p w14:paraId="7C494195" w14:textId="2EDEEE24" w:rsidR="000648CB" w:rsidRPr="00177AF7" w:rsidRDefault="0063111E" w:rsidP="004878A6">
      <w:pPr>
        <w:spacing w:after="0" w:line="276" w:lineRule="auto"/>
        <w:rPr>
          <w:rFonts w:asciiTheme="majorHAnsi" w:hAnsiTheme="majorHAnsi"/>
        </w:rPr>
      </w:pPr>
      <w:r w:rsidRPr="00B60A53">
        <w:rPr>
          <w:rFonts w:asciiTheme="majorHAnsi" w:hAnsiTheme="majorHAnsi"/>
        </w:rPr>
        <w:t xml:space="preserve">Příloha č. </w:t>
      </w:r>
      <w:r w:rsidR="00A36D96">
        <w:rPr>
          <w:rFonts w:asciiTheme="majorHAnsi" w:hAnsiTheme="majorHAnsi"/>
        </w:rPr>
        <w:t>7</w:t>
      </w:r>
      <w:r w:rsidR="00B60A53" w:rsidRPr="00B60A53">
        <w:rPr>
          <w:rFonts w:asciiTheme="majorHAnsi" w:hAnsiTheme="majorHAnsi"/>
        </w:rPr>
        <w:t xml:space="preserve"> </w:t>
      </w:r>
      <w:r w:rsidR="000648CB" w:rsidRPr="00B60A53">
        <w:rPr>
          <w:rFonts w:asciiTheme="majorHAnsi" w:hAnsiTheme="majorHAnsi"/>
        </w:rPr>
        <w:t>– Zvláštní obchodní podmínky</w:t>
      </w:r>
    </w:p>
    <w:p w14:paraId="06055ADB" w14:textId="5AFF123E" w:rsidR="000271F9" w:rsidRDefault="000271F9" w:rsidP="004878A6">
      <w:pPr>
        <w:rPr>
          <w:rFonts w:asciiTheme="majorHAnsi" w:hAnsiTheme="majorHAnsi"/>
          <w:caps/>
        </w:rPr>
      </w:pPr>
    </w:p>
    <w:p w14:paraId="34EEFD34" w14:textId="77777777" w:rsidR="00B60A53" w:rsidRDefault="00B60A53" w:rsidP="003574DA">
      <w:pPr>
        <w:spacing w:after="0" w:line="276" w:lineRule="auto"/>
        <w:rPr>
          <w:rFonts w:asciiTheme="majorHAnsi" w:hAnsiTheme="majorHAnsi"/>
        </w:rPr>
      </w:pPr>
    </w:p>
    <w:p w14:paraId="1C69CF6D" w14:textId="77777777" w:rsidR="00B60A53" w:rsidRDefault="00B60A53" w:rsidP="003574DA">
      <w:pPr>
        <w:spacing w:after="0" w:line="276" w:lineRule="auto"/>
        <w:rPr>
          <w:rFonts w:asciiTheme="majorHAnsi" w:hAnsiTheme="majorHAnsi"/>
        </w:rPr>
      </w:pPr>
    </w:p>
    <w:p w14:paraId="727BB6DE" w14:textId="49CEC509" w:rsidR="003574DA" w:rsidRPr="000E5CAE" w:rsidRDefault="003574DA" w:rsidP="003574DA">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0F23628E" w14:textId="77777777" w:rsidR="003574DA" w:rsidRPr="000E5CAE" w:rsidRDefault="003574DA" w:rsidP="003574DA">
      <w:pPr>
        <w:spacing w:after="0" w:line="276" w:lineRule="auto"/>
        <w:rPr>
          <w:rFonts w:asciiTheme="majorHAnsi" w:hAnsiTheme="majorHAnsi"/>
        </w:rPr>
      </w:pPr>
    </w:p>
    <w:p w14:paraId="5B889775" w14:textId="77777777" w:rsidR="003574DA" w:rsidRPr="000E5CAE" w:rsidRDefault="003574DA" w:rsidP="003574DA">
      <w:pPr>
        <w:spacing w:after="0" w:line="276" w:lineRule="auto"/>
        <w:rPr>
          <w:rFonts w:asciiTheme="majorHAnsi" w:hAnsiTheme="majorHAnsi"/>
        </w:rPr>
      </w:pPr>
    </w:p>
    <w:p w14:paraId="22275459" w14:textId="77777777" w:rsidR="003574DA" w:rsidRPr="000E5CAE" w:rsidRDefault="003574DA" w:rsidP="003574DA">
      <w:pPr>
        <w:spacing w:after="0" w:line="276" w:lineRule="auto"/>
        <w:rPr>
          <w:rFonts w:asciiTheme="majorHAnsi" w:hAnsiTheme="majorHAnsi"/>
        </w:rPr>
      </w:pPr>
    </w:p>
    <w:p w14:paraId="59DBA2F0" w14:textId="77777777" w:rsidR="003574DA" w:rsidRPr="000E5CAE" w:rsidRDefault="003574DA" w:rsidP="003574DA">
      <w:pPr>
        <w:spacing w:after="0" w:line="276" w:lineRule="auto"/>
        <w:rPr>
          <w:rFonts w:asciiTheme="majorHAnsi" w:hAnsiTheme="majorHAnsi"/>
        </w:rPr>
      </w:pPr>
    </w:p>
    <w:p w14:paraId="5A06AB66" w14:textId="77777777" w:rsidR="003574DA" w:rsidRPr="000E5CAE" w:rsidRDefault="003574DA" w:rsidP="003574DA">
      <w:pPr>
        <w:spacing w:after="0" w:line="276" w:lineRule="auto"/>
        <w:rPr>
          <w:rFonts w:asciiTheme="majorHAnsi" w:hAnsiTheme="majorHAnsi"/>
        </w:rPr>
      </w:pPr>
    </w:p>
    <w:p w14:paraId="4CEA5C91" w14:textId="77777777" w:rsidR="003574DA" w:rsidRPr="000E5CAE" w:rsidRDefault="003574DA" w:rsidP="003574DA">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r w:rsidRPr="000E5CAE">
        <w:rPr>
          <w:rFonts w:asciiTheme="majorHAnsi" w:hAnsiTheme="majorHAnsi"/>
        </w:rPr>
        <w:tab/>
      </w:r>
    </w:p>
    <w:p w14:paraId="55EE11D2" w14:textId="2C14890B" w:rsidR="003574DA" w:rsidRPr="000E5CAE" w:rsidRDefault="00B60A53" w:rsidP="003574DA">
      <w:pPr>
        <w:spacing w:after="0" w:line="276" w:lineRule="auto"/>
        <w:rPr>
          <w:rFonts w:asciiTheme="majorHAnsi" w:hAnsiTheme="majorHAnsi"/>
        </w:rPr>
      </w:pPr>
      <w:r w:rsidRPr="00B60A53">
        <w:rPr>
          <w:rFonts w:asciiTheme="majorHAnsi" w:hAnsiTheme="majorHAnsi" w:cs="Times New Roman"/>
          <w:b/>
          <w:color w:val="000000" w:themeColor="text1"/>
        </w:rPr>
        <w:t>Ing. Aleš Krejčí</w:t>
      </w:r>
      <w:r w:rsidRPr="00B60A53">
        <w:rPr>
          <w:rFonts w:asciiTheme="majorHAnsi" w:hAnsiTheme="majorHAnsi" w:cs="Times New Roman"/>
          <w:b/>
          <w:color w:val="000000" w:themeColor="text1"/>
        </w:rPr>
        <w:tab/>
      </w:r>
      <w:r>
        <w:rPr>
          <w:rFonts w:asciiTheme="majorHAnsi" w:hAnsiTheme="majorHAnsi" w:cs="Times New Roman"/>
          <w:color w:val="000000" w:themeColor="text1"/>
        </w:rPr>
        <w:tab/>
      </w:r>
      <w:r>
        <w:rPr>
          <w:rFonts w:asciiTheme="majorHAnsi" w:hAnsiTheme="majorHAnsi"/>
        </w:rPr>
        <w:tab/>
      </w:r>
      <w:r>
        <w:rPr>
          <w:rFonts w:asciiTheme="majorHAnsi" w:hAnsiTheme="majorHAnsi"/>
        </w:rPr>
        <w:tab/>
        <w:t xml:space="preserve">  </w:t>
      </w:r>
      <w:r>
        <w:rPr>
          <w:rFonts w:asciiTheme="majorHAnsi" w:hAnsiTheme="majorHAnsi"/>
        </w:rPr>
        <w:tab/>
      </w:r>
      <w:r w:rsidR="003574DA" w:rsidRPr="00FD23CD">
        <w:rPr>
          <w:rFonts w:asciiTheme="majorHAnsi" w:hAnsiTheme="majorHAnsi" w:cs="Times New Roman"/>
          <w:color w:val="000000" w:themeColor="text1"/>
          <w:highlight w:val="green"/>
        </w:rPr>
        <w:t>[</w:t>
      </w:r>
      <w:r w:rsidR="003574DA" w:rsidRPr="00FD23CD">
        <w:rPr>
          <w:rFonts w:asciiTheme="majorHAnsi" w:hAnsiTheme="majorHAnsi" w:cs="Times New Roman"/>
          <w:i/>
          <w:color w:val="000000" w:themeColor="text1"/>
          <w:highlight w:val="green"/>
        </w:rPr>
        <w:t>DOPLNÍ ZHOTOVITEL</w:t>
      </w:r>
      <w:r w:rsidR="003574DA" w:rsidRPr="00FD23CD">
        <w:rPr>
          <w:rFonts w:asciiTheme="majorHAnsi" w:hAnsiTheme="majorHAnsi" w:cs="Times New Roman"/>
          <w:color w:val="000000" w:themeColor="text1"/>
          <w:highlight w:val="green"/>
        </w:rPr>
        <w:t>]</w:t>
      </w:r>
    </w:p>
    <w:p w14:paraId="2A054178" w14:textId="29AAF917" w:rsidR="000271F9" w:rsidRPr="00177AF7" w:rsidRDefault="00B60A53" w:rsidP="004878A6">
      <w:pPr>
        <w:spacing w:after="0" w:line="276" w:lineRule="auto"/>
        <w:rPr>
          <w:rFonts w:asciiTheme="majorHAnsi" w:hAnsiTheme="majorHAnsi"/>
        </w:rPr>
      </w:pPr>
      <w:r>
        <w:rPr>
          <w:rFonts w:asciiTheme="majorHAnsi" w:hAnsiTheme="majorHAnsi"/>
        </w:rPr>
        <w:t>náměstek GŘ pro ekonomiku</w:t>
      </w:r>
    </w:p>
    <w:p w14:paraId="26AD652C" w14:textId="77777777" w:rsidR="000271F9" w:rsidRPr="00177AF7" w:rsidRDefault="000271F9" w:rsidP="004878A6">
      <w:pPr>
        <w:spacing w:after="0" w:line="276" w:lineRule="auto"/>
        <w:rPr>
          <w:rFonts w:asciiTheme="majorHAnsi" w:hAnsiTheme="majorHAnsi"/>
        </w:rPr>
      </w:pPr>
    </w:p>
    <w:p w14:paraId="70123948" w14:textId="77777777" w:rsidR="0053123F" w:rsidRPr="00177AF7" w:rsidRDefault="0053123F" w:rsidP="004878A6">
      <w:pPr>
        <w:spacing w:after="120" w:line="276" w:lineRule="auto"/>
        <w:rPr>
          <w:rFonts w:asciiTheme="majorHAnsi" w:hAnsiTheme="majorHAnsi"/>
          <w:noProof/>
        </w:rPr>
      </w:pPr>
    </w:p>
    <w:p w14:paraId="0C8FC2C0" w14:textId="05721C47" w:rsidR="00674C8A" w:rsidRPr="00A406DC" w:rsidRDefault="00674C8A" w:rsidP="004878A6">
      <w:pPr>
        <w:rPr>
          <w:rFonts w:asciiTheme="majorHAnsi" w:eastAsia="Times New Roman" w:hAnsiTheme="majorHAnsi" w:cs="Arial"/>
          <w:b/>
          <w:bCs/>
          <w:caps/>
        </w:rPr>
      </w:pPr>
      <w:bookmarkStart w:id="35" w:name="_Hlk29049208"/>
      <w:bookmarkEnd w:id="35"/>
    </w:p>
    <w:sectPr w:rsidR="00674C8A" w:rsidRPr="00A406DC" w:rsidSect="009C5AB2">
      <w:footerReference w:type="default" r:id="rId11"/>
      <w:headerReference w:type="first" r:id="rId12"/>
      <w:footerReference w:type="first" r:id="rId13"/>
      <w:pgSz w:w="11906" w:h="16838" w:code="9"/>
      <w:pgMar w:top="1417" w:right="1417" w:bottom="1417" w:left="1985"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465FA" w16cex:dateUtc="2021-03-11T08:48:00Z"/>
  <w16cex:commentExtensible w16cex:durableId="23F4661B" w16cex:dateUtc="2021-03-11T08:49:00Z"/>
  <w16cex:commentExtensible w16cex:durableId="23F46624" w16cex:dateUtc="2021-03-11T08:49:00Z"/>
  <w16cex:commentExtensible w16cex:durableId="23F46640" w16cex:dateUtc="2021-03-11T08: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2A5A896" w16cid:durableId="23F463AE"/>
  <w16cid:commentId w16cid:paraId="5D0FB972" w16cid:durableId="23F463AF"/>
  <w16cid:commentId w16cid:paraId="51414FFC" w16cid:durableId="23F465FA"/>
  <w16cid:commentId w16cid:paraId="2D65BFF7" w16cid:durableId="23F4661B"/>
  <w16cid:commentId w16cid:paraId="58CAFB8A" w16cid:durableId="23F46624"/>
  <w16cid:commentId w16cid:paraId="37900A0E" w16cid:durableId="23F463B0"/>
  <w16cid:commentId w16cid:paraId="316E111F" w16cid:durableId="23F466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599437" w14:textId="77777777" w:rsidR="00357FD1" w:rsidRDefault="00357FD1" w:rsidP="00962258">
      <w:pPr>
        <w:spacing w:after="0" w:line="240" w:lineRule="auto"/>
      </w:pPr>
      <w:r>
        <w:separator/>
      </w:r>
    </w:p>
  </w:endnote>
  <w:endnote w:type="continuationSeparator" w:id="0">
    <w:p w14:paraId="2368E984" w14:textId="77777777" w:rsidR="00357FD1" w:rsidRDefault="00357FD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03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458"/>
      <w:gridCol w:w="2835"/>
      <w:gridCol w:w="2921"/>
    </w:tblGrid>
    <w:tr w:rsidR="000261A8" w14:paraId="4435B70C" w14:textId="77777777" w:rsidTr="008565DE">
      <w:tc>
        <w:tcPr>
          <w:tcW w:w="1361" w:type="dxa"/>
          <w:tcMar>
            <w:left w:w="0" w:type="dxa"/>
            <w:right w:w="0" w:type="dxa"/>
          </w:tcMar>
          <w:vAlign w:val="bottom"/>
        </w:tcPr>
        <w:p w14:paraId="586351F0" w14:textId="042E5D42" w:rsidR="000261A8" w:rsidRPr="00B8518B" w:rsidRDefault="000261A8" w:rsidP="000261A8">
          <w:pPr>
            <w:pStyle w:val="Zpat"/>
            <w:rPr>
              <w:rStyle w:val="slostrnky"/>
            </w:rPr>
          </w:pPr>
        </w:p>
      </w:tc>
      <w:tc>
        <w:tcPr>
          <w:tcW w:w="3458" w:type="dxa"/>
          <w:shd w:val="clear" w:color="auto" w:fill="auto"/>
          <w:vAlign w:val="bottom"/>
        </w:tcPr>
        <w:p w14:paraId="00C79489" w14:textId="58783DD0" w:rsidR="000261A8" w:rsidRDefault="000261A8" w:rsidP="000261A8">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114346">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14346">
            <w:rPr>
              <w:rStyle w:val="slostrnky"/>
              <w:noProof/>
            </w:rPr>
            <w:t>6</w:t>
          </w:r>
          <w:r w:rsidRPr="00B8518B">
            <w:rPr>
              <w:rStyle w:val="slostrnky"/>
            </w:rPr>
            <w:fldChar w:fldCharType="end"/>
          </w:r>
        </w:p>
      </w:tc>
      <w:tc>
        <w:tcPr>
          <w:tcW w:w="3458" w:type="dxa"/>
          <w:shd w:val="clear" w:color="auto" w:fill="auto"/>
          <w:tcMar>
            <w:left w:w="0" w:type="dxa"/>
            <w:right w:w="0" w:type="dxa"/>
          </w:tcMar>
        </w:tcPr>
        <w:p w14:paraId="754B54BA" w14:textId="24B9A3A4" w:rsidR="000261A8" w:rsidRDefault="000261A8" w:rsidP="000261A8">
          <w:pPr>
            <w:pStyle w:val="Zpat"/>
          </w:pPr>
        </w:p>
      </w:tc>
      <w:tc>
        <w:tcPr>
          <w:tcW w:w="2835" w:type="dxa"/>
          <w:shd w:val="clear" w:color="auto" w:fill="auto"/>
          <w:tcMar>
            <w:left w:w="0" w:type="dxa"/>
            <w:right w:w="0" w:type="dxa"/>
          </w:tcMar>
        </w:tcPr>
        <w:p w14:paraId="65FE5D07" w14:textId="77777777" w:rsidR="000261A8" w:rsidRDefault="000261A8" w:rsidP="000261A8">
          <w:pPr>
            <w:pStyle w:val="Zpat"/>
          </w:pPr>
        </w:p>
      </w:tc>
      <w:tc>
        <w:tcPr>
          <w:tcW w:w="2921" w:type="dxa"/>
        </w:tcPr>
        <w:p w14:paraId="6A43C050" w14:textId="77777777" w:rsidR="000261A8" w:rsidRDefault="000261A8" w:rsidP="000261A8">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2608"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585660" id="Straight Connector 3" o:spid="_x0000_s1026"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39296"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43CB5F4" id="Straight Connector 2" o:spid="_x0000_s1026" style="position:absolute;z-index:-2516771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4"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3429"/>
      <w:gridCol w:w="1552"/>
    </w:tblGrid>
    <w:tr w:rsidR="000261A8" w14:paraId="3F382227" w14:textId="77777777" w:rsidTr="009A7A90">
      <w:tc>
        <w:tcPr>
          <w:tcW w:w="1361" w:type="dxa"/>
          <w:tcMar>
            <w:left w:w="0" w:type="dxa"/>
            <w:right w:w="0" w:type="dxa"/>
          </w:tcMar>
          <w:vAlign w:val="bottom"/>
        </w:tcPr>
        <w:p w14:paraId="72F0F9F0" w14:textId="5A28EA83" w:rsidR="000261A8" w:rsidRPr="00B8518B" w:rsidRDefault="000261A8" w:rsidP="000261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434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14346">
            <w:rPr>
              <w:rStyle w:val="slostrnky"/>
              <w:noProof/>
            </w:rPr>
            <w:t>6</w:t>
          </w:r>
          <w:r w:rsidRPr="00B8518B">
            <w:rPr>
              <w:rStyle w:val="slostrnky"/>
            </w:rPr>
            <w:fldChar w:fldCharType="end"/>
          </w:r>
        </w:p>
      </w:tc>
      <w:tc>
        <w:tcPr>
          <w:tcW w:w="3402" w:type="dxa"/>
          <w:shd w:val="clear" w:color="auto" w:fill="auto"/>
          <w:tcMar>
            <w:left w:w="0" w:type="dxa"/>
            <w:right w:w="0" w:type="dxa"/>
          </w:tcMar>
        </w:tcPr>
        <w:p w14:paraId="21B16CFE" w14:textId="49C3A741" w:rsidR="000261A8" w:rsidRDefault="000261A8" w:rsidP="000261A8">
          <w:pPr>
            <w:pStyle w:val="Zpat"/>
          </w:pPr>
          <w:r>
            <w:t xml:space="preserve">Správa </w:t>
          </w:r>
          <w:r w:rsidR="00AC7C53">
            <w:t>železnic</w:t>
          </w:r>
          <w:r>
            <w:t>, státní organizace</w:t>
          </w:r>
        </w:p>
        <w:p w14:paraId="6F5CEAEF" w14:textId="77777777" w:rsidR="0081569A" w:rsidRDefault="000261A8" w:rsidP="000261A8">
          <w:pPr>
            <w:pStyle w:val="Zpat"/>
          </w:pPr>
          <w:r>
            <w:t>zapsána v obchodním rejstříku vedeném Městským</w:t>
          </w:r>
        </w:p>
        <w:p w14:paraId="2EAF090B" w14:textId="3258E568" w:rsidR="000261A8" w:rsidRDefault="000261A8" w:rsidP="000261A8">
          <w:pPr>
            <w:pStyle w:val="Zpat"/>
          </w:pPr>
          <w:r>
            <w:t>soudem v Praze, spisová značka A 48384</w:t>
          </w:r>
        </w:p>
      </w:tc>
      <w:tc>
        <w:tcPr>
          <w:tcW w:w="3429" w:type="dxa"/>
          <w:shd w:val="clear" w:color="auto" w:fill="auto"/>
          <w:tcMar>
            <w:left w:w="0" w:type="dxa"/>
            <w:right w:w="0" w:type="dxa"/>
          </w:tcMar>
        </w:tcPr>
        <w:p w14:paraId="0BFAAA64" w14:textId="77777777" w:rsidR="000261A8" w:rsidRDefault="000261A8" w:rsidP="0096782B">
          <w:pPr>
            <w:pStyle w:val="Zpat"/>
          </w:pPr>
          <w:r>
            <w:t>Sídlo: Dlážděná 1003/7, 110 00 Praha 1</w:t>
          </w:r>
        </w:p>
        <w:p w14:paraId="2A676511" w14:textId="77777777" w:rsidR="000261A8" w:rsidRDefault="000261A8" w:rsidP="000261A8">
          <w:pPr>
            <w:pStyle w:val="Zpat"/>
          </w:pPr>
          <w:r>
            <w:t>IČ: 709 94 234 DIČ: CZ 709 94 234</w:t>
          </w:r>
        </w:p>
        <w:p w14:paraId="5B9D137E" w14:textId="68A75AA3" w:rsidR="000261A8" w:rsidRDefault="0020372C" w:rsidP="000261A8">
          <w:pPr>
            <w:pStyle w:val="Zpat"/>
          </w:pPr>
          <w:r>
            <w:t>www.spravazeleznic</w:t>
          </w:r>
          <w:r w:rsidR="000261A8">
            <w:t>.cz</w:t>
          </w:r>
        </w:p>
      </w:tc>
      <w:tc>
        <w:tcPr>
          <w:tcW w:w="1552" w:type="dxa"/>
        </w:tcPr>
        <w:p w14:paraId="3401AC34" w14:textId="77777777" w:rsidR="000261A8" w:rsidRDefault="000261A8" w:rsidP="000261A8">
          <w:pPr>
            <w:pStyle w:val="Zpat"/>
          </w:pPr>
        </w:p>
      </w:tc>
    </w:tr>
  </w:tbl>
  <w:p w14:paraId="6D05F33C" w14:textId="60DD3030" w:rsidR="000261A8" w:rsidRPr="000261A8" w:rsidRDefault="000261A8">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CF2A9F" wp14:editId="68A2EB1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03C39C3"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D224060" wp14:editId="360C8D5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9B4C17"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29F0CE" w14:textId="77777777" w:rsidR="00357FD1" w:rsidRDefault="00357FD1" w:rsidP="00962258">
      <w:pPr>
        <w:spacing w:after="0" w:line="240" w:lineRule="auto"/>
      </w:pPr>
      <w:r>
        <w:separator/>
      </w:r>
    </w:p>
  </w:footnote>
  <w:footnote w:type="continuationSeparator" w:id="0">
    <w:p w14:paraId="5AFA9797" w14:textId="77777777" w:rsidR="00357FD1" w:rsidRDefault="00357FD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C5AB2" w14:paraId="53CC3BBB" w14:textId="77777777" w:rsidTr="00695EA5">
      <w:trPr>
        <w:trHeight w:hRule="exact" w:val="936"/>
      </w:trPr>
      <w:tc>
        <w:tcPr>
          <w:tcW w:w="1361" w:type="dxa"/>
          <w:tcMar>
            <w:left w:w="0" w:type="dxa"/>
            <w:right w:w="0" w:type="dxa"/>
          </w:tcMar>
        </w:tcPr>
        <w:p w14:paraId="5D12F300" w14:textId="71296A56" w:rsidR="009C5AB2" w:rsidRPr="00B8518B" w:rsidRDefault="009C5AB2" w:rsidP="009C5AB2">
          <w:pPr>
            <w:pStyle w:val="Zpat"/>
            <w:rPr>
              <w:rStyle w:val="slostrnky"/>
            </w:rPr>
          </w:pPr>
          <w:r>
            <w:rPr>
              <w:noProof/>
              <w:lang w:eastAsia="cs-CZ"/>
            </w:rPr>
            <w:drawing>
              <wp:anchor distT="0" distB="0" distL="114300" distR="114300" simplePos="0" relativeHeight="251640320" behindDoc="0" locked="1" layoutInCell="1" allowOverlap="1" wp14:anchorId="5CE15E40" wp14:editId="4CE9A493">
                <wp:simplePos x="0" y="0"/>
                <wp:positionH relativeFrom="page">
                  <wp:posOffset>-2540</wp:posOffset>
                </wp:positionH>
                <wp:positionV relativeFrom="page">
                  <wp:posOffset>1905</wp:posOffset>
                </wp:positionV>
                <wp:extent cx="1728000" cy="640800"/>
                <wp:effectExtent l="0" t="0" r="5715" b="6985"/>
                <wp:wrapNone/>
                <wp:docPr id="72" name="Obráze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B0122DD" w14:textId="77777777" w:rsidR="009C5AB2" w:rsidRDefault="009C5AB2" w:rsidP="009C5AB2">
          <w:pPr>
            <w:pStyle w:val="Zpat"/>
          </w:pPr>
        </w:p>
      </w:tc>
      <w:tc>
        <w:tcPr>
          <w:tcW w:w="5698" w:type="dxa"/>
          <w:shd w:val="clear" w:color="auto" w:fill="auto"/>
          <w:tcMar>
            <w:left w:w="0" w:type="dxa"/>
            <w:right w:w="0" w:type="dxa"/>
          </w:tcMar>
        </w:tcPr>
        <w:p w14:paraId="35A34649" w14:textId="77777777" w:rsidR="009C5AB2" w:rsidRPr="00D6163D" w:rsidRDefault="009C5AB2" w:rsidP="009C5AB2">
          <w:pPr>
            <w:pStyle w:val="Druhdokumentu"/>
          </w:pPr>
        </w:p>
      </w:tc>
    </w:tr>
    <w:tr w:rsidR="009C5AB2" w14:paraId="3881316A" w14:textId="77777777" w:rsidTr="0069410B">
      <w:trPr>
        <w:trHeight w:hRule="exact" w:val="936"/>
      </w:trPr>
      <w:tc>
        <w:tcPr>
          <w:tcW w:w="1361" w:type="dxa"/>
          <w:tcMar>
            <w:left w:w="0" w:type="dxa"/>
            <w:right w:w="0" w:type="dxa"/>
          </w:tcMar>
        </w:tcPr>
        <w:p w14:paraId="5D1C4D46" w14:textId="77777777" w:rsidR="009C5AB2" w:rsidRPr="00B8518B" w:rsidRDefault="009C5AB2" w:rsidP="009C5AB2">
          <w:pPr>
            <w:pStyle w:val="Zpat"/>
            <w:rPr>
              <w:rStyle w:val="slostrnky"/>
            </w:rPr>
          </w:pPr>
        </w:p>
      </w:tc>
      <w:tc>
        <w:tcPr>
          <w:tcW w:w="3458" w:type="dxa"/>
          <w:shd w:val="clear" w:color="auto" w:fill="auto"/>
          <w:tcMar>
            <w:left w:w="0" w:type="dxa"/>
            <w:right w:w="0" w:type="dxa"/>
          </w:tcMar>
        </w:tcPr>
        <w:p w14:paraId="21CD5631" w14:textId="77777777" w:rsidR="009C5AB2" w:rsidRDefault="009C5AB2" w:rsidP="009C5AB2">
          <w:pPr>
            <w:pStyle w:val="Zpat"/>
          </w:pPr>
        </w:p>
      </w:tc>
      <w:tc>
        <w:tcPr>
          <w:tcW w:w="3459" w:type="dxa"/>
          <w:shd w:val="clear" w:color="auto" w:fill="auto"/>
          <w:tcMar>
            <w:left w:w="0" w:type="dxa"/>
            <w:right w:w="0" w:type="dxa"/>
          </w:tcMar>
        </w:tcPr>
        <w:p w14:paraId="5D704E85" w14:textId="77777777" w:rsidR="009C5AB2" w:rsidRPr="00D6163D" w:rsidRDefault="009C5AB2" w:rsidP="009C5AB2">
          <w:pPr>
            <w:pStyle w:val="Druhdokumentu"/>
          </w:pPr>
        </w:p>
      </w:tc>
    </w:tr>
  </w:tbl>
  <w:p w14:paraId="5AEDEEFE" w14:textId="30CD6985" w:rsidR="0081569A" w:rsidRDefault="0081569A" w:rsidP="009C5AB2">
    <w:pPr>
      <w:pStyle w:val="Zhlav"/>
      <w:ind w:left="-1361"/>
      <w:rPr>
        <w:sz w:val="2"/>
        <w:szCs w:val="2"/>
      </w:rPr>
    </w:pPr>
  </w:p>
  <w:p w14:paraId="5355E4B0" w14:textId="007DEA63" w:rsidR="009C5AB2" w:rsidRDefault="009C5AB2" w:rsidP="0081569A">
    <w:pPr>
      <w:pStyle w:val="Zhlav"/>
      <w:ind w:left="-1134"/>
      <w:rPr>
        <w:sz w:val="2"/>
        <w:szCs w:val="2"/>
      </w:rPr>
    </w:pPr>
  </w:p>
  <w:p w14:paraId="79959B2C" w14:textId="31B07190" w:rsidR="009C5AB2" w:rsidRDefault="009C5AB2" w:rsidP="0081569A">
    <w:pPr>
      <w:pStyle w:val="Zhlav"/>
      <w:ind w:left="-1134"/>
      <w:rPr>
        <w:sz w:val="2"/>
        <w:szCs w:val="2"/>
      </w:rPr>
    </w:pPr>
  </w:p>
  <w:p w14:paraId="59015D2E" w14:textId="113EB905" w:rsidR="009C5AB2" w:rsidRDefault="009C5AB2" w:rsidP="0081569A">
    <w:pPr>
      <w:pStyle w:val="Zhlav"/>
      <w:ind w:left="-1134"/>
      <w:rPr>
        <w:sz w:val="2"/>
        <w:szCs w:val="2"/>
      </w:rPr>
    </w:pPr>
  </w:p>
  <w:p w14:paraId="2E4CBB53" w14:textId="161F2053" w:rsidR="009C5AB2" w:rsidRDefault="009C5AB2" w:rsidP="0081569A">
    <w:pPr>
      <w:pStyle w:val="Zhlav"/>
      <w:ind w:left="-1134"/>
      <w:rPr>
        <w:sz w:val="2"/>
        <w:szCs w:val="2"/>
      </w:rPr>
    </w:pPr>
  </w:p>
  <w:p w14:paraId="4327DA1B" w14:textId="63B185BF" w:rsidR="009C5AB2" w:rsidRDefault="009C5AB2" w:rsidP="0081569A">
    <w:pPr>
      <w:pStyle w:val="Zhlav"/>
      <w:ind w:left="-1134"/>
      <w:rPr>
        <w:sz w:val="2"/>
        <w:szCs w:val="2"/>
      </w:rPr>
    </w:pPr>
  </w:p>
  <w:p w14:paraId="2C64E7C0" w14:textId="079B7F87" w:rsidR="009C5AB2" w:rsidRDefault="009C5AB2" w:rsidP="0081569A">
    <w:pPr>
      <w:pStyle w:val="Zhlav"/>
      <w:ind w:left="-1134"/>
      <w:rPr>
        <w:sz w:val="2"/>
        <w:szCs w:val="2"/>
      </w:rPr>
    </w:pPr>
  </w:p>
  <w:p w14:paraId="737818C9" w14:textId="06FB6C0B" w:rsidR="009C5AB2" w:rsidRDefault="009C5AB2" w:rsidP="0081569A">
    <w:pPr>
      <w:pStyle w:val="Zhlav"/>
      <w:ind w:left="-1134"/>
      <w:rPr>
        <w:sz w:val="2"/>
        <w:szCs w:val="2"/>
      </w:rPr>
    </w:pPr>
  </w:p>
  <w:p w14:paraId="766C8416" w14:textId="68C30BD6" w:rsidR="009C5AB2" w:rsidRDefault="009C5AB2" w:rsidP="0081569A">
    <w:pPr>
      <w:pStyle w:val="Zhlav"/>
      <w:ind w:left="-1134"/>
      <w:rPr>
        <w:sz w:val="2"/>
        <w:szCs w:val="2"/>
      </w:rPr>
    </w:pPr>
  </w:p>
  <w:p w14:paraId="1DAA09C1" w14:textId="3F78E867" w:rsidR="009C5AB2" w:rsidRDefault="009C5AB2" w:rsidP="0081569A">
    <w:pPr>
      <w:pStyle w:val="Zhlav"/>
      <w:ind w:left="-1134"/>
      <w:rPr>
        <w:sz w:val="2"/>
        <w:szCs w:val="2"/>
      </w:rPr>
    </w:pPr>
  </w:p>
  <w:p w14:paraId="1C788A71" w14:textId="38EA86ED" w:rsidR="009C5AB2" w:rsidRDefault="009C5AB2" w:rsidP="0081569A">
    <w:pPr>
      <w:pStyle w:val="Zhlav"/>
      <w:ind w:left="-1134"/>
      <w:rPr>
        <w:sz w:val="2"/>
        <w:szCs w:val="2"/>
      </w:rPr>
    </w:pPr>
  </w:p>
  <w:p w14:paraId="1847007A" w14:textId="57DF2A59" w:rsidR="009C5AB2" w:rsidRDefault="009C5AB2" w:rsidP="0081569A">
    <w:pPr>
      <w:pStyle w:val="Zhlav"/>
      <w:ind w:left="-1134"/>
      <w:rPr>
        <w:sz w:val="2"/>
        <w:szCs w:val="2"/>
      </w:rPr>
    </w:pPr>
  </w:p>
  <w:p w14:paraId="27687DB6" w14:textId="2DF0C3A0" w:rsidR="009C5AB2" w:rsidRDefault="009C5AB2" w:rsidP="0081569A">
    <w:pPr>
      <w:pStyle w:val="Zhlav"/>
      <w:ind w:left="-1134"/>
      <w:rPr>
        <w:sz w:val="2"/>
        <w:szCs w:val="2"/>
      </w:rPr>
    </w:pPr>
  </w:p>
  <w:p w14:paraId="088DA3C6" w14:textId="590D7E8F" w:rsidR="009C5AB2" w:rsidRDefault="009C5AB2" w:rsidP="0081569A">
    <w:pPr>
      <w:pStyle w:val="Zhlav"/>
      <w:ind w:left="-1134"/>
      <w:rPr>
        <w:sz w:val="2"/>
        <w:szCs w:val="2"/>
      </w:rPr>
    </w:pPr>
  </w:p>
  <w:p w14:paraId="75BD16A1" w14:textId="251E2620" w:rsidR="009C5AB2" w:rsidRDefault="009C5AB2" w:rsidP="0081569A">
    <w:pPr>
      <w:pStyle w:val="Zhlav"/>
      <w:ind w:left="-1134"/>
      <w:rPr>
        <w:sz w:val="2"/>
        <w:szCs w:val="2"/>
      </w:rPr>
    </w:pPr>
  </w:p>
  <w:p w14:paraId="10A96F59" w14:textId="27DB2DB3" w:rsidR="009C5AB2" w:rsidRDefault="009C5AB2" w:rsidP="0081569A">
    <w:pPr>
      <w:pStyle w:val="Zhlav"/>
      <w:ind w:left="-1134"/>
      <w:rPr>
        <w:sz w:val="2"/>
        <w:szCs w:val="2"/>
      </w:rPr>
    </w:pPr>
  </w:p>
  <w:p w14:paraId="1E7504E5" w14:textId="588BE959" w:rsidR="009C5AB2" w:rsidRDefault="009C5AB2" w:rsidP="0081569A">
    <w:pPr>
      <w:pStyle w:val="Zhlav"/>
      <w:ind w:left="-1134"/>
      <w:rPr>
        <w:sz w:val="2"/>
        <w:szCs w:val="2"/>
      </w:rPr>
    </w:pPr>
  </w:p>
  <w:p w14:paraId="0A83DA1F" w14:textId="32F7A059" w:rsidR="009C5AB2" w:rsidRDefault="009C5AB2" w:rsidP="0081569A">
    <w:pPr>
      <w:pStyle w:val="Zhlav"/>
      <w:ind w:left="-1134"/>
      <w:rPr>
        <w:sz w:val="2"/>
        <w:szCs w:val="2"/>
      </w:rPr>
    </w:pPr>
  </w:p>
  <w:p w14:paraId="60CF5736" w14:textId="215F8CC6" w:rsidR="009C5AB2" w:rsidRDefault="009C5AB2" w:rsidP="0081569A">
    <w:pPr>
      <w:pStyle w:val="Zhlav"/>
      <w:ind w:left="-1134"/>
      <w:rPr>
        <w:sz w:val="2"/>
        <w:szCs w:val="2"/>
      </w:rPr>
    </w:pPr>
  </w:p>
  <w:p w14:paraId="69A84E36" w14:textId="2F40AC25" w:rsidR="009C5AB2" w:rsidRDefault="009C5AB2" w:rsidP="0081569A">
    <w:pPr>
      <w:pStyle w:val="Zhlav"/>
      <w:ind w:left="-1134"/>
      <w:rPr>
        <w:sz w:val="2"/>
        <w:szCs w:val="2"/>
      </w:rPr>
    </w:pPr>
  </w:p>
  <w:p w14:paraId="5F18DD62" w14:textId="577728AD" w:rsidR="009C5AB2" w:rsidRDefault="009C5AB2" w:rsidP="0081569A">
    <w:pPr>
      <w:pStyle w:val="Zhlav"/>
      <w:ind w:left="-1134"/>
      <w:rPr>
        <w:sz w:val="2"/>
        <w:szCs w:val="2"/>
      </w:rPr>
    </w:pPr>
  </w:p>
  <w:p w14:paraId="11606AB7" w14:textId="35B3EA6E" w:rsidR="009C5AB2" w:rsidRDefault="009C5AB2" w:rsidP="0081569A">
    <w:pPr>
      <w:pStyle w:val="Zhlav"/>
      <w:ind w:left="-1134"/>
      <w:rPr>
        <w:sz w:val="2"/>
        <w:szCs w:val="2"/>
      </w:rPr>
    </w:pPr>
  </w:p>
  <w:p w14:paraId="52355C25" w14:textId="77777777" w:rsidR="009C5AB2" w:rsidRPr="00460660" w:rsidRDefault="009C5AB2" w:rsidP="0081569A">
    <w:pPr>
      <w:pStyle w:val="Zhlav"/>
      <w:ind w:left="-1134"/>
      <w:rPr>
        <w:sz w:val="2"/>
        <w:szCs w:val="2"/>
      </w:rPr>
    </w:pPr>
  </w:p>
  <w:p w14:paraId="2882016C" w14:textId="434D2FB4" w:rsidR="00C6288E" w:rsidRPr="00460660" w:rsidRDefault="00C6288E" w:rsidP="009C5AB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5" w15:restartNumberingAfterBreak="0">
    <w:nsid w:val="262753D8"/>
    <w:multiLevelType w:val="hybridMultilevel"/>
    <w:tmpl w:val="DCFEB5DC"/>
    <w:lvl w:ilvl="0" w:tplc="72000CB2">
      <w:start w:val="1"/>
      <w:numFmt w:val="lowerLetter"/>
      <w:lvlText w:val="(%1)"/>
      <w:lvlJc w:val="left"/>
      <w:pPr>
        <w:ind w:left="1352" w:hanging="360"/>
      </w:pPr>
    </w:lvl>
    <w:lvl w:ilvl="1" w:tplc="04050019">
      <w:start w:val="1"/>
      <w:numFmt w:val="lowerLetter"/>
      <w:lvlText w:val="%2."/>
      <w:lvlJc w:val="left"/>
      <w:pPr>
        <w:ind w:left="2072" w:hanging="360"/>
      </w:pPr>
    </w:lvl>
    <w:lvl w:ilvl="2" w:tplc="0405001B">
      <w:start w:val="1"/>
      <w:numFmt w:val="lowerRoman"/>
      <w:lvlText w:val="%3."/>
      <w:lvlJc w:val="right"/>
      <w:pPr>
        <w:ind w:left="2792" w:hanging="180"/>
      </w:pPr>
    </w:lvl>
    <w:lvl w:ilvl="3" w:tplc="0405000F">
      <w:start w:val="1"/>
      <w:numFmt w:val="decimal"/>
      <w:lvlText w:val="%4."/>
      <w:lvlJc w:val="left"/>
      <w:pPr>
        <w:ind w:left="3512" w:hanging="360"/>
      </w:pPr>
    </w:lvl>
    <w:lvl w:ilvl="4" w:tplc="04050019">
      <w:start w:val="1"/>
      <w:numFmt w:val="lowerLetter"/>
      <w:lvlText w:val="%5."/>
      <w:lvlJc w:val="left"/>
      <w:pPr>
        <w:ind w:left="4232" w:hanging="360"/>
      </w:pPr>
    </w:lvl>
    <w:lvl w:ilvl="5" w:tplc="0405001B">
      <w:start w:val="1"/>
      <w:numFmt w:val="lowerRoman"/>
      <w:lvlText w:val="%6."/>
      <w:lvlJc w:val="right"/>
      <w:pPr>
        <w:ind w:left="4952" w:hanging="180"/>
      </w:pPr>
    </w:lvl>
    <w:lvl w:ilvl="6" w:tplc="0405000F">
      <w:start w:val="1"/>
      <w:numFmt w:val="decimal"/>
      <w:lvlText w:val="%7."/>
      <w:lvlJc w:val="left"/>
      <w:pPr>
        <w:ind w:left="5672" w:hanging="360"/>
      </w:pPr>
    </w:lvl>
    <w:lvl w:ilvl="7" w:tplc="04050019">
      <w:start w:val="1"/>
      <w:numFmt w:val="lowerLetter"/>
      <w:lvlText w:val="%8."/>
      <w:lvlJc w:val="left"/>
      <w:pPr>
        <w:ind w:left="6392" w:hanging="360"/>
      </w:pPr>
    </w:lvl>
    <w:lvl w:ilvl="8" w:tplc="0405001B">
      <w:start w:val="1"/>
      <w:numFmt w:val="lowerRoman"/>
      <w:lvlText w:val="%9."/>
      <w:lvlJc w:val="right"/>
      <w:pPr>
        <w:ind w:left="7112"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8"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1"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2" w15:restartNumberingAfterBreak="0">
    <w:nsid w:val="38B64F42"/>
    <w:multiLevelType w:val="multilevel"/>
    <w:tmpl w:val="857EA386"/>
    <w:lvl w:ilvl="0">
      <w:start w:val="1"/>
      <w:numFmt w:val="decimal"/>
      <w:lvlText w:val="%1."/>
      <w:lvlJc w:val="left"/>
      <w:pPr>
        <w:ind w:left="360" w:hanging="360"/>
      </w:pPr>
      <w:rPr>
        <w:b/>
        <w:bCs w:val="0"/>
      </w:rPr>
    </w:lvl>
    <w:lvl w:ilvl="1">
      <w:start w:val="1"/>
      <w:numFmt w:val="decimal"/>
      <w:pStyle w:val="Clanek11"/>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7"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74070991"/>
    <w:multiLevelType w:val="multilevel"/>
    <w:tmpl w:val="CABE99FC"/>
    <w:numStyleLink w:val="ListNumbermultilevel"/>
  </w:abstractNum>
  <w:num w:numId="1">
    <w:abstractNumId w:val="3"/>
  </w:num>
  <w:num w:numId="2">
    <w:abstractNumId w:val="2"/>
  </w:num>
  <w:num w:numId="3">
    <w:abstractNumId w:val="6"/>
  </w:num>
  <w:num w:numId="4">
    <w:abstractNumId w:val="18"/>
  </w:num>
  <w:num w:numId="5">
    <w:abstractNumId w:val="12"/>
  </w:num>
  <w:num w:numId="6">
    <w:abstractNumId w:val="15"/>
  </w:num>
  <w:num w:numId="7">
    <w:abstractNumId w:val="0"/>
  </w:num>
  <w:num w:numId="8">
    <w:abstractNumId w:val="8"/>
  </w:num>
  <w:num w:numId="9">
    <w:abstractNumId w:val="16"/>
  </w:num>
  <w:num w:numId="10">
    <w:abstractNumId w:val="7"/>
  </w:num>
  <w:num w:numId="11">
    <w:abstractNumId w:val="14"/>
  </w:num>
  <w:num w:numId="12">
    <w:abstractNumId w:val="11"/>
  </w:num>
  <w:num w:numId="13">
    <w:abstractNumId w:val="10"/>
  </w:num>
  <w:num w:numId="14">
    <w:abstractNumId w:val="4"/>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3"/>
  </w:num>
  <w:num w:numId="18">
    <w:abstractNumId w:val="9"/>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2"/>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261A8"/>
    <w:rsid w:val="000271F9"/>
    <w:rsid w:val="00034D4F"/>
    <w:rsid w:val="000359CC"/>
    <w:rsid w:val="00043B35"/>
    <w:rsid w:val="00047260"/>
    <w:rsid w:val="00060241"/>
    <w:rsid w:val="00060914"/>
    <w:rsid w:val="000648CB"/>
    <w:rsid w:val="00072C1E"/>
    <w:rsid w:val="0007414E"/>
    <w:rsid w:val="00075972"/>
    <w:rsid w:val="0007761E"/>
    <w:rsid w:val="00086EC7"/>
    <w:rsid w:val="00097F37"/>
    <w:rsid w:val="000A1BD4"/>
    <w:rsid w:val="000A5E17"/>
    <w:rsid w:val="000B4381"/>
    <w:rsid w:val="000C11DA"/>
    <w:rsid w:val="000D3ADE"/>
    <w:rsid w:val="000E23A7"/>
    <w:rsid w:val="000E2E68"/>
    <w:rsid w:val="0010693F"/>
    <w:rsid w:val="00114346"/>
    <w:rsid w:val="00114472"/>
    <w:rsid w:val="0013209D"/>
    <w:rsid w:val="001371EA"/>
    <w:rsid w:val="00142628"/>
    <w:rsid w:val="00144094"/>
    <w:rsid w:val="0014565C"/>
    <w:rsid w:val="00153B54"/>
    <w:rsid w:val="001550BC"/>
    <w:rsid w:val="001605B9"/>
    <w:rsid w:val="001659E9"/>
    <w:rsid w:val="00170EC5"/>
    <w:rsid w:val="001747C1"/>
    <w:rsid w:val="00175A09"/>
    <w:rsid w:val="00177AF7"/>
    <w:rsid w:val="00184743"/>
    <w:rsid w:val="001975F5"/>
    <w:rsid w:val="001B21CB"/>
    <w:rsid w:val="001B7F48"/>
    <w:rsid w:val="001D124E"/>
    <w:rsid w:val="001D3E16"/>
    <w:rsid w:val="001E7681"/>
    <w:rsid w:val="001F0FAC"/>
    <w:rsid w:val="001F763F"/>
    <w:rsid w:val="0020372C"/>
    <w:rsid w:val="00206D6B"/>
    <w:rsid w:val="00207DF5"/>
    <w:rsid w:val="00214C48"/>
    <w:rsid w:val="00252F2B"/>
    <w:rsid w:val="0025345D"/>
    <w:rsid w:val="0025503B"/>
    <w:rsid w:val="00274597"/>
    <w:rsid w:val="00280E07"/>
    <w:rsid w:val="00281ADE"/>
    <w:rsid w:val="00281E75"/>
    <w:rsid w:val="00282724"/>
    <w:rsid w:val="00287B70"/>
    <w:rsid w:val="00291202"/>
    <w:rsid w:val="00291B07"/>
    <w:rsid w:val="002A03ED"/>
    <w:rsid w:val="002A2B91"/>
    <w:rsid w:val="002A6692"/>
    <w:rsid w:val="002B0B85"/>
    <w:rsid w:val="002B3E61"/>
    <w:rsid w:val="002B72B2"/>
    <w:rsid w:val="002C20B2"/>
    <w:rsid w:val="002C2F6F"/>
    <w:rsid w:val="002C31BF"/>
    <w:rsid w:val="002D08B1"/>
    <w:rsid w:val="002D5F2B"/>
    <w:rsid w:val="002E0CD7"/>
    <w:rsid w:val="002E6AC5"/>
    <w:rsid w:val="002F3A9E"/>
    <w:rsid w:val="002F663F"/>
    <w:rsid w:val="00302C61"/>
    <w:rsid w:val="00315EE3"/>
    <w:rsid w:val="003262F5"/>
    <w:rsid w:val="00333B86"/>
    <w:rsid w:val="0034033F"/>
    <w:rsid w:val="00341DCF"/>
    <w:rsid w:val="0034498F"/>
    <w:rsid w:val="003574DA"/>
    <w:rsid w:val="00357BC6"/>
    <w:rsid w:val="00357FD1"/>
    <w:rsid w:val="003601D4"/>
    <w:rsid w:val="00362E35"/>
    <w:rsid w:val="003656E8"/>
    <w:rsid w:val="003703A2"/>
    <w:rsid w:val="00382D2B"/>
    <w:rsid w:val="003909C0"/>
    <w:rsid w:val="003956C6"/>
    <w:rsid w:val="003C5769"/>
    <w:rsid w:val="003D395E"/>
    <w:rsid w:val="003F300A"/>
    <w:rsid w:val="003F7A33"/>
    <w:rsid w:val="00402307"/>
    <w:rsid w:val="00425499"/>
    <w:rsid w:val="00433C4F"/>
    <w:rsid w:val="00440423"/>
    <w:rsid w:val="00441430"/>
    <w:rsid w:val="00445CFA"/>
    <w:rsid w:val="00450F07"/>
    <w:rsid w:val="00453CD3"/>
    <w:rsid w:val="0045440D"/>
    <w:rsid w:val="004579CE"/>
    <w:rsid w:val="00460660"/>
    <w:rsid w:val="00464CC8"/>
    <w:rsid w:val="00465134"/>
    <w:rsid w:val="0047339A"/>
    <w:rsid w:val="00484A1F"/>
    <w:rsid w:val="00486107"/>
    <w:rsid w:val="004878A6"/>
    <w:rsid w:val="00491827"/>
    <w:rsid w:val="00491FA6"/>
    <w:rsid w:val="00494DCC"/>
    <w:rsid w:val="004A77A0"/>
    <w:rsid w:val="004B267B"/>
    <w:rsid w:val="004B348C"/>
    <w:rsid w:val="004C11F0"/>
    <w:rsid w:val="004C333D"/>
    <w:rsid w:val="004C4399"/>
    <w:rsid w:val="004C588C"/>
    <w:rsid w:val="004C787C"/>
    <w:rsid w:val="004D12CC"/>
    <w:rsid w:val="004E02A6"/>
    <w:rsid w:val="004E143C"/>
    <w:rsid w:val="004E2C7C"/>
    <w:rsid w:val="004E3A53"/>
    <w:rsid w:val="004E7DD8"/>
    <w:rsid w:val="004F4B9B"/>
    <w:rsid w:val="0051066F"/>
    <w:rsid w:val="00511AB9"/>
    <w:rsid w:val="005160CC"/>
    <w:rsid w:val="0051671B"/>
    <w:rsid w:val="005202F2"/>
    <w:rsid w:val="005205DD"/>
    <w:rsid w:val="00523EA7"/>
    <w:rsid w:val="0053123F"/>
    <w:rsid w:val="00553375"/>
    <w:rsid w:val="00567BCB"/>
    <w:rsid w:val="00570DF5"/>
    <w:rsid w:val="005736B7"/>
    <w:rsid w:val="00575E5A"/>
    <w:rsid w:val="0059384C"/>
    <w:rsid w:val="00595F71"/>
    <w:rsid w:val="005A3662"/>
    <w:rsid w:val="005E0CC9"/>
    <w:rsid w:val="005E2084"/>
    <w:rsid w:val="005E5512"/>
    <w:rsid w:val="005F1404"/>
    <w:rsid w:val="0061068E"/>
    <w:rsid w:val="00614C7A"/>
    <w:rsid w:val="00615789"/>
    <w:rsid w:val="00624971"/>
    <w:rsid w:val="00626122"/>
    <w:rsid w:val="0063111E"/>
    <w:rsid w:val="0063371F"/>
    <w:rsid w:val="006413B7"/>
    <w:rsid w:val="0064774B"/>
    <w:rsid w:val="00660AD3"/>
    <w:rsid w:val="00674C8A"/>
    <w:rsid w:val="00676EB5"/>
    <w:rsid w:val="00677B7F"/>
    <w:rsid w:val="006862DF"/>
    <w:rsid w:val="0069410B"/>
    <w:rsid w:val="00696698"/>
    <w:rsid w:val="00697A73"/>
    <w:rsid w:val="006A5570"/>
    <w:rsid w:val="006A689C"/>
    <w:rsid w:val="006B31DC"/>
    <w:rsid w:val="006B3D79"/>
    <w:rsid w:val="006C4CF6"/>
    <w:rsid w:val="006D7062"/>
    <w:rsid w:val="006D7AFE"/>
    <w:rsid w:val="006E00D0"/>
    <w:rsid w:val="006E0578"/>
    <w:rsid w:val="006E314D"/>
    <w:rsid w:val="006E5B3C"/>
    <w:rsid w:val="00705CC5"/>
    <w:rsid w:val="0070654E"/>
    <w:rsid w:val="00710723"/>
    <w:rsid w:val="007126EA"/>
    <w:rsid w:val="00720B56"/>
    <w:rsid w:val="0072303D"/>
    <w:rsid w:val="00723ED1"/>
    <w:rsid w:val="00743525"/>
    <w:rsid w:val="00745D74"/>
    <w:rsid w:val="00747B4E"/>
    <w:rsid w:val="0076286B"/>
    <w:rsid w:val="00766846"/>
    <w:rsid w:val="0077363D"/>
    <w:rsid w:val="0077673A"/>
    <w:rsid w:val="00781522"/>
    <w:rsid w:val="007846E1"/>
    <w:rsid w:val="007A3A05"/>
    <w:rsid w:val="007B1F9E"/>
    <w:rsid w:val="007B570C"/>
    <w:rsid w:val="007C4CD7"/>
    <w:rsid w:val="007C589B"/>
    <w:rsid w:val="007C5D3A"/>
    <w:rsid w:val="007E4A6E"/>
    <w:rsid w:val="007E4F7E"/>
    <w:rsid w:val="007F56A7"/>
    <w:rsid w:val="00801261"/>
    <w:rsid w:val="008053D0"/>
    <w:rsid w:val="00807DD0"/>
    <w:rsid w:val="0081569A"/>
    <w:rsid w:val="00817F90"/>
    <w:rsid w:val="00841FDD"/>
    <w:rsid w:val="00855B02"/>
    <w:rsid w:val="00860FB6"/>
    <w:rsid w:val="00864244"/>
    <w:rsid w:val="008659F3"/>
    <w:rsid w:val="008819F6"/>
    <w:rsid w:val="00886D4B"/>
    <w:rsid w:val="00895406"/>
    <w:rsid w:val="00897149"/>
    <w:rsid w:val="008A3568"/>
    <w:rsid w:val="008A368D"/>
    <w:rsid w:val="008B61D0"/>
    <w:rsid w:val="008C4072"/>
    <w:rsid w:val="008C415D"/>
    <w:rsid w:val="008D03B9"/>
    <w:rsid w:val="008F18D6"/>
    <w:rsid w:val="008F37FD"/>
    <w:rsid w:val="008F5190"/>
    <w:rsid w:val="008F5E52"/>
    <w:rsid w:val="008F6B5C"/>
    <w:rsid w:val="00904780"/>
    <w:rsid w:val="00922385"/>
    <w:rsid w:val="009223DF"/>
    <w:rsid w:val="0093175F"/>
    <w:rsid w:val="00936091"/>
    <w:rsid w:val="00940D8A"/>
    <w:rsid w:val="00962258"/>
    <w:rsid w:val="009629C2"/>
    <w:rsid w:val="0096782B"/>
    <w:rsid w:val="009678B7"/>
    <w:rsid w:val="009833E1"/>
    <w:rsid w:val="00992D9C"/>
    <w:rsid w:val="00996CB8"/>
    <w:rsid w:val="009A5D23"/>
    <w:rsid w:val="009A7A90"/>
    <w:rsid w:val="009B14A9"/>
    <w:rsid w:val="009B2E97"/>
    <w:rsid w:val="009B5F56"/>
    <w:rsid w:val="009B6795"/>
    <w:rsid w:val="009C0A64"/>
    <w:rsid w:val="009C5AB2"/>
    <w:rsid w:val="009D1BA2"/>
    <w:rsid w:val="009D50D4"/>
    <w:rsid w:val="009E07F4"/>
    <w:rsid w:val="009E0DB3"/>
    <w:rsid w:val="009F392E"/>
    <w:rsid w:val="00A037C2"/>
    <w:rsid w:val="00A06158"/>
    <w:rsid w:val="00A1211D"/>
    <w:rsid w:val="00A161E7"/>
    <w:rsid w:val="00A16B5F"/>
    <w:rsid w:val="00A2381D"/>
    <w:rsid w:val="00A36D96"/>
    <w:rsid w:val="00A37B7A"/>
    <w:rsid w:val="00A404A5"/>
    <w:rsid w:val="00A406DC"/>
    <w:rsid w:val="00A54ECA"/>
    <w:rsid w:val="00A6177B"/>
    <w:rsid w:val="00A66136"/>
    <w:rsid w:val="00A668E7"/>
    <w:rsid w:val="00A90199"/>
    <w:rsid w:val="00A90BD5"/>
    <w:rsid w:val="00A91226"/>
    <w:rsid w:val="00A93896"/>
    <w:rsid w:val="00AA4CBB"/>
    <w:rsid w:val="00AA65FA"/>
    <w:rsid w:val="00AA7351"/>
    <w:rsid w:val="00AB1712"/>
    <w:rsid w:val="00AC3262"/>
    <w:rsid w:val="00AC46F2"/>
    <w:rsid w:val="00AC7C53"/>
    <w:rsid w:val="00AD056F"/>
    <w:rsid w:val="00AD6731"/>
    <w:rsid w:val="00AE0382"/>
    <w:rsid w:val="00AE0C3D"/>
    <w:rsid w:val="00AE4D08"/>
    <w:rsid w:val="00B103DB"/>
    <w:rsid w:val="00B15D0D"/>
    <w:rsid w:val="00B23BB9"/>
    <w:rsid w:val="00B57A80"/>
    <w:rsid w:val="00B60A53"/>
    <w:rsid w:val="00B612C0"/>
    <w:rsid w:val="00B65A51"/>
    <w:rsid w:val="00B713EB"/>
    <w:rsid w:val="00B721FE"/>
    <w:rsid w:val="00B75EE1"/>
    <w:rsid w:val="00B77481"/>
    <w:rsid w:val="00B8518B"/>
    <w:rsid w:val="00B91E11"/>
    <w:rsid w:val="00BB059B"/>
    <w:rsid w:val="00BC42FA"/>
    <w:rsid w:val="00BC4CE4"/>
    <w:rsid w:val="00BD076E"/>
    <w:rsid w:val="00BD3A0D"/>
    <w:rsid w:val="00BD554B"/>
    <w:rsid w:val="00BD7E91"/>
    <w:rsid w:val="00BE7D13"/>
    <w:rsid w:val="00C02D0A"/>
    <w:rsid w:val="00C0318D"/>
    <w:rsid w:val="00C03A6E"/>
    <w:rsid w:val="00C10E4D"/>
    <w:rsid w:val="00C11C50"/>
    <w:rsid w:val="00C15429"/>
    <w:rsid w:val="00C23458"/>
    <w:rsid w:val="00C24989"/>
    <w:rsid w:val="00C25AAE"/>
    <w:rsid w:val="00C42E82"/>
    <w:rsid w:val="00C44806"/>
    <w:rsid w:val="00C44F6A"/>
    <w:rsid w:val="00C4676F"/>
    <w:rsid w:val="00C47AE3"/>
    <w:rsid w:val="00C53CD3"/>
    <w:rsid w:val="00C60FD5"/>
    <w:rsid w:val="00C6288E"/>
    <w:rsid w:val="00C70843"/>
    <w:rsid w:val="00C7646D"/>
    <w:rsid w:val="00C811AE"/>
    <w:rsid w:val="00C8609C"/>
    <w:rsid w:val="00CA4847"/>
    <w:rsid w:val="00CB44E6"/>
    <w:rsid w:val="00CC2C09"/>
    <w:rsid w:val="00CD183A"/>
    <w:rsid w:val="00CD1FC4"/>
    <w:rsid w:val="00CD23BD"/>
    <w:rsid w:val="00CE56F8"/>
    <w:rsid w:val="00CF17BE"/>
    <w:rsid w:val="00CF32E8"/>
    <w:rsid w:val="00CF7FDA"/>
    <w:rsid w:val="00D120BA"/>
    <w:rsid w:val="00D21061"/>
    <w:rsid w:val="00D2450A"/>
    <w:rsid w:val="00D31CA8"/>
    <w:rsid w:val="00D31E61"/>
    <w:rsid w:val="00D35F37"/>
    <w:rsid w:val="00D40022"/>
    <w:rsid w:val="00D4108E"/>
    <w:rsid w:val="00D6163D"/>
    <w:rsid w:val="00D64FFE"/>
    <w:rsid w:val="00D73934"/>
    <w:rsid w:val="00D76306"/>
    <w:rsid w:val="00D831A3"/>
    <w:rsid w:val="00D86668"/>
    <w:rsid w:val="00D87F6B"/>
    <w:rsid w:val="00D90583"/>
    <w:rsid w:val="00D92FF5"/>
    <w:rsid w:val="00D93D54"/>
    <w:rsid w:val="00DB2B0F"/>
    <w:rsid w:val="00DB5F97"/>
    <w:rsid w:val="00DC3026"/>
    <w:rsid w:val="00DC33C8"/>
    <w:rsid w:val="00DC380C"/>
    <w:rsid w:val="00DC75F3"/>
    <w:rsid w:val="00DD46F3"/>
    <w:rsid w:val="00DD6B14"/>
    <w:rsid w:val="00DE2D71"/>
    <w:rsid w:val="00DE56F2"/>
    <w:rsid w:val="00DF116D"/>
    <w:rsid w:val="00E22DA5"/>
    <w:rsid w:val="00E255CB"/>
    <w:rsid w:val="00E27340"/>
    <w:rsid w:val="00E40685"/>
    <w:rsid w:val="00E466A9"/>
    <w:rsid w:val="00E57670"/>
    <w:rsid w:val="00E60107"/>
    <w:rsid w:val="00E719EE"/>
    <w:rsid w:val="00E86F16"/>
    <w:rsid w:val="00E90396"/>
    <w:rsid w:val="00E90C16"/>
    <w:rsid w:val="00E93DAC"/>
    <w:rsid w:val="00EA57B9"/>
    <w:rsid w:val="00EB104F"/>
    <w:rsid w:val="00ED14BD"/>
    <w:rsid w:val="00ED3B80"/>
    <w:rsid w:val="00EE11E4"/>
    <w:rsid w:val="00EF3D29"/>
    <w:rsid w:val="00F0533E"/>
    <w:rsid w:val="00F1048D"/>
    <w:rsid w:val="00F12DEC"/>
    <w:rsid w:val="00F1715C"/>
    <w:rsid w:val="00F243E2"/>
    <w:rsid w:val="00F310F8"/>
    <w:rsid w:val="00F34B3C"/>
    <w:rsid w:val="00F35939"/>
    <w:rsid w:val="00F45607"/>
    <w:rsid w:val="00F5070F"/>
    <w:rsid w:val="00F61DE3"/>
    <w:rsid w:val="00F659EB"/>
    <w:rsid w:val="00F668BA"/>
    <w:rsid w:val="00F75906"/>
    <w:rsid w:val="00F86BA6"/>
    <w:rsid w:val="00F9298E"/>
    <w:rsid w:val="00F95EC3"/>
    <w:rsid w:val="00FA6D2C"/>
    <w:rsid w:val="00FB018F"/>
    <w:rsid w:val="00FC6389"/>
    <w:rsid w:val="00FE50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1E5B45E6-2902-435F-A509-B13004AE2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9629C2"/>
    <w:pPr>
      <w:keepNext/>
      <w:keepLines/>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9629C2"/>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autoRedefine/>
    <w:qFormat/>
    <w:rsid w:val="00D87F6B"/>
    <w:pPr>
      <w:keepNext w:val="0"/>
      <w:keepLines w:val="0"/>
      <w:numPr>
        <w:ilvl w:val="1"/>
        <w:numId w:val="5"/>
      </w:numPr>
      <w:pBdr>
        <w:top w:val="none" w:sz="0" w:space="0" w:color="auto"/>
      </w:pBdr>
      <w:spacing w:before="0" w:after="120" w:line="276" w:lineRule="auto"/>
      <w:ind w:left="567" w:hanging="567"/>
      <w:outlineLvl w:val="3"/>
    </w:pPr>
    <w:rPr>
      <w:rFonts w:asciiTheme="minorHAnsi" w:eastAsia="Times New Roman" w:hAnsiTheme="minorHAnsi" w:cs="Arial"/>
      <w:b w:val="0"/>
      <w:bCs/>
      <w:iCs/>
      <w:color w:val="auto"/>
      <w:sz w:val="18"/>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D87F6B"/>
    <w:rPr>
      <w:rFonts w:eastAsia="Times New Roman" w:cs="Arial"/>
      <w:bCs/>
      <w:iCs/>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06024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060241"/>
    <w:pPr>
      <w:numPr>
        <w:numId w:val="16"/>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176376">
      <w:bodyDiv w:val="1"/>
      <w:marLeft w:val="0"/>
      <w:marRight w:val="0"/>
      <w:marTop w:val="0"/>
      <w:marBottom w:val="0"/>
      <w:divBdr>
        <w:top w:val="none" w:sz="0" w:space="0" w:color="auto"/>
        <w:left w:val="none" w:sz="0" w:space="0" w:color="auto"/>
        <w:bottom w:val="none" w:sz="0" w:space="0" w:color="auto"/>
        <w:right w:val="none" w:sz="0" w:space="0" w:color="auto"/>
      </w:divBdr>
    </w:div>
    <w:div w:id="593782203">
      <w:bodyDiv w:val="1"/>
      <w:marLeft w:val="0"/>
      <w:marRight w:val="0"/>
      <w:marTop w:val="0"/>
      <w:marBottom w:val="0"/>
      <w:divBdr>
        <w:top w:val="none" w:sz="0" w:space="0" w:color="auto"/>
        <w:left w:val="none" w:sz="0" w:space="0" w:color="auto"/>
        <w:bottom w:val="none" w:sz="0" w:space="0" w:color="auto"/>
        <w:right w:val="none" w:sz="0" w:space="0" w:color="auto"/>
      </w:divBdr>
    </w:div>
    <w:div w:id="910383927">
      <w:bodyDiv w:val="1"/>
      <w:marLeft w:val="0"/>
      <w:marRight w:val="0"/>
      <w:marTop w:val="0"/>
      <w:marBottom w:val="0"/>
      <w:divBdr>
        <w:top w:val="none" w:sz="0" w:space="0" w:color="auto"/>
        <w:left w:val="none" w:sz="0" w:space="0" w:color="auto"/>
        <w:bottom w:val="none" w:sz="0" w:space="0" w:color="auto"/>
        <w:right w:val="none" w:sz="0" w:space="0" w:color="auto"/>
      </w:divBdr>
    </w:div>
    <w:div w:id="175547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7757F6DAC714641BBBBFA0A85C0E98D" ma:contentTypeVersion="2" ma:contentTypeDescription="Vytvoří nový dokument" ma:contentTypeScope="" ma:versionID="6cfa185f3b9530f1560180915b77afb4">
  <xsd:schema xmlns:xsd="http://www.w3.org/2001/XMLSchema" xmlns:xs="http://www.w3.org/2001/XMLSchema" xmlns:p="http://schemas.microsoft.com/office/2006/metadata/properties" xmlns:ns2="c3c23aa3-17bf-46c5-b19f-2e2c4a123d9e" targetNamespace="http://schemas.microsoft.com/office/2006/metadata/properties" ma:root="true" ma:fieldsID="d5ab293ed7e029e3d6b3f0c45cc271a9" ns2:_="">
    <xsd:import namespace="c3c23aa3-17bf-46c5-b19f-2e2c4a123d9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c23aa3-17bf-46c5-b19f-2e2c4a123d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5A5581EF-BCFF-4F01-814F-6C1911CF26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c23aa3-17bf-46c5-b19f-2e2c4a123d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863A882F-C9D0-4539-BC18-AAD8B16F8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Pages>
  <Words>2209</Words>
  <Characters>13035</Characters>
  <Application>Microsoft Office Word</Application>
  <DocSecurity>0</DocSecurity>
  <Lines>108</Lines>
  <Paragraphs>30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Engelová Petra</cp:lastModifiedBy>
  <cp:revision>6</cp:revision>
  <cp:lastPrinted>2019-02-25T13:30:00Z</cp:lastPrinted>
  <dcterms:created xsi:type="dcterms:W3CDTF">2021-03-11T20:15:00Z</dcterms:created>
  <dcterms:modified xsi:type="dcterms:W3CDTF">2021-03-16T14:24:00Z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0x010100C7757F6DAC714641BBBBFA0A85C0E98D</vt:lpwstr>
  </property>
  <property fmtid="{D5CDD505-2E9C-101B-9397-08002B2CF9AE}" pid="3" name="URL">
    <vt:lpwstr/>
  </property>
</Properties>
</file>