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08E72A8E16F4CBBBDEF06F31E0E4575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FB3028" w:rsidP="00CF0EF4">
          <w:pPr>
            <w:pStyle w:val="Tituldatum"/>
          </w:pPr>
          <w:r w:rsidRPr="00FB3028">
            <w:rPr>
              <w:rStyle w:val="Nzevakce"/>
            </w:rPr>
            <w:t>Zřízení výhybny Bartoušov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B3028" w:rsidRPr="00FB3028">
        <w:t>15</w:t>
      </w:r>
      <w:r w:rsidRPr="00FB3028">
        <w:t xml:space="preserve">. </w:t>
      </w:r>
      <w:r w:rsidR="00FB3028" w:rsidRPr="00FB3028">
        <w:t>2</w:t>
      </w:r>
      <w:r w:rsidRPr="00FB3028">
        <w:t>. 20</w:t>
      </w:r>
      <w:r w:rsidR="00A616BE" w:rsidRPr="00FB3028">
        <w:t>2</w:t>
      </w:r>
      <w:r w:rsidR="002D26A6" w:rsidRPr="00FB3028">
        <w:t>1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724C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4378415" w:history="1">
        <w:r w:rsidR="006724C4" w:rsidRPr="00C5232A">
          <w:rPr>
            <w:rStyle w:val="Hypertextovodkaz"/>
          </w:rPr>
          <w:t>SEZNAM ZKRATEK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_Toc64378415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2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E040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78416" w:history="1">
        <w:r w:rsidR="006724C4" w:rsidRPr="00C5232A">
          <w:rPr>
            <w:rStyle w:val="Hypertextovodkaz"/>
          </w:rPr>
          <w:t>1.</w:t>
        </w:r>
        <w:r w:rsidR="006724C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POJMY A DEFINICE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_Toc64378416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E040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4378417" w:history="1">
        <w:r w:rsidR="006724C4" w:rsidRPr="00C5232A">
          <w:rPr>
            <w:rStyle w:val="Hypertextovodkaz"/>
            <w:rFonts w:asciiTheme="majorHAnsi" w:hAnsiTheme="majorHAnsi"/>
          </w:rPr>
          <w:t>1.2</w:t>
        </w:r>
        <w:r w:rsidR="006724C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Soupis prací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_Toc64378417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E040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4378418" w:history="1">
        <w:r w:rsidR="006724C4" w:rsidRPr="00C5232A">
          <w:rPr>
            <w:rStyle w:val="Hypertextovodkaz"/>
            <w:rFonts w:asciiTheme="majorHAnsi" w:hAnsiTheme="majorHAnsi"/>
          </w:rPr>
          <w:t>1.3</w:t>
        </w:r>
        <w:r w:rsidR="006724C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Cenová soustava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_Toc64378418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E0409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4378419" w:history="1">
        <w:r w:rsidR="006724C4" w:rsidRPr="00C5232A">
          <w:rPr>
            <w:rStyle w:val="Hypertextovodkaz"/>
            <w:rFonts w:asciiTheme="majorHAnsi" w:hAnsiTheme="majorHAnsi"/>
          </w:rPr>
          <w:t>1.4</w:t>
        </w:r>
        <w:r w:rsidR="006724C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Měrné jednotky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_Toc64378419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E040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78420" w:history="1">
        <w:r w:rsidR="006724C4" w:rsidRPr="00C5232A">
          <w:rPr>
            <w:rStyle w:val="Hypertextovodkaz"/>
          </w:rPr>
          <w:t>2.</w:t>
        </w:r>
        <w:r w:rsidR="006724C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ZÁKLADNÍ PRAVIDLA PRO OCEŇOVÁNÍ SOUPISU PRACÍ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_Toc64378420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E040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78421" w:history="1">
        <w:r w:rsidR="006724C4" w:rsidRPr="00C5232A">
          <w:rPr>
            <w:rStyle w:val="Hypertextovodkaz"/>
          </w:rPr>
          <w:t>3.</w:t>
        </w:r>
        <w:r w:rsidR="006724C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MĚŘENÍ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_Toc64378421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6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E0409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78422" w:history="1">
        <w:r w:rsidR="006724C4" w:rsidRPr="00C5232A">
          <w:rPr>
            <w:rStyle w:val="Hypertextovodkaz"/>
          </w:rPr>
          <w:t>4.</w:t>
        </w:r>
        <w:r w:rsidR="006724C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SROVNATELNÉ VÝROBKY, ALTERNATIVY MATERIÁLŮ A PROVEDENÍ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_Toc64378422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6</w:t>
        </w:r>
        <w:r w:rsidR="006724C4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4378415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437841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4378417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4378418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4378419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4378420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E62A83" w:rsidRDefault="005E07BA" w:rsidP="002E5003">
      <w:pPr>
        <w:pStyle w:val="Text2-1"/>
      </w:pPr>
      <w:bookmarkStart w:id="10" w:name="_GoBack"/>
      <w:bookmarkEnd w:id="10"/>
      <w:r>
        <w:lastRenderedPageBreak/>
        <w:t xml:space="preserve">Soupis prací je jako součást zadávací dokumentace </w:t>
      </w:r>
      <w:r w:rsidRPr="00E62A83">
        <w:t>uve</w:t>
      </w:r>
      <w:r w:rsidR="001D1F8C" w:rsidRPr="00E62A83">
        <w:t>řejněn na profilu zadavatele, a </w:t>
      </w:r>
      <w:r w:rsidRPr="00E62A83">
        <w:t xml:space="preserve">to v </w:t>
      </w:r>
      <w:r w:rsidR="009F0603" w:rsidRPr="00E62A83">
        <w:t>elektronické</w:t>
      </w:r>
      <w:r w:rsidRPr="00E62A83">
        <w:t xml:space="preserve"> podobě v otevřené (editovatelné) formě ve formátu</w:t>
      </w:r>
      <w:r w:rsidR="009915CF">
        <w:t xml:space="preserve"> </w:t>
      </w:r>
      <w:r w:rsidR="00E62A83" w:rsidRPr="00E62A83">
        <w:t>*.xlsx</w:t>
      </w:r>
      <w:r w:rsidRPr="00E62A83">
        <w:t xml:space="preserve"> </w:t>
      </w:r>
      <w:r w:rsidR="00E62A83" w:rsidRPr="00E62A83">
        <w:t>a *.xml</w:t>
      </w:r>
      <w:r w:rsidR="00B12021" w:rsidRPr="00E62A83">
        <w:t xml:space="preserve"> </w:t>
      </w:r>
      <w:r w:rsidRPr="00E62A83">
        <w:t>(stru</w:t>
      </w:r>
      <w:r w:rsidR="00051213" w:rsidRPr="00E62A83">
        <w:t xml:space="preserve">ktura dat dle datového předpisu </w:t>
      </w:r>
      <w:r w:rsidRPr="00E62A83">
        <w:t>XDC).</w:t>
      </w:r>
    </w:p>
    <w:p w:rsidR="005E07BA" w:rsidRPr="00E62A83" w:rsidRDefault="005E07BA" w:rsidP="005E07BA">
      <w:pPr>
        <w:pStyle w:val="Nadpis2-1"/>
      </w:pPr>
      <w:bookmarkStart w:id="11" w:name="_Toc64378421"/>
      <w:r w:rsidRPr="00E62A83"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437842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22A" w:rsidRDefault="0036422A" w:rsidP="00962258">
      <w:pPr>
        <w:spacing w:after="0" w:line="240" w:lineRule="auto"/>
      </w:pPr>
      <w:r>
        <w:separator/>
      </w:r>
    </w:p>
  </w:endnote>
  <w:endnote w:type="continuationSeparator" w:id="0">
    <w:p w:rsidR="0036422A" w:rsidRDefault="003642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409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409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2E5003" w:rsidP="00C87634">
          <w:pPr>
            <w:pStyle w:val="Zpatvlevo"/>
          </w:pPr>
          <w:fldSimple w:instr=" STYLEREF  _Název_akce  \* MERGEFORMAT ">
            <w:r w:rsidR="00E04092">
              <w:rPr>
                <w:noProof/>
              </w:rPr>
              <w:t>Zřízení výhybny Bartoušov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2E5003" w:rsidP="00C87634">
          <w:pPr>
            <w:pStyle w:val="Zpatvpravo"/>
          </w:pPr>
          <w:fldSimple w:instr=" STYLEREF  _Název_akce  \* MERGEFORMAT ">
            <w:r w:rsidR="00E04092">
              <w:rPr>
                <w:noProof/>
              </w:rPr>
              <w:t>Zřízení výhybny Bartoušov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40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409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22A" w:rsidRDefault="0036422A" w:rsidP="00962258">
      <w:pPr>
        <w:spacing w:after="0" w:line="240" w:lineRule="auto"/>
      </w:pPr>
      <w:r>
        <w:separator/>
      </w:r>
    </w:p>
  </w:footnote>
  <w:footnote w:type="continuationSeparator" w:id="0">
    <w:p w:rsidR="0036422A" w:rsidRDefault="003642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5A"/>
    <w:rsid w:val="000008ED"/>
    <w:rsid w:val="00017F3C"/>
    <w:rsid w:val="000373DC"/>
    <w:rsid w:val="00041EC8"/>
    <w:rsid w:val="00051213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003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422A"/>
    <w:rsid w:val="00375127"/>
    <w:rsid w:val="0037545D"/>
    <w:rsid w:val="00386FF1"/>
    <w:rsid w:val="00392EB6"/>
    <w:rsid w:val="003956C6"/>
    <w:rsid w:val="00396B7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25F72"/>
    <w:rsid w:val="00655976"/>
    <w:rsid w:val="0065610E"/>
    <w:rsid w:val="00660AD3"/>
    <w:rsid w:val="006724C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3E7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15CF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2021"/>
    <w:rsid w:val="00B13A26"/>
    <w:rsid w:val="00B15D0D"/>
    <w:rsid w:val="00B22106"/>
    <w:rsid w:val="00B5431A"/>
    <w:rsid w:val="00B7049C"/>
    <w:rsid w:val="00B75EE1"/>
    <w:rsid w:val="00B77481"/>
    <w:rsid w:val="00B8285A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04092"/>
    <w:rsid w:val="00E16FF7"/>
    <w:rsid w:val="00E1732F"/>
    <w:rsid w:val="00E26D68"/>
    <w:rsid w:val="00E44045"/>
    <w:rsid w:val="00E618C4"/>
    <w:rsid w:val="00E62A83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3028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B3AC1629-8BAB-4C7D-9FD1-21962E48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IVIN\Bartou&#353;ov\TENDR_2021\KSP_R(R-F)_VZOR_2101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08E72A8E16F4CBBBDEF06F31E0E4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CA35C-36A8-4070-A3F9-58598586F602}"/>
      </w:docPartPr>
      <w:docPartBody>
        <w:p w:rsidR="0061699E" w:rsidRDefault="0061699E">
          <w:pPr>
            <w:pStyle w:val="908E72A8E16F4CBBBDEF06F31E0E457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9E"/>
    <w:rsid w:val="0061699E"/>
    <w:rsid w:val="00F1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08E72A8E16F4CBBBDEF06F31E0E4575">
    <w:name w:val="908E72A8E16F4CBBBDEF06F31E0E4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15A49B-67AB-4174-BCD0-66C3FE91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KSP_R(R-F)_VZOR_210120</Template>
  <TotalTime>6</TotalTime>
  <Pages>6</Pages>
  <Words>1831</Words>
  <Characters>10808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Divín Pavel</dc:creator>
  <cp:lastModifiedBy>Klimeš Jaroslav, JUDr.</cp:lastModifiedBy>
  <cp:revision>8</cp:revision>
  <cp:lastPrinted>2019-03-13T10:28:00Z</cp:lastPrinted>
  <dcterms:created xsi:type="dcterms:W3CDTF">2021-02-16T07:57:00Z</dcterms:created>
  <dcterms:modified xsi:type="dcterms:W3CDTF">2021-02-25T11:39:00Z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