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4F78B"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209983C9"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3C618C43" w14:textId="77777777"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054EC2CE" w14:textId="77777777" w:rsidR="002A5385" w:rsidRPr="00CF35B2" w:rsidRDefault="002A5385" w:rsidP="001131AA">
      <w:pPr>
        <w:ind w:right="567"/>
        <w:rPr>
          <w:rFonts w:ascii="Arial" w:hAnsi="Arial" w:cs="Arial"/>
          <w:b/>
          <w:color w:val="000000"/>
          <w:sz w:val="19"/>
          <w:szCs w:val="19"/>
        </w:rPr>
      </w:pPr>
    </w:p>
    <w:p w14:paraId="399411DB"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007DE12B"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7833E398" w14:textId="77777777"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417522" w:rsidRPr="00417522">
        <w:rPr>
          <w:rFonts w:ascii="Arial" w:hAnsi="Arial" w:cs="Arial"/>
          <w:b/>
          <w:sz w:val="19"/>
          <w:szCs w:val="19"/>
        </w:rPr>
        <w:t>500 352 0139 / 532 351 0001</w:t>
      </w:r>
    </w:p>
    <w:p w14:paraId="79AF282A" w14:textId="77777777" w:rsidR="008C2589" w:rsidRPr="00CF35B2" w:rsidRDefault="008C2589" w:rsidP="001131AA">
      <w:pPr>
        <w:ind w:right="567"/>
        <w:rPr>
          <w:rFonts w:ascii="Arial" w:hAnsi="Arial"/>
          <w:color w:val="000000"/>
          <w:sz w:val="19"/>
          <w:szCs w:val="19"/>
        </w:rPr>
      </w:pPr>
    </w:p>
    <w:p w14:paraId="4FA4D8DB" w14:textId="77777777"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14:paraId="02201E4E"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14:paraId="25375A86"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5D662D" w:rsidRPr="005D662D">
        <w:rPr>
          <w:rFonts w:ascii="Arial" w:eastAsia="Calibri" w:hAnsi="Arial" w:cs="Arial"/>
          <w:b/>
          <w:sz w:val="28"/>
          <w:szCs w:val="28"/>
          <w:lang w:eastAsia="en-US"/>
        </w:rPr>
        <w:t>Rekonstrukce výpravní budovy v žst. Plzeň hl. n.</w:t>
      </w:r>
      <w:r w:rsidRPr="00B4750A">
        <w:rPr>
          <w:rFonts w:ascii="Arial" w:eastAsia="Calibri" w:hAnsi="Arial" w:cs="Arial"/>
          <w:b/>
          <w:sz w:val="28"/>
          <w:szCs w:val="28"/>
          <w:lang w:eastAsia="en-US"/>
        </w:rPr>
        <w:t>“</w:t>
      </w:r>
    </w:p>
    <w:p w14:paraId="57988565" w14:textId="77777777"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114265CF" w14:textId="77777777" w:rsidR="004A6338" w:rsidRPr="00CF35B2" w:rsidRDefault="004A6338" w:rsidP="004A6338">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3B48822D" w14:textId="77777777"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67B6D93A"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6CB880F3"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14:paraId="7D37E648"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14:paraId="648A49AC" w14:textId="77777777" w:rsidR="004A6338" w:rsidRPr="00CF35B2" w:rsidRDefault="004A6338" w:rsidP="004A6338">
      <w:pPr>
        <w:ind w:left="540" w:right="567"/>
        <w:rPr>
          <w:rFonts w:ascii="Arial" w:hAnsi="Arial" w:cs="Arial"/>
          <w:sz w:val="19"/>
          <w:szCs w:val="19"/>
        </w:rPr>
      </w:pPr>
    </w:p>
    <w:p w14:paraId="28392C85"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14:paraId="346DA669" w14:textId="77777777" w:rsidR="004A6338" w:rsidRPr="00CF35B2" w:rsidRDefault="004A6338" w:rsidP="004A6338">
      <w:pPr>
        <w:ind w:right="567" w:firstLine="540"/>
        <w:rPr>
          <w:rFonts w:ascii="Arial" w:hAnsi="Arial" w:cs="Arial"/>
          <w:color w:val="FF0000"/>
          <w:sz w:val="19"/>
          <w:szCs w:val="19"/>
        </w:rPr>
      </w:pPr>
    </w:p>
    <w:p w14:paraId="6D95D78B" w14:textId="77777777"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287AE1B0" w14:textId="77777777"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0D30EFE3" w14:textId="77777777"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296F8DDD"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37A22C2E"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53078B">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53078B">
        <w:rPr>
          <w:rFonts w:ascii="Arial" w:hAnsi="Arial" w:cs="Arial"/>
          <w:color w:val="000000"/>
          <w:sz w:val="19"/>
          <w:szCs w:val="19"/>
        </w:rPr>
        <w:t>………………..</w:t>
      </w:r>
      <w:r w:rsidRPr="00CF35B2">
        <w:rPr>
          <w:rFonts w:ascii="Arial" w:hAnsi="Arial" w:cs="Arial"/>
          <w:color w:val="000000"/>
          <w:sz w:val="19"/>
          <w:szCs w:val="19"/>
        </w:rPr>
        <w:t xml:space="preserve">, e-mail: </w:t>
      </w:r>
      <w:hyperlink r:id="rId8" w:history="1">
        <w:r w:rsidR="0053078B" w:rsidRPr="00A27697">
          <w:rPr>
            <w:rStyle w:val="Hypertextovodkaz"/>
            <w:rFonts w:ascii="Arial" w:hAnsi="Arial" w:cs="Arial"/>
            <w:sz w:val="19"/>
            <w:szCs w:val="19"/>
          </w:rPr>
          <w:t>............@spravazeleznic.cz</w:t>
        </w:r>
      </w:hyperlink>
    </w:p>
    <w:p w14:paraId="6385B2D5" w14:textId="77777777" w:rsidR="004A6338" w:rsidRPr="00CF35B2" w:rsidRDefault="004A6338" w:rsidP="004A6338">
      <w:pPr>
        <w:suppressAutoHyphens/>
        <w:ind w:right="567"/>
        <w:rPr>
          <w:rFonts w:ascii="Arial" w:hAnsi="Arial" w:cs="Arial"/>
          <w:b/>
          <w:sz w:val="19"/>
          <w:szCs w:val="19"/>
        </w:rPr>
      </w:pPr>
    </w:p>
    <w:p w14:paraId="1B2A7238" w14:textId="77777777"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466C83D8" w14:textId="77777777"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14:paraId="4C0AC378" w14:textId="77777777" w:rsidR="004A6338" w:rsidRPr="00CF35B2" w:rsidRDefault="004A6338" w:rsidP="004A6338">
      <w:pPr>
        <w:suppressAutoHyphens/>
        <w:ind w:left="539" w:right="567"/>
        <w:rPr>
          <w:rFonts w:ascii="Arial" w:hAnsi="Arial" w:cs="Arial"/>
          <w:sz w:val="19"/>
          <w:szCs w:val="19"/>
        </w:rPr>
      </w:pPr>
    </w:p>
    <w:p w14:paraId="53F9AFCE"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2CDA4A2E"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14:paraId="4D5C801B" w14:textId="77777777" w:rsidR="004A6338" w:rsidRPr="00CF35B2" w:rsidRDefault="004A6338" w:rsidP="004A6338">
      <w:pPr>
        <w:ind w:left="540" w:right="567"/>
        <w:rPr>
          <w:rFonts w:ascii="Arial" w:hAnsi="Arial" w:cs="Arial"/>
          <w:color w:val="FF0000"/>
          <w:sz w:val="19"/>
          <w:szCs w:val="19"/>
        </w:rPr>
      </w:pPr>
    </w:p>
    <w:p w14:paraId="70AB6AE4" w14:textId="77777777"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14:paraId="7B3099EC"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128DDE8F"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679FD61C"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79E5D8EB"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01BFAD08"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315DB08C" w14:textId="77777777" w:rsidR="004F3269" w:rsidRPr="00CF35B2" w:rsidRDefault="004F3269" w:rsidP="007B3BA7">
      <w:pPr>
        <w:ind w:right="567" w:firstLine="540"/>
        <w:rPr>
          <w:rFonts w:ascii="Arial" w:hAnsi="Arial" w:cs="Arial"/>
          <w:color w:val="000000"/>
          <w:sz w:val="19"/>
          <w:szCs w:val="19"/>
        </w:rPr>
      </w:pPr>
    </w:p>
    <w:p w14:paraId="724ABDE1"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38635B79" w14:textId="77777777" w:rsidR="00B508BB" w:rsidRPr="00CF35B2" w:rsidRDefault="00B508BB" w:rsidP="007B3BA7">
      <w:pPr>
        <w:ind w:left="540" w:right="567"/>
        <w:rPr>
          <w:rFonts w:ascii="Arial" w:hAnsi="Arial" w:cs="Arial"/>
          <w:color w:val="000000"/>
          <w:sz w:val="19"/>
          <w:szCs w:val="19"/>
        </w:rPr>
      </w:pPr>
    </w:p>
    <w:p w14:paraId="56B8F8D0"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112E24D3" w14:textId="77777777" w:rsidR="004F3269" w:rsidRPr="00CF35B2" w:rsidRDefault="004F3269" w:rsidP="007B3BA7">
      <w:pPr>
        <w:ind w:right="567"/>
        <w:rPr>
          <w:rFonts w:ascii="Arial" w:hAnsi="Arial" w:cs="Arial"/>
          <w:b/>
          <w:color w:val="000000"/>
          <w:sz w:val="19"/>
          <w:szCs w:val="19"/>
        </w:rPr>
      </w:pPr>
    </w:p>
    <w:p w14:paraId="32475D4A"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76D2A0EB"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09744AB0"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4D620A65"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453590F8"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3307507D" w14:textId="77777777" w:rsidR="00164627" w:rsidRDefault="00164627" w:rsidP="007B3BA7">
      <w:pPr>
        <w:widowControl w:val="0"/>
        <w:ind w:left="567" w:right="567" w:hanging="27"/>
        <w:rPr>
          <w:rFonts w:ascii="Arial" w:hAnsi="Arial" w:cs="Arial"/>
          <w:color w:val="000000"/>
          <w:sz w:val="19"/>
          <w:szCs w:val="19"/>
        </w:rPr>
      </w:pPr>
    </w:p>
    <w:p w14:paraId="3AA78F72"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14:paraId="4936DF8E"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592B2DF1"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688E4AD8"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35DA2792"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0D2CE37C" w14:textId="77777777" w:rsidR="00E743D8" w:rsidRPr="00CF35B2" w:rsidRDefault="00E743D8" w:rsidP="00E743D8">
      <w:pPr>
        <w:rPr>
          <w:rFonts w:ascii="Arial" w:hAnsi="Arial" w:cs="Arial"/>
          <w:b/>
          <w:color w:val="000000"/>
          <w:sz w:val="19"/>
          <w:szCs w:val="19"/>
        </w:rPr>
      </w:pPr>
    </w:p>
    <w:p w14:paraId="0E1FBE8D"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72DDEB08"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468E7A82" w14:textId="77777777" w:rsidR="00E743D8" w:rsidRPr="00CF35B2" w:rsidRDefault="00E743D8" w:rsidP="00E743D8">
      <w:pPr>
        <w:ind w:firstLine="540"/>
        <w:rPr>
          <w:rFonts w:ascii="Arial" w:hAnsi="Arial" w:cs="Arial"/>
          <w:color w:val="000000"/>
          <w:sz w:val="19"/>
          <w:szCs w:val="19"/>
        </w:rPr>
      </w:pPr>
    </w:p>
    <w:p w14:paraId="62FE9694"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5BE3A54C"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47494647"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6119DA52"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37D97566" w14:textId="77777777" w:rsidR="00683011" w:rsidRPr="00CF35B2" w:rsidRDefault="00683011" w:rsidP="001131AA">
      <w:pPr>
        <w:ind w:left="851" w:right="567" w:hanging="851"/>
        <w:rPr>
          <w:rFonts w:ascii="Arial" w:hAnsi="Arial" w:cs="Arial"/>
          <w:b/>
          <w:sz w:val="19"/>
          <w:szCs w:val="19"/>
        </w:rPr>
      </w:pPr>
    </w:p>
    <w:p w14:paraId="2C799C54"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EE71AF" w:rsidRPr="00EE71AF">
        <w:rPr>
          <w:rFonts w:ascii="Arial" w:hAnsi="Arial" w:cs="Arial"/>
          <w:b/>
          <w:i/>
          <w:szCs w:val="19"/>
        </w:rPr>
        <w:t>Rekonstrukce výpravní budovy v žst. Plzeň hl. n.</w:t>
      </w:r>
      <w:r w:rsidRPr="00EE71AF">
        <w:rPr>
          <w:rFonts w:ascii="Arial" w:hAnsi="Arial" w:cs="Arial"/>
          <w:b/>
          <w:i/>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506F06ED" w14:textId="77777777" w:rsidR="007971F2" w:rsidRPr="00CF35B2" w:rsidRDefault="007971F2" w:rsidP="001131AA">
      <w:pPr>
        <w:ind w:left="567" w:right="567"/>
        <w:rPr>
          <w:rFonts w:ascii="Arial" w:hAnsi="Arial" w:cs="Arial"/>
          <w:b/>
          <w:sz w:val="19"/>
          <w:szCs w:val="19"/>
        </w:rPr>
      </w:pPr>
    </w:p>
    <w:p w14:paraId="4E6985B8"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413BB298" w14:textId="77777777"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14:paraId="2A3F4763"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58A27675"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6BA74A02"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0BCF10F6"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21CA65F1"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6CB58758"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0B162F09"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D172DAE"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2D405C01"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19166C81"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0C4D580C"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0E378D45"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0433396E"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3C2EEEA1"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6F855CC5"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6A44D9F0" w14:textId="77777777"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6E69CD70" w14:textId="77777777"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6BFB2830"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1D41A5DC"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7A84BC77"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513F0F60"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7B3DB04F"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08A1D01F"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42B9EDD5" w14:textId="77777777"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71E5E389"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14:paraId="1B56F2D6"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71AEBD27"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579B70F6"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01496783"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7814AD68"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4C4D5E0D"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4F1DF40F" w14:textId="77777777" w:rsidR="007B3BA7" w:rsidRDefault="007B3BA7" w:rsidP="007B3BA7">
      <w:pPr>
        <w:suppressAutoHyphens/>
        <w:spacing w:before="120"/>
        <w:ind w:left="1256" w:right="567"/>
        <w:jc w:val="both"/>
        <w:textAlignment w:val="auto"/>
        <w:rPr>
          <w:rFonts w:ascii="Arial" w:hAnsi="Arial" w:cs="Arial"/>
          <w:color w:val="000000"/>
          <w:sz w:val="19"/>
          <w:szCs w:val="19"/>
        </w:rPr>
      </w:pPr>
    </w:p>
    <w:p w14:paraId="4B28CD66" w14:textId="77777777" w:rsidR="00BB316D" w:rsidRDefault="00BB316D" w:rsidP="007B3BA7">
      <w:pPr>
        <w:suppressAutoHyphens/>
        <w:spacing w:before="120"/>
        <w:ind w:left="1256" w:right="567"/>
        <w:jc w:val="both"/>
        <w:textAlignment w:val="auto"/>
        <w:rPr>
          <w:rFonts w:ascii="Arial" w:hAnsi="Arial" w:cs="Arial"/>
          <w:color w:val="000000"/>
          <w:sz w:val="19"/>
          <w:szCs w:val="19"/>
        </w:rPr>
      </w:pPr>
    </w:p>
    <w:p w14:paraId="775C95BF"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14:paraId="35E9BC78"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62F019A3"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30147E72"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1D43BB66"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4A7905AE"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1FDBC4F2"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4D1F3E7F"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42AD6C06"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1215EC83"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6E1F1842"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39F27E6F"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26E935E0"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5BC4AC23"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230CABC9"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3826F52B"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49984079"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70EE313A" w14:textId="77777777"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7CE38503"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3F72C98A"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31AA79F1" w14:textId="1A4C2603"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E70FA8">
        <w:rPr>
          <w:rFonts w:ascii="Arial" w:hAnsi="Arial" w:cs="Arial"/>
          <w:color w:val="000000"/>
          <w:sz w:val="19"/>
          <w:szCs w:val="19"/>
        </w:rPr>
        <w:t xml:space="preserve"> 7877</w:t>
      </w:r>
      <w:r w:rsidR="004D44A3" w:rsidRPr="00CF35B2">
        <w:rPr>
          <w:rFonts w:ascii="Arial" w:hAnsi="Arial" w:cs="Arial"/>
          <w:color w:val="000000"/>
          <w:sz w:val="19"/>
          <w:szCs w:val="19"/>
        </w:rPr>
        <w:t>/20</w:t>
      </w:r>
      <w:r w:rsidR="004A6338">
        <w:rPr>
          <w:rFonts w:ascii="Arial" w:hAnsi="Arial" w:cs="Arial"/>
          <w:color w:val="000000"/>
          <w:sz w:val="19"/>
          <w:szCs w:val="19"/>
        </w:rPr>
        <w:t>2</w:t>
      </w:r>
      <w:r w:rsidR="00E70FA8">
        <w:rPr>
          <w:rFonts w:ascii="Arial" w:hAnsi="Arial" w:cs="Arial"/>
          <w:color w:val="000000"/>
          <w:sz w:val="19"/>
          <w:szCs w:val="19"/>
        </w:rPr>
        <w:t>1</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BB4D82">
        <w:rPr>
          <w:rFonts w:ascii="Arial" w:hAnsi="Arial" w:cs="Arial"/>
          <w:color w:val="000000"/>
          <w:sz w:val="19"/>
          <w:szCs w:val="19"/>
        </w:rPr>
        <w:t>25</w:t>
      </w:r>
      <w:bookmarkStart w:id="1" w:name="_GoBack"/>
      <w:bookmarkEnd w:id="1"/>
      <w:r w:rsidR="00E70FA8">
        <w:rPr>
          <w:rFonts w:ascii="Arial" w:hAnsi="Arial" w:cs="Arial"/>
          <w:color w:val="000000"/>
          <w:sz w:val="19"/>
          <w:szCs w:val="19"/>
        </w:rPr>
        <w:t>. 03. 2021</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7414DEFA"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5FBB0126"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2427F10A"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14:paraId="2B56C521"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3AD55B2E" w14:textId="77777777" w:rsidR="005A64C3" w:rsidRPr="00991162" w:rsidRDefault="005A64C3" w:rsidP="005A64C3">
      <w:pPr>
        <w:numPr>
          <w:ilvl w:val="0"/>
          <w:numId w:val="1"/>
        </w:numPr>
        <w:ind w:right="567" w:hanging="367"/>
        <w:jc w:val="both"/>
        <w:rPr>
          <w:rFonts w:ascii="Arial" w:hAnsi="Arial" w:cs="Arial"/>
          <w:i/>
          <w:sz w:val="19"/>
          <w:szCs w:val="19"/>
        </w:rPr>
      </w:pPr>
      <w:r w:rsidRPr="00991162">
        <w:rPr>
          <w:rFonts w:ascii="Arial" w:hAnsi="Arial" w:cs="Arial"/>
          <w:sz w:val="19"/>
          <w:szCs w:val="19"/>
        </w:rPr>
        <w:t xml:space="preserve">Plán BOZP zpracovaný ve fázi přípravy stavby </w:t>
      </w:r>
    </w:p>
    <w:p w14:paraId="2617C589"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7901D9BB"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570AC747"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538BE1CF"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38629512"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38FDA955" w14:textId="77777777"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7655FAE4"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5B86F4F0"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636F7B9E"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46E653D6"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0D2B00C0"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45C88E95"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3A12B2E3"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7A657040" w14:textId="77777777"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20903386"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57156149"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14:paraId="6A4223E7"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066854D3"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6B8AD873" w14:textId="77777777" w:rsidR="00CD0CB5" w:rsidRPr="00CF35B2" w:rsidRDefault="00CD0CB5" w:rsidP="006B75AA">
      <w:pPr>
        <w:tabs>
          <w:tab w:val="right" w:leader="dot" w:pos="7371"/>
        </w:tabs>
        <w:ind w:right="425"/>
        <w:rPr>
          <w:rFonts w:ascii="Arial" w:hAnsi="Arial" w:cs="Arial"/>
          <w:color w:val="000000"/>
          <w:sz w:val="19"/>
          <w:szCs w:val="19"/>
        </w:rPr>
      </w:pPr>
    </w:p>
    <w:p w14:paraId="489E9DA7"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0812DC79"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56A0C866"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7134E4F7"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1540D7DC"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73A5DDC6"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3D39E061"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7061AEFE"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6E834A98"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3DD1A108"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2E1B7478"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6E4FDAC9"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08893DE5" w14:textId="77777777"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14:paraId="14182AD3"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7E2F8FB4"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01A8EF4B"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14:paraId="48F0D04F"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59744C27"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5D9A5739"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14:paraId="0511047F"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78E626FE"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3072DA95" w14:textId="77777777"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413846CB" w14:textId="77777777"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2700AA39" w14:textId="77777777"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5F8F0354" w14:textId="77777777"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0C7F9751"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15DCC430" w14:textId="77777777"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14:paraId="3EFCF52D" w14:textId="5A251B52" w:rsidR="00CF6FD5" w:rsidRPr="00CF6FD5" w:rsidRDefault="00B23BD3" w:rsidP="00CF6FD5">
      <w:pPr>
        <w:numPr>
          <w:ilvl w:val="0"/>
          <w:numId w:val="42"/>
        </w:numPr>
        <w:tabs>
          <w:tab w:val="clear" w:pos="1260"/>
          <w:tab w:val="num" w:pos="851"/>
          <w:tab w:val="left" w:pos="3402"/>
        </w:tabs>
        <w:spacing w:before="120" w:after="120"/>
        <w:ind w:right="567" w:hanging="693"/>
        <w:jc w:val="both"/>
        <w:rPr>
          <w:rFonts w:ascii="Arial" w:hAnsi="Arial" w:cs="Arial"/>
          <w:b/>
          <w:color w:val="000000"/>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00CF6FD5" w:rsidRPr="00CF6FD5">
        <w:rPr>
          <w:rFonts w:ascii="Arial" w:hAnsi="Arial" w:cs="Arial"/>
          <w:b/>
          <w:color w:val="000000"/>
          <w:sz w:val="19"/>
          <w:szCs w:val="19"/>
        </w:rPr>
        <w:t>do ukončení základní SOD na realizaci stavby Díla jako celku</w:t>
      </w:r>
      <w:r w:rsidR="00EE13AE" w:rsidRPr="00CF6FD5">
        <w:rPr>
          <w:rFonts w:ascii="Arial" w:hAnsi="Arial" w:cs="Arial"/>
          <w:b/>
          <w:color w:val="000000"/>
          <w:sz w:val="19"/>
          <w:szCs w:val="19"/>
        </w:rPr>
        <w:t xml:space="preserve"> </w:t>
      </w:r>
      <w:r w:rsidR="00503FAC" w:rsidRPr="00CF6FD5">
        <w:rPr>
          <w:rFonts w:ascii="Arial" w:hAnsi="Arial" w:cs="Arial"/>
          <w:b/>
          <w:color w:val="000000"/>
          <w:sz w:val="19"/>
          <w:szCs w:val="19"/>
        </w:rPr>
        <w:t xml:space="preserve">– </w:t>
      </w:r>
      <w:r w:rsidR="00CF6FD5">
        <w:rPr>
          <w:rFonts w:ascii="Arial" w:hAnsi="Arial" w:cs="Arial"/>
          <w:b/>
          <w:color w:val="000000"/>
          <w:sz w:val="19"/>
          <w:szCs w:val="19"/>
        </w:rPr>
        <w:tab/>
      </w:r>
      <w:r w:rsidR="00D228AE" w:rsidRPr="00CF6FD5">
        <w:rPr>
          <w:rFonts w:ascii="Arial" w:hAnsi="Arial" w:cs="Arial"/>
          <w:b/>
          <w:color w:val="000000"/>
          <w:sz w:val="19"/>
          <w:szCs w:val="19"/>
        </w:rPr>
        <w:t>(</w:t>
      </w:r>
      <w:r w:rsidR="00F56105" w:rsidRPr="00CF6FD5">
        <w:rPr>
          <w:rFonts w:ascii="Arial" w:hAnsi="Arial" w:cs="Arial"/>
          <w:b/>
          <w:color w:val="000000"/>
          <w:sz w:val="19"/>
          <w:szCs w:val="19"/>
        </w:rPr>
        <w:t xml:space="preserve">předpoklad </w:t>
      </w:r>
      <w:r w:rsidR="006634AC" w:rsidRPr="00CF6FD5">
        <w:rPr>
          <w:rFonts w:ascii="Arial" w:hAnsi="Arial" w:cs="Arial"/>
          <w:b/>
          <w:color w:val="000000"/>
          <w:sz w:val="19"/>
          <w:szCs w:val="19"/>
        </w:rPr>
        <w:t>10</w:t>
      </w:r>
      <w:r w:rsidR="00357974" w:rsidRPr="00CF6FD5">
        <w:rPr>
          <w:rFonts w:ascii="Arial" w:hAnsi="Arial" w:cs="Arial"/>
          <w:b/>
          <w:color w:val="000000"/>
          <w:sz w:val="19"/>
          <w:szCs w:val="19"/>
        </w:rPr>
        <w:t>/2023</w:t>
      </w:r>
      <w:r w:rsidR="001C54D8" w:rsidRPr="00CF6FD5">
        <w:rPr>
          <w:rFonts w:ascii="Arial" w:hAnsi="Arial" w:cs="Arial"/>
          <w:b/>
          <w:color w:val="000000"/>
          <w:sz w:val="19"/>
          <w:szCs w:val="19"/>
        </w:rPr>
        <w:t>)</w:t>
      </w:r>
      <w:r w:rsidRPr="00CF6FD5">
        <w:rPr>
          <w:rFonts w:ascii="Arial" w:hAnsi="Arial" w:cs="Arial"/>
          <w:b/>
          <w:color w:val="000000"/>
          <w:sz w:val="19"/>
          <w:szCs w:val="19"/>
        </w:rPr>
        <w:t xml:space="preserve"> </w:t>
      </w:r>
    </w:p>
    <w:p w14:paraId="489A9E96"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6EC2C352" w14:textId="77777777"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40CC1108"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6FB63DA4" w14:textId="77777777"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3D679F56"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4B58694D" w14:textId="77777777" w:rsidR="00641380" w:rsidRPr="00CF35B2" w:rsidRDefault="00641380" w:rsidP="0078281C">
      <w:pPr>
        <w:tabs>
          <w:tab w:val="left" w:pos="9214"/>
        </w:tabs>
        <w:ind w:right="567"/>
        <w:rPr>
          <w:rFonts w:ascii="Arial" w:hAnsi="Arial" w:cs="Arial"/>
          <w:color w:val="000000"/>
          <w:sz w:val="19"/>
          <w:szCs w:val="19"/>
        </w:rPr>
      </w:pPr>
    </w:p>
    <w:p w14:paraId="19CC9E9E"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59EDDF99" w14:textId="77777777"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14:paraId="15A7E65F"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653D92AA"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063080E4"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0DCD6B58"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1C9BD182"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20C12718"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14:paraId="2D058668"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48021095" w14:textId="77777777"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124304F0" w14:textId="77777777"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302138BD" w14:textId="77777777"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058A846E"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2E07144D"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60A2AB7B" w14:textId="77777777"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5B9981E5" w14:textId="77777777"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2B1923D5"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7E805C98"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1D6D3898"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0220DEFD"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42173320"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w:t>
      </w:r>
      <w:r w:rsidRPr="00CF35B2">
        <w:rPr>
          <w:rFonts w:ascii="Arial" w:hAnsi="Arial" w:cs="Arial"/>
          <w:sz w:val="19"/>
          <w:szCs w:val="19"/>
        </w:rPr>
        <w:lastRenderedPageBreak/>
        <w:t>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0F113AB5"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2305E15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33A260D5"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776994E1"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28818336" w14:textId="77777777"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0B9371AE" w14:textId="77777777"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327CE97E"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D1652F9"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5C7A103E"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51CE090B"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w:t>
      </w:r>
      <w:r w:rsidRPr="00CD7D1B">
        <w:rPr>
          <w:rFonts w:ascii="Arial" w:hAnsi="Arial" w:cs="Arial"/>
          <w:sz w:val="19"/>
          <w:szCs w:val="19"/>
        </w:rPr>
        <w:lastRenderedPageBreak/>
        <w:t xml:space="preserve">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683DC1C3" w14:textId="77777777"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14:paraId="243F3CB8"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14:paraId="29092162"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14:paraId="5E526B77"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14:paraId="1AF19D48" w14:textId="77777777"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422B9FF5" w14:textId="77777777"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14:paraId="1EA45AD0"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14:paraId="223CAB1E"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0C7D514D"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3EA4C1AD"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14:paraId="51A6E75B"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14:paraId="0B068247"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14:paraId="13C086B5"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5BFC87F9"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14:paraId="01F93A78"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5144CD5B"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14:paraId="57870C01"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72E45B13"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3D86EA81"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7BDF216A"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3A11D572"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59364CA8"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1327A57F" w14:textId="77777777"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14:paraId="7304B228" w14:textId="77777777"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14:paraId="16338B24"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526D990D"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519571AC"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6D36A72D"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64B8656D"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1117FF03"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609EC598"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460F3834" w14:textId="77777777"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50EBF084" w14:textId="77777777"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0676D8B0"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639E86"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40C53234"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lastRenderedPageBreak/>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6823BF38"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6BA860"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43274D55" w14:textId="77777777"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55CE8347"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6E8F2CFB" w14:textId="77777777"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5BD927F"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54A9C89C"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1081E48A"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622929C5" w14:textId="77777777"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603447C7" w14:textId="77777777"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50B275A2" w14:textId="77777777" w:rsidR="00E205B7" w:rsidRDefault="00E205B7" w:rsidP="00E205B7">
      <w:pPr>
        <w:ind w:right="567"/>
        <w:jc w:val="both"/>
        <w:rPr>
          <w:rFonts w:ascii="Arial" w:hAnsi="Arial"/>
          <w:color w:val="000000"/>
          <w:sz w:val="19"/>
          <w:szCs w:val="19"/>
        </w:rPr>
      </w:pPr>
    </w:p>
    <w:p w14:paraId="6957A79C" w14:textId="77777777"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14:paraId="62C5EAC1" w14:textId="77777777"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14:paraId="5DCBDB35" w14:textId="77777777" w:rsidR="00E205B7" w:rsidRPr="00000036" w:rsidRDefault="00E205B7" w:rsidP="00E205B7">
      <w:pPr>
        <w:spacing w:before="60"/>
        <w:jc w:val="both"/>
        <w:rPr>
          <w:rFonts w:ascii="Arial" w:hAnsi="Arial"/>
          <w:b/>
          <w:color w:val="000000"/>
          <w:sz w:val="19"/>
          <w:szCs w:val="19"/>
        </w:rPr>
      </w:pPr>
    </w:p>
    <w:p w14:paraId="70A56C13" w14:textId="77777777"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14:paraId="152FFD5B" w14:textId="77777777"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14:paraId="6D1747A0" w14:textId="77777777"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14:paraId="20972519" w14:textId="77777777" w:rsidR="00E53651"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p>
    <w:p w14:paraId="3123AE7A" w14:textId="7A3C5E5A" w:rsidR="00F435C0" w:rsidRPr="00E53651" w:rsidRDefault="00E53651" w:rsidP="00E205B7">
      <w:pPr>
        <w:ind w:left="567" w:right="567" w:hanging="709"/>
        <w:jc w:val="both"/>
        <w:rPr>
          <w:rFonts w:ascii="Arial" w:hAnsi="Arial"/>
          <w:i/>
          <w:color w:val="000000"/>
          <w:sz w:val="19"/>
          <w:szCs w:val="19"/>
        </w:rPr>
      </w:pPr>
      <w:r>
        <w:rPr>
          <w:rFonts w:ascii="Arial" w:hAnsi="Arial" w:cs="Arial"/>
          <w:i/>
          <w:sz w:val="19"/>
          <w:szCs w:val="19"/>
        </w:rPr>
        <w:t xml:space="preserve">      </w:t>
      </w:r>
      <w:r w:rsidRPr="00E53651">
        <w:rPr>
          <w:rFonts w:ascii="Arial" w:hAnsi="Arial" w:cs="Arial"/>
          <w:i/>
          <w:sz w:val="19"/>
          <w:szCs w:val="19"/>
        </w:rPr>
        <w:t>(podepsáno elektronicky)</w:t>
      </w:r>
      <w:r w:rsidR="00E205B7" w:rsidRPr="00E53651">
        <w:rPr>
          <w:rFonts w:ascii="Arial" w:hAnsi="Arial"/>
          <w:i/>
          <w:color w:val="000000"/>
          <w:sz w:val="19"/>
          <w:szCs w:val="19"/>
        </w:rPr>
        <w:tab/>
      </w:r>
      <w:r w:rsidR="00E205B7" w:rsidRPr="00E53651">
        <w:rPr>
          <w:rFonts w:ascii="Arial" w:hAnsi="Arial"/>
          <w:i/>
          <w:color w:val="000000"/>
          <w:sz w:val="19"/>
          <w:szCs w:val="19"/>
        </w:rPr>
        <w:tab/>
      </w:r>
      <w:r w:rsidR="00E205B7" w:rsidRPr="00E53651">
        <w:rPr>
          <w:rFonts w:ascii="Arial" w:hAnsi="Arial"/>
          <w:i/>
          <w:color w:val="000000"/>
          <w:sz w:val="19"/>
          <w:szCs w:val="19"/>
        </w:rPr>
        <w:tab/>
      </w:r>
    </w:p>
    <w:sectPr w:rsidR="00F435C0" w:rsidRPr="00E53651"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B2CB0" w14:textId="77777777" w:rsidR="00E854C6" w:rsidRDefault="00E854C6">
      <w:r>
        <w:separator/>
      </w:r>
    </w:p>
  </w:endnote>
  <w:endnote w:type="continuationSeparator" w:id="0">
    <w:p w14:paraId="63A6D775" w14:textId="77777777" w:rsidR="00E854C6" w:rsidRDefault="00E8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DF7E5" w14:textId="2FFC1C0D"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BB4D82">
      <w:rPr>
        <w:rStyle w:val="slostrnky"/>
        <w:rFonts w:ascii="Arial" w:hAnsi="Arial" w:cs="Arial"/>
        <w:i/>
        <w:noProof/>
        <w:sz w:val="18"/>
      </w:rPr>
      <w:t>5</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BB4D82">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57F"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234A1468" w14:textId="2AA25047"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BB4D82">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BB4D82">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5EE37" w14:textId="77777777" w:rsidR="00E854C6" w:rsidRDefault="00E854C6">
      <w:r>
        <w:separator/>
      </w:r>
    </w:p>
  </w:footnote>
  <w:footnote w:type="continuationSeparator" w:id="0">
    <w:p w14:paraId="230FEADB" w14:textId="77777777" w:rsidR="00E854C6" w:rsidRDefault="00E85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F9E79" w14:textId="77777777"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EE71AF" w:rsidRPr="00EE71AF">
      <w:rPr>
        <w:rFonts w:ascii="Arial" w:hAnsi="Arial" w:cs="Arial"/>
        <w:i/>
        <w:sz w:val="18"/>
        <w:szCs w:val="18"/>
      </w:rPr>
      <w:t>Rekonstrukce výpravní budovy v žst. Plzeň hl. n.</w:t>
    </w:r>
    <w:r w:rsidR="001304E9" w:rsidRPr="00966CBD">
      <w:rPr>
        <w:rFonts w:ascii="Arial" w:hAnsi="Arial" w:cs="Arial"/>
        <w:i/>
        <w:sz w:val="18"/>
        <w:szCs w:val="18"/>
      </w:rPr>
      <w:t xml:space="preserve"> </w:t>
    </w:r>
  </w:p>
  <w:p w14:paraId="4F2F56EE"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23DD0" w14:textId="77777777" w:rsidR="001304E9" w:rsidRPr="001304E9" w:rsidRDefault="00417522"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417522">
      <w:rPr>
        <w:rFonts w:ascii="Arial" w:hAnsi="Arial" w:cs="Arial"/>
        <w:i/>
        <w:sz w:val="18"/>
        <w:szCs w:val="16"/>
      </w:rPr>
      <w:t>Rekonstrukce výpravní budovy v žst. Plzeň hl. n.</w:t>
    </w:r>
    <w:r w:rsidR="001304E9" w:rsidRPr="001304E9">
      <w:rPr>
        <w:rFonts w:ascii="Arial" w:hAnsi="Arial" w:cs="Arial"/>
        <w:i/>
        <w:sz w:val="18"/>
        <w:szCs w:val="16"/>
      </w:rPr>
      <w:t xml:space="preserve"> </w:t>
    </w:r>
  </w:p>
  <w:p w14:paraId="3ACA494D"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56B5"/>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07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57974"/>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22"/>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2D"/>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4AC"/>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162"/>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399"/>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4D82"/>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6FD5"/>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417A5"/>
    <w:rsid w:val="00E42DD0"/>
    <w:rsid w:val="00E4433E"/>
    <w:rsid w:val="00E462CD"/>
    <w:rsid w:val="00E46CC7"/>
    <w:rsid w:val="00E474FC"/>
    <w:rsid w:val="00E53651"/>
    <w:rsid w:val="00E537F1"/>
    <w:rsid w:val="00E56558"/>
    <w:rsid w:val="00E569F5"/>
    <w:rsid w:val="00E56D26"/>
    <w:rsid w:val="00E70FA8"/>
    <w:rsid w:val="00E743D8"/>
    <w:rsid w:val="00E74F10"/>
    <w:rsid w:val="00E7500F"/>
    <w:rsid w:val="00E81154"/>
    <w:rsid w:val="00E8380A"/>
    <w:rsid w:val="00E854C6"/>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E71AF"/>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562433"/>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2882C-D805-492A-A1D7-524AD2337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7073</Words>
  <Characters>41737</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48713</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14</cp:revision>
  <cp:lastPrinted>2016-11-12T12:29:00Z</cp:lastPrinted>
  <dcterms:created xsi:type="dcterms:W3CDTF">2021-02-04T13:50:00Z</dcterms:created>
  <dcterms:modified xsi:type="dcterms:W3CDTF">2021-03-25T09:36:00Z</dcterms:modified>
</cp:coreProperties>
</file>