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3C489BEB" w:rsidR="003F5723" w:rsidRPr="00A50995" w:rsidRDefault="0012264C" w:rsidP="0012264C">
      <w:pPr>
        <w:pStyle w:val="Titul2"/>
        <w:spacing w:after="0"/>
        <w:rPr>
          <w:sz w:val="32"/>
        </w:rPr>
      </w:pPr>
      <w:r>
        <w:rPr>
          <w:sz w:val="32"/>
        </w:rPr>
        <w:t>Záměru projektu, D</w:t>
      </w:r>
      <w:r w:rsidR="003F5723" w:rsidRPr="00A50995">
        <w:rPr>
          <w:sz w:val="32"/>
        </w:rPr>
        <w:t xml:space="preserve">okumentace pro </w:t>
      </w:r>
      <w:r w:rsidR="0079664B" w:rsidRPr="00A50995">
        <w:rPr>
          <w:sz w:val="32"/>
        </w:rPr>
        <w:t>společné povolení</w:t>
      </w:r>
      <w:r>
        <w:rPr>
          <w:sz w:val="32"/>
        </w:rPr>
        <w:t xml:space="preserve"> stavby</w:t>
      </w:r>
      <w:r w:rsidR="0079664B" w:rsidRPr="00A50995">
        <w:rPr>
          <w:sz w:val="32"/>
        </w:rPr>
        <w:t xml:space="preserve">,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39671DBE" w14:textId="77777777" w:rsidR="004253E2" w:rsidRDefault="004253E2" w:rsidP="004253E2">
      <w:pPr>
        <w:pStyle w:val="Titul2"/>
        <w:spacing w:after="120"/>
        <w:rPr>
          <w:sz w:val="18"/>
          <w:szCs w:val="18"/>
        </w:rPr>
      </w:pPr>
    </w:p>
    <w:p w14:paraId="11C85573" w14:textId="74429550" w:rsidR="00F7564B" w:rsidRDefault="001B77EA" w:rsidP="001B77EA">
      <w:pPr>
        <w:pStyle w:val="Titul2"/>
      </w:pPr>
      <w:r w:rsidRPr="00402B45">
        <w:t>Název zakázky:</w:t>
      </w:r>
    </w:p>
    <w:p w14:paraId="0F72CA50" w14:textId="7FB11BFC" w:rsidR="001B77EA" w:rsidRPr="00402B45" w:rsidRDefault="003C4C58" w:rsidP="001B77EA">
      <w:pPr>
        <w:pStyle w:val="Titul2"/>
      </w:pP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F7564B" w:rsidRPr="00F7564B">
            <w:rPr>
              <w:rStyle w:val="Nzevakce"/>
              <w:b/>
            </w:rPr>
            <w:t>Rekonstrukce mostů v km 5,104-5,457 na trati Libochovice – Vraňany</w:t>
          </w:r>
        </w:sdtContent>
      </w:sdt>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51CF7624" w:rsidR="00F422D3" w:rsidRPr="006D465A" w:rsidRDefault="00F422D3" w:rsidP="00B42F40">
      <w:pPr>
        <w:pStyle w:val="Textbezodsazen"/>
        <w:spacing w:after="0"/>
        <w:rPr>
          <w:color w:val="000000" w:themeColor="text1"/>
        </w:rPr>
      </w:pPr>
      <w:r w:rsidRPr="00056BAC">
        <w:rPr>
          <w:color w:val="000000" w:themeColor="text1"/>
        </w:rPr>
        <w:t>zastou</w:t>
      </w:r>
      <w:r w:rsidR="00D83580" w:rsidRPr="00056BAC">
        <w:rPr>
          <w:color w:val="000000" w:themeColor="text1"/>
        </w:rPr>
        <w:t xml:space="preserve">pena: Ing. </w:t>
      </w:r>
      <w:r w:rsidR="00C21D72" w:rsidRPr="00056BAC">
        <w:rPr>
          <w:color w:val="000000" w:themeColor="text1"/>
        </w:rPr>
        <w:t>Petr Hofhanzl, ředitel Stavební správy západ</w:t>
      </w:r>
    </w:p>
    <w:p w14:paraId="493F6108" w14:textId="77777777" w:rsidR="00C21D72" w:rsidRDefault="00C21D72" w:rsidP="00B42F40">
      <w:pPr>
        <w:pStyle w:val="Textbezodsazen"/>
        <w:spacing w:after="0"/>
        <w:rPr>
          <w:rStyle w:val="Zdraznnjemn"/>
          <w:b/>
          <w:iCs w:val="0"/>
          <w:color w:val="000000" w:themeColor="text1"/>
        </w:rPr>
      </w:pPr>
    </w:p>
    <w:p w14:paraId="55FE29B2" w14:textId="2E8F4463"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718429BD" w:rsidR="00F422D3" w:rsidRDefault="00F422D3" w:rsidP="00B42F40">
      <w:pPr>
        <w:pStyle w:val="Textbezodsazen"/>
      </w:pPr>
      <w:r w:rsidRPr="00056BAC">
        <w:rPr>
          <w:color w:val="000000" w:themeColor="text1"/>
        </w:rPr>
        <w:t xml:space="preserve">Stavební správa </w:t>
      </w:r>
      <w:r w:rsidR="00595762" w:rsidRPr="00056BAC">
        <w:t>západ, Sokolovská 1955/278, 190 00 Praha 9</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4E855D28" w14:textId="42797C93" w:rsidR="00B42F40" w:rsidRDefault="003A60C1" w:rsidP="00B42F40">
      <w:pPr>
        <w:pStyle w:val="Textbezodsazen"/>
      </w:pPr>
      <w:r w:rsidRPr="00056BAC">
        <w:t>I</w:t>
      </w:r>
      <w:r w:rsidR="00595762" w:rsidRPr="00056BAC">
        <w:t>SPROFOND / Sub</w:t>
      </w:r>
      <w:r w:rsidR="0079664B" w:rsidRPr="00056BAC">
        <w:t xml:space="preserve">. </w:t>
      </w:r>
      <w:r w:rsidR="00595762" w:rsidRPr="00056BAC">
        <w:t xml:space="preserve">ISPROFOND: </w:t>
      </w:r>
      <w:r w:rsidR="00BD3721" w:rsidRPr="00056BAC">
        <w:t>3273214901</w:t>
      </w:r>
      <w:r w:rsidR="00595762" w:rsidRPr="00056BAC">
        <w:t xml:space="preserve"> / 5423520073</w:t>
      </w:r>
    </w:p>
    <w:p w14:paraId="3BC4724C" w14:textId="45420C5E" w:rsidR="00B42F40" w:rsidRPr="00B42F40"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78BC67" w14:textId="78A255A5"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2784CB1" w:rsidR="003F5723" w:rsidRDefault="003F5723" w:rsidP="006D103D">
      <w:pPr>
        <w:pStyle w:val="Text1-1"/>
      </w:pPr>
      <w:r>
        <w:t xml:space="preserve">Objednatel oznámil uveřejněním oznámení o zahájení zadávacího řízení </w:t>
      </w:r>
      <w:r w:rsidR="00D01858" w:rsidRPr="00D01858">
        <w:t>na profilu zadavatele dne</w:t>
      </w:r>
      <w:r w:rsidR="00D01858" w:rsidRPr="00D01858">
        <w:rPr>
          <w:highlight w:val="green"/>
        </w:rPr>
        <w:t xml:space="preserve"> </w:t>
      </w:r>
      <w:r w:rsidRPr="006D465A">
        <w:rPr>
          <w:highlight w:val="green"/>
        </w:rPr>
        <w:t>"[VLOŽÍ OBJEDNATEL</w:t>
      </w:r>
      <w:r>
        <w:t xml:space="preserve">]" pod evidenčním číslem </w:t>
      </w:r>
      <w:bookmarkStart w:id="0" w:name="_GoBack"/>
      <w:r w:rsidR="006D103D" w:rsidRPr="006D103D">
        <w:rPr>
          <w:b/>
        </w:rPr>
        <w:t xml:space="preserve">61821117 </w:t>
      </w:r>
      <w:bookmarkEnd w:id="0"/>
      <w:r>
        <w:t>svůj úmysl zadat v otevřeném řízení veřejnou zakázku s </w:t>
      </w:r>
      <w:r w:rsidRPr="003038BD">
        <w:t xml:space="preserve">názvem </w:t>
      </w:r>
      <w:r w:rsidR="001B14B4" w:rsidRPr="003038BD">
        <w:t>„</w:t>
      </w:r>
      <w:r w:rsidR="001B14B4" w:rsidRPr="00AB2A87">
        <w:rPr>
          <w:b/>
        </w:rPr>
        <w:t>Rekonstrukce mostů v km 5,104 - 5,457 na trati Libochovice - Vraňany</w:t>
      </w:r>
      <w:r w:rsidR="001B14B4" w:rsidRPr="003038BD">
        <w:t>“</w:t>
      </w:r>
      <w:r w:rsidR="001B14B4">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686A2B">
      <w:pPr>
        <w:pStyle w:val="Text1-2"/>
        <w:tabs>
          <w:tab w:val="num" w:pos="1418"/>
        </w:tabs>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686A2B">
      <w:pPr>
        <w:pStyle w:val="Text1-2"/>
        <w:tabs>
          <w:tab w:val="num" w:pos="1418"/>
        </w:tabs>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686A2B">
      <w:pPr>
        <w:pStyle w:val="Text1-2"/>
        <w:tabs>
          <w:tab w:val="num" w:pos="1418"/>
        </w:tabs>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2582F44F" w:rsidR="003F5723" w:rsidRDefault="003F5723" w:rsidP="003F5723">
      <w:pPr>
        <w:pStyle w:val="Text1-1"/>
      </w:pPr>
      <w:r>
        <w:t>Zhotovitel se zavazuje v souladu s touto Smlouvou provést Dílo spočívající ve zhotovení</w:t>
      </w:r>
      <w:r w:rsidR="00157663">
        <w:t xml:space="preserve"> </w:t>
      </w:r>
      <w:r w:rsidR="00157663" w:rsidRPr="00485981">
        <w:t>Záměru projektu (dále též jen ZP) a Doprovodné dokumentace stavby (dále též jen DD)</w:t>
      </w:r>
      <w:r w:rsidRPr="00485981">
        <w:t xml:space="preserve">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 xml:space="preserve">Příloze </w:t>
      </w:r>
      <w:r>
        <w:lastRenderedPageBreak/>
        <w:t>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1408330C" w:rsidR="003F5723" w:rsidRDefault="003F5723" w:rsidP="003F5723">
      <w:pPr>
        <w:pStyle w:val="Text1-1"/>
      </w:pPr>
      <w:r>
        <w:t>Objednatel se zavazuje řádně provedené Dílo převzít a za řádně zhotoven</w:t>
      </w:r>
      <w:r w:rsidR="00964369">
        <w:t>ou a </w:t>
      </w:r>
      <w:r>
        <w:t xml:space="preserve">předanou </w:t>
      </w:r>
      <w:r w:rsidR="00157663" w:rsidRPr="00485981">
        <w:t>ZP, DD,</w:t>
      </w:r>
      <w:r w:rsidR="00485981">
        <w:t xml:space="preserve"> </w:t>
      </w:r>
      <w:r w:rsidRPr="00485981">
        <w:t>D</w:t>
      </w:r>
      <w:r w:rsidR="00C539CB" w:rsidRPr="00485981">
        <w:t>U</w:t>
      </w:r>
      <w:r w:rsidRPr="00485981">
        <w:t xml:space="preserve">SP </w:t>
      </w:r>
      <w:r>
        <w:t>a PDPS a řádně provedený výkon autorského dozoru zaplatit Zhotoviteli za podmínek stanovených touto Smlou</w:t>
      </w:r>
      <w:r w:rsidR="00964369">
        <w:t>vou celkovou Cenu Díla, která v </w:t>
      </w:r>
      <w:r>
        <w:t xml:space="preserve">součtu </w:t>
      </w:r>
      <w:r w:rsidR="00FC7C61">
        <w:t xml:space="preserve">představuje Cenu za zpracování </w:t>
      </w:r>
      <w:r w:rsidR="009B47A7">
        <w:t xml:space="preserve">ZP, DD, </w:t>
      </w:r>
      <w:r>
        <w:t>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CC17A52" w:rsidR="003F5723" w:rsidRPr="0030273B"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„Harmonogram plnění“) a vykonávat autorský dozor po celou </w:t>
      </w:r>
      <w:r w:rsidRPr="0030273B">
        <w:t>dobu realizace Stavby.</w:t>
      </w:r>
    </w:p>
    <w:p w14:paraId="1B5330EC" w14:textId="40DF34CA" w:rsidR="00516D87" w:rsidRPr="0030273B" w:rsidRDefault="00516D87" w:rsidP="00516D87">
      <w:pPr>
        <w:pStyle w:val="Text1-1"/>
        <w:numPr>
          <w:ilvl w:val="1"/>
          <w:numId w:val="6"/>
        </w:numPr>
      </w:pPr>
      <w:r w:rsidRPr="0030273B">
        <w:t xml:space="preserve">Objednatel si vyhrazuje právo odstoupit od Smlouvy kromě důvodů uvedených v Obchodních podmínkách též po skončení </w:t>
      </w:r>
      <w:r w:rsidR="00167B56" w:rsidRPr="0030273B">
        <w:t>druhé</w:t>
      </w:r>
      <w:r w:rsidRPr="0030273B">
        <w:t xml:space="preserve"> dílčí etapy v případě neschválení Záměru projektu. </w:t>
      </w:r>
    </w:p>
    <w:p w14:paraId="618899B6" w14:textId="77777777" w:rsidR="00516D87" w:rsidRPr="0030273B" w:rsidRDefault="00516D87" w:rsidP="00516D87">
      <w:pPr>
        <w:pStyle w:val="Text1-2"/>
        <w:numPr>
          <w:ilvl w:val="2"/>
          <w:numId w:val="6"/>
        </w:numPr>
        <w:tabs>
          <w:tab w:val="num" w:pos="1531"/>
        </w:tabs>
        <w:ind w:left="1531"/>
      </w:pPr>
      <w:r w:rsidRPr="0030273B">
        <w:t>Objednatel sdělí Zhotoviteli do 30 dnů od oboustranného podpisu předávacího protokolu ke třetí dílčí etapě,</w:t>
      </w:r>
    </w:p>
    <w:p w14:paraId="507DBC00" w14:textId="77777777" w:rsidR="00516D87" w:rsidRPr="0030273B" w:rsidRDefault="00516D87" w:rsidP="00516D87">
      <w:pPr>
        <w:pStyle w:val="Odrka1-3"/>
        <w:numPr>
          <w:ilvl w:val="2"/>
          <w:numId w:val="5"/>
        </w:numPr>
      </w:pPr>
      <w:r w:rsidRPr="0030273B">
        <w:t>zda požaduje zapracovat do Záměru projektu změny nebo</w:t>
      </w:r>
    </w:p>
    <w:p w14:paraId="02A22086" w14:textId="77777777" w:rsidR="00516D87" w:rsidRPr="0030273B" w:rsidRDefault="00516D87" w:rsidP="00516D87">
      <w:pPr>
        <w:pStyle w:val="Odrka1-3"/>
        <w:numPr>
          <w:ilvl w:val="2"/>
          <w:numId w:val="5"/>
        </w:numPr>
      </w:pPr>
      <w:r w:rsidRPr="0030273B">
        <w:t>zda odstupuje od Smlouvy nebo</w:t>
      </w:r>
    </w:p>
    <w:p w14:paraId="20C663F6" w14:textId="77777777" w:rsidR="00516D87" w:rsidRPr="0030273B" w:rsidRDefault="00516D87" w:rsidP="00516D87">
      <w:pPr>
        <w:pStyle w:val="Odrka1-3"/>
        <w:numPr>
          <w:ilvl w:val="2"/>
          <w:numId w:val="5"/>
        </w:numPr>
      </w:pPr>
      <w:r w:rsidRPr="0030273B">
        <w:t>zda předává Záměr projektu k posouzení Ministerstvu dopravy.</w:t>
      </w:r>
    </w:p>
    <w:p w14:paraId="75F59F72" w14:textId="77777777" w:rsidR="00516D87" w:rsidRPr="0030273B" w:rsidRDefault="00516D87" w:rsidP="00516D87">
      <w:pPr>
        <w:pStyle w:val="Text1-2"/>
        <w:numPr>
          <w:ilvl w:val="2"/>
          <w:numId w:val="6"/>
        </w:numPr>
        <w:tabs>
          <w:tab w:val="num" w:pos="1531"/>
        </w:tabs>
        <w:ind w:left="1531"/>
      </w:pPr>
      <w:r w:rsidRPr="0030273B">
        <w:t>V souladu s rozhodnutím Ministerstva dopravy sdělí Objednatel Zhotoviteli, zda od Smlouvy odstupuje, nebo zda je možné v plnění Díla pokračovat.                                                                 Toto sdělení zašle Objednatel Zhotoviteli do 14 dnů od rozhodnutí Ministerstva dopravy.</w:t>
      </w:r>
    </w:p>
    <w:p w14:paraId="6AF2C967" w14:textId="77777777" w:rsidR="00516D87" w:rsidRPr="0030273B" w:rsidRDefault="00516D87" w:rsidP="00516D87">
      <w:pPr>
        <w:pStyle w:val="Text1-2"/>
        <w:numPr>
          <w:ilvl w:val="2"/>
          <w:numId w:val="6"/>
        </w:numPr>
        <w:tabs>
          <w:tab w:val="num" w:pos="1531"/>
        </w:tabs>
        <w:ind w:left="1531"/>
      </w:pPr>
      <w:r w:rsidRPr="0030273B">
        <w:t xml:space="preserve">Účinky odstoupení od Smlouvy nastanou v obou případech dnem doručení oznámení o odstoupení Zhotoviteli.    </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23FFC15A" w:rsidR="005E25D9" w:rsidRDefault="003F5723" w:rsidP="003F5723">
      <w:pPr>
        <w:pStyle w:val="Text1-1"/>
      </w:pPr>
      <w:r>
        <w:lastRenderedPageBreak/>
        <w:t xml:space="preserve">Místem </w:t>
      </w:r>
      <w:r w:rsidRPr="00836B75">
        <w:t xml:space="preserve">plnění </w:t>
      </w:r>
      <w:r w:rsidR="00157663" w:rsidRPr="00836B75">
        <w:t xml:space="preserve">ZP, DD, </w:t>
      </w:r>
      <w:r>
        <w:t>D</w:t>
      </w:r>
      <w:r w:rsidR="00C539CB">
        <w:t>U</w:t>
      </w:r>
      <w:r>
        <w:t xml:space="preserve">SP a PDPS je: </w:t>
      </w:r>
      <w:r w:rsidR="00312CA2" w:rsidRPr="00C539CB">
        <w:t>Stavební správa</w:t>
      </w:r>
      <w:r w:rsidR="00312CA2">
        <w:t xml:space="preserve"> </w:t>
      </w:r>
      <w:r w:rsidR="00312CA2" w:rsidRPr="002E5597">
        <w:t xml:space="preserve">západ, Sokolovská </w:t>
      </w:r>
      <w:r w:rsidR="00312CA2">
        <w:t>1955/278, 190 00 Praha 9</w:t>
      </w:r>
      <w:r w:rsidR="00312CA2" w:rsidRPr="002E5597">
        <w:t>.</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05413387" w:rsidR="003F5723" w:rsidRDefault="003F5723" w:rsidP="003F5723">
      <w:pPr>
        <w:pStyle w:val="Text1-1"/>
      </w:pPr>
      <w:r>
        <w:t xml:space="preserve">Bankovní záruka za provedení Díla dle čl. 11 Obchodních podmínek činí 10% z Ceny za </w:t>
      </w:r>
      <w:r w:rsidRPr="00D862C2">
        <w:t xml:space="preserve">zpracování </w:t>
      </w:r>
      <w:r w:rsidR="00EE67AC" w:rsidRPr="00D862C2">
        <w:t xml:space="preserve">ZP, DD, </w:t>
      </w:r>
      <w:r w:rsidRPr="00D862C2">
        <w:t>D</w:t>
      </w:r>
      <w:r w:rsidR="00C539CB" w:rsidRPr="00D862C2">
        <w:t>U</w:t>
      </w:r>
      <w:r w:rsidRPr="00D862C2">
        <w:t>SP</w:t>
      </w:r>
      <w:r w:rsidR="00C21D72">
        <w:t xml:space="preserve"> a </w:t>
      </w:r>
      <w:r w:rsidR="00EE67AC" w:rsidRPr="00D862C2">
        <w:t xml:space="preserve">PDPS </w:t>
      </w:r>
      <w:r w:rsidRPr="00D862C2">
        <w:t>tj.: "[</w:t>
      </w:r>
      <w:r w:rsidRPr="00D862C2">
        <w:rPr>
          <w:b/>
          <w:highlight w:val="yellow"/>
        </w:rPr>
        <w:t>VLOŽÍ ZHOTOVITEL</w:t>
      </w:r>
      <w:r w:rsidRPr="00D862C2">
        <w:t xml:space="preserve">]" bez DPH. Cena za zpracování </w:t>
      </w:r>
      <w:r w:rsidR="00EE67AC" w:rsidRPr="00D862C2">
        <w:t>ZP, DD,</w:t>
      </w:r>
      <w:r w:rsidR="002C0A7F" w:rsidRPr="00D862C2">
        <w:t xml:space="preserve"> </w:t>
      </w:r>
      <w:r>
        <w:t>D</w:t>
      </w:r>
      <w:r w:rsidR="00C539CB">
        <w:t>U</w:t>
      </w:r>
      <w:r>
        <w:t>SP a PDPS</w:t>
      </w:r>
      <w:r w:rsidR="00EE67AC">
        <w:t xml:space="preserve"> </w:t>
      </w:r>
      <w:r>
        <w:t>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BC9BD47" w14:textId="22A5F3E6"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324823"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14:paraId="34F8F290" w14:textId="36ADB71C" w:rsidR="005A6B84" w:rsidRPr="00324823" w:rsidRDefault="005A6B84" w:rsidP="00DF0BA5">
      <w:pPr>
        <w:pStyle w:val="Text1-1"/>
        <w:numPr>
          <w:ilvl w:val="1"/>
          <w:numId w:val="6"/>
        </w:numPr>
        <w:rPr>
          <w:rFonts w:eastAsia="Times New Roman" w:cs="Times New Roman"/>
        </w:rPr>
      </w:pPr>
      <w:r w:rsidRPr="00324823">
        <w:t>Sociálně a environmentálně odpovědné zadávání</w:t>
      </w:r>
      <w:r w:rsidR="00DF0BA5" w:rsidRPr="00324823">
        <w:rPr>
          <w:rFonts w:eastAsia="Times New Roman" w:cs="Times New Roman"/>
        </w:rPr>
        <w:t>,</w:t>
      </w:r>
      <w:r w:rsidR="00324823" w:rsidRPr="00324823">
        <w:rPr>
          <w:rFonts w:eastAsia="Times New Roman" w:cs="Times New Roman"/>
        </w:rPr>
        <w:t xml:space="preserve"> inovace</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35CE5EE3"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0A26371C" w:rsidR="005A6B84" w:rsidRPr="00EE221B" w:rsidRDefault="005A6B84" w:rsidP="005A6B84">
      <w:pPr>
        <w:pStyle w:val="Text1-2"/>
      </w:pPr>
      <w:r w:rsidRPr="00EE221B">
        <w:t>Zhotovitel se zavazuje, že v průběhu plnění Díla v </w:t>
      </w:r>
      <w:r w:rsidRPr="00157AA9">
        <w:t xml:space="preserve">rozsahu </w:t>
      </w:r>
      <w:r w:rsidR="00C21D72" w:rsidRPr="00157AA9">
        <w:t xml:space="preserve">ZP, DD, </w:t>
      </w:r>
      <w:r w:rsidRPr="00157AA9">
        <w:t>D</w:t>
      </w:r>
      <w:r w:rsidR="00B75AA5" w:rsidRPr="00157AA9">
        <w:t>U</w:t>
      </w:r>
      <w:r w:rsidRPr="00157AA9">
        <w:t>SP a PDPS  umožní v souvislosti s plněním D</w:t>
      </w:r>
      <w:r w:rsidR="00C21D72" w:rsidRPr="00157AA9">
        <w:t>íla provedení studentské exkurze</w:t>
      </w:r>
      <w:r w:rsidRPr="00157AA9">
        <w:t xml:space="preserve">, a </w:t>
      </w:r>
      <w:r w:rsidRPr="00157AA9">
        <w:lastRenderedPageBreak/>
        <w:t>to v kancelářích Zhotovitele nebo při provádění pr</w:t>
      </w:r>
      <w:r w:rsidR="00B75AA5" w:rsidRPr="00157AA9">
        <w:t>ojekčních či průzkumných prací</w:t>
      </w:r>
      <w:r w:rsidRPr="00157AA9">
        <w:t xml:space="preserve"> přímo na budoucím staveništi. </w:t>
      </w:r>
      <w:r w:rsidR="00C21D72" w:rsidRPr="00157AA9">
        <w:rPr>
          <w:rFonts w:eastAsia="Times New Roman" w:cs="Times New Roman"/>
        </w:rPr>
        <w:t>Podrobnosti k provedení exkurze</w:t>
      </w:r>
      <w:r w:rsidR="00351142" w:rsidRPr="00157AA9">
        <w:rPr>
          <w:rFonts w:eastAsia="Times New Roman" w:cs="Times New Roman"/>
        </w:rPr>
        <w:t xml:space="preserve"> jsou uvedeny v Obchodních podmínkách.</w:t>
      </w:r>
    </w:p>
    <w:p w14:paraId="7439BCEE" w14:textId="77777777" w:rsidR="005A6B84" w:rsidRPr="00EE221B" w:rsidRDefault="005A6B84" w:rsidP="00BD7123">
      <w:pPr>
        <w:pStyle w:val="Text1-2"/>
        <w:tabs>
          <w:tab w:val="clear" w:pos="1787"/>
        </w:tabs>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78A8A37E" w:rsidR="00DF0BA5" w:rsidRPr="00324823" w:rsidRDefault="005A6B84" w:rsidP="00BD7123">
      <w:pPr>
        <w:pStyle w:val="Text1-2"/>
        <w:numPr>
          <w:ilvl w:val="2"/>
          <w:numId w:val="6"/>
        </w:numPr>
        <w:tabs>
          <w:tab w:val="clear" w:pos="1787"/>
        </w:tabs>
        <w:ind w:left="1701" w:hanging="708"/>
        <w:rPr>
          <w:rFonts w:eastAsia="Times New Roman" w:cs="Times New Roman"/>
        </w:rPr>
      </w:pPr>
      <w:r w:rsidRPr="00324823">
        <w:t xml:space="preserve">Zhotovitel bude důsledně požadovat v Projektové dokumentaci recyklaci kameniva vyzískávaného z kolejového lože. Bližší specifikace je uvedena v odst. 5.5.29 přílohy </w:t>
      </w:r>
      <w:proofErr w:type="gramStart"/>
      <w:r w:rsidRPr="00324823">
        <w:t>č.3 b) této</w:t>
      </w:r>
      <w:proofErr w:type="gramEnd"/>
      <w:r w:rsidRPr="00324823">
        <w:t xml:space="preserve"> Smlouvy.</w:t>
      </w:r>
    </w:p>
    <w:p w14:paraId="0D9D3E2C" w14:textId="2CCDBC1F" w:rsidR="00490ECD" w:rsidRPr="00191278" w:rsidRDefault="00DF0BA5" w:rsidP="00BD7123">
      <w:pPr>
        <w:pStyle w:val="Text1-2"/>
        <w:numPr>
          <w:ilvl w:val="2"/>
          <w:numId w:val="6"/>
        </w:numPr>
        <w:tabs>
          <w:tab w:val="clear" w:pos="1787"/>
        </w:tabs>
        <w:ind w:left="1701" w:hanging="708"/>
        <w:rPr>
          <w:i/>
        </w:rPr>
      </w:pPr>
      <w:r w:rsidRPr="00324823">
        <w:rPr>
          <w:rFonts w:eastAsia="Times New Roman" w:cs="Times New Roman"/>
        </w:rPr>
        <w:t>Zhotovitel povede majetkoprávní vypořádání v majetkoprávní aplikaci v souladu s </w:t>
      </w:r>
      <w:proofErr w:type="gramStart"/>
      <w:r w:rsidRPr="00324823">
        <w:rPr>
          <w:rFonts w:eastAsia="Times New Roman" w:cs="Times New Roman"/>
        </w:rPr>
        <w:t>odst.</w:t>
      </w:r>
      <w:r w:rsidR="00324823" w:rsidRPr="00324823">
        <w:rPr>
          <w:rFonts w:eastAsia="Times New Roman" w:cs="Times New Roman"/>
        </w:rPr>
        <w:t>3.2.8</w:t>
      </w:r>
      <w:proofErr w:type="gramEnd"/>
      <w:r w:rsidR="00324823" w:rsidRPr="00324823">
        <w:rPr>
          <w:rFonts w:eastAsia="Times New Roman" w:cs="Times New Roman"/>
        </w:rPr>
        <w:t xml:space="preserve"> přílohy 3b) této Smlouvy.</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0D325231" w14:textId="7B10F770" w:rsidR="003F5723" w:rsidRPr="00157AA9" w:rsidRDefault="00C21D72" w:rsidP="003F5723">
      <w:pPr>
        <w:pStyle w:val="Text1-1"/>
      </w:pPr>
      <w:r w:rsidRPr="00157AA9">
        <w:t>Tato Smlouva je vyhotovena elektronicky, každý elektronický obraz smlouvy má platnost originálu.</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C4DEC03" w:rsidR="00F422D3" w:rsidRDefault="00F422D3" w:rsidP="00A141E0">
      <w:pPr>
        <w:pStyle w:val="Textbezslovn"/>
        <w:ind w:left="2127" w:hanging="1390"/>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063F8A">
        <w:rPr>
          <w:b/>
        </w:rPr>
        <w:t>6/21</w:t>
      </w:r>
      <w:r w:rsidR="00124751" w:rsidRPr="00C539CB">
        <w:rPr>
          <w:b/>
        </w:rPr>
        <w:t>“</w:t>
      </w:r>
      <w:r w:rsidR="00635F1E">
        <w:rPr>
          <w:b/>
        </w:rPr>
        <w:t xml:space="preserve"> a</w:t>
      </w:r>
      <w:r w:rsidR="00635F1E" w:rsidRPr="00635F1E">
        <w:rPr>
          <w:b/>
        </w:rPr>
        <w:t xml:space="preserve"> </w:t>
      </w:r>
      <w:r w:rsidR="00635F1E" w:rsidRPr="00204180">
        <w:rPr>
          <w:b/>
        </w:rPr>
        <w:t>OP/</w:t>
      </w:r>
      <w:r w:rsidR="00635F1E">
        <w:rPr>
          <w:b/>
        </w:rPr>
        <w:t>ZP+DUR</w:t>
      </w:r>
      <w:r w:rsidR="00635F1E" w:rsidRPr="00204180">
        <w:rPr>
          <w:b/>
        </w:rPr>
        <w:t>/</w:t>
      </w:r>
      <w:r w:rsidR="00635F1E">
        <w:rPr>
          <w:b/>
        </w:rPr>
        <w:t>15/21</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8DC6F5A" w:rsidR="00612CEA" w:rsidRPr="0015474B" w:rsidRDefault="00124751" w:rsidP="00612CEA">
      <w:pPr>
        <w:pStyle w:val="Textbezslovn"/>
        <w:ind w:left="2127"/>
        <w:jc w:val="left"/>
        <w:rPr>
          <w:b/>
        </w:rPr>
      </w:pPr>
      <w:r w:rsidRPr="00964369">
        <w:t xml:space="preserve">b) Všeobecné technické </w:t>
      </w:r>
      <w:r w:rsidRPr="00924118">
        <w:t xml:space="preserve">podmínky </w:t>
      </w:r>
      <w:r w:rsidRPr="0015474B">
        <w:rPr>
          <w:b/>
        </w:rPr>
        <w:t>"</w:t>
      </w:r>
      <w:r w:rsidR="00EE67AC" w:rsidRPr="0015474B">
        <w:rPr>
          <w:b/>
        </w:rPr>
        <w:t>VTP</w:t>
      </w:r>
      <w:r w:rsidR="00C27F6D" w:rsidRPr="0015474B">
        <w:rPr>
          <w:b/>
        </w:rPr>
        <w:t>/</w:t>
      </w:r>
      <w:r w:rsidR="00EE67AC" w:rsidRPr="0015474B">
        <w:rPr>
          <w:b/>
        </w:rPr>
        <w:t>DOKUMENTACE</w:t>
      </w:r>
      <w:r w:rsidR="00C27F6D" w:rsidRPr="0015474B">
        <w:rPr>
          <w:b/>
        </w:rPr>
        <w:t>/</w:t>
      </w:r>
      <w:r w:rsidR="00EE67AC" w:rsidRPr="0015474B">
        <w:rPr>
          <w:b/>
        </w:rPr>
        <w:t>02</w:t>
      </w:r>
      <w:r w:rsidR="00C27F6D" w:rsidRPr="0015474B">
        <w:rPr>
          <w:b/>
        </w:rPr>
        <w:t>/</w:t>
      </w:r>
      <w:r w:rsidR="00EE67AC" w:rsidRPr="0015474B">
        <w:rPr>
          <w:b/>
        </w:rPr>
        <w:t>21</w:t>
      </w:r>
      <w:r w:rsidR="006D465A" w:rsidRPr="0015474B">
        <w:rPr>
          <w:b/>
        </w:rPr>
        <w:t xml:space="preserve">" </w:t>
      </w:r>
    </w:p>
    <w:p w14:paraId="5B5F4A27" w14:textId="63310075" w:rsidR="00F422D3" w:rsidRDefault="00124751" w:rsidP="00964369">
      <w:pPr>
        <w:pStyle w:val="Textbezslovn"/>
        <w:ind w:left="2127"/>
      </w:pPr>
      <w:r w:rsidRPr="00964369">
        <w:t>c</w:t>
      </w:r>
      <w:r w:rsidRPr="00157AA9">
        <w:t xml:space="preserve">) Zvláštní technické podmínky </w:t>
      </w:r>
      <w:r w:rsidR="006650B1" w:rsidRPr="00157AA9">
        <w:t xml:space="preserve">ze dne </w:t>
      </w:r>
      <w:proofErr w:type="gramStart"/>
      <w:r w:rsidR="00EE67AC" w:rsidRPr="00157AA9">
        <w:t>5.2.2021</w:t>
      </w:r>
      <w:proofErr w:type="gramEnd"/>
      <w:r w:rsidR="003270FE" w:rsidRPr="00157AA9">
        <w:t xml:space="preserve"> </w:t>
      </w:r>
      <w:r w:rsidR="00EE67AC" w:rsidRPr="00157AA9">
        <w:t>"Rekonstrukce mostů v km 5</w:t>
      </w:r>
      <w:r w:rsidR="00C21D72" w:rsidRPr="00157AA9">
        <w:t>,</w:t>
      </w:r>
      <w:r w:rsidR="00EE67AC" w:rsidRPr="00157AA9">
        <w:t>104</w:t>
      </w:r>
      <w:r w:rsidR="00C21D72" w:rsidRPr="00157AA9">
        <w:t>–</w:t>
      </w:r>
      <w:r w:rsidR="00EE67AC" w:rsidRPr="00157AA9">
        <w:t>5</w:t>
      </w:r>
      <w:r w:rsidR="00C21D72" w:rsidRPr="00157AA9">
        <w:t>,</w:t>
      </w:r>
      <w:r w:rsidR="00EE67AC" w:rsidRPr="00157AA9">
        <w:t>457 na</w:t>
      </w:r>
      <w:r w:rsidR="00EE67AC" w:rsidRPr="003270FE">
        <w:t xml:space="preserve"> trati Libochovice Vraňany</w:t>
      </w:r>
      <w:r w:rsidR="006D465A" w:rsidRPr="003270FE">
        <w:t>"</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lastRenderedPageBreak/>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7BB3E317" w14:textId="5E9112FB" w:rsidR="00964369" w:rsidRDefault="00964369" w:rsidP="009F0867">
      <w:pPr>
        <w:pStyle w:val="Textbezodsazen"/>
      </w:pPr>
    </w:p>
    <w:p w14:paraId="3F1BD255" w14:textId="6D3E74F7" w:rsidR="00376B87" w:rsidRPr="00EE74B9" w:rsidRDefault="00E86A56" w:rsidP="00376B87">
      <w:pPr>
        <w:pStyle w:val="Textbezodsazen"/>
      </w:pPr>
      <w:r w:rsidRPr="00EE74B9">
        <w:t xml:space="preserve">V Praze </w:t>
      </w:r>
      <w:r w:rsidRPr="00EE74B9">
        <w:tab/>
      </w:r>
      <w:r w:rsidR="00376B87" w:rsidRPr="00EE74B9">
        <w:tab/>
      </w:r>
      <w:r w:rsidR="00376B87" w:rsidRPr="00EE74B9">
        <w:tab/>
      </w:r>
      <w:r w:rsidR="00376B87" w:rsidRPr="00EE74B9">
        <w:tab/>
      </w:r>
      <w:r w:rsidR="00376B87" w:rsidRPr="00EE74B9">
        <w:tab/>
      </w:r>
      <w:r w:rsidR="00376B87" w:rsidRPr="00EE74B9">
        <w:tab/>
      </w:r>
      <w:r w:rsidRPr="00EE74B9">
        <w:t>V ………………….….</w:t>
      </w:r>
    </w:p>
    <w:p w14:paraId="2960CCCA" w14:textId="77777777" w:rsidR="00376B87" w:rsidRPr="00EE74B9" w:rsidRDefault="00376B87" w:rsidP="00376B87">
      <w:pPr>
        <w:pStyle w:val="Textbezodsazen"/>
      </w:pPr>
    </w:p>
    <w:p w14:paraId="3EFE0942" w14:textId="3F282E5D" w:rsidR="00376B87" w:rsidRPr="00EE74B9" w:rsidRDefault="00376B87" w:rsidP="00376B87">
      <w:pPr>
        <w:pStyle w:val="Textbezodsazen"/>
      </w:pPr>
    </w:p>
    <w:p w14:paraId="32B61043" w14:textId="77777777" w:rsidR="00376B87" w:rsidRPr="00EE74B9" w:rsidRDefault="00376B87" w:rsidP="00376B87">
      <w:pPr>
        <w:pStyle w:val="Textbezodsazen"/>
      </w:pPr>
      <w:r w:rsidRPr="00EE74B9">
        <w:t>................................................</w:t>
      </w:r>
      <w:r w:rsidRPr="00EE74B9">
        <w:tab/>
      </w:r>
      <w:r w:rsidRPr="00EE74B9">
        <w:tab/>
      </w:r>
      <w:r w:rsidRPr="00EE74B9">
        <w:tab/>
        <w:t>................................................</w:t>
      </w:r>
    </w:p>
    <w:p w14:paraId="0D9AA86B" w14:textId="2C75C5F9" w:rsidR="00376B87" w:rsidRPr="00157AA9" w:rsidRDefault="00E86A56" w:rsidP="00376B87">
      <w:pPr>
        <w:pStyle w:val="Bezmezer"/>
        <w:rPr>
          <w:rStyle w:val="Tun"/>
          <w:sz w:val="18"/>
          <w:szCs w:val="18"/>
        </w:rPr>
      </w:pPr>
      <w:r w:rsidRPr="00157AA9">
        <w:rPr>
          <w:rStyle w:val="Tun"/>
          <w:sz w:val="18"/>
          <w:szCs w:val="18"/>
        </w:rPr>
        <w:t>Ing. Petr Hofhanzl</w:t>
      </w:r>
      <w:r w:rsidRPr="00157AA9">
        <w:rPr>
          <w:rStyle w:val="Tun"/>
          <w:sz w:val="18"/>
          <w:szCs w:val="18"/>
        </w:rPr>
        <w:tab/>
      </w:r>
      <w:r w:rsidRPr="00157AA9">
        <w:rPr>
          <w:rStyle w:val="Tun"/>
          <w:sz w:val="18"/>
          <w:szCs w:val="18"/>
        </w:rPr>
        <w:tab/>
      </w:r>
      <w:r w:rsidR="00376B87" w:rsidRPr="00157AA9">
        <w:rPr>
          <w:rStyle w:val="Tun"/>
          <w:sz w:val="18"/>
          <w:szCs w:val="18"/>
        </w:rPr>
        <w:tab/>
      </w:r>
      <w:r w:rsidR="00376B87" w:rsidRPr="00157AA9">
        <w:rPr>
          <w:rStyle w:val="Tun"/>
          <w:sz w:val="18"/>
          <w:szCs w:val="18"/>
        </w:rPr>
        <w:tab/>
      </w:r>
      <w:r w:rsidR="00376B87" w:rsidRPr="00157AA9">
        <w:rPr>
          <w:rStyle w:val="Tun"/>
          <w:sz w:val="18"/>
          <w:szCs w:val="18"/>
        </w:rPr>
        <w:tab/>
      </w:r>
      <w:r w:rsidR="007135C8" w:rsidRPr="00157AA9">
        <w:rPr>
          <w:rStyle w:val="Tun"/>
          <w:sz w:val="18"/>
          <w:szCs w:val="18"/>
        </w:rPr>
        <w:t xml:space="preserve">      </w:t>
      </w:r>
      <w:r w:rsidR="00376B87" w:rsidRPr="00157AA9">
        <w:rPr>
          <w:rStyle w:val="Tun"/>
          <w:sz w:val="18"/>
          <w:szCs w:val="18"/>
        </w:rPr>
        <w:t>"[VLOŽÍ ZHOTOVITEL]"</w:t>
      </w:r>
    </w:p>
    <w:p w14:paraId="1B1380AB" w14:textId="4B2D58CA" w:rsidR="00376B87" w:rsidRPr="00157AA9" w:rsidRDefault="00E86A56" w:rsidP="00E86A56">
      <w:pPr>
        <w:pStyle w:val="Bezmezer"/>
        <w:rPr>
          <w:sz w:val="18"/>
          <w:szCs w:val="18"/>
        </w:rPr>
      </w:pPr>
      <w:r w:rsidRPr="00157AA9">
        <w:rPr>
          <w:sz w:val="18"/>
          <w:szCs w:val="18"/>
        </w:rPr>
        <w:t>ředitel Stavební správy západ</w:t>
      </w:r>
    </w:p>
    <w:p w14:paraId="25B423E3" w14:textId="0068AD28" w:rsidR="00E86A56" w:rsidRPr="00EE74B9" w:rsidRDefault="00E86A56" w:rsidP="00E86A56">
      <w:pPr>
        <w:pStyle w:val="Bezmezer"/>
        <w:rPr>
          <w:sz w:val="18"/>
          <w:szCs w:val="18"/>
        </w:rPr>
      </w:pPr>
      <w:r w:rsidRPr="00157AA9">
        <w:rPr>
          <w:sz w:val="18"/>
          <w:szCs w:val="18"/>
        </w:rPr>
        <w:t>(podepsáno elektronicky)</w:t>
      </w:r>
    </w:p>
    <w:p w14:paraId="563BE0EF" w14:textId="77777777" w:rsidR="00964369" w:rsidRPr="00EE74B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070A5502" w:rsidR="00285298" w:rsidRDefault="00950EAF" w:rsidP="00F762A8">
      <w:pPr>
        <w:pStyle w:val="Nadpisbezsl1-2"/>
      </w:pPr>
      <w:r w:rsidRPr="00656511">
        <w:t>Specifikace Díla</w:t>
      </w:r>
    </w:p>
    <w:p w14:paraId="69534EF9" w14:textId="565B3B08" w:rsidR="00656511" w:rsidRDefault="00656511" w:rsidP="00656511">
      <w:pPr>
        <w:pStyle w:val="Text1-1"/>
        <w:numPr>
          <w:ilvl w:val="0"/>
          <w:numId w:val="0"/>
        </w:numPr>
        <w:ind w:left="737"/>
      </w:pPr>
      <w:r>
        <w:t>Předmětem díla je zhotovení Záměru projektu a Doprovodné dokumentace, Dokumentace pro vydání společného povolení a Projektové dokumentace pro provádění stavby (dále všechny části předmětu Díla ZP+DD+DUSP+PDPS společně označované jako „Dokumentace“) na stavbu „Rekonstrukce mostů v km 5,104-5,457 na trati Libochovice – Vraňany”:</w:t>
      </w:r>
    </w:p>
    <w:p w14:paraId="3C09A6BC" w14:textId="77777777" w:rsidR="00656511" w:rsidRDefault="00656511" w:rsidP="00656511">
      <w:pPr>
        <w:pStyle w:val="Text1-1"/>
        <w:numPr>
          <w:ilvl w:val="0"/>
          <w:numId w:val="0"/>
        </w:numPr>
        <w:ind w:left="737" w:hanging="311"/>
      </w:pPr>
      <w:r>
        <w:t>a) Záměru projektu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594E52F0" w14:textId="77777777" w:rsidR="00656511" w:rsidRDefault="00656511" w:rsidP="00656511">
      <w:pPr>
        <w:pStyle w:val="Text1-1"/>
        <w:numPr>
          <w:ilvl w:val="0"/>
          <w:numId w:val="0"/>
        </w:numPr>
        <w:ind w:left="737" w:hanging="311"/>
      </w:pPr>
      <w:r>
        <w:t>b) Doprovodné dokumentace k ZP, která bude zpracována dle požadavků uvedených v ZTP.</w:t>
      </w:r>
    </w:p>
    <w:p w14:paraId="2CD09675" w14:textId="09D6B1F3" w:rsidR="00656511" w:rsidRDefault="00656511" w:rsidP="00656511">
      <w:pPr>
        <w:pStyle w:val="Text1-1"/>
        <w:numPr>
          <w:ilvl w:val="0"/>
          <w:numId w:val="0"/>
        </w:numPr>
        <w:ind w:left="737" w:hanging="311"/>
      </w:pPr>
      <w:r>
        <w:t>c) Zhotovení Projektové dokumentace pro společné povolení, která specifikuje předmět Díla v takovém rozsahu, aby ji bylo možno projednat ve společném stavebním a územním řízení, získat pravomocné společné</w:t>
      </w:r>
      <w:r w:rsidR="00E55B8B">
        <w:t xml:space="preserve"> </w:t>
      </w:r>
      <w:r w:rsidRPr="00E86A56">
        <w:t>povolení</w:t>
      </w:r>
      <w:r>
        <w:t>, včetně notifikace autorizovanou osobou, zajištění výkonu Autorského dozoru při zhotovení stavby a činností koordinátora BOZP při práci na staveništi ve fázi přípravy včetně zpracování plánu BOZP na staveništi a manuálu údržby.</w:t>
      </w:r>
    </w:p>
    <w:p w14:paraId="5928D51A" w14:textId="052CB84D" w:rsidR="00656511" w:rsidRDefault="00656511" w:rsidP="00656511">
      <w:pPr>
        <w:pStyle w:val="Text1-1"/>
        <w:numPr>
          <w:ilvl w:val="0"/>
          <w:numId w:val="0"/>
        </w:numPr>
        <w:ind w:left="737" w:hanging="311"/>
      </w:pPr>
      <w:r>
        <w:t>d) Zpracování a podání žádosti o vydání společného</w:t>
      </w:r>
      <w:r w:rsidR="00E55B8B">
        <w:t xml:space="preserve"> </w:t>
      </w:r>
      <w:r w:rsidRPr="00E86A56">
        <w:t>povolení</w:t>
      </w:r>
      <w:r>
        <w:t xml:space="preserve"> dle </w:t>
      </w:r>
      <w:r w:rsidR="00E86A56">
        <w:t xml:space="preserve">zákona č. 183/2006 Sb., </w:t>
      </w:r>
      <w:r w:rsidR="00E86A56" w:rsidRPr="007D0C23">
        <w:t>z</w:t>
      </w:r>
      <w:r w:rsidRPr="007D0C23">
        <w:t>ákon o</w:t>
      </w:r>
      <w:r>
        <w:t xml:space="preserve">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E84350B" w14:textId="77777777" w:rsidR="00656511" w:rsidRDefault="00656511" w:rsidP="00656511">
      <w:pPr>
        <w:pStyle w:val="Text1-1"/>
        <w:numPr>
          <w:ilvl w:val="0"/>
          <w:numId w:val="0"/>
        </w:numPr>
        <w:ind w:left="737" w:hanging="311"/>
      </w:pPr>
      <w:r>
        <w:t>e) Zhotovení Projektové dokumentace pro provádění stavby, která rozpracuje a vymezí požadavky na stavbu do podrobností, které specifikují předmět Díla v takovém rozsahu, aby byla podkladem pro výběrové řízení na zhotovení stavby.</w:t>
      </w:r>
    </w:p>
    <w:p w14:paraId="00F39E5F" w14:textId="77777777" w:rsidR="00656511" w:rsidRPr="001F3C50" w:rsidRDefault="00656511" w:rsidP="00656511">
      <w:pPr>
        <w:pStyle w:val="Text1-1"/>
        <w:numPr>
          <w:ilvl w:val="0"/>
          <w:numId w:val="0"/>
        </w:numPr>
        <w:ind w:left="737"/>
      </w:pPr>
      <w:r w:rsidRPr="001F3C50">
        <w:t xml:space="preserve">Součástí díla je rovněž zejména:  </w:t>
      </w:r>
    </w:p>
    <w:p w14:paraId="1D0F5EE8" w14:textId="77777777" w:rsidR="00656511" w:rsidRPr="00034AEC" w:rsidRDefault="00656511" w:rsidP="00656511">
      <w:pPr>
        <w:pStyle w:val="Text1-1"/>
        <w:numPr>
          <w:ilvl w:val="0"/>
          <w:numId w:val="14"/>
        </w:numPr>
      </w:pPr>
      <w:r w:rsidRPr="00034AEC">
        <w:t xml:space="preserve">zpracování podkladů pro zadávací řízení na realizaci stavby v potřebném množství a podobě (zvláštní technické podmínky a soupis prací dle </w:t>
      </w:r>
      <w:proofErr w:type="spellStart"/>
      <w:r w:rsidRPr="00034AEC">
        <w:t>vyhl</w:t>
      </w:r>
      <w:proofErr w:type="spellEnd"/>
      <w:r w:rsidRPr="00034AEC">
        <w:t>. č. 169/2016 Sb., v platném znění);</w:t>
      </w:r>
    </w:p>
    <w:p w14:paraId="71B8AD31" w14:textId="77777777" w:rsidR="00656511" w:rsidRPr="00F36084" w:rsidRDefault="00656511" w:rsidP="00656511">
      <w:pPr>
        <w:pStyle w:val="Text1-1"/>
        <w:numPr>
          <w:ilvl w:val="0"/>
          <w:numId w:val="14"/>
        </w:numPr>
      </w:pPr>
      <w:r w:rsidRPr="00F36084">
        <w:t>zajištění vydání certifikátů o shodě vydávaných notifikovanou osobou v souladu s platnými směrnicemi Evropského parlamentu a Rady o interoperabilitě konvenčního železničního systému.</w:t>
      </w:r>
    </w:p>
    <w:p w14:paraId="326BD00B" w14:textId="77777777" w:rsidR="00656511" w:rsidRPr="00656511" w:rsidRDefault="00656511" w:rsidP="00656511">
      <w:pPr>
        <w:pStyle w:val="Text2-1"/>
        <w:numPr>
          <w:ilvl w:val="0"/>
          <w:numId w:val="0"/>
        </w:numPr>
        <w:ind w:left="737"/>
      </w:pPr>
    </w:p>
    <w:p w14:paraId="618AFC44" w14:textId="77777777" w:rsidR="007145F3" w:rsidRDefault="007145F3" w:rsidP="00CB4F6D">
      <w:pPr>
        <w:pStyle w:val="Textbezodsazen"/>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714B885A" w14:textId="60AE7D48" w:rsidR="00C539CB" w:rsidRDefault="005F0554" w:rsidP="005F4353">
      <w:pPr>
        <w:pStyle w:val="Textbezodsazen"/>
        <w:rPr>
          <w:b/>
          <w:sz w:val="20"/>
          <w:szCs w:val="20"/>
        </w:rPr>
      </w:pPr>
      <w:r w:rsidRPr="005F0554">
        <w:rPr>
          <w:b/>
          <w:sz w:val="20"/>
          <w:szCs w:val="20"/>
        </w:rPr>
        <w:t>„OP/DUSP+PDPS/6/21“</w:t>
      </w:r>
    </w:p>
    <w:p w14:paraId="21092CD8" w14:textId="41CAF087" w:rsidR="00A23326" w:rsidRPr="00A23326" w:rsidRDefault="00A23326" w:rsidP="005F4353">
      <w:pPr>
        <w:pStyle w:val="Textbezodsazen"/>
        <w:rPr>
          <w:sz w:val="20"/>
          <w:szCs w:val="20"/>
        </w:rPr>
      </w:pPr>
      <w:r>
        <w:rPr>
          <w:b/>
          <w:sz w:val="20"/>
          <w:szCs w:val="20"/>
        </w:rPr>
        <w:t>„</w:t>
      </w:r>
      <w:r w:rsidRPr="00A23326">
        <w:rPr>
          <w:b/>
          <w:sz w:val="20"/>
          <w:szCs w:val="20"/>
        </w:rPr>
        <w:t>OP/ZP+DUR/15/21</w:t>
      </w:r>
      <w:r>
        <w:rPr>
          <w:b/>
          <w:sz w:val="20"/>
          <w:szCs w:val="20"/>
        </w:rPr>
        <w:t>“</w:t>
      </w: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85767D">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85767D">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85767D">
      <w:pPr>
        <w:pStyle w:val="Nadpisbezsl1-2"/>
        <w:jc w:val="both"/>
      </w:pPr>
      <w:r>
        <w:t>b)</w:t>
      </w:r>
      <w:r>
        <w:tab/>
        <w:t xml:space="preserve">Všeobecné technické podmínky </w:t>
      </w:r>
    </w:p>
    <w:p w14:paraId="0E75A107" w14:textId="4A276420" w:rsidR="00124751" w:rsidRPr="00E92AA3" w:rsidRDefault="00076B86" w:rsidP="00E92AA3">
      <w:pPr>
        <w:pStyle w:val="Textbezslovn"/>
        <w:rPr>
          <w:strike/>
          <w:color w:val="FF0000"/>
        </w:rPr>
      </w:pPr>
      <w:r w:rsidRPr="0015474B">
        <w:rPr>
          <w:b/>
        </w:rPr>
        <w:t xml:space="preserve">"VTP/DOKUMENTACE/02/21" </w:t>
      </w:r>
    </w:p>
    <w:p w14:paraId="51AF4ACE" w14:textId="77777777" w:rsidR="00124751" w:rsidRDefault="00124751" w:rsidP="0085767D">
      <w:pPr>
        <w:pStyle w:val="Nadpisbezsl1-2"/>
        <w:jc w:val="both"/>
      </w:pPr>
      <w:r>
        <w:t>c)</w:t>
      </w:r>
      <w:r>
        <w:tab/>
        <w:t xml:space="preserve">Zvláštní technické podmínky </w:t>
      </w:r>
    </w:p>
    <w:p w14:paraId="3ACF42AF" w14:textId="4B58B2CB" w:rsidR="00671F70" w:rsidRDefault="00950EAF" w:rsidP="0085767D">
      <w:pPr>
        <w:pStyle w:val="Textbezslovn"/>
      </w:pPr>
      <w:r>
        <w:t xml:space="preserve">ze </w:t>
      </w:r>
      <w:r w:rsidRPr="006A6640">
        <w:t xml:space="preserve">dne </w:t>
      </w:r>
      <w:proofErr w:type="gramStart"/>
      <w:r w:rsidR="0038538B" w:rsidRPr="006A6640">
        <w:t>5.2.2021</w:t>
      </w:r>
      <w:proofErr w:type="gramEnd"/>
      <w:r w:rsidR="0038538B" w:rsidRPr="006A6640">
        <w:t xml:space="preserve">"Rekonstrukce mostů v </w:t>
      </w:r>
      <w:r w:rsidR="0038538B" w:rsidRPr="00BD538E">
        <w:t>km 5</w:t>
      </w:r>
      <w:r w:rsidR="00F37422" w:rsidRPr="00BD538E">
        <w:t>,</w:t>
      </w:r>
      <w:r w:rsidR="0038538B" w:rsidRPr="00BD538E">
        <w:t>104-5</w:t>
      </w:r>
      <w:r w:rsidR="00F37422" w:rsidRPr="00BD538E">
        <w:t>,</w:t>
      </w:r>
      <w:r w:rsidR="0038538B" w:rsidRPr="00BD538E">
        <w:t>457 na</w:t>
      </w:r>
      <w:r w:rsidR="0038538B" w:rsidRPr="006A6640">
        <w:t xml:space="preserve"> trati Libochovice Vraňany</w:t>
      </w: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1C77190D" w:rsidR="008A4D1B" w:rsidRDefault="008A4D1B" w:rsidP="008A4D1B">
      <w:pPr>
        <w:pStyle w:val="Textbezodsazen"/>
      </w:pPr>
      <w:r>
        <w:t xml:space="preserve">Cena za </w:t>
      </w:r>
      <w:r w:rsidRPr="00487E1E">
        <w:t xml:space="preserve">zpracování </w:t>
      </w:r>
      <w:r w:rsidR="00F37422" w:rsidRPr="00487E1E">
        <w:t>ZP, DD,</w:t>
      </w:r>
      <w:r w:rsidR="00F37422">
        <w:t xml:space="preserve"> </w:t>
      </w:r>
      <w:r>
        <w:t>D</w:t>
      </w:r>
      <w:r w:rsidR="00E868F1">
        <w:t>U</w:t>
      </w:r>
      <w:r>
        <w:t>SP a PDPS (podle členění na základní a dodatečné služby) a autorského dozoru:</w:t>
      </w:r>
    </w:p>
    <w:p w14:paraId="329B5A4C" w14:textId="7B8AC521" w:rsidR="008A4D1B" w:rsidRDefault="00760192" w:rsidP="00760192">
      <w:pPr>
        <w:pStyle w:val="Nadpisbezsl1-1"/>
      </w:pPr>
      <w:r>
        <w:t>1.</w:t>
      </w:r>
      <w:r>
        <w:tab/>
      </w:r>
      <w:r w:rsidR="008A4D1B">
        <w:t xml:space="preserve">Základní služby na zpracování </w:t>
      </w:r>
      <w:r w:rsidR="00BE7215">
        <w:t xml:space="preserve">ZP, DD, </w:t>
      </w:r>
      <w:r w:rsidR="008A4D1B">
        <w:t>D</w:t>
      </w:r>
      <w:r w:rsidR="00E868F1">
        <w:t>U</w:t>
      </w:r>
      <w:r w:rsidR="008A4D1B">
        <w:t>SP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953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9537F8" w:rsidRPr="00CF4629" w14:paraId="3CB5DF59"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35B44AE3" w14:textId="52EFA1BD" w:rsidR="009537F8" w:rsidRPr="00F37422" w:rsidRDefault="009537F8" w:rsidP="004908EA">
            <w:pPr>
              <w:pStyle w:val="Tabulka"/>
              <w:rPr>
                <w:sz w:val="16"/>
                <w:szCs w:val="16"/>
              </w:rPr>
            </w:pPr>
            <w:r w:rsidRPr="00F37422">
              <w:rPr>
                <w:sz w:val="16"/>
                <w:szCs w:val="16"/>
              </w:rPr>
              <w:t>1</w:t>
            </w:r>
          </w:p>
        </w:tc>
        <w:tc>
          <w:tcPr>
            <w:tcW w:w="3402" w:type="dxa"/>
          </w:tcPr>
          <w:p w14:paraId="60A9C5EC" w14:textId="2A244702" w:rsidR="009537F8" w:rsidRPr="00CF4629" w:rsidRDefault="009537F8" w:rsidP="0038538B">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92107C">
              <w:t>Zpracování ZP</w:t>
            </w:r>
            <w:r w:rsidRPr="007901F1">
              <w:t xml:space="preserve"> </w:t>
            </w:r>
            <w:r>
              <w:t>a D</w:t>
            </w:r>
            <w:r w:rsidR="0038538B">
              <w:t>D</w:t>
            </w:r>
            <w:r>
              <w:t xml:space="preserve"> stavby dle</w:t>
            </w:r>
            <w:r w:rsidRPr="007901F1">
              <w:t xml:space="preserve"> Směrnice M</w:t>
            </w:r>
            <w:r>
              <w:t xml:space="preserve">D dopravy ČR č. V-2/2012 </w:t>
            </w:r>
            <w:r w:rsidRPr="007901F1">
              <w:t>v platném znění</w:t>
            </w:r>
          </w:p>
        </w:tc>
        <w:tc>
          <w:tcPr>
            <w:tcW w:w="992" w:type="dxa"/>
          </w:tcPr>
          <w:p w14:paraId="6C1AD84E" w14:textId="0BFF8538" w:rsidR="009537F8" w:rsidRPr="00F26334" w:rsidRDefault="009537F8" w:rsidP="004908EA">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F26334">
              <w:rPr>
                <w:sz w:val="16"/>
                <w:szCs w:val="16"/>
              </w:rPr>
              <w:t>hod</w:t>
            </w:r>
          </w:p>
        </w:tc>
        <w:tc>
          <w:tcPr>
            <w:tcW w:w="992" w:type="dxa"/>
          </w:tcPr>
          <w:p w14:paraId="5CE925EA" w14:textId="77777777" w:rsidR="009537F8" w:rsidRPr="00CF4629" w:rsidRDefault="009537F8" w:rsidP="004908EA">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134" w:type="dxa"/>
          </w:tcPr>
          <w:p w14:paraId="77606C54" w14:textId="77777777" w:rsidR="009537F8" w:rsidRPr="00CF4629" w:rsidRDefault="009537F8" w:rsidP="00841876">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338" w:type="dxa"/>
          </w:tcPr>
          <w:p w14:paraId="4928C90D" w14:textId="77777777" w:rsidR="009537F8" w:rsidRPr="00CF4629" w:rsidRDefault="009537F8" w:rsidP="004908EA">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r>
      <w:tr w:rsidR="00841876" w:rsidRPr="00841876" w14:paraId="36232E51"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6843810" w14:textId="23DAFE62" w:rsidR="008A4D1B" w:rsidRPr="00841876" w:rsidRDefault="009537F8" w:rsidP="004908EA">
            <w:pPr>
              <w:pStyle w:val="Tabulka"/>
            </w:pPr>
            <w:r>
              <w:t>2</w:t>
            </w:r>
          </w:p>
        </w:tc>
        <w:tc>
          <w:tcPr>
            <w:tcW w:w="3402" w:type="dxa"/>
          </w:tcPr>
          <w:p w14:paraId="7967A5A9" w14:textId="584C5165"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w:t>
            </w:r>
            <w:r w:rsidR="00F26334">
              <w:t xml:space="preserve"> </w:t>
            </w:r>
            <w:r w:rsidRPr="00841876">
              <w:t>146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EB4BBCE" w14:textId="6021513F" w:rsidR="008A4D1B" w:rsidRPr="00841876" w:rsidRDefault="009537F8" w:rsidP="004908EA">
            <w:pPr>
              <w:pStyle w:val="Tabulka"/>
            </w:pPr>
            <w:r>
              <w:t>3</w:t>
            </w:r>
          </w:p>
        </w:tc>
        <w:tc>
          <w:tcPr>
            <w:tcW w:w="3402" w:type="dxa"/>
          </w:tcPr>
          <w:p w14:paraId="7695BAA1" w14:textId="3C3E3F79"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SP do podrobnosti PDPS) vyjma příloh G, H a I, včetně všech dílčích odevzdání, dle přílohy č.</w:t>
            </w:r>
            <w:r w:rsidR="00F26334">
              <w:t xml:space="preserve"> </w:t>
            </w:r>
            <w:r w:rsidRPr="00841876">
              <w:t>2 Směrnice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BB0B695" w14:textId="7BEB34DB" w:rsidR="008A4D1B" w:rsidRPr="00841876" w:rsidRDefault="009537F8" w:rsidP="004908EA">
            <w:pPr>
              <w:pStyle w:val="Tabulka"/>
            </w:pPr>
            <w:r>
              <w:t>4</w:t>
            </w:r>
          </w:p>
        </w:tc>
        <w:tc>
          <w:tcPr>
            <w:tcW w:w="3402" w:type="dxa"/>
          </w:tcPr>
          <w:p w14:paraId="45597A0D" w14:textId="1D86EEFA"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 požadavků Směrnice SŽDC č.</w:t>
            </w:r>
            <w:r w:rsidR="00F26334">
              <w:t xml:space="preserve"> </w:t>
            </w:r>
            <w:r w:rsidRPr="00841876">
              <w:t>20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0FF11A3" w14:textId="5B9A6191" w:rsidR="008A4D1B" w:rsidRPr="00841876" w:rsidRDefault="009537F8" w:rsidP="004908EA">
            <w:pPr>
              <w:pStyle w:val="Tabulka"/>
            </w:pPr>
            <w:r>
              <w:t>5</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3393EF31" w14:textId="7F87DF0F" w:rsidR="008A4D1B" w:rsidRPr="00841876" w:rsidRDefault="009537F8" w:rsidP="004908EA">
            <w:pPr>
              <w:pStyle w:val="Tabulka"/>
            </w:pPr>
            <w:r>
              <w:t>6</w:t>
            </w:r>
          </w:p>
        </w:tc>
        <w:tc>
          <w:tcPr>
            <w:tcW w:w="3402" w:type="dxa"/>
          </w:tcPr>
          <w:p w14:paraId="4D4BEBB0" w14:textId="2515CA84"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w:t>
            </w:r>
            <w:r w:rsidR="00F26334">
              <w:t xml:space="preserve"> </w:t>
            </w:r>
            <w:r w:rsidRPr="00841876">
              <w:t>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7B4088A4" w14:textId="2652ADE6" w:rsidR="008A4D1B" w:rsidRPr="00841876" w:rsidRDefault="009537F8" w:rsidP="004908EA">
            <w:pPr>
              <w:pStyle w:val="Tabulka"/>
            </w:pPr>
            <w:r>
              <w:t>7</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438864B6" w14:textId="71C405BD" w:rsidR="000E02F7" w:rsidRPr="00841876" w:rsidRDefault="009537F8" w:rsidP="004908EA">
            <w:pPr>
              <w:pStyle w:val="Tabulka"/>
            </w:pPr>
            <w:r>
              <w:t>8</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61C2F20E" w14:textId="78AC9DF2" w:rsidR="000E02F7" w:rsidRPr="00841876" w:rsidRDefault="009537F8" w:rsidP="004908EA">
            <w:pPr>
              <w:pStyle w:val="Tabulka"/>
            </w:pPr>
            <w:r>
              <w:t>9</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9537F8">
        <w:tc>
          <w:tcPr>
            <w:cnfStyle w:val="001000000000" w:firstRow="0" w:lastRow="0" w:firstColumn="1" w:lastColumn="0" w:oddVBand="0" w:evenVBand="0" w:oddHBand="0" w:evenHBand="0" w:firstRowFirstColumn="0" w:firstRowLastColumn="0" w:lastRowFirstColumn="0" w:lastRowLastColumn="0"/>
            <w:tcW w:w="930" w:type="dxa"/>
          </w:tcPr>
          <w:p w14:paraId="2C2F90A4" w14:textId="613DE1BE" w:rsidR="000E02F7" w:rsidRPr="00841876" w:rsidRDefault="009537F8" w:rsidP="004908EA">
            <w:pPr>
              <w:pStyle w:val="Tabulka"/>
            </w:pPr>
            <w:r>
              <w:t>10</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9537F8">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lastRenderedPageBreak/>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0ED8BF3B" w:rsidR="008A4D1B" w:rsidRDefault="00760192" w:rsidP="00760192">
      <w:pPr>
        <w:pStyle w:val="Nadpisbezsl1-1"/>
      </w:pPr>
      <w:r>
        <w:t>2.</w:t>
      </w:r>
      <w:r>
        <w:tab/>
      </w:r>
      <w:r w:rsidR="008A4D1B">
        <w:t xml:space="preserve">Dodatečné služby na </w:t>
      </w:r>
      <w:r w:rsidR="008A4D1B" w:rsidRPr="00C86D16">
        <w:t xml:space="preserve">zpracování </w:t>
      </w:r>
      <w:r w:rsidR="00F26334" w:rsidRPr="00C86D16">
        <w:t>ZP, DD,</w:t>
      </w:r>
      <w:r w:rsidR="00F26334">
        <w:t xml:space="preserve"> </w:t>
      </w:r>
      <w:r w:rsidR="008A4D1B">
        <w:t>D</w:t>
      </w:r>
      <w:r w:rsidR="00E868F1">
        <w:t>U</w:t>
      </w:r>
      <w:r w:rsidR="008A4D1B">
        <w:t>SP a PDPS:</w:t>
      </w:r>
    </w:p>
    <w:tbl>
      <w:tblPr>
        <w:tblStyle w:val="Tabulka10"/>
        <w:tblW w:w="8732" w:type="dxa"/>
        <w:jc w:val="center"/>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9A55C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ABF0C91" w:rsidR="008A4D1B" w:rsidRPr="00095167" w:rsidRDefault="008A4D1B" w:rsidP="009A55C7">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C959A3" w:rsidRPr="00BB5FC5" w14:paraId="3DD3B7F7"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19B34718" w14:textId="51D52B39" w:rsidR="00C959A3" w:rsidRPr="00F37422" w:rsidRDefault="00C959A3" w:rsidP="00C959A3">
            <w:pPr>
              <w:pStyle w:val="Tabulka"/>
            </w:pPr>
            <w:r w:rsidRPr="00F37422">
              <w:t>11</w:t>
            </w:r>
          </w:p>
        </w:tc>
        <w:tc>
          <w:tcPr>
            <w:tcW w:w="3265" w:type="dxa"/>
          </w:tcPr>
          <w:p w14:paraId="0DBB110E" w14:textId="77777777" w:rsidR="00C959A3" w:rsidRPr="00F37422" w:rsidRDefault="00C959A3" w:rsidP="00C959A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37422">
              <w:rPr>
                <w:rFonts w:eastAsia="Verdana" w:cs="Times New Roman"/>
              </w:rPr>
              <w:t>Zajištění mapových podkladů</w:t>
            </w:r>
          </w:p>
        </w:tc>
        <w:tc>
          <w:tcPr>
            <w:tcW w:w="1039" w:type="dxa"/>
          </w:tcPr>
          <w:p w14:paraId="5C89F570" w14:textId="4A99B9CC" w:rsidR="00C959A3" w:rsidRPr="00F26334" w:rsidRDefault="00C959A3" w:rsidP="00C959A3">
            <w:pPr>
              <w:pStyle w:val="Tabulka"/>
              <w:cnfStyle w:val="000000000000" w:firstRow="0" w:lastRow="0" w:firstColumn="0" w:lastColumn="0" w:oddVBand="0" w:evenVBand="0" w:oddHBand="0" w:evenHBand="0" w:firstRowFirstColumn="0" w:firstRowLastColumn="0" w:lastRowFirstColumn="0" w:lastRowLastColumn="0"/>
            </w:pPr>
            <w:proofErr w:type="spellStart"/>
            <w:r w:rsidRPr="00F26334">
              <w:t>kpl</w:t>
            </w:r>
            <w:proofErr w:type="spellEnd"/>
          </w:p>
        </w:tc>
        <w:tc>
          <w:tcPr>
            <w:tcW w:w="1039" w:type="dxa"/>
          </w:tcPr>
          <w:p w14:paraId="3399C219" w14:textId="7485DBE0" w:rsidR="00C959A3" w:rsidRPr="00BB5FC5" w:rsidRDefault="00C959A3" w:rsidP="00C959A3">
            <w:pPr>
              <w:pStyle w:val="Tabulka"/>
              <w:jc w:val="center"/>
              <w:cnfStyle w:val="000000000000" w:firstRow="0" w:lastRow="0" w:firstColumn="0" w:lastColumn="0" w:oddVBand="0" w:evenVBand="0" w:oddHBand="0" w:evenHBand="0" w:firstRowFirstColumn="0" w:firstRowLastColumn="0" w:lastRowFirstColumn="0" w:lastRowLastColumn="0"/>
              <w:rPr>
                <w:strike/>
              </w:rPr>
            </w:pPr>
            <w:r>
              <w:rPr>
                <w:strike/>
              </w:rPr>
              <w:t>--------</w:t>
            </w:r>
          </w:p>
        </w:tc>
        <w:tc>
          <w:tcPr>
            <w:tcW w:w="1177" w:type="dxa"/>
            <w:vAlign w:val="top"/>
          </w:tcPr>
          <w:p w14:paraId="2CB80EF4" w14:textId="2980DFB3" w:rsidR="00C959A3" w:rsidRPr="00BB5FC5" w:rsidRDefault="00C959A3" w:rsidP="00C959A3">
            <w:pPr>
              <w:pStyle w:val="Tabulka"/>
              <w:jc w:val="center"/>
              <w:cnfStyle w:val="000000000000" w:firstRow="0" w:lastRow="0" w:firstColumn="0" w:lastColumn="0" w:oddVBand="0" w:evenVBand="0" w:oddHBand="0" w:evenHBand="0" w:firstRowFirstColumn="0" w:firstRowLastColumn="0" w:lastRowFirstColumn="0" w:lastRowLastColumn="0"/>
              <w:rPr>
                <w:strike/>
              </w:rPr>
            </w:pPr>
            <w:r w:rsidRPr="00B35894">
              <w:rPr>
                <w:strike/>
              </w:rPr>
              <w:t>--------</w:t>
            </w:r>
          </w:p>
        </w:tc>
        <w:tc>
          <w:tcPr>
            <w:tcW w:w="1282" w:type="dxa"/>
            <w:vAlign w:val="top"/>
          </w:tcPr>
          <w:p w14:paraId="2C226043" w14:textId="77A12CF0" w:rsidR="00C959A3" w:rsidRPr="00BB5FC5" w:rsidRDefault="00C959A3" w:rsidP="00C959A3">
            <w:pPr>
              <w:pStyle w:val="Tabulka"/>
              <w:jc w:val="center"/>
              <w:cnfStyle w:val="000000000000" w:firstRow="0" w:lastRow="0" w:firstColumn="0" w:lastColumn="0" w:oddVBand="0" w:evenVBand="0" w:oddHBand="0" w:evenHBand="0" w:firstRowFirstColumn="0" w:firstRowLastColumn="0" w:lastRowFirstColumn="0" w:lastRowLastColumn="0"/>
              <w:rPr>
                <w:strike/>
              </w:rPr>
            </w:pPr>
            <w:r w:rsidRPr="00B35894">
              <w:rPr>
                <w:strike/>
              </w:rPr>
              <w:t>--------</w:t>
            </w:r>
          </w:p>
        </w:tc>
      </w:tr>
      <w:tr w:rsidR="00841876" w:rsidRPr="00841876" w14:paraId="7D202273"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7E455F76" w14:textId="56C45A89" w:rsidR="003B7470" w:rsidRPr="00C959A3" w:rsidRDefault="00841876" w:rsidP="001F6A83">
            <w:pPr>
              <w:pStyle w:val="Tabulka"/>
            </w:pPr>
            <w:r w:rsidRPr="00C959A3">
              <w:t>1</w:t>
            </w:r>
            <w:r w:rsidR="001F6A83" w:rsidRPr="00C959A3">
              <w:t>2</w:t>
            </w:r>
          </w:p>
        </w:tc>
        <w:tc>
          <w:tcPr>
            <w:tcW w:w="3265" w:type="dxa"/>
          </w:tcPr>
          <w:p w14:paraId="466C1ED0" w14:textId="77777777" w:rsidR="003B7470" w:rsidRPr="00C959A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959A3">
              <w:rPr>
                <w:rFonts w:eastAsia="Verdana" w:cs="Times New Roman"/>
              </w:rPr>
              <w:t>Geodetické práce</w:t>
            </w:r>
          </w:p>
        </w:tc>
        <w:tc>
          <w:tcPr>
            <w:tcW w:w="1039" w:type="dxa"/>
          </w:tcPr>
          <w:p w14:paraId="3CE6EF99" w14:textId="08BCB5DE" w:rsidR="003B7470" w:rsidRPr="00C959A3"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C959A3">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54D6A26B" w14:textId="1EADD2E9" w:rsidR="003B7470" w:rsidRPr="00C959A3" w:rsidRDefault="003B7470" w:rsidP="001F6A83">
            <w:pPr>
              <w:pStyle w:val="Tabulka"/>
            </w:pPr>
            <w:r w:rsidRPr="00C959A3">
              <w:t>1</w:t>
            </w:r>
            <w:r w:rsidR="001F6A83" w:rsidRPr="00C959A3">
              <w:t>3</w:t>
            </w:r>
          </w:p>
        </w:tc>
        <w:tc>
          <w:tcPr>
            <w:tcW w:w="3265" w:type="dxa"/>
          </w:tcPr>
          <w:p w14:paraId="4921C600" w14:textId="77777777" w:rsidR="003B7470" w:rsidRPr="00C959A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959A3">
              <w:rPr>
                <w:rFonts w:eastAsia="Verdana" w:cs="Times New Roman"/>
              </w:rPr>
              <w:t>Geotechnický a stavebnětechnický průzkum staveb</w:t>
            </w:r>
          </w:p>
        </w:tc>
        <w:tc>
          <w:tcPr>
            <w:tcW w:w="1039" w:type="dxa"/>
          </w:tcPr>
          <w:p w14:paraId="2FB5D3C1" w14:textId="5C9ADDC2" w:rsidR="003B7470" w:rsidRPr="00C959A3"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C959A3">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6A0D692B" w14:textId="59E69E33" w:rsidR="003B7470" w:rsidRPr="00C959A3" w:rsidRDefault="003B7470" w:rsidP="001F6A83">
            <w:pPr>
              <w:pStyle w:val="Tabulka"/>
            </w:pPr>
            <w:r w:rsidRPr="00C959A3">
              <w:t>1</w:t>
            </w:r>
            <w:r w:rsidR="001F6A83" w:rsidRPr="00C959A3">
              <w:t>4</w:t>
            </w:r>
          </w:p>
        </w:tc>
        <w:tc>
          <w:tcPr>
            <w:tcW w:w="3265" w:type="dxa"/>
          </w:tcPr>
          <w:p w14:paraId="1F8894CD" w14:textId="77777777" w:rsidR="003B7470" w:rsidRPr="00C959A3"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959A3">
              <w:rPr>
                <w:rFonts w:eastAsia="Verdana" w:cs="Times New Roman"/>
              </w:rPr>
              <w:t>Geotechnický průzkum pro železniční spodek</w:t>
            </w:r>
          </w:p>
        </w:tc>
        <w:tc>
          <w:tcPr>
            <w:tcW w:w="1039" w:type="dxa"/>
          </w:tcPr>
          <w:p w14:paraId="55C151D1" w14:textId="0C37BA05" w:rsidR="003B7470" w:rsidRPr="00C959A3"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C959A3">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BC68F0" w14:paraId="607E13AC"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2D6A5893" w14:textId="7A17B32A" w:rsidR="003B7470" w:rsidRPr="00C959A3" w:rsidRDefault="003B7470" w:rsidP="001F6A83">
            <w:pPr>
              <w:pStyle w:val="Tabulka"/>
            </w:pPr>
            <w:r w:rsidRPr="00C959A3">
              <w:t>1</w:t>
            </w:r>
            <w:r w:rsidR="001F6A83" w:rsidRPr="00C959A3">
              <w:t>5</w:t>
            </w:r>
          </w:p>
        </w:tc>
        <w:tc>
          <w:tcPr>
            <w:tcW w:w="3265" w:type="dxa"/>
          </w:tcPr>
          <w:p w14:paraId="63D4BCFE" w14:textId="7899446F" w:rsidR="003B7470" w:rsidRPr="00C959A3" w:rsidRDefault="00BC68F0" w:rsidP="00BC68F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959A3">
              <w:t>Biologický</w:t>
            </w:r>
            <w:r w:rsidR="003B7470" w:rsidRPr="00C959A3">
              <w:t xml:space="preserve"> průzkum</w:t>
            </w:r>
            <w:r w:rsidRPr="00C959A3">
              <w:t xml:space="preserve"> dle ZTP</w:t>
            </w:r>
          </w:p>
        </w:tc>
        <w:tc>
          <w:tcPr>
            <w:tcW w:w="1039" w:type="dxa"/>
          </w:tcPr>
          <w:p w14:paraId="736341F3" w14:textId="77777777" w:rsidR="003B7470" w:rsidRPr="00C959A3"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959A3">
              <w:t>Podle typu průzkumu</w:t>
            </w:r>
          </w:p>
        </w:tc>
        <w:tc>
          <w:tcPr>
            <w:tcW w:w="1039" w:type="dxa"/>
          </w:tcPr>
          <w:p w14:paraId="41E5F3C6" w14:textId="77777777" w:rsidR="003B7470" w:rsidRPr="00BC68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BC68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BC68F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9A55C7" w:rsidRPr="00841876" w14:paraId="43A41690"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5FC5A511" w14:textId="5BD43573" w:rsidR="009A55C7" w:rsidRPr="00F37422" w:rsidRDefault="009A55C7" w:rsidP="009A55C7">
            <w:pPr>
              <w:pStyle w:val="Tabulka"/>
            </w:pPr>
            <w:r w:rsidRPr="00F37422">
              <w:t>16</w:t>
            </w:r>
          </w:p>
        </w:tc>
        <w:tc>
          <w:tcPr>
            <w:tcW w:w="3265" w:type="dxa"/>
          </w:tcPr>
          <w:p w14:paraId="3C5A797B" w14:textId="77777777" w:rsidR="009A55C7" w:rsidRPr="00F37422" w:rsidRDefault="009A55C7" w:rsidP="009A55C7">
            <w:pPr>
              <w:pStyle w:val="Tabulka"/>
              <w:cnfStyle w:val="000000000000" w:firstRow="0" w:lastRow="0" w:firstColumn="0" w:lastColumn="0" w:oddVBand="0" w:evenVBand="0" w:oddHBand="0" w:evenHBand="0" w:firstRowFirstColumn="0" w:firstRowLastColumn="0" w:lastRowFirstColumn="0" w:lastRowLastColumn="0"/>
            </w:pPr>
            <w:r w:rsidRPr="00F37422">
              <w:rPr>
                <w:rFonts w:eastAsia="Times New Roman" w:cs="Times New Roman"/>
              </w:rPr>
              <w:t>Aktualizace záměru projektu dle požadavku VTP a ZTP</w:t>
            </w:r>
          </w:p>
        </w:tc>
        <w:tc>
          <w:tcPr>
            <w:tcW w:w="1039" w:type="dxa"/>
          </w:tcPr>
          <w:p w14:paraId="75F34AA2" w14:textId="77777777" w:rsidR="009A55C7" w:rsidRPr="00F26334" w:rsidRDefault="009A55C7" w:rsidP="009A55C7">
            <w:pPr>
              <w:pStyle w:val="Tabulka"/>
              <w:cnfStyle w:val="000000000000" w:firstRow="0" w:lastRow="0" w:firstColumn="0" w:lastColumn="0" w:oddVBand="0" w:evenVBand="0" w:oddHBand="0" w:evenHBand="0" w:firstRowFirstColumn="0" w:firstRowLastColumn="0" w:lastRowFirstColumn="0" w:lastRowLastColumn="0"/>
            </w:pPr>
            <w:r w:rsidRPr="00F26334">
              <w:t>hod</w:t>
            </w:r>
          </w:p>
        </w:tc>
        <w:tc>
          <w:tcPr>
            <w:tcW w:w="1039" w:type="dxa"/>
            <w:vAlign w:val="top"/>
          </w:tcPr>
          <w:p w14:paraId="118318B9" w14:textId="70D13292" w:rsidR="009A55C7" w:rsidRPr="00BB5FC5" w:rsidRDefault="009A55C7" w:rsidP="009A55C7">
            <w:pPr>
              <w:pStyle w:val="Tabulka"/>
              <w:jc w:val="center"/>
              <w:cnfStyle w:val="000000000000" w:firstRow="0" w:lastRow="0" w:firstColumn="0" w:lastColumn="0" w:oddVBand="0" w:evenVBand="0" w:oddHBand="0" w:evenHBand="0" w:firstRowFirstColumn="0" w:firstRowLastColumn="0" w:lastRowFirstColumn="0" w:lastRowLastColumn="0"/>
              <w:rPr>
                <w:strike/>
              </w:rPr>
            </w:pPr>
            <w:r w:rsidRPr="00F42B55">
              <w:rPr>
                <w:strike/>
              </w:rPr>
              <w:t>--------</w:t>
            </w:r>
          </w:p>
        </w:tc>
        <w:tc>
          <w:tcPr>
            <w:tcW w:w="1177" w:type="dxa"/>
            <w:vAlign w:val="top"/>
          </w:tcPr>
          <w:p w14:paraId="6D582C06" w14:textId="248DFF8E" w:rsidR="009A55C7" w:rsidRPr="00BB5FC5" w:rsidRDefault="009A55C7" w:rsidP="009A55C7">
            <w:pPr>
              <w:pStyle w:val="Tabulka"/>
              <w:jc w:val="center"/>
              <w:cnfStyle w:val="000000000000" w:firstRow="0" w:lastRow="0" w:firstColumn="0" w:lastColumn="0" w:oddVBand="0" w:evenVBand="0" w:oddHBand="0" w:evenHBand="0" w:firstRowFirstColumn="0" w:firstRowLastColumn="0" w:lastRowFirstColumn="0" w:lastRowLastColumn="0"/>
              <w:rPr>
                <w:strike/>
              </w:rPr>
            </w:pPr>
            <w:r w:rsidRPr="00F42B55">
              <w:rPr>
                <w:strike/>
              </w:rPr>
              <w:t>--------</w:t>
            </w:r>
          </w:p>
        </w:tc>
        <w:tc>
          <w:tcPr>
            <w:tcW w:w="1282" w:type="dxa"/>
            <w:vAlign w:val="top"/>
          </w:tcPr>
          <w:p w14:paraId="6A9DD292" w14:textId="7691AF71" w:rsidR="009A55C7" w:rsidRPr="00841876" w:rsidRDefault="009A55C7" w:rsidP="009A55C7">
            <w:pPr>
              <w:pStyle w:val="Tabulka"/>
              <w:jc w:val="center"/>
              <w:cnfStyle w:val="000000000000" w:firstRow="0" w:lastRow="0" w:firstColumn="0" w:lastColumn="0" w:oddVBand="0" w:evenVBand="0" w:oddHBand="0" w:evenHBand="0" w:firstRowFirstColumn="0" w:firstRowLastColumn="0" w:lastRowFirstColumn="0" w:lastRowLastColumn="0"/>
            </w:pPr>
            <w:r w:rsidRPr="00F42B55">
              <w:rPr>
                <w:strike/>
              </w:rPr>
              <w:t>--------</w:t>
            </w:r>
          </w:p>
        </w:tc>
      </w:tr>
      <w:tr w:rsidR="00841876" w:rsidRPr="00841876" w14:paraId="2FD96CB7"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09025EE5" w14:textId="7E9FA07C" w:rsidR="008A4D1B" w:rsidRPr="00C959A3" w:rsidRDefault="003B7470" w:rsidP="001F6A83">
            <w:pPr>
              <w:pStyle w:val="Tabulka"/>
            </w:pPr>
            <w:r w:rsidRPr="00C959A3">
              <w:t>1</w:t>
            </w:r>
            <w:r w:rsidR="001F6A83" w:rsidRPr="00C959A3">
              <w:t>7</w:t>
            </w:r>
          </w:p>
        </w:tc>
        <w:tc>
          <w:tcPr>
            <w:tcW w:w="3265" w:type="dxa"/>
          </w:tcPr>
          <w:p w14:paraId="3AFF1CBB"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Zajištění vydání osvědčení o shodě notifikovanou osobou v přípravě</w:t>
            </w:r>
          </w:p>
        </w:tc>
        <w:tc>
          <w:tcPr>
            <w:tcW w:w="1039" w:type="dxa"/>
          </w:tcPr>
          <w:p w14:paraId="67FE0BD8"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432C8637" w14:textId="3403D6E1" w:rsidR="008A4D1B" w:rsidRPr="00C959A3" w:rsidRDefault="003B7470" w:rsidP="001F6A83">
            <w:pPr>
              <w:pStyle w:val="Tabulka"/>
            </w:pPr>
            <w:r w:rsidRPr="00C959A3">
              <w:t>1</w:t>
            </w:r>
            <w:r w:rsidR="001F6A83" w:rsidRPr="00C959A3">
              <w:t>8</w:t>
            </w:r>
          </w:p>
        </w:tc>
        <w:tc>
          <w:tcPr>
            <w:tcW w:w="3265" w:type="dxa"/>
          </w:tcPr>
          <w:p w14:paraId="1E25CEBD"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Koordinátor BOZP v přípravě</w:t>
            </w:r>
          </w:p>
        </w:tc>
        <w:tc>
          <w:tcPr>
            <w:tcW w:w="1039" w:type="dxa"/>
          </w:tcPr>
          <w:p w14:paraId="2B78EB93"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6C18CE2E" w14:textId="2D9AFF71" w:rsidR="008A4D1B" w:rsidRPr="00C959A3" w:rsidRDefault="003B7470" w:rsidP="001F6A83">
            <w:pPr>
              <w:pStyle w:val="Tabulka"/>
            </w:pPr>
            <w:r w:rsidRPr="00C959A3">
              <w:t>1</w:t>
            </w:r>
            <w:r w:rsidR="001F6A83" w:rsidRPr="00C959A3">
              <w:t>9</w:t>
            </w:r>
          </w:p>
        </w:tc>
        <w:tc>
          <w:tcPr>
            <w:tcW w:w="3265" w:type="dxa"/>
          </w:tcPr>
          <w:p w14:paraId="0EAAB8F8"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Zajištění technických podkladů pro vypracování zadávací dokumentace na výběr zhotovitele stavby dle požadavku VTP a ZTP</w:t>
            </w:r>
          </w:p>
        </w:tc>
        <w:tc>
          <w:tcPr>
            <w:tcW w:w="1039" w:type="dxa"/>
          </w:tcPr>
          <w:p w14:paraId="4686B81E"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930" w:type="dxa"/>
          </w:tcPr>
          <w:p w14:paraId="2E3A27FD" w14:textId="1AF071A1" w:rsidR="008A4D1B" w:rsidRPr="00C959A3" w:rsidRDefault="001F6A83" w:rsidP="00841876">
            <w:pPr>
              <w:pStyle w:val="Tabulka"/>
            </w:pPr>
            <w:r w:rsidRPr="00C959A3">
              <w:t>20</w:t>
            </w:r>
          </w:p>
        </w:tc>
        <w:tc>
          <w:tcPr>
            <w:tcW w:w="3265" w:type="dxa"/>
          </w:tcPr>
          <w:p w14:paraId="081CE8C2"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Zpracování příloh k žádosti o spolufinancování stavby dle ZTP a VTP</w:t>
            </w:r>
          </w:p>
        </w:tc>
        <w:tc>
          <w:tcPr>
            <w:tcW w:w="1039" w:type="dxa"/>
          </w:tcPr>
          <w:p w14:paraId="581A17C4" w14:textId="77777777" w:rsidR="008A4D1B" w:rsidRPr="00C959A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C959A3">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9A55C7">
        <w:trPr>
          <w:jc w:val="center"/>
        </w:trPr>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26F36AF2" w:rsidR="00236DCC" w:rsidRPr="00B06D17" w:rsidRDefault="00C66209" w:rsidP="001F6A83">
            <w:pPr>
              <w:pStyle w:val="Tabulka"/>
            </w:pPr>
            <w:r>
              <w:t>2</w:t>
            </w:r>
            <w:r w:rsidR="00F37422">
              <w:t>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84756F9"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9A55C7">
        <w:t xml:space="preserve">Stavby </w:t>
      </w:r>
      <w:r w:rsidRPr="00F26334">
        <w:t>(předpoklad</w:t>
      </w:r>
      <w:r w:rsidR="00E868F1" w:rsidRPr="00F26334">
        <w:t xml:space="preserve"> </w:t>
      </w:r>
      <w:r w:rsidR="00F44FD9" w:rsidRPr="00F26334">
        <w:t>15</w:t>
      </w:r>
      <w:r w:rsidR="001D57CE" w:rsidRPr="00F26334">
        <w:t xml:space="preserve"> </w:t>
      </w:r>
      <w:r w:rsidRPr="00F26334">
        <w:t>měsíců).</w:t>
      </w:r>
      <w:r w:rsidRPr="00DF7FC9">
        <w:t xml:space="preserve">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1F6F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5C5D2F" w14:textId="77777777" w:rsidR="00236DCC" w:rsidRPr="00236DCC" w:rsidRDefault="00236DCC" w:rsidP="00262344">
            <w:pPr>
              <w:pStyle w:val="Tabulka"/>
              <w:rPr>
                <w:rStyle w:val="Tun"/>
              </w:rPr>
            </w:pPr>
            <w:r w:rsidRPr="00236DCC">
              <w:rPr>
                <w:rStyle w:val="Tun"/>
              </w:rPr>
              <w:t>Cena Díla (bez DPH)</w:t>
            </w:r>
          </w:p>
        </w:tc>
        <w:tc>
          <w:tcPr>
            <w:tcW w:w="2910"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506EBD73" w14:textId="0F530861" w:rsidR="00236DCC" w:rsidRPr="00236DCC" w:rsidRDefault="00236DCC" w:rsidP="001F6F78">
            <w:pPr>
              <w:pStyle w:val="Tabulka"/>
            </w:pPr>
            <w:r w:rsidRPr="00236DCC">
              <w:t xml:space="preserve">Cena za </w:t>
            </w:r>
            <w:r w:rsidRPr="00F62472">
              <w:t xml:space="preserve">zpracování </w:t>
            </w:r>
            <w:r w:rsidR="001F6F78">
              <w:t>ZP, DD</w:t>
            </w:r>
            <w:r w:rsidR="009361B9">
              <w:t xml:space="preserve"> </w:t>
            </w:r>
            <w:r w:rsidR="001F6F78" w:rsidRPr="00F62472">
              <w:t>(</w:t>
            </w:r>
            <w:r w:rsidR="001F6F78" w:rsidRPr="006D465A">
              <w:rPr>
                <w:color w:val="000000" w:themeColor="text1"/>
              </w:rPr>
              <w:t>v rozsahu základních a dodatečných služeb):</w:t>
            </w:r>
          </w:p>
        </w:tc>
      </w:tr>
      <w:tr w:rsidR="001F6F78" w:rsidRPr="00236DCC" w14:paraId="47480A13"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2324A730" w14:textId="77777777" w:rsidR="001F6F78" w:rsidRPr="00236DCC" w:rsidRDefault="001F6F78" w:rsidP="00740EFC">
            <w:pPr>
              <w:pStyle w:val="Tabulka"/>
            </w:pPr>
            <w:r w:rsidRPr="00236DCC">
              <w:t>"[</w:t>
            </w:r>
            <w:r w:rsidRPr="00236DCC">
              <w:rPr>
                <w:highlight w:val="yellow"/>
              </w:rPr>
              <w:t>VLOŽÍ ZHOTOVITEL</w:t>
            </w:r>
            <w:r w:rsidRPr="00236DCC">
              <w:t>]" Kč</w:t>
            </w:r>
          </w:p>
        </w:tc>
        <w:tc>
          <w:tcPr>
            <w:tcW w:w="2910" w:type="dxa"/>
          </w:tcPr>
          <w:p w14:paraId="502E9A8D" w14:textId="77777777" w:rsidR="001F6F78" w:rsidRPr="00236DCC" w:rsidRDefault="001F6F78" w:rsidP="00740EFC">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6EC0351" w14:textId="77777777" w:rsidR="001F6F78" w:rsidRPr="00236DCC" w:rsidRDefault="001F6F78" w:rsidP="00740EFC">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1F6F78" w:rsidRPr="00236DCC" w14:paraId="391A5474"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396A2BAD" w14:textId="4A6A5A27" w:rsidR="001F6F78" w:rsidRPr="00236DCC" w:rsidRDefault="001F6F78" w:rsidP="00262344">
            <w:pPr>
              <w:pStyle w:val="Tabulka"/>
            </w:pPr>
            <w:r w:rsidRPr="00236DCC">
              <w:t xml:space="preserve">Cena za </w:t>
            </w:r>
            <w:r w:rsidRPr="00F62472">
              <w:t>zpracování DUSP a PDPS (</w:t>
            </w:r>
            <w:r w:rsidRPr="006D465A">
              <w:rPr>
                <w:color w:val="000000" w:themeColor="text1"/>
              </w:rPr>
              <w:t>v rozsahu základních a dodatečných služeb):</w:t>
            </w:r>
          </w:p>
        </w:tc>
      </w:tr>
      <w:tr w:rsidR="00236DCC" w:rsidRPr="00236DCC" w14:paraId="66576BBE"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1F6F78">
        <w:tc>
          <w:tcPr>
            <w:cnfStyle w:val="001000000000" w:firstRow="0" w:lastRow="0" w:firstColumn="1" w:lastColumn="0" w:oddVBand="0" w:evenVBand="0" w:oddHBand="0" w:evenHBand="0" w:firstRowFirstColumn="0" w:firstRowLastColumn="0" w:lastRowFirstColumn="0" w:lastRowLastColumn="0"/>
            <w:tcW w:w="8730"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1F6F78">
        <w:tc>
          <w:tcPr>
            <w:cnfStyle w:val="001000000000" w:firstRow="0" w:lastRow="0" w:firstColumn="1" w:lastColumn="0" w:oddVBand="0" w:evenVBand="0" w:oddHBand="0" w:evenHBand="0" w:firstRowFirstColumn="0" w:firstRowLastColumn="0" w:lastRowFirstColumn="0" w:lastRowLastColumn="0"/>
            <w:tcW w:w="2909"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3024FB5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266ED" w:rsidRPr="009361B9">
        <w:rPr>
          <w:rStyle w:val="Tun-ZRUIT"/>
        </w:rPr>
        <w:t xml:space="preserve">ZP a DD, </w:t>
      </w:r>
      <w:r w:rsidRPr="009361B9">
        <w:rPr>
          <w:rStyle w:val="Tun-ZRUIT"/>
        </w:rPr>
        <w:t>D</w:t>
      </w:r>
      <w:r w:rsidR="00E868F1" w:rsidRPr="009361B9">
        <w:rPr>
          <w:rStyle w:val="Tun-ZRUIT"/>
        </w:rPr>
        <w:t>U</w:t>
      </w:r>
      <w:r w:rsidRPr="009361B9">
        <w:rPr>
          <w:rStyle w:val="Tun-ZRUIT"/>
        </w:rPr>
        <w:t xml:space="preserve">SP </w:t>
      </w:r>
      <w:r w:rsidRPr="00236DCC">
        <w:rPr>
          <w:rStyle w:val="Tun-ZRUIT"/>
        </w:rPr>
        <w:t>a PDPS a výkon autorského dozoru:</w:t>
      </w:r>
    </w:p>
    <w:tbl>
      <w:tblPr>
        <w:tblStyle w:val="Tabulka10"/>
        <w:tblW w:w="7549" w:type="dxa"/>
        <w:tblLook w:val="04A0" w:firstRow="1" w:lastRow="0" w:firstColumn="1" w:lastColumn="0" w:noHBand="0" w:noVBand="1"/>
      </w:tblPr>
      <w:tblGrid>
        <w:gridCol w:w="2912"/>
        <w:gridCol w:w="2975"/>
        <w:gridCol w:w="1662"/>
      </w:tblGrid>
      <w:tr w:rsidR="00B72613" w:rsidRPr="00B72613" w14:paraId="07C870DB" w14:textId="77777777" w:rsidTr="00E266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5"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1662"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266ED" w:rsidRPr="00B72613" w14:paraId="61DEE517"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329D651F" w14:textId="1FFD7418" w:rsidR="00E266ED" w:rsidRPr="0096112F" w:rsidRDefault="00E266ED" w:rsidP="00E266ED">
            <w:pPr>
              <w:pStyle w:val="Tabulka"/>
              <w:rPr>
                <w:rStyle w:val="Tun"/>
              </w:rPr>
            </w:pPr>
            <w:r w:rsidRPr="0096112F">
              <w:rPr>
                <w:rStyle w:val="Tun"/>
              </w:rPr>
              <w:t>1. Dílčí etapa</w:t>
            </w:r>
          </w:p>
        </w:tc>
        <w:tc>
          <w:tcPr>
            <w:tcW w:w="2975" w:type="dxa"/>
          </w:tcPr>
          <w:p w14:paraId="5B3D1E6B" w14:textId="595B7E94"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rPr>
              <w:t>Kč</w:t>
            </w:r>
            <w:r w:rsidRPr="003B4CE8">
              <w:rPr>
                <w:rStyle w:val="Tun"/>
                <w:b w:val="0"/>
              </w:rPr>
              <w:t xml:space="preserve">  bez</w:t>
            </w:r>
            <w:proofErr w:type="gramEnd"/>
            <w:r w:rsidRPr="003B4CE8">
              <w:rPr>
                <w:rStyle w:val="Tun"/>
                <w:b w:val="0"/>
              </w:rPr>
              <w:t xml:space="preserve"> fakturace</w:t>
            </w:r>
          </w:p>
        </w:tc>
        <w:tc>
          <w:tcPr>
            <w:tcW w:w="1662" w:type="dxa"/>
          </w:tcPr>
          <w:p w14:paraId="52C4C5A3" w14:textId="2613E702"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4C020B5E"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0BCF68E1" w14:textId="6491F923" w:rsidR="00E266ED" w:rsidRPr="0096112F" w:rsidRDefault="00E266ED" w:rsidP="00E266ED">
            <w:pPr>
              <w:pStyle w:val="Tabulka"/>
              <w:rPr>
                <w:rStyle w:val="Tun"/>
              </w:rPr>
            </w:pPr>
            <w:r w:rsidRPr="0096112F">
              <w:rPr>
                <w:rStyle w:val="Tun"/>
              </w:rPr>
              <w:t>2. Dílčí etapa</w:t>
            </w:r>
          </w:p>
        </w:tc>
        <w:tc>
          <w:tcPr>
            <w:tcW w:w="2975" w:type="dxa"/>
          </w:tcPr>
          <w:p w14:paraId="2EF7499E" w14:textId="4F0FA382"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rPr>
              <w:t xml:space="preserve">  </w:t>
            </w:r>
            <w:r w:rsidRPr="003B4CE8">
              <w:rPr>
                <w:rStyle w:val="Tun"/>
                <w:b w:val="0"/>
              </w:rPr>
              <w:t>20%</w:t>
            </w:r>
            <w:proofErr w:type="gramEnd"/>
            <w:r w:rsidRPr="003B4CE8">
              <w:rPr>
                <w:rStyle w:val="Tun"/>
                <w:b w:val="0"/>
              </w:rPr>
              <w:t xml:space="preserve"> bez AD</w:t>
            </w:r>
          </w:p>
        </w:tc>
        <w:tc>
          <w:tcPr>
            <w:tcW w:w="1662" w:type="dxa"/>
          </w:tcPr>
          <w:p w14:paraId="5FD00FFB" w14:textId="26008C5E"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6CDB2CDF"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1AC66289" w14:textId="7E15B954" w:rsidR="00E266ED" w:rsidRPr="0096112F" w:rsidRDefault="00E266ED" w:rsidP="00E266ED">
            <w:pPr>
              <w:pStyle w:val="Tabulka"/>
              <w:rPr>
                <w:rStyle w:val="Tun"/>
              </w:rPr>
            </w:pPr>
            <w:r w:rsidRPr="0096112F">
              <w:rPr>
                <w:rStyle w:val="Tun"/>
              </w:rPr>
              <w:t>3. Dílčí etapa</w:t>
            </w:r>
          </w:p>
        </w:tc>
        <w:tc>
          <w:tcPr>
            <w:tcW w:w="2975" w:type="dxa"/>
          </w:tcPr>
          <w:p w14:paraId="47BED8FE" w14:textId="2273BAC9"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bez</w:t>
            </w:r>
            <w:proofErr w:type="gramEnd"/>
            <w:r w:rsidRPr="003B4CE8">
              <w:rPr>
                <w:rStyle w:val="Tun"/>
                <w:b w:val="0"/>
              </w:rPr>
              <w:t xml:space="preserve"> fakturace</w:t>
            </w:r>
          </w:p>
        </w:tc>
        <w:tc>
          <w:tcPr>
            <w:tcW w:w="1662" w:type="dxa"/>
          </w:tcPr>
          <w:p w14:paraId="7F975D17" w14:textId="4CD180D1"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4A9FA908"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5727142D" w14:textId="1C47BCED" w:rsidR="00E266ED" w:rsidRPr="0096112F" w:rsidRDefault="00E266ED" w:rsidP="00E266ED">
            <w:pPr>
              <w:pStyle w:val="Tabulka"/>
              <w:rPr>
                <w:rStyle w:val="Tun"/>
              </w:rPr>
            </w:pPr>
            <w:r w:rsidRPr="0096112F">
              <w:rPr>
                <w:rStyle w:val="Tun"/>
              </w:rPr>
              <w:t>4. Dílčí etapa</w:t>
            </w:r>
          </w:p>
        </w:tc>
        <w:tc>
          <w:tcPr>
            <w:tcW w:w="2975" w:type="dxa"/>
          </w:tcPr>
          <w:p w14:paraId="113DDD3D" w14:textId="07279243"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30%</w:t>
            </w:r>
            <w:proofErr w:type="gramEnd"/>
            <w:r w:rsidRPr="003B4CE8">
              <w:rPr>
                <w:rStyle w:val="Tun"/>
                <w:b w:val="0"/>
              </w:rPr>
              <w:t xml:space="preserve"> bez AD</w:t>
            </w:r>
          </w:p>
        </w:tc>
        <w:tc>
          <w:tcPr>
            <w:tcW w:w="1662" w:type="dxa"/>
          </w:tcPr>
          <w:p w14:paraId="0D5D2D4D" w14:textId="1422D6BB"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6D3713E8"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6C225205" w14:textId="179474DD" w:rsidR="00E266ED" w:rsidRPr="0096112F" w:rsidRDefault="00E266ED" w:rsidP="00E266ED">
            <w:pPr>
              <w:pStyle w:val="Tabulka"/>
              <w:rPr>
                <w:rStyle w:val="Tun"/>
              </w:rPr>
            </w:pPr>
            <w:r w:rsidRPr="0096112F">
              <w:rPr>
                <w:rStyle w:val="Tun"/>
              </w:rPr>
              <w:t>5. Dílčí etapa</w:t>
            </w:r>
          </w:p>
        </w:tc>
        <w:tc>
          <w:tcPr>
            <w:tcW w:w="2975" w:type="dxa"/>
          </w:tcPr>
          <w:p w14:paraId="7BB17081" w14:textId="35540D3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bez</w:t>
            </w:r>
            <w:proofErr w:type="gramEnd"/>
            <w:r w:rsidRPr="003B4CE8">
              <w:rPr>
                <w:rStyle w:val="Tun"/>
                <w:b w:val="0"/>
              </w:rPr>
              <w:t xml:space="preserve"> fakturace</w:t>
            </w:r>
          </w:p>
        </w:tc>
        <w:tc>
          <w:tcPr>
            <w:tcW w:w="1662" w:type="dxa"/>
          </w:tcPr>
          <w:p w14:paraId="6135EFA2" w14:textId="748BC308"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6E59FD18"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60C3674C" w14:textId="30C5F1C2" w:rsidR="00E266ED" w:rsidRPr="0096112F" w:rsidRDefault="00E266ED" w:rsidP="00E266ED">
            <w:pPr>
              <w:pStyle w:val="Tabulka"/>
              <w:rPr>
                <w:rStyle w:val="Tun"/>
              </w:rPr>
            </w:pPr>
            <w:r w:rsidRPr="0096112F">
              <w:rPr>
                <w:rStyle w:val="Tun"/>
              </w:rPr>
              <w:t>6. Dílčí etapa</w:t>
            </w:r>
          </w:p>
        </w:tc>
        <w:tc>
          <w:tcPr>
            <w:tcW w:w="2975" w:type="dxa"/>
          </w:tcPr>
          <w:p w14:paraId="435EB842" w14:textId="34D8700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30%</w:t>
            </w:r>
            <w:proofErr w:type="gramEnd"/>
            <w:r w:rsidRPr="003B4CE8">
              <w:rPr>
                <w:rStyle w:val="Tun"/>
                <w:b w:val="0"/>
              </w:rPr>
              <w:t xml:space="preserve"> bez AD</w:t>
            </w:r>
          </w:p>
        </w:tc>
        <w:tc>
          <w:tcPr>
            <w:tcW w:w="1662" w:type="dxa"/>
          </w:tcPr>
          <w:p w14:paraId="23CF9A2A" w14:textId="6E4E7A22"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07796F5A"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7398B2C3" w14:textId="53B05007" w:rsidR="00E266ED" w:rsidRPr="0096112F" w:rsidRDefault="00E266ED" w:rsidP="00E266ED">
            <w:pPr>
              <w:pStyle w:val="Tabulka"/>
              <w:rPr>
                <w:rStyle w:val="Tun"/>
              </w:rPr>
            </w:pPr>
            <w:r w:rsidRPr="0096112F">
              <w:rPr>
                <w:rStyle w:val="Tun"/>
              </w:rPr>
              <w:t>7. Dílčí etapa</w:t>
            </w:r>
          </w:p>
        </w:tc>
        <w:tc>
          <w:tcPr>
            <w:tcW w:w="2975" w:type="dxa"/>
          </w:tcPr>
          <w:p w14:paraId="440EC632" w14:textId="2DFB091E"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bez</w:t>
            </w:r>
            <w:proofErr w:type="gramEnd"/>
            <w:r w:rsidRPr="003B4CE8">
              <w:rPr>
                <w:rStyle w:val="Tun"/>
                <w:b w:val="0"/>
              </w:rPr>
              <w:t xml:space="preserve"> fakturace</w:t>
            </w:r>
          </w:p>
        </w:tc>
        <w:tc>
          <w:tcPr>
            <w:tcW w:w="1662" w:type="dxa"/>
          </w:tcPr>
          <w:p w14:paraId="05D6409D" w14:textId="12997EF2"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22425095"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70B7377E" w14:textId="25A7C27D" w:rsidR="00E266ED" w:rsidRPr="0096112F" w:rsidRDefault="00E266ED" w:rsidP="00E266ED">
            <w:pPr>
              <w:pStyle w:val="Tabulka"/>
              <w:rPr>
                <w:rStyle w:val="Tun"/>
              </w:rPr>
            </w:pPr>
            <w:r w:rsidRPr="0096112F">
              <w:rPr>
                <w:rStyle w:val="Tun"/>
              </w:rPr>
              <w:t>8. Dílčí etapa</w:t>
            </w:r>
          </w:p>
        </w:tc>
        <w:tc>
          <w:tcPr>
            <w:tcW w:w="2975" w:type="dxa"/>
          </w:tcPr>
          <w:p w14:paraId="3FD8C081" w14:textId="2FDCEE35"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b w:val="0"/>
              </w:rPr>
              <w:t xml:space="preserve">  bez</w:t>
            </w:r>
            <w:proofErr w:type="gramEnd"/>
            <w:r w:rsidRPr="003B4CE8">
              <w:rPr>
                <w:rStyle w:val="Tun"/>
                <w:b w:val="0"/>
              </w:rPr>
              <w:t xml:space="preserve"> fakturace</w:t>
            </w:r>
          </w:p>
        </w:tc>
        <w:tc>
          <w:tcPr>
            <w:tcW w:w="1662" w:type="dxa"/>
          </w:tcPr>
          <w:p w14:paraId="795DE5B5" w14:textId="49AB34F4"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1AC29AE9"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35299C57" w14:textId="481B5C57" w:rsidR="00E266ED" w:rsidRPr="0096112F" w:rsidRDefault="00E266ED" w:rsidP="00E266ED">
            <w:pPr>
              <w:pStyle w:val="Tabulka"/>
              <w:rPr>
                <w:rStyle w:val="Tun"/>
              </w:rPr>
            </w:pPr>
            <w:r w:rsidRPr="0096112F">
              <w:rPr>
                <w:rStyle w:val="Tun"/>
              </w:rPr>
              <w:t>9. Dílčí etapa</w:t>
            </w:r>
          </w:p>
        </w:tc>
        <w:tc>
          <w:tcPr>
            <w:tcW w:w="2975" w:type="dxa"/>
          </w:tcPr>
          <w:p w14:paraId="185F84CF" w14:textId="5CB25E6E"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xml:space="preserve">[....] </w:t>
            </w:r>
            <w:proofErr w:type="gramStart"/>
            <w:r w:rsidRPr="003B4CE8">
              <w:rPr>
                <w:rStyle w:val="Tun"/>
                <w:highlight w:val="yellow"/>
              </w:rPr>
              <w:t>Kč</w:t>
            </w:r>
            <w:r w:rsidRPr="003B4CE8">
              <w:rPr>
                <w:rStyle w:val="Tun"/>
              </w:rPr>
              <w:t xml:space="preserve">  </w:t>
            </w:r>
            <w:r w:rsidRPr="003B4CE8">
              <w:rPr>
                <w:rStyle w:val="Tun"/>
                <w:b w:val="0"/>
              </w:rPr>
              <w:t>20%</w:t>
            </w:r>
            <w:proofErr w:type="gramEnd"/>
            <w:r w:rsidRPr="003B4CE8">
              <w:rPr>
                <w:rStyle w:val="Tun"/>
                <w:b w:val="0"/>
              </w:rPr>
              <w:t xml:space="preserve"> bez AD</w:t>
            </w:r>
          </w:p>
        </w:tc>
        <w:tc>
          <w:tcPr>
            <w:tcW w:w="1662" w:type="dxa"/>
          </w:tcPr>
          <w:p w14:paraId="2376AC74" w14:textId="41DD8039"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proofErr w:type="gramStart"/>
            <w:r w:rsidRPr="003B4CE8">
              <w:rPr>
                <w:rStyle w:val="Tun"/>
                <w:highlight w:val="yellow"/>
              </w:rPr>
              <w:t>[....] Kč</w:t>
            </w:r>
            <w:proofErr w:type="gramEnd"/>
          </w:p>
        </w:tc>
      </w:tr>
      <w:tr w:rsidR="00E266ED" w:rsidRPr="00B72613" w14:paraId="47F02387"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2003FA5C" w14:textId="1CD9362E" w:rsidR="00E266ED" w:rsidRPr="0096112F" w:rsidRDefault="00E266ED" w:rsidP="00E266ED">
            <w:pPr>
              <w:pStyle w:val="Tabulka"/>
              <w:rPr>
                <w:rStyle w:val="Tun"/>
              </w:rPr>
            </w:pPr>
            <w:r w:rsidRPr="0096112F">
              <w:rPr>
                <w:rStyle w:val="Tun"/>
              </w:rPr>
              <w:t>10. Dílčí etapa Výkon autorského dozoru</w:t>
            </w:r>
          </w:p>
        </w:tc>
        <w:tc>
          <w:tcPr>
            <w:tcW w:w="2975" w:type="dxa"/>
          </w:tcPr>
          <w:p w14:paraId="53A85B2F" w14:textId="7777777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3B4CE8">
              <w:rPr>
                <w:rStyle w:val="Tun"/>
                <w:highlight w:val="yellow"/>
              </w:rPr>
              <w:t>[....] Kč</w:t>
            </w:r>
            <w:proofErr w:type="gramEnd"/>
          </w:p>
        </w:tc>
        <w:tc>
          <w:tcPr>
            <w:tcW w:w="1662" w:type="dxa"/>
          </w:tcPr>
          <w:p w14:paraId="7CBF0A04" w14:textId="7777777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3B4CE8">
              <w:rPr>
                <w:rStyle w:val="Tun"/>
                <w:highlight w:val="yellow"/>
              </w:rPr>
              <w:t>[....] Kč</w:t>
            </w:r>
            <w:proofErr w:type="gramEnd"/>
          </w:p>
        </w:tc>
      </w:tr>
      <w:tr w:rsidR="00E266ED" w:rsidRPr="00B72613" w14:paraId="3973063E" w14:textId="77777777" w:rsidTr="00E266ED">
        <w:tc>
          <w:tcPr>
            <w:cnfStyle w:val="001000000000" w:firstRow="0" w:lastRow="0" w:firstColumn="1" w:lastColumn="0" w:oddVBand="0" w:evenVBand="0" w:oddHBand="0" w:evenHBand="0" w:firstRowFirstColumn="0" w:firstRowLastColumn="0" w:lastRowFirstColumn="0" w:lastRowLastColumn="0"/>
            <w:tcW w:w="2912" w:type="dxa"/>
          </w:tcPr>
          <w:p w14:paraId="628FD76B" w14:textId="77777777" w:rsidR="00E266ED" w:rsidRPr="003B4CE8" w:rsidRDefault="00E266ED" w:rsidP="00E266ED">
            <w:pPr>
              <w:pStyle w:val="Tabulka"/>
              <w:rPr>
                <w:rStyle w:val="Tun"/>
              </w:rPr>
            </w:pPr>
            <w:r w:rsidRPr="003B4CE8">
              <w:rPr>
                <w:rStyle w:val="Tun"/>
              </w:rPr>
              <w:t>Celkem:</w:t>
            </w:r>
          </w:p>
        </w:tc>
        <w:tc>
          <w:tcPr>
            <w:tcW w:w="2975" w:type="dxa"/>
          </w:tcPr>
          <w:p w14:paraId="43481ADB" w14:textId="7777777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c>
          <w:tcPr>
            <w:tcW w:w="1662" w:type="dxa"/>
          </w:tcPr>
          <w:p w14:paraId="403B2E7B" w14:textId="77777777" w:rsidR="00E266ED" w:rsidRPr="003B4CE8" w:rsidRDefault="00E266ED" w:rsidP="00E266ED">
            <w:pPr>
              <w:pStyle w:val="Tabulka"/>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0C7BB381"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0"/>
        <w:tblW w:w="0" w:type="auto"/>
        <w:tblLook w:val="04A0" w:firstRow="1" w:lastRow="0" w:firstColumn="1" w:lastColumn="0" w:noHBand="0" w:noVBand="1"/>
      </w:tblPr>
      <w:tblGrid>
        <w:gridCol w:w="1910"/>
        <w:gridCol w:w="3005"/>
        <w:gridCol w:w="3726"/>
        <w:gridCol w:w="3393"/>
      </w:tblGrid>
      <w:tr w:rsidR="00B51C64" w:rsidRPr="00B72613" w14:paraId="35175546" w14:textId="77777777" w:rsidTr="00B51C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4AD3E956" w14:textId="77777777" w:rsidR="00B51C64" w:rsidRPr="0049257C" w:rsidRDefault="00B51C64" w:rsidP="0012264C">
            <w:pPr>
              <w:pStyle w:val="Tabulka"/>
              <w:rPr>
                <w:rStyle w:val="Tun"/>
                <w:szCs w:val="14"/>
              </w:rPr>
            </w:pPr>
            <w:r w:rsidRPr="0049257C">
              <w:rPr>
                <w:rStyle w:val="Tun"/>
                <w:szCs w:val="14"/>
              </w:rPr>
              <w:t>Část Díla</w:t>
            </w:r>
          </w:p>
        </w:tc>
        <w:tc>
          <w:tcPr>
            <w:tcW w:w="3005" w:type="dxa"/>
          </w:tcPr>
          <w:p w14:paraId="3EAB58F1" w14:textId="77777777" w:rsidR="00B51C64" w:rsidRPr="0049257C" w:rsidRDefault="00B51C64" w:rsidP="0012264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4E7FE114" w14:textId="77777777" w:rsidR="00B51C64" w:rsidRPr="0049257C" w:rsidRDefault="00B51C64" w:rsidP="0012264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1AEA99B4" w14:textId="77777777" w:rsidR="00B51C64" w:rsidRPr="0049257C" w:rsidRDefault="00B51C64" w:rsidP="0012264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51C64" w:rsidRPr="00D62EA3" w14:paraId="7A9CA84B"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5B2F31D3" w14:textId="77777777" w:rsidR="00B51C64" w:rsidRPr="00C57FCA" w:rsidRDefault="00B51C64" w:rsidP="0012264C">
            <w:pPr>
              <w:pStyle w:val="Tabulka"/>
              <w:rPr>
                <w:rStyle w:val="Tun"/>
                <w:sz w:val="16"/>
                <w:szCs w:val="16"/>
              </w:rPr>
            </w:pPr>
            <w:r w:rsidRPr="00C57FCA">
              <w:rPr>
                <w:rStyle w:val="Tun"/>
                <w:sz w:val="16"/>
                <w:szCs w:val="16"/>
              </w:rPr>
              <w:t>Termín zahájení prací</w:t>
            </w:r>
          </w:p>
        </w:tc>
        <w:tc>
          <w:tcPr>
            <w:tcW w:w="3005" w:type="dxa"/>
          </w:tcPr>
          <w:p w14:paraId="3C974BDC" w14:textId="77777777" w:rsidR="00B51C64" w:rsidRPr="00C57FCA"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3726" w:type="dxa"/>
          </w:tcPr>
          <w:p w14:paraId="13461975" w14:textId="77777777" w:rsidR="00B51C64" w:rsidRPr="00C57FCA"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93" w:type="dxa"/>
          </w:tcPr>
          <w:p w14:paraId="034B4B84" w14:textId="77777777" w:rsidR="00B51C64" w:rsidRPr="00C57FCA"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B51C64" w:rsidRPr="00D62EA3" w14:paraId="254693F0"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66F13EEE" w14:textId="77777777" w:rsidR="00B51C64" w:rsidRPr="00C57FCA" w:rsidRDefault="00B51C64" w:rsidP="0012264C">
            <w:pPr>
              <w:pStyle w:val="Tabulka"/>
              <w:rPr>
                <w:rStyle w:val="Tun"/>
                <w:sz w:val="16"/>
                <w:szCs w:val="16"/>
              </w:rPr>
            </w:pPr>
            <w:r>
              <w:rPr>
                <w:rStyle w:val="Tun"/>
                <w:sz w:val="16"/>
                <w:szCs w:val="16"/>
              </w:rPr>
              <w:t>1. Dílčí etapa</w:t>
            </w:r>
          </w:p>
        </w:tc>
        <w:tc>
          <w:tcPr>
            <w:tcW w:w="3005" w:type="dxa"/>
          </w:tcPr>
          <w:p w14:paraId="500820C7" w14:textId="2CE22B94"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2</w:t>
            </w:r>
            <w:r w:rsidRPr="001952AF">
              <w:rPr>
                <w:rFonts w:eastAsia="Times New Roman" w:cs="Times New Roman"/>
                <w:sz w:val="16"/>
                <w:szCs w:val="16"/>
              </w:rPr>
              <w:t xml:space="preserve"> měsíců od nabytí účinnosti Smlouvy</w:t>
            </w:r>
          </w:p>
        </w:tc>
        <w:tc>
          <w:tcPr>
            <w:tcW w:w="3726" w:type="dxa"/>
          </w:tcPr>
          <w:p w14:paraId="62DE56D8" w14:textId="1E0503CF" w:rsidR="00B51C64" w:rsidRPr="005263A1"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63A1">
              <w:rPr>
                <w:sz w:val="16"/>
                <w:szCs w:val="16"/>
              </w:rPr>
              <w:t>K připomínkám ZP</w:t>
            </w:r>
            <w:r w:rsidR="00427708" w:rsidRPr="005263A1">
              <w:rPr>
                <w:sz w:val="16"/>
                <w:szCs w:val="16"/>
              </w:rPr>
              <w:t xml:space="preserve"> DD</w:t>
            </w:r>
            <w:r w:rsidRPr="005263A1">
              <w:rPr>
                <w:sz w:val="16"/>
                <w:szCs w:val="16"/>
              </w:rPr>
              <w:t xml:space="preserve"> dle ZTP</w:t>
            </w:r>
          </w:p>
        </w:tc>
        <w:tc>
          <w:tcPr>
            <w:tcW w:w="3393" w:type="dxa"/>
          </w:tcPr>
          <w:p w14:paraId="06B69389" w14:textId="77777777" w:rsidR="00B51C64" w:rsidRPr="00C914CD"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B51C64" w:rsidRPr="00D62EA3" w14:paraId="006C8234"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1FA61543" w14:textId="77777777" w:rsidR="00B51C64" w:rsidRPr="00C57FCA" w:rsidRDefault="00B51C64" w:rsidP="0012264C">
            <w:pPr>
              <w:pStyle w:val="Tabulka"/>
              <w:rPr>
                <w:rStyle w:val="Tun"/>
                <w:sz w:val="16"/>
                <w:szCs w:val="16"/>
              </w:rPr>
            </w:pPr>
            <w:r>
              <w:rPr>
                <w:rStyle w:val="Tun"/>
                <w:sz w:val="16"/>
                <w:szCs w:val="16"/>
              </w:rPr>
              <w:t>2. Dílčí etapa</w:t>
            </w:r>
          </w:p>
        </w:tc>
        <w:tc>
          <w:tcPr>
            <w:tcW w:w="3005" w:type="dxa"/>
          </w:tcPr>
          <w:p w14:paraId="418A7239" w14:textId="5DF0F65C"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3</w:t>
            </w:r>
            <w:r w:rsidRPr="001952AF">
              <w:rPr>
                <w:rFonts w:eastAsia="Times New Roman" w:cs="Times New Roman"/>
                <w:sz w:val="16"/>
                <w:szCs w:val="16"/>
              </w:rPr>
              <w:t xml:space="preserve"> měsíců od nabytí účinnosti Smlouvy</w:t>
            </w:r>
          </w:p>
        </w:tc>
        <w:tc>
          <w:tcPr>
            <w:tcW w:w="3726" w:type="dxa"/>
          </w:tcPr>
          <w:p w14:paraId="774CC819" w14:textId="78712964" w:rsidR="00B51C64" w:rsidRPr="005263A1"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263A1">
              <w:rPr>
                <w:sz w:val="16"/>
                <w:szCs w:val="16"/>
              </w:rPr>
              <w:t>Kompletní ZP</w:t>
            </w:r>
            <w:r w:rsidR="00427708" w:rsidRPr="005263A1">
              <w:rPr>
                <w:sz w:val="16"/>
                <w:szCs w:val="16"/>
              </w:rPr>
              <w:t xml:space="preserve"> </w:t>
            </w:r>
            <w:r w:rsidR="008D45C8">
              <w:rPr>
                <w:sz w:val="16"/>
                <w:szCs w:val="16"/>
              </w:rPr>
              <w:t>a</w:t>
            </w:r>
            <w:r w:rsidRPr="005263A1">
              <w:rPr>
                <w:sz w:val="16"/>
                <w:szCs w:val="16"/>
              </w:rPr>
              <w:t xml:space="preserve"> </w:t>
            </w:r>
            <w:r w:rsidR="00427708" w:rsidRPr="005263A1">
              <w:rPr>
                <w:sz w:val="16"/>
                <w:szCs w:val="16"/>
              </w:rPr>
              <w:t xml:space="preserve">DD </w:t>
            </w:r>
            <w:r w:rsidRPr="005263A1">
              <w:rPr>
                <w:sz w:val="16"/>
                <w:szCs w:val="16"/>
              </w:rPr>
              <w:t>se zapracovanými připomínkami ke schválení v CK MD</w:t>
            </w:r>
          </w:p>
        </w:tc>
        <w:tc>
          <w:tcPr>
            <w:tcW w:w="3393" w:type="dxa"/>
          </w:tcPr>
          <w:p w14:paraId="57A56DA7" w14:textId="77777777" w:rsidR="00B51C64" w:rsidRPr="00C914CD"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B51C64" w:rsidRPr="00D62EA3" w14:paraId="4FB186E1"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5DCBB2E5" w14:textId="77777777" w:rsidR="00B51C64" w:rsidRPr="00C57FCA" w:rsidRDefault="00B51C64" w:rsidP="0012264C">
            <w:pPr>
              <w:pStyle w:val="Tabulka"/>
              <w:rPr>
                <w:rStyle w:val="Tun"/>
                <w:sz w:val="16"/>
                <w:szCs w:val="16"/>
              </w:rPr>
            </w:pPr>
            <w:r>
              <w:rPr>
                <w:rStyle w:val="Tun"/>
                <w:sz w:val="16"/>
                <w:szCs w:val="16"/>
              </w:rPr>
              <w:t>3</w:t>
            </w:r>
            <w:r w:rsidRPr="00C57FCA">
              <w:rPr>
                <w:rStyle w:val="Tun"/>
                <w:sz w:val="16"/>
                <w:szCs w:val="16"/>
              </w:rPr>
              <w:t>. Dílčí etapa</w:t>
            </w:r>
          </w:p>
        </w:tc>
        <w:tc>
          <w:tcPr>
            <w:tcW w:w="3005" w:type="dxa"/>
          </w:tcPr>
          <w:p w14:paraId="6A9AE943" w14:textId="77777777" w:rsidR="00B51C64" w:rsidRPr="001952AF"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Do 5 měsíců od schválení ZP v CK MD</w:t>
            </w:r>
          </w:p>
        </w:tc>
        <w:tc>
          <w:tcPr>
            <w:tcW w:w="3726" w:type="dxa"/>
          </w:tcPr>
          <w:p w14:paraId="53F38E20"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Návrh technického řešení DUSP k připomínkovému řízení</w:t>
            </w:r>
          </w:p>
        </w:tc>
        <w:tc>
          <w:tcPr>
            <w:tcW w:w="3393" w:type="dxa"/>
          </w:tcPr>
          <w:p w14:paraId="41A032D9"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709A5">
              <w:rPr>
                <w:sz w:val="16"/>
                <w:szCs w:val="16"/>
              </w:rPr>
              <w:t xml:space="preserve">Předávací protokol </w:t>
            </w:r>
          </w:p>
          <w:p w14:paraId="39CB84C7"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B51C64" w:rsidRPr="00D62EA3" w14:paraId="40E41903"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6890559B" w14:textId="77777777" w:rsidR="00B51C64" w:rsidRPr="00C57FCA" w:rsidRDefault="00B51C64" w:rsidP="0012264C">
            <w:pPr>
              <w:pStyle w:val="Tabulka"/>
              <w:rPr>
                <w:rStyle w:val="Tun"/>
                <w:sz w:val="16"/>
                <w:szCs w:val="16"/>
              </w:rPr>
            </w:pPr>
            <w:r>
              <w:rPr>
                <w:rStyle w:val="Tun"/>
                <w:sz w:val="16"/>
                <w:szCs w:val="16"/>
              </w:rPr>
              <w:t>4</w:t>
            </w:r>
            <w:r w:rsidRPr="00C57FCA">
              <w:rPr>
                <w:rStyle w:val="Tun"/>
                <w:sz w:val="16"/>
                <w:szCs w:val="16"/>
              </w:rPr>
              <w:t>. Dílčí etapa</w:t>
            </w:r>
          </w:p>
        </w:tc>
        <w:tc>
          <w:tcPr>
            <w:tcW w:w="3005" w:type="dxa"/>
          </w:tcPr>
          <w:p w14:paraId="0430FC6B" w14:textId="390F2EBB"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7</w:t>
            </w:r>
            <w:r w:rsidRPr="001952AF">
              <w:rPr>
                <w:rFonts w:eastAsia="Times New Roman" w:cs="Times New Roman"/>
                <w:sz w:val="16"/>
                <w:szCs w:val="16"/>
              </w:rPr>
              <w:t xml:space="preserve"> měsíců od schválení ZP v CK MD</w:t>
            </w:r>
          </w:p>
        </w:tc>
        <w:tc>
          <w:tcPr>
            <w:tcW w:w="3726" w:type="dxa"/>
          </w:tcPr>
          <w:p w14:paraId="665057EE"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Dílčí předání DUSP se zapracovanými připomínkami bez dokladové části</w:t>
            </w:r>
          </w:p>
        </w:tc>
        <w:tc>
          <w:tcPr>
            <w:tcW w:w="3393" w:type="dxa"/>
          </w:tcPr>
          <w:p w14:paraId="334A351B"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 xml:space="preserve">Předávací protokol </w:t>
            </w:r>
          </w:p>
        </w:tc>
      </w:tr>
      <w:tr w:rsidR="00B51C64" w:rsidRPr="00D62EA3" w14:paraId="6F1613B6"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09A05784" w14:textId="77777777" w:rsidR="00B51C64" w:rsidRPr="00C57FCA" w:rsidRDefault="00B51C64" w:rsidP="0012264C">
            <w:pPr>
              <w:pStyle w:val="Tabulka"/>
              <w:rPr>
                <w:rStyle w:val="Tun"/>
                <w:sz w:val="16"/>
                <w:szCs w:val="16"/>
              </w:rPr>
            </w:pPr>
            <w:r>
              <w:rPr>
                <w:rStyle w:val="Tun"/>
                <w:sz w:val="16"/>
                <w:szCs w:val="16"/>
              </w:rPr>
              <w:t>5</w:t>
            </w:r>
            <w:r w:rsidRPr="00C57FCA">
              <w:rPr>
                <w:rStyle w:val="Tun"/>
                <w:sz w:val="16"/>
                <w:szCs w:val="16"/>
              </w:rPr>
              <w:t>. Dílčí etapa</w:t>
            </w:r>
          </w:p>
        </w:tc>
        <w:tc>
          <w:tcPr>
            <w:tcW w:w="3005" w:type="dxa"/>
          </w:tcPr>
          <w:p w14:paraId="674A2B1B" w14:textId="64BEC41A"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9</w:t>
            </w:r>
            <w:r w:rsidRPr="001952AF">
              <w:rPr>
                <w:rFonts w:eastAsia="Times New Roman" w:cs="Times New Roman"/>
                <w:sz w:val="16"/>
                <w:szCs w:val="16"/>
              </w:rPr>
              <w:t xml:space="preserve"> měsíců od schválení ZP v CK MD</w:t>
            </w:r>
          </w:p>
        </w:tc>
        <w:tc>
          <w:tcPr>
            <w:tcW w:w="3726" w:type="dxa"/>
          </w:tcPr>
          <w:p w14:paraId="4D564FC4" w14:textId="77777777" w:rsidR="007C5F5A" w:rsidRPr="00CD773B"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D773B">
              <w:rPr>
                <w:sz w:val="16"/>
                <w:szCs w:val="16"/>
              </w:rPr>
              <w:t>Dílčí předání PDPS k připomínkovému řízen</w:t>
            </w:r>
          </w:p>
          <w:p w14:paraId="2364A7F1" w14:textId="208B2D22" w:rsidR="00B51C64" w:rsidRPr="009709A5" w:rsidRDefault="007C5F5A"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D773B">
              <w:rPr>
                <w:sz w:val="16"/>
                <w:szCs w:val="16"/>
              </w:rPr>
              <w:t>Definitivní předání DUSP s dokladovou část</w:t>
            </w:r>
            <w:r w:rsidR="00B51C64" w:rsidRPr="00CD773B">
              <w:rPr>
                <w:sz w:val="16"/>
                <w:szCs w:val="16"/>
              </w:rPr>
              <w:t>í</w:t>
            </w:r>
          </w:p>
        </w:tc>
        <w:tc>
          <w:tcPr>
            <w:tcW w:w="3393" w:type="dxa"/>
          </w:tcPr>
          <w:p w14:paraId="678B8910" w14:textId="77777777" w:rsidR="00B51C64" w:rsidRPr="009709A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rFonts w:eastAsia="Times New Roman" w:cs="Times New Roman"/>
                <w:sz w:val="16"/>
                <w:szCs w:val="16"/>
              </w:rPr>
              <w:t>Předávací protokol</w:t>
            </w:r>
          </w:p>
        </w:tc>
      </w:tr>
      <w:tr w:rsidR="00B51C64" w:rsidRPr="00D62EA3" w14:paraId="4C41C015"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3CFF1259" w14:textId="77777777" w:rsidR="00B51C64" w:rsidRPr="007E1471" w:rsidRDefault="00B51C64" w:rsidP="0012264C">
            <w:pPr>
              <w:pStyle w:val="Tabulka"/>
              <w:rPr>
                <w:rStyle w:val="Tun"/>
                <w:sz w:val="16"/>
                <w:szCs w:val="16"/>
              </w:rPr>
            </w:pPr>
            <w:r w:rsidRPr="007E1471">
              <w:rPr>
                <w:rStyle w:val="Tun"/>
                <w:sz w:val="16"/>
                <w:szCs w:val="16"/>
              </w:rPr>
              <w:t>6. Dílčí etapa</w:t>
            </w:r>
          </w:p>
        </w:tc>
        <w:tc>
          <w:tcPr>
            <w:tcW w:w="3005" w:type="dxa"/>
          </w:tcPr>
          <w:p w14:paraId="206FA318" w14:textId="5D2FD617" w:rsidR="00B51C64" w:rsidRPr="001952AF"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9</w:t>
            </w:r>
            <w:r w:rsidRPr="001952AF">
              <w:rPr>
                <w:rFonts w:eastAsia="Times New Roman" w:cs="Times New Roman"/>
                <w:sz w:val="16"/>
                <w:szCs w:val="16"/>
              </w:rPr>
              <w:t xml:space="preserve"> měsíců od schválení ZP v CK MD</w:t>
            </w:r>
          </w:p>
        </w:tc>
        <w:tc>
          <w:tcPr>
            <w:tcW w:w="3726" w:type="dxa"/>
          </w:tcPr>
          <w:p w14:paraId="75D0A37C" w14:textId="77777777" w:rsidR="00B51C64" w:rsidRPr="007E1471"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E1471">
              <w:rPr>
                <w:sz w:val="16"/>
                <w:szCs w:val="16"/>
              </w:rPr>
              <w:t>Podání žádosti o s</w:t>
            </w:r>
            <w:r>
              <w:rPr>
                <w:sz w:val="16"/>
                <w:szCs w:val="16"/>
              </w:rPr>
              <w:t>polečné</w:t>
            </w:r>
            <w:r w:rsidRPr="007E1471">
              <w:rPr>
                <w:sz w:val="16"/>
                <w:szCs w:val="16"/>
              </w:rPr>
              <w:t xml:space="preserve"> povolení</w:t>
            </w:r>
          </w:p>
        </w:tc>
        <w:tc>
          <w:tcPr>
            <w:tcW w:w="3393" w:type="dxa"/>
          </w:tcPr>
          <w:p w14:paraId="601CCF18" w14:textId="77777777" w:rsidR="00B51C64" w:rsidRPr="007E1471"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Kopie žádosti předaná Objednateli, potvrzená podatelnou stavebního úřadu</w:t>
            </w:r>
          </w:p>
        </w:tc>
      </w:tr>
      <w:tr w:rsidR="00B51C64" w:rsidRPr="007E1471" w14:paraId="1F578304"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1172C2D8" w14:textId="77777777" w:rsidR="00B51C64" w:rsidRPr="00C57FCA" w:rsidRDefault="00B51C64" w:rsidP="0012264C">
            <w:pPr>
              <w:pStyle w:val="Tabulka"/>
              <w:rPr>
                <w:rStyle w:val="Tun"/>
                <w:sz w:val="16"/>
                <w:szCs w:val="16"/>
              </w:rPr>
            </w:pPr>
            <w:r>
              <w:rPr>
                <w:rStyle w:val="Tun"/>
                <w:sz w:val="16"/>
                <w:szCs w:val="16"/>
              </w:rPr>
              <w:t>7</w:t>
            </w:r>
            <w:r w:rsidRPr="00C57FCA">
              <w:rPr>
                <w:rStyle w:val="Tun"/>
                <w:sz w:val="16"/>
                <w:szCs w:val="16"/>
              </w:rPr>
              <w:t>. Dílčí etapa</w:t>
            </w:r>
          </w:p>
        </w:tc>
        <w:tc>
          <w:tcPr>
            <w:tcW w:w="3005" w:type="dxa"/>
          </w:tcPr>
          <w:p w14:paraId="7AA98A71" w14:textId="50730CE1"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w:t>
            </w:r>
            <w:r w:rsidR="008D45C8" w:rsidRPr="001952AF">
              <w:rPr>
                <w:rFonts w:eastAsia="Times New Roman" w:cs="Times New Roman"/>
                <w:sz w:val="16"/>
                <w:szCs w:val="16"/>
              </w:rPr>
              <w:t>3</w:t>
            </w:r>
            <w:r w:rsidRPr="001952AF">
              <w:rPr>
                <w:rFonts w:eastAsia="Times New Roman" w:cs="Times New Roman"/>
                <w:sz w:val="16"/>
                <w:szCs w:val="16"/>
              </w:rPr>
              <w:t xml:space="preserve"> měsíců od podání žádosti o společné povolení </w:t>
            </w:r>
          </w:p>
        </w:tc>
        <w:tc>
          <w:tcPr>
            <w:tcW w:w="3726" w:type="dxa"/>
          </w:tcPr>
          <w:p w14:paraId="5531172C" w14:textId="77777777" w:rsidR="00B51C64" w:rsidRPr="007E1471"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E1471">
              <w:rPr>
                <w:sz w:val="16"/>
                <w:szCs w:val="16"/>
              </w:rPr>
              <w:t>Nabytí právní moci s</w:t>
            </w:r>
            <w:r>
              <w:rPr>
                <w:sz w:val="16"/>
                <w:szCs w:val="16"/>
              </w:rPr>
              <w:t>polečného</w:t>
            </w:r>
            <w:r w:rsidRPr="007E1471">
              <w:rPr>
                <w:sz w:val="16"/>
                <w:szCs w:val="16"/>
              </w:rPr>
              <w:t xml:space="preserve"> povolení</w:t>
            </w:r>
          </w:p>
        </w:tc>
        <w:tc>
          <w:tcPr>
            <w:tcW w:w="3393" w:type="dxa"/>
          </w:tcPr>
          <w:p w14:paraId="5752D238" w14:textId="77777777" w:rsidR="00B51C64" w:rsidRPr="007E1471"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Společné povolení v právní moci</w:t>
            </w:r>
          </w:p>
        </w:tc>
      </w:tr>
      <w:tr w:rsidR="00B51C64" w:rsidRPr="00D62EA3" w14:paraId="24C983F9"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7B49EDAB" w14:textId="77777777" w:rsidR="00B51C64" w:rsidRPr="007E1471" w:rsidRDefault="00B51C64" w:rsidP="0012264C">
            <w:pPr>
              <w:pStyle w:val="Tabulka"/>
              <w:rPr>
                <w:rStyle w:val="Tun"/>
                <w:sz w:val="16"/>
                <w:szCs w:val="16"/>
              </w:rPr>
            </w:pPr>
            <w:r w:rsidRPr="007E1471">
              <w:rPr>
                <w:rStyle w:val="Tun"/>
                <w:sz w:val="16"/>
                <w:szCs w:val="16"/>
              </w:rPr>
              <w:t>8.</w:t>
            </w:r>
            <w:r>
              <w:rPr>
                <w:rStyle w:val="Tun"/>
                <w:sz w:val="16"/>
                <w:szCs w:val="16"/>
              </w:rPr>
              <w:t xml:space="preserve"> </w:t>
            </w:r>
            <w:r w:rsidRPr="007E1471">
              <w:rPr>
                <w:rStyle w:val="Tun"/>
                <w:sz w:val="16"/>
                <w:szCs w:val="16"/>
              </w:rPr>
              <w:t>Dílčí etapa</w:t>
            </w:r>
          </w:p>
        </w:tc>
        <w:tc>
          <w:tcPr>
            <w:tcW w:w="3005" w:type="dxa"/>
          </w:tcPr>
          <w:p w14:paraId="5E2FA252" w14:textId="50CD12B0" w:rsidR="00B51C64" w:rsidRPr="001952AF" w:rsidRDefault="00B51C64" w:rsidP="008D45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2 měsíců od </w:t>
            </w:r>
            <w:r w:rsidR="008D45C8" w:rsidRPr="001952AF">
              <w:rPr>
                <w:rFonts w:eastAsia="Times New Roman" w:cs="Times New Roman"/>
                <w:sz w:val="16"/>
                <w:szCs w:val="16"/>
              </w:rPr>
              <w:t>podání žádosti</w:t>
            </w:r>
            <w:r w:rsidRPr="001952AF">
              <w:rPr>
                <w:rFonts w:eastAsia="Times New Roman" w:cs="Times New Roman"/>
                <w:sz w:val="16"/>
                <w:szCs w:val="16"/>
              </w:rPr>
              <w:t xml:space="preserve"> společného povolení</w:t>
            </w:r>
          </w:p>
        </w:tc>
        <w:tc>
          <w:tcPr>
            <w:tcW w:w="3726" w:type="dxa"/>
          </w:tcPr>
          <w:p w14:paraId="6472FE86" w14:textId="77777777" w:rsidR="00B51C64" w:rsidRPr="001027B8"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Dílčí předání PDPS se zapracovanými připomínkami bez dokladové části</w:t>
            </w:r>
          </w:p>
        </w:tc>
        <w:tc>
          <w:tcPr>
            <w:tcW w:w="3393" w:type="dxa"/>
          </w:tcPr>
          <w:p w14:paraId="2A9B599C" w14:textId="77777777" w:rsidR="00B51C64" w:rsidRPr="001027B8"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rFonts w:eastAsia="Times New Roman" w:cs="Times New Roman"/>
                <w:sz w:val="16"/>
                <w:szCs w:val="16"/>
              </w:rPr>
              <w:t xml:space="preserve">Předávací protokol </w:t>
            </w:r>
          </w:p>
        </w:tc>
      </w:tr>
      <w:tr w:rsidR="00B51C64" w:rsidRPr="00D62EA3" w14:paraId="70B2C41F"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61D8BA2D" w14:textId="77777777" w:rsidR="00B51C64" w:rsidRPr="001027B8" w:rsidRDefault="00B51C64" w:rsidP="0012264C">
            <w:pPr>
              <w:pStyle w:val="Tabulka"/>
              <w:rPr>
                <w:rStyle w:val="Tun"/>
                <w:sz w:val="16"/>
                <w:szCs w:val="16"/>
              </w:rPr>
            </w:pPr>
            <w:r>
              <w:rPr>
                <w:rStyle w:val="Tun"/>
                <w:sz w:val="16"/>
                <w:szCs w:val="16"/>
              </w:rPr>
              <w:t>9</w:t>
            </w:r>
            <w:r w:rsidRPr="001027B8">
              <w:rPr>
                <w:rStyle w:val="Tun"/>
                <w:sz w:val="16"/>
                <w:szCs w:val="16"/>
              </w:rPr>
              <w:t>. Dílčí etapa</w:t>
            </w:r>
          </w:p>
        </w:tc>
        <w:tc>
          <w:tcPr>
            <w:tcW w:w="3005" w:type="dxa"/>
          </w:tcPr>
          <w:p w14:paraId="526B3E91" w14:textId="1F2E10EC" w:rsidR="00B51C64" w:rsidRPr="001952AF"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952AF">
              <w:rPr>
                <w:rFonts w:eastAsia="Times New Roman" w:cs="Times New Roman"/>
                <w:sz w:val="16"/>
                <w:szCs w:val="16"/>
              </w:rPr>
              <w:t xml:space="preserve">Do 3 měsíců od </w:t>
            </w:r>
            <w:r w:rsidR="008D45C8" w:rsidRPr="001952AF">
              <w:rPr>
                <w:rFonts w:eastAsia="Times New Roman" w:cs="Times New Roman"/>
                <w:sz w:val="16"/>
                <w:szCs w:val="16"/>
              </w:rPr>
              <w:t>podání žádosti</w:t>
            </w:r>
            <w:r w:rsidRPr="001952AF">
              <w:rPr>
                <w:rFonts w:eastAsia="Times New Roman" w:cs="Times New Roman"/>
                <w:sz w:val="16"/>
                <w:szCs w:val="16"/>
              </w:rPr>
              <w:t xml:space="preserve"> společného povolení</w:t>
            </w:r>
          </w:p>
          <w:p w14:paraId="774C21EE" w14:textId="77777777" w:rsidR="00B51C64" w:rsidRPr="001952AF"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3EBE9ED2" w14:textId="77777777" w:rsidR="00B51C64" w:rsidRPr="001027B8"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Definitivní předání PDPS s kompletní dokladovou </w:t>
            </w:r>
            <w:r w:rsidRPr="00246EEC">
              <w:rPr>
                <w:sz w:val="16"/>
                <w:szCs w:val="16"/>
              </w:rPr>
              <w:t>částí,</w:t>
            </w:r>
            <w:r w:rsidRPr="001027B8">
              <w:rPr>
                <w:sz w:val="16"/>
                <w:szCs w:val="16"/>
              </w:rPr>
              <w:t xml:space="preserve"> náklady a oceněnými soupisy prací ve struktuře dle VTP, a návrhem ZTP na realizaci stavby</w:t>
            </w:r>
          </w:p>
        </w:tc>
        <w:tc>
          <w:tcPr>
            <w:tcW w:w="3393" w:type="dxa"/>
          </w:tcPr>
          <w:p w14:paraId="31DFC5C4" w14:textId="77777777" w:rsidR="00B51C64" w:rsidRPr="001027B8"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Protokol o provedení Díla        </w:t>
            </w:r>
          </w:p>
        </w:tc>
      </w:tr>
      <w:tr w:rsidR="00B51C64" w:rsidRPr="00D62EA3" w14:paraId="4978BFC8"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151AC3E3" w14:textId="77777777" w:rsidR="00B51C64" w:rsidRPr="0092107C" w:rsidRDefault="00B51C64" w:rsidP="0012264C">
            <w:pPr>
              <w:pStyle w:val="Tabulka"/>
              <w:rPr>
                <w:rStyle w:val="Tun"/>
                <w:sz w:val="16"/>
                <w:szCs w:val="16"/>
              </w:rPr>
            </w:pPr>
            <w:r w:rsidRPr="0092107C">
              <w:rPr>
                <w:rStyle w:val="Tun"/>
                <w:sz w:val="16"/>
                <w:szCs w:val="16"/>
              </w:rPr>
              <w:t>10. Dílčí etapa</w:t>
            </w:r>
          </w:p>
        </w:tc>
        <w:tc>
          <w:tcPr>
            <w:tcW w:w="3005" w:type="dxa"/>
          </w:tcPr>
          <w:p w14:paraId="56A8253A" w14:textId="3F5E01E7" w:rsidR="00E266ED" w:rsidRPr="0092107C" w:rsidRDefault="00E266ED" w:rsidP="00E266E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w:t>
            </w:r>
            <w:r>
              <w:rPr>
                <w:rFonts w:eastAsia="Times New Roman" w:cs="Times New Roman"/>
                <w:sz w:val="16"/>
                <w:szCs w:val="16"/>
                <w:u w:val="single"/>
              </w:rPr>
              <w:t>09/2023-</w:t>
            </w:r>
            <w:r w:rsidRPr="0092107C">
              <w:rPr>
                <w:rFonts w:eastAsia="Times New Roman" w:cs="Times New Roman"/>
                <w:sz w:val="16"/>
                <w:szCs w:val="16"/>
                <w:u w:val="single"/>
              </w:rPr>
              <w:t xml:space="preserve"> </w:t>
            </w:r>
            <w:r>
              <w:rPr>
                <w:rFonts w:eastAsia="Times New Roman" w:cs="Times New Roman"/>
                <w:sz w:val="16"/>
                <w:szCs w:val="16"/>
                <w:u w:val="single"/>
              </w:rPr>
              <w:t>12/2024</w:t>
            </w:r>
          </w:p>
          <w:p w14:paraId="3ED9A139" w14:textId="7AC80C09" w:rsidR="00B51C64" w:rsidRPr="0092107C" w:rsidRDefault="00B51C64" w:rsidP="00E266E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3E0AE5AB" w14:textId="514D2F1B" w:rsidR="00B51C64" w:rsidRPr="00C57FCA" w:rsidRDefault="00B51C64" w:rsidP="00F44FD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2107C">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w:t>
            </w:r>
            <w:r w:rsidRPr="00CD773B">
              <w:rPr>
                <w:rFonts w:eastAsia="Times New Roman" w:cs="Times New Roman"/>
                <w:sz w:val="16"/>
                <w:szCs w:val="16"/>
              </w:rPr>
              <w:t>délce 1</w:t>
            </w:r>
            <w:r w:rsidR="00F44FD9" w:rsidRPr="00CD773B">
              <w:rPr>
                <w:rFonts w:eastAsia="Times New Roman" w:cs="Times New Roman"/>
                <w:sz w:val="16"/>
                <w:szCs w:val="16"/>
              </w:rPr>
              <w:t>5</w:t>
            </w:r>
            <w:r w:rsidRPr="00CD773B">
              <w:rPr>
                <w:rFonts w:eastAsia="Times New Roman" w:cs="Times New Roman"/>
                <w:sz w:val="16"/>
                <w:szCs w:val="16"/>
              </w:rPr>
              <w:t xml:space="preserve"> měsíců.</w:t>
            </w:r>
          </w:p>
        </w:tc>
        <w:tc>
          <w:tcPr>
            <w:tcW w:w="3393" w:type="dxa"/>
          </w:tcPr>
          <w:p w14:paraId="4319A26B" w14:textId="5C48B55B" w:rsidR="00F96DF5"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Výkaz poskytnutých služeb (1 x za čtvrtletí) - stručný popis výkonů a specifikace výkonu autorského dozoru projektanta</w:t>
            </w:r>
          </w:p>
          <w:p w14:paraId="6C625AAB" w14:textId="77777777" w:rsidR="00B51C64" w:rsidRPr="00F96DF5" w:rsidRDefault="00B51C64" w:rsidP="00F96DF5">
            <w:pPr>
              <w:cnfStyle w:val="000000000000" w:firstRow="0" w:lastRow="0" w:firstColumn="0" w:lastColumn="0" w:oddVBand="0" w:evenVBand="0" w:oddHBand="0" w:evenHBand="0" w:firstRowFirstColumn="0" w:firstRowLastColumn="0" w:lastRowFirstColumn="0" w:lastRowLastColumn="0"/>
            </w:pPr>
          </w:p>
        </w:tc>
      </w:tr>
      <w:tr w:rsidR="00B51C64" w:rsidRPr="00D62EA3" w14:paraId="3AD21C5A" w14:textId="77777777" w:rsidTr="00B51C64">
        <w:tc>
          <w:tcPr>
            <w:cnfStyle w:val="001000000000" w:firstRow="0" w:lastRow="0" w:firstColumn="1" w:lastColumn="0" w:oddVBand="0" w:evenVBand="0" w:oddHBand="0" w:evenHBand="0" w:firstRowFirstColumn="0" w:firstRowLastColumn="0" w:lastRowFirstColumn="0" w:lastRowLastColumn="0"/>
            <w:tcW w:w="1910" w:type="dxa"/>
          </w:tcPr>
          <w:p w14:paraId="38623E7D" w14:textId="77777777" w:rsidR="00B51C64" w:rsidRPr="00C57FCA" w:rsidRDefault="00B51C64" w:rsidP="0012264C">
            <w:pPr>
              <w:pStyle w:val="Tabulka"/>
              <w:rPr>
                <w:rStyle w:val="Tun"/>
                <w:sz w:val="16"/>
                <w:szCs w:val="16"/>
              </w:rPr>
            </w:pPr>
            <w:r w:rsidRPr="00C57FCA">
              <w:rPr>
                <w:rStyle w:val="Tun"/>
                <w:sz w:val="16"/>
                <w:szCs w:val="16"/>
              </w:rPr>
              <w:lastRenderedPageBreak/>
              <w:t>Termín dokončení Díla</w:t>
            </w:r>
          </w:p>
        </w:tc>
        <w:tc>
          <w:tcPr>
            <w:tcW w:w="3005" w:type="dxa"/>
          </w:tcPr>
          <w:p w14:paraId="2C040B4A" w14:textId="77777777" w:rsidR="00B51C64" w:rsidRPr="0092107C"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do </w:t>
            </w:r>
            <w:r>
              <w:rPr>
                <w:rFonts w:eastAsia="Times New Roman" w:cs="Times New Roman"/>
                <w:sz w:val="16"/>
                <w:szCs w:val="16"/>
                <w:u w:val="single"/>
              </w:rPr>
              <w:t>12/2024</w:t>
            </w:r>
          </w:p>
          <w:p w14:paraId="3231F378" w14:textId="77777777" w:rsidR="00B51C64" w:rsidRPr="0092107C"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(v závislosti na zahájení 10</w:t>
            </w:r>
            <w:r w:rsidRPr="0092107C">
              <w:rPr>
                <w:rFonts w:eastAsia="Times New Roman" w:cs="Times New Roman"/>
                <w:sz w:val="16"/>
                <w:szCs w:val="16"/>
              </w:rPr>
              <w:t>. Dílčí etapy)</w:t>
            </w:r>
          </w:p>
        </w:tc>
        <w:tc>
          <w:tcPr>
            <w:tcW w:w="3726" w:type="dxa"/>
          </w:tcPr>
          <w:p w14:paraId="4156176A" w14:textId="77777777" w:rsidR="00B51C64" w:rsidRPr="0092107C" w:rsidRDefault="00B51C64" w:rsidP="0012264C">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1ECD08AA" w14:textId="77777777" w:rsidR="00B51C64" w:rsidRPr="0092107C" w:rsidRDefault="00B51C64" w:rsidP="0012264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158CFBEC"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0870C7">
        <w:rPr>
          <w:sz w:val="18"/>
          <w:szCs w:val="18"/>
        </w:rPr>
        <w:t xml:space="preserve"> </w:t>
      </w:r>
      <w:r w:rsidR="000870C7" w:rsidRPr="005263A1">
        <w:rPr>
          <w:sz w:val="18"/>
          <w:szCs w:val="18"/>
        </w:rPr>
        <w:t>(mimo podpisu této smlouvy a jejích příp. dodatků)</w:t>
      </w:r>
    </w:p>
    <w:tbl>
      <w:tblPr>
        <w:tblStyle w:val="Tabulka10"/>
        <w:tblW w:w="8868" w:type="dxa"/>
        <w:tblLook w:val="04A0" w:firstRow="1" w:lastRow="0" w:firstColumn="1" w:lastColumn="0" w:noHBand="0" w:noVBand="1"/>
      </w:tblPr>
      <w:tblGrid>
        <w:gridCol w:w="3056"/>
        <w:gridCol w:w="5812"/>
      </w:tblGrid>
      <w:tr w:rsidR="00817F98" w:rsidRPr="00CD773B"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CD773B" w:rsidRDefault="00817F98" w:rsidP="00817F98">
            <w:pPr>
              <w:pStyle w:val="Tabulka"/>
              <w:rPr>
                <w:rStyle w:val="Nadpisvtabulce"/>
              </w:rPr>
            </w:pPr>
            <w:r w:rsidRPr="00CD773B">
              <w:rPr>
                <w:rStyle w:val="Nadpisvtabulce"/>
              </w:rPr>
              <w:t>Jméno a příjmení</w:t>
            </w:r>
          </w:p>
        </w:tc>
        <w:tc>
          <w:tcPr>
            <w:tcW w:w="5812" w:type="dxa"/>
            <w:shd w:val="clear" w:color="auto" w:fill="auto"/>
          </w:tcPr>
          <w:p w14:paraId="0D06160D" w14:textId="37FD1116" w:rsidR="00817F98" w:rsidRPr="00EE74B9" w:rsidRDefault="00EE74B9" w:rsidP="009537F8">
            <w:pPr>
              <w:pStyle w:val="Tabulka"/>
              <w:cnfStyle w:val="100000000000" w:firstRow="1"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CD773B" w:rsidRDefault="00817F98" w:rsidP="00817F98">
            <w:pPr>
              <w:pStyle w:val="Tabulka"/>
            </w:pPr>
            <w:r w:rsidRPr="00CD773B">
              <w:t>Adresa</w:t>
            </w:r>
          </w:p>
        </w:tc>
        <w:tc>
          <w:tcPr>
            <w:tcW w:w="5812" w:type="dxa"/>
            <w:shd w:val="clear" w:color="auto" w:fill="auto"/>
          </w:tcPr>
          <w:p w14:paraId="66D7D7C3" w14:textId="0AE29823" w:rsidR="00817F98" w:rsidRPr="00EE74B9" w:rsidRDefault="00EE74B9" w:rsidP="009537F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CD773B" w:rsidRDefault="00817F98" w:rsidP="00817F98">
            <w:pPr>
              <w:pStyle w:val="Tabulka"/>
            </w:pPr>
            <w:r w:rsidRPr="00CD773B">
              <w:t>E-mail</w:t>
            </w:r>
          </w:p>
        </w:tc>
        <w:tc>
          <w:tcPr>
            <w:tcW w:w="5812" w:type="dxa"/>
            <w:shd w:val="clear" w:color="auto" w:fill="auto"/>
          </w:tcPr>
          <w:p w14:paraId="7A495AAA" w14:textId="1CF67F77" w:rsidR="00817F98" w:rsidRPr="00EE74B9" w:rsidRDefault="00EE74B9" w:rsidP="00817F9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817F98" w:rsidRPr="00CD773B"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CD773B" w:rsidRDefault="00817F98" w:rsidP="00817F98">
            <w:pPr>
              <w:pStyle w:val="Tabulka"/>
            </w:pPr>
            <w:r w:rsidRPr="00CD773B">
              <w:t>Telefon</w:t>
            </w:r>
          </w:p>
        </w:tc>
        <w:tc>
          <w:tcPr>
            <w:tcW w:w="5812" w:type="dxa"/>
            <w:shd w:val="clear" w:color="auto" w:fill="auto"/>
          </w:tcPr>
          <w:p w14:paraId="341F762A" w14:textId="7B906283" w:rsidR="00817F98" w:rsidRPr="00EE74B9" w:rsidRDefault="00EE74B9" w:rsidP="00817F98">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bl>
    <w:p w14:paraId="76DC4434" w14:textId="718DE391" w:rsidR="00817F98" w:rsidRDefault="00817F98" w:rsidP="00817F98">
      <w:pPr>
        <w:pStyle w:val="Textbezodsazen"/>
      </w:pPr>
    </w:p>
    <w:p w14:paraId="2E0B3820" w14:textId="67A1BDFB" w:rsidR="000870C7" w:rsidRPr="00F95FBD" w:rsidRDefault="000870C7" w:rsidP="000870C7">
      <w:pPr>
        <w:pStyle w:val="Nadpistabulky"/>
        <w:rPr>
          <w:rFonts w:asciiTheme="minorHAnsi" w:hAnsiTheme="minorHAnsi"/>
          <w:sz w:val="18"/>
          <w:szCs w:val="18"/>
        </w:rPr>
      </w:pPr>
      <w:r w:rsidRPr="00165977">
        <w:rPr>
          <w:rFonts w:asciiTheme="minorHAnsi" w:hAnsiTheme="minorHAnsi"/>
          <w:sz w:val="18"/>
          <w:szCs w:val="18"/>
        </w:rPr>
        <w:t xml:space="preserve">Ve </w:t>
      </w:r>
      <w:r>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3056"/>
        <w:gridCol w:w="5812"/>
      </w:tblGrid>
      <w:tr w:rsidR="000870C7" w:rsidRPr="00CD773B" w14:paraId="1D827E3C" w14:textId="77777777" w:rsidTr="00056BA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74E901" w14:textId="77777777" w:rsidR="000870C7" w:rsidRPr="00CD773B" w:rsidRDefault="000870C7" w:rsidP="00056BAC">
            <w:pPr>
              <w:pStyle w:val="Tabulka"/>
              <w:rPr>
                <w:rStyle w:val="Nadpisvtabulce"/>
              </w:rPr>
            </w:pPr>
            <w:r w:rsidRPr="00CD773B">
              <w:rPr>
                <w:rStyle w:val="Nadpisvtabulce"/>
              </w:rPr>
              <w:t>Jméno a příjmení</w:t>
            </w:r>
          </w:p>
        </w:tc>
        <w:tc>
          <w:tcPr>
            <w:tcW w:w="5812" w:type="dxa"/>
            <w:shd w:val="clear" w:color="auto" w:fill="auto"/>
          </w:tcPr>
          <w:p w14:paraId="431BD335" w14:textId="6209FB31" w:rsidR="000870C7" w:rsidRPr="005263A1" w:rsidRDefault="000870C7" w:rsidP="00056BAC">
            <w:pPr>
              <w:pStyle w:val="Tabulka"/>
              <w:cnfStyle w:val="100000000000" w:firstRow="1" w:lastRow="0" w:firstColumn="0" w:lastColumn="0" w:oddVBand="0" w:evenVBand="0" w:oddHBand="0" w:evenHBand="0" w:firstRowFirstColumn="0" w:firstRowLastColumn="0" w:lastRowFirstColumn="0" w:lastRowLastColumn="0"/>
            </w:pPr>
            <w:r w:rsidRPr="005263A1">
              <w:t>Ing. Jakub Bazgier</w:t>
            </w:r>
          </w:p>
        </w:tc>
      </w:tr>
      <w:tr w:rsidR="000870C7" w:rsidRPr="00CD773B" w14:paraId="12EEF6E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317F71" w14:textId="77777777" w:rsidR="000870C7" w:rsidRPr="00CD773B" w:rsidRDefault="000870C7" w:rsidP="00056BAC">
            <w:pPr>
              <w:pStyle w:val="Tabulka"/>
            </w:pPr>
            <w:r w:rsidRPr="00CD773B">
              <w:t>Adresa</w:t>
            </w:r>
          </w:p>
        </w:tc>
        <w:tc>
          <w:tcPr>
            <w:tcW w:w="5812" w:type="dxa"/>
            <w:shd w:val="clear" w:color="auto" w:fill="auto"/>
          </w:tcPr>
          <w:p w14:paraId="2FF2DC02" w14:textId="556596A8"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Sokolovská 1955/278, 190 00 Praha 9</w:t>
            </w:r>
          </w:p>
        </w:tc>
      </w:tr>
      <w:tr w:rsidR="000870C7" w:rsidRPr="00CD773B" w14:paraId="53DD459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836611" w14:textId="77777777" w:rsidR="000870C7" w:rsidRPr="00CD773B" w:rsidRDefault="000870C7" w:rsidP="00056BAC">
            <w:pPr>
              <w:pStyle w:val="Tabulka"/>
            </w:pPr>
            <w:r w:rsidRPr="00CD773B">
              <w:t>E-mail</w:t>
            </w:r>
          </w:p>
        </w:tc>
        <w:tc>
          <w:tcPr>
            <w:tcW w:w="5812" w:type="dxa"/>
            <w:shd w:val="clear" w:color="auto" w:fill="auto"/>
          </w:tcPr>
          <w:p w14:paraId="6FEF8C10" w14:textId="3CE5943D"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bazgier@spravazeleznic.cz</w:t>
            </w:r>
          </w:p>
        </w:tc>
      </w:tr>
      <w:tr w:rsidR="000870C7" w:rsidRPr="00CD773B" w14:paraId="7AF4194C" w14:textId="77777777" w:rsidTr="00056BA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C45EFD" w14:textId="77777777" w:rsidR="000870C7" w:rsidRPr="00CD773B" w:rsidRDefault="000870C7" w:rsidP="00056BAC">
            <w:pPr>
              <w:pStyle w:val="Tabulka"/>
            </w:pPr>
            <w:r w:rsidRPr="00CD773B">
              <w:t>Telefon</w:t>
            </w:r>
          </w:p>
        </w:tc>
        <w:tc>
          <w:tcPr>
            <w:tcW w:w="5812" w:type="dxa"/>
            <w:shd w:val="clear" w:color="auto" w:fill="auto"/>
          </w:tcPr>
          <w:p w14:paraId="0A7D10A4" w14:textId="085B16C5" w:rsidR="000870C7" w:rsidRPr="005263A1" w:rsidRDefault="000870C7" w:rsidP="00056BAC">
            <w:pPr>
              <w:pStyle w:val="Tabulka"/>
              <w:cnfStyle w:val="000000000000" w:firstRow="0" w:lastRow="0" w:firstColumn="0" w:lastColumn="0" w:oddVBand="0" w:evenVBand="0" w:oddHBand="0" w:evenHBand="0" w:firstRowFirstColumn="0" w:firstRowLastColumn="0" w:lastRowFirstColumn="0" w:lastRowLastColumn="0"/>
            </w:pPr>
            <w:r w:rsidRPr="005263A1">
              <w:t>702 290 985</w:t>
            </w:r>
          </w:p>
        </w:tc>
      </w:tr>
    </w:tbl>
    <w:p w14:paraId="6B6024C3" w14:textId="77777777" w:rsidR="000870C7" w:rsidRPr="00CD773B" w:rsidRDefault="000870C7" w:rsidP="00817F98">
      <w:pPr>
        <w:pStyle w:val="Textbezodsazen"/>
      </w:pPr>
    </w:p>
    <w:p w14:paraId="7B31708E" w14:textId="77777777" w:rsidR="00817F98" w:rsidRPr="00CD773B" w:rsidRDefault="00817F98" w:rsidP="00817F98">
      <w:pPr>
        <w:pStyle w:val="Nadpistabulky"/>
        <w:rPr>
          <w:rFonts w:asciiTheme="minorHAnsi" w:hAnsiTheme="minorHAnsi"/>
          <w:sz w:val="18"/>
          <w:szCs w:val="18"/>
        </w:rPr>
      </w:pPr>
      <w:r w:rsidRPr="00CD773B">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CD773B"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CD773B" w:rsidRDefault="00817F98" w:rsidP="00817F98">
            <w:pPr>
              <w:pStyle w:val="Tabulka"/>
              <w:rPr>
                <w:rStyle w:val="Nadpisvtabulce"/>
              </w:rPr>
            </w:pPr>
            <w:r w:rsidRPr="00CD773B">
              <w:rPr>
                <w:rStyle w:val="Nadpisvtabulce"/>
              </w:rPr>
              <w:t>Jméno a příjmení</w:t>
            </w:r>
          </w:p>
        </w:tc>
        <w:tc>
          <w:tcPr>
            <w:tcW w:w="5812" w:type="dxa"/>
            <w:shd w:val="clear" w:color="auto" w:fill="auto"/>
          </w:tcPr>
          <w:p w14:paraId="5414AFE0" w14:textId="242D8329" w:rsidR="00817F98" w:rsidRPr="00CD773B" w:rsidRDefault="009537F8" w:rsidP="0037610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D773B">
              <w:t xml:space="preserve">Ing. </w:t>
            </w:r>
            <w:r w:rsidR="00376105" w:rsidRPr="00CD773B">
              <w:t>A</w:t>
            </w:r>
            <w:r w:rsidRPr="00CD773B">
              <w:t>lena Mráčková</w:t>
            </w:r>
          </w:p>
        </w:tc>
      </w:tr>
      <w:tr w:rsidR="00817F98" w:rsidRPr="00CD773B"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CD773B" w:rsidRDefault="00817F98" w:rsidP="00817F98">
            <w:pPr>
              <w:pStyle w:val="Tabulka"/>
            </w:pPr>
            <w:r w:rsidRPr="00CD773B">
              <w:t>Adresa</w:t>
            </w:r>
          </w:p>
        </w:tc>
        <w:tc>
          <w:tcPr>
            <w:tcW w:w="5812" w:type="dxa"/>
            <w:shd w:val="clear" w:color="auto" w:fill="auto"/>
          </w:tcPr>
          <w:p w14:paraId="6A42B1F2" w14:textId="6E2F7F00" w:rsidR="00817F98" w:rsidRPr="00CD773B" w:rsidRDefault="00376105"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773B">
              <w:t>Sokolovská 1955/278, 190 00 Praha 9</w:t>
            </w:r>
          </w:p>
        </w:tc>
      </w:tr>
      <w:tr w:rsidR="00817F98" w:rsidRPr="00CD773B"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CD773B" w:rsidRDefault="00817F98" w:rsidP="00817F98">
            <w:pPr>
              <w:pStyle w:val="Tabulka"/>
            </w:pPr>
            <w:r w:rsidRPr="00CD773B">
              <w:t>E-mail</w:t>
            </w:r>
          </w:p>
        </w:tc>
        <w:tc>
          <w:tcPr>
            <w:tcW w:w="5812" w:type="dxa"/>
            <w:shd w:val="clear" w:color="auto" w:fill="auto"/>
          </w:tcPr>
          <w:p w14:paraId="127E3AD2" w14:textId="6F1C3334" w:rsidR="00817F98" w:rsidRPr="00CD773B" w:rsidRDefault="00376105"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773B">
              <w:t>mrackova@spravazeleznic.cz</w:t>
            </w:r>
          </w:p>
        </w:tc>
      </w:tr>
      <w:tr w:rsidR="00817F98" w:rsidRPr="00CD773B"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D773B" w:rsidRDefault="00817F98" w:rsidP="00817F98">
            <w:pPr>
              <w:pStyle w:val="Tabulka"/>
            </w:pPr>
            <w:r w:rsidRPr="00CD773B">
              <w:t>Telefon</w:t>
            </w:r>
          </w:p>
        </w:tc>
        <w:tc>
          <w:tcPr>
            <w:tcW w:w="5812" w:type="dxa"/>
            <w:shd w:val="clear" w:color="auto" w:fill="auto"/>
          </w:tcPr>
          <w:p w14:paraId="3DAFBBE6" w14:textId="6EC253A2" w:rsidR="00817F98" w:rsidRPr="000870C7" w:rsidRDefault="00376105"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870C7">
              <w:t>702 163 402</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23BED483" w:rsidR="00817F98" w:rsidRPr="00CD773B" w:rsidRDefault="00376105" w:rsidP="00817F98">
            <w:pPr>
              <w:cnfStyle w:val="100000000000" w:firstRow="1" w:lastRow="0" w:firstColumn="0" w:lastColumn="0" w:oddVBand="0" w:evenVBand="0" w:oddHBand="0" w:evenHBand="0" w:firstRowFirstColumn="0" w:firstRowLastColumn="0" w:lastRowFirstColumn="0" w:lastRowLastColumn="0"/>
              <w:rPr>
                <w:highlight w:val="green"/>
              </w:rPr>
            </w:pPr>
            <w:r w:rsidRPr="00CD773B">
              <w:rPr>
                <w:sz w:val="18"/>
                <w:szCs w:val="18"/>
              </w:rPr>
              <w:t>Ing. Jiří Vančura</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1029288D" w:rsidR="00817F98" w:rsidRPr="00CD773B" w:rsidRDefault="00376105" w:rsidP="00817F98">
            <w:pPr>
              <w:cnfStyle w:val="000000000000" w:firstRow="0" w:lastRow="0" w:firstColumn="0" w:lastColumn="0" w:oddVBand="0" w:evenVBand="0" w:oddHBand="0" w:evenHBand="0" w:firstRowFirstColumn="0" w:firstRowLastColumn="0" w:lastRowFirstColumn="0" w:lastRowLastColumn="0"/>
              <w:rPr>
                <w:highlight w:val="green"/>
              </w:rPr>
            </w:pPr>
            <w:r w:rsidRPr="00CD773B">
              <w:rPr>
                <w:sz w:val="18"/>
                <w:szCs w:val="18"/>
              </w:rPr>
              <w:t>K Můstku 1451/2, 400 00 Ústí nad Labem</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F61D593" w:rsidR="00EE74B9" w:rsidRPr="00EE74B9" w:rsidRDefault="00EE74B9" w:rsidP="00817F98">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vančura@spravazeleznic.cz</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129FB01A" w:rsidR="00817F98" w:rsidRPr="00CD773B" w:rsidRDefault="00324F79" w:rsidP="00324F79">
            <w:pPr>
              <w:cnfStyle w:val="000000000000" w:firstRow="0" w:lastRow="0" w:firstColumn="0" w:lastColumn="0" w:oddVBand="0" w:evenVBand="0" w:oddHBand="0" w:evenHBand="0" w:firstRowFirstColumn="0" w:firstRowLastColumn="0" w:lastRowFirstColumn="0" w:lastRowLastColumn="0"/>
              <w:rPr>
                <w:highlight w:val="green"/>
              </w:rPr>
            </w:pPr>
            <w:r w:rsidRPr="00CD773B">
              <w:rPr>
                <w:sz w:val="18"/>
              </w:rPr>
              <w:t>724 336 084</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sidRPr="00AE4472">
        <w:rPr>
          <w:sz w:val="18"/>
          <w:szCs w:val="18"/>
        </w:rPr>
        <w:t>Úředně oprávněný zeměměřický inženýr</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F0DB6"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2F0DB6" w:rsidRPr="00F95FBD" w:rsidRDefault="002F0DB6" w:rsidP="002F0DB6">
            <w:pPr>
              <w:pStyle w:val="Tabulka"/>
              <w:rPr>
                <w:rStyle w:val="Nadpisvtabulce"/>
              </w:rPr>
            </w:pPr>
            <w:r w:rsidRPr="00F95FBD">
              <w:rPr>
                <w:rStyle w:val="Nadpisvtabulce"/>
              </w:rPr>
              <w:t>Jméno a příjmení</w:t>
            </w:r>
          </w:p>
        </w:tc>
        <w:tc>
          <w:tcPr>
            <w:tcW w:w="5812" w:type="dxa"/>
            <w:shd w:val="clear" w:color="auto" w:fill="auto"/>
          </w:tcPr>
          <w:p w14:paraId="0E43A910" w14:textId="718AF26D" w:rsidR="002F0DB6" w:rsidRPr="00F95FBD" w:rsidRDefault="002F0DB6" w:rsidP="002F0DB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F0DB6"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2F0DB6" w:rsidRPr="00F95FBD" w:rsidRDefault="002F0DB6" w:rsidP="002F0DB6">
            <w:pPr>
              <w:pStyle w:val="Tabulka"/>
            </w:pPr>
            <w:r w:rsidRPr="00F95FBD">
              <w:t>Adresa</w:t>
            </w:r>
          </w:p>
        </w:tc>
        <w:tc>
          <w:tcPr>
            <w:tcW w:w="5812" w:type="dxa"/>
            <w:shd w:val="clear" w:color="auto" w:fill="auto"/>
          </w:tcPr>
          <w:p w14:paraId="03095CD5" w14:textId="13B46A43"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F0DB6"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2F0DB6" w:rsidRPr="00F95FBD" w:rsidRDefault="002F0DB6" w:rsidP="002F0DB6">
            <w:pPr>
              <w:pStyle w:val="Tabulka"/>
            </w:pPr>
            <w:r w:rsidRPr="00F95FBD">
              <w:t>E-mail</w:t>
            </w:r>
          </w:p>
        </w:tc>
        <w:tc>
          <w:tcPr>
            <w:tcW w:w="5812" w:type="dxa"/>
            <w:shd w:val="clear" w:color="auto" w:fill="auto"/>
          </w:tcPr>
          <w:p w14:paraId="24346915" w14:textId="036E4B7F"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F0DB6"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2F0DB6" w:rsidRPr="00F95FBD" w:rsidRDefault="002F0DB6" w:rsidP="002F0DB6">
            <w:pPr>
              <w:pStyle w:val="Tabulka"/>
            </w:pPr>
            <w:r w:rsidRPr="00F95FBD">
              <w:t>Telefon</w:t>
            </w:r>
          </w:p>
        </w:tc>
        <w:tc>
          <w:tcPr>
            <w:tcW w:w="5812" w:type="dxa"/>
            <w:shd w:val="clear" w:color="auto" w:fill="auto"/>
          </w:tcPr>
          <w:p w14:paraId="3EE1A687" w14:textId="5655781E" w:rsidR="002F0DB6" w:rsidRPr="00F95FBD" w:rsidRDefault="002F0DB6" w:rsidP="002F0DB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lastRenderedPageBreak/>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528FEF04"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4B2EBC9C"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41EC9A05"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33FF8F1B" w:rsidR="00817F98" w:rsidRDefault="00817F98" w:rsidP="00817F98">
      <w:pPr>
        <w:pStyle w:val="Textbezodsazen"/>
      </w:pPr>
    </w:p>
    <w:p w14:paraId="369F6C04" w14:textId="1E1D3343" w:rsidR="00AE4472" w:rsidRPr="00F95FBD" w:rsidRDefault="00AE4472" w:rsidP="00AE4472">
      <w:pPr>
        <w:pStyle w:val="Nadpistabulky"/>
        <w:rPr>
          <w:sz w:val="18"/>
          <w:szCs w:val="18"/>
        </w:rPr>
      </w:pPr>
      <w:r>
        <w:rPr>
          <w:sz w:val="18"/>
          <w:szCs w:val="18"/>
        </w:rPr>
        <w:t>S</w:t>
      </w:r>
      <w:r w:rsidRPr="00EC707C">
        <w:rPr>
          <w:sz w:val="18"/>
          <w:szCs w:val="18"/>
        </w:rPr>
        <w:t xml:space="preserve">pecialista </w:t>
      </w:r>
      <w:r w:rsidRPr="00AE4472">
        <w:rPr>
          <w:sz w:val="18"/>
          <w:szCs w:val="18"/>
        </w:rPr>
        <w:t xml:space="preserve">na hodnocení ekonomické efektivnosti </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E4472" w:rsidRPr="00F95FBD" w14:paraId="132DDE0F" w14:textId="77777777" w:rsidTr="00BF5F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FFADB9" w14:textId="77777777" w:rsidR="00AE4472" w:rsidRPr="00F95FBD" w:rsidRDefault="00AE4472" w:rsidP="00BF5F20">
            <w:pPr>
              <w:pStyle w:val="Tabulka"/>
              <w:rPr>
                <w:rStyle w:val="Nadpisvtabulce"/>
              </w:rPr>
            </w:pPr>
            <w:r w:rsidRPr="00F95FBD">
              <w:rPr>
                <w:rStyle w:val="Nadpisvtabulce"/>
              </w:rPr>
              <w:t>Jméno a příjmení</w:t>
            </w:r>
          </w:p>
        </w:tc>
        <w:tc>
          <w:tcPr>
            <w:tcW w:w="5812" w:type="dxa"/>
            <w:shd w:val="clear" w:color="auto" w:fill="auto"/>
          </w:tcPr>
          <w:p w14:paraId="17B844A3" w14:textId="77777777" w:rsidR="00AE4472" w:rsidRPr="00F95FBD" w:rsidRDefault="00AE4472" w:rsidP="00BF5F2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4472" w:rsidRPr="00F95FBD" w14:paraId="3A62D467" w14:textId="77777777" w:rsidTr="00BF5F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ACABCE" w14:textId="77777777" w:rsidR="00AE4472" w:rsidRPr="00F95FBD" w:rsidRDefault="00AE4472" w:rsidP="00BF5F20">
            <w:pPr>
              <w:pStyle w:val="Tabulka"/>
            </w:pPr>
            <w:r w:rsidRPr="00F95FBD">
              <w:t>Adresa</w:t>
            </w:r>
          </w:p>
        </w:tc>
        <w:tc>
          <w:tcPr>
            <w:tcW w:w="5812" w:type="dxa"/>
            <w:shd w:val="clear" w:color="auto" w:fill="auto"/>
          </w:tcPr>
          <w:p w14:paraId="3847ED2E"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14:paraId="6D3370E9" w14:textId="77777777" w:rsidTr="00BF5F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B5353" w14:textId="77777777" w:rsidR="00AE4472" w:rsidRPr="00F95FBD" w:rsidRDefault="00AE4472" w:rsidP="00BF5F20">
            <w:pPr>
              <w:pStyle w:val="Tabulka"/>
            </w:pPr>
            <w:r w:rsidRPr="00F95FBD">
              <w:t>E-mail</w:t>
            </w:r>
          </w:p>
        </w:tc>
        <w:tc>
          <w:tcPr>
            <w:tcW w:w="5812" w:type="dxa"/>
            <w:shd w:val="clear" w:color="auto" w:fill="auto"/>
          </w:tcPr>
          <w:p w14:paraId="2238842D"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14:paraId="58C82E79" w14:textId="77777777" w:rsidTr="00BF5F2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8E2F" w14:textId="77777777" w:rsidR="00AE4472" w:rsidRPr="00F95FBD" w:rsidRDefault="00AE4472" w:rsidP="00BF5F20">
            <w:pPr>
              <w:pStyle w:val="Tabulka"/>
            </w:pPr>
            <w:r w:rsidRPr="00F95FBD">
              <w:t>Telefon</w:t>
            </w:r>
          </w:p>
        </w:tc>
        <w:tc>
          <w:tcPr>
            <w:tcW w:w="5812" w:type="dxa"/>
            <w:shd w:val="clear" w:color="auto" w:fill="auto"/>
          </w:tcPr>
          <w:p w14:paraId="5D7E7E82" w14:textId="77777777"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21D520" w14:textId="77777777" w:rsidR="00AE4472" w:rsidRDefault="00AE4472"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0E941FA3" w:rsidR="004436EE" w:rsidRPr="004436EE" w:rsidRDefault="00B14D1C" w:rsidP="0020397D">
            <w:pPr>
              <w:pStyle w:val="Tabulka"/>
              <w:cnfStyle w:val="000000000000" w:firstRow="0" w:lastRow="0" w:firstColumn="0" w:lastColumn="0" w:oddVBand="0" w:evenVBand="0" w:oddHBand="0" w:evenHBand="0" w:firstRowFirstColumn="0" w:firstRowLastColumn="0" w:lastRowFirstColumn="0" w:lastRowLastColumn="0"/>
            </w:pPr>
            <w:r>
              <w:t>20 000 000,-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4B82CFA" w:rsidR="00D0544F" w:rsidRPr="00C66209" w:rsidRDefault="001253D6" w:rsidP="00954AF5">
            <w:pPr>
              <w:pStyle w:val="Tabulka"/>
            </w:pPr>
            <w:r>
              <w:t>NEOBSAZENO</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19023" w14:textId="77777777" w:rsidR="003C4C58" w:rsidRDefault="003C4C58" w:rsidP="00962258">
      <w:pPr>
        <w:spacing w:after="0" w:line="240" w:lineRule="auto"/>
      </w:pPr>
      <w:r>
        <w:separator/>
      </w:r>
    </w:p>
  </w:endnote>
  <w:endnote w:type="continuationSeparator" w:id="0">
    <w:p w14:paraId="6D43005A" w14:textId="77777777" w:rsidR="003C4C58" w:rsidRDefault="003C4C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1858" w:rsidRPr="003462EB" w14:paraId="13DFE227" w14:textId="77777777" w:rsidTr="001B77EA">
      <w:trPr>
        <w:trHeight w:val="247"/>
      </w:trPr>
      <w:tc>
        <w:tcPr>
          <w:tcW w:w="907" w:type="dxa"/>
          <w:tcMar>
            <w:left w:w="0" w:type="dxa"/>
            <w:right w:w="0" w:type="dxa"/>
          </w:tcMar>
          <w:vAlign w:val="bottom"/>
        </w:tcPr>
        <w:p w14:paraId="597325F8" w14:textId="6A89ED84"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1C3563A7" w:rsidR="00D01858" w:rsidRPr="005F4353" w:rsidRDefault="00D01858"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D103D" w:rsidRPr="006D103D">
            <w:rPr>
              <w:b/>
              <w:bCs/>
              <w:noProof/>
            </w:rPr>
            <w:t>Rekonstrukce mostů v</w:t>
          </w:r>
          <w:r w:rsidR="006D103D">
            <w:rPr>
              <w:b/>
              <w:noProof/>
            </w:rPr>
            <w:t xml:space="preserve"> km 5,104-5,457 na trati Libochovice – Vraňany</w:t>
          </w:r>
          <w:r w:rsidRPr="005F4353">
            <w:rPr>
              <w:b/>
              <w:noProof/>
            </w:rPr>
            <w:fldChar w:fldCharType="end"/>
          </w:r>
        </w:p>
        <w:p w14:paraId="4141C99A" w14:textId="165A8C64" w:rsidR="00D01858" w:rsidRPr="003462EB" w:rsidRDefault="00D01858" w:rsidP="001B77EA">
          <w:pPr>
            <w:pStyle w:val="Zpatvlevo"/>
          </w:pPr>
          <w:r>
            <w:t xml:space="preserve">Smlouva o dílo na </w:t>
          </w:r>
          <w:r w:rsidRPr="00373044">
            <w:t>zhotovení ZP+DUSP</w:t>
          </w:r>
          <w:r>
            <w:t>+PDPS+AD</w:t>
          </w:r>
        </w:p>
      </w:tc>
    </w:tr>
  </w:tbl>
  <w:p w14:paraId="0EF3B768" w14:textId="77777777" w:rsidR="00D01858" w:rsidRPr="00A50995" w:rsidRDefault="00D018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1858" w:rsidRPr="003462EB" w14:paraId="78548D9D" w14:textId="77777777" w:rsidTr="00D36695">
      <w:tc>
        <w:tcPr>
          <w:tcW w:w="907" w:type="dxa"/>
          <w:tcMar>
            <w:left w:w="0" w:type="dxa"/>
            <w:right w:w="0" w:type="dxa"/>
          </w:tcMar>
          <w:vAlign w:val="bottom"/>
        </w:tcPr>
        <w:p w14:paraId="2D9EC069" w14:textId="52A6B948"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D01858" w:rsidRPr="00671F70" w:rsidRDefault="00D01858" w:rsidP="00204180">
          <w:pPr>
            <w:pStyle w:val="Zpatvlevo"/>
            <w:rPr>
              <w:b/>
            </w:rPr>
          </w:pPr>
          <w:r w:rsidRPr="00671F70">
            <w:rPr>
              <w:b/>
            </w:rPr>
            <w:t>PŘ</w:t>
          </w:r>
          <w:r>
            <w:rPr>
              <w:b/>
            </w:rPr>
            <w:t>ÍLOHA č. 4</w:t>
          </w:r>
        </w:p>
        <w:p w14:paraId="768AC810" w14:textId="09842954" w:rsidR="00D01858" w:rsidRDefault="00D01858" w:rsidP="00204180">
          <w:pPr>
            <w:pStyle w:val="Zpatvlevo"/>
          </w:pPr>
          <w:r>
            <w:t xml:space="preserve">Smlouva o dílo – Zhotovení </w:t>
          </w:r>
          <w:r w:rsidRPr="005263A1">
            <w:t>ZP,</w:t>
          </w:r>
          <w:r>
            <w:t>DUSP + PDPS</w:t>
          </w:r>
        </w:p>
        <w:p w14:paraId="452A06D2" w14:textId="7B5A138F" w:rsidR="00D01858" w:rsidRPr="00246637" w:rsidRDefault="00D01858"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6D103D" w:rsidRPr="006D103D">
            <w:rPr>
              <w:b/>
              <w:bCs/>
              <w:noProof/>
            </w:rPr>
            <w:t>Rekonstrukce mostů v</w:t>
          </w:r>
          <w:r w:rsidR="006D103D">
            <w:rPr>
              <w:b/>
              <w:noProof/>
            </w:rPr>
            <w:t xml:space="preserve"> km 5,104-5,457 na trati Libochovice – Vraňany</w:t>
          </w:r>
          <w:r w:rsidRPr="00246637">
            <w:rPr>
              <w:b/>
              <w:noProof/>
            </w:rPr>
            <w:fldChar w:fldCharType="end"/>
          </w:r>
        </w:p>
      </w:tc>
    </w:tr>
  </w:tbl>
  <w:p w14:paraId="5EC9AC61" w14:textId="77777777" w:rsidR="00D01858" w:rsidRPr="00A50995" w:rsidRDefault="00D018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04539B7E" w14:textId="77777777" w:rsidTr="00E075DA">
      <w:tc>
        <w:tcPr>
          <w:tcW w:w="7825" w:type="dxa"/>
          <w:tcMar>
            <w:left w:w="0" w:type="dxa"/>
            <w:right w:w="0" w:type="dxa"/>
          </w:tcMar>
          <w:vAlign w:val="bottom"/>
        </w:tcPr>
        <w:p w14:paraId="2CCEA87C" w14:textId="77777777" w:rsidR="00D01858" w:rsidRPr="008C00FC" w:rsidRDefault="00D01858" w:rsidP="00204180">
          <w:pPr>
            <w:pStyle w:val="Zpatvpravo"/>
            <w:rPr>
              <w:rStyle w:val="Tun"/>
            </w:rPr>
          </w:pPr>
          <w:r w:rsidRPr="008C00FC">
            <w:rPr>
              <w:rStyle w:val="Tun"/>
            </w:rPr>
            <w:t xml:space="preserve">PŘÍLOHA č. </w:t>
          </w:r>
          <w:r>
            <w:rPr>
              <w:rStyle w:val="Tun"/>
            </w:rPr>
            <w:t>4</w:t>
          </w:r>
        </w:p>
        <w:p w14:paraId="0F2272FE" w14:textId="04383571" w:rsidR="00D01858" w:rsidRDefault="00D01858" w:rsidP="00204180">
          <w:pPr>
            <w:pStyle w:val="Zpatvpravo"/>
          </w:pPr>
          <w:r>
            <w:t xml:space="preserve">Smlouva o dílo – </w:t>
          </w:r>
          <w:r w:rsidRPr="00E54E35">
            <w:t>Zhotovení ZP,DUSP</w:t>
          </w:r>
          <w:r>
            <w:t>+PDPS +AD</w:t>
          </w:r>
        </w:p>
        <w:p w14:paraId="37A23ADD" w14:textId="1A9BAD61" w:rsidR="00D01858" w:rsidRPr="00246637" w:rsidRDefault="00D01858"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D103D" w:rsidRPr="006D103D">
            <w:rPr>
              <w:b/>
              <w:bCs/>
              <w:noProof/>
            </w:rPr>
            <w:t>Rekonstrukce mostů v</w:t>
          </w:r>
          <w:r w:rsidR="006D103D">
            <w:rPr>
              <w:b/>
              <w:noProof/>
            </w:rPr>
            <w:t xml:space="preserve"> km 5,104-5,457 na trati Libochovice – Vraňany</w:t>
          </w:r>
          <w:r w:rsidRPr="00246637">
            <w:rPr>
              <w:b/>
              <w:noProof/>
            </w:rPr>
            <w:fldChar w:fldCharType="end"/>
          </w:r>
        </w:p>
      </w:tc>
      <w:tc>
        <w:tcPr>
          <w:tcW w:w="907" w:type="dxa"/>
          <w:vAlign w:val="bottom"/>
        </w:tcPr>
        <w:p w14:paraId="65B8F9CA" w14:textId="1B5AB88E"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D01858" w:rsidRPr="00B8518B" w:rsidRDefault="00D018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03D70946" w14:textId="77777777" w:rsidTr="00B24A25">
      <w:tc>
        <w:tcPr>
          <w:tcW w:w="907" w:type="dxa"/>
          <w:tcMar>
            <w:left w:w="0" w:type="dxa"/>
            <w:right w:w="0" w:type="dxa"/>
          </w:tcMar>
          <w:vAlign w:val="bottom"/>
        </w:tcPr>
        <w:p w14:paraId="66164391" w14:textId="33E4C439"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D01858" w:rsidRPr="00671F70" w:rsidRDefault="00D01858" w:rsidP="00204180">
          <w:pPr>
            <w:pStyle w:val="Zpatvlevo"/>
            <w:rPr>
              <w:b/>
            </w:rPr>
          </w:pPr>
          <w:r w:rsidRPr="00671F70">
            <w:rPr>
              <w:b/>
            </w:rPr>
            <w:t>PŘ</w:t>
          </w:r>
          <w:r>
            <w:rPr>
              <w:b/>
            </w:rPr>
            <w:t>ÍLOHA č. 5</w:t>
          </w:r>
        </w:p>
        <w:p w14:paraId="3145C2D4" w14:textId="38BE4131" w:rsidR="00D01858" w:rsidRPr="008B0CA3" w:rsidRDefault="00D01858" w:rsidP="00246637">
          <w:pPr>
            <w:pStyle w:val="Zpatvlevo"/>
          </w:pPr>
          <w:r>
            <w:t xml:space="preserve">Smlouva o dílo – </w:t>
          </w:r>
          <w:r w:rsidRPr="008B0CA3">
            <w:t>Zhotovení ZP,DUSP+PDPS+AD</w:t>
          </w:r>
        </w:p>
        <w:p w14:paraId="5C4FFE2E" w14:textId="7CFA3113" w:rsidR="00D01858" w:rsidRPr="0020397D" w:rsidRDefault="00D01858" w:rsidP="00246637">
          <w:pPr>
            <w:pStyle w:val="Zpatvlevo"/>
            <w:rPr>
              <w:b/>
            </w:rPr>
          </w:pPr>
          <w:r w:rsidRPr="008B0CA3">
            <w:rPr>
              <w:b/>
            </w:rPr>
            <w:fldChar w:fldCharType="begin"/>
          </w:r>
          <w:r w:rsidRPr="008B0CA3">
            <w:rPr>
              <w:b/>
            </w:rPr>
            <w:instrText xml:space="preserve"> STYLEREF  _Název_akce  \* MERGEFORMAT </w:instrText>
          </w:r>
          <w:r w:rsidRPr="008B0CA3">
            <w:rPr>
              <w:b/>
            </w:rPr>
            <w:fldChar w:fldCharType="separate"/>
          </w:r>
          <w:r w:rsidR="006D103D" w:rsidRPr="006D103D">
            <w:rPr>
              <w:b/>
              <w:bCs/>
              <w:noProof/>
            </w:rPr>
            <w:t>Rekonstrukce mostů v</w:t>
          </w:r>
          <w:r w:rsidR="006D103D">
            <w:rPr>
              <w:b/>
              <w:noProof/>
            </w:rPr>
            <w:t xml:space="preserve"> km 5,104-5,457 na trati Libochovice – Vraňany</w:t>
          </w:r>
          <w:r w:rsidRPr="008B0CA3">
            <w:rPr>
              <w:b/>
              <w:noProof/>
            </w:rPr>
            <w:fldChar w:fldCharType="end"/>
          </w:r>
        </w:p>
      </w:tc>
    </w:tr>
  </w:tbl>
  <w:p w14:paraId="6B8B7EBF" w14:textId="77777777" w:rsidR="00D01858" w:rsidRPr="00A50995" w:rsidRDefault="00D018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D01858" w:rsidRPr="009E09BE" w14:paraId="59597DFF" w14:textId="77777777" w:rsidTr="00B24A25">
      <w:tc>
        <w:tcPr>
          <w:tcW w:w="12758" w:type="dxa"/>
          <w:tcMar>
            <w:left w:w="0" w:type="dxa"/>
            <w:right w:w="0" w:type="dxa"/>
          </w:tcMar>
          <w:vAlign w:val="bottom"/>
        </w:tcPr>
        <w:p w14:paraId="10ED3722" w14:textId="77777777" w:rsidR="00D01858" w:rsidRPr="008C00FC" w:rsidRDefault="00D01858" w:rsidP="00204180">
          <w:pPr>
            <w:pStyle w:val="Zpatvpravo"/>
            <w:rPr>
              <w:rStyle w:val="Tun"/>
            </w:rPr>
          </w:pPr>
          <w:r w:rsidRPr="008C00FC">
            <w:rPr>
              <w:rStyle w:val="Tun"/>
            </w:rPr>
            <w:t xml:space="preserve">PŘÍLOHA č. </w:t>
          </w:r>
          <w:r>
            <w:rPr>
              <w:rStyle w:val="Tun"/>
            </w:rPr>
            <w:t>5</w:t>
          </w:r>
        </w:p>
        <w:p w14:paraId="7768C10E" w14:textId="0948F883" w:rsidR="00D01858" w:rsidRDefault="00D01858" w:rsidP="00246637">
          <w:pPr>
            <w:pStyle w:val="Zpatvpravo"/>
          </w:pPr>
          <w:r>
            <w:t xml:space="preserve">Smlouva o dílo – </w:t>
          </w:r>
          <w:r w:rsidRPr="00F96DF5">
            <w:t>Zhotovení ZP,DUSP</w:t>
          </w:r>
          <w:r>
            <w:t>+PDP+AD</w:t>
          </w:r>
        </w:p>
        <w:p w14:paraId="08C32EA6" w14:textId="7C9C7AC7" w:rsidR="00D01858" w:rsidRPr="0020397D" w:rsidRDefault="00D01858" w:rsidP="00DF2384">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D103D" w:rsidRPr="006D103D">
            <w:rPr>
              <w:rStyle w:val="Tun"/>
              <w:b w:val="0"/>
              <w:bCs/>
              <w:noProof/>
            </w:rPr>
            <w:t>Rekonstrukce mostů v km 5,104-5,457 na trati Libochovice</w:t>
          </w:r>
          <w:r w:rsidR="006D103D">
            <w:rPr>
              <w:rStyle w:val="Tun"/>
              <w:b w:val="0"/>
              <w:noProof/>
            </w:rPr>
            <w:t xml:space="preserve"> – Vraňany</w:t>
          </w:r>
          <w:r w:rsidRPr="0020397D">
            <w:rPr>
              <w:rStyle w:val="Tun"/>
              <w:b w:val="0"/>
            </w:rPr>
            <w:fldChar w:fldCharType="end"/>
          </w:r>
          <w:r w:rsidRPr="0020397D">
            <w:rPr>
              <w:b/>
            </w:rPr>
            <w:t xml:space="preserve"> </w:t>
          </w:r>
        </w:p>
      </w:tc>
      <w:tc>
        <w:tcPr>
          <w:tcW w:w="907" w:type="dxa"/>
          <w:vAlign w:val="bottom"/>
        </w:tcPr>
        <w:p w14:paraId="42E153D2" w14:textId="5EF3B7EB" w:rsidR="00D01858" w:rsidRPr="009E09BE" w:rsidRDefault="00D01858"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D01858" w:rsidRPr="00B8518B" w:rsidRDefault="00D018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6FB3FCB0" w14:textId="77777777" w:rsidTr="00B24A25">
      <w:tc>
        <w:tcPr>
          <w:tcW w:w="907" w:type="dxa"/>
          <w:tcMar>
            <w:left w:w="0" w:type="dxa"/>
            <w:right w:w="0" w:type="dxa"/>
          </w:tcMar>
          <w:vAlign w:val="bottom"/>
        </w:tcPr>
        <w:p w14:paraId="618A5179" w14:textId="60EDDFB6"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D01858" w:rsidRPr="00671F70" w:rsidRDefault="00D01858" w:rsidP="00204180">
          <w:pPr>
            <w:pStyle w:val="Zpatvlevo"/>
            <w:rPr>
              <w:b/>
            </w:rPr>
          </w:pPr>
          <w:r w:rsidRPr="00671F70">
            <w:rPr>
              <w:b/>
            </w:rPr>
            <w:t>PŘ</w:t>
          </w:r>
          <w:r>
            <w:rPr>
              <w:b/>
            </w:rPr>
            <w:t>ÍLOHA č. 6</w:t>
          </w:r>
        </w:p>
        <w:p w14:paraId="3323341E" w14:textId="6AE93C90" w:rsidR="00D01858" w:rsidRDefault="00D01858" w:rsidP="00817F98">
          <w:pPr>
            <w:pStyle w:val="Zpatvlevo"/>
          </w:pPr>
          <w:r>
            <w:t xml:space="preserve">Smlouva o dílo – </w:t>
          </w:r>
          <w:r w:rsidRPr="005263A1">
            <w:t>Zhotovení ZP,DUSP</w:t>
          </w:r>
          <w:r>
            <w:t>+PDPS+AD</w:t>
          </w:r>
        </w:p>
        <w:p w14:paraId="68932309" w14:textId="0974E3C5" w:rsidR="00D01858" w:rsidRPr="003462EB" w:rsidRDefault="00D01858"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D103D" w:rsidRPr="006D103D">
            <w:rPr>
              <w:b/>
              <w:bCs/>
              <w:noProof/>
            </w:rPr>
            <w:t>Rekonstrukce mostů v</w:t>
          </w:r>
          <w:r w:rsidR="006D103D">
            <w:rPr>
              <w:b/>
              <w:noProof/>
            </w:rPr>
            <w:t xml:space="preserve"> km 5,104-5,457 na trati Libochovice – Vraňany</w:t>
          </w:r>
          <w:r w:rsidRPr="00FA0B76">
            <w:rPr>
              <w:b/>
              <w:noProof/>
            </w:rPr>
            <w:fldChar w:fldCharType="end"/>
          </w:r>
        </w:p>
      </w:tc>
    </w:tr>
  </w:tbl>
  <w:p w14:paraId="66F1E5C5" w14:textId="77777777" w:rsidR="00D01858" w:rsidRPr="00A50995" w:rsidRDefault="00D018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5AED1072" w14:textId="77777777" w:rsidTr="00B24A25">
      <w:tc>
        <w:tcPr>
          <w:tcW w:w="7825" w:type="dxa"/>
          <w:tcMar>
            <w:left w:w="0" w:type="dxa"/>
            <w:right w:w="0" w:type="dxa"/>
          </w:tcMar>
          <w:vAlign w:val="bottom"/>
        </w:tcPr>
        <w:p w14:paraId="0A9E202E" w14:textId="77777777" w:rsidR="00D01858" w:rsidRPr="008C00FC" w:rsidRDefault="00D01858" w:rsidP="00204180">
          <w:pPr>
            <w:pStyle w:val="Zpatvpravo"/>
            <w:rPr>
              <w:rStyle w:val="Tun"/>
            </w:rPr>
          </w:pPr>
          <w:r w:rsidRPr="008C00FC">
            <w:rPr>
              <w:rStyle w:val="Tun"/>
            </w:rPr>
            <w:t xml:space="preserve">PŘÍLOHA č. </w:t>
          </w:r>
          <w:r>
            <w:rPr>
              <w:rStyle w:val="Tun"/>
            </w:rPr>
            <w:t>6</w:t>
          </w:r>
        </w:p>
        <w:p w14:paraId="6F452AD9" w14:textId="6E350867" w:rsidR="00D01858" w:rsidRDefault="00D01858" w:rsidP="00204180">
          <w:pPr>
            <w:pStyle w:val="Zpatvpravo"/>
          </w:pPr>
          <w:r>
            <w:t xml:space="preserve">Smlouva o dílo – </w:t>
          </w:r>
          <w:r w:rsidRPr="0048001B">
            <w:t>Zhotovení ZP,DUSP</w:t>
          </w:r>
          <w:r>
            <w:t xml:space="preserve">+PDPS+AD </w:t>
          </w:r>
        </w:p>
        <w:p w14:paraId="4B89B221" w14:textId="2C3F32AB" w:rsidR="00D01858" w:rsidRPr="00612EE8" w:rsidRDefault="00D0185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D103D" w:rsidRPr="006D103D">
            <w:rPr>
              <w:b/>
              <w:bCs/>
              <w:noProof/>
            </w:rPr>
            <w:t>Rekonstrukce mostů v</w:t>
          </w:r>
          <w:r w:rsidR="006D103D">
            <w:rPr>
              <w:b/>
              <w:noProof/>
            </w:rPr>
            <w:t xml:space="preserve"> km 5,104-5,457 na trati Libochovice – Vraňany</w:t>
          </w:r>
          <w:r w:rsidRPr="00FA0B76">
            <w:rPr>
              <w:b/>
              <w:noProof/>
            </w:rPr>
            <w:fldChar w:fldCharType="end"/>
          </w:r>
        </w:p>
      </w:tc>
      <w:tc>
        <w:tcPr>
          <w:tcW w:w="907" w:type="dxa"/>
          <w:vAlign w:val="bottom"/>
        </w:tcPr>
        <w:p w14:paraId="7C837A05" w14:textId="3ADF76EC"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D01858" w:rsidRPr="00B8518B" w:rsidRDefault="00D018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79CA559A" w14:textId="77777777" w:rsidTr="00B24A25">
      <w:tc>
        <w:tcPr>
          <w:tcW w:w="907" w:type="dxa"/>
          <w:tcMar>
            <w:left w:w="0" w:type="dxa"/>
            <w:right w:w="0" w:type="dxa"/>
          </w:tcMar>
          <w:vAlign w:val="bottom"/>
        </w:tcPr>
        <w:p w14:paraId="45558156"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D01858" w:rsidRPr="00671F70" w:rsidRDefault="00D01858" w:rsidP="00204180">
          <w:pPr>
            <w:pStyle w:val="Zpatvlevo"/>
            <w:rPr>
              <w:b/>
            </w:rPr>
          </w:pPr>
          <w:r w:rsidRPr="00671F70">
            <w:rPr>
              <w:b/>
            </w:rPr>
            <w:t>PŘ</w:t>
          </w:r>
          <w:r>
            <w:rPr>
              <w:b/>
            </w:rPr>
            <w:t>ÍLOHA č. 7</w:t>
          </w:r>
        </w:p>
        <w:p w14:paraId="177D4AC8" w14:textId="77777777" w:rsidR="00D01858" w:rsidRDefault="00D01858" w:rsidP="00204180">
          <w:pPr>
            <w:pStyle w:val="Zpatvlevo"/>
          </w:pPr>
          <w:r>
            <w:t>Smlouva o dílo – Zhotovení DUSP+PDPS+AD</w:t>
          </w:r>
        </w:p>
        <w:p w14:paraId="3CAAA6B6" w14:textId="52EDA785"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6242EBB4" w14:textId="77777777" w:rsidR="00D01858" w:rsidRPr="00A50995" w:rsidRDefault="00D018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04798868" w14:textId="77777777" w:rsidTr="00B24A25">
      <w:tc>
        <w:tcPr>
          <w:tcW w:w="7825" w:type="dxa"/>
          <w:tcMar>
            <w:left w:w="0" w:type="dxa"/>
            <w:right w:w="0" w:type="dxa"/>
          </w:tcMar>
          <w:vAlign w:val="bottom"/>
        </w:tcPr>
        <w:p w14:paraId="4A18D75B" w14:textId="77777777" w:rsidR="00D01858" w:rsidRPr="008C00FC" w:rsidRDefault="00D01858" w:rsidP="00204180">
          <w:pPr>
            <w:pStyle w:val="Zpatvpravo"/>
            <w:rPr>
              <w:rStyle w:val="Tun"/>
            </w:rPr>
          </w:pPr>
          <w:r w:rsidRPr="008C00FC">
            <w:rPr>
              <w:rStyle w:val="Tun"/>
            </w:rPr>
            <w:t xml:space="preserve">PŘÍLOHA č. </w:t>
          </w:r>
          <w:r>
            <w:rPr>
              <w:rStyle w:val="Tun"/>
            </w:rPr>
            <w:t>7</w:t>
          </w:r>
        </w:p>
        <w:p w14:paraId="360AA5AF" w14:textId="1CA3623F" w:rsidR="00D01858" w:rsidRDefault="00D01858" w:rsidP="00204180">
          <w:pPr>
            <w:pStyle w:val="Zpatvpravo"/>
          </w:pPr>
          <w:r>
            <w:t xml:space="preserve">Smlouva o dílo – </w:t>
          </w:r>
          <w:r w:rsidRPr="00BC4DC5">
            <w:t>Zhotovení ZP,DUSP</w:t>
          </w:r>
          <w:r>
            <w:t xml:space="preserve">+PDPS+AD </w:t>
          </w:r>
        </w:p>
        <w:p w14:paraId="51830C6E" w14:textId="39AE7FB8" w:rsidR="00D01858" w:rsidRPr="00612EE8" w:rsidRDefault="00D0185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D103D" w:rsidRPr="006D103D">
            <w:rPr>
              <w:b/>
              <w:bCs/>
              <w:noProof/>
            </w:rPr>
            <w:t>Rekonstrukce mostů v</w:t>
          </w:r>
          <w:r w:rsidR="006D103D">
            <w:rPr>
              <w:b/>
              <w:noProof/>
            </w:rPr>
            <w:t xml:space="preserve"> km 5,104-5,457 na trati Libochovice – Vraňany</w:t>
          </w:r>
          <w:r w:rsidRPr="00FA0B76">
            <w:rPr>
              <w:b/>
              <w:noProof/>
            </w:rPr>
            <w:fldChar w:fldCharType="end"/>
          </w:r>
          <w:r w:rsidRPr="00612EE8">
            <w:rPr>
              <w:rStyle w:val="Tun"/>
            </w:rPr>
            <w:t xml:space="preserve"> </w:t>
          </w:r>
        </w:p>
      </w:tc>
      <w:tc>
        <w:tcPr>
          <w:tcW w:w="907" w:type="dxa"/>
          <w:vAlign w:val="bottom"/>
        </w:tcPr>
        <w:p w14:paraId="2B80BA58" w14:textId="39E06870"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D01858" w:rsidRPr="00B8518B" w:rsidRDefault="00D018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6EC7719E" w14:textId="77777777" w:rsidTr="00B24A25">
      <w:tc>
        <w:tcPr>
          <w:tcW w:w="907" w:type="dxa"/>
          <w:tcMar>
            <w:left w:w="0" w:type="dxa"/>
            <w:right w:w="0" w:type="dxa"/>
          </w:tcMar>
          <w:vAlign w:val="bottom"/>
        </w:tcPr>
        <w:p w14:paraId="069986E1"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D01858" w:rsidRPr="00671F70" w:rsidRDefault="00D01858" w:rsidP="00204180">
          <w:pPr>
            <w:pStyle w:val="Zpatvlevo"/>
            <w:rPr>
              <w:b/>
            </w:rPr>
          </w:pPr>
          <w:r w:rsidRPr="00671F70">
            <w:rPr>
              <w:b/>
            </w:rPr>
            <w:t>PŘ</w:t>
          </w:r>
          <w:r>
            <w:rPr>
              <w:b/>
            </w:rPr>
            <w:t>ÍLOHA č. 8</w:t>
          </w:r>
        </w:p>
        <w:p w14:paraId="5CA2E34D" w14:textId="77777777" w:rsidR="00D01858" w:rsidRDefault="00D01858" w:rsidP="00204180">
          <w:pPr>
            <w:pStyle w:val="Zpatvlevo"/>
          </w:pPr>
          <w:r>
            <w:t>Smlouva o dílo – Zhotovení DUSP+PDPS+AD</w:t>
          </w:r>
        </w:p>
        <w:p w14:paraId="6FF6EBF8" w14:textId="6CDCF88F"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745EA338" w14:textId="77777777" w:rsidR="00D01858" w:rsidRPr="00A50995" w:rsidRDefault="00D018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6A020576" w14:textId="77777777" w:rsidTr="00933F20">
      <w:tc>
        <w:tcPr>
          <w:tcW w:w="7825" w:type="dxa"/>
          <w:tcMar>
            <w:left w:w="0" w:type="dxa"/>
            <w:right w:w="0" w:type="dxa"/>
          </w:tcMar>
          <w:vAlign w:val="bottom"/>
        </w:tcPr>
        <w:p w14:paraId="791093D8" w14:textId="77777777" w:rsidR="00D01858" w:rsidRPr="008C00FC" w:rsidRDefault="00D01858" w:rsidP="00204180">
          <w:pPr>
            <w:pStyle w:val="Zpatvpravo"/>
            <w:rPr>
              <w:rStyle w:val="Tun"/>
            </w:rPr>
          </w:pPr>
          <w:r w:rsidRPr="008C00FC">
            <w:rPr>
              <w:rStyle w:val="Tun"/>
            </w:rPr>
            <w:t xml:space="preserve">PŘÍLOHA č. </w:t>
          </w:r>
          <w:r>
            <w:rPr>
              <w:rStyle w:val="Tun"/>
            </w:rPr>
            <w:t>8</w:t>
          </w:r>
        </w:p>
        <w:p w14:paraId="0C04BB2F" w14:textId="76688A6E" w:rsidR="00D01858" w:rsidRDefault="00D01858" w:rsidP="00204180">
          <w:pPr>
            <w:pStyle w:val="Zpatvpravo"/>
          </w:pPr>
          <w:r>
            <w:t xml:space="preserve">Smlouva o dílo – </w:t>
          </w:r>
          <w:r w:rsidRPr="00795E6A">
            <w:t>Zhotovení ZP,DUSP</w:t>
          </w:r>
          <w:r>
            <w:t>+PDPS+AD</w:t>
          </w:r>
        </w:p>
        <w:p w14:paraId="2C8DBB57" w14:textId="03367482" w:rsidR="00D01858" w:rsidRPr="00612EE8" w:rsidRDefault="00D0185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D103D" w:rsidRPr="006D103D">
            <w:rPr>
              <w:b/>
              <w:bCs/>
              <w:noProof/>
            </w:rPr>
            <w:t>Rekonstrukce mostů v</w:t>
          </w:r>
          <w:r w:rsidR="006D103D">
            <w:rPr>
              <w:b/>
              <w:noProof/>
            </w:rPr>
            <w:t xml:space="preserve"> km 5,104-5,457 na trati Libochovice – Vraňany</w:t>
          </w:r>
          <w:r w:rsidRPr="00FA0B76">
            <w:rPr>
              <w:b/>
              <w:noProof/>
            </w:rPr>
            <w:fldChar w:fldCharType="end"/>
          </w:r>
          <w:r w:rsidRPr="00612EE8">
            <w:rPr>
              <w:rStyle w:val="Tun"/>
            </w:rPr>
            <w:t xml:space="preserve"> </w:t>
          </w:r>
        </w:p>
      </w:tc>
      <w:tc>
        <w:tcPr>
          <w:tcW w:w="907" w:type="dxa"/>
          <w:vAlign w:val="bottom"/>
        </w:tcPr>
        <w:p w14:paraId="5458B419" w14:textId="04E09EDE"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D01858" w:rsidRPr="00B8518B" w:rsidRDefault="00D018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01858" w:rsidRPr="009E09BE" w14:paraId="24636B96" w14:textId="77777777" w:rsidTr="001B77EA">
      <w:tc>
        <w:tcPr>
          <w:tcW w:w="7873" w:type="dxa"/>
          <w:vAlign w:val="bottom"/>
        </w:tcPr>
        <w:p w14:paraId="5AB77483" w14:textId="7F9DFC03" w:rsidR="00D01858" w:rsidRPr="00EF1EEF" w:rsidRDefault="00D01858" w:rsidP="001B77EA">
          <w:pPr>
            <w:pStyle w:val="Zpatvpravo"/>
            <w:rPr>
              <w:b/>
            </w:rPr>
          </w:pPr>
          <w:r w:rsidRPr="00EF1EEF">
            <w:rPr>
              <w:b/>
            </w:rPr>
            <w:fldChar w:fldCharType="begin"/>
          </w:r>
          <w:r w:rsidRPr="00EF1EEF">
            <w:rPr>
              <w:b/>
            </w:rPr>
            <w:instrText xml:space="preserve"> STYLEREF  _Název_akce  \* MERGEFORMAT </w:instrText>
          </w:r>
          <w:r w:rsidRPr="00EF1EEF">
            <w:rPr>
              <w:b/>
            </w:rPr>
            <w:fldChar w:fldCharType="separate"/>
          </w:r>
          <w:r w:rsidR="006D103D" w:rsidRPr="006D103D">
            <w:rPr>
              <w:b/>
              <w:bCs/>
              <w:noProof/>
            </w:rPr>
            <w:t>Rekonstrukce mostů v</w:t>
          </w:r>
          <w:r w:rsidR="006D103D">
            <w:rPr>
              <w:b/>
              <w:noProof/>
            </w:rPr>
            <w:t xml:space="preserve"> km 5,104-5,457 na trati Libochovice – Vraňany</w:t>
          </w:r>
          <w:r w:rsidRPr="00EF1EEF">
            <w:rPr>
              <w:b/>
              <w:noProof/>
            </w:rPr>
            <w:fldChar w:fldCharType="end"/>
          </w:r>
        </w:p>
        <w:p w14:paraId="4AFD9FE1" w14:textId="6CC291F4" w:rsidR="00D01858" w:rsidRPr="003462EB" w:rsidRDefault="00D01858" w:rsidP="001B77EA">
          <w:pPr>
            <w:pStyle w:val="Zpatvpravo"/>
          </w:pPr>
          <w:r>
            <w:t xml:space="preserve">Smlouva o dílo na </w:t>
          </w:r>
          <w:r w:rsidRPr="00084049">
            <w:t>zhotovení ZP,DUSP</w:t>
          </w:r>
          <w:r>
            <w:t>+PDPS+AD</w:t>
          </w:r>
        </w:p>
      </w:tc>
      <w:tc>
        <w:tcPr>
          <w:tcW w:w="859" w:type="dxa"/>
          <w:vAlign w:val="bottom"/>
        </w:tcPr>
        <w:p w14:paraId="7EEB4FDA" w14:textId="724FBFFF"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D01858" w:rsidRPr="00B8518B" w:rsidRDefault="00D01858"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49B55F4A" w14:textId="77777777" w:rsidTr="00B24A25">
      <w:tc>
        <w:tcPr>
          <w:tcW w:w="907" w:type="dxa"/>
          <w:tcMar>
            <w:left w:w="0" w:type="dxa"/>
            <w:right w:w="0" w:type="dxa"/>
          </w:tcMar>
          <w:vAlign w:val="bottom"/>
        </w:tcPr>
        <w:p w14:paraId="08E7F6A5"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D01858" w:rsidRPr="00671F70" w:rsidRDefault="00D01858" w:rsidP="00204180">
          <w:pPr>
            <w:pStyle w:val="Zpatvlevo"/>
            <w:rPr>
              <w:b/>
            </w:rPr>
          </w:pPr>
          <w:r w:rsidRPr="00671F70">
            <w:rPr>
              <w:b/>
            </w:rPr>
            <w:t>PŘ</w:t>
          </w:r>
          <w:r>
            <w:rPr>
              <w:b/>
            </w:rPr>
            <w:t>ÍLOHA č. 9</w:t>
          </w:r>
        </w:p>
        <w:p w14:paraId="4D00CC4B" w14:textId="77777777" w:rsidR="00D01858" w:rsidRDefault="00D01858" w:rsidP="00204180">
          <w:pPr>
            <w:pStyle w:val="Zpatvlevo"/>
          </w:pPr>
          <w:r>
            <w:t>Smlouva o dílo – Zhotovení DUSP+PDPS+AD</w:t>
          </w:r>
        </w:p>
        <w:p w14:paraId="32AA48BE" w14:textId="57F595D3"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4E15718C" w14:textId="77777777" w:rsidR="00D01858" w:rsidRPr="00A50995" w:rsidRDefault="00D018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41FB4AE0" w14:textId="77777777" w:rsidTr="00933F20">
      <w:tc>
        <w:tcPr>
          <w:tcW w:w="7825" w:type="dxa"/>
          <w:tcMar>
            <w:left w:w="0" w:type="dxa"/>
            <w:right w:w="0" w:type="dxa"/>
          </w:tcMar>
          <w:vAlign w:val="bottom"/>
        </w:tcPr>
        <w:p w14:paraId="7128FF4C" w14:textId="77777777" w:rsidR="00D01858" w:rsidRPr="008C00FC" w:rsidRDefault="00D01858" w:rsidP="00204180">
          <w:pPr>
            <w:pStyle w:val="Zpatvpravo"/>
            <w:rPr>
              <w:rStyle w:val="Tun"/>
            </w:rPr>
          </w:pPr>
          <w:r w:rsidRPr="008C00FC">
            <w:rPr>
              <w:rStyle w:val="Tun"/>
            </w:rPr>
            <w:t xml:space="preserve">PŘÍLOHA č. </w:t>
          </w:r>
          <w:r>
            <w:rPr>
              <w:rStyle w:val="Tun"/>
            </w:rPr>
            <w:t>9</w:t>
          </w:r>
        </w:p>
        <w:p w14:paraId="4CD6F055" w14:textId="2C11C6DD" w:rsidR="00D01858" w:rsidRDefault="00D01858" w:rsidP="00204180">
          <w:pPr>
            <w:pStyle w:val="Zpatvpravo"/>
          </w:pPr>
          <w:r>
            <w:t xml:space="preserve">Smlouva o dílo – </w:t>
          </w:r>
          <w:r w:rsidRPr="00795E6A">
            <w:t>Zhotovení ZP,DUSP</w:t>
          </w:r>
          <w:r>
            <w:t xml:space="preserve">+PDPS+AD </w:t>
          </w:r>
        </w:p>
        <w:p w14:paraId="6CCED21B" w14:textId="1FA44028" w:rsidR="00D01858" w:rsidRPr="0020397D" w:rsidRDefault="00D01858"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6D103D" w:rsidRPr="006D103D">
            <w:rPr>
              <w:rStyle w:val="Tun"/>
              <w:bCs/>
              <w:noProof/>
            </w:rPr>
            <w:t>Rekonstrukce mostů v km 5,104-5,457 na trati Libochovice</w:t>
          </w:r>
          <w:r w:rsidR="006D103D">
            <w:rPr>
              <w:rStyle w:val="Tun"/>
              <w:noProof/>
            </w:rPr>
            <w:t xml:space="preserve"> – Vraňany</w:t>
          </w:r>
          <w:r w:rsidRPr="0020397D">
            <w:rPr>
              <w:rStyle w:val="Tun"/>
            </w:rPr>
            <w:fldChar w:fldCharType="end"/>
          </w:r>
        </w:p>
      </w:tc>
      <w:tc>
        <w:tcPr>
          <w:tcW w:w="907" w:type="dxa"/>
          <w:vAlign w:val="bottom"/>
        </w:tcPr>
        <w:p w14:paraId="555F3EDB" w14:textId="6FB6A49C"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D01858" w:rsidRPr="00B8518B" w:rsidRDefault="00D0185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1858" w:rsidRPr="003462EB" w14:paraId="0CE79520" w14:textId="77777777" w:rsidTr="00B24A25">
      <w:tc>
        <w:tcPr>
          <w:tcW w:w="907" w:type="dxa"/>
          <w:tcMar>
            <w:left w:w="0" w:type="dxa"/>
            <w:right w:w="0" w:type="dxa"/>
          </w:tcMar>
          <w:vAlign w:val="bottom"/>
        </w:tcPr>
        <w:p w14:paraId="0C5474A1"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D01858" w:rsidRPr="00671F70" w:rsidRDefault="00D01858" w:rsidP="00204180">
          <w:pPr>
            <w:pStyle w:val="Zpatvlevo"/>
            <w:rPr>
              <w:b/>
            </w:rPr>
          </w:pPr>
          <w:r w:rsidRPr="00671F70">
            <w:rPr>
              <w:b/>
            </w:rPr>
            <w:t>PŘ</w:t>
          </w:r>
          <w:r>
            <w:rPr>
              <w:b/>
            </w:rPr>
            <w:t>ÍLOHA č. 10</w:t>
          </w:r>
        </w:p>
        <w:p w14:paraId="019B5EA2" w14:textId="77777777" w:rsidR="00D01858" w:rsidRDefault="00D01858" w:rsidP="00204180">
          <w:pPr>
            <w:pStyle w:val="Zpatvlevo"/>
          </w:pPr>
          <w:r>
            <w:t>Smlouva o dílo – Zhotovení DUSP+PDPS+AD</w:t>
          </w:r>
        </w:p>
        <w:p w14:paraId="408A18D6" w14:textId="38768C5A"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2B50A13A" w14:textId="77777777" w:rsidR="00D01858" w:rsidRPr="00A50995" w:rsidRDefault="00D0185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04810D1B" w14:textId="77777777" w:rsidTr="00933F20">
      <w:tc>
        <w:tcPr>
          <w:tcW w:w="7825" w:type="dxa"/>
          <w:tcMar>
            <w:left w:w="0" w:type="dxa"/>
            <w:right w:w="0" w:type="dxa"/>
          </w:tcMar>
          <w:vAlign w:val="bottom"/>
        </w:tcPr>
        <w:p w14:paraId="49DBA7A6" w14:textId="77777777" w:rsidR="00D01858" w:rsidRPr="008C00FC" w:rsidRDefault="00D01858" w:rsidP="00204180">
          <w:pPr>
            <w:pStyle w:val="Zpatvpravo"/>
            <w:rPr>
              <w:rStyle w:val="Tun"/>
            </w:rPr>
          </w:pPr>
          <w:r w:rsidRPr="008C00FC">
            <w:rPr>
              <w:rStyle w:val="Tun"/>
            </w:rPr>
            <w:t xml:space="preserve">PŘÍLOHA č. </w:t>
          </w:r>
          <w:r>
            <w:rPr>
              <w:rStyle w:val="Tun"/>
            </w:rPr>
            <w:t>10</w:t>
          </w:r>
        </w:p>
        <w:p w14:paraId="0ABB5F27" w14:textId="5A4005A9" w:rsidR="00D01858" w:rsidRDefault="00D01858" w:rsidP="00204180">
          <w:pPr>
            <w:pStyle w:val="Zpatvpravo"/>
          </w:pPr>
          <w:r>
            <w:t xml:space="preserve">Smlouva o dílo – </w:t>
          </w:r>
          <w:r w:rsidRPr="00795E6A">
            <w:t>Zhotovení ZP,DUSP+</w:t>
          </w:r>
          <w:r>
            <w:t xml:space="preserve">PDPS+AD </w:t>
          </w:r>
        </w:p>
        <w:p w14:paraId="513E1875" w14:textId="128BA445" w:rsidR="00D01858" w:rsidRPr="000A766D" w:rsidRDefault="00D01858" w:rsidP="00204180">
          <w:pPr>
            <w:pStyle w:val="Zpatvpravo"/>
            <w:rPr>
              <w:rStyle w:val="Tun"/>
            </w:rPr>
          </w:pPr>
          <w:r w:rsidRPr="000A766D">
            <w:rPr>
              <w:rStyle w:val="Tun"/>
            </w:rPr>
            <w:fldChar w:fldCharType="begin"/>
          </w:r>
          <w:r w:rsidRPr="000A766D">
            <w:rPr>
              <w:rStyle w:val="Tun"/>
            </w:rPr>
            <w:instrText xml:space="preserve"> STYLEREF  _Název_akce  \* MERGEFORMAT </w:instrText>
          </w:r>
          <w:r w:rsidRPr="000A766D">
            <w:rPr>
              <w:rStyle w:val="Tun"/>
            </w:rPr>
            <w:fldChar w:fldCharType="separate"/>
          </w:r>
          <w:r w:rsidR="006D103D" w:rsidRPr="006D103D">
            <w:rPr>
              <w:rStyle w:val="Tun"/>
              <w:bCs/>
              <w:noProof/>
            </w:rPr>
            <w:t>Rekonstrukce mostů v km 5,104-5,457 na trati Libochovice</w:t>
          </w:r>
          <w:r w:rsidR="006D103D">
            <w:rPr>
              <w:rStyle w:val="Tun"/>
              <w:noProof/>
            </w:rPr>
            <w:t xml:space="preserve"> – Vraňany</w:t>
          </w:r>
          <w:r w:rsidRPr="000A766D">
            <w:rPr>
              <w:rStyle w:val="Tun"/>
            </w:rPr>
            <w:fldChar w:fldCharType="end"/>
          </w:r>
        </w:p>
      </w:tc>
      <w:tc>
        <w:tcPr>
          <w:tcW w:w="907" w:type="dxa"/>
          <w:vAlign w:val="bottom"/>
        </w:tcPr>
        <w:p w14:paraId="563D30AC" w14:textId="376F4155"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D01858" w:rsidRPr="00B8518B" w:rsidRDefault="00D0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D01858" w:rsidRPr="00B8518B" w:rsidRDefault="00D01858" w:rsidP="00F9740F">
    <w:pPr>
      <w:pStyle w:val="Zpat"/>
      <w:rPr>
        <w:sz w:val="2"/>
        <w:szCs w:val="2"/>
      </w:rPr>
    </w:pPr>
  </w:p>
  <w:p w14:paraId="225873FF" w14:textId="77777777" w:rsidR="00D01858" w:rsidRPr="00B8518B" w:rsidRDefault="00D01858" w:rsidP="00E80769">
    <w:pPr>
      <w:pStyle w:val="Zpat"/>
      <w:rPr>
        <w:sz w:val="2"/>
        <w:szCs w:val="2"/>
      </w:rPr>
    </w:pPr>
  </w:p>
  <w:p w14:paraId="3666C100" w14:textId="77777777" w:rsidR="00D01858" w:rsidRPr="00B8518B" w:rsidRDefault="00D01858" w:rsidP="00E80769">
    <w:pPr>
      <w:pStyle w:val="Zpat"/>
      <w:rPr>
        <w:sz w:val="2"/>
        <w:szCs w:val="2"/>
      </w:rPr>
    </w:pPr>
  </w:p>
  <w:p w14:paraId="1F06DBCB" w14:textId="77777777" w:rsidR="00D01858" w:rsidRDefault="00D01858" w:rsidP="00E80769">
    <w:pPr>
      <w:pStyle w:val="Zpat"/>
      <w:rPr>
        <w:rFonts w:cs="Calibri"/>
        <w:sz w:val="12"/>
        <w:szCs w:val="12"/>
      </w:rPr>
    </w:pPr>
  </w:p>
  <w:p w14:paraId="652AB676" w14:textId="550286ED" w:rsidR="00D01858" w:rsidRPr="001B77EA" w:rsidRDefault="00D01858"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1858" w:rsidRPr="003462EB" w14:paraId="2C0C1ACE" w14:textId="77777777" w:rsidTr="00D36695">
      <w:tc>
        <w:tcPr>
          <w:tcW w:w="907" w:type="dxa"/>
          <w:tcMar>
            <w:left w:w="0" w:type="dxa"/>
            <w:right w:w="0" w:type="dxa"/>
          </w:tcMar>
          <w:vAlign w:val="bottom"/>
        </w:tcPr>
        <w:p w14:paraId="5D7FDB7B"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D01858" w:rsidRPr="00671F70" w:rsidRDefault="00D01858" w:rsidP="00204180">
          <w:pPr>
            <w:pStyle w:val="Zpatvlevo"/>
            <w:rPr>
              <w:b/>
            </w:rPr>
          </w:pPr>
          <w:r w:rsidRPr="00671F70">
            <w:rPr>
              <w:b/>
            </w:rPr>
            <w:t>PŘÍLOHA č. 1</w:t>
          </w:r>
        </w:p>
        <w:p w14:paraId="50705C9F" w14:textId="77777777" w:rsidR="00D01858" w:rsidRDefault="00D01858" w:rsidP="00204180">
          <w:pPr>
            <w:pStyle w:val="Zpatvlevo"/>
          </w:pPr>
          <w:r>
            <w:t>Smlouva o dílo – Zhotovení DUSP+PDPS+AD</w:t>
          </w:r>
        </w:p>
        <w:p w14:paraId="019E2C0A" w14:textId="707E0F9F" w:rsidR="00D01858" w:rsidRPr="003462EB" w:rsidRDefault="00D01858"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BF5F20">
            <w:rPr>
              <w:rStyle w:val="Tun"/>
              <w:b w:val="0"/>
              <w:bCs/>
              <w:noProof/>
            </w:rPr>
            <w:t>Rekonstrukce mostů v km 5,104-5,457 na trati Libochovice</w:t>
          </w:r>
          <w:r>
            <w:rPr>
              <w:rStyle w:val="Tun"/>
              <w:noProof/>
            </w:rPr>
            <w:t xml:space="preserve"> – Vraňany</w:t>
          </w:r>
          <w:r w:rsidRPr="00612EE8">
            <w:rPr>
              <w:rStyle w:val="Tun"/>
            </w:rPr>
            <w:fldChar w:fldCharType="end"/>
          </w:r>
        </w:p>
      </w:tc>
    </w:tr>
  </w:tbl>
  <w:p w14:paraId="676D19E4" w14:textId="77777777" w:rsidR="00D01858" w:rsidRPr="00A50995" w:rsidRDefault="00D018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D01858" w:rsidRPr="00B8518B" w:rsidRDefault="00D01858"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0C96D815" w14:textId="77777777" w:rsidTr="00D36695">
      <w:tc>
        <w:tcPr>
          <w:tcW w:w="7825" w:type="dxa"/>
          <w:tcMar>
            <w:left w:w="0" w:type="dxa"/>
            <w:right w:w="0" w:type="dxa"/>
          </w:tcMar>
          <w:vAlign w:val="bottom"/>
        </w:tcPr>
        <w:p w14:paraId="29AE19D8" w14:textId="77777777" w:rsidR="00D01858" w:rsidRPr="008C00FC" w:rsidRDefault="00D01858" w:rsidP="00F90EC0">
          <w:pPr>
            <w:pStyle w:val="Zpatvpravo"/>
            <w:rPr>
              <w:rStyle w:val="Tun"/>
            </w:rPr>
          </w:pPr>
          <w:r w:rsidRPr="008C00FC">
            <w:rPr>
              <w:rStyle w:val="Tun"/>
            </w:rPr>
            <w:t>PŘÍLOHA č. 1</w:t>
          </w:r>
        </w:p>
        <w:p w14:paraId="17223077" w14:textId="4FFC75FE" w:rsidR="00D01858" w:rsidRDefault="00D01858" w:rsidP="00F90EC0">
          <w:pPr>
            <w:pStyle w:val="Zpatvpravo"/>
          </w:pPr>
          <w:r>
            <w:t xml:space="preserve">Smlouva o dílo – </w:t>
          </w:r>
          <w:r w:rsidRPr="00E12969">
            <w:t>Zhotovení ZP,DUSP</w:t>
          </w:r>
          <w:r>
            <w:t xml:space="preserve">+PDPS+AD </w:t>
          </w:r>
        </w:p>
        <w:p w14:paraId="15A9F32A" w14:textId="40A54404" w:rsidR="00D01858" w:rsidRPr="00EF1EEF" w:rsidRDefault="00D01858" w:rsidP="00F90EC0">
          <w:pPr>
            <w:pStyle w:val="Zpatvpravo"/>
            <w:rPr>
              <w:rStyle w:val="Tun"/>
              <w:b w:val="0"/>
            </w:rPr>
          </w:pPr>
          <w:r w:rsidRPr="00EF1EEF">
            <w:rPr>
              <w:b/>
            </w:rPr>
            <w:fldChar w:fldCharType="begin"/>
          </w:r>
          <w:r w:rsidRPr="00EF1EEF">
            <w:rPr>
              <w:b/>
            </w:rPr>
            <w:instrText xml:space="preserve"> STYLEREF  _Název_akce  \* MERGEFORMAT </w:instrText>
          </w:r>
          <w:r w:rsidRPr="00EF1EEF">
            <w:rPr>
              <w:b/>
            </w:rPr>
            <w:fldChar w:fldCharType="separate"/>
          </w:r>
          <w:r w:rsidR="006D103D" w:rsidRPr="006D103D">
            <w:rPr>
              <w:b/>
              <w:bCs/>
              <w:noProof/>
            </w:rPr>
            <w:t>Rekonstrukce mostů v</w:t>
          </w:r>
          <w:r w:rsidR="006D103D">
            <w:rPr>
              <w:b/>
              <w:noProof/>
            </w:rPr>
            <w:t xml:space="preserve"> km 5,104-5,457 na trati Libochovice – Vraňany</w:t>
          </w:r>
          <w:r w:rsidRPr="00EF1EEF">
            <w:rPr>
              <w:b/>
              <w:noProof/>
            </w:rPr>
            <w:fldChar w:fldCharType="end"/>
          </w:r>
        </w:p>
      </w:tc>
      <w:tc>
        <w:tcPr>
          <w:tcW w:w="907" w:type="dxa"/>
          <w:vAlign w:val="bottom"/>
        </w:tcPr>
        <w:p w14:paraId="33E252FF" w14:textId="1A474D09"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D01858" w:rsidRPr="00B8518B" w:rsidRDefault="00D018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1858" w:rsidRPr="003462EB" w14:paraId="52C3E308" w14:textId="77777777" w:rsidTr="00D36695">
      <w:tc>
        <w:tcPr>
          <w:tcW w:w="907" w:type="dxa"/>
          <w:tcMar>
            <w:left w:w="0" w:type="dxa"/>
            <w:right w:w="0" w:type="dxa"/>
          </w:tcMar>
          <w:vAlign w:val="bottom"/>
        </w:tcPr>
        <w:p w14:paraId="399972F2"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D01858" w:rsidRPr="00671F70" w:rsidRDefault="00D01858" w:rsidP="00204180">
          <w:pPr>
            <w:pStyle w:val="Zpatvlevo"/>
            <w:rPr>
              <w:b/>
            </w:rPr>
          </w:pPr>
          <w:r w:rsidRPr="00671F70">
            <w:rPr>
              <w:b/>
            </w:rPr>
            <w:t>PŘ</w:t>
          </w:r>
          <w:r>
            <w:rPr>
              <w:b/>
            </w:rPr>
            <w:t>ÍLOHA č. 2</w:t>
          </w:r>
        </w:p>
        <w:p w14:paraId="54C621E0" w14:textId="77777777" w:rsidR="00D01858" w:rsidRDefault="00D01858" w:rsidP="00204180">
          <w:pPr>
            <w:pStyle w:val="Zpatvlevo"/>
          </w:pPr>
          <w:r>
            <w:t>Smlouva o dílo – Zhotovení DUSP+PDPS+AD</w:t>
          </w:r>
        </w:p>
        <w:p w14:paraId="500E619F" w14:textId="6A482257"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3FE994AE" w14:textId="77777777" w:rsidR="00D01858" w:rsidRPr="00A50995" w:rsidRDefault="00D018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768AC8BF" w14:textId="77777777" w:rsidTr="00D36695">
      <w:tc>
        <w:tcPr>
          <w:tcW w:w="7825" w:type="dxa"/>
          <w:tcMar>
            <w:left w:w="0" w:type="dxa"/>
            <w:right w:w="0" w:type="dxa"/>
          </w:tcMar>
          <w:vAlign w:val="bottom"/>
        </w:tcPr>
        <w:p w14:paraId="4B1B7C21" w14:textId="77777777" w:rsidR="00D01858" w:rsidRPr="008C00FC" w:rsidRDefault="00D01858" w:rsidP="00F90EC0">
          <w:pPr>
            <w:pStyle w:val="Zpatvpravo"/>
            <w:rPr>
              <w:rStyle w:val="Tun"/>
            </w:rPr>
          </w:pPr>
          <w:r w:rsidRPr="008C00FC">
            <w:rPr>
              <w:rStyle w:val="Tun"/>
            </w:rPr>
            <w:t xml:space="preserve">PŘÍLOHA č. </w:t>
          </w:r>
          <w:r>
            <w:rPr>
              <w:rStyle w:val="Tun"/>
            </w:rPr>
            <w:t>2</w:t>
          </w:r>
        </w:p>
        <w:p w14:paraId="7875D43A" w14:textId="78FAB748" w:rsidR="00D01858" w:rsidRDefault="00D01858" w:rsidP="00F90EC0">
          <w:pPr>
            <w:pStyle w:val="Zpatvpravo"/>
          </w:pPr>
          <w:r>
            <w:t xml:space="preserve">Smlouva o dílo – </w:t>
          </w:r>
          <w:r w:rsidRPr="007843D7">
            <w:t>Zhotovení ZP,DUSP</w:t>
          </w:r>
          <w:r>
            <w:t xml:space="preserve">+PDPS+AD </w:t>
          </w:r>
        </w:p>
        <w:p w14:paraId="5B5BB7E5" w14:textId="42470F5D" w:rsidR="00D01858" w:rsidRPr="00E543B3" w:rsidRDefault="00D01858" w:rsidP="00F90EC0">
          <w:pPr>
            <w:pStyle w:val="Zpatvpravo"/>
            <w:rPr>
              <w:rStyle w:val="Tun"/>
              <w:b w:val="0"/>
            </w:rPr>
          </w:pPr>
          <w:r w:rsidRPr="00E543B3">
            <w:rPr>
              <w:b/>
            </w:rPr>
            <w:fldChar w:fldCharType="begin"/>
          </w:r>
          <w:r w:rsidRPr="00E543B3">
            <w:rPr>
              <w:b/>
            </w:rPr>
            <w:instrText xml:space="preserve"> STYLEREF  _Název_akce  \* MERGEFORMAT </w:instrText>
          </w:r>
          <w:r w:rsidRPr="00E543B3">
            <w:rPr>
              <w:b/>
            </w:rPr>
            <w:fldChar w:fldCharType="separate"/>
          </w:r>
          <w:r w:rsidR="006D103D" w:rsidRPr="006D103D">
            <w:rPr>
              <w:b/>
              <w:bCs/>
              <w:noProof/>
            </w:rPr>
            <w:t>Rekonstrukce mostů v</w:t>
          </w:r>
          <w:r w:rsidR="006D103D">
            <w:rPr>
              <w:b/>
              <w:noProof/>
            </w:rPr>
            <w:t xml:space="preserve"> km 5,104-5,457 na trati Libochovice – Vraňany</w:t>
          </w:r>
          <w:r w:rsidRPr="00E543B3">
            <w:rPr>
              <w:b/>
              <w:noProof/>
            </w:rPr>
            <w:fldChar w:fldCharType="end"/>
          </w:r>
        </w:p>
      </w:tc>
      <w:tc>
        <w:tcPr>
          <w:tcW w:w="907" w:type="dxa"/>
          <w:vAlign w:val="bottom"/>
        </w:tcPr>
        <w:p w14:paraId="68AAABB9" w14:textId="435660EE"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D01858" w:rsidRPr="00B8518B" w:rsidRDefault="00D018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1858" w:rsidRPr="003462EB" w14:paraId="01491596" w14:textId="77777777" w:rsidTr="00D36695">
      <w:tc>
        <w:tcPr>
          <w:tcW w:w="907" w:type="dxa"/>
          <w:tcMar>
            <w:left w:w="0" w:type="dxa"/>
            <w:right w:w="0" w:type="dxa"/>
          </w:tcMar>
          <w:vAlign w:val="bottom"/>
        </w:tcPr>
        <w:p w14:paraId="3B011AF8" w14:textId="77777777" w:rsidR="00D01858" w:rsidRPr="00B8518B" w:rsidRDefault="00D0185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D01858" w:rsidRPr="00671F70" w:rsidRDefault="00D01858" w:rsidP="00204180">
          <w:pPr>
            <w:pStyle w:val="Zpatvlevo"/>
            <w:rPr>
              <w:b/>
            </w:rPr>
          </w:pPr>
          <w:r w:rsidRPr="00671F70">
            <w:rPr>
              <w:b/>
            </w:rPr>
            <w:t>PŘ</w:t>
          </w:r>
          <w:r>
            <w:rPr>
              <w:b/>
            </w:rPr>
            <w:t>ÍLOHA č. 3</w:t>
          </w:r>
        </w:p>
        <w:p w14:paraId="72366AFF" w14:textId="77777777" w:rsidR="00D01858" w:rsidRDefault="00D01858" w:rsidP="00204180">
          <w:pPr>
            <w:pStyle w:val="Zpatvlevo"/>
          </w:pPr>
          <w:r>
            <w:t>Smlouva o dílo – Zhotovení DUSP+PDPS+AD</w:t>
          </w:r>
        </w:p>
        <w:p w14:paraId="2CB39ADF" w14:textId="388299ED" w:rsidR="00D01858" w:rsidRPr="003462EB" w:rsidRDefault="00D0185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5,104-5,457 na trati Libochovice – Vraňany</w:t>
          </w:r>
          <w:r w:rsidRPr="00612EE8">
            <w:rPr>
              <w:rStyle w:val="Tun"/>
            </w:rPr>
            <w:fldChar w:fldCharType="end"/>
          </w:r>
        </w:p>
      </w:tc>
    </w:tr>
  </w:tbl>
  <w:p w14:paraId="6BCDD449" w14:textId="77777777" w:rsidR="00D01858" w:rsidRPr="00A50995" w:rsidRDefault="00D018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1858" w:rsidRPr="009E09BE" w14:paraId="38116FA0" w14:textId="77777777" w:rsidTr="00E075DA">
      <w:tc>
        <w:tcPr>
          <w:tcW w:w="7825" w:type="dxa"/>
          <w:tcMar>
            <w:left w:w="0" w:type="dxa"/>
            <w:right w:w="0" w:type="dxa"/>
          </w:tcMar>
          <w:vAlign w:val="bottom"/>
        </w:tcPr>
        <w:p w14:paraId="44C88F72" w14:textId="77777777" w:rsidR="00D01858" w:rsidRPr="008C00FC" w:rsidRDefault="00D01858" w:rsidP="00204180">
          <w:pPr>
            <w:pStyle w:val="Zpatvpravo"/>
            <w:rPr>
              <w:rStyle w:val="Tun"/>
            </w:rPr>
          </w:pPr>
          <w:r w:rsidRPr="008C00FC">
            <w:rPr>
              <w:rStyle w:val="Tun"/>
            </w:rPr>
            <w:t xml:space="preserve">PŘÍLOHA č. </w:t>
          </w:r>
          <w:r>
            <w:rPr>
              <w:rStyle w:val="Tun"/>
            </w:rPr>
            <w:t>3</w:t>
          </w:r>
        </w:p>
        <w:p w14:paraId="5D33D0CB" w14:textId="7F95871D" w:rsidR="00D01858" w:rsidRDefault="00D01858" w:rsidP="00204180">
          <w:pPr>
            <w:pStyle w:val="Zpatvpravo"/>
          </w:pPr>
          <w:r>
            <w:t xml:space="preserve">Smlouva o dílo – </w:t>
          </w:r>
          <w:r w:rsidRPr="00622D69">
            <w:t>Zhotovení ZP,</w:t>
          </w:r>
          <w:r>
            <w:t>DUSP+PDPS +AD</w:t>
          </w:r>
        </w:p>
        <w:p w14:paraId="27DDE76B" w14:textId="73E7A54C" w:rsidR="00D01858" w:rsidRPr="000A766D" w:rsidRDefault="00D01858" w:rsidP="004908EA">
          <w:pPr>
            <w:pStyle w:val="Zpatvpravo"/>
            <w:rPr>
              <w:rStyle w:val="Tun"/>
              <w:b w:val="0"/>
            </w:rPr>
          </w:pPr>
          <w:r w:rsidRPr="000A766D">
            <w:rPr>
              <w:b/>
            </w:rPr>
            <w:fldChar w:fldCharType="begin"/>
          </w:r>
          <w:r w:rsidRPr="000A766D">
            <w:rPr>
              <w:b/>
            </w:rPr>
            <w:instrText xml:space="preserve"> STYLEREF  _Název_akce  \* MERGEFORMAT </w:instrText>
          </w:r>
          <w:r w:rsidRPr="000A766D">
            <w:rPr>
              <w:b/>
            </w:rPr>
            <w:fldChar w:fldCharType="separate"/>
          </w:r>
          <w:r w:rsidR="006D103D" w:rsidRPr="006D103D">
            <w:rPr>
              <w:b/>
              <w:bCs/>
              <w:noProof/>
            </w:rPr>
            <w:t>Rekonstrukce mostů v</w:t>
          </w:r>
          <w:r w:rsidR="006D103D">
            <w:rPr>
              <w:b/>
              <w:noProof/>
            </w:rPr>
            <w:t xml:space="preserve"> km 5,104-5,457 na trati Libochovice – Vraňany</w:t>
          </w:r>
          <w:r w:rsidRPr="000A766D">
            <w:rPr>
              <w:b/>
              <w:noProof/>
            </w:rPr>
            <w:fldChar w:fldCharType="end"/>
          </w:r>
        </w:p>
      </w:tc>
      <w:tc>
        <w:tcPr>
          <w:tcW w:w="907" w:type="dxa"/>
          <w:vAlign w:val="bottom"/>
        </w:tcPr>
        <w:p w14:paraId="0703CE63" w14:textId="1F180BF1" w:rsidR="00D01858" w:rsidRPr="009E09BE" w:rsidRDefault="00D0185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D10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03D">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D01858" w:rsidRPr="00B8518B" w:rsidRDefault="00D018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F34E3" w14:textId="77777777" w:rsidR="003C4C58" w:rsidRDefault="003C4C58" w:rsidP="00962258">
      <w:pPr>
        <w:spacing w:after="0" w:line="240" w:lineRule="auto"/>
      </w:pPr>
      <w:r>
        <w:separator/>
      </w:r>
    </w:p>
  </w:footnote>
  <w:footnote w:type="continuationSeparator" w:id="0">
    <w:p w14:paraId="2D75D37D" w14:textId="77777777" w:rsidR="003C4C58" w:rsidRDefault="003C4C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01858" w14:paraId="319D2A75" w14:textId="77777777" w:rsidTr="004F75CC">
      <w:trPr>
        <w:trHeight w:hRule="exact" w:val="936"/>
      </w:trPr>
      <w:tc>
        <w:tcPr>
          <w:tcW w:w="1219" w:type="dxa"/>
          <w:tcMar>
            <w:left w:w="0" w:type="dxa"/>
            <w:right w:w="0" w:type="dxa"/>
          </w:tcMar>
        </w:tcPr>
        <w:p w14:paraId="76AD512B" w14:textId="77777777" w:rsidR="00D01858" w:rsidRPr="00B8518B" w:rsidRDefault="00D01858" w:rsidP="00FC6389">
          <w:pPr>
            <w:pStyle w:val="Zpat"/>
            <w:rPr>
              <w:rStyle w:val="slostrnky"/>
            </w:rPr>
          </w:pPr>
        </w:p>
      </w:tc>
      <w:tc>
        <w:tcPr>
          <w:tcW w:w="3600" w:type="dxa"/>
          <w:shd w:val="clear" w:color="auto" w:fill="auto"/>
          <w:tcMar>
            <w:left w:w="0" w:type="dxa"/>
            <w:right w:w="0" w:type="dxa"/>
          </w:tcMar>
        </w:tcPr>
        <w:p w14:paraId="720FCB1E" w14:textId="77777777" w:rsidR="00D01858" w:rsidRDefault="00D01858"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D01858" w:rsidRPr="00D6163D" w:rsidRDefault="00D01858" w:rsidP="00FC6389">
          <w:pPr>
            <w:pStyle w:val="Druhdokumentu"/>
          </w:pPr>
        </w:p>
      </w:tc>
    </w:tr>
    <w:tr w:rsidR="00D01858" w14:paraId="3DE0C910" w14:textId="77777777" w:rsidTr="004F75CC">
      <w:trPr>
        <w:trHeight w:hRule="exact" w:val="936"/>
      </w:trPr>
      <w:tc>
        <w:tcPr>
          <w:tcW w:w="1219" w:type="dxa"/>
          <w:tcMar>
            <w:left w:w="0" w:type="dxa"/>
            <w:right w:w="0" w:type="dxa"/>
          </w:tcMar>
        </w:tcPr>
        <w:p w14:paraId="75729B6C" w14:textId="77777777" w:rsidR="00D01858" w:rsidRPr="00B8518B" w:rsidRDefault="00D01858" w:rsidP="00FC6389">
          <w:pPr>
            <w:pStyle w:val="Zpat"/>
            <w:rPr>
              <w:rStyle w:val="slostrnky"/>
            </w:rPr>
          </w:pPr>
        </w:p>
      </w:tc>
      <w:tc>
        <w:tcPr>
          <w:tcW w:w="3600" w:type="dxa"/>
          <w:shd w:val="clear" w:color="auto" w:fill="auto"/>
          <w:tcMar>
            <w:left w:w="0" w:type="dxa"/>
            <w:right w:w="0" w:type="dxa"/>
          </w:tcMar>
        </w:tcPr>
        <w:p w14:paraId="48C18508" w14:textId="4D014A58" w:rsidR="00D01858" w:rsidRPr="004F75CC" w:rsidRDefault="00D01858" w:rsidP="00FC6389">
          <w:pPr>
            <w:pStyle w:val="Zpat"/>
            <w:rPr>
              <w:i/>
            </w:rPr>
          </w:pPr>
        </w:p>
      </w:tc>
      <w:tc>
        <w:tcPr>
          <w:tcW w:w="5756" w:type="dxa"/>
          <w:shd w:val="clear" w:color="auto" w:fill="auto"/>
          <w:tcMar>
            <w:left w:w="0" w:type="dxa"/>
            <w:right w:w="0" w:type="dxa"/>
          </w:tcMar>
        </w:tcPr>
        <w:p w14:paraId="4319550E" w14:textId="77777777" w:rsidR="00D01858" w:rsidRPr="00D6163D" w:rsidRDefault="00D01858" w:rsidP="00FC6389">
          <w:pPr>
            <w:pStyle w:val="Druhdokumentu"/>
          </w:pPr>
        </w:p>
      </w:tc>
    </w:tr>
  </w:tbl>
  <w:p w14:paraId="738E2F85" w14:textId="77777777" w:rsidR="00D01858" w:rsidRPr="004F75CC" w:rsidRDefault="00D01858" w:rsidP="00FC6389">
    <w:pPr>
      <w:pStyle w:val="Zhlav"/>
      <w:rPr>
        <w:sz w:val="12"/>
        <w:szCs w:val="12"/>
      </w:rPr>
    </w:pPr>
  </w:p>
  <w:p w14:paraId="30C1F0D0" w14:textId="77777777" w:rsidR="00D01858" w:rsidRPr="00460660" w:rsidRDefault="00D0185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D01858" w:rsidRPr="00D6163D" w:rsidRDefault="00D018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D01858" w:rsidRPr="00D6163D" w:rsidRDefault="00D018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D01858" w:rsidRPr="00D6163D" w:rsidRDefault="00D018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D01858" w:rsidRPr="00D6163D" w:rsidRDefault="00D018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D01858" w:rsidRPr="00D6163D" w:rsidRDefault="00D018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D01858" w:rsidRPr="00D6163D" w:rsidRDefault="00D018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D01858" w:rsidRPr="00D6163D" w:rsidRDefault="00D018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D01858" w:rsidRPr="00D6163D" w:rsidRDefault="00D018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D01858" w:rsidRPr="00D6163D" w:rsidRDefault="00D018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D01858" w:rsidRPr="00D6163D" w:rsidRDefault="00D018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787"/>
        </w:tabs>
        <w:ind w:left="1787"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6449"/>
    <w:rsid w:val="0003655F"/>
    <w:rsid w:val="00041EC8"/>
    <w:rsid w:val="0004357B"/>
    <w:rsid w:val="00056BAC"/>
    <w:rsid w:val="000614C7"/>
    <w:rsid w:val="00063E11"/>
    <w:rsid w:val="00063F8A"/>
    <w:rsid w:val="0006588D"/>
    <w:rsid w:val="00067A5E"/>
    <w:rsid w:val="000719BB"/>
    <w:rsid w:val="00072A65"/>
    <w:rsid w:val="00072C1E"/>
    <w:rsid w:val="00073901"/>
    <w:rsid w:val="00074344"/>
    <w:rsid w:val="00076B86"/>
    <w:rsid w:val="00084049"/>
    <w:rsid w:val="000841E0"/>
    <w:rsid w:val="000870C7"/>
    <w:rsid w:val="00092EC8"/>
    <w:rsid w:val="00095167"/>
    <w:rsid w:val="00096995"/>
    <w:rsid w:val="000A766D"/>
    <w:rsid w:val="000B0797"/>
    <w:rsid w:val="000B46D1"/>
    <w:rsid w:val="000B4EB8"/>
    <w:rsid w:val="000B70C8"/>
    <w:rsid w:val="000C06AE"/>
    <w:rsid w:val="000C41F2"/>
    <w:rsid w:val="000C476A"/>
    <w:rsid w:val="000D08CD"/>
    <w:rsid w:val="000D22C4"/>
    <w:rsid w:val="000D27D1"/>
    <w:rsid w:val="000D2FAD"/>
    <w:rsid w:val="000D353E"/>
    <w:rsid w:val="000D3B7F"/>
    <w:rsid w:val="000E02F7"/>
    <w:rsid w:val="000E1A7F"/>
    <w:rsid w:val="000E4096"/>
    <w:rsid w:val="000F2F54"/>
    <w:rsid w:val="00101608"/>
    <w:rsid w:val="00112864"/>
    <w:rsid w:val="00114472"/>
    <w:rsid w:val="00114988"/>
    <w:rsid w:val="00115069"/>
    <w:rsid w:val="001150F2"/>
    <w:rsid w:val="0012264C"/>
    <w:rsid w:val="00124751"/>
    <w:rsid w:val="001253D6"/>
    <w:rsid w:val="001277C2"/>
    <w:rsid w:val="00133024"/>
    <w:rsid w:val="00133336"/>
    <w:rsid w:val="001432EB"/>
    <w:rsid w:val="00143EC0"/>
    <w:rsid w:val="00143FBA"/>
    <w:rsid w:val="001517FC"/>
    <w:rsid w:val="00152CD0"/>
    <w:rsid w:val="0015474B"/>
    <w:rsid w:val="00157663"/>
    <w:rsid w:val="00157AA9"/>
    <w:rsid w:val="001656A2"/>
    <w:rsid w:val="00165977"/>
    <w:rsid w:val="00167B56"/>
    <w:rsid w:val="00170EC5"/>
    <w:rsid w:val="00172144"/>
    <w:rsid w:val="001747C1"/>
    <w:rsid w:val="00177D6B"/>
    <w:rsid w:val="00180E3A"/>
    <w:rsid w:val="00183E30"/>
    <w:rsid w:val="00191278"/>
    <w:rsid w:val="00191F90"/>
    <w:rsid w:val="001952AF"/>
    <w:rsid w:val="001A5B98"/>
    <w:rsid w:val="001A67CA"/>
    <w:rsid w:val="001B14B4"/>
    <w:rsid w:val="001B4E74"/>
    <w:rsid w:val="001B77EA"/>
    <w:rsid w:val="001C0AEA"/>
    <w:rsid w:val="001C645F"/>
    <w:rsid w:val="001D57CE"/>
    <w:rsid w:val="001E5BB1"/>
    <w:rsid w:val="001E678E"/>
    <w:rsid w:val="001E6BBA"/>
    <w:rsid w:val="001F65BD"/>
    <w:rsid w:val="001F6A83"/>
    <w:rsid w:val="001F6E88"/>
    <w:rsid w:val="001F6F78"/>
    <w:rsid w:val="002038D5"/>
    <w:rsid w:val="0020397D"/>
    <w:rsid w:val="00204180"/>
    <w:rsid w:val="00207062"/>
    <w:rsid w:val="002071BB"/>
    <w:rsid w:val="00207DF5"/>
    <w:rsid w:val="00211CD3"/>
    <w:rsid w:val="00213E0B"/>
    <w:rsid w:val="00217B7E"/>
    <w:rsid w:val="002207C1"/>
    <w:rsid w:val="00226A49"/>
    <w:rsid w:val="00234188"/>
    <w:rsid w:val="002360E6"/>
    <w:rsid w:val="00236DCC"/>
    <w:rsid w:val="002376A1"/>
    <w:rsid w:val="002400BA"/>
    <w:rsid w:val="002405FD"/>
    <w:rsid w:val="00240B81"/>
    <w:rsid w:val="0024145B"/>
    <w:rsid w:val="00246637"/>
    <w:rsid w:val="00247D01"/>
    <w:rsid w:val="00253F42"/>
    <w:rsid w:val="00256554"/>
    <w:rsid w:val="00260E60"/>
    <w:rsid w:val="00261A5B"/>
    <w:rsid w:val="00262344"/>
    <w:rsid w:val="00262E5B"/>
    <w:rsid w:val="00264AFC"/>
    <w:rsid w:val="00265ADC"/>
    <w:rsid w:val="00270A14"/>
    <w:rsid w:val="00276AFE"/>
    <w:rsid w:val="00285298"/>
    <w:rsid w:val="00292B7B"/>
    <w:rsid w:val="0029751E"/>
    <w:rsid w:val="002A16EF"/>
    <w:rsid w:val="002A185D"/>
    <w:rsid w:val="002A3B57"/>
    <w:rsid w:val="002A5468"/>
    <w:rsid w:val="002C0A7F"/>
    <w:rsid w:val="002C1B83"/>
    <w:rsid w:val="002C31BF"/>
    <w:rsid w:val="002C7B22"/>
    <w:rsid w:val="002D0B49"/>
    <w:rsid w:val="002D7FD6"/>
    <w:rsid w:val="002E0CD7"/>
    <w:rsid w:val="002E0CFB"/>
    <w:rsid w:val="002E5C7B"/>
    <w:rsid w:val="002F0DB6"/>
    <w:rsid w:val="002F4333"/>
    <w:rsid w:val="0030273B"/>
    <w:rsid w:val="003038BD"/>
    <w:rsid w:val="00312CA2"/>
    <w:rsid w:val="00315C27"/>
    <w:rsid w:val="00322E97"/>
    <w:rsid w:val="00324823"/>
    <w:rsid w:val="00324F79"/>
    <w:rsid w:val="0032563B"/>
    <w:rsid w:val="00326C1E"/>
    <w:rsid w:val="003270FE"/>
    <w:rsid w:val="00327EEF"/>
    <w:rsid w:val="0033239F"/>
    <w:rsid w:val="003336D9"/>
    <w:rsid w:val="003338B2"/>
    <w:rsid w:val="0034274B"/>
    <w:rsid w:val="00343B09"/>
    <w:rsid w:val="003460E5"/>
    <w:rsid w:val="0034719F"/>
    <w:rsid w:val="00350A35"/>
    <w:rsid w:val="00351142"/>
    <w:rsid w:val="003571D8"/>
    <w:rsid w:val="00357BC6"/>
    <w:rsid w:val="00361422"/>
    <w:rsid w:val="003708B9"/>
    <w:rsid w:val="00373044"/>
    <w:rsid w:val="003739DD"/>
    <w:rsid w:val="0037545D"/>
    <w:rsid w:val="00376105"/>
    <w:rsid w:val="00376B87"/>
    <w:rsid w:val="00381EFC"/>
    <w:rsid w:val="0038538B"/>
    <w:rsid w:val="00392910"/>
    <w:rsid w:val="00392EB6"/>
    <w:rsid w:val="003956C6"/>
    <w:rsid w:val="003A197F"/>
    <w:rsid w:val="003A60C1"/>
    <w:rsid w:val="003A7221"/>
    <w:rsid w:val="003B1CFC"/>
    <w:rsid w:val="003B4534"/>
    <w:rsid w:val="003B4CE8"/>
    <w:rsid w:val="003B73B0"/>
    <w:rsid w:val="003B7470"/>
    <w:rsid w:val="003C2D1C"/>
    <w:rsid w:val="003C33F2"/>
    <w:rsid w:val="003C4377"/>
    <w:rsid w:val="003C4C58"/>
    <w:rsid w:val="003C6D01"/>
    <w:rsid w:val="003D578F"/>
    <w:rsid w:val="003D756E"/>
    <w:rsid w:val="003E420D"/>
    <w:rsid w:val="003E4C13"/>
    <w:rsid w:val="003E551F"/>
    <w:rsid w:val="003F5723"/>
    <w:rsid w:val="004019E6"/>
    <w:rsid w:val="004044FD"/>
    <w:rsid w:val="00404D46"/>
    <w:rsid w:val="004078F3"/>
    <w:rsid w:val="004240C2"/>
    <w:rsid w:val="004253E2"/>
    <w:rsid w:val="0042766C"/>
    <w:rsid w:val="00427708"/>
    <w:rsid w:val="00427794"/>
    <w:rsid w:val="00431A48"/>
    <w:rsid w:val="00432E0E"/>
    <w:rsid w:val="004436EE"/>
    <w:rsid w:val="00450F07"/>
    <w:rsid w:val="00453CD3"/>
    <w:rsid w:val="0046002F"/>
    <w:rsid w:val="00460660"/>
    <w:rsid w:val="0046356C"/>
    <w:rsid w:val="00464BA9"/>
    <w:rsid w:val="00471285"/>
    <w:rsid w:val="004717C6"/>
    <w:rsid w:val="00473D40"/>
    <w:rsid w:val="0048001B"/>
    <w:rsid w:val="00483969"/>
    <w:rsid w:val="00485981"/>
    <w:rsid w:val="00486107"/>
    <w:rsid w:val="00487E1E"/>
    <w:rsid w:val="004908EA"/>
    <w:rsid w:val="00490ECD"/>
    <w:rsid w:val="00491827"/>
    <w:rsid w:val="004918C3"/>
    <w:rsid w:val="0049257C"/>
    <w:rsid w:val="004A40A1"/>
    <w:rsid w:val="004B1EDB"/>
    <w:rsid w:val="004C4399"/>
    <w:rsid w:val="004C787C"/>
    <w:rsid w:val="004D09FB"/>
    <w:rsid w:val="004D3D6F"/>
    <w:rsid w:val="004D7138"/>
    <w:rsid w:val="004E7A1F"/>
    <w:rsid w:val="004F00DE"/>
    <w:rsid w:val="004F4B9B"/>
    <w:rsid w:val="004F609E"/>
    <w:rsid w:val="004F75CC"/>
    <w:rsid w:val="00502690"/>
    <w:rsid w:val="005034E4"/>
    <w:rsid w:val="0050666E"/>
    <w:rsid w:val="00506DE0"/>
    <w:rsid w:val="00511AB9"/>
    <w:rsid w:val="00514D9C"/>
    <w:rsid w:val="00516D87"/>
    <w:rsid w:val="00523BB5"/>
    <w:rsid w:val="00523EA7"/>
    <w:rsid w:val="005263A1"/>
    <w:rsid w:val="00527672"/>
    <w:rsid w:val="005276DD"/>
    <w:rsid w:val="00533555"/>
    <w:rsid w:val="00536B4A"/>
    <w:rsid w:val="005406EB"/>
    <w:rsid w:val="00541324"/>
    <w:rsid w:val="00543BF5"/>
    <w:rsid w:val="0054649D"/>
    <w:rsid w:val="005500A2"/>
    <w:rsid w:val="00553375"/>
    <w:rsid w:val="00555884"/>
    <w:rsid w:val="005736B7"/>
    <w:rsid w:val="00574748"/>
    <w:rsid w:val="00575E5A"/>
    <w:rsid w:val="0057792C"/>
    <w:rsid w:val="00580245"/>
    <w:rsid w:val="0058594D"/>
    <w:rsid w:val="00585BF6"/>
    <w:rsid w:val="00587DF3"/>
    <w:rsid w:val="00595762"/>
    <w:rsid w:val="00596F1F"/>
    <w:rsid w:val="00597C83"/>
    <w:rsid w:val="005A12F3"/>
    <w:rsid w:val="005A1F44"/>
    <w:rsid w:val="005A3013"/>
    <w:rsid w:val="005A3A63"/>
    <w:rsid w:val="005A6B84"/>
    <w:rsid w:val="005C0846"/>
    <w:rsid w:val="005D3C39"/>
    <w:rsid w:val="005D61BF"/>
    <w:rsid w:val="005D784E"/>
    <w:rsid w:val="005E25D9"/>
    <w:rsid w:val="005E73C1"/>
    <w:rsid w:val="005F0554"/>
    <w:rsid w:val="005F0D58"/>
    <w:rsid w:val="005F4353"/>
    <w:rsid w:val="005F44F1"/>
    <w:rsid w:val="006017C9"/>
    <w:rsid w:val="00601A8C"/>
    <w:rsid w:val="00603435"/>
    <w:rsid w:val="0061068E"/>
    <w:rsid w:val="006113D3"/>
    <w:rsid w:val="006115D3"/>
    <w:rsid w:val="00612CEA"/>
    <w:rsid w:val="006162E3"/>
    <w:rsid w:val="00622D69"/>
    <w:rsid w:val="00635F1E"/>
    <w:rsid w:val="006374B2"/>
    <w:rsid w:val="0064195B"/>
    <w:rsid w:val="00644B90"/>
    <w:rsid w:val="00646AB2"/>
    <w:rsid w:val="00646B94"/>
    <w:rsid w:val="00647FBB"/>
    <w:rsid w:val="0065610E"/>
    <w:rsid w:val="00656511"/>
    <w:rsid w:val="00656E45"/>
    <w:rsid w:val="006607C3"/>
    <w:rsid w:val="00660AD3"/>
    <w:rsid w:val="00662D21"/>
    <w:rsid w:val="006650B1"/>
    <w:rsid w:val="006708EB"/>
    <w:rsid w:val="00671F70"/>
    <w:rsid w:val="006776B6"/>
    <w:rsid w:val="0068141B"/>
    <w:rsid w:val="00681A17"/>
    <w:rsid w:val="006842D4"/>
    <w:rsid w:val="00686A2B"/>
    <w:rsid w:val="006923FD"/>
    <w:rsid w:val="00693150"/>
    <w:rsid w:val="006A2A16"/>
    <w:rsid w:val="006A3E52"/>
    <w:rsid w:val="006A5570"/>
    <w:rsid w:val="006A6640"/>
    <w:rsid w:val="006A67D6"/>
    <w:rsid w:val="006A689C"/>
    <w:rsid w:val="006B007B"/>
    <w:rsid w:val="006B229F"/>
    <w:rsid w:val="006B3D79"/>
    <w:rsid w:val="006B6FE4"/>
    <w:rsid w:val="006B7093"/>
    <w:rsid w:val="006C2343"/>
    <w:rsid w:val="006C442A"/>
    <w:rsid w:val="006D103D"/>
    <w:rsid w:val="006D3D66"/>
    <w:rsid w:val="006D465A"/>
    <w:rsid w:val="006E01CE"/>
    <w:rsid w:val="006E0578"/>
    <w:rsid w:val="006E265A"/>
    <w:rsid w:val="006E314D"/>
    <w:rsid w:val="006E6539"/>
    <w:rsid w:val="006F589E"/>
    <w:rsid w:val="006F64F8"/>
    <w:rsid w:val="00710723"/>
    <w:rsid w:val="007135C8"/>
    <w:rsid w:val="007145F3"/>
    <w:rsid w:val="00721646"/>
    <w:rsid w:val="00723ED1"/>
    <w:rsid w:val="007271A5"/>
    <w:rsid w:val="007307E6"/>
    <w:rsid w:val="00737164"/>
    <w:rsid w:val="00740AF5"/>
    <w:rsid w:val="00740EFC"/>
    <w:rsid w:val="00743525"/>
    <w:rsid w:val="00744076"/>
    <w:rsid w:val="00750BB2"/>
    <w:rsid w:val="007541A2"/>
    <w:rsid w:val="00755818"/>
    <w:rsid w:val="00760192"/>
    <w:rsid w:val="007616C2"/>
    <w:rsid w:val="007621A7"/>
    <w:rsid w:val="0076286B"/>
    <w:rsid w:val="007657D8"/>
    <w:rsid w:val="00766846"/>
    <w:rsid w:val="0077673A"/>
    <w:rsid w:val="007843D7"/>
    <w:rsid w:val="007846E1"/>
    <w:rsid w:val="007847D6"/>
    <w:rsid w:val="007852B1"/>
    <w:rsid w:val="00795E6A"/>
    <w:rsid w:val="0079664B"/>
    <w:rsid w:val="007A5172"/>
    <w:rsid w:val="007A67A0"/>
    <w:rsid w:val="007A6974"/>
    <w:rsid w:val="007B0110"/>
    <w:rsid w:val="007B570C"/>
    <w:rsid w:val="007C4049"/>
    <w:rsid w:val="007C5F5A"/>
    <w:rsid w:val="007D0C23"/>
    <w:rsid w:val="007E0A34"/>
    <w:rsid w:val="007E47BF"/>
    <w:rsid w:val="007E4A6E"/>
    <w:rsid w:val="007E62AA"/>
    <w:rsid w:val="007F56A7"/>
    <w:rsid w:val="00800851"/>
    <w:rsid w:val="00800BA4"/>
    <w:rsid w:val="00801D25"/>
    <w:rsid w:val="008063CD"/>
    <w:rsid w:val="00807DD0"/>
    <w:rsid w:val="008147B0"/>
    <w:rsid w:val="00817F98"/>
    <w:rsid w:val="00821D01"/>
    <w:rsid w:val="00821FD3"/>
    <w:rsid w:val="00826B7B"/>
    <w:rsid w:val="0083639A"/>
    <w:rsid w:val="00836B75"/>
    <w:rsid w:val="00841876"/>
    <w:rsid w:val="00846789"/>
    <w:rsid w:val="0085767D"/>
    <w:rsid w:val="00857D5D"/>
    <w:rsid w:val="008612A3"/>
    <w:rsid w:val="00866994"/>
    <w:rsid w:val="00884E9E"/>
    <w:rsid w:val="00897796"/>
    <w:rsid w:val="00897808"/>
    <w:rsid w:val="00897AC2"/>
    <w:rsid w:val="008A3568"/>
    <w:rsid w:val="008A382E"/>
    <w:rsid w:val="008A4D1B"/>
    <w:rsid w:val="008A54E0"/>
    <w:rsid w:val="008B0CA3"/>
    <w:rsid w:val="008B30AC"/>
    <w:rsid w:val="008C00FC"/>
    <w:rsid w:val="008C1534"/>
    <w:rsid w:val="008C2D4D"/>
    <w:rsid w:val="008C50F3"/>
    <w:rsid w:val="008C7EFE"/>
    <w:rsid w:val="008C7F1A"/>
    <w:rsid w:val="008D03B9"/>
    <w:rsid w:val="008D0570"/>
    <w:rsid w:val="008D0F46"/>
    <w:rsid w:val="008D12AE"/>
    <w:rsid w:val="008D30C7"/>
    <w:rsid w:val="008D45C8"/>
    <w:rsid w:val="008E19D1"/>
    <w:rsid w:val="008E1AFC"/>
    <w:rsid w:val="008F18D6"/>
    <w:rsid w:val="008F2C9B"/>
    <w:rsid w:val="008F474D"/>
    <w:rsid w:val="008F797B"/>
    <w:rsid w:val="009026B6"/>
    <w:rsid w:val="00903EAD"/>
    <w:rsid w:val="00904780"/>
    <w:rsid w:val="0090635B"/>
    <w:rsid w:val="0091168D"/>
    <w:rsid w:val="00922385"/>
    <w:rsid w:val="009223DF"/>
    <w:rsid w:val="00923A02"/>
    <w:rsid w:val="00923FAD"/>
    <w:rsid w:val="00924118"/>
    <w:rsid w:val="00930E1F"/>
    <w:rsid w:val="00933F20"/>
    <w:rsid w:val="009351DC"/>
    <w:rsid w:val="00936091"/>
    <w:rsid w:val="009361B9"/>
    <w:rsid w:val="00940D8A"/>
    <w:rsid w:val="00950EAF"/>
    <w:rsid w:val="009537F8"/>
    <w:rsid w:val="00954AF5"/>
    <w:rsid w:val="0096112F"/>
    <w:rsid w:val="00962258"/>
    <w:rsid w:val="0096322A"/>
    <w:rsid w:val="00964369"/>
    <w:rsid w:val="009678B7"/>
    <w:rsid w:val="00992B63"/>
    <w:rsid w:val="00992D9C"/>
    <w:rsid w:val="00993CE9"/>
    <w:rsid w:val="00996CB8"/>
    <w:rsid w:val="009A0CD6"/>
    <w:rsid w:val="009A55C7"/>
    <w:rsid w:val="009B2E97"/>
    <w:rsid w:val="009B4201"/>
    <w:rsid w:val="009B47A7"/>
    <w:rsid w:val="009B5146"/>
    <w:rsid w:val="009C418E"/>
    <w:rsid w:val="009C442C"/>
    <w:rsid w:val="009C74BC"/>
    <w:rsid w:val="009D53BD"/>
    <w:rsid w:val="009D5F4F"/>
    <w:rsid w:val="009E07F4"/>
    <w:rsid w:val="009E2A72"/>
    <w:rsid w:val="009E5BF1"/>
    <w:rsid w:val="009F0321"/>
    <w:rsid w:val="009F0743"/>
    <w:rsid w:val="009F0867"/>
    <w:rsid w:val="009F101E"/>
    <w:rsid w:val="009F309B"/>
    <w:rsid w:val="009F392E"/>
    <w:rsid w:val="009F53C5"/>
    <w:rsid w:val="009F638B"/>
    <w:rsid w:val="00A01D8D"/>
    <w:rsid w:val="00A070D7"/>
    <w:rsid w:val="00A0740E"/>
    <w:rsid w:val="00A109E2"/>
    <w:rsid w:val="00A141E0"/>
    <w:rsid w:val="00A21A01"/>
    <w:rsid w:val="00A23326"/>
    <w:rsid w:val="00A34003"/>
    <w:rsid w:val="00A50641"/>
    <w:rsid w:val="00A50995"/>
    <w:rsid w:val="00A50F23"/>
    <w:rsid w:val="00A530BF"/>
    <w:rsid w:val="00A570A4"/>
    <w:rsid w:val="00A6177B"/>
    <w:rsid w:val="00A62AC2"/>
    <w:rsid w:val="00A66136"/>
    <w:rsid w:val="00A71189"/>
    <w:rsid w:val="00A7364A"/>
    <w:rsid w:val="00A74DCC"/>
    <w:rsid w:val="00A74FDE"/>
    <w:rsid w:val="00A753ED"/>
    <w:rsid w:val="00A77512"/>
    <w:rsid w:val="00A7785A"/>
    <w:rsid w:val="00A91246"/>
    <w:rsid w:val="00A94351"/>
    <w:rsid w:val="00A94C2F"/>
    <w:rsid w:val="00A9670F"/>
    <w:rsid w:val="00AA19BD"/>
    <w:rsid w:val="00AA3125"/>
    <w:rsid w:val="00AA4CBB"/>
    <w:rsid w:val="00AA65FA"/>
    <w:rsid w:val="00AA7351"/>
    <w:rsid w:val="00AA7AB8"/>
    <w:rsid w:val="00AB66C5"/>
    <w:rsid w:val="00AD056F"/>
    <w:rsid w:val="00AD0C7B"/>
    <w:rsid w:val="00AD4851"/>
    <w:rsid w:val="00AD5F1A"/>
    <w:rsid w:val="00AD6731"/>
    <w:rsid w:val="00AE4472"/>
    <w:rsid w:val="00AE786E"/>
    <w:rsid w:val="00AF08A6"/>
    <w:rsid w:val="00AF0EC8"/>
    <w:rsid w:val="00AF53E2"/>
    <w:rsid w:val="00B008D5"/>
    <w:rsid w:val="00B02F73"/>
    <w:rsid w:val="00B05B31"/>
    <w:rsid w:val="00B0619F"/>
    <w:rsid w:val="00B06D17"/>
    <w:rsid w:val="00B13A26"/>
    <w:rsid w:val="00B14D1C"/>
    <w:rsid w:val="00B15D0D"/>
    <w:rsid w:val="00B22106"/>
    <w:rsid w:val="00B22CED"/>
    <w:rsid w:val="00B24A25"/>
    <w:rsid w:val="00B32638"/>
    <w:rsid w:val="00B42F40"/>
    <w:rsid w:val="00B479E5"/>
    <w:rsid w:val="00B47C30"/>
    <w:rsid w:val="00B51C64"/>
    <w:rsid w:val="00B5431A"/>
    <w:rsid w:val="00B54FC6"/>
    <w:rsid w:val="00B650F4"/>
    <w:rsid w:val="00B6626F"/>
    <w:rsid w:val="00B66B71"/>
    <w:rsid w:val="00B67D4F"/>
    <w:rsid w:val="00B72613"/>
    <w:rsid w:val="00B75AA5"/>
    <w:rsid w:val="00B75EE1"/>
    <w:rsid w:val="00B77481"/>
    <w:rsid w:val="00B80D00"/>
    <w:rsid w:val="00B8518B"/>
    <w:rsid w:val="00B92ABC"/>
    <w:rsid w:val="00B973CF"/>
    <w:rsid w:val="00B97CC3"/>
    <w:rsid w:val="00BA5D63"/>
    <w:rsid w:val="00BB11C6"/>
    <w:rsid w:val="00BB19E1"/>
    <w:rsid w:val="00BB5FC5"/>
    <w:rsid w:val="00BC06C4"/>
    <w:rsid w:val="00BC0A82"/>
    <w:rsid w:val="00BC4DC5"/>
    <w:rsid w:val="00BC68F0"/>
    <w:rsid w:val="00BD3721"/>
    <w:rsid w:val="00BD538E"/>
    <w:rsid w:val="00BD7123"/>
    <w:rsid w:val="00BD7E91"/>
    <w:rsid w:val="00BD7F0D"/>
    <w:rsid w:val="00BE148C"/>
    <w:rsid w:val="00BE23C1"/>
    <w:rsid w:val="00BE3F0A"/>
    <w:rsid w:val="00BE7215"/>
    <w:rsid w:val="00BF1C50"/>
    <w:rsid w:val="00BF5F20"/>
    <w:rsid w:val="00BF6C1A"/>
    <w:rsid w:val="00C02D0A"/>
    <w:rsid w:val="00C03A6E"/>
    <w:rsid w:val="00C10C10"/>
    <w:rsid w:val="00C21D72"/>
    <w:rsid w:val="00C226C0"/>
    <w:rsid w:val="00C27F6D"/>
    <w:rsid w:val="00C37459"/>
    <w:rsid w:val="00C4042C"/>
    <w:rsid w:val="00C42FE6"/>
    <w:rsid w:val="00C44F6A"/>
    <w:rsid w:val="00C45470"/>
    <w:rsid w:val="00C45B9E"/>
    <w:rsid w:val="00C539CB"/>
    <w:rsid w:val="00C55E00"/>
    <w:rsid w:val="00C57FCA"/>
    <w:rsid w:val="00C615B2"/>
    <w:rsid w:val="00C6198E"/>
    <w:rsid w:val="00C63A84"/>
    <w:rsid w:val="00C66209"/>
    <w:rsid w:val="00C708EA"/>
    <w:rsid w:val="00C735E9"/>
    <w:rsid w:val="00C778A5"/>
    <w:rsid w:val="00C86D16"/>
    <w:rsid w:val="00C86D97"/>
    <w:rsid w:val="00C9393D"/>
    <w:rsid w:val="00C95162"/>
    <w:rsid w:val="00C959A3"/>
    <w:rsid w:val="00CB4F6D"/>
    <w:rsid w:val="00CB6A37"/>
    <w:rsid w:val="00CB7684"/>
    <w:rsid w:val="00CC7C8F"/>
    <w:rsid w:val="00CD1FC4"/>
    <w:rsid w:val="00CD773B"/>
    <w:rsid w:val="00CF4629"/>
    <w:rsid w:val="00D01858"/>
    <w:rsid w:val="00D034A0"/>
    <w:rsid w:val="00D0544F"/>
    <w:rsid w:val="00D05898"/>
    <w:rsid w:val="00D203A0"/>
    <w:rsid w:val="00D21061"/>
    <w:rsid w:val="00D2197E"/>
    <w:rsid w:val="00D31C6A"/>
    <w:rsid w:val="00D33680"/>
    <w:rsid w:val="00D36695"/>
    <w:rsid w:val="00D3792A"/>
    <w:rsid w:val="00D4108E"/>
    <w:rsid w:val="00D4328E"/>
    <w:rsid w:val="00D474C7"/>
    <w:rsid w:val="00D5428D"/>
    <w:rsid w:val="00D6163D"/>
    <w:rsid w:val="00D62EA3"/>
    <w:rsid w:val="00D751CF"/>
    <w:rsid w:val="00D831A3"/>
    <w:rsid w:val="00D83580"/>
    <w:rsid w:val="00D862C2"/>
    <w:rsid w:val="00D877B5"/>
    <w:rsid w:val="00D87849"/>
    <w:rsid w:val="00D87FA6"/>
    <w:rsid w:val="00D96469"/>
    <w:rsid w:val="00D97BE3"/>
    <w:rsid w:val="00DA3711"/>
    <w:rsid w:val="00DB4522"/>
    <w:rsid w:val="00DD30C9"/>
    <w:rsid w:val="00DD46F3"/>
    <w:rsid w:val="00DE2729"/>
    <w:rsid w:val="00DE56F2"/>
    <w:rsid w:val="00DF0BA5"/>
    <w:rsid w:val="00DF116D"/>
    <w:rsid w:val="00DF2384"/>
    <w:rsid w:val="00DF2602"/>
    <w:rsid w:val="00DF624B"/>
    <w:rsid w:val="00DF7FC9"/>
    <w:rsid w:val="00E075DA"/>
    <w:rsid w:val="00E12932"/>
    <w:rsid w:val="00E12969"/>
    <w:rsid w:val="00E16FF7"/>
    <w:rsid w:val="00E266ED"/>
    <w:rsid w:val="00E26D68"/>
    <w:rsid w:val="00E33EA2"/>
    <w:rsid w:val="00E3671B"/>
    <w:rsid w:val="00E435EA"/>
    <w:rsid w:val="00E44045"/>
    <w:rsid w:val="00E543B3"/>
    <w:rsid w:val="00E54E35"/>
    <w:rsid w:val="00E55B8B"/>
    <w:rsid w:val="00E618C4"/>
    <w:rsid w:val="00E62155"/>
    <w:rsid w:val="00E64BD9"/>
    <w:rsid w:val="00E67A36"/>
    <w:rsid w:val="00E72298"/>
    <w:rsid w:val="00E7415D"/>
    <w:rsid w:val="00E80769"/>
    <w:rsid w:val="00E868F1"/>
    <w:rsid w:val="00E86A56"/>
    <w:rsid w:val="00E878EE"/>
    <w:rsid w:val="00E901A3"/>
    <w:rsid w:val="00E92AA3"/>
    <w:rsid w:val="00EA585B"/>
    <w:rsid w:val="00EA6EC7"/>
    <w:rsid w:val="00EB104F"/>
    <w:rsid w:val="00EB46E5"/>
    <w:rsid w:val="00EB6F2F"/>
    <w:rsid w:val="00EC06D3"/>
    <w:rsid w:val="00EC707C"/>
    <w:rsid w:val="00ED14BD"/>
    <w:rsid w:val="00ED2614"/>
    <w:rsid w:val="00EE221B"/>
    <w:rsid w:val="00EE67AC"/>
    <w:rsid w:val="00EE74B9"/>
    <w:rsid w:val="00EE76F1"/>
    <w:rsid w:val="00EF1EEF"/>
    <w:rsid w:val="00F00CFA"/>
    <w:rsid w:val="00F016C7"/>
    <w:rsid w:val="00F12DEC"/>
    <w:rsid w:val="00F1715C"/>
    <w:rsid w:val="00F20842"/>
    <w:rsid w:val="00F22A84"/>
    <w:rsid w:val="00F26334"/>
    <w:rsid w:val="00F267AF"/>
    <w:rsid w:val="00F310F8"/>
    <w:rsid w:val="00F31594"/>
    <w:rsid w:val="00F35939"/>
    <w:rsid w:val="00F35EAA"/>
    <w:rsid w:val="00F37422"/>
    <w:rsid w:val="00F419E5"/>
    <w:rsid w:val="00F422D3"/>
    <w:rsid w:val="00F44FD9"/>
    <w:rsid w:val="00F45607"/>
    <w:rsid w:val="00F4722B"/>
    <w:rsid w:val="00F523E7"/>
    <w:rsid w:val="00F53D7F"/>
    <w:rsid w:val="00F54432"/>
    <w:rsid w:val="00F568F9"/>
    <w:rsid w:val="00F62472"/>
    <w:rsid w:val="00F659EB"/>
    <w:rsid w:val="00F6685F"/>
    <w:rsid w:val="00F7564B"/>
    <w:rsid w:val="00F762A8"/>
    <w:rsid w:val="00F86BA6"/>
    <w:rsid w:val="00F90EC0"/>
    <w:rsid w:val="00F92FBE"/>
    <w:rsid w:val="00F95FBD"/>
    <w:rsid w:val="00F96DF5"/>
    <w:rsid w:val="00F9740F"/>
    <w:rsid w:val="00FA27FF"/>
    <w:rsid w:val="00FA6CBA"/>
    <w:rsid w:val="00FB6342"/>
    <w:rsid w:val="00FC6389"/>
    <w:rsid w:val="00FC7C61"/>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0D35FE"/>
    <w:rsid w:val="000F5793"/>
    <w:rsid w:val="000F6C4C"/>
    <w:rsid w:val="00106D47"/>
    <w:rsid w:val="00115D6A"/>
    <w:rsid w:val="00151BC6"/>
    <w:rsid w:val="00162D5F"/>
    <w:rsid w:val="001A1E8F"/>
    <w:rsid w:val="001E6DA4"/>
    <w:rsid w:val="00233671"/>
    <w:rsid w:val="002766DE"/>
    <w:rsid w:val="00276CB7"/>
    <w:rsid w:val="002C4EFD"/>
    <w:rsid w:val="00314211"/>
    <w:rsid w:val="003150D0"/>
    <w:rsid w:val="003528BA"/>
    <w:rsid w:val="00481031"/>
    <w:rsid w:val="004A5B94"/>
    <w:rsid w:val="00503521"/>
    <w:rsid w:val="005932B5"/>
    <w:rsid w:val="00632996"/>
    <w:rsid w:val="00676E73"/>
    <w:rsid w:val="0068753E"/>
    <w:rsid w:val="00701E6D"/>
    <w:rsid w:val="00714E70"/>
    <w:rsid w:val="0071675D"/>
    <w:rsid w:val="00746025"/>
    <w:rsid w:val="00793AFB"/>
    <w:rsid w:val="0082284C"/>
    <w:rsid w:val="0083506F"/>
    <w:rsid w:val="0084320E"/>
    <w:rsid w:val="00845425"/>
    <w:rsid w:val="00855C57"/>
    <w:rsid w:val="008A62A7"/>
    <w:rsid w:val="008E7144"/>
    <w:rsid w:val="00925898"/>
    <w:rsid w:val="00933286"/>
    <w:rsid w:val="009408AB"/>
    <w:rsid w:val="0097443C"/>
    <w:rsid w:val="009A454A"/>
    <w:rsid w:val="009B1A24"/>
    <w:rsid w:val="009D045B"/>
    <w:rsid w:val="00A357F8"/>
    <w:rsid w:val="00A64209"/>
    <w:rsid w:val="00AA0DD8"/>
    <w:rsid w:val="00AA640C"/>
    <w:rsid w:val="00AC4FC3"/>
    <w:rsid w:val="00AF3066"/>
    <w:rsid w:val="00C603D0"/>
    <w:rsid w:val="00C959CF"/>
    <w:rsid w:val="00CE0AFC"/>
    <w:rsid w:val="00DA5B2B"/>
    <w:rsid w:val="00DE0ED3"/>
    <w:rsid w:val="00DF4B65"/>
    <w:rsid w:val="00E13546"/>
    <w:rsid w:val="00E4630C"/>
    <w:rsid w:val="00E96FBE"/>
    <w:rsid w:val="00ED5A47"/>
    <w:rsid w:val="00F33270"/>
    <w:rsid w:val="00F57214"/>
    <w:rsid w:val="00F807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CEED8B-5026-4134-9D87-8CFAF3BD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19</TotalTime>
  <Pages>31</Pages>
  <Words>4877</Words>
  <Characters>28781</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75</cp:revision>
  <cp:lastPrinted>2021-02-19T08:00:00Z</cp:lastPrinted>
  <dcterms:created xsi:type="dcterms:W3CDTF">2021-03-14T14:41:00Z</dcterms:created>
  <dcterms:modified xsi:type="dcterms:W3CDTF">2021-03-17T13:06:00Z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