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D72097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D72097" w:rsidRDefault="00374707" w:rsidP="00374707">
      <w:pPr>
        <w:rPr>
          <w:b/>
        </w:rPr>
      </w:pPr>
      <w:r w:rsidRPr="00D72097">
        <w:t xml:space="preserve">Nabídka </w:t>
      </w:r>
      <w:proofErr w:type="gramStart"/>
      <w:r w:rsidRPr="00D72097">
        <w:t>na</w:t>
      </w:r>
      <w:proofErr w:type="gramEnd"/>
      <w:r w:rsidRPr="00D72097">
        <w:rPr>
          <w:bCs/>
        </w:rPr>
        <w:t xml:space="preserve">: </w:t>
      </w:r>
      <w:r w:rsidRPr="00D72097">
        <w:rPr>
          <w:b/>
        </w:rPr>
        <w:t>„</w:t>
      </w:r>
      <w:r w:rsidR="00D72097" w:rsidRPr="00D72097">
        <w:rPr>
          <w:b/>
          <w:bCs/>
        </w:rPr>
        <w:t>Profylaktické kontroly a kapacitní zkoušky baterií a UPS</w:t>
      </w:r>
      <w:r w:rsidRPr="00D72097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 xml:space="preserve">Příloha 1 </w:t>
      </w:r>
      <w:r w:rsidR="00D72097" w:rsidRPr="00D72097">
        <w:rPr>
          <w:sz w:val="18"/>
          <w:szCs w:val="18"/>
        </w:rPr>
        <w:t>Technická zpráva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2 Formulář ČP o splnění základní způsobilosti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3 Formulář nabídky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4 Položkový soupis prací s výkazem výměr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 xml:space="preserve">Příloha 5 Návrh smlouvy o </w:t>
      </w:r>
      <w:r w:rsidR="00D72097" w:rsidRPr="00D72097">
        <w:rPr>
          <w:sz w:val="18"/>
          <w:szCs w:val="18"/>
        </w:rPr>
        <w:t>kontrolní činnosti</w:t>
      </w:r>
    </w:p>
    <w:p w:rsidR="00BD0688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6 Analýza nebezpečí a hodnocení rizik</w:t>
      </w:r>
    </w:p>
    <w:p w:rsidR="00BD0688" w:rsidRPr="00D72097" w:rsidRDefault="00D72097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7</w:t>
      </w:r>
      <w:r w:rsidR="00BD0688" w:rsidRPr="00D72097">
        <w:rPr>
          <w:sz w:val="18"/>
          <w:szCs w:val="18"/>
        </w:rPr>
        <w:t xml:space="preserve"> Nález podezřelého předmětu</w:t>
      </w:r>
    </w:p>
    <w:p w:rsidR="00BD0688" w:rsidRPr="00D72097" w:rsidRDefault="00D72097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>Příloha 8</w:t>
      </w:r>
      <w:r w:rsidR="00BD0688" w:rsidRPr="00D72097">
        <w:rPr>
          <w:sz w:val="18"/>
          <w:szCs w:val="18"/>
        </w:rPr>
        <w:t xml:space="preserve"> Čestné prohlášení ve vztahu k zakázaným dohodám</w:t>
      </w:r>
    </w:p>
    <w:p w:rsidR="002561BD" w:rsidRPr="00D72097" w:rsidRDefault="00BD0688" w:rsidP="00BD0688">
      <w:pPr>
        <w:pStyle w:val="Doplujcdaje"/>
        <w:ind w:firstLine="709"/>
        <w:rPr>
          <w:sz w:val="18"/>
          <w:szCs w:val="18"/>
        </w:rPr>
      </w:pPr>
      <w:r w:rsidRPr="00D72097">
        <w:rPr>
          <w:sz w:val="18"/>
          <w:szCs w:val="18"/>
        </w:rPr>
        <w:t xml:space="preserve">Příloha </w:t>
      </w:r>
      <w:r w:rsidR="00D72097" w:rsidRPr="00D72097">
        <w:rPr>
          <w:sz w:val="18"/>
          <w:szCs w:val="18"/>
        </w:rPr>
        <w:t>9</w:t>
      </w:r>
      <w:r w:rsidRPr="00D72097">
        <w:rPr>
          <w:sz w:val="18"/>
          <w:szCs w:val="18"/>
        </w:rPr>
        <w:t xml:space="preserve"> Čestné prohlášení k Registru smluv</w:t>
      </w:r>
    </w:p>
    <w:p w:rsidR="00374707" w:rsidRPr="00D72097" w:rsidRDefault="00374707" w:rsidP="00F05536">
      <w:pPr>
        <w:pStyle w:val="Zhlav"/>
        <w:spacing w:before="120"/>
        <w:ind w:left="284"/>
      </w:pPr>
      <w:r w:rsidRPr="007364DE">
        <w:t>které uzn</w:t>
      </w:r>
      <w:r w:rsidRPr="00D72097">
        <w:t xml:space="preserve">áváme pro smluvní vztah za závazné a na základě nichž jsme vytvořili cenu, nabízíme realizaci akce </w:t>
      </w:r>
      <w:r w:rsidRPr="00D72097">
        <w:rPr>
          <w:b/>
        </w:rPr>
        <w:t>„</w:t>
      </w:r>
      <w:r w:rsidR="0054394D" w:rsidRPr="00D72097">
        <w:rPr>
          <w:b/>
          <w:bCs/>
        </w:rPr>
        <w:t>Profylaktické kontroly a kapacitní zkoušky baterií a UPS</w:t>
      </w:r>
      <w:r w:rsidRPr="00D72097">
        <w:rPr>
          <w:b/>
        </w:rPr>
        <w:t xml:space="preserve">“ </w:t>
      </w:r>
      <w:r w:rsidRPr="00D72097">
        <w:t xml:space="preserve">za </w:t>
      </w:r>
      <w:r w:rsidRPr="00F05536">
        <w:t xml:space="preserve">tuto nabídkovou cenu zpracovanou </w:t>
      </w:r>
      <w:r w:rsidRPr="00D72097">
        <w:t xml:space="preserve">dle </w:t>
      </w:r>
      <w:r w:rsidR="00471C44">
        <w:t>položkového soupisu prací</w:t>
      </w:r>
      <w:r w:rsidRPr="00D72097">
        <w:t>:</w:t>
      </w:r>
    </w:p>
    <w:p w:rsidR="00374707" w:rsidRPr="00D72097" w:rsidRDefault="00374707" w:rsidP="00F05536">
      <w:pPr>
        <w:pStyle w:val="Zhlav"/>
        <w:ind w:left="284"/>
        <w:rPr>
          <w:snapToGrid w:val="0"/>
        </w:rPr>
      </w:pPr>
      <w:r w:rsidRPr="00D72097">
        <w:t>(</w:t>
      </w:r>
      <w:r w:rsidRPr="00D72097">
        <w:rPr>
          <w:snapToGrid w:val="0"/>
        </w:rPr>
        <w:t xml:space="preserve">Celková nabídková cena bez DPH, </w:t>
      </w:r>
      <w:r w:rsidRPr="00D72097">
        <w:rPr>
          <w:b/>
          <w:snapToGrid w:val="0"/>
        </w:rPr>
        <w:t>přesně</w:t>
      </w:r>
      <w:r w:rsidRPr="00D72097">
        <w:rPr>
          <w:snapToGrid w:val="0"/>
        </w:rPr>
        <w:t xml:space="preserve"> </w:t>
      </w:r>
      <w:r w:rsidRPr="00D72097">
        <w:rPr>
          <w:b/>
          <w:bCs/>
          <w:snapToGrid w:val="0"/>
        </w:rPr>
        <w:t xml:space="preserve">dle </w:t>
      </w:r>
      <w:r w:rsidR="00471C44">
        <w:rPr>
          <w:b/>
          <w:bCs/>
          <w:snapToGrid w:val="0"/>
        </w:rPr>
        <w:t>položkového soupisu</w:t>
      </w:r>
      <w:bookmarkStart w:id="0" w:name="_GoBack"/>
      <w:bookmarkEnd w:id="0"/>
      <w:r w:rsidRPr="00D72097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D72097">
        <w:rPr>
          <w:b/>
          <w:bCs/>
        </w:rPr>
        <w:t xml:space="preserve">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D72097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</w:t>
      </w:r>
      <w:r w:rsidRPr="00D72097">
        <w:t xml:space="preserve">s tím, že tato nabídka a zadávací dokumentace jsou závazným podkladem pro uzavření smlouvy </w:t>
      </w:r>
      <w:r w:rsidR="00F05536" w:rsidRPr="00D72097">
        <w:t>o kontrolní činnosti</w:t>
      </w:r>
      <w:r w:rsidR="00D72097" w:rsidRPr="00D72097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D72097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D82647" w:rsidRPr="00D72097">
        <w:rPr>
          <w:b/>
        </w:rPr>
        <w:t>ihned po nabytí účinnosti smlouvy uveřejněním v Registru smluv</w:t>
      </w:r>
      <w:r w:rsidR="0054394D">
        <w:rPr>
          <w:b/>
        </w:rPr>
        <w:t xml:space="preserve"> (předpoklad březen 2021)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D72097">
        <w:t xml:space="preserve">Ukončení díla: </w:t>
      </w:r>
      <w:r w:rsidR="00D72097" w:rsidRPr="00D72097">
        <w:rPr>
          <w:b/>
        </w:rPr>
        <w:t>5</w:t>
      </w:r>
      <w:r w:rsidRPr="00D72097">
        <w:rPr>
          <w:b/>
        </w:rPr>
        <w:t xml:space="preserve">. </w:t>
      </w:r>
      <w:r w:rsidR="00D72097" w:rsidRPr="00D72097">
        <w:rPr>
          <w:b/>
        </w:rPr>
        <w:t>prosince 2021</w:t>
      </w:r>
      <w:r w:rsidRPr="00D72097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Prohlašujeme, že na</w:t>
      </w:r>
      <w:r w:rsidRPr="00D72097">
        <w:t xml:space="preserve"> </w:t>
      </w:r>
      <w:r w:rsidR="00D72097" w:rsidRPr="00D72097">
        <w:t xml:space="preserve">pracovišti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</w:t>
      </w:r>
      <w:r w:rsidR="00F05536">
        <w:t>vykonavatele kontroly</w:t>
      </w:r>
      <w:r w:rsidRPr="007364DE">
        <w:t xml:space="preserve"> ve smyslu ustanovení § 14 odst. 1 zákona č. 309/2006 Sb., o zajištění dalších podmínek bezpečnosti a ochrany zdraví při práci. Za </w:t>
      </w:r>
      <w:r w:rsidR="00F05536">
        <w:t>vykonavatele kontroly</w:t>
      </w:r>
      <w:r w:rsidRPr="007364DE">
        <w:t xml:space="preserve"> se přitom považuje jakákoliv právnická nebo fyzická osoba podílející se na </w:t>
      </w:r>
      <w:r w:rsidR="0054394D">
        <w:t>provádění prací</w:t>
      </w:r>
      <w:r>
        <w:t>, tedy i případní pod</w:t>
      </w:r>
      <w:r w:rsidRPr="007364DE">
        <w:t>dodavatelé.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Pokud bude naše nabídka vybrána jako nejvhodnější a bude s námi uzavřena </w:t>
      </w:r>
      <w:r w:rsidRPr="007A4A32">
        <w:t xml:space="preserve">smlouva </w:t>
      </w:r>
      <w:r w:rsidR="00F05536" w:rsidRPr="007A4A32">
        <w:t xml:space="preserve">o </w:t>
      </w:r>
      <w:r w:rsidR="00F05536" w:rsidRPr="00D72097">
        <w:t>kontrolní činnosti</w:t>
      </w:r>
      <w:r w:rsidRPr="00D72097">
        <w:t xml:space="preserve">, zavazujeme se k součinnosti s koordinátorem bezpečnosti ochrany zdraví při práci na </w:t>
      </w:r>
      <w:r w:rsidR="00D72097" w:rsidRPr="00D72097">
        <w:t>pracovišti</w:t>
      </w:r>
      <w:r w:rsidRPr="00D72097">
        <w:t xml:space="preserve"> dle </w:t>
      </w:r>
      <w:r w:rsidRPr="007364DE">
        <w:t>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D72097">
        <w:t>smlouva</w:t>
      </w:r>
      <w:r w:rsidR="0054394D">
        <w:t xml:space="preserve"> o</w:t>
      </w:r>
      <w:r w:rsidRPr="00D72097">
        <w:t xml:space="preserve"> </w:t>
      </w:r>
      <w:r w:rsidR="00F05536" w:rsidRPr="00D72097">
        <w:t>kontrolní činnosti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C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C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C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C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71C4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4394D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A4A32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2097"/>
    <w:rsid w:val="00D73D46"/>
    <w:rsid w:val="00D77428"/>
    <w:rsid w:val="00D82647"/>
    <w:rsid w:val="00D831A3"/>
    <w:rsid w:val="00DC75F3"/>
    <w:rsid w:val="00DD46F3"/>
    <w:rsid w:val="00DE56F2"/>
    <w:rsid w:val="00DF116D"/>
    <w:rsid w:val="00EA25D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813E09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4EA4E6-0755-48CD-BF08-218CDFF0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2</Pages>
  <Words>689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3</cp:revision>
  <cp:lastPrinted>2017-11-28T17:18:00Z</cp:lastPrinted>
  <dcterms:created xsi:type="dcterms:W3CDTF">2021-03-03T09:51:00Z</dcterms:created>
  <dcterms:modified xsi:type="dcterms:W3CDTF">2021-03-10T06:44:00Z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