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827A4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605C7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7D0E0D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2A006C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2A006C" w:rsidRPr="002E223B">
        <w:rPr>
          <w:rFonts w:eastAsia="Times New Roman" w:cs="Times New Roman"/>
          <w:b/>
          <w:noProof/>
        </w:rPr>
        <w:t>Dodávky a instalace zařízení pro vstup a výběr poplatku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642682">
        <w:rPr>
          <w:rFonts w:eastAsia="Times New Roman" w:cs="Times New Roman"/>
          <w:lang w:eastAsia="cs-CZ"/>
        </w:rPr>
        <w:t xml:space="preserve">č.j. </w:t>
      </w:r>
      <w:r w:rsidR="00642682" w:rsidRPr="00642682">
        <w:rPr>
          <w:rFonts w:eastAsia="Times New Roman" w:cs="Times New Roman"/>
          <w:lang w:eastAsia="cs-CZ"/>
        </w:rPr>
        <w:t>9065</w:t>
      </w:r>
      <w:r w:rsidR="002A006C" w:rsidRPr="00642682">
        <w:rPr>
          <w:rFonts w:eastAsia="Times New Roman" w:cs="Times New Roman"/>
          <w:lang w:eastAsia="cs-CZ"/>
        </w:rPr>
        <w:t>/2021-SŽ-GŘ-O8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665F9" w14:textId="77777777" w:rsidR="00ED79E5" w:rsidRDefault="00ED79E5" w:rsidP="00962258">
      <w:pPr>
        <w:spacing w:after="0" w:line="240" w:lineRule="auto"/>
      </w:pPr>
      <w:r>
        <w:separator/>
      </w:r>
    </w:p>
  </w:endnote>
  <w:endnote w:type="continuationSeparator" w:id="0">
    <w:p w14:paraId="3C6AB2C5" w14:textId="77777777" w:rsidR="00ED79E5" w:rsidRDefault="00ED79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B1B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684D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23A317F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8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BC60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0A94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82ECE" w14:textId="77777777" w:rsidR="00ED79E5" w:rsidRDefault="00ED79E5" w:rsidP="00962258">
      <w:pPr>
        <w:spacing w:after="0" w:line="240" w:lineRule="auto"/>
      </w:pPr>
      <w:r>
        <w:separator/>
      </w:r>
    </w:p>
  </w:footnote>
  <w:footnote w:type="continuationSeparator" w:id="0">
    <w:p w14:paraId="42267638" w14:textId="77777777" w:rsidR="00ED79E5" w:rsidRDefault="00ED79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A006C"/>
    <w:rsid w:val="002C31BF"/>
    <w:rsid w:val="002D08B1"/>
    <w:rsid w:val="002E0CD7"/>
    <w:rsid w:val="00341DCF"/>
    <w:rsid w:val="00357BC6"/>
    <w:rsid w:val="003813B7"/>
    <w:rsid w:val="003956C6"/>
    <w:rsid w:val="003B2200"/>
    <w:rsid w:val="003C5C92"/>
    <w:rsid w:val="003E58EA"/>
    <w:rsid w:val="00404352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2851"/>
    <w:rsid w:val="00642682"/>
    <w:rsid w:val="00660AD3"/>
    <w:rsid w:val="00677B7F"/>
    <w:rsid w:val="006A445B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332E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04535"/>
    <w:rsid w:val="00C10721"/>
    <w:rsid w:val="00C15D7C"/>
    <w:rsid w:val="00C44F6A"/>
    <w:rsid w:val="00C47AE3"/>
    <w:rsid w:val="00C605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79E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1635F4-DD49-4D02-8B2C-DE13E19D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2</cp:revision>
  <cp:lastPrinted>2020-02-10T12:41:00Z</cp:lastPrinted>
  <dcterms:created xsi:type="dcterms:W3CDTF">2021-02-22T15:22:00Z</dcterms:created>
  <dcterms:modified xsi:type="dcterms:W3CDTF">2021-02-22T15:22:00Z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