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1454B" w14:textId="51346E82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Pr="009B63B6">
        <w:rPr>
          <w:rFonts w:asciiTheme="majorHAnsi" w:eastAsia="Times New Roman" w:hAnsiTheme="majorHAnsi" w:cs="Times New Roman"/>
          <w:lang w:eastAsia="cs-CZ"/>
        </w:rPr>
        <w:t xml:space="preserve">č. </w:t>
      </w:r>
      <w:r w:rsidR="009B63B6" w:rsidRPr="009B63B6">
        <w:rPr>
          <w:rFonts w:asciiTheme="majorHAnsi" w:eastAsia="Times New Roman" w:hAnsiTheme="majorHAnsi" w:cs="Times New Roman"/>
          <w:lang w:eastAsia="cs-CZ"/>
        </w:rPr>
        <w:t>3</w:t>
      </w:r>
      <w:r w:rsidRPr="009B63B6">
        <w:rPr>
          <w:rFonts w:asciiTheme="majorHAnsi" w:eastAsia="Times New Roman" w:hAnsiTheme="majorHAnsi" w:cs="Times New Roman"/>
          <w:lang w:eastAsia="cs-CZ"/>
        </w:rPr>
        <w:t xml:space="preserve"> Výzvy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193FAD3C" w:rsidR="005740C3" w:rsidRPr="005435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43595">
        <w:rPr>
          <w:rFonts w:eastAsia="Times New Roman" w:cs="Times New Roman"/>
          <w:b/>
          <w:lang w:eastAsia="cs-CZ"/>
        </w:rPr>
        <w:t>Číslo smlouvy objednatele. ………………</w:t>
      </w:r>
      <w:r w:rsidR="00543595">
        <w:rPr>
          <w:rFonts w:eastAsia="Times New Roman" w:cs="Times New Roman"/>
          <w:b/>
          <w:lang w:eastAsia="cs-CZ"/>
        </w:rPr>
        <w:t>(doplní objednatel)</w:t>
      </w:r>
    </w:p>
    <w:p w14:paraId="6F0FEDA9" w14:textId="5587E0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 xml:space="preserve">Číslo smlouvy zhotovitele. </w:t>
      </w:r>
      <w:r w:rsidRPr="00543595">
        <w:rPr>
          <w:rFonts w:eastAsia="Times New Roman" w:cs="Times New Roman"/>
          <w:b/>
          <w:highlight w:val="green"/>
          <w:lang w:eastAsia="cs-CZ"/>
        </w:rPr>
        <w:t>………………</w:t>
      </w:r>
      <w:r w:rsidR="00543595" w:rsidRPr="00543595">
        <w:rPr>
          <w:rFonts w:eastAsia="Times New Roman" w:cs="Times New Roman"/>
          <w:b/>
          <w:highlight w:val="green"/>
          <w:lang w:eastAsia="cs-CZ"/>
        </w:rPr>
        <w:t>(doplní zhotovitel)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12223576" w14:textId="09FC9DD6" w:rsidR="004E1498" w:rsidRPr="004E1498" w:rsidRDefault="004E1498" w:rsidP="0037154D">
      <w:pPr>
        <w:overflowPunct w:val="0"/>
        <w:autoSpaceDE w:val="0"/>
        <w:autoSpaceDN w:val="0"/>
        <w:adjustRightInd w:val="0"/>
        <w:spacing w:after="0" w:line="240" w:lineRule="auto"/>
        <w:ind w:right="-512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543595" w:rsidRPr="00543595">
        <w:rPr>
          <w:rFonts w:eastAsia="Times New Roman" w:cs="Times New Roman"/>
          <w:lang w:eastAsia="cs-CZ"/>
        </w:rPr>
        <w:t>Z</w:t>
      </w:r>
      <w:r w:rsidRPr="00543595">
        <w:rPr>
          <w:rFonts w:eastAsia="Times New Roman" w:cs="Times New Roman"/>
          <w:lang w:eastAsia="cs-CZ"/>
        </w:rPr>
        <w:t>astoupená</w:t>
      </w:r>
      <w:r w:rsidR="00543595" w:rsidRPr="00543595">
        <w:rPr>
          <w:rFonts w:eastAsia="Times New Roman" w:cs="Times New Roman"/>
          <w:lang w:eastAsia="cs-CZ"/>
        </w:rPr>
        <w:t xml:space="preserve"> JUDr. Luďkem Eichlerem, MBA</w:t>
      </w:r>
      <w:r w:rsidR="007A30AB" w:rsidRPr="007A30AB">
        <w:rPr>
          <w:rFonts w:eastAsia="Times New Roman" w:cs="Times New Roman"/>
          <w:lang w:eastAsia="cs-CZ"/>
        </w:rPr>
        <w:t>, ředitelem Hasičského záchranného sboru</w:t>
      </w: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9E73E8B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57570FF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Sídlo:</w:t>
      </w:r>
    </w:p>
    <w:p w14:paraId="420D77A3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Bankovní spojení:…………………</w:t>
      </w:r>
      <w:proofErr w:type="gramStart"/>
      <w:r w:rsidRPr="009B4030">
        <w:rPr>
          <w:rFonts w:eastAsia="Times New Roman" w:cs="Times New Roman"/>
          <w:highlight w:val="green"/>
          <w:lang w:eastAsia="cs-CZ"/>
        </w:rPr>
        <w:t>…..</w:t>
      </w:r>
      <w:proofErr w:type="gramEnd"/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Číslo účtu:………………………</w:t>
      </w:r>
      <w:proofErr w:type="gramStart"/>
      <w:r w:rsidRPr="009B4030">
        <w:rPr>
          <w:rFonts w:eastAsia="Times New Roman" w:cs="Times New Roman"/>
          <w:highlight w:val="green"/>
          <w:lang w:eastAsia="cs-CZ"/>
        </w:rPr>
        <w:t>…..</w:t>
      </w:r>
      <w:proofErr w:type="gramEnd"/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3FE2A1D3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527421" w:rsidRPr="004E1498">
        <w:rPr>
          <w:rFonts w:eastAsia="Times New Roman" w:cs="Times New Roman"/>
          <w:lang w:eastAsia="cs-CZ"/>
        </w:rPr>
        <w:t>„</w:t>
      </w:r>
      <w:r w:rsidR="00CD3BDF" w:rsidRPr="00CD3BDF">
        <w:rPr>
          <w:rFonts w:eastAsia="Times New Roman" w:cs="Times New Roman"/>
          <w:lang w:eastAsia="cs-CZ"/>
        </w:rPr>
        <w:t xml:space="preserve">Repase 82 ks redukčních ventilů dýchacích přístrojů </w:t>
      </w:r>
      <w:proofErr w:type="spellStart"/>
      <w:r w:rsidR="00CD3BDF" w:rsidRPr="00CD3BDF">
        <w:rPr>
          <w:rFonts w:eastAsia="Times New Roman" w:cs="Times New Roman"/>
          <w:lang w:eastAsia="cs-CZ"/>
        </w:rPr>
        <w:t>Dräger</w:t>
      </w:r>
      <w:proofErr w:type="spellEnd"/>
      <w:r w:rsidR="00CD3BDF" w:rsidRPr="00CD3BDF">
        <w:rPr>
          <w:rFonts w:eastAsia="Times New Roman" w:cs="Times New Roman"/>
          <w:lang w:eastAsia="cs-CZ"/>
        </w:rPr>
        <w:t xml:space="preserve"> PA 94</w:t>
      </w:r>
      <w:r w:rsidR="00CD3BDF" w:rsidRPr="00A73DAA">
        <w:rPr>
          <w:rFonts w:eastAsia="Times New Roman" w:cs="Times New Roman"/>
          <w:lang w:eastAsia="cs-CZ"/>
        </w:rPr>
        <w:t>+</w:t>
      </w:r>
      <w:r w:rsidRPr="00A73DAA">
        <w:rPr>
          <w:rFonts w:eastAsia="Times New Roman" w:cs="Times New Roman"/>
          <w:lang w:eastAsia="cs-CZ"/>
        </w:rPr>
        <w:t>“,</w:t>
      </w:r>
      <w:r w:rsidR="00CD3BDF" w:rsidRPr="00A73DAA">
        <w:rPr>
          <w:rFonts w:eastAsia="Times New Roman" w:cs="Times New Roman"/>
          <w:lang w:eastAsia="cs-CZ"/>
        </w:rPr>
        <w:t xml:space="preserve"> </w:t>
      </w:r>
      <w:proofErr w:type="gramStart"/>
      <w:r w:rsidR="00CD3BDF" w:rsidRPr="00A73DAA">
        <w:rPr>
          <w:rFonts w:eastAsia="Times New Roman" w:cs="Times New Roman"/>
          <w:lang w:eastAsia="cs-CZ"/>
        </w:rPr>
        <w:t>č</w:t>
      </w:r>
      <w:r w:rsidR="000D278B" w:rsidRPr="00A73DAA">
        <w:rPr>
          <w:rFonts w:eastAsia="Times New Roman" w:cs="Times New Roman"/>
          <w:lang w:eastAsia="cs-CZ"/>
        </w:rPr>
        <w:t>.j.</w:t>
      </w:r>
      <w:proofErr w:type="gramEnd"/>
      <w:r w:rsidR="000D278B" w:rsidRPr="00A73DAA">
        <w:rPr>
          <w:rFonts w:eastAsia="Times New Roman" w:cs="Times New Roman"/>
          <w:lang w:eastAsia="cs-CZ"/>
        </w:rPr>
        <w:t xml:space="preserve"> veřejné zakázky</w:t>
      </w:r>
      <w:r w:rsidR="000D278B">
        <w:rPr>
          <w:rFonts w:eastAsia="Times New Roman" w:cs="Times New Roman"/>
          <w:lang w:eastAsia="cs-CZ"/>
        </w:rPr>
        <w:t xml:space="preserve"> </w:t>
      </w:r>
      <w:r w:rsidR="00A73DAA" w:rsidRPr="00A73DAA">
        <w:rPr>
          <w:rFonts w:eastAsia="Times New Roman" w:cs="Times New Roman"/>
          <w:lang w:eastAsia="cs-CZ"/>
        </w:rPr>
        <w:t>15088/2021-SŽ-GŘ-O8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26552A86" w:rsidR="004E1498" w:rsidRPr="004E1498" w:rsidRDefault="00CD3BDF" w:rsidP="00CD3BDF">
      <w:pPr>
        <w:pStyle w:val="Nadpis2"/>
      </w:pPr>
      <w:r>
        <w:t>Předmětem díla je provedení r</w:t>
      </w:r>
      <w:r w:rsidRPr="00CD3BDF">
        <w:t xml:space="preserve">epase 82 ks redukčních ventilů dýchacích přístrojů </w:t>
      </w:r>
      <w:proofErr w:type="spellStart"/>
      <w:r w:rsidRPr="00CD3BDF">
        <w:t>Dräger</w:t>
      </w:r>
      <w:proofErr w:type="spellEnd"/>
      <w:r w:rsidRPr="00CD3BDF">
        <w:t xml:space="preserve"> PA 94+</w:t>
      </w:r>
      <w:r w:rsidR="0086114C" w:rsidRPr="004E1498">
        <w:t>.</w:t>
      </w:r>
    </w:p>
    <w:p w14:paraId="31E5226B" w14:textId="00CAD3BC" w:rsidR="004E1498" w:rsidRPr="004E1498" w:rsidRDefault="004E1498" w:rsidP="00592757">
      <w:pPr>
        <w:pStyle w:val="Nadpis2"/>
        <w:jc w:val="left"/>
      </w:pPr>
      <w:r w:rsidRPr="007A30AB">
        <w:t xml:space="preserve">Předmět díla je blíže specifikován v </w:t>
      </w:r>
      <w:r w:rsidRPr="00543595">
        <w:t>přílo</w:t>
      </w:r>
      <w:r w:rsidR="00CB53B1" w:rsidRPr="00543595">
        <w:t>ze</w:t>
      </w:r>
      <w:r w:rsidRPr="00543595">
        <w:t xml:space="preserve"> </w:t>
      </w:r>
      <w:r w:rsidR="00543595" w:rsidRPr="00543595">
        <w:t>č.</w:t>
      </w:r>
      <w:r w:rsidR="00543595">
        <w:t xml:space="preserve"> </w:t>
      </w:r>
      <w:r w:rsidR="00543595" w:rsidRPr="00543595">
        <w:t xml:space="preserve">1 </w:t>
      </w:r>
      <w:r w:rsidR="006566F7" w:rsidRPr="00543595">
        <w:t>S</w:t>
      </w:r>
      <w:r w:rsidRPr="00543595">
        <w:t>mlouvy.</w:t>
      </w:r>
    </w:p>
    <w:p w14:paraId="3E663345" w14:textId="2A87433A" w:rsidR="004E1498" w:rsidRPr="007A30AB" w:rsidRDefault="004E1498" w:rsidP="00592757">
      <w:pPr>
        <w:pStyle w:val="Nadpis2"/>
        <w:jc w:val="left"/>
      </w:pPr>
      <w:r w:rsidRPr="007A30AB">
        <w:t xml:space="preserve">Předmět díla musí být proveden v souladu s podmínkami stanovenými </w:t>
      </w:r>
      <w:r w:rsidR="007A30AB" w:rsidRPr="007A30AB">
        <w:t xml:space="preserve">výrobcem dýchacích přístrojů </w:t>
      </w:r>
      <w:proofErr w:type="spellStart"/>
      <w:r w:rsidR="007A30AB" w:rsidRPr="007A30AB">
        <w:t>Dräger</w:t>
      </w:r>
      <w:proofErr w:type="spellEnd"/>
      <w:r w:rsidR="007A30AB" w:rsidRPr="007A30AB">
        <w:t xml:space="preserve"> PA 94+</w:t>
      </w:r>
      <w:r w:rsidRPr="007A30AB">
        <w:t>.</w:t>
      </w:r>
    </w:p>
    <w:p w14:paraId="620E778C" w14:textId="1F1354BE" w:rsidR="004E1498" w:rsidRPr="007A30AB" w:rsidRDefault="004E1498" w:rsidP="00275474">
      <w:pPr>
        <w:pStyle w:val="Nadpis2"/>
        <w:jc w:val="left"/>
      </w:pPr>
      <w:r w:rsidRPr="007A30AB">
        <w:t>Jakost ani provedení Předmětu díla není určeno vzorkem ani předlohou.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19FC3255" w:rsidR="005740C3" w:rsidRDefault="00810E9B" w:rsidP="005740C3">
      <w:pPr>
        <w:pStyle w:val="Nadpis2"/>
        <w:jc w:val="left"/>
      </w:pPr>
      <w:r w:rsidRPr="00275474">
        <w:t xml:space="preserve">Cena </w:t>
      </w:r>
      <w:r w:rsidR="00134C81">
        <w:t xml:space="preserve">celkem </w:t>
      </w:r>
      <w:r w:rsidRPr="00275474">
        <w:t xml:space="preserve">bez DPH </w:t>
      </w:r>
      <w:r w:rsidRPr="00275474">
        <w:tab/>
      </w:r>
      <w:r w:rsidRPr="00275474">
        <w:tab/>
        <w:t xml:space="preserve"> </w:t>
      </w:r>
      <w:r w:rsidR="00A2776C">
        <w:tab/>
      </w:r>
      <w:r w:rsidR="00A2776C">
        <w:tab/>
      </w:r>
      <w:r w:rsidR="00A2776C">
        <w:tab/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7979BC31" w14:textId="1AEEBADB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</w:t>
      </w:r>
      <w:r w:rsidR="00A2776C">
        <w:tab/>
      </w:r>
      <w:r w:rsidR="00A2776C">
        <w:tab/>
      </w:r>
      <w:r w:rsidR="00A2776C">
        <w:tab/>
      </w:r>
      <w:r w:rsidR="00A2776C">
        <w:tab/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705E0321" w14:textId="7B2396AE" w:rsidR="00A2776C" w:rsidRDefault="00810E9B" w:rsidP="00A2776C">
      <w:pPr>
        <w:pStyle w:val="Nadpis2"/>
        <w:jc w:val="left"/>
      </w:pPr>
      <w:r w:rsidRPr="00275474">
        <w:t>Cena</w:t>
      </w:r>
      <w:r w:rsidR="00134C81">
        <w:t xml:space="preserve"> celkem</w:t>
      </w:r>
      <w:r w:rsidRPr="00275474">
        <w:t xml:space="preserve"> včetně DPH </w:t>
      </w:r>
      <w:r w:rsidRPr="00275474">
        <w:tab/>
        <w:t xml:space="preserve"> </w:t>
      </w:r>
      <w:r w:rsidR="00A2776C">
        <w:tab/>
      </w:r>
      <w:r w:rsidR="00A2776C">
        <w:tab/>
      </w:r>
      <w:r w:rsidR="00A2776C">
        <w:tab/>
      </w:r>
      <w:bookmarkStart w:id="0" w:name="_GoBack"/>
      <w:bookmarkEnd w:id="0"/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35AD72B8" w14:textId="77777777" w:rsidR="00A2776C" w:rsidRPr="00A2776C" w:rsidRDefault="00A2776C" w:rsidP="00A2776C">
      <w:pPr>
        <w:rPr>
          <w:lang w:eastAsia="cs-CZ"/>
        </w:rPr>
      </w:pPr>
    </w:p>
    <w:p w14:paraId="5849645A" w14:textId="4BA2A1E0" w:rsidR="00A2776C" w:rsidRDefault="00A2776C" w:rsidP="00A2776C">
      <w:pPr>
        <w:pStyle w:val="Nadpis2"/>
        <w:jc w:val="left"/>
      </w:pPr>
      <w:r w:rsidRPr="00275474">
        <w:lastRenderedPageBreak/>
        <w:t>Cena</w:t>
      </w:r>
      <w:r>
        <w:t xml:space="preserve"> za repasi 1 ks redukčního ventilu bez DPH </w:t>
      </w:r>
      <w:r>
        <w:tab/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129BC057" w14:textId="3A0FC2DD" w:rsidR="00A2776C" w:rsidRDefault="00A2776C" w:rsidP="00A2776C">
      <w:pPr>
        <w:pStyle w:val="Nadpis2"/>
        <w:jc w:val="left"/>
      </w:pPr>
      <w:r w:rsidRPr="00275474">
        <w:t>Výše DPH 21%</w:t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>
        <w:tab/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7C2E95CE" w14:textId="44429D1D" w:rsidR="00A2776C" w:rsidRDefault="00A2776C" w:rsidP="00A2776C">
      <w:pPr>
        <w:pStyle w:val="Nadpis2"/>
        <w:jc w:val="left"/>
      </w:pPr>
      <w:r w:rsidRPr="00275474">
        <w:t>Cena</w:t>
      </w:r>
      <w:r w:rsidRPr="00A2776C">
        <w:t xml:space="preserve"> </w:t>
      </w:r>
      <w:r>
        <w:t xml:space="preserve">za repasi 1 ks redukčního ventilu včetně DPH </w:t>
      </w:r>
      <w:r>
        <w:tab/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2ED66FC0" w14:textId="6B3603B6" w:rsidR="00543595" w:rsidRDefault="00810E9B" w:rsidP="00543595">
      <w:pPr>
        <w:pStyle w:val="Nadpis2"/>
        <w:jc w:val="left"/>
      </w:pPr>
      <w:r w:rsidRPr="007A30AB">
        <w:t xml:space="preserve">Fakturace bude provedena </w:t>
      </w:r>
      <w:r w:rsidR="00CB53B1" w:rsidRPr="007A30AB">
        <w:t>na základě předávacího protokolu</w:t>
      </w:r>
      <w:r w:rsidR="00CD3BDF" w:rsidRPr="007A30AB">
        <w:t xml:space="preserve"> podepsaného oběma Smluvními stranami za provedené repase na 82 kusech redukčního ventilu dýchacího přístroje </w:t>
      </w:r>
      <w:proofErr w:type="spellStart"/>
      <w:r w:rsidR="00CD3BDF" w:rsidRPr="007A30AB">
        <w:t>Dräger</w:t>
      </w:r>
      <w:proofErr w:type="spellEnd"/>
      <w:r w:rsidR="00CD3BDF" w:rsidRPr="007A30AB">
        <w:t xml:space="preserve"> PA 94+.</w:t>
      </w:r>
      <w:r w:rsidR="00543595" w:rsidRPr="00543595">
        <w:t xml:space="preserve"> </w:t>
      </w:r>
    </w:p>
    <w:p w14:paraId="1AFBED57" w14:textId="77777777" w:rsidR="004E1498" w:rsidRPr="00543595" w:rsidRDefault="004E1498" w:rsidP="00592757">
      <w:pPr>
        <w:pStyle w:val="Nadpis1"/>
        <w:rPr>
          <w:rFonts w:eastAsia="Times New Roman"/>
          <w:lang w:eastAsia="cs-CZ"/>
        </w:rPr>
      </w:pPr>
      <w:r w:rsidRPr="00543595">
        <w:rPr>
          <w:rFonts w:eastAsia="Times New Roman"/>
          <w:lang w:eastAsia="cs-CZ"/>
        </w:rPr>
        <w:t>Místo a doba plnění</w:t>
      </w:r>
    </w:p>
    <w:p w14:paraId="14231B48" w14:textId="505029C5" w:rsidR="009F0A2A" w:rsidRPr="00A2776C" w:rsidRDefault="004E1498" w:rsidP="009F0A2A">
      <w:pPr>
        <w:pStyle w:val="Nadpis2"/>
      </w:pPr>
      <w:r w:rsidRPr="00A2776C">
        <w:t>Místem plnění je</w:t>
      </w:r>
      <w:r w:rsidR="009F0A2A" w:rsidRPr="00A2776C">
        <w:t xml:space="preserve"> Správa železnic, státní organizace, Generální ředitelství, Dlážděná 1003/7, Praha 1 – Nové Město, PSČ 110 00.</w:t>
      </w:r>
    </w:p>
    <w:p w14:paraId="624D8729" w14:textId="566D31EC" w:rsidR="005740C3" w:rsidRPr="00543595" w:rsidRDefault="004E1498" w:rsidP="009F0A2A">
      <w:pPr>
        <w:pStyle w:val="Nadpis2"/>
        <w:jc w:val="left"/>
      </w:pPr>
      <w:r w:rsidRPr="00A2776C">
        <w:t>Z</w:t>
      </w:r>
      <w:r w:rsidR="005740C3" w:rsidRPr="00A2776C">
        <w:t>hotovitel</w:t>
      </w:r>
      <w:r w:rsidR="005740C3" w:rsidRPr="00543595">
        <w:t xml:space="preserve"> je povinen provést a předat </w:t>
      </w:r>
      <w:r w:rsidR="0087541B" w:rsidRPr="00543595">
        <w:t>Dílo nejpozději do 2 měsíců od účinnosti smlouvy</w:t>
      </w:r>
      <w:r w:rsidR="0086114C" w:rsidRPr="00543595">
        <w:t>.</w:t>
      </w:r>
    </w:p>
    <w:p w14:paraId="38280017" w14:textId="77777777" w:rsidR="004E1498" w:rsidRPr="00543595" w:rsidRDefault="004E1498" w:rsidP="00592757">
      <w:pPr>
        <w:pStyle w:val="Nadpis1"/>
        <w:rPr>
          <w:rFonts w:eastAsia="Times New Roman"/>
          <w:lang w:eastAsia="cs-CZ"/>
        </w:rPr>
      </w:pPr>
      <w:r w:rsidRPr="00543595">
        <w:rPr>
          <w:rFonts w:eastAsia="Times New Roman"/>
          <w:lang w:eastAsia="cs-CZ"/>
        </w:rPr>
        <w:t>Záruční doba</w:t>
      </w:r>
    </w:p>
    <w:p w14:paraId="76B099DF" w14:textId="6BAB2A9A" w:rsidR="004E1498" w:rsidRPr="006C7697" w:rsidRDefault="004E1498" w:rsidP="006C7697">
      <w:pPr>
        <w:pStyle w:val="Nadpis2"/>
        <w:jc w:val="left"/>
      </w:pPr>
      <w:r w:rsidRPr="00543595">
        <w:t xml:space="preserve">Záruční doba činí </w:t>
      </w:r>
      <w:r w:rsidRPr="00543595">
        <w:rPr>
          <w:highlight w:val="green"/>
        </w:rPr>
        <w:t>………</w:t>
      </w:r>
      <w:r w:rsidR="00816B59" w:rsidRPr="00543595">
        <w:rPr>
          <w:highlight w:val="green"/>
        </w:rPr>
        <w:t xml:space="preserve"> (</w:t>
      </w:r>
      <w:r w:rsidR="0065259F" w:rsidRPr="00543595">
        <w:rPr>
          <w:highlight w:val="green"/>
        </w:rPr>
        <w:t xml:space="preserve">doplní zhotovitel - </w:t>
      </w:r>
      <w:r w:rsidR="00816B59" w:rsidRPr="00543595">
        <w:rPr>
          <w:highlight w:val="green"/>
        </w:rPr>
        <w:t>minimálně 24 měsíců)</w:t>
      </w:r>
      <w:r w:rsidRPr="00543595">
        <w:rPr>
          <w:highlight w:val="green"/>
        </w:rPr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9B4030">
        <w:rPr>
          <w:highlight w:val="green"/>
        </w:rPr>
        <w:t>č…</w:t>
      </w:r>
      <w:r w:rsidR="006566F7" w:rsidRPr="009B4030">
        <w:rPr>
          <w:highlight w:val="green"/>
        </w:rPr>
        <w:t>.</w:t>
      </w:r>
      <w:r w:rsidR="006566F7">
        <w:t xml:space="preserve"> </w:t>
      </w:r>
      <w:proofErr w:type="gramStart"/>
      <w:r w:rsidR="006566F7">
        <w:t>této</w:t>
      </w:r>
      <w:proofErr w:type="gramEnd"/>
      <w:r w:rsidR="006566F7">
        <w:t xml:space="preserve"> S</w:t>
      </w:r>
      <w:r w:rsidRPr="004E1498">
        <w:t xml:space="preserve">mlouvy. </w:t>
      </w:r>
    </w:p>
    <w:p w14:paraId="6E4032B4" w14:textId="2FE6076C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11AD6701" w14:textId="77777777" w:rsidR="00FD17C6" w:rsidRPr="004E1498" w:rsidRDefault="00FD17C6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7A30AB" w:rsidRDefault="004E1498" w:rsidP="00592757">
      <w:pPr>
        <w:pStyle w:val="Nadpis2"/>
        <w:jc w:val="left"/>
      </w:pPr>
      <w:r w:rsidRPr="007A30AB">
        <w:t>Kontaktními osobami smluvních stran jsou</w:t>
      </w:r>
    </w:p>
    <w:p w14:paraId="4E7FEA6D" w14:textId="776D44A0" w:rsidR="004E1498" w:rsidRPr="007A30AB" w:rsidRDefault="004E1498" w:rsidP="00592757">
      <w:pPr>
        <w:pStyle w:val="Nadpis3"/>
        <w:jc w:val="left"/>
      </w:pPr>
      <w:r w:rsidRPr="007A30AB">
        <w:t>za Objednatele p. ………………</w:t>
      </w:r>
      <w:r w:rsidR="0086114C" w:rsidRPr="007A30AB">
        <w:t>……,</w:t>
      </w:r>
      <w:r w:rsidRPr="007A30AB">
        <w:t xml:space="preserve"> tel. ……………</w:t>
      </w:r>
      <w:r w:rsidR="0086114C" w:rsidRPr="007A30AB">
        <w:t>……,</w:t>
      </w:r>
      <w:r w:rsidRPr="007A30AB">
        <w:t xml:space="preserve"> email ………………</w:t>
      </w:r>
      <w:r w:rsidR="0086114C" w:rsidRPr="007A30AB">
        <w:t>……,</w:t>
      </w:r>
    </w:p>
    <w:p w14:paraId="1C513CD4" w14:textId="4CC511DB" w:rsidR="004E1498" w:rsidRPr="009B4030" w:rsidRDefault="004E1498" w:rsidP="00592757">
      <w:pPr>
        <w:pStyle w:val="Nadpis3"/>
        <w:jc w:val="left"/>
        <w:rPr>
          <w:highlight w:val="green"/>
        </w:rPr>
      </w:pPr>
      <w:r w:rsidRPr="009B4030">
        <w:rPr>
          <w:highlight w:val="green"/>
        </w:rPr>
        <w:t>za Zhotovitele p. ………………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tel. 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email ………………</w:t>
      </w:r>
      <w:r w:rsidR="0086114C" w:rsidRPr="009B4030">
        <w:rPr>
          <w:highlight w:val="green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proofErr w:type="gramStart"/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proofErr w:type="gramEnd"/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</w:t>
      </w:r>
      <w:proofErr w:type="gramStart"/>
      <w:r w:rsidRPr="00D9782E">
        <w:rPr>
          <w:rFonts w:eastAsia="Calibri"/>
        </w:rPr>
        <w:t>která</w:t>
      </w:r>
      <w:proofErr w:type="gramEnd"/>
      <w:r w:rsidRPr="00D9782E">
        <w:rPr>
          <w:rFonts w:eastAsia="Calibri"/>
        </w:rPr>
        <w:t xml:space="preserve">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je povinna výslovně uvést, že informace, které označila jako své obchodní tajemství, naplňují současně všechny definiční znaky obchodního tajemství, tak jak je vymezeno v ustanovení § 504 občanského zákoníku, </w:t>
      </w:r>
      <w:r w:rsidRPr="00D9782E">
        <w:rPr>
          <w:rFonts w:eastAsia="Calibri"/>
        </w:rPr>
        <w:lastRenderedPageBreak/>
        <w:t>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9C30C5">
      <w:pPr>
        <w:pStyle w:val="Nadpis2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7A30AB" w:rsidRDefault="004E1498" w:rsidP="009C30C5">
      <w:pPr>
        <w:pStyle w:val="Nadpis2"/>
        <w:ind w:left="567" w:hanging="567"/>
        <w:jc w:val="left"/>
      </w:pPr>
      <w:r w:rsidRPr="004E1498">
        <w:t xml:space="preserve">Zvláštní podmínky, na které odkazuje Smlouva o dílo, mají přednost před zněním Obchodních podmínek, Obchodní podmínky se užijí v rozsahu, v jakém nejsou v rozporu </w:t>
      </w:r>
      <w:r w:rsidRPr="007A30AB">
        <w:t>s takovými zvláštními podmínkami.</w:t>
      </w:r>
    </w:p>
    <w:p w14:paraId="4C1A93EA" w14:textId="7B569B8B" w:rsidR="004E1498" w:rsidRPr="007A30AB" w:rsidRDefault="004E1498" w:rsidP="009C30C5">
      <w:pPr>
        <w:pStyle w:val="Nadpis2"/>
        <w:ind w:left="567" w:hanging="567"/>
        <w:jc w:val="left"/>
      </w:pPr>
      <w:r w:rsidRPr="007A30AB">
        <w:rPr>
          <w:rFonts w:eastAsia="Calibri"/>
        </w:rPr>
        <w:t xml:space="preserve">Tato </w:t>
      </w:r>
      <w:r w:rsidR="00D9782E" w:rsidRPr="007A30AB">
        <w:rPr>
          <w:rFonts w:eastAsia="Calibri"/>
        </w:rPr>
        <w:t>Sml</w:t>
      </w:r>
      <w:r w:rsidRPr="007A30AB">
        <w:rPr>
          <w:rFonts w:eastAsia="Calibri"/>
        </w:rPr>
        <w:t xml:space="preserve">ouva nabývá platnosti okamžikem podpisu poslední ze </w:t>
      </w:r>
      <w:r w:rsidR="00D9782E" w:rsidRPr="007A30AB">
        <w:rPr>
          <w:rFonts w:eastAsia="Calibri"/>
        </w:rPr>
        <w:t>Sml</w:t>
      </w:r>
      <w:r w:rsidRPr="007A30AB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D019374" w14:textId="77777777" w:rsidR="00A73DAA" w:rsidRDefault="00A73DAA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9BB0D88" w14:textId="77777777" w:rsidR="00A73DAA" w:rsidRDefault="00A73DAA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74EF262" w14:textId="77777777" w:rsidR="00A73DAA" w:rsidRDefault="00A73DAA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D310532" w14:textId="77777777" w:rsidR="00A73DAA" w:rsidRDefault="00A73DAA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BD7A002" w14:textId="77777777" w:rsidR="00A73DAA" w:rsidRDefault="00A73DAA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4240D27B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lastRenderedPageBreak/>
        <w:t>Přílohy</w:t>
      </w:r>
    </w:p>
    <w:p w14:paraId="661ED7F4" w14:textId="77777777" w:rsidR="00543595" w:rsidRPr="00543595" w:rsidRDefault="00543595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43595">
        <w:rPr>
          <w:rFonts w:eastAsia="Times New Roman" w:cs="Times New Roman"/>
          <w:lang w:eastAsia="cs-CZ"/>
        </w:rPr>
        <w:t xml:space="preserve">Bližší specifikace Díla </w:t>
      </w:r>
    </w:p>
    <w:p w14:paraId="2670F738" w14:textId="464DFED0" w:rsidR="00543595" w:rsidRPr="00543595" w:rsidRDefault="00543595" w:rsidP="00543595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D3AD8">
        <w:rPr>
          <w:rFonts w:eastAsia="Times New Roman" w:cs="Times New Roman"/>
          <w:lang w:eastAsia="cs-CZ"/>
        </w:rPr>
        <w:t>Obchodní podmínky</w:t>
      </w:r>
    </w:p>
    <w:p w14:paraId="077D172E" w14:textId="3B94A5E1" w:rsidR="006E6E61" w:rsidRPr="009B4030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6E6E61" w:rsidRPr="009B4030">
        <w:rPr>
          <w:rFonts w:eastAsia="Times New Roman" w:cs="Times New Roman"/>
          <w:highlight w:val="green"/>
          <w:lang w:eastAsia="cs-CZ"/>
        </w:rPr>
        <w:t>eznam poddodavatelů</w:t>
      </w:r>
      <w:r w:rsidRPr="009B4030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64EEE3E6" w14:textId="05C07376" w:rsidR="006E6E61" w:rsidRPr="009B4030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</w:t>
      </w:r>
      <w:r w:rsidR="00B27209" w:rsidRPr="009B4030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</w:p>
    <w:p w14:paraId="314AFFCD" w14:textId="23746AA9" w:rsidR="00D657AD" w:rsidRPr="009B4030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D657AD" w:rsidRPr="009B4030">
        <w:rPr>
          <w:rFonts w:eastAsia="Times New Roman" w:cs="Times New Roman"/>
          <w:highlight w:val="green"/>
          <w:lang w:eastAsia="cs-CZ"/>
        </w:rPr>
        <w:t>eznam realizačního týmu</w:t>
      </w:r>
      <w:r w:rsidRPr="009B4030">
        <w:rPr>
          <w:rFonts w:eastAsia="Times New Roman" w:cs="Times New Roman"/>
          <w:highlight w:val="green"/>
          <w:lang w:eastAsia="cs-CZ"/>
        </w:rPr>
        <w:t>- doplní Zhotovitel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A374A3" w14:textId="24D0A3D8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Za Zhotovitele:</w:t>
      </w:r>
    </w:p>
    <w:p w14:paraId="75D2B619" w14:textId="392F7DCF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2FA0D040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4761E1C5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4151DD46" w14:textId="4816182D" w:rsidR="00543595" w:rsidRPr="00634243" w:rsidRDefault="00543595" w:rsidP="00543595">
      <w:pPr>
        <w:spacing w:after="0" w:line="276" w:lineRule="auto"/>
        <w:rPr>
          <w:b/>
          <w:noProof/>
        </w:rPr>
      </w:pPr>
      <w:r>
        <w:rPr>
          <w:b/>
          <w:noProof/>
        </w:rPr>
        <w:t>JUDr. Luděk Eichler, MBA</w:t>
      </w:r>
    </w:p>
    <w:p w14:paraId="111F1717" w14:textId="44B07F72" w:rsidR="00613238" w:rsidRDefault="00543595" w:rsidP="00543595">
      <w:pPr>
        <w:spacing w:after="0" w:line="276" w:lineRule="auto"/>
        <w:rPr>
          <w:rFonts w:asciiTheme="majorHAnsi" w:hAnsiTheme="majorHAnsi"/>
        </w:rPr>
      </w:pPr>
      <w:r>
        <w:rPr>
          <w:noProof/>
        </w:rPr>
        <w:t>ředitel Hasičského záchranného sboru</w:t>
      </w:r>
      <w:r w:rsidRPr="00634243">
        <w:rPr>
          <w:rFonts w:asciiTheme="majorHAnsi" w:hAnsiTheme="majorHAnsi"/>
        </w:rPr>
        <w:tab/>
        <w:t xml:space="preserve">  </w:t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  <w:noProof/>
          <w:highlight w:val="green"/>
        </w:rPr>
        <w:t>[</w:t>
      </w:r>
      <w:r w:rsidR="00613238" w:rsidRPr="009B4030">
        <w:rPr>
          <w:rFonts w:asciiTheme="majorHAnsi" w:hAnsiTheme="majorHAnsi"/>
          <w:i/>
          <w:iCs/>
          <w:noProof/>
          <w:highlight w:val="green"/>
        </w:rPr>
        <w:t>DOPLNÍ ZHOTOVITEL</w:t>
      </w:r>
      <w:r w:rsidR="00613238" w:rsidRPr="009B4030">
        <w:rPr>
          <w:rFonts w:asciiTheme="majorHAnsi" w:hAnsiTheme="majorHAnsi"/>
          <w:noProof/>
          <w:highlight w:val="green"/>
        </w:rPr>
        <w:t>]</w:t>
      </w:r>
    </w:p>
    <w:p w14:paraId="5E8BA70D" w14:textId="77777777" w:rsidR="00D9782E" w:rsidRDefault="00D978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sectPr w:rsidR="00D9782E" w:rsidSect="000645D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4B15A0" w14:textId="77777777" w:rsidR="00A238AC" w:rsidRDefault="00A238AC" w:rsidP="00962258">
      <w:pPr>
        <w:spacing w:after="0" w:line="240" w:lineRule="auto"/>
      </w:pPr>
      <w:r>
        <w:separator/>
      </w:r>
    </w:p>
  </w:endnote>
  <w:endnote w:type="continuationSeparator" w:id="0">
    <w:p w14:paraId="4C6D6F84" w14:textId="77777777" w:rsidR="00A238AC" w:rsidRDefault="00A238A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2C6DEC84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F168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F168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C322A1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DBE738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34EC7343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F168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F168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57A5EA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296B1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FB2795" w14:textId="77777777" w:rsidR="00A238AC" w:rsidRDefault="00A238AC" w:rsidP="00962258">
      <w:pPr>
        <w:spacing w:after="0" w:line="240" w:lineRule="auto"/>
      </w:pPr>
      <w:r>
        <w:separator/>
      </w:r>
    </w:p>
  </w:footnote>
  <w:footnote w:type="continuationSeparator" w:id="0">
    <w:p w14:paraId="105ECB5D" w14:textId="77777777" w:rsidR="00A238AC" w:rsidRDefault="00A238A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abstractNum w:abstractNumId="19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8"/>
  </w:num>
  <w:num w:numId="5">
    <w:abstractNumId w:val="8"/>
  </w:num>
  <w:num w:numId="6">
    <w:abstractNumId w:val="0"/>
  </w:num>
  <w:num w:numId="7">
    <w:abstractNumId w:val="10"/>
  </w:num>
  <w:num w:numId="8">
    <w:abstractNumId w:val="19"/>
  </w:num>
  <w:num w:numId="9">
    <w:abstractNumId w:val="11"/>
  </w:num>
  <w:num w:numId="10">
    <w:abstractNumId w:val="6"/>
  </w:num>
  <w:num w:numId="11">
    <w:abstractNumId w:val="2"/>
  </w:num>
  <w:num w:numId="12">
    <w:abstractNumId w:val="15"/>
  </w:num>
  <w:num w:numId="13">
    <w:abstractNumId w:val="17"/>
  </w:num>
  <w:num w:numId="14">
    <w:abstractNumId w:val="4"/>
  </w:num>
  <w:num w:numId="15">
    <w:abstractNumId w:val="20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6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105CB1"/>
    <w:rsid w:val="0010693F"/>
    <w:rsid w:val="00107E5E"/>
    <w:rsid w:val="00114472"/>
    <w:rsid w:val="0013379C"/>
    <w:rsid w:val="00134C81"/>
    <w:rsid w:val="001550BC"/>
    <w:rsid w:val="001605B9"/>
    <w:rsid w:val="00170EC5"/>
    <w:rsid w:val="001747C1"/>
    <w:rsid w:val="00184743"/>
    <w:rsid w:val="00193A76"/>
    <w:rsid w:val="001A6752"/>
    <w:rsid w:val="001C0FC2"/>
    <w:rsid w:val="001C298C"/>
    <w:rsid w:val="001D3AFC"/>
    <w:rsid w:val="001D68A6"/>
    <w:rsid w:val="00207DF5"/>
    <w:rsid w:val="00216193"/>
    <w:rsid w:val="002313EA"/>
    <w:rsid w:val="0025341D"/>
    <w:rsid w:val="00275474"/>
    <w:rsid w:val="00280E07"/>
    <w:rsid w:val="0029605F"/>
    <w:rsid w:val="002A12E8"/>
    <w:rsid w:val="002C31BF"/>
    <w:rsid w:val="002D08B1"/>
    <w:rsid w:val="002D6523"/>
    <w:rsid w:val="002E0CD7"/>
    <w:rsid w:val="003013FA"/>
    <w:rsid w:val="003071BD"/>
    <w:rsid w:val="00341DCF"/>
    <w:rsid w:val="00357BC6"/>
    <w:rsid w:val="0037154D"/>
    <w:rsid w:val="0038088E"/>
    <w:rsid w:val="003956C6"/>
    <w:rsid w:val="003A0DCF"/>
    <w:rsid w:val="003A4D59"/>
    <w:rsid w:val="003B39EC"/>
    <w:rsid w:val="003B5DD6"/>
    <w:rsid w:val="003B5FC3"/>
    <w:rsid w:val="003D1F1E"/>
    <w:rsid w:val="003D703A"/>
    <w:rsid w:val="003F20D8"/>
    <w:rsid w:val="00401303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43595"/>
    <w:rsid w:val="00553375"/>
    <w:rsid w:val="005736B7"/>
    <w:rsid w:val="005740C3"/>
    <w:rsid w:val="00575E5A"/>
    <w:rsid w:val="00592757"/>
    <w:rsid w:val="00597E84"/>
    <w:rsid w:val="005B76DD"/>
    <w:rsid w:val="005D5624"/>
    <w:rsid w:val="005F1404"/>
    <w:rsid w:val="0060520C"/>
    <w:rsid w:val="0061068E"/>
    <w:rsid w:val="00613238"/>
    <w:rsid w:val="0065259F"/>
    <w:rsid w:val="00653821"/>
    <w:rsid w:val="006566F7"/>
    <w:rsid w:val="00660AD3"/>
    <w:rsid w:val="00677B7F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510DD"/>
    <w:rsid w:val="00753EBA"/>
    <w:rsid w:val="00756BBA"/>
    <w:rsid w:val="0076286B"/>
    <w:rsid w:val="00766846"/>
    <w:rsid w:val="0077673A"/>
    <w:rsid w:val="007846E1"/>
    <w:rsid w:val="007A0C04"/>
    <w:rsid w:val="007A30AB"/>
    <w:rsid w:val="007B570C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7541B"/>
    <w:rsid w:val="00886D4B"/>
    <w:rsid w:val="00895406"/>
    <w:rsid w:val="008A3568"/>
    <w:rsid w:val="008B6021"/>
    <w:rsid w:val="008D03B9"/>
    <w:rsid w:val="008E1E86"/>
    <w:rsid w:val="008F18D6"/>
    <w:rsid w:val="008F7DFE"/>
    <w:rsid w:val="00904780"/>
    <w:rsid w:val="00922385"/>
    <w:rsid w:val="009223DF"/>
    <w:rsid w:val="00936091"/>
    <w:rsid w:val="00940D8A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E97"/>
    <w:rsid w:val="009B4030"/>
    <w:rsid w:val="009B63B6"/>
    <w:rsid w:val="009C30C5"/>
    <w:rsid w:val="009D1230"/>
    <w:rsid w:val="009D1706"/>
    <w:rsid w:val="009E07F4"/>
    <w:rsid w:val="009F0A2A"/>
    <w:rsid w:val="009F392E"/>
    <w:rsid w:val="00A021CC"/>
    <w:rsid w:val="00A02EE7"/>
    <w:rsid w:val="00A157FE"/>
    <w:rsid w:val="00A238AC"/>
    <w:rsid w:val="00A2776C"/>
    <w:rsid w:val="00A605AE"/>
    <w:rsid w:val="00A6177B"/>
    <w:rsid w:val="00A66136"/>
    <w:rsid w:val="00A73DAA"/>
    <w:rsid w:val="00A76699"/>
    <w:rsid w:val="00AA4CBB"/>
    <w:rsid w:val="00AA65FA"/>
    <w:rsid w:val="00AA7351"/>
    <w:rsid w:val="00AB6759"/>
    <w:rsid w:val="00AD056F"/>
    <w:rsid w:val="00AD6731"/>
    <w:rsid w:val="00AD7371"/>
    <w:rsid w:val="00AF11FA"/>
    <w:rsid w:val="00B15D0D"/>
    <w:rsid w:val="00B17679"/>
    <w:rsid w:val="00B27209"/>
    <w:rsid w:val="00B3452A"/>
    <w:rsid w:val="00B365D2"/>
    <w:rsid w:val="00B545C1"/>
    <w:rsid w:val="00B748DD"/>
    <w:rsid w:val="00B75EE1"/>
    <w:rsid w:val="00B77481"/>
    <w:rsid w:val="00B8518B"/>
    <w:rsid w:val="00BB184D"/>
    <w:rsid w:val="00BC4DC9"/>
    <w:rsid w:val="00BD7E91"/>
    <w:rsid w:val="00BF1684"/>
    <w:rsid w:val="00C02D0A"/>
    <w:rsid w:val="00C03A6E"/>
    <w:rsid w:val="00C22949"/>
    <w:rsid w:val="00C35AE5"/>
    <w:rsid w:val="00C42A1F"/>
    <w:rsid w:val="00C44F6A"/>
    <w:rsid w:val="00C47AE3"/>
    <w:rsid w:val="00C70EC1"/>
    <w:rsid w:val="00CB53B1"/>
    <w:rsid w:val="00CC6991"/>
    <w:rsid w:val="00CD1FC4"/>
    <w:rsid w:val="00CD3BDF"/>
    <w:rsid w:val="00D21061"/>
    <w:rsid w:val="00D4108E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46F3"/>
    <w:rsid w:val="00DE56F2"/>
    <w:rsid w:val="00DF116D"/>
    <w:rsid w:val="00E017C5"/>
    <w:rsid w:val="00E55F3F"/>
    <w:rsid w:val="00E66CC8"/>
    <w:rsid w:val="00EB104F"/>
    <w:rsid w:val="00ED14BD"/>
    <w:rsid w:val="00EF1804"/>
    <w:rsid w:val="00F0533E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867BB"/>
    <w:rsid w:val="00F86BA6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5FF3E3"/>
  <w14:defaultImageDpi w14:val="32767"/>
  <w15:docId w15:val="{262007FD-B390-4F30-823B-33CBDD0FE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37A8F99-6813-40BC-B49E-72C1268F7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1281</Words>
  <Characters>7558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8822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Půlpán Jiří</cp:lastModifiedBy>
  <cp:revision>3</cp:revision>
  <cp:lastPrinted>2017-11-28T17:18:00Z</cp:lastPrinted>
  <dcterms:created xsi:type="dcterms:W3CDTF">2021-03-02T08:10:00Z</dcterms:created>
  <dcterms:modified xsi:type="dcterms:W3CDTF">2021-03-02T08:35:00Z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