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32894C1"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r w:rsidR="00F7663A">
        <w:t xml:space="preserve"> u souboru staveb</w:t>
      </w:r>
    </w:p>
    <w:p w14:paraId="5E480921" w14:textId="5565A45E" w:rsidR="00F422D3" w:rsidRDefault="00F422D3" w:rsidP="00BB1390">
      <w:pPr>
        <w:pStyle w:val="Titul2"/>
      </w:pPr>
      <w:r>
        <w:t xml:space="preserve">Název </w:t>
      </w:r>
      <w:r w:rsidRPr="00BB1390">
        <w:t>zakázky</w:t>
      </w:r>
      <w:r>
        <w:t>: „</w:t>
      </w:r>
      <w:r w:rsidR="00EC692E" w:rsidRPr="00EC692E">
        <w:t>Řízení přístupu k zařízením kritické informační infrastruktury a zvýšení bezpečnosti TDS</w:t>
      </w:r>
      <w:r>
        <w:t>“</w:t>
      </w:r>
    </w:p>
    <w:p w14:paraId="419F66FA" w14:textId="77777777" w:rsidR="00F7663A" w:rsidRPr="00ED260D" w:rsidRDefault="00F7663A" w:rsidP="00F7663A">
      <w:pPr>
        <w:pStyle w:val="Nadpisbezsl1-2"/>
      </w:pPr>
      <w:r w:rsidRPr="00ED260D">
        <w:t>Označení jednotlivých staveb:</w:t>
      </w:r>
    </w:p>
    <w:p w14:paraId="1B3E669B" w14:textId="77777777" w:rsidR="00F7663A" w:rsidRPr="00ED260D" w:rsidRDefault="00F7663A" w:rsidP="00F7663A">
      <w:pPr>
        <w:spacing w:after="0" w:line="240" w:lineRule="auto"/>
        <w:rPr>
          <w:b/>
        </w:rPr>
      </w:pPr>
      <w:r w:rsidRPr="00B15B38">
        <w:rPr>
          <w:b/>
        </w:rPr>
        <w:t>„</w:t>
      </w:r>
      <w:r w:rsidRPr="00B15B38">
        <w:rPr>
          <w:rFonts w:ascii="Arial" w:hAnsi="Arial" w:cs="Arial"/>
          <w:b/>
          <w:sz w:val="22"/>
          <w:szCs w:val="22"/>
        </w:rPr>
        <w:t>Řízení přístupu k zařízením kritické informační infrastruktury v technologické datové síti</w:t>
      </w:r>
      <w:r w:rsidRPr="00ED260D">
        <w:rPr>
          <w:b/>
        </w:rPr>
        <w:t>“</w:t>
      </w:r>
    </w:p>
    <w:p w14:paraId="43F2FD5C" w14:textId="77777777" w:rsidR="00F7663A" w:rsidRPr="00ED260D" w:rsidRDefault="00F7663A" w:rsidP="00F7663A">
      <w:pPr>
        <w:pStyle w:val="Text2-1"/>
        <w:numPr>
          <w:ilvl w:val="0"/>
          <w:numId w:val="0"/>
        </w:numPr>
        <w:ind w:left="737" w:hanging="737"/>
        <w:rPr>
          <w:sz w:val="20"/>
          <w:szCs w:val="20"/>
        </w:rPr>
      </w:pPr>
      <w:r w:rsidRPr="00ED260D">
        <w:rPr>
          <w:sz w:val="20"/>
          <w:szCs w:val="20"/>
        </w:rPr>
        <w:t xml:space="preserve">(dále jen </w:t>
      </w:r>
      <w:r w:rsidRPr="00ED260D">
        <w:rPr>
          <w:b/>
          <w:sz w:val="20"/>
          <w:szCs w:val="20"/>
        </w:rPr>
        <w:t>„Stavba 1“</w:t>
      </w:r>
      <w:r w:rsidRPr="00ED260D">
        <w:rPr>
          <w:sz w:val="20"/>
          <w:szCs w:val="20"/>
        </w:rPr>
        <w:t>)</w:t>
      </w:r>
    </w:p>
    <w:p w14:paraId="5BEE7CF9" w14:textId="77777777" w:rsidR="00F7663A" w:rsidRPr="00ED260D" w:rsidRDefault="00F7663A" w:rsidP="00F7663A">
      <w:pPr>
        <w:pStyle w:val="Text2-1"/>
        <w:numPr>
          <w:ilvl w:val="0"/>
          <w:numId w:val="0"/>
        </w:numPr>
        <w:spacing w:after="0"/>
        <w:ind w:left="737" w:hanging="737"/>
        <w:rPr>
          <w:b/>
          <w:sz w:val="20"/>
          <w:szCs w:val="20"/>
        </w:rPr>
      </w:pPr>
      <w:r w:rsidRPr="00ED260D">
        <w:rPr>
          <w:b/>
          <w:sz w:val="20"/>
          <w:szCs w:val="20"/>
        </w:rPr>
        <w:t>„</w:t>
      </w:r>
      <w:r>
        <w:rPr>
          <w:rFonts w:ascii="Arial" w:hAnsi="Arial" w:cs="Arial"/>
          <w:b/>
          <w:color w:val="000000"/>
          <w:sz w:val="22"/>
          <w:szCs w:val="22"/>
        </w:rPr>
        <w:t>Zvýšení bezpečnosti technologické datové sítě</w:t>
      </w:r>
      <w:r w:rsidRPr="00ED260D">
        <w:rPr>
          <w:b/>
          <w:sz w:val="20"/>
          <w:szCs w:val="20"/>
        </w:rPr>
        <w:t>“</w:t>
      </w:r>
    </w:p>
    <w:p w14:paraId="227BF1C3" w14:textId="673D5264" w:rsidR="00F7663A" w:rsidRDefault="00F7663A" w:rsidP="00F7663A">
      <w:pPr>
        <w:pStyle w:val="Titul2"/>
      </w:pPr>
      <w:r w:rsidRPr="00ED260D">
        <w:rPr>
          <w:sz w:val="20"/>
          <w:szCs w:val="20"/>
        </w:rPr>
        <w:t>(dále jen „Stavba 2“)</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EC692E" w:rsidRDefault="00F422D3" w:rsidP="00B42F40">
      <w:pPr>
        <w:pStyle w:val="Textbezodsazen"/>
        <w:spacing w:after="0"/>
      </w:pPr>
      <w:r>
        <w:t xml:space="preserve">zastoupena: </w:t>
      </w:r>
      <w:r w:rsidRPr="00EC692E">
        <w:t xml:space="preserve">Ing. Mojmírem Nejezchlebem, náměstkem GŘ pro modernizaci dráhy </w:t>
      </w:r>
    </w:p>
    <w:p w14:paraId="033EC51A" w14:textId="77777777" w:rsidR="00F422D3" w:rsidRDefault="00F422D3" w:rsidP="00B42F40">
      <w:pPr>
        <w:pStyle w:val="Textbezodsazen"/>
      </w:pPr>
      <w:r w:rsidRPr="00EC692E">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5CB0DCCF" w:rsidR="00F422D3" w:rsidRDefault="00F422D3" w:rsidP="00B42F40">
      <w:pPr>
        <w:pStyle w:val="Textbezodsazen"/>
      </w:pPr>
      <w:r w:rsidRPr="00B42F40">
        <w:t>Stavební</w:t>
      </w:r>
      <w:r>
        <w:t xml:space="preserve"> správa </w:t>
      </w:r>
      <w:r w:rsidR="00EC692E">
        <w:t>západ, Sokolovská 1955/278,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5452C235" w14:textId="31C8852E" w:rsidR="00051C26" w:rsidRPr="00B15B38" w:rsidRDefault="00B5625F" w:rsidP="00051C26">
      <w:pPr>
        <w:pStyle w:val="Textbezodsazen"/>
        <w:spacing w:after="0"/>
        <w:rPr>
          <w:rFonts w:asciiTheme="minorHAnsi" w:hAnsiTheme="minorHAnsi"/>
        </w:rPr>
      </w:pPr>
      <w:r>
        <w:t>ISPROFOND</w:t>
      </w:r>
      <w:r w:rsidR="00051C26">
        <w:t xml:space="preserve"> / </w:t>
      </w:r>
      <w:r>
        <w:t>Sub.</w:t>
      </w:r>
      <w:r w:rsidR="00051C26">
        <w:t xml:space="preserve">ISPROFOND Stavba 1: </w:t>
      </w:r>
      <w:sdt>
        <w:sdtPr>
          <w:rPr>
            <w:rFonts w:asciiTheme="minorHAnsi" w:hAnsiTheme="minorHAnsi" w:cs="Arial"/>
          </w:rPr>
          <w:id w:val="-979681190"/>
          <w:placeholder>
            <w:docPart w:val="B050E061FBE04301B2B3E6A17BA356FE"/>
          </w:placeholder>
          <w:text/>
        </w:sdtPr>
        <w:sdtEndPr/>
        <w:sdtContent>
          <w:r w:rsidR="00051C26" w:rsidRPr="00B15B38">
            <w:rPr>
              <w:rFonts w:asciiTheme="minorHAnsi" w:hAnsiTheme="minorHAnsi" w:cs="Arial"/>
            </w:rPr>
            <w:t>327 321 4993 / 500 352 0173</w:t>
          </w:r>
        </w:sdtContent>
      </w:sdt>
    </w:p>
    <w:p w14:paraId="7F0B4DE5" w14:textId="32EC2DB9" w:rsidR="00F422D3" w:rsidRDefault="00B5625F" w:rsidP="00051C26">
      <w:pPr>
        <w:pStyle w:val="Textbezodsazen"/>
      </w:pPr>
      <w:r>
        <w:t>ISPROFOND</w:t>
      </w:r>
      <w:r w:rsidR="00051C26">
        <w:t xml:space="preserve"> / </w:t>
      </w:r>
      <w:r>
        <w:t>Sub.</w:t>
      </w:r>
      <w:r w:rsidR="00051C26">
        <w:t xml:space="preserve">ISPROFOND Stavba 2: </w:t>
      </w:r>
      <w:r w:rsidR="00051C26" w:rsidRPr="00B15B38">
        <w:rPr>
          <w:rFonts w:asciiTheme="minorHAnsi" w:hAnsiTheme="minorHAnsi" w:cs="Arial"/>
          <w:color w:val="000000"/>
        </w:rPr>
        <w:t xml:space="preserve">327 321 4993 / </w:t>
      </w:r>
      <w:r w:rsidR="00051C26" w:rsidRPr="00B15B38">
        <w:rPr>
          <w:rFonts w:asciiTheme="minorHAnsi" w:hAnsiTheme="minorHAnsi" w:cs="Arial"/>
        </w:rPr>
        <w:t>500 352 0174</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6FC72EC0" w:rsidR="007D26F9" w:rsidRDefault="007D26F9" w:rsidP="00BC5BDD">
      <w:pPr>
        <w:pStyle w:val="Text1-1"/>
      </w:pPr>
      <w:r>
        <w:t xml:space="preserve">Objednatel oznámil uveřejněním na profilu </w:t>
      </w:r>
      <w:r w:rsidR="00A170AD">
        <w:t xml:space="preserve">zadavatele: </w:t>
      </w:r>
      <w:hyperlink r:id="rId11" w:history="1">
        <w:r w:rsidR="00A170AD" w:rsidRPr="00F040C3">
          <w:rPr>
            <w:rStyle w:val="Hypertextovodkaz"/>
            <w:noProof w:val="0"/>
          </w:rPr>
          <w:t>https://zakazky.spravazeleznic.cz/</w:t>
        </w:r>
      </w:hyperlink>
      <w:r w:rsidR="00A170AD">
        <w:t xml:space="preserve"> </w:t>
      </w:r>
      <w:r w:rsidR="00A06240">
        <w:t>dne</w:t>
      </w:r>
      <w:r w:rsidR="00A170AD">
        <w:t xml:space="preserve"> </w:t>
      </w:r>
      <w:r w:rsidR="00A170AD" w:rsidRPr="00D00674">
        <w:t>...........</w:t>
      </w:r>
      <w:r w:rsidR="00A06240">
        <w:t xml:space="preserve"> pod evidenčním číslem </w:t>
      </w:r>
      <w:r w:rsidR="00A06240" w:rsidRPr="00A06240">
        <w:t>61820478</w:t>
      </w:r>
      <w:r>
        <w:t xml:space="preserve"> svůj úmysl zadat veřejnou zakázku</w:t>
      </w:r>
      <w:r w:rsidR="00A349C6">
        <w:t xml:space="preserve"> s </w:t>
      </w:r>
      <w:r>
        <w:t xml:space="preserve">názvem </w:t>
      </w:r>
      <w:r w:rsidRPr="00FF0C51">
        <w:rPr>
          <w:b/>
        </w:rPr>
        <w:t>„</w:t>
      </w:r>
      <w:r w:rsidR="00087E4A" w:rsidRPr="00FF0C51">
        <w:rPr>
          <w:b/>
        </w:rPr>
        <w:t>Řízení přístupu k zařízením kritické informační infrastruktury a zvýšení bezpečnosti TDS</w:t>
      </w:r>
      <w:r w:rsidRPr="00FF0C51">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60B956DB" w:rsidR="007D26F9" w:rsidRPr="002C7FA5" w:rsidRDefault="00C2759D" w:rsidP="00C01453">
      <w:pPr>
        <w:pStyle w:val="Text1-1"/>
      </w:pPr>
      <w:r w:rsidRPr="002C7FA5">
        <w:t>Zhotovitel se zavazuje v souladu s touto Smlouvou zhotovit Projektovou dokumentaci</w:t>
      </w:r>
      <w:r w:rsidR="002C7FA5" w:rsidRPr="002C7FA5">
        <w:t xml:space="preserve"> v rozsahu Přílohy č. 4 vyhlášky č. 146/2008 Sb.</w:t>
      </w:r>
      <w:r w:rsidRPr="002C7FA5">
        <w:t xml:space="preserve">, včetně veškerých činností souvisejících s jejím zhotovením, dále zhotovit stavbu a vypracovat veškerou příslušnou dokumentaci </w:t>
      </w:r>
      <w:r w:rsidRPr="002C7FA5">
        <w:lastRenderedPageBreak/>
        <w:t>související s prováděnou stavbou, včetně všech ostatních dokumentací a dokladů, a provádět činnosti spojené s výkonem autorského dozoru (dále jen „</w:t>
      </w:r>
      <w:r w:rsidRPr="002C7FA5">
        <w:rPr>
          <w:b/>
        </w:rPr>
        <w:t>Dílo</w:t>
      </w:r>
      <w:r w:rsidRPr="002C7FA5">
        <w:t>“).</w:t>
      </w:r>
    </w:p>
    <w:p w14:paraId="55139E65" w14:textId="172FB0F0" w:rsidR="00C01453" w:rsidRPr="002C7FA5" w:rsidRDefault="00C2759D" w:rsidP="00C01453">
      <w:pPr>
        <w:pStyle w:val="Text1-1"/>
      </w:pPr>
      <w:r w:rsidRPr="002C7FA5">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a to na základě plné moci Objednatele.</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13BCFE08"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04C7FBC" w14:textId="2966D023" w:rsidR="00D96191" w:rsidRPr="00276A3C" w:rsidRDefault="00C2759D" w:rsidP="00D96191">
      <w:pPr>
        <w:pStyle w:val="Textbezslovn"/>
        <w:spacing w:after="0"/>
      </w:pPr>
      <w:r>
        <w:t xml:space="preserve">Cena Díla </w:t>
      </w:r>
      <w:r w:rsidRPr="00E71752">
        <w:t>S</w:t>
      </w:r>
      <w:r w:rsidR="00D96191" w:rsidRPr="00276A3C">
        <w:t xml:space="preserve">tavby 1 </w:t>
      </w:r>
    </w:p>
    <w:p w14:paraId="41CD39EC" w14:textId="77777777" w:rsidR="00D96191" w:rsidRPr="00276A3C" w:rsidRDefault="00D96191" w:rsidP="00D96191">
      <w:pPr>
        <w:pStyle w:val="Textbezslovn"/>
        <w:rPr>
          <w:rStyle w:val="Tun"/>
        </w:rPr>
      </w:pPr>
      <w:r w:rsidRPr="00276A3C">
        <w:t xml:space="preserve">(dle přílohy č. 4) bez DPH: </w:t>
      </w:r>
      <w:r w:rsidRPr="00276A3C">
        <w:tab/>
      </w:r>
      <w:r w:rsidRPr="00276A3C">
        <w:tab/>
      </w:r>
      <w:r w:rsidRPr="00276A3C">
        <w:rPr>
          <w:rStyle w:val="Tun"/>
        </w:rPr>
        <w:t>"[VLOŽÍ ZHOTOVITEL]" Kč</w:t>
      </w:r>
    </w:p>
    <w:p w14:paraId="7933D87D" w14:textId="77777777" w:rsidR="00D96191" w:rsidRPr="00276A3C" w:rsidRDefault="00D96191" w:rsidP="00D96191">
      <w:pPr>
        <w:pStyle w:val="Textbezslovn"/>
        <w:rPr>
          <w:rStyle w:val="Tun"/>
        </w:rPr>
      </w:pPr>
      <w:r w:rsidRPr="00276A3C">
        <w:t xml:space="preserve">slovy: </w:t>
      </w:r>
      <w:r w:rsidRPr="00276A3C">
        <w:tab/>
      </w:r>
      <w:r w:rsidRPr="00276A3C">
        <w:tab/>
      </w:r>
      <w:r w:rsidRPr="00276A3C">
        <w:tab/>
      </w:r>
      <w:r w:rsidRPr="00276A3C">
        <w:tab/>
      </w:r>
      <w:r w:rsidRPr="00276A3C">
        <w:tab/>
      </w:r>
      <w:r w:rsidRPr="00276A3C">
        <w:rPr>
          <w:rStyle w:val="Tun"/>
        </w:rPr>
        <w:t>"[VLOŽÍ ZHOTOVITEL]" korun českých</w:t>
      </w:r>
    </w:p>
    <w:p w14:paraId="550537BC" w14:textId="6BB1BB53" w:rsidR="00D96191" w:rsidRPr="00276A3C" w:rsidRDefault="00C2759D" w:rsidP="00D96191">
      <w:pPr>
        <w:pStyle w:val="Textbezslovn"/>
        <w:spacing w:after="0"/>
      </w:pPr>
      <w:r>
        <w:t xml:space="preserve">Cena Díla </w:t>
      </w:r>
      <w:r w:rsidRPr="00E71752">
        <w:t>S</w:t>
      </w:r>
      <w:r w:rsidR="00D96191" w:rsidRPr="00E71752">
        <w:t>tavby</w:t>
      </w:r>
      <w:r w:rsidR="00D96191" w:rsidRPr="00276A3C">
        <w:t xml:space="preserve"> 2 </w:t>
      </w:r>
    </w:p>
    <w:p w14:paraId="4437F8BE" w14:textId="77777777" w:rsidR="00D96191" w:rsidRPr="00276A3C" w:rsidRDefault="00D96191" w:rsidP="00D96191">
      <w:pPr>
        <w:pStyle w:val="Textbezslovn"/>
        <w:rPr>
          <w:rStyle w:val="Tun"/>
        </w:rPr>
      </w:pPr>
      <w:r w:rsidRPr="00276A3C">
        <w:t xml:space="preserve">(dle přílohy č. 4) bez DPH: </w:t>
      </w:r>
      <w:r w:rsidRPr="00276A3C">
        <w:tab/>
      </w:r>
      <w:r w:rsidRPr="00276A3C">
        <w:tab/>
      </w:r>
      <w:r w:rsidRPr="00276A3C">
        <w:rPr>
          <w:rStyle w:val="Tun"/>
        </w:rPr>
        <w:t>"[VLOŽÍ ZHOTOVITEL]" Kč</w:t>
      </w:r>
    </w:p>
    <w:p w14:paraId="03ADC5EA" w14:textId="42C0E22D" w:rsidR="00D96191" w:rsidRDefault="00D96191" w:rsidP="00D96191">
      <w:pPr>
        <w:pStyle w:val="Textbezslovn"/>
        <w:rPr>
          <w:rStyle w:val="Tun"/>
        </w:rPr>
      </w:pPr>
      <w:r w:rsidRPr="00276A3C">
        <w:t xml:space="preserve">slovy: </w:t>
      </w:r>
      <w:r w:rsidRPr="00276A3C">
        <w:tab/>
      </w:r>
      <w:r w:rsidRPr="00276A3C">
        <w:tab/>
      </w:r>
      <w:r w:rsidRPr="00276A3C">
        <w:tab/>
      </w:r>
      <w:r w:rsidRPr="00276A3C">
        <w:tab/>
      </w:r>
      <w:r w:rsidRPr="00276A3C">
        <w:tab/>
      </w:r>
      <w:r w:rsidRPr="00276A3C">
        <w:rPr>
          <w:rStyle w:val="Tun"/>
        </w:rPr>
        <w:t>"[VLOŽÍ ZHOTOVITEL]" korun českých</w:t>
      </w:r>
    </w:p>
    <w:p w14:paraId="7F694D8B" w14:textId="4FCCD63D"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w:t>
      </w:r>
      <w:r w:rsidRPr="00E71752">
        <w:t>objektů (SO) a provozních souborů (PS) je uveden v  příloze č. 4 této Smlouvy</w:t>
      </w:r>
      <w:r w:rsidR="00DB2261" w:rsidRPr="00E71752">
        <w:t xml:space="preserve"> odděleně pro Stavbu 1 a Stavbu 2</w:t>
      </w:r>
      <w:r w:rsidRPr="00E71752">
        <w:t>.</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lastRenderedPageBreak/>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208DB0D7" w:rsidR="008911C8" w:rsidRPr="00047B23" w:rsidRDefault="008911C8" w:rsidP="008911C8">
      <w:pPr>
        <w:pStyle w:val="Textbezslovn"/>
      </w:pPr>
      <w:r>
        <w:t>Celková lhůta</w:t>
      </w:r>
      <w:r w:rsidR="0095772B">
        <w:t xml:space="preserve"> pro provedení Díla činí celkem </w:t>
      </w:r>
      <w:r w:rsidR="00A166D8">
        <w:rPr>
          <w:b/>
        </w:rPr>
        <w:t>12</w:t>
      </w:r>
      <w:r w:rsidRPr="0061007D">
        <w:rPr>
          <w:rStyle w:val="Tun"/>
          <w:b w:val="0"/>
        </w:rPr>
        <w:t xml:space="preserve"> </w:t>
      </w:r>
      <w:r w:rsidRPr="008911C8">
        <w:rPr>
          <w:rStyle w:val="Tun"/>
        </w:rPr>
        <w:t>měsíců</w:t>
      </w:r>
      <w:r>
        <w:t xml:space="preserve"> od nabytí účinnosti Smlouvy (dokladem prokazujícím, že Zhotovitel dokončil celé Dílo, je Předávací protokol dle </w:t>
      </w:r>
      <w:r w:rsidRPr="00047B23">
        <w:t>odst. 10.4 Obchodních podmínek).</w:t>
      </w:r>
    </w:p>
    <w:p w14:paraId="150D27D2" w14:textId="117CC0DF" w:rsidR="008911C8" w:rsidRPr="00047B23" w:rsidRDefault="0005248E" w:rsidP="008911C8">
      <w:pPr>
        <w:pStyle w:val="Textbezslovn"/>
      </w:pPr>
      <w:r w:rsidRPr="00047B23">
        <w:t xml:space="preserve">Zpracování </w:t>
      </w:r>
      <w:r w:rsidR="0011639B" w:rsidRPr="00047B23">
        <w:t>a předání dílčí části Projektových dokumentací</w:t>
      </w:r>
      <w:r w:rsidR="00873FE8" w:rsidRPr="00047B23">
        <w:t xml:space="preserve"> rozsahu Přílohy č. 4</w:t>
      </w:r>
      <w:r w:rsidRPr="00047B23">
        <w:t xml:space="preserve"> vyhlášky č. 146/2008 Sb., bude provedeno do </w:t>
      </w:r>
      <w:r w:rsidRPr="00047B23">
        <w:rPr>
          <w:rStyle w:val="Tun"/>
        </w:rPr>
        <w:t>2 měsíců</w:t>
      </w:r>
      <w:r w:rsidRPr="00047B23">
        <w:t xml:space="preserve"> ode dne nabytí účinnosti Smlouvy.</w:t>
      </w:r>
    </w:p>
    <w:p w14:paraId="653482A0" w14:textId="10AF01EB" w:rsidR="00491240" w:rsidRPr="00047B23" w:rsidRDefault="00D06898" w:rsidP="008911C8">
      <w:pPr>
        <w:pStyle w:val="Textbezslovn"/>
      </w:pPr>
      <w:r w:rsidRPr="00047B23">
        <w:rPr>
          <w:rFonts w:asciiTheme="majorHAnsi" w:hAnsiTheme="majorHAnsi"/>
        </w:rPr>
        <w:t>Zpracování a předání dílčích částí Projektových do</w:t>
      </w:r>
      <w:r w:rsidR="00873FE8" w:rsidRPr="00047B23">
        <w:rPr>
          <w:rFonts w:asciiTheme="majorHAnsi" w:hAnsiTheme="majorHAnsi"/>
        </w:rPr>
        <w:t>kumentací v rozsahu Přílohy č. 4</w:t>
      </w:r>
      <w:r w:rsidRPr="00047B23">
        <w:rPr>
          <w:rFonts w:asciiTheme="majorHAnsi" w:hAnsiTheme="majorHAnsi"/>
        </w:rPr>
        <w:t xml:space="preserve"> vyhlášky č. 146/2008 Sb., se zapracovanými připomínkami bude provedeno do </w:t>
      </w:r>
      <w:r w:rsidRPr="00047B23">
        <w:rPr>
          <w:rFonts w:asciiTheme="majorHAnsi" w:hAnsiTheme="majorHAnsi"/>
          <w:b/>
        </w:rPr>
        <w:t>3</w:t>
      </w:r>
      <w:r w:rsidRPr="00047B23">
        <w:rPr>
          <w:rStyle w:val="Tun"/>
          <w:rFonts w:asciiTheme="majorHAnsi" w:hAnsiTheme="majorHAnsi"/>
          <w:b w:val="0"/>
        </w:rPr>
        <w:t> </w:t>
      </w:r>
      <w:r w:rsidRPr="00047B23">
        <w:rPr>
          <w:rStyle w:val="Tun"/>
          <w:rFonts w:asciiTheme="majorHAnsi" w:hAnsiTheme="majorHAnsi"/>
        </w:rPr>
        <w:t>měsíců</w:t>
      </w:r>
      <w:r w:rsidRPr="00047B23">
        <w:rPr>
          <w:rFonts w:asciiTheme="majorHAnsi" w:hAnsiTheme="majorHAnsi"/>
        </w:rPr>
        <w:t xml:space="preserve"> ode dne nabytí účinnosti Smlouvy.</w:t>
      </w:r>
    </w:p>
    <w:p w14:paraId="34BD7111" w14:textId="2B6862C4" w:rsidR="008911C8" w:rsidRPr="00047B23" w:rsidRDefault="00D06898" w:rsidP="00CB2DC6">
      <w:pPr>
        <w:pStyle w:val="Textbezslovn"/>
      </w:pPr>
      <w:r w:rsidRPr="00047B23">
        <w:t xml:space="preserve">Lhůta pro dokončení prací činí celkem </w:t>
      </w:r>
      <w:r w:rsidRPr="00047B23">
        <w:rPr>
          <w:b/>
        </w:rPr>
        <w:t>9</w:t>
      </w:r>
      <w:r w:rsidRPr="00047B23">
        <w:rPr>
          <w:rStyle w:val="Tun"/>
        </w:rPr>
        <w:t xml:space="preserve"> měsíců</w:t>
      </w:r>
      <w:r w:rsidRPr="00047B23">
        <w:t xml:space="preserve"> ode dne nabytí účinnosti Smlouvy (dokladem prokazujícím, že Zhotovitel dokončil projekční a stavební práce a předal Objednateli veškerá plnění připadající na tyto části Díla, je poslední Zápis o předání a převzetí Díla).</w:t>
      </w:r>
      <w:r w:rsidR="008911C8" w:rsidRPr="00047B23">
        <w:t xml:space="preserve"> </w:t>
      </w:r>
    </w:p>
    <w:p w14:paraId="62A7617B" w14:textId="6B14B6CE" w:rsidR="008911C8" w:rsidRDefault="00D06898" w:rsidP="00CB2DC6">
      <w:pPr>
        <w:pStyle w:val="Textbezslovn"/>
      </w:pPr>
      <w:r w:rsidRPr="00047B23">
        <w:t xml:space="preserve">Předání kompletní technické části dokumentace skutečného provedení stavby bude provedeno nejpozději do </w:t>
      </w:r>
      <w:r w:rsidRPr="00047B23">
        <w:rPr>
          <w:rStyle w:val="Tun"/>
        </w:rPr>
        <w:t>3 měsíců</w:t>
      </w:r>
      <w:r w:rsidRPr="00047B23">
        <w:t xml:space="preserve"> ode dne podpisu posledního Zápisu o předání a převzetí Díla.</w:t>
      </w:r>
    </w:p>
    <w:p w14:paraId="02D7049A" w14:textId="77777777" w:rsidR="008911C8" w:rsidRDefault="008911C8" w:rsidP="00CB2DC6">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AF3B0B4"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86564A">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7D037B9D" w14:textId="3C9291AA" w:rsidR="002D6EE5" w:rsidRPr="00857768" w:rsidRDefault="00A4241B" w:rsidP="002D6EE5">
      <w:pPr>
        <w:pStyle w:val="Text1-1"/>
        <w:rPr>
          <w:i/>
        </w:rPr>
      </w:pPr>
      <w:r w:rsidRPr="00857768">
        <w:rPr>
          <w:i/>
        </w:rPr>
        <w:t>NEOBSAZENO</w:t>
      </w:r>
    </w:p>
    <w:p w14:paraId="1A015FE5" w14:textId="77777777" w:rsidR="00394474" w:rsidRPr="00A4241B" w:rsidRDefault="00394474" w:rsidP="00394474">
      <w:pPr>
        <w:pStyle w:val="Text1-1"/>
        <w:numPr>
          <w:ilvl w:val="1"/>
          <w:numId w:val="9"/>
        </w:numPr>
      </w:pPr>
      <w:r w:rsidRPr="00A4241B">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A4241B" w:rsidRDefault="00394474" w:rsidP="00394474">
      <w:pPr>
        <w:pStyle w:val="Text1-1"/>
        <w:numPr>
          <w:ilvl w:val="0"/>
          <w:numId w:val="0"/>
        </w:numPr>
        <w:ind w:left="737"/>
      </w:pPr>
      <w:r w:rsidRPr="00A4241B">
        <w:t xml:space="preserve">a) hodnota provedených prací Zhotovitelem, včetně hodnoty vyhrazeného plnění, v případě dvou a více společníků specifikovaná v Kč dle jednotlivých společníků, </w:t>
      </w:r>
    </w:p>
    <w:p w14:paraId="464B6E4F" w14:textId="77777777" w:rsidR="00394474" w:rsidRPr="00A4241B" w:rsidRDefault="00394474" w:rsidP="00394474">
      <w:pPr>
        <w:pStyle w:val="Text1-1"/>
        <w:numPr>
          <w:ilvl w:val="0"/>
          <w:numId w:val="0"/>
        </w:numPr>
        <w:ind w:left="737"/>
      </w:pPr>
      <w:r w:rsidRPr="00A4241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A4241B" w:rsidRDefault="00394474" w:rsidP="00394474">
      <w:pPr>
        <w:pStyle w:val="Text1-1"/>
        <w:numPr>
          <w:ilvl w:val="0"/>
          <w:numId w:val="0"/>
        </w:numPr>
        <w:ind w:left="737"/>
      </w:pPr>
      <w:r w:rsidRPr="00A4241B">
        <w:t>Součet hodnot dle výše uvedeného písm.a) a písm.b) se musí rovnat 100% hodnotě veškerých prací provedených v souladu se Smlouvou.</w:t>
      </w:r>
    </w:p>
    <w:p w14:paraId="106990A7" w14:textId="0EAF3837" w:rsidR="00394474" w:rsidRDefault="00394474" w:rsidP="00394474">
      <w:pPr>
        <w:pStyle w:val="Text1-1"/>
        <w:numPr>
          <w:ilvl w:val="0"/>
          <w:numId w:val="0"/>
        </w:numPr>
        <w:ind w:left="737"/>
      </w:pPr>
      <w:r w:rsidRPr="00A4241B">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30C5A89" w14:textId="788DB4A6" w:rsidR="008F3002" w:rsidRDefault="008F3002" w:rsidP="008F3002">
      <w:pPr>
        <w:pStyle w:val="Text1-1"/>
        <w:numPr>
          <w:ilvl w:val="1"/>
          <w:numId w:val="9"/>
        </w:numPr>
      </w:pPr>
      <w:r>
        <w:t>Compliance doložka a etické zásady</w:t>
      </w:r>
    </w:p>
    <w:p w14:paraId="6DCED06E" w14:textId="3B13E1E0" w:rsidR="008F3002" w:rsidRDefault="008F3002" w:rsidP="008F3002">
      <w:pPr>
        <w:pStyle w:val="Text1-1"/>
        <w:numPr>
          <w:ilvl w:val="0"/>
          <w:numId w:val="0"/>
        </w:numPr>
        <w:ind w:left="737" w:hanging="737"/>
      </w:pPr>
      <w:r>
        <w:tab/>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5056641" w14:textId="77777777" w:rsidR="008F3002" w:rsidRPr="008F3002" w:rsidRDefault="008F3002" w:rsidP="008F3002">
      <w:pPr>
        <w:pStyle w:val="Text1-1"/>
        <w:numPr>
          <w:ilvl w:val="1"/>
          <w:numId w:val="9"/>
        </w:numPr>
        <w:rPr>
          <w:rFonts w:eastAsia="Times New Roman" w:cs="Times New Roman"/>
        </w:rPr>
      </w:pPr>
      <w:r w:rsidRPr="008F3002">
        <w:rPr>
          <w:rFonts w:eastAsia="Times New Roman" w:cs="Times New Roman"/>
        </w:rPr>
        <w:t>Sociálně a environmentálně odpovědné zadávání</w:t>
      </w:r>
    </w:p>
    <w:p w14:paraId="6B30BC74" w14:textId="37540370" w:rsidR="008F3002" w:rsidRPr="008F3002" w:rsidRDefault="008F3002" w:rsidP="008F3002">
      <w:pPr>
        <w:numPr>
          <w:ilvl w:val="2"/>
          <w:numId w:val="35"/>
        </w:numPr>
        <w:spacing w:after="120" w:line="264" w:lineRule="auto"/>
        <w:jc w:val="both"/>
        <w:rPr>
          <w:sz w:val="18"/>
          <w:szCs w:val="18"/>
        </w:rPr>
      </w:pPr>
      <w:r w:rsidRPr="008F3002">
        <w:rPr>
          <w:sz w:val="18"/>
          <w:szCs w:val="18"/>
        </w:rPr>
        <w:t>Zhotovitel se zavazuje sjednat si s dalšími osobami, které se na jeho straně podílejí na realizaci Díla a jsou podnikateli, stejnou nebo kratší dobu splatnosti daňových dokladů, j</w:t>
      </w:r>
      <w:r w:rsidR="00F80B45">
        <w:rPr>
          <w:sz w:val="18"/>
          <w:szCs w:val="18"/>
        </w:rPr>
        <w:t>aká je sjednána v této Smlouvě.</w:t>
      </w:r>
    </w:p>
    <w:p w14:paraId="47BA9D42" w14:textId="2E3A9B88" w:rsidR="008F3002" w:rsidRPr="008F3002" w:rsidRDefault="008F3002" w:rsidP="008F3002">
      <w:pPr>
        <w:numPr>
          <w:ilvl w:val="2"/>
          <w:numId w:val="35"/>
        </w:numPr>
        <w:spacing w:after="120" w:line="264" w:lineRule="auto"/>
        <w:jc w:val="both"/>
        <w:rPr>
          <w:sz w:val="18"/>
          <w:szCs w:val="18"/>
        </w:rPr>
      </w:pPr>
      <w:r w:rsidRPr="008F3002">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8F3002">
        <w:rPr>
          <w:rFonts w:eastAsia="Times New Roman" w:cs="Times New Roman"/>
        </w:rPr>
        <w:t xml:space="preserve"> splnění povinnosti Zhotovitele dle předchozího </w:t>
      </w:r>
      <w:r w:rsidRPr="008F3002">
        <w:rPr>
          <w:rFonts w:eastAsia="Times New Roman" w:cs="Times New Roman"/>
        </w:rPr>
        <w:lastRenderedPageBreak/>
        <w:t xml:space="preserve">odstavce </w:t>
      </w:r>
      <w:r w:rsidRPr="008F3002">
        <w:rPr>
          <w:rFonts w:eastAsia="Times New Roman" w:cs="Times New Roman"/>
          <w:sz w:val="18"/>
          <w:szCs w:val="18"/>
        </w:rPr>
        <w:t>4.8.1.</w:t>
      </w:r>
      <w:r w:rsidRPr="008F3002">
        <w:rPr>
          <w:rFonts w:eastAsia="Times New Roman" w:cs="Times New Roman"/>
        </w:rPr>
        <w:t xml:space="preserve"> Předkládaná smluvní</w:t>
      </w:r>
      <w:r w:rsidRPr="008F3002">
        <w:rPr>
          <w:rFonts w:eastAsia="Times New Roman" w:cs="Times New Roman"/>
          <w:u w:val="single"/>
        </w:rPr>
        <w:t xml:space="preserve"> </w:t>
      </w:r>
      <w:r w:rsidRPr="008F3002">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w:t>
      </w:r>
      <w:r w:rsidR="003E592D">
        <w:rPr>
          <w:rFonts w:eastAsia="Times New Roman" w:cs="Times New Roman"/>
          <w:sz w:val="18"/>
          <w:szCs w:val="18"/>
        </w:rPr>
        <w:t>ti dle odst.4.8.1 této Smlouvy.</w:t>
      </w:r>
    </w:p>
    <w:p w14:paraId="5D2FD533" w14:textId="77777777" w:rsidR="008F3002" w:rsidRPr="008F3002" w:rsidRDefault="008F3002" w:rsidP="008F3002">
      <w:pPr>
        <w:numPr>
          <w:ilvl w:val="2"/>
          <w:numId w:val="35"/>
        </w:numPr>
        <w:spacing w:after="120" w:line="264" w:lineRule="auto"/>
        <w:jc w:val="both"/>
        <w:rPr>
          <w:sz w:val="18"/>
          <w:szCs w:val="18"/>
        </w:rPr>
      </w:pPr>
      <w:r w:rsidRPr="008F3002">
        <w:rPr>
          <w:rFonts w:eastAsia="Times New Roman" w:cs="Times New Roman"/>
          <w:sz w:val="18"/>
          <w:szCs w:val="18"/>
        </w:rPr>
        <w:t>Porady a jednání, která budou probíhat dle odst. 2.3  Přílohy č. 2b) této Smlouvy, budou probíhat primárně distančním způsobem (elektronicky, např. MS Teams, Google meet, atp.), pokud nebude nutné, aby byly spojeny s místním šetřením.</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710CC4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5B4C64D2"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A4241B" w:rsidRDefault="002333E5" w:rsidP="00BE5FD5">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t>,</w:t>
      </w:r>
      <w:r w:rsidR="00BE5FD5" w:rsidRPr="00BE5FD5">
        <w:rPr>
          <w:color w:val="FF0000"/>
        </w:rPr>
        <w:t xml:space="preserve"> </w:t>
      </w:r>
      <w:r w:rsidR="00BE5FD5" w:rsidRPr="00A4241B">
        <w:t>není-li jinde ve Smlouvě uvedeno jinak.</w:t>
      </w:r>
    </w:p>
    <w:p w14:paraId="53EF0664" w14:textId="77777777" w:rsidR="00BE5FD5" w:rsidRPr="00A4241B" w:rsidRDefault="00BE5FD5" w:rsidP="00BE5FD5">
      <w:pPr>
        <w:pStyle w:val="Text1-2"/>
        <w:numPr>
          <w:ilvl w:val="2"/>
          <w:numId w:val="9"/>
        </w:numPr>
      </w:pPr>
      <w:r w:rsidRPr="00A4241B">
        <w:t>Zhotovitel nesmí bez předchozího</w:t>
      </w:r>
      <w:r w:rsidRPr="00A4241B">
        <w:rPr>
          <w:rFonts w:asciiTheme="minorHAnsi" w:hAnsiTheme="minorHAnsi"/>
        </w:rPr>
        <w:t xml:space="preserve"> </w:t>
      </w:r>
      <w:r w:rsidRPr="00A4241B">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A4241B" w:rsidRDefault="00BE5FD5" w:rsidP="00BE5FD5">
      <w:pPr>
        <w:pStyle w:val="Text1-2"/>
        <w:numPr>
          <w:ilvl w:val="2"/>
          <w:numId w:val="9"/>
        </w:numPr>
      </w:pPr>
      <w:r w:rsidRPr="00A4241B">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F3DCE4D" w:rsidR="007D26F9" w:rsidRDefault="007D26F9" w:rsidP="00342DC7">
      <w:pPr>
        <w:pStyle w:val="Textbezslovn"/>
      </w:pPr>
      <w:r w:rsidRPr="00A349C6">
        <w:rPr>
          <w:b/>
        </w:rPr>
        <w:t>Příloha č. 1:</w:t>
      </w:r>
      <w:r w:rsidR="008F7242">
        <w:t xml:space="preserve"> </w:t>
      </w:r>
      <w:r w:rsidR="008F7242">
        <w:tab/>
      </w:r>
      <w:r>
        <w:t xml:space="preserve">Obchodní podmínky – </w:t>
      </w:r>
      <w:r w:rsidR="00857768" w:rsidRPr="00857768">
        <w:t>O</w:t>
      </w:r>
      <w:r w:rsidR="00A721C1">
        <w:t>P_P+R_25-21</w:t>
      </w:r>
      <w:r w:rsidR="00857768" w:rsidRPr="00857768">
        <w:t xml:space="preserve">  národní zdroje</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4C8A6B3" w:rsidR="007D26F9" w:rsidRDefault="00F43D42" w:rsidP="00F43D42">
      <w:pPr>
        <w:pStyle w:val="Textbezslovn"/>
        <w:ind w:left="2127"/>
      </w:pPr>
      <w:r>
        <w:t xml:space="preserve">b) </w:t>
      </w:r>
      <w:r w:rsidR="007D26F9">
        <w:t xml:space="preserve">Všeobecné technické podmínky – </w:t>
      </w:r>
      <w:r w:rsidR="00271120" w:rsidRPr="00271120">
        <w:t>VTP_P+R_06-20_narodni_zdroje</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2D2C3789" w:rsidR="00BE5FD5" w:rsidRPr="00BE5FD5" w:rsidRDefault="00BE5FD5" w:rsidP="00342DC7">
      <w:pPr>
        <w:pStyle w:val="Textbezslovn"/>
        <w:rPr>
          <w:i/>
          <w:color w:val="00B050"/>
        </w:rPr>
      </w:pPr>
      <w:r>
        <w:rPr>
          <w:b/>
        </w:rPr>
        <w:t xml:space="preserve">Příloha </w:t>
      </w:r>
      <w:r w:rsidRPr="00BE5FD5">
        <w:rPr>
          <w:b/>
        </w:rPr>
        <w:t>č.10</w:t>
      </w:r>
      <w:r>
        <w:t xml:space="preserve">: </w:t>
      </w:r>
      <w:r w:rsidRPr="00A4241B">
        <w:t>Osvědčení</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0F5F002A" w:rsidR="00CB4F6D" w:rsidRPr="00CB4F6D" w:rsidRDefault="004C7D89" w:rsidP="00CB4F6D">
      <w:pPr>
        <w:pStyle w:val="Textbezodsazen"/>
      </w:pPr>
      <w:r>
        <w:t>OP_P+R_25-21</w:t>
      </w:r>
      <w:r w:rsidR="009B65A8" w:rsidRPr="00857768">
        <w:t xml:space="preserve">  národní zdroje</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4E150F34" w:rsidR="00342DC7" w:rsidRPr="00AE4B52" w:rsidRDefault="00342DC7" w:rsidP="00342DC7">
      <w:pPr>
        <w:pStyle w:val="Odstavec1-1a"/>
        <w:rPr>
          <w:rStyle w:val="Tun"/>
        </w:rPr>
      </w:pPr>
      <w:r w:rsidRPr="00AE4B52">
        <w:rPr>
          <w:rStyle w:val="Tun"/>
        </w:rPr>
        <w:t xml:space="preserve">Všeobecné technické podmínky </w:t>
      </w:r>
      <w:r w:rsidR="00485AE1">
        <w:rPr>
          <w:rStyle w:val="Tun"/>
        </w:rPr>
        <w:t xml:space="preserve">- </w:t>
      </w:r>
      <w:r w:rsidR="00485AE1" w:rsidRPr="00271120">
        <w:t>VTP_P+R_06-20_narodni_zdroje</w:t>
      </w:r>
      <w:r w:rsidRPr="00AE4B52">
        <w:rPr>
          <w:rStyle w:val="Tun"/>
        </w:rPr>
        <w:t xml:space="preserve"> </w:t>
      </w:r>
    </w:p>
    <w:p w14:paraId="13B99178" w14:textId="01CEA273" w:rsidR="00342DC7" w:rsidRDefault="00342DC7" w:rsidP="00342DC7">
      <w:pPr>
        <w:pStyle w:val="Odstavec1-1a"/>
        <w:rPr>
          <w:rStyle w:val="Tun"/>
        </w:rPr>
      </w:pPr>
      <w:r w:rsidRPr="00AE4B52">
        <w:rPr>
          <w:rStyle w:val="Tun"/>
        </w:rPr>
        <w:t>Zvláštní technick</w:t>
      </w:r>
      <w:r w:rsidR="00AD051A">
        <w:rPr>
          <w:rStyle w:val="Tun"/>
        </w:rPr>
        <w:t>é podmínky</w:t>
      </w:r>
    </w:p>
    <w:p w14:paraId="6F3AB6AB" w14:textId="11AE362A" w:rsidR="00AD051A" w:rsidRPr="00AD051A" w:rsidRDefault="00AD051A" w:rsidP="00AD051A">
      <w:pPr>
        <w:pStyle w:val="Odrka1-2-"/>
        <w:rPr>
          <w:b/>
        </w:rPr>
      </w:pPr>
      <w:r w:rsidRPr="004C4A80">
        <w:rPr>
          <w:bCs/>
          <w:szCs w:val="36"/>
        </w:rPr>
        <w:t>Řízení přístupu k zařízením kritické informační infrastruktury v technologické datové síti</w:t>
      </w:r>
    </w:p>
    <w:p w14:paraId="6360AD5E" w14:textId="5750A0AA" w:rsidR="00AD051A" w:rsidRPr="00AE4B52" w:rsidRDefault="00AD051A" w:rsidP="00AD051A">
      <w:pPr>
        <w:pStyle w:val="Odrka1-2-"/>
        <w:rPr>
          <w:rStyle w:val="Tun"/>
        </w:rPr>
      </w:pPr>
      <w:r w:rsidRPr="004C4A80">
        <w:rPr>
          <w:bCs/>
          <w:szCs w:val="36"/>
        </w:rPr>
        <w:t>Zvýšení bezpečnosti technologické datové sítě</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270DE9E" w14:textId="47E94A9B" w:rsidR="002D3591" w:rsidRDefault="002D3591" w:rsidP="00AE4B52">
      <w:pPr>
        <w:pStyle w:val="Odrka1-1"/>
      </w:pPr>
      <w:r>
        <w:t>dokumentace pro územní řízení</w:t>
      </w:r>
    </w:p>
    <w:p w14:paraId="5BDFFB04" w14:textId="385E11D3" w:rsidR="00701228" w:rsidRDefault="00701228" w:rsidP="00701228">
      <w:pPr>
        <w:pStyle w:val="Odrka1-2-"/>
      </w:pPr>
      <w:r w:rsidRPr="00094C6A">
        <w:t>Řízení přístupu k zařízením kritické informační infrastruktury v technologické datové síti</w:t>
      </w:r>
    </w:p>
    <w:p w14:paraId="5B457D08" w14:textId="376DF2DF" w:rsidR="00701228" w:rsidRDefault="00701228" w:rsidP="00701228">
      <w:pPr>
        <w:pStyle w:val="Odrka1-2-"/>
      </w:pPr>
      <w:r w:rsidRPr="00094C6A">
        <w:t>Zvýšení bezpečnosti technologické datové sítě</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 xml:space="preserve">Do přílohy Smlouvy bude vložena tabulka Rozpis Ceny Díla předložená v nabídce uchazeče podle požadavku zadavatele </w:t>
      </w:r>
      <w:r w:rsidRPr="00744743">
        <w:rPr>
          <w:sz w:val="18"/>
          <w:szCs w:val="18"/>
        </w:rPr>
        <w:t>stanoveného v článku 12 Výzvy.</w:t>
      </w:r>
    </w:p>
    <w:p w14:paraId="7DEFD92D" w14:textId="4EB4BBDF"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w:t>
      </w:r>
      <w:r w:rsidRPr="00F067AE">
        <w:rPr>
          <w:sz w:val="18"/>
          <w:szCs w:val="18"/>
        </w:rPr>
        <w:t xml:space="preserve">realizace </w:t>
      </w:r>
      <w:r w:rsidRPr="00C4521D">
        <w:rPr>
          <w:sz w:val="18"/>
          <w:szCs w:val="18"/>
        </w:rPr>
        <w:t xml:space="preserve">Stavby </w:t>
      </w:r>
      <w:r w:rsidRPr="00C4521D">
        <w:rPr>
          <w:b/>
          <w:sz w:val="18"/>
          <w:szCs w:val="18"/>
        </w:rPr>
        <w:t xml:space="preserve">(předpoklad </w:t>
      </w:r>
      <w:r w:rsidR="00735F8A" w:rsidRPr="00C4521D">
        <w:rPr>
          <w:b/>
          <w:sz w:val="18"/>
          <w:szCs w:val="18"/>
        </w:rPr>
        <w:t>6</w:t>
      </w:r>
      <w:r w:rsidRPr="00C4521D">
        <w:rPr>
          <w:b/>
          <w:sz w:val="18"/>
          <w:szCs w:val="18"/>
        </w:rPr>
        <w:t xml:space="preserve"> měsíců)</w:t>
      </w:r>
      <w:r w:rsidRPr="00C4521D">
        <w:rPr>
          <w:sz w:val="18"/>
          <w:szCs w:val="18"/>
        </w:rPr>
        <w:t xml:space="preserve"> v</w:t>
      </w:r>
      <w:r w:rsidRPr="006A698D">
        <w:rPr>
          <w:sz w:val="18"/>
          <w:szCs w:val="18"/>
        </w:rPr>
        <w:t xml:space="preserve">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0E570E37" w:rsidR="006A698D" w:rsidRPr="006A698D" w:rsidRDefault="006A698D" w:rsidP="006A698D">
      <w:pPr>
        <w:keepNext/>
        <w:spacing w:before="200" w:after="120" w:line="264" w:lineRule="auto"/>
        <w:rPr>
          <w:b/>
        </w:rPr>
      </w:pPr>
      <w:r w:rsidRPr="005C6976">
        <w:rPr>
          <w:b/>
          <w:u w:val="single"/>
        </w:rPr>
        <w:t xml:space="preserve">Ceny Díla </w:t>
      </w:r>
      <w:r w:rsidR="00A077D5" w:rsidRPr="005C6976">
        <w:rPr>
          <w:b/>
          <w:u w:val="single"/>
        </w:rPr>
        <w:t>–</w:t>
      </w:r>
      <w:r w:rsidRPr="005C6976">
        <w:rPr>
          <w:b/>
          <w:u w:val="single"/>
        </w:rPr>
        <w:t xml:space="preserve"> Rekapitulace</w:t>
      </w:r>
      <w:r w:rsidR="00A077D5" w:rsidRPr="005C6976">
        <w:rPr>
          <w:b/>
          <w:u w:val="single"/>
        </w:rPr>
        <w:t xml:space="preserve"> - celkem</w:t>
      </w:r>
      <w:r w:rsidR="00A077D5" w:rsidRPr="0024026C">
        <w:rPr>
          <w:b/>
          <w:u w:val="single"/>
        </w:rPr>
        <w:t xml:space="preserve"> za soubor staveb</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7835A71B" w14:textId="686BA074" w:rsidR="00DC3902" w:rsidRPr="00DC3902" w:rsidRDefault="006A698D" w:rsidP="00DC3902">
      <w:pPr>
        <w:numPr>
          <w:ilvl w:val="0"/>
          <w:numId w:val="12"/>
        </w:numPr>
        <w:spacing w:after="80" w:line="264" w:lineRule="auto"/>
        <w:jc w:val="both"/>
        <w:rPr>
          <w:b/>
          <w:sz w:val="18"/>
          <w:szCs w:val="18"/>
        </w:rPr>
      </w:pPr>
      <w:r w:rsidRPr="006A698D">
        <w:rPr>
          <w:b/>
          <w:sz w:val="18"/>
          <w:szCs w:val="18"/>
        </w:rPr>
        <w:t>Smluvní cena bez DPH za Projektovou dokumentaci</w:t>
      </w:r>
      <w:r w:rsidR="002C7FA5">
        <w:rPr>
          <w:b/>
          <w:sz w:val="18"/>
          <w:szCs w:val="18"/>
        </w:rPr>
        <w:t xml:space="preserve"> </w:t>
      </w:r>
      <w:r w:rsidR="002C7FA5" w:rsidRPr="00251B9D">
        <w:rPr>
          <w:b/>
        </w:rPr>
        <w:t>v rozsahu Přílohy č. 4 vyhlášky č. 146/2008 Sb.</w:t>
      </w:r>
      <w:r w:rsidR="00251B9D">
        <w:rPr>
          <w:b/>
        </w:rPr>
        <w:t>,</w:t>
      </w:r>
      <w:r w:rsidRPr="00251B9D">
        <w:rPr>
          <w:b/>
          <w:sz w:val="18"/>
          <w:szCs w:val="18"/>
        </w:rPr>
        <w:t xml:space="preserve"> </w:t>
      </w:r>
      <w:r w:rsidRPr="00251B9D">
        <w:rPr>
          <w:sz w:val="18"/>
          <w:szCs w:val="18"/>
        </w:rPr>
        <w:t>ve</w:t>
      </w:r>
      <w:r w:rsidRPr="006A698D">
        <w:rPr>
          <w:sz w:val="18"/>
          <w:szCs w:val="18"/>
        </w:rPr>
        <w:t xml:space="preser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11EDB882"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07AE784E" w14:textId="53F8B00F" w:rsidR="005C6976" w:rsidRPr="0024026C" w:rsidRDefault="005C6976" w:rsidP="005C6976">
      <w:pPr>
        <w:keepNext/>
        <w:spacing w:before="200" w:after="120" w:line="264" w:lineRule="auto"/>
        <w:rPr>
          <w:b/>
          <w:u w:val="single"/>
        </w:rPr>
      </w:pPr>
      <w:r w:rsidRPr="0024026C">
        <w:rPr>
          <w:b/>
          <w:u w:val="single"/>
        </w:rPr>
        <w:t>Ceny D</w:t>
      </w:r>
      <w:r>
        <w:rPr>
          <w:b/>
          <w:u w:val="single"/>
        </w:rPr>
        <w:t xml:space="preserve">íla – Rekapitulace – celkem za </w:t>
      </w:r>
      <w:r w:rsidRPr="005C6976">
        <w:rPr>
          <w:b/>
          <w:u w:val="single"/>
        </w:rPr>
        <w:t>Stavbu 1 „Řízení přístupu k zařízením kritické informační infrastruktury v technologické datové síti“</w:t>
      </w:r>
    </w:p>
    <w:p w14:paraId="4B4A02B4" w14:textId="77777777" w:rsidR="005C6976" w:rsidRPr="006A698D" w:rsidRDefault="005C6976" w:rsidP="005C697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156A055" w14:textId="77777777" w:rsidR="005C6976" w:rsidRPr="006A698D" w:rsidRDefault="005C6976" w:rsidP="005C6976">
      <w:pPr>
        <w:spacing w:after="120" w:line="264" w:lineRule="auto"/>
        <w:jc w:val="both"/>
        <w:rPr>
          <w:sz w:val="18"/>
          <w:szCs w:val="18"/>
        </w:rPr>
      </w:pPr>
      <w:r w:rsidRPr="006A698D">
        <w:rPr>
          <w:sz w:val="18"/>
          <w:szCs w:val="18"/>
        </w:rPr>
        <w:t>Z toho:</w:t>
      </w:r>
    </w:p>
    <w:p w14:paraId="2351E121" w14:textId="4E63A41A" w:rsidR="005C6976" w:rsidRPr="0024026C" w:rsidRDefault="005C6976" w:rsidP="005C6976">
      <w:pPr>
        <w:pStyle w:val="Odstavec1-1a"/>
        <w:numPr>
          <w:ilvl w:val="0"/>
          <w:numId w:val="12"/>
        </w:numPr>
        <w:rPr>
          <w:b/>
        </w:rPr>
      </w:pPr>
      <w:r w:rsidRPr="0024026C">
        <w:rPr>
          <w:b/>
        </w:rPr>
        <w:t>Smluvní cena bez DPH za Projektovou dokumentaci</w:t>
      </w:r>
      <w:r w:rsidR="00251B9D">
        <w:rPr>
          <w:b/>
        </w:rPr>
        <w:t xml:space="preserve"> </w:t>
      </w:r>
      <w:r w:rsidR="00251B9D" w:rsidRPr="00251B9D">
        <w:rPr>
          <w:b/>
        </w:rPr>
        <w:t>v rozsahu Přílohy č. 4 vyhlášky č. 146/2008 Sb.</w:t>
      </w:r>
      <w:r w:rsidR="00251B9D">
        <w:rPr>
          <w:b/>
        </w:rPr>
        <w:t>,</w:t>
      </w:r>
      <w:r w:rsidRPr="0024026C">
        <w:rPr>
          <w:b/>
        </w:rPr>
        <w:t xml:space="preserve"> </w:t>
      </w:r>
      <w:r w:rsidRPr="0024026C">
        <w:t>ve výši</w:t>
      </w:r>
      <w:r w:rsidRPr="0024026C">
        <w:rPr>
          <w:b/>
        </w:rPr>
        <w:t xml:space="preserve"> </w:t>
      </w:r>
      <w:r w:rsidRPr="0024026C">
        <w:rPr>
          <w:b/>
          <w:highlight w:val="yellow"/>
        </w:rPr>
        <w:t>"[VLOŽÍ ZHOTOVITEL]"</w:t>
      </w:r>
      <w:r w:rsidRPr="0024026C">
        <w:rPr>
          <w:b/>
        </w:rPr>
        <w:t xml:space="preserve"> Kč</w:t>
      </w:r>
    </w:p>
    <w:p w14:paraId="502D49DA" w14:textId="77777777" w:rsidR="005C6976" w:rsidRDefault="005C6976" w:rsidP="005C697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8F5EFA4" w14:textId="411AFB77" w:rsidR="001F518E" w:rsidRDefault="00FF5046" w:rsidP="00FF5046">
      <w:pPr>
        <w:numPr>
          <w:ilvl w:val="0"/>
          <w:numId w:val="12"/>
        </w:numPr>
        <w:spacing w:after="80" w:line="264" w:lineRule="auto"/>
        <w:jc w:val="both"/>
        <w:rPr>
          <w:b/>
        </w:rPr>
      </w:pPr>
      <w:r>
        <w:rPr>
          <w:b/>
        </w:rPr>
        <w:t xml:space="preserve">c) </w:t>
      </w:r>
      <w:r w:rsidR="005C6976" w:rsidRPr="0024026C">
        <w:rPr>
          <w:b/>
        </w:rPr>
        <w:t xml:space="preserve">Smluvní cena za RS </w:t>
      </w:r>
      <w:r w:rsidR="005C6976" w:rsidRPr="006A698D">
        <w:t>bez DPH</w:t>
      </w:r>
      <w:r w:rsidR="005C6976" w:rsidRPr="0024026C">
        <w:rPr>
          <w:b/>
        </w:rPr>
        <w:t xml:space="preserve">  </w:t>
      </w:r>
      <w:r w:rsidR="005C6976" w:rsidRPr="0024026C">
        <w:rPr>
          <w:b/>
          <w:highlight w:val="yellow"/>
        </w:rPr>
        <w:t>"[VLOŽÍ ZHOTOVITEL]"</w:t>
      </w:r>
      <w:r w:rsidR="005C6976" w:rsidRPr="0024026C">
        <w:rPr>
          <w:b/>
        </w:rPr>
        <w:t xml:space="preserve"> Kč</w:t>
      </w:r>
    </w:p>
    <w:p w14:paraId="676A8C55" w14:textId="69AC2519" w:rsidR="005C6976" w:rsidRDefault="005C6976" w:rsidP="005C6976">
      <w:pPr>
        <w:pStyle w:val="Textbezodsazen"/>
        <w:rPr>
          <w:b/>
        </w:rPr>
      </w:pPr>
    </w:p>
    <w:p w14:paraId="0C182DAA" w14:textId="61FBB790" w:rsidR="005C6976" w:rsidRDefault="005C6976" w:rsidP="005C6976">
      <w:pPr>
        <w:pStyle w:val="Textbezodsazen"/>
        <w:rPr>
          <w:b/>
        </w:rPr>
      </w:pPr>
    </w:p>
    <w:p w14:paraId="165A04C1" w14:textId="0E748700" w:rsidR="005C6976" w:rsidRPr="0024026C" w:rsidRDefault="005C6976" w:rsidP="005C6976">
      <w:pPr>
        <w:keepNext/>
        <w:spacing w:before="200" w:after="120" w:line="264" w:lineRule="auto"/>
        <w:rPr>
          <w:b/>
          <w:u w:val="single"/>
        </w:rPr>
      </w:pPr>
      <w:r w:rsidRPr="0024026C">
        <w:rPr>
          <w:b/>
          <w:u w:val="single"/>
        </w:rPr>
        <w:t xml:space="preserve">Ceny Díla – Rekapitulace – celkem za </w:t>
      </w:r>
      <w:r w:rsidR="00AA4062">
        <w:rPr>
          <w:b/>
          <w:u w:val="single"/>
        </w:rPr>
        <w:t>S</w:t>
      </w:r>
      <w:r w:rsidRPr="009A4774">
        <w:rPr>
          <w:b/>
          <w:u w:val="single"/>
        </w:rPr>
        <w:t>tavbu 2 „</w:t>
      </w:r>
      <w:r w:rsidR="009A4774" w:rsidRPr="009A4774">
        <w:rPr>
          <w:b/>
          <w:u w:val="single"/>
        </w:rPr>
        <w:t>Zvýšení bezpečnosti technologické datové sítě</w:t>
      </w:r>
      <w:r w:rsidRPr="009A4774">
        <w:rPr>
          <w:b/>
          <w:u w:val="single"/>
        </w:rPr>
        <w:t>“</w:t>
      </w:r>
    </w:p>
    <w:p w14:paraId="16750F52" w14:textId="77777777" w:rsidR="005C6976" w:rsidRPr="006A698D" w:rsidRDefault="005C6976" w:rsidP="005C697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3D980E7" w14:textId="77777777" w:rsidR="005C6976" w:rsidRPr="006A698D" w:rsidRDefault="005C6976" w:rsidP="005C6976">
      <w:pPr>
        <w:spacing w:after="120" w:line="264" w:lineRule="auto"/>
        <w:jc w:val="both"/>
        <w:rPr>
          <w:sz w:val="18"/>
          <w:szCs w:val="18"/>
        </w:rPr>
      </w:pPr>
      <w:r w:rsidRPr="006A698D">
        <w:rPr>
          <w:sz w:val="18"/>
          <w:szCs w:val="18"/>
        </w:rPr>
        <w:t>Z toho:</w:t>
      </w:r>
    </w:p>
    <w:p w14:paraId="6A32D5AA" w14:textId="72D943BB" w:rsidR="005C6976" w:rsidRPr="0024026C" w:rsidRDefault="005C6976" w:rsidP="005C6976">
      <w:pPr>
        <w:pStyle w:val="Odstavec1-1a"/>
        <w:numPr>
          <w:ilvl w:val="0"/>
          <w:numId w:val="12"/>
        </w:numPr>
        <w:rPr>
          <w:b/>
        </w:rPr>
      </w:pPr>
      <w:r w:rsidRPr="0024026C">
        <w:rPr>
          <w:b/>
        </w:rPr>
        <w:t xml:space="preserve">Smluvní cena bez DPH za Projektovou dokumentaci </w:t>
      </w:r>
      <w:r w:rsidR="00251B9D" w:rsidRPr="00251B9D">
        <w:rPr>
          <w:b/>
        </w:rPr>
        <w:t>v rozsahu Přílohy č. 4 vyhlášky č. 146/2008 Sb.</w:t>
      </w:r>
      <w:bookmarkStart w:id="0" w:name="_GoBack"/>
      <w:bookmarkEnd w:id="0"/>
      <w:r w:rsidR="00251B9D">
        <w:rPr>
          <w:b/>
        </w:rPr>
        <w:t xml:space="preserve">, </w:t>
      </w:r>
      <w:r w:rsidRPr="0024026C">
        <w:t>ve výši</w:t>
      </w:r>
      <w:r w:rsidRPr="0024026C">
        <w:rPr>
          <w:b/>
        </w:rPr>
        <w:t xml:space="preserve"> </w:t>
      </w:r>
      <w:r w:rsidRPr="0024026C">
        <w:rPr>
          <w:b/>
          <w:highlight w:val="yellow"/>
        </w:rPr>
        <w:t>"[VLOŽÍ ZHOTOVITEL]"</w:t>
      </w:r>
      <w:r w:rsidRPr="0024026C">
        <w:rPr>
          <w:b/>
        </w:rPr>
        <w:t xml:space="preserve"> Kč</w:t>
      </w:r>
    </w:p>
    <w:p w14:paraId="2AFF1622" w14:textId="77777777" w:rsidR="005C6976" w:rsidRDefault="005C6976" w:rsidP="005C697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0BDF332" w14:textId="122251C8" w:rsidR="005C6976" w:rsidRDefault="005C6976" w:rsidP="00FF5046">
      <w:pPr>
        <w:pStyle w:val="Odstavec1-1a"/>
        <w:numPr>
          <w:ilvl w:val="0"/>
          <w:numId w:val="12"/>
        </w:numPr>
      </w:pPr>
      <w:r w:rsidRPr="00FF5046">
        <w:rPr>
          <w:b/>
        </w:rPr>
        <w:lastRenderedPageBreak/>
        <w:t xml:space="preserve">Smluvní cena za RS </w:t>
      </w:r>
      <w:r w:rsidRPr="0024026C">
        <w:t>bez DPH</w:t>
      </w:r>
      <w:r w:rsidRPr="00FF5046">
        <w:rPr>
          <w:b/>
        </w:rPr>
        <w:t xml:space="preserve">  </w:t>
      </w:r>
      <w:r w:rsidRPr="00FF5046">
        <w:rPr>
          <w:b/>
          <w:highlight w:val="yellow"/>
        </w:rPr>
        <w:t>"[VLOŽÍ ZHOTOVITEL]"</w:t>
      </w:r>
      <w:r w:rsidRPr="00FF5046">
        <w:rPr>
          <w:b/>
        </w:rPr>
        <w:t xml:space="preserve"> Kč</w:t>
      </w: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28A2111A" w:rsidR="00502690" w:rsidRPr="00F95FBD" w:rsidRDefault="00AA4062" w:rsidP="00502690">
      <w:pPr>
        <w:pStyle w:val="Nadpistabulky"/>
        <w:rPr>
          <w:rFonts w:asciiTheme="minorHAnsi" w:hAnsiTheme="minorHAnsi"/>
          <w:sz w:val="18"/>
          <w:szCs w:val="18"/>
        </w:rPr>
      </w:pPr>
      <w:r w:rsidRPr="00BD665D">
        <w:rPr>
          <w:rFonts w:asciiTheme="minorHAnsi" w:hAnsiTheme="minorHAnsi"/>
          <w:sz w:val="18"/>
          <w:szCs w:val="18"/>
        </w:rPr>
        <w:t xml:space="preserve">Ve věcech </w:t>
      </w:r>
      <w:r w:rsidRPr="00BD665D">
        <w:rPr>
          <w:sz w:val="18"/>
          <w:szCs w:val="18"/>
        </w:rPr>
        <w:t>smluvních</w:t>
      </w:r>
      <w:r w:rsidRPr="00BD665D">
        <w:rPr>
          <w:rFonts w:asciiTheme="minorHAnsi" w:hAnsiTheme="minorHAnsi"/>
          <w:sz w:val="18"/>
          <w:szCs w:val="18"/>
        </w:rPr>
        <w:t xml:space="preserve"> (mimo podpisu této smlouvy a jejich příp. dodatků)</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01427740"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kontroly požití a</w:t>
      </w:r>
      <w:r w:rsidR="00913403">
        <w:rPr>
          <w:rFonts w:asciiTheme="minorHAnsi" w:hAnsiTheme="minorHAnsi"/>
          <w:sz w:val="18"/>
          <w:szCs w:val="18"/>
        </w:rPr>
        <w:t>lkoholu a/nebo návykových látek</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A4241B" w:rsidRDefault="00855469" w:rsidP="00855469">
      <w:pPr>
        <w:pStyle w:val="Textbezodsazen"/>
      </w:pPr>
      <w:r w:rsidRPr="00A4241B">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6AAC3F0D" w14:textId="2F3C9492" w:rsidR="008928D0" w:rsidRPr="00F95FBD" w:rsidRDefault="003408EF" w:rsidP="008928D0">
      <w:pPr>
        <w:pStyle w:val="Nadpistabulky"/>
      </w:pPr>
      <w:r>
        <w:rPr>
          <w:sz w:val="18"/>
          <w:szCs w:val="18"/>
        </w:rPr>
        <w:t>Osoba odpovědná za projektovou (realizační) dokum</w:t>
      </w:r>
      <w:r w:rsidR="00EA47CA">
        <w:rPr>
          <w:sz w:val="18"/>
          <w:szCs w:val="18"/>
        </w:rPr>
        <w:t>entaci</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4565A6" w14:textId="77777777" w:rsidR="008928D0" w:rsidRPr="00F95FBD" w:rsidRDefault="008928D0" w:rsidP="008928D0">
      <w:pPr>
        <w:pStyle w:val="Tabulka"/>
      </w:pPr>
    </w:p>
    <w:p w14:paraId="265971AA" w14:textId="69A628EE" w:rsidR="008928D0" w:rsidRPr="00F95FBD" w:rsidRDefault="008928D0" w:rsidP="008928D0">
      <w:pPr>
        <w:pStyle w:val="Nadpistabulky"/>
        <w:rPr>
          <w:sz w:val="18"/>
          <w:szCs w:val="18"/>
        </w:rPr>
      </w:pPr>
      <w:r>
        <w:rPr>
          <w:sz w:val="18"/>
          <w:szCs w:val="18"/>
        </w:rPr>
        <w:t>Stavbyvedoucí</w:t>
      </w:r>
      <w:r w:rsidR="00F01D87">
        <w:rPr>
          <w:sz w:val="18"/>
          <w:szCs w:val="18"/>
        </w:rPr>
        <w:t xml:space="preserve"> (vedoucí prací)</w:t>
      </w:r>
    </w:p>
    <w:tbl>
      <w:tblPr>
        <w:tblStyle w:val="Tabulka10"/>
        <w:tblW w:w="8868" w:type="dxa"/>
        <w:tblLook w:val="04A0" w:firstRow="1" w:lastRow="0" w:firstColumn="1" w:lastColumn="0" w:noHBand="0" w:noVBand="1"/>
      </w:tblPr>
      <w:tblGrid>
        <w:gridCol w:w="3056"/>
        <w:gridCol w:w="5812"/>
      </w:tblGrid>
      <w:tr w:rsidR="008928D0" w:rsidRPr="00F95FBD" w14:paraId="1C0F7CF7"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CFA6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BE2DC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8928D0" w:rsidRPr="00F95FBD" w:rsidRDefault="008928D0" w:rsidP="00D86204">
            <w:pPr>
              <w:pStyle w:val="Tabulka"/>
            </w:pPr>
            <w:r w:rsidRPr="00F95FBD">
              <w:t>Adresa</w:t>
            </w:r>
          </w:p>
        </w:tc>
        <w:tc>
          <w:tcPr>
            <w:tcW w:w="5812" w:type="dxa"/>
          </w:tcPr>
          <w:p w14:paraId="5BBA0F1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26F1B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8928D0" w:rsidRPr="00F95FBD" w:rsidRDefault="008928D0" w:rsidP="00D86204">
            <w:pPr>
              <w:pStyle w:val="Tabulka"/>
            </w:pPr>
            <w:r w:rsidRPr="00F95FBD">
              <w:t>E-mail</w:t>
            </w:r>
          </w:p>
        </w:tc>
        <w:tc>
          <w:tcPr>
            <w:tcW w:w="5812" w:type="dxa"/>
          </w:tcPr>
          <w:p w14:paraId="011D771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2552C0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8928D0" w:rsidRPr="00F95FBD" w:rsidRDefault="008928D0" w:rsidP="00D86204">
            <w:pPr>
              <w:pStyle w:val="Tabulka"/>
            </w:pPr>
            <w:r w:rsidRPr="00F95FBD">
              <w:t>Telefon</w:t>
            </w:r>
          </w:p>
        </w:tc>
        <w:tc>
          <w:tcPr>
            <w:tcW w:w="5812" w:type="dxa"/>
          </w:tcPr>
          <w:p w14:paraId="63AF2CC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6E5163" w14:textId="487FB4A6" w:rsidR="000F34E6" w:rsidRPr="00F95FBD" w:rsidRDefault="000F34E6" w:rsidP="000F34E6">
      <w:pPr>
        <w:pStyle w:val="Nadpistabulky"/>
        <w:rPr>
          <w:sz w:val="18"/>
          <w:szCs w:val="18"/>
        </w:rPr>
      </w:pPr>
      <w:r>
        <w:rPr>
          <w:sz w:val="18"/>
          <w:szCs w:val="18"/>
        </w:rPr>
        <w:t>Osoba odpovědná za ochranu životního prostředí a odpadové hospodářství</w:t>
      </w:r>
    </w:p>
    <w:tbl>
      <w:tblPr>
        <w:tblStyle w:val="Tabulka10"/>
        <w:tblW w:w="8868" w:type="dxa"/>
        <w:tblLook w:val="04A0" w:firstRow="1" w:lastRow="0" w:firstColumn="1" w:lastColumn="0" w:noHBand="0" w:noVBand="1"/>
      </w:tblPr>
      <w:tblGrid>
        <w:gridCol w:w="3056"/>
        <w:gridCol w:w="5812"/>
      </w:tblGrid>
      <w:tr w:rsidR="000F34E6" w:rsidRPr="00F95FBD" w14:paraId="69182DFD" w14:textId="77777777" w:rsidTr="007F36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351E9B" w14:textId="77777777" w:rsidR="000F34E6" w:rsidRPr="00F95FBD" w:rsidRDefault="000F34E6" w:rsidP="007F36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DE3D968" w14:textId="77777777" w:rsidR="000F34E6" w:rsidRPr="00F95FBD" w:rsidRDefault="000F34E6" w:rsidP="007F36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F34E6" w:rsidRPr="00F95FBD" w14:paraId="78492D78" w14:textId="77777777" w:rsidTr="007F36CF">
        <w:tc>
          <w:tcPr>
            <w:cnfStyle w:val="001000000000" w:firstRow="0" w:lastRow="0" w:firstColumn="1" w:lastColumn="0" w:oddVBand="0" w:evenVBand="0" w:oddHBand="0" w:evenHBand="0" w:firstRowFirstColumn="0" w:firstRowLastColumn="0" w:lastRowFirstColumn="0" w:lastRowLastColumn="0"/>
            <w:tcW w:w="3056" w:type="dxa"/>
          </w:tcPr>
          <w:p w14:paraId="5FA9407D" w14:textId="77777777" w:rsidR="000F34E6" w:rsidRPr="00F95FBD" w:rsidRDefault="000F34E6" w:rsidP="007F36CF">
            <w:pPr>
              <w:pStyle w:val="Tabulka"/>
            </w:pPr>
            <w:r w:rsidRPr="00F95FBD">
              <w:t>Adresa</w:t>
            </w:r>
          </w:p>
        </w:tc>
        <w:tc>
          <w:tcPr>
            <w:tcW w:w="5812" w:type="dxa"/>
          </w:tcPr>
          <w:p w14:paraId="7B1BE5BB" w14:textId="77777777" w:rsidR="000F34E6" w:rsidRPr="00F95FBD" w:rsidRDefault="000F34E6" w:rsidP="007F36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34E6" w:rsidRPr="00F95FBD" w14:paraId="2BA2F0C8" w14:textId="77777777" w:rsidTr="007F36CF">
        <w:tc>
          <w:tcPr>
            <w:cnfStyle w:val="001000000000" w:firstRow="0" w:lastRow="0" w:firstColumn="1" w:lastColumn="0" w:oddVBand="0" w:evenVBand="0" w:oddHBand="0" w:evenHBand="0" w:firstRowFirstColumn="0" w:firstRowLastColumn="0" w:lastRowFirstColumn="0" w:lastRowLastColumn="0"/>
            <w:tcW w:w="3056" w:type="dxa"/>
          </w:tcPr>
          <w:p w14:paraId="2A623C39" w14:textId="77777777" w:rsidR="000F34E6" w:rsidRPr="00F95FBD" w:rsidRDefault="000F34E6" w:rsidP="007F36CF">
            <w:pPr>
              <w:pStyle w:val="Tabulka"/>
            </w:pPr>
            <w:r w:rsidRPr="00F95FBD">
              <w:t>E-mail</w:t>
            </w:r>
          </w:p>
        </w:tc>
        <w:tc>
          <w:tcPr>
            <w:tcW w:w="5812" w:type="dxa"/>
          </w:tcPr>
          <w:p w14:paraId="15AD1247" w14:textId="77777777" w:rsidR="000F34E6" w:rsidRPr="00F95FBD" w:rsidRDefault="000F34E6" w:rsidP="007F36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34E6" w:rsidRPr="00F95FBD" w14:paraId="02ED63ED" w14:textId="77777777" w:rsidTr="007F36CF">
        <w:tc>
          <w:tcPr>
            <w:cnfStyle w:val="001000000000" w:firstRow="0" w:lastRow="0" w:firstColumn="1" w:lastColumn="0" w:oddVBand="0" w:evenVBand="0" w:oddHBand="0" w:evenHBand="0" w:firstRowFirstColumn="0" w:firstRowLastColumn="0" w:lastRowFirstColumn="0" w:lastRowLastColumn="0"/>
            <w:tcW w:w="3056" w:type="dxa"/>
          </w:tcPr>
          <w:p w14:paraId="24FBEAF8" w14:textId="77777777" w:rsidR="000F34E6" w:rsidRPr="00F95FBD" w:rsidRDefault="000F34E6" w:rsidP="007F36CF">
            <w:pPr>
              <w:pStyle w:val="Tabulka"/>
            </w:pPr>
            <w:r w:rsidRPr="00F95FBD">
              <w:t>Telefon</w:t>
            </w:r>
          </w:p>
        </w:tc>
        <w:tc>
          <w:tcPr>
            <w:tcW w:w="5812" w:type="dxa"/>
          </w:tcPr>
          <w:p w14:paraId="6F71FC6A" w14:textId="77777777" w:rsidR="000F34E6" w:rsidRPr="00F95FBD" w:rsidRDefault="000F34E6" w:rsidP="007F36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356C219D" w:rsidR="007C5289" w:rsidRDefault="007C5289" w:rsidP="007C5289">
      <w:pPr>
        <w:pStyle w:val="Tabulka"/>
      </w:pPr>
    </w:p>
    <w:p w14:paraId="10524E4B" w14:textId="77777777" w:rsidR="000F34E6" w:rsidRDefault="000F34E6" w:rsidP="007C5289">
      <w:pPr>
        <w:pStyle w:val="Tabulka"/>
      </w:pPr>
    </w:p>
    <w:p w14:paraId="318FDC17" w14:textId="77777777" w:rsidR="00EA47CA" w:rsidRPr="00F95FBD" w:rsidRDefault="00EA47CA" w:rsidP="00EA47CA">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EA47CA" w:rsidRPr="00F95FBD" w14:paraId="1F9343AE" w14:textId="77777777" w:rsidTr="00F41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B1D24" w14:textId="77777777" w:rsidR="00EA47CA" w:rsidRPr="00F95FBD" w:rsidRDefault="00EA47CA" w:rsidP="00F41BF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A99F686" w14:textId="77777777" w:rsidR="00EA47CA" w:rsidRPr="00F95FBD" w:rsidRDefault="00EA47CA" w:rsidP="00F41BF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A47CA" w:rsidRPr="00F95FBD" w14:paraId="5047AA58" w14:textId="77777777" w:rsidTr="00F41BF0">
        <w:tc>
          <w:tcPr>
            <w:cnfStyle w:val="001000000000" w:firstRow="0" w:lastRow="0" w:firstColumn="1" w:lastColumn="0" w:oddVBand="0" w:evenVBand="0" w:oddHBand="0" w:evenHBand="0" w:firstRowFirstColumn="0" w:firstRowLastColumn="0" w:lastRowFirstColumn="0" w:lastRowLastColumn="0"/>
            <w:tcW w:w="3056" w:type="dxa"/>
          </w:tcPr>
          <w:p w14:paraId="6F982B3F" w14:textId="77777777" w:rsidR="00EA47CA" w:rsidRPr="00F95FBD" w:rsidRDefault="00EA47CA" w:rsidP="00F41BF0">
            <w:pPr>
              <w:pStyle w:val="Tabulka"/>
            </w:pPr>
            <w:r w:rsidRPr="00F95FBD">
              <w:t>Adresa</w:t>
            </w:r>
          </w:p>
        </w:tc>
        <w:tc>
          <w:tcPr>
            <w:tcW w:w="5812" w:type="dxa"/>
          </w:tcPr>
          <w:p w14:paraId="3BC00334" w14:textId="77777777" w:rsidR="00EA47CA" w:rsidRPr="00F95FBD" w:rsidRDefault="00EA47CA" w:rsidP="00F41BF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A47CA" w:rsidRPr="00F95FBD" w14:paraId="74364F35" w14:textId="77777777" w:rsidTr="00F41BF0">
        <w:tc>
          <w:tcPr>
            <w:cnfStyle w:val="001000000000" w:firstRow="0" w:lastRow="0" w:firstColumn="1" w:lastColumn="0" w:oddVBand="0" w:evenVBand="0" w:oddHBand="0" w:evenHBand="0" w:firstRowFirstColumn="0" w:firstRowLastColumn="0" w:lastRowFirstColumn="0" w:lastRowLastColumn="0"/>
            <w:tcW w:w="3056" w:type="dxa"/>
          </w:tcPr>
          <w:p w14:paraId="685EE49B" w14:textId="77777777" w:rsidR="00EA47CA" w:rsidRPr="00F95FBD" w:rsidRDefault="00EA47CA" w:rsidP="00F41BF0">
            <w:pPr>
              <w:pStyle w:val="Tabulka"/>
            </w:pPr>
            <w:r w:rsidRPr="00F95FBD">
              <w:t>E-mail</w:t>
            </w:r>
          </w:p>
        </w:tc>
        <w:tc>
          <w:tcPr>
            <w:tcW w:w="5812" w:type="dxa"/>
          </w:tcPr>
          <w:p w14:paraId="1B750B11" w14:textId="77777777" w:rsidR="00EA47CA" w:rsidRPr="00F95FBD" w:rsidRDefault="00EA47CA" w:rsidP="00F41BF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A47CA" w:rsidRPr="00F95FBD" w14:paraId="4CB8098B" w14:textId="77777777" w:rsidTr="00F41BF0">
        <w:tc>
          <w:tcPr>
            <w:cnfStyle w:val="001000000000" w:firstRow="0" w:lastRow="0" w:firstColumn="1" w:lastColumn="0" w:oddVBand="0" w:evenVBand="0" w:oddHBand="0" w:evenHBand="0" w:firstRowFirstColumn="0" w:firstRowLastColumn="0" w:lastRowFirstColumn="0" w:lastRowLastColumn="0"/>
            <w:tcW w:w="3056" w:type="dxa"/>
          </w:tcPr>
          <w:p w14:paraId="6289A1C2" w14:textId="77777777" w:rsidR="00EA47CA" w:rsidRPr="00F95FBD" w:rsidRDefault="00EA47CA" w:rsidP="00F41BF0">
            <w:pPr>
              <w:pStyle w:val="Tabulka"/>
            </w:pPr>
            <w:r w:rsidRPr="00F95FBD">
              <w:t>Telefon</w:t>
            </w:r>
          </w:p>
        </w:tc>
        <w:tc>
          <w:tcPr>
            <w:tcW w:w="5812" w:type="dxa"/>
          </w:tcPr>
          <w:p w14:paraId="550F72E8" w14:textId="77777777" w:rsidR="00EA47CA" w:rsidRPr="00F95FBD" w:rsidRDefault="00EA47CA" w:rsidP="00F41BF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287883" w14:textId="77777777" w:rsidR="00EA47CA" w:rsidRPr="00F95FBD" w:rsidRDefault="00EA47CA"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366D7AA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E5C7B">
              <w:t xml:space="preserve">Minimálně </w:t>
            </w:r>
            <w:r w:rsidR="00536679" w:rsidRPr="006E5C7B">
              <w:t>50</w:t>
            </w:r>
            <w:r w:rsidRPr="006E5C7B">
              <w:t xml:space="preserve"> mil. Kč na jednu pojistnou událost</w:t>
            </w:r>
            <w:r w:rsidR="00A349C6" w:rsidRPr="006E5C7B">
              <w:t xml:space="preserve"> a </w:t>
            </w:r>
            <w:r w:rsidR="00536679" w:rsidRPr="006E5C7B">
              <w:t>100</w:t>
            </w:r>
            <w:r w:rsidRPr="006E5C7B">
              <w:t xml:space="preserve"> mil. Kč</w:t>
            </w:r>
            <w:r w:rsidR="00A349C6" w:rsidRPr="006E5C7B">
              <w:t xml:space="preserve"> v </w:t>
            </w:r>
            <w:r w:rsidRPr="006E5C7B">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5FE65711" w:rsidR="00DD574F" w:rsidRDefault="00DD574F" w:rsidP="00F762A8">
      <w:pPr>
        <w:pStyle w:val="Textbezodsazen"/>
      </w:pPr>
    </w:p>
    <w:p w14:paraId="693A6562" w14:textId="77777777" w:rsidR="00DD574F" w:rsidRPr="00DD574F" w:rsidRDefault="00DD574F" w:rsidP="00DD574F"/>
    <w:p w14:paraId="22D8BBF7" w14:textId="77777777" w:rsidR="00DD574F" w:rsidRPr="00DD574F" w:rsidRDefault="00DD574F" w:rsidP="00DD574F"/>
    <w:p w14:paraId="4100D9E1" w14:textId="77777777" w:rsidR="00DD574F" w:rsidRPr="00DD574F" w:rsidRDefault="00DD574F" w:rsidP="00DD574F"/>
    <w:p w14:paraId="77787628" w14:textId="77777777" w:rsidR="00DD574F" w:rsidRPr="00DD574F" w:rsidRDefault="00DD574F" w:rsidP="00DD574F"/>
    <w:p w14:paraId="07764111" w14:textId="77777777" w:rsidR="00DD574F" w:rsidRPr="00DD574F" w:rsidRDefault="00DD574F" w:rsidP="00DD574F"/>
    <w:p w14:paraId="5D8C1112" w14:textId="77777777" w:rsidR="00DD574F" w:rsidRPr="00DD574F" w:rsidRDefault="00DD574F" w:rsidP="00DD574F"/>
    <w:p w14:paraId="48F5B113" w14:textId="77777777" w:rsidR="00DD574F" w:rsidRPr="00DD574F" w:rsidRDefault="00DD574F" w:rsidP="00DD574F"/>
    <w:p w14:paraId="7F9BD0AB" w14:textId="77777777" w:rsidR="00DD574F" w:rsidRPr="00DD574F" w:rsidRDefault="00DD574F" w:rsidP="00DD574F"/>
    <w:p w14:paraId="1AAB75CD" w14:textId="77777777" w:rsidR="00DD574F" w:rsidRPr="00DD574F" w:rsidRDefault="00DD574F" w:rsidP="00DD574F"/>
    <w:p w14:paraId="3D7710D6" w14:textId="77777777" w:rsidR="00DD574F" w:rsidRPr="00DD574F" w:rsidRDefault="00DD574F" w:rsidP="00DD574F"/>
    <w:p w14:paraId="3F17EF80" w14:textId="77777777" w:rsidR="00DD574F" w:rsidRPr="00DD574F" w:rsidRDefault="00DD574F" w:rsidP="00DD574F"/>
    <w:p w14:paraId="3AC625D3" w14:textId="77777777" w:rsidR="00DD574F" w:rsidRPr="00DD574F" w:rsidRDefault="00DD574F" w:rsidP="00DD574F"/>
    <w:p w14:paraId="1D3AC11D" w14:textId="77777777" w:rsidR="00DD574F" w:rsidRPr="00DD574F" w:rsidRDefault="00DD574F" w:rsidP="00DD574F"/>
    <w:p w14:paraId="4BB63D7A" w14:textId="77777777" w:rsidR="00DD574F" w:rsidRPr="00DD574F" w:rsidRDefault="00DD574F" w:rsidP="00DD574F"/>
    <w:p w14:paraId="135103CC" w14:textId="77777777" w:rsidR="00DD574F" w:rsidRPr="00DD574F" w:rsidRDefault="00DD574F" w:rsidP="00DD574F"/>
    <w:p w14:paraId="1BCC4519" w14:textId="77777777" w:rsidR="00DD574F" w:rsidRPr="00DD574F" w:rsidRDefault="00DD574F" w:rsidP="00DD574F"/>
    <w:p w14:paraId="028DE642" w14:textId="77777777" w:rsidR="00DD574F" w:rsidRPr="00DD574F" w:rsidRDefault="00DD574F" w:rsidP="00DD574F"/>
    <w:p w14:paraId="29E0B13B" w14:textId="77777777" w:rsidR="00DD574F" w:rsidRPr="00DD574F" w:rsidRDefault="00DD574F" w:rsidP="00DD574F"/>
    <w:p w14:paraId="22A71553" w14:textId="1617E7C6" w:rsidR="00DD574F" w:rsidRDefault="00DD574F" w:rsidP="00DD574F"/>
    <w:p w14:paraId="42177FC9" w14:textId="77777777" w:rsidR="00375902" w:rsidRDefault="00DD574F" w:rsidP="00DD574F">
      <w:pPr>
        <w:tabs>
          <w:tab w:val="left" w:pos="1335"/>
        </w:tabs>
        <w:sectPr w:rsidR="00375902"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r>
        <w:tab/>
      </w:r>
    </w:p>
    <w:p w14:paraId="25B2D2C0" w14:textId="77777777" w:rsidR="00375902" w:rsidRDefault="00375902" w:rsidP="00375902">
      <w:pPr>
        <w:pStyle w:val="Nadpisbezsl1-1"/>
      </w:pPr>
      <w:r>
        <w:lastRenderedPageBreak/>
        <w:t>Příloha č. 10</w:t>
      </w:r>
    </w:p>
    <w:p w14:paraId="584BD8E1" w14:textId="77777777" w:rsidR="00375902" w:rsidRPr="00C36B61" w:rsidRDefault="00375902" w:rsidP="00C36B61">
      <w:pPr>
        <w:keepNext/>
        <w:spacing w:after="60"/>
        <w:jc w:val="center"/>
        <w:outlineLvl w:val="3"/>
        <w:rPr>
          <w:rFonts w:eastAsia="Times New Roman"/>
          <w:b/>
          <w:bCs/>
          <w:sz w:val="28"/>
        </w:rPr>
      </w:pPr>
      <w:r w:rsidRPr="00C36B61">
        <w:rPr>
          <w:rFonts w:eastAsia="Times New Roman"/>
          <w:b/>
          <w:bCs/>
          <w:sz w:val="28"/>
        </w:rPr>
        <w:t>Osvědčení Správy železnic o řádném poskytnutí a dokončení stavebních prací</w:t>
      </w:r>
    </w:p>
    <w:p w14:paraId="155D5112" w14:textId="64BCEEE3" w:rsidR="00375902" w:rsidRDefault="00375902" w:rsidP="00375902">
      <w:pPr>
        <w:keepNext/>
        <w:spacing w:after="60"/>
        <w:outlineLvl w:val="3"/>
        <w:rPr>
          <w:rFonts w:eastAsia="Times New Roman"/>
          <w:bCs/>
        </w:rPr>
      </w:pPr>
      <w:r>
        <w:rPr>
          <w:rFonts w:eastAsia="Times New Roman"/>
          <w:bCs/>
        </w:rPr>
        <w:t>č.j. [●]</w:t>
      </w:r>
    </w:p>
    <w:tbl>
      <w:tblPr>
        <w:tblStyle w:val="Mkatabulky"/>
        <w:tblW w:w="5000" w:type="pct"/>
        <w:tblLook w:val="04A0" w:firstRow="1" w:lastRow="0" w:firstColumn="1" w:lastColumn="0" w:noHBand="0" w:noVBand="1"/>
      </w:tblPr>
      <w:tblGrid>
        <w:gridCol w:w="4570"/>
        <w:gridCol w:w="4376"/>
      </w:tblGrid>
      <w:tr w:rsidR="00C36B61" w:rsidRPr="009B2848" w14:paraId="01D2AD62" w14:textId="77777777" w:rsidTr="00F41BF0">
        <w:tc>
          <w:tcPr>
            <w:tcW w:w="2554" w:type="pct"/>
            <w:shd w:val="clear" w:color="auto" w:fill="FFBFBF" w:themeFill="accent6" w:themeFillTint="33"/>
            <w:vAlign w:val="center"/>
          </w:tcPr>
          <w:p w14:paraId="46745902"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88783A8" w14:textId="77777777" w:rsidR="00C36B61" w:rsidRPr="0080375F" w:rsidRDefault="00C36B61" w:rsidP="00F41BF0">
            <w:pPr>
              <w:keepNext/>
              <w:spacing w:after="60"/>
              <w:jc w:val="center"/>
              <w:outlineLvl w:val="3"/>
              <w:rPr>
                <w:rFonts w:eastAsia="Times New Roman"/>
                <w:bCs/>
              </w:rPr>
            </w:pPr>
          </w:p>
        </w:tc>
      </w:tr>
      <w:tr w:rsidR="00C36B61" w:rsidRPr="009B2848" w14:paraId="04AF4DB5" w14:textId="77777777" w:rsidTr="00F41BF0">
        <w:tc>
          <w:tcPr>
            <w:tcW w:w="2554" w:type="pct"/>
            <w:shd w:val="clear" w:color="auto" w:fill="FFBFBF" w:themeFill="accent6" w:themeFillTint="33"/>
            <w:vAlign w:val="center"/>
          </w:tcPr>
          <w:p w14:paraId="0A524B11"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2168314" w14:textId="77777777" w:rsidR="00C36B61" w:rsidRPr="009B2848" w:rsidRDefault="00C36B61" w:rsidP="00F41BF0">
            <w:pPr>
              <w:keepNext/>
              <w:spacing w:after="60"/>
              <w:jc w:val="center"/>
              <w:outlineLvl w:val="3"/>
              <w:rPr>
                <w:rFonts w:eastAsia="Times New Roman"/>
                <w:bCs/>
              </w:rPr>
            </w:pPr>
          </w:p>
        </w:tc>
      </w:tr>
      <w:tr w:rsidR="00C36B61" w:rsidRPr="009B2848" w14:paraId="7AFBFA4E" w14:textId="77777777" w:rsidTr="00F41BF0">
        <w:tc>
          <w:tcPr>
            <w:tcW w:w="2554" w:type="pct"/>
            <w:shd w:val="clear" w:color="auto" w:fill="FFBFBF" w:themeFill="accent6" w:themeFillTint="33"/>
            <w:vAlign w:val="center"/>
          </w:tcPr>
          <w:p w14:paraId="5444CCDE" w14:textId="77777777" w:rsidR="00C36B61" w:rsidRPr="009B2848" w:rsidRDefault="00C36B61" w:rsidP="00F41BF0">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E743401" w14:textId="77777777" w:rsidR="00C36B61" w:rsidRPr="009B2848" w:rsidRDefault="00C36B61" w:rsidP="00F41BF0">
            <w:pPr>
              <w:keepNext/>
              <w:spacing w:after="60"/>
              <w:jc w:val="center"/>
              <w:outlineLvl w:val="3"/>
              <w:rPr>
                <w:rFonts w:eastAsia="Times New Roman"/>
                <w:bCs/>
              </w:rPr>
            </w:pPr>
          </w:p>
        </w:tc>
      </w:tr>
      <w:tr w:rsidR="00C36B61" w:rsidRPr="009B2848" w14:paraId="37BD7016" w14:textId="77777777" w:rsidTr="00F41BF0">
        <w:tc>
          <w:tcPr>
            <w:tcW w:w="2554" w:type="pct"/>
            <w:shd w:val="clear" w:color="auto" w:fill="FFBFBF" w:themeFill="accent6" w:themeFillTint="33"/>
            <w:vAlign w:val="center"/>
          </w:tcPr>
          <w:p w14:paraId="2FBE6A90" w14:textId="77777777" w:rsidR="00C36B61" w:rsidRPr="009B2848" w:rsidRDefault="00C36B61" w:rsidP="00F41BF0">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370AE344" w14:textId="77777777" w:rsidR="00C36B61" w:rsidRPr="009B2848" w:rsidRDefault="00C36B61" w:rsidP="00F41BF0">
            <w:pPr>
              <w:keepNext/>
              <w:spacing w:after="60"/>
              <w:jc w:val="center"/>
              <w:outlineLvl w:val="3"/>
              <w:rPr>
                <w:rFonts w:eastAsia="Times New Roman"/>
                <w:bCs/>
              </w:rPr>
            </w:pPr>
          </w:p>
        </w:tc>
      </w:tr>
      <w:tr w:rsidR="00C36B61" w:rsidRPr="009B2848" w14:paraId="43315C12" w14:textId="77777777" w:rsidTr="00F41BF0">
        <w:tc>
          <w:tcPr>
            <w:tcW w:w="2554" w:type="pct"/>
            <w:shd w:val="clear" w:color="auto" w:fill="FFBFBF" w:themeFill="accent6" w:themeFillTint="33"/>
            <w:vAlign w:val="center"/>
          </w:tcPr>
          <w:p w14:paraId="7981C14C" w14:textId="77777777" w:rsidR="00C36B61" w:rsidRPr="0080375F" w:rsidRDefault="00C36B61" w:rsidP="00C36B61">
            <w:pPr>
              <w:pStyle w:val="Odstavecseseznamem"/>
              <w:keepNext/>
              <w:numPr>
                <w:ilvl w:val="0"/>
                <w:numId w:val="37"/>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01E1817D" w14:textId="77777777" w:rsidR="00C36B61" w:rsidRPr="009B2848" w:rsidRDefault="00C36B61" w:rsidP="00F41BF0">
            <w:pPr>
              <w:keepNext/>
              <w:spacing w:after="60"/>
              <w:jc w:val="center"/>
              <w:outlineLvl w:val="3"/>
              <w:rPr>
                <w:rFonts w:eastAsia="Times New Roman"/>
                <w:bCs/>
              </w:rPr>
            </w:pPr>
          </w:p>
        </w:tc>
      </w:tr>
      <w:tr w:rsidR="00C36B61" w:rsidRPr="009B2848" w14:paraId="255C3321" w14:textId="77777777" w:rsidTr="00F41BF0">
        <w:tc>
          <w:tcPr>
            <w:tcW w:w="2554" w:type="pct"/>
            <w:shd w:val="clear" w:color="auto" w:fill="FFBFBF" w:themeFill="accent6" w:themeFillTint="33"/>
            <w:vAlign w:val="center"/>
          </w:tcPr>
          <w:p w14:paraId="57A5F934" w14:textId="77777777" w:rsidR="00C36B61" w:rsidRDefault="00C36B61" w:rsidP="00C36B61">
            <w:pPr>
              <w:pStyle w:val="Odstavecseseznamem"/>
              <w:keepNext/>
              <w:numPr>
                <w:ilvl w:val="0"/>
                <w:numId w:val="37"/>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1556287E" w14:textId="77777777" w:rsidR="00C36B61" w:rsidRPr="009B2848" w:rsidRDefault="00C36B61" w:rsidP="00F41BF0">
            <w:pPr>
              <w:keepNext/>
              <w:spacing w:after="60"/>
              <w:jc w:val="center"/>
              <w:outlineLvl w:val="3"/>
              <w:rPr>
                <w:rFonts w:eastAsia="Times New Roman"/>
                <w:bCs/>
              </w:rPr>
            </w:pPr>
          </w:p>
        </w:tc>
      </w:tr>
      <w:tr w:rsidR="00C36B61" w:rsidRPr="009B2848" w14:paraId="669F490E" w14:textId="77777777" w:rsidTr="00F41BF0">
        <w:tc>
          <w:tcPr>
            <w:tcW w:w="2554" w:type="pct"/>
            <w:shd w:val="clear" w:color="auto" w:fill="FFBFBF" w:themeFill="accent6" w:themeFillTint="33"/>
            <w:vAlign w:val="center"/>
          </w:tcPr>
          <w:p w14:paraId="5D224C28" w14:textId="77777777" w:rsidR="00C36B61" w:rsidRPr="009B2848" w:rsidRDefault="00C36B61" w:rsidP="00F41BF0">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7D08C34" w14:textId="77777777" w:rsidR="00C36B61" w:rsidRPr="009B2848" w:rsidRDefault="00C36B61" w:rsidP="00F41BF0">
            <w:pPr>
              <w:keepNext/>
              <w:spacing w:after="60"/>
              <w:jc w:val="center"/>
              <w:outlineLvl w:val="3"/>
              <w:rPr>
                <w:rFonts w:eastAsia="Times New Roman"/>
                <w:bCs/>
              </w:rPr>
            </w:pPr>
          </w:p>
        </w:tc>
      </w:tr>
      <w:tr w:rsidR="00C36B61" w:rsidRPr="009B2848" w14:paraId="3F811099" w14:textId="77777777" w:rsidTr="00F41BF0">
        <w:tc>
          <w:tcPr>
            <w:tcW w:w="2554" w:type="pct"/>
            <w:shd w:val="clear" w:color="auto" w:fill="FFBFBF" w:themeFill="accent6" w:themeFillTint="33"/>
            <w:vAlign w:val="center"/>
          </w:tcPr>
          <w:p w14:paraId="07C297B3" w14:textId="77777777" w:rsidR="00C36B61" w:rsidRPr="0080375F" w:rsidRDefault="00C36B61" w:rsidP="00C36B61">
            <w:pPr>
              <w:pStyle w:val="Odstavecseseznamem"/>
              <w:keepNext/>
              <w:numPr>
                <w:ilvl w:val="0"/>
                <w:numId w:val="37"/>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4F4259EF" w14:textId="77777777" w:rsidR="00C36B61" w:rsidRPr="009B2848" w:rsidRDefault="00C36B61" w:rsidP="00F41BF0">
            <w:pPr>
              <w:keepNext/>
              <w:spacing w:after="60"/>
              <w:jc w:val="center"/>
              <w:outlineLvl w:val="3"/>
              <w:rPr>
                <w:rFonts w:eastAsia="Times New Roman"/>
                <w:bCs/>
              </w:rPr>
            </w:pPr>
          </w:p>
        </w:tc>
      </w:tr>
      <w:tr w:rsidR="00C36B61" w:rsidRPr="009B2848" w14:paraId="75EBD7BE" w14:textId="77777777" w:rsidTr="00F41BF0">
        <w:tc>
          <w:tcPr>
            <w:tcW w:w="2554" w:type="pct"/>
            <w:shd w:val="clear" w:color="auto" w:fill="FFBFBF" w:themeFill="accent6" w:themeFillTint="33"/>
            <w:vAlign w:val="center"/>
          </w:tcPr>
          <w:p w14:paraId="55669133" w14:textId="77777777" w:rsidR="00C36B61" w:rsidRDefault="00C36B61" w:rsidP="00C36B61">
            <w:pPr>
              <w:pStyle w:val="Odstavecseseznamem"/>
              <w:keepNext/>
              <w:numPr>
                <w:ilvl w:val="0"/>
                <w:numId w:val="37"/>
              </w:numPr>
              <w:spacing w:after="60" w:line="240" w:lineRule="auto"/>
              <w:outlineLvl w:val="3"/>
              <w:rPr>
                <w:rFonts w:eastAsia="Times New Roman"/>
                <w:b/>
                <w:bCs/>
              </w:rPr>
            </w:pPr>
            <w:r>
              <w:rPr>
                <w:rFonts w:eastAsia="Times New Roman"/>
                <w:b/>
                <w:bCs/>
              </w:rPr>
              <w:t>stavebních</w:t>
            </w:r>
          </w:p>
        </w:tc>
        <w:tc>
          <w:tcPr>
            <w:tcW w:w="2446" w:type="pct"/>
            <w:vAlign w:val="center"/>
          </w:tcPr>
          <w:p w14:paraId="5ADD46A4" w14:textId="77777777" w:rsidR="00C36B61" w:rsidRPr="009B2848" w:rsidRDefault="00C36B61" w:rsidP="00F41BF0">
            <w:pPr>
              <w:keepNext/>
              <w:spacing w:after="60"/>
              <w:jc w:val="center"/>
              <w:outlineLvl w:val="3"/>
              <w:rPr>
                <w:rFonts w:eastAsia="Times New Roman"/>
                <w:bCs/>
              </w:rPr>
            </w:pPr>
          </w:p>
        </w:tc>
      </w:tr>
      <w:tr w:rsidR="00C36B61" w:rsidRPr="009B2848" w14:paraId="22CCA2B4" w14:textId="77777777" w:rsidTr="00F41BF0">
        <w:tc>
          <w:tcPr>
            <w:tcW w:w="2554" w:type="pct"/>
            <w:shd w:val="clear" w:color="auto" w:fill="FFBFBF" w:themeFill="accent6" w:themeFillTint="33"/>
            <w:vAlign w:val="center"/>
          </w:tcPr>
          <w:p w14:paraId="73C08FE1" w14:textId="77777777" w:rsidR="00C36B61" w:rsidRPr="009B2848" w:rsidRDefault="00C36B61" w:rsidP="00F41BF0">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D5C8E52" w14:textId="77777777" w:rsidR="00C36B61" w:rsidRPr="009B2848" w:rsidRDefault="00C36B61" w:rsidP="00F41BF0">
            <w:pPr>
              <w:keepNext/>
              <w:spacing w:after="60"/>
              <w:jc w:val="center"/>
              <w:outlineLvl w:val="3"/>
              <w:rPr>
                <w:rFonts w:eastAsia="Times New Roman"/>
                <w:bCs/>
              </w:rPr>
            </w:pPr>
          </w:p>
        </w:tc>
      </w:tr>
      <w:tr w:rsidR="00C36B61" w:rsidRPr="009B2848" w14:paraId="0FADC5B4" w14:textId="77777777" w:rsidTr="00F41BF0">
        <w:tc>
          <w:tcPr>
            <w:tcW w:w="2554" w:type="pct"/>
            <w:shd w:val="clear" w:color="auto" w:fill="FFBFBF" w:themeFill="accent6" w:themeFillTint="33"/>
            <w:vAlign w:val="center"/>
          </w:tcPr>
          <w:p w14:paraId="1F8A8EBC" w14:textId="77777777" w:rsidR="00C36B61" w:rsidRPr="009B2848" w:rsidRDefault="00C36B61" w:rsidP="00F41BF0">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219296BE" w14:textId="77777777" w:rsidR="00C36B61" w:rsidRPr="009B2848" w:rsidRDefault="00C36B61" w:rsidP="00F41BF0">
            <w:pPr>
              <w:keepNext/>
              <w:spacing w:after="60"/>
              <w:jc w:val="center"/>
              <w:outlineLvl w:val="3"/>
              <w:rPr>
                <w:rFonts w:eastAsia="Times New Roman"/>
                <w:bCs/>
              </w:rPr>
            </w:pPr>
          </w:p>
        </w:tc>
      </w:tr>
      <w:tr w:rsidR="00C36B61" w:rsidRPr="009B2848" w14:paraId="067B49B5" w14:textId="77777777" w:rsidTr="00F41BF0">
        <w:tc>
          <w:tcPr>
            <w:tcW w:w="2554" w:type="pct"/>
            <w:shd w:val="clear" w:color="auto" w:fill="FFBFBF" w:themeFill="accent6" w:themeFillTint="33"/>
            <w:vAlign w:val="center"/>
          </w:tcPr>
          <w:p w14:paraId="1886333B" w14:textId="77777777" w:rsidR="00C36B61" w:rsidRPr="009B2848" w:rsidRDefault="00C36B61" w:rsidP="00F41BF0">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F6811AF" w14:textId="77777777" w:rsidR="00C36B61" w:rsidRPr="00736B35" w:rsidRDefault="00C36B61" w:rsidP="00F41BF0">
            <w:pPr>
              <w:keepNext/>
              <w:spacing w:after="60"/>
              <w:jc w:val="center"/>
              <w:outlineLvl w:val="3"/>
              <w:rPr>
                <w:rFonts w:eastAsia="Times New Roman"/>
                <w:bCs/>
              </w:rPr>
            </w:pPr>
          </w:p>
        </w:tc>
      </w:tr>
      <w:tr w:rsidR="00C36B61" w:rsidRPr="009B2848" w14:paraId="578390B4" w14:textId="77777777" w:rsidTr="00F41BF0">
        <w:tc>
          <w:tcPr>
            <w:tcW w:w="2554" w:type="pct"/>
            <w:shd w:val="clear" w:color="auto" w:fill="FFBFBF" w:themeFill="accent6" w:themeFillTint="33"/>
            <w:vAlign w:val="center"/>
          </w:tcPr>
          <w:p w14:paraId="42C76438" w14:textId="77777777" w:rsidR="00C36B61" w:rsidRPr="00AD1730" w:rsidRDefault="00C36B61" w:rsidP="00F41BF0">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765C8C69" w14:textId="77777777" w:rsidR="00C36B61" w:rsidRPr="009B2848" w:rsidRDefault="00C36B61" w:rsidP="00F41BF0">
            <w:pPr>
              <w:keepNext/>
              <w:spacing w:after="60"/>
              <w:jc w:val="center"/>
              <w:outlineLvl w:val="3"/>
              <w:rPr>
                <w:rFonts w:eastAsia="Times New Roman"/>
                <w:bCs/>
              </w:rPr>
            </w:pPr>
          </w:p>
        </w:tc>
      </w:tr>
      <w:tr w:rsidR="00C36B61" w:rsidRPr="009B2848" w14:paraId="35FE328C" w14:textId="77777777" w:rsidTr="00F41BF0">
        <w:tc>
          <w:tcPr>
            <w:tcW w:w="2554" w:type="pct"/>
            <w:shd w:val="clear" w:color="auto" w:fill="FFBFBF" w:themeFill="accent6" w:themeFillTint="33"/>
            <w:vAlign w:val="center"/>
          </w:tcPr>
          <w:p w14:paraId="6D532D45" w14:textId="77777777" w:rsidR="00C36B61" w:rsidRPr="00AD1730" w:rsidRDefault="00C36B61" w:rsidP="00C36B61">
            <w:pPr>
              <w:pStyle w:val="Odstavecseseznamem"/>
              <w:keepNext/>
              <w:numPr>
                <w:ilvl w:val="0"/>
                <w:numId w:val="36"/>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2AFC8EC7" w14:textId="77777777" w:rsidR="00C36B61" w:rsidRPr="009B2848" w:rsidRDefault="00C36B61" w:rsidP="00F41BF0">
            <w:pPr>
              <w:keepNext/>
              <w:spacing w:after="60"/>
              <w:jc w:val="center"/>
              <w:outlineLvl w:val="3"/>
              <w:rPr>
                <w:rFonts w:eastAsia="Times New Roman"/>
                <w:bCs/>
              </w:rPr>
            </w:pPr>
          </w:p>
        </w:tc>
      </w:tr>
      <w:tr w:rsidR="00C36B61" w:rsidRPr="009B2848" w14:paraId="73D3EC29" w14:textId="77777777" w:rsidTr="00F41BF0">
        <w:tc>
          <w:tcPr>
            <w:tcW w:w="2554" w:type="pct"/>
            <w:shd w:val="clear" w:color="auto" w:fill="FFBFBF" w:themeFill="accent6" w:themeFillTint="33"/>
            <w:vAlign w:val="center"/>
          </w:tcPr>
          <w:p w14:paraId="73E5FEEC" w14:textId="77777777" w:rsidR="00C36B61" w:rsidRPr="00AD1730" w:rsidRDefault="00C36B61" w:rsidP="00C36B61">
            <w:pPr>
              <w:pStyle w:val="Odstavecseseznamem"/>
              <w:keepNext/>
              <w:numPr>
                <w:ilvl w:val="0"/>
                <w:numId w:val="36"/>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9718A4F" w14:textId="77777777" w:rsidR="00C36B61" w:rsidRPr="009B2848" w:rsidRDefault="00C36B61" w:rsidP="00F41BF0">
            <w:pPr>
              <w:keepNext/>
              <w:spacing w:after="60"/>
              <w:jc w:val="center"/>
              <w:outlineLvl w:val="3"/>
              <w:rPr>
                <w:rFonts w:eastAsia="Times New Roman"/>
                <w:bCs/>
              </w:rPr>
            </w:pPr>
          </w:p>
        </w:tc>
      </w:tr>
      <w:tr w:rsidR="00C36B61" w:rsidRPr="009B2848" w14:paraId="7D7D4DA3" w14:textId="77777777" w:rsidTr="00F41BF0">
        <w:tc>
          <w:tcPr>
            <w:tcW w:w="2554" w:type="pct"/>
            <w:shd w:val="clear" w:color="auto" w:fill="FFBFBF" w:themeFill="accent6" w:themeFillTint="33"/>
            <w:vAlign w:val="center"/>
          </w:tcPr>
          <w:p w14:paraId="2417DD94" w14:textId="77777777" w:rsidR="00C36B61" w:rsidRPr="00AD1730" w:rsidRDefault="00C36B61" w:rsidP="00C36B61">
            <w:pPr>
              <w:pStyle w:val="Odstavecseseznamem"/>
              <w:keepNext/>
              <w:numPr>
                <w:ilvl w:val="0"/>
                <w:numId w:val="36"/>
              </w:numPr>
              <w:spacing w:after="60" w:line="240" w:lineRule="auto"/>
              <w:outlineLvl w:val="3"/>
              <w:rPr>
                <w:rFonts w:eastAsia="Times New Roman"/>
                <w:bCs/>
              </w:rPr>
            </w:pPr>
            <w:r w:rsidRPr="00AD1730">
              <w:rPr>
                <w:rFonts w:eastAsia="Times New Roman"/>
                <w:bCs/>
              </w:rPr>
              <w:t>zhotovení stavby</w:t>
            </w:r>
          </w:p>
        </w:tc>
        <w:tc>
          <w:tcPr>
            <w:tcW w:w="2446" w:type="pct"/>
            <w:vAlign w:val="center"/>
          </w:tcPr>
          <w:p w14:paraId="429C33D5" w14:textId="77777777" w:rsidR="00C36B61" w:rsidRPr="009B2848" w:rsidRDefault="00C36B61" w:rsidP="00F41BF0">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C36B61" w:rsidRPr="009B2848" w14:paraId="5E004C6A" w14:textId="77777777" w:rsidTr="00F41BF0">
        <w:tc>
          <w:tcPr>
            <w:tcW w:w="4576" w:type="dxa"/>
            <w:shd w:val="clear" w:color="auto" w:fill="FFBFBF" w:themeFill="accent6" w:themeFillTint="33"/>
            <w:vAlign w:val="center"/>
          </w:tcPr>
          <w:p w14:paraId="4B186F8F"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037C98D8" w14:textId="77777777" w:rsidR="00C36B61" w:rsidRPr="00736B35" w:rsidRDefault="00C36B61" w:rsidP="00F41BF0">
            <w:pPr>
              <w:keepNext/>
              <w:spacing w:after="60"/>
              <w:jc w:val="center"/>
              <w:outlineLvl w:val="3"/>
              <w:rPr>
                <w:rFonts w:eastAsia="Times New Roman"/>
                <w:bCs/>
              </w:rPr>
            </w:pPr>
          </w:p>
        </w:tc>
      </w:tr>
      <w:tr w:rsidR="00C36B61" w:rsidRPr="009B2848" w14:paraId="1D401405" w14:textId="77777777" w:rsidTr="00F41BF0">
        <w:tc>
          <w:tcPr>
            <w:tcW w:w="4576" w:type="dxa"/>
            <w:shd w:val="clear" w:color="auto" w:fill="FFBFBF" w:themeFill="accent6" w:themeFillTint="33"/>
            <w:vAlign w:val="center"/>
          </w:tcPr>
          <w:p w14:paraId="4C807651"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747EC45" w14:textId="77777777" w:rsidR="00C36B61" w:rsidRPr="009B2848" w:rsidRDefault="00C36B61" w:rsidP="00F41BF0">
            <w:pPr>
              <w:keepNext/>
              <w:spacing w:after="60"/>
              <w:jc w:val="center"/>
              <w:outlineLvl w:val="3"/>
              <w:rPr>
                <w:rFonts w:eastAsia="Times New Roman"/>
                <w:bCs/>
              </w:rPr>
            </w:pPr>
          </w:p>
        </w:tc>
      </w:tr>
      <w:tr w:rsidR="00C36B61" w:rsidRPr="009B2848" w14:paraId="249C0FDE" w14:textId="77777777" w:rsidTr="00F41BF0">
        <w:tc>
          <w:tcPr>
            <w:tcW w:w="4576" w:type="dxa"/>
            <w:shd w:val="clear" w:color="auto" w:fill="FFBFBF" w:themeFill="accent6" w:themeFillTint="33"/>
            <w:vAlign w:val="center"/>
          </w:tcPr>
          <w:p w14:paraId="3E4CCE85"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39BA1D4" w14:textId="77777777" w:rsidR="00C36B61" w:rsidRPr="009B2848" w:rsidRDefault="00C36B61" w:rsidP="00F41BF0">
            <w:pPr>
              <w:keepNext/>
              <w:spacing w:after="60"/>
              <w:jc w:val="center"/>
              <w:outlineLvl w:val="3"/>
              <w:rPr>
                <w:rFonts w:eastAsia="Times New Roman"/>
                <w:bCs/>
              </w:rPr>
            </w:pPr>
          </w:p>
        </w:tc>
      </w:tr>
      <w:tr w:rsidR="00C36B61" w:rsidRPr="009B2848" w14:paraId="2CCBBE70" w14:textId="77777777" w:rsidTr="00F41BF0">
        <w:tc>
          <w:tcPr>
            <w:tcW w:w="4576" w:type="dxa"/>
            <w:shd w:val="clear" w:color="auto" w:fill="FFBFBF" w:themeFill="accent6" w:themeFillTint="33"/>
            <w:vAlign w:val="center"/>
          </w:tcPr>
          <w:p w14:paraId="121986ED"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859EC50" w14:textId="77777777" w:rsidR="00C36B61" w:rsidRPr="009B2848" w:rsidRDefault="00C36B61" w:rsidP="00F41BF0">
            <w:pPr>
              <w:keepNext/>
              <w:spacing w:after="60"/>
              <w:jc w:val="center"/>
              <w:outlineLvl w:val="3"/>
              <w:rPr>
                <w:rFonts w:eastAsia="Times New Roman"/>
                <w:bCs/>
              </w:rPr>
            </w:pPr>
          </w:p>
        </w:tc>
      </w:tr>
      <w:tr w:rsidR="00C36B61" w:rsidRPr="009B2848" w14:paraId="258297EC" w14:textId="77777777" w:rsidTr="00F41BF0">
        <w:tc>
          <w:tcPr>
            <w:tcW w:w="4576" w:type="dxa"/>
            <w:shd w:val="clear" w:color="auto" w:fill="FFBFBF" w:themeFill="accent6" w:themeFillTint="33"/>
            <w:vAlign w:val="center"/>
          </w:tcPr>
          <w:p w14:paraId="1F558E74"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046C1B9" w14:textId="77777777" w:rsidR="00C36B61" w:rsidRPr="009B2848" w:rsidRDefault="00C36B61" w:rsidP="00F41BF0">
            <w:pPr>
              <w:keepNext/>
              <w:spacing w:after="60"/>
              <w:jc w:val="center"/>
              <w:outlineLvl w:val="3"/>
              <w:rPr>
                <w:rFonts w:eastAsia="Times New Roman"/>
                <w:bCs/>
              </w:rPr>
            </w:pPr>
          </w:p>
        </w:tc>
      </w:tr>
      <w:tr w:rsidR="00C36B61" w:rsidRPr="009B2848" w14:paraId="2F2B2A8C" w14:textId="77777777" w:rsidTr="00F41BF0">
        <w:tc>
          <w:tcPr>
            <w:tcW w:w="4576" w:type="dxa"/>
            <w:shd w:val="clear" w:color="auto" w:fill="FFBFBF" w:themeFill="accent6" w:themeFillTint="33"/>
            <w:vAlign w:val="center"/>
          </w:tcPr>
          <w:p w14:paraId="1E0AF7AD" w14:textId="77777777" w:rsidR="00C36B61" w:rsidRPr="009B2848" w:rsidRDefault="00C36B61" w:rsidP="00F41BF0">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5CC7181" w14:textId="77777777" w:rsidR="00C36B61" w:rsidRPr="009B2848" w:rsidRDefault="00C36B61" w:rsidP="00F41BF0">
            <w:pPr>
              <w:keepNext/>
              <w:spacing w:after="60"/>
              <w:jc w:val="center"/>
              <w:outlineLvl w:val="3"/>
              <w:rPr>
                <w:rFonts w:eastAsia="Times New Roman"/>
                <w:bCs/>
              </w:rPr>
            </w:pPr>
          </w:p>
        </w:tc>
      </w:tr>
    </w:tbl>
    <w:p w14:paraId="260BF7AE" w14:textId="77777777" w:rsidR="00C36B61" w:rsidRPr="00A666AF" w:rsidRDefault="00C36B61" w:rsidP="00C36B61">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C36B61" w:rsidRPr="00523A61" w14:paraId="4D189112" w14:textId="77777777" w:rsidTr="00F41BF0">
        <w:tc>
          <w:tcPr>
            <w:tcW w:w="2990" w:type="dxa"/>
            <w:shd w:val="clear" w:color="auto" w:fill="FFBFBF" w:themeFill="accent6" w:themeFillTint="33"/>
          </w:tcPr>
          <w:p w14:paraId="3429983E" w14:textId="77777777" w:rsidR="00C36B61" w:rsidRPr="009B2848" w:rsidRDefault="00C36B61" w:rsidP="00F41BF0">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AC247AF" w14:textId="77777777" w:rsidR="00C36B61" w:rsidRPr="009B2848" w:rsidRDefault="00C36B61" w:rsidP="00F41BF0">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4A44D127" w14:textId="77777777" w:rsidR="00C36B61" w:rsidRPr="009B2848" w:rsidRDefault="00C36B61" w:rsidP="00F41BF0">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C36B61" w:rsidRPr="00523A61" w14:paraId="39CB72B3" w14:textId="77777777" w:rsidTr="00F41BF0">
        <w:tc>
          <w:tcPr>
            <w:tcW w:w="2990" w:type="dxa"/>
            <w:vAlign w:val="center"/>
          </w:tcPr>
          <w:p w14:paraId="42823974"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18E2EFC9"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5515A0EC" w14:textId="77777777" w:rsidR="00C36B61" w:rsidRPr="003807B5" w:rsidRDefault="00C36B61" w:rsidP="00F41BF0">
            <w:pPr>
              <w:keepNext/>
              <w:spacing w:after="60"/>
              <w:jc w:val="center"/>
              <w:outlineLvl w:val="3"/>
              <w:rPr>
                <w:rFonts w:eastAsia="Times New Roman"/>
                <w:bCs/>
              </w:rPr>
            </w:pPr>
          </w:p>
        </w:tc>
      </w:tr>
      <w:tr w:rsidR="00C36B61" w:rsidRPr="00523A61" w14:paraId="02E37E71" w14:textId="77777777" w:rsidTr="00F41BF0">
        <w:tc>
          <w:tcPr>
            <w:tcW w:w="2990" w:type="dxa"/>
            <w:vAlign w:val="center"/>
          </w:tcPr>
          <w:p w14:paraId="4CFC0542"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7B6292B5"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0FA332E0" w14:textId="77777777" w:rsidR="00C36B61" w:rsidRPr="003807B5" w:rsidRDefault="00C36B61" w:rsidP="00F41BF0">
            <w:pPr>
              <w:keepNext/>
              <w:spacing w:after="60"/>
              <w:jc w:val="center"/>
              <w:outlineLvl w:val="3"/>
              <w:rPr>
                <w:rFonts w:eastAsia="Times New Roman"/>
                <w:bCs/>
              </w:rPr>
            </w:pPr>
          </w:p>
        </w:tc>
      </w:tr>
      <w:tr w:rsidR="00C36B61" w:rsidRPr="00523A61" w14:paraId="1BFCF9BA" w14:textId="77777777" w:rsidTr="00F41BF0">
        <w:tc>
          <w:tcPr>
            <w:tcW w:w="2990" w:type="dxa"/>
            <w:vAlign w:val="center"/>
          </w:tcPr>
          <w:p w14:paraId="6C7657F7"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1319914D"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56E7F709" w14:textId="77777777" w:rsidR="00C36B61" w:rsidRPr="003807B5" w:rsidRDefault="00C36B61" w:rsidP="00F41BF0">
            <w:pPr>
              <w:keepNext/>
              <w:spacing w:after="60"/>
              <w:jc w:val="center"/>
              <w:outlineLvl w:val="3"/>
              <w:rPr>
                <w:rFonts w:eastAsia="Times New Roman"/>
                <w:bCs/>
              </w:rPr>
            </w:pPr>
          </w:p>
        </w:tc>
      </w:tr>
      <w:tr w:rsidR="00C36B61" w:rsidRPr="00523A61" w14:paraId="32825DC1" w14:textId="77777777" w:rsidTr="00F41BF0">
        <w:tc>
          <w:tcPr>
            <w:tcW w:w="2990" w:type="dxa"/>
            <w:vAlign w:val="center"/>
          </w:tcPr>
          <w:p w14:paraId="530505CC"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02BC49EA" w14:textId="77777777" w:rsidR="00C36B61" w:rsidRPr="003807B5" w:rsidRDefault="00C36B61" w:rsidP="00F41BF0">
            <w:pPr>
              <w:keepNext/>
              <w:spacing w:after="60"/>
              <w:jc w:val="center"/>
              <w:outlineLvl w:val="3"/>
              <w:rPr>
                <w:rFonts w:eastAsia="Times New Roman"/>
                <w:bCs/>
              </w:rPr>
            </w:pPr>
          </w:p>
        </w:tc>
        <w:tc>
          <w:tcPr>
            <w:tcW w:w="2935" w:type="dxa"/>
            <w:vAlign w:val="center"/>
          </w:tcPr>
          <w:p w14:paraId="0C6C5194" w14:textId="77777777" w:rsidR="00C36B61" w:rsidRPr="003807B5" w:rsidRDefault="00C36B61" w:rsidP="00F41BF0">
            <w:pPr>
              <w:keepNext/>
              <w:spacing w:after="60"/>
              <w:jc w:val="center"/>
              <w:outlineLvl w:val="3"/>
              <w:rPr>
                <w:rFonts w:eastAsia="Times New Roman"/>
                <w:bCs/>
              </w:rPr>
            </w:pPr>
          </w:p>
        </w:tc>
      </w:tr>
    </w:tbl>
    <w:p w14:paraId="4E538E6B" w14:textId="77777777" w:rsidR="00C36B61" w:rsidRPr="003807B5" w:rsidRDefault="00C36B61" w:rsidP="00C36B61">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C36B61" w:rsidRPr="00523A61" w14:paraId="739C8679" w14:textId="77777777" w:rsidTr="00F41BF0">
        <w:tc>
          <w:tcPr>
            <w:tcW w:w="5857" w:type="dxa"/>
            <w:shd w:val="clear" w:color="auto" w:fill="FFBFBF" w:themeFill="accent6" w:themeFillTint="33"/>
            <w:vAlign w:val="center"/>
          </w:tcPr>
          <w:p w14:paraId="768B7D3E" w14:textId="77777777" w:rsidR="00C36B61" w:rsidRPr="009B2848" w:rsidRDefault="00C36B61" w:rsidP="00F41BF0">
            <w:pPr>
              <w:keepNext/>
              <w:spacing w:after="60"/>
              <w:outlineLvl w:val="3"/>
              <w:rPr>
                <w:rFonts w:eastAsia="Times New Roman"/>
                <w:b/>
                <w:bCs/>
              </w:rPr>
            </w:pPr>
            <w:r w:rsidRPr="009B2848">
              <w:rPr>
                <w:rFonts w:eastAsia="Times New Roman"/>
                <w:b/>
                <w:bCs/>
              </w:rPr>
              <w:t>Rozsah prací:</w:t>
            </w:r>
          </w:p>
          <w:p w14:paraId="605097ED" w14:textId="77777777" w:rsidR="00C36B61" w:rsidRPr="009B2848" w:rsidRDefault="00C36B61" w:rsidP="00F41BF0">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0EE1483A" w14:textId="77777777" w:rsidR="00C36B61" w:rsidRPr="009B2848" w:rsidRDefault="00C36B61" w:rsidP="00F41BF0">
            <w:pPr>
              <w:keepNext/>
              <w:spacing w:after="60"/>
              <w:jc w:val="center"/>
              <w:outlineLvl w:val="3"/>
              <w:rPr>
                <w:rFonts w:eastAsia="Times New Roman"/>
                <w:bCs/>
              </w:rPr>
            </w:pPr>
          </w:p>
        </w:tc>
      </w:tr>
      <w:tr w:rsidR="00C36B61" w:rsidRPr="00523A61" w14:paraId="424AD9C8" w14:textId="77777777" w:rsidTr="00F41BF0">
        <w:tc>
          <w:tcPr>
            <w:tcW w:w="5857" w:type="dxa"/>
            <w:shd w:val="clear" w:color="auto" w:fill="FFBFBF" w:themeFill="accent6" w:themeFillTint="33"/>
            <w:vAlign w:val="center"/>
          </w:tcPr>
          <w:p w14:paraId="56DFD301" w14:textId="77777777" w:rsidR="00C36B61" w:rsidRPr="009B2848" w:rsidRDefault="00C36B61" w:rsidP="00F41BF0">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63AEC1BA" w14:textId="77777777" w:rsidR="00C36B61" w:rsidRPr="009B2848" w:rsidRDefault="00C36B61" w:rsidP="00F41BF0">
            <w:pPr>
              <w:keepNext/>
              <w:spacing w:after="60"/>
              <w:jc w:val="center"/>
              <w:outlineLvl w:val="3"/>
              <w:rPr>
                <w:rFonts w:eastAsia="Times New Roman"/>
                <w:bCs/>
              </w:rPr>
            </w:pPr>
          </w:p>
        </w:tc>
      </w:tr>
      <w:tr w:rsidR="00C36B61" w:rsidRPr="00523A61" w14:paraId="521A8CC6" w14:textId="77777777" w:rsidTr="00F41BF0">
        <w:tc>
          <w:tcPr>
            <w:tcW w:w="5857" w:type="dxa"/>
            <w:shd w:val="clear" w:color="auto" w:fill="FFBFBF" w:themeFill="accent6" w:themeFillTint="33"/>
            <w:vAlign w:val="center"/>
          </w:tcPr>
          <w:p w14:paraId="4C91A5FF" w14:textId="77777777" w:rsidR="00C36B61" w:rsidRPr="009B2848" w:rsidRDefault="00C36B61" w:rsidP="00F41BF0">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0A9A0766" w14:textId="77777777" w:rsidR="00C36B61" w:rsidRPr="009B2848" w:rsidRDefault="00C36B61" w:rsidP="00F41BF0">
            <w:pPr>
              <w:keepNext/>
              <w:spacing w:after="60"/>
              <w:jc w:val="center"/>
              <w:outlineLvl w:val="3"/>
              <w:rPr>
                <w:rFonts w:eastAsia="Times New Roman"/>
                <w:bCs/>
              </w:rPr>
            </w:pPr>
          </w:p>
        </w:tc>
      </w:tr>
      <w:tr w:rsidR="00C36B61" w:rsidRPr="00523A61" w14:paraId="268A0F74" w14:textId="77777777" w:rsidTr="00F41BF0">
        <w:tc>
          <w:tcPr>
            <w:tcW w:w="5857" w:type="dxa"/>
            <w:shd w:val="clear" w:color="auto" w:fill="FFBFBF" w:themeFill="accent6" w:themeFillTint="33"/>
            <w:vAlign w:val="center"/>
          </w:tcPr>
          <w:p w14:paraId="5F977506" w14:textId="77777777" w:rsidR="00C36B61" w:rsidRPr="009B2848" w:rsidRDefault="00C36B61" w:rsidP="00F41BF0">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50715300" w14:textId="77777777" w:rsidR="00C36B61" w:rsidRPr="009B2848" w:rsidRDefault="00C36B61" w:rsidP="00F41BF0">
            <w:pPr>
              <w:keepNext/>
              <w:spacing w:after="60"/>
              <w:jc w:val="center"/>
              <w:outlineLvl w:val="3"/>
              <w:rPr>
                <w:rFonts w:eastAsia="Times New Roman"/>
                <w:bCs/>
              </w:rPr>
            </w:pPr>
          </w:p>
        </w:tc>
      </w:tr>
      <w:tr w:rsidR="00C36B61" w:rsidRPr="00523A61" w14:paraId="2FDD4F57" w14:textId="77777777" w:rsidTr="00F41BF0">
        <w:tc>
          <w:tcPr>
            <w:tcW w:w="5857" w:type="dxa"/>
            <w:shd w:val="clear" w:color="auto" w:fill="FFBFBF" w:themeFill="accent6" w:themeFillTint="33"/>
            <w:vAlign w:val="center"/>
          </w:tcPr>
          <w:p w14:paraId="197F9090" w14:textId="77777777" w:rsidR="00C36B61" w:rsidRPr="009B2848" w:rsidRDefault="00C36B61" w:rsidP="00F41BF0">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4DD9995C" w14:textId="77777777" w:rsidR="00C36B61" w:rsidRPr="009B2848" w:rsidRDefault="00C36B61" w:rsidP="00F41BF0">
            <w:pPr>
              <w:keepNext/>
              <w:spacing w:after="60"/>
              <w:jc w:val="center"/>
              <w:outlineLvl w:val="3"/>
              <w:rPr>
                <w:rFonts w:eastAsia="Times New Roman"/>
                <w:bCs/>
              </w:rPr>
            </w:pPr>
          </w:p>
        </w:tc>
      </w:tr>
      <w:tr w:rsidR="00C36B61" w:rsidRPr="00523A61" w14:paraId="147D2B5D" w14:textId="77777777" w:rsidTr="00F41BF0">
        <w:tc>
          <w:tcPr>
            <w:tcW w:w="5857" w:type="dxa"/>
            <w:shd w:val="clear" w:color="auto" w:fill="FFBFBF" w:themeFill="accent6" w:themeFillTint="33"/>
            <w:vAlign w:val="center"/>
          </w:tcPr>
          <w:p w14:paraId="58398C2E" w14:textId="77777777" w:rsidR="00C36B61" w:rsidRPr="009B2848" w:rsidRDefault="00C36B61" w:rsidP="00F41BF0">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32C396CE" w14:textId="77777777" w:rsidR="00C36B61" w:rsidRPr="009B2848" w:rsidRDefault="00C36B61" w:rsidP="00F41BF0">
            <w:pPr>
              <w:keepNext/>
              <w:spacing w:after="60"/>
              <w:jc w:val="center"/>
              <w:outlineLvl w:val="3"/>
              <w:rPr>
                <w:rFonts w:eastAsia="Times New Roman"/>
                <w:bCs/>
              </w:rPr>
            </w:pPr>
          </w:p>
        </w:tc>
      </w:tr>
      <w:tr w:rsidR="00C36B61" w:rsidRPr="00523A61" w14:paraId="49EA265C" w14:textId="77777777" w:rsidTr="00F41BF0">
        <w:tc>
          <w:tcPr>
            <w:tcW w:w="5857" w:type="dxa"/>
            <w:shd w:val="clear" w:color="auto" w:fill="FFBFBF" w:themeFill="accent6" w:themeFillTint="33"/>
            <w:vAlign w:val="center"/>
          </w:tcPr>
          <w:p w14:paraId="20F5500D" w14:textId="77777777" w:rsidR="00C36B61" w:rsidRPr="009B2848" w:rsidRDefault="00C36B61" w:rsidP="00F41BF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7E0CBE36" w14:textId="77777777" w:rsidR="00C36B61" w:rsidRPr="009B2848" w:rsidRDefault="00C36B61" w:rsidP="00F41BF0">
            <w:pPr>
              <w:keepNext/>
              <w:spacing w:after="60"/>
              <w:jc w:val="center"/>
              <w:outlineLvl w:val="3"/>
              <w:rPr>
                <w:rFonts w:eastAsia="Times New Roman"/>
                <w:bCs/>
              </w:rPr>
            </w:pPr>
          </w:p>
        </w:tc>
      </w:tr>
      <w:tr w:rsidR="00C36B61" w:rsidRPr="00523A61" w14:paraId="016401B6" w14:textId="77777777" w:rsidTr="00F41BF0">
        <w:tc>
          <w:tcPr>
            <w:tcW w:w="5857" w:type="dxa"/>
            <w:shd w:val="clear" w:color="auto" w:fill="FFBFBF" w:themeFill="accent6" w:themeFillTint="33"/>
            <w:vAlign w:val="center"/>
          </w:tcPr>
          <w:p w14:paraId="36CE844B" w14:textId="77777777" w:rsidR="00C36B61" w:rsidRPr="009B2848" w:rsidRDefault="00C36B61" w:rsidP="00F41BF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2BB6082A" w14:textId="77777777" w:rsidR="00C36B61" w:rsidRPr="009B2848" w:rsidRDefault="00C36B61" w:rsidP="00F41BF0">
            <w:pPr>
              <w:keepNext/>
              <w:spacing w:after="60"/>
              <w:jc w:val="center"/>
              <w:outlineLvl w:val="3"/>
              <w:rPr>
                <w:rFonts w:eastAsia="Times New Roman"/>
                <w:bCs/>
              </w:rPr>
            </w:pPr>
          </w:p>
        </w:tc>
      </w:tr>
      <w:tr w:rsidR="00C36B61" w:rsidRPr="00523A61" w14:paraId="09A871E3" w14:textId="77777777" w:rsidTr="00F41BF0">
        <w:tc>
          <w:tcPr>
            <w:tcW w:w="5857" w:type="dxa"/>
            <w:shd w:val="clear" w:color="auto" w:fill="FFBFBF" w:themeFill="accent6" w:themeFillTint="33"/>
            <w:vAlign w:val="center"/>
          </w:tcPr>
          <w:p w14:paraId="74A25D69" w14:textId="77777777" w:rsidR="00C36B61" w:rsidRPr="009B2848" w:rsidRDefault="00C36B61" w:rsidP="00F41BF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13E66B20" w14:textId="77777777" w:rsidR="00C36B61" w:rsidRPr="009B2848" w:rsidRDefault="00C36B61" w:rsidP="00F41BF0">
            <w:pPr>
              <w:keepNext/>
              <w:spacing w:after="60"/>
              <w:jc w:val="center"/>
              <w:outlineLvl w:val="3"/>
              <w:rPr>
                <w:rFonts w:eastAsia="Times New Roman"/>
                <w:bCs/>
              </w:rPr>
            </w:pPr>
          </w:p>
        </w:tc>
      </w:tr>
      <w:tr w:rsidR="00C36B61" w:rsidRPr="00523A61" w14:paraId="3E1C17A4" w14:textId="77777777" w:rsidTr="00F41BF0">
        <w:tc>
          <w:tcPr>
            <w:tcW w:w="5857" w:type="dxa"/>
            <w:shd w:val="clear" w:color="auto" w:fill="FFBFBF" w:themeFill="accent6" w:themeFillTint="33"/>
            <w:vAlign w:val="center"/>
          </w:tcPr>
          <w:p w14:paraId="1E25BAFA" w14:textId="77777777" w:rsidR="00C36B61" w:rsidRPr="009B2848" w:rsidRDefault="00C36B61" w:rsidP="00F41BF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2882D46D" w14:textId="77777777" w:rsidR="00C36B61" w:rsidRPr="009B2848" w:rsidRDefault="00C36B61" w:rsidP="00F41BF0">
            <w:pPr>
              <w:keepNext/>
              <w:spacing w:after="60"/>
              <w:jc w:val="center"/>
              <w:outlineLvl w:val="3"/>
              <w:rPr>
                <w:rFonts w:eastAsia="Times New Roman"/>
                <w:bCs/>
              </w:rPr>
            </w:pPr>
          </w:p>
        </w:tc>
      </w:tr>
      <w:tr w:rsidR="00C36B61" w:rsidRPr="00523A61" w14:paraId="72A1818F" w14:textId="77777777" w:rsidTr="00F41BF0">
        <w:tc>
          <w:tcPr>
            <w:tcW w:w="5857" w:type="dxa"/>
            <w:shd w:val="clear" w:color="auto" w:fill="FFBFBF" w:themeFill="accent6" w:themeFillTint="33"/>
            <w:vAlign w:val="center"/>
          </w:tcPr>
          <w:p w14:paraId="56C3B157" w14:textId="77777777" w:rsidR="00C36B61" w:rsidRPr="009B2848" w:rsidRDefault="00C36B61" w:rsidP="00F41BF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2C772A60" w14:textId="77777777" w:rsidR="00C36B61" w:rsidRPr="009B2848" w:rsidRDefault="00C36B61" w:rsidP="00F41BF0">
            <w:pPr>
              <w:keepNext/>
              <w:spacing w:after="60"/>
              <w:jc w:val="center"/>
              <w:outlineLvl w:val="3"/>
              <w:rPr>
                <w:rFonts w:eastAsia="Times New Roman"/>
                <w:bCs/>
              </w:rPr>
            </w:pPr>
          </w:p>
        </w:tc>
      </w:tr>
      <w:tr w:rsidR="00C36B61" w:rsidRPr="00523A61" w14:paraId="407C94E1" w14:textId="77777777" w:rsidTr="00F41BF0">
        <w:tc>
          <w:tcPr>
            <w:tcW w:w="5857" w:type="dxa"/>
            <w:shd w:val="clear" w:color="auto" w:fill="FFBFBF" w:themeFill="accent6" w:themeFillTint="33"/>
            <w:vAlign w:val="center"/>
          </w:tcPr>
          <w:p w14:paraId="38F43F3D" w14:textId="77777777" w:rsidR="00C36B61" w:rsidRPr="009B2848" w:rsidRDefault="00C36B61" w:rsidP="00F41BF0">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D2ADD68" w14:textId="77777777" w:rsidR="00C36B61" w:rsidRPr="009B2848" w:rsidRDefault="00C36B61" w:rsidP="00F41BF0">
            <w:pPr>
              <w:keepNext/>
              <w:spacing w:after="60"/>
              <w:jc w:val="center"/>
              <w:outlineLvl w:val="3"/>
              <w:rPr>
                <w:rFonts w:eastAsia="Times New Roman"/>
                <w:bCs/>
              </w:rPr>
            </w:pPr>
          </w:p>
        </w:tc>
      </w:tr>
      <w:tr w:rsidR="00C36B61" w:rsidRPr="00523A61" w14:paraId="02B49DFD" w14:textId="77777777" w:rsidTr="00F41BF0">
        <w:tc>
          <w:tcPr>
            <w:tcW w:w="5857" w:type="dxa"/>
            <w:shd w:val="clear" w:color="auto" w:fill="FFBFBF" w:themeFill="accent6" w:themeFillTint="33"/>
            <w:vAlign w:val="center"/>
          </w:tcPr>
          <w:p w14:paraId="06685B20" w14:textId="77777777" w:rsidR="00C36B61" w:rsidRPr="009B2848" w:rsidRDefault="00C36B61" w:rsidP="00F41BF0">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6C7C96DD" w14:textId="77777777" w:rsidR="00C36B61" w:rsidRPr="009B2848" w:rsidRDefault="00C36B61" w:rsidP="00F41BF0">
            <w:pPr>
              <w:keepNext/>
              <w:spacing w:after="60"/>
              <w:jc w:val="center"/>
              <w:outlineLvl w:val="3"/>
              <w:rPr>
                <w:rFonts w:eastAsia="Times New Roman"/>
                <w:bCs/>
              </w:rPr>
            </w:pPr>
          </w:p>
        </w:tc>
      </w:tr>
      <w:tr w:rsidR="00C36B61" w:rsidRPr="00523A61" w14:paraId="0539B6FF" w14:textId="77777777" w:rsidTr="00F41BF0">
        <w:tc>
          <w:tcPr>
            <w:tcW w:w="5857" w:type="dxa"/>
            <w:shd w:val="clear" w:color="auto" w:fill="FFBFBF" w:themeFill="accent6" w:themeFillTint="33"/>
            <w:vAlign w:val="center"/>
          </w:tcPr>
          <w:p w14:paraId="661DB692" w14:textId="77777777" w:rsidR="00C36B61" w:rsidRPr="009B2848" w:rsidRDefault="00C36B61" w:rsidP="00F41BF0">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1CF1D9B5" w14:textId="77777777" w:rsidR="00C36B61" w:rsidRPr="009B2848" w:rsidRDefault="00C36B61" w:rsidP="00F41BF0">
            <w:pPr>
              <w:keepNext/>
              <w:spacing w:after="60"/>
              <w:jc w:val="center"/>
              <w:outlineLvl w:val="3"/>
              <w:rPr>
                <w:rFonts w:eastAsia="Times New Roman"/>
                <w:bCs/>
              </w:rPr>
            </w:pPr>
          </w:p>
        </w:tc>
      </w:tr>
      <w:tr w:rsidR="00C36B61" w:rsidRPr="00523A61" w14:paraId="721654B2" w14:textId="77777777" w:rsidTr="00F41BF0">
        <w:tc>
          <w:tcPr>
            <w:tcW w:w="5857" w:type="dxa"/>
            <w:shd w:val="clear" w:color="auto" w:fill="FFBFBF" w:themeFill="accent6" w:themeFillTint="33"/>
            <w:vAlign w:val="center"/>
          </w:tcPr>
          <w:p w14:paraId="122DF7A2" w14:textId="77777777" w:rsidR="00C36B61" w:rsidRPr="003807B5" w:rsidRDefault="00C36B61" w:rsidP="00F41BF0">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0881AEAA" w14:textId="77777777" w:rsidR="00C36B61" w:rsidRPr="003807B5" w:rsidRDefault="00C36B61" w:rsidP="00F41BF0">
            <w:pPr>
              <w:keepNext/>
              <w:spacing w:after="60"/>
              <w:jc w:val="center"/>
              <w:outlineLvl w:val="3"/>
              <w:rPr>
                <w:rFonts w:eastAsia="Times New Roman"/>
                <w:bCs/>
              </w:rPr>
            </w:pPr>
          </w:p>
        </w:tc>
      </w:tr>
      <w:tr w:rsidR="00C36B61" w:rsidRPr="00523A61" w14:paraId="28C34470" w14:textId="77777777" w:rsidTr="00F41BF0">
        <w:tc>
          <w:tcPr>
            <w:tcW w:w="5857" w:type="dxa"/>
            <w:shd w:val="clear" w:color="auto" w:fill="FFBFBF" w:themeFill="accent6" w:themeFillTint="33"/>
            <w:vAlign w:val="center"/>
          </w:tcPr>
          <w:p w14:paraId="5DBC1F8E" w14:textId="77777777" w:rsidR="00C36B61" w:rsidRPr="009B2848" w:rsidRDefault="00C36B61" w:rsidP="00F41BF0">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15138433" w14:textId="77777777" w:rsidR="00C36B61" w:rsidRPr="003807B5" w:rsidRDefault="00C36B61" w:rsidP="00F41BF0">
            <w:pPr>
              <w:keepNext/>
              <w:spacing w:after="60"/>
              <w:jc w:val="center"/>
              <w:outlineLvl w:val="3"/>
              <w:rPr>
                <w:rFonts w:eastAsia="Times New Roman"/>
                <w:bCs/>
              </w:rPr>
            </w:pPr>
          </w:p>
        </w:tc>
      </w:tr>
      <w:tr w:rsidR="00C36B61" w:rsidRPr="00523A61" w14:paraId="1915DB25" w14:textId="77777777" w:rsidTr="00F41BF0">
        <w:tc>
          <w:tcPr>
            <w:tcW w:w="5857" w:type="dxa"/>
            <w:shd w:val="clear" w:color="auto" w:fill="FFBFBF" w:themeFill="accent6" w:themeFillTint="33"/>
            <w:vAlign w:val="center"/>
          </w:tcPr>
          <w:p w14:paraId="66254118" w14:textId="77777777" w:rsidR="00C36B61" w:rsidRPr="009B2848" w:rsidRDefault="00C36B61" w:rsidP="00F41BF0">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3E3F2FB4" w14:textId="77777777" w:rsidR="00C36B61" w:rsidRPr="003807B5" w:rsidRDefault="00C36B61" w:rsidP="00F41BF0">
            <w:pPr>
              <w:keepNext/>
              <w:spacing w:after="60"/>
              <w:jc w:val="center"/>
              <w:outlineLvl w:val="3"/>
              <w:rPr>
                <w:rFonts w:eastAsia="Times New Roman"/>
                <w:bCs/>
              </w:rPr>
            </w:pPr>
          </w:p>
        </w:tc>
      </w:tr>
      <w:tr w:rsidR="00C36B61" w:rsidRPr="00523A61" w14:paraId="0DFB74D2" w14:textId="77777777" w:rsidTr="00F41BF0">
        <w:tc>
          <w:tcPr>
            <w:tcW w:w="5857" w:type="dxa"/>
            <w:shd w:val="clear" w:color="auto" w:fill="FFBFBF" w:themeFill="accent6" w:themeFillTint="33"/>
            <w:vAlign w:val="center"/>
          </w:tcPr>
          <w:p w14:paraId="7684CA3E" w14:textId="77777777" w:rsidR="00C36B61" w:rsidRPr="009B2848" w:rsidRDefault="00C36B61" w:rsidP="00F41BF0">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5F4FA861" w14:textId="77777777" w:rsidR="00C36B61" w:rsidRPr="003807B5" w:rsidRDefault="00C36B61" w:rsidP="00F41BF0">
            <w:pPr>
              <w:keepNext/>
              <w:spacing w:after="60"/>
              <w:jc w:val="center"/>
              <w:outlineLvl w:val="3"/>
              <w:rPr>
                <w:rFonts w:eastAsia="Times New Roman"/>
                <w:bCs/>
              </w:rPr>
            </w:pPr>
          </w:p>
        </w:tc>
      </w:tr>
      <w:tr w:rsidR="00C36B61" w:rsidRPr="00523A61" w14:paraId="65FAAD5A" w14:textId="77777777" w:rsidTr="00F41BF0">
        <w:tc>
          <w:tcPr>
            <w:tcW w:w="5857" w:type="dxa"/>
            <w:shd w:val="clear" w:color="auto" w:fill="FFBFBF" w:themeFill="accent6" w:themeFillTint="33"/>
            <w:vAlign w:val="center"/>
          </w:tcPr>
          <w:p w14:paraId="02BD5F21" w14:textId="77777777" w:rsidR="00C36B61" w:rsidRPr="009B2848" w:rsidRDefault="00C36B61" w:rsidP="00F41BF0">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5F7295D" w14:textId="77777777" w:rsidR="00C36B61" w:rsidRPr="003807B5" w:rsidRDefault="00C36B61" w:rsidP="00F41BF0">
            <w:pPr>
              <w:keepNext/>
              <w:spacing w:after="60"/>
              <w:jc w:val="center"/>
              <w:outlineLvl w:val="3"/>
              <w:rPr>
                <w:rFonts w:eastAsia="Times New Roman"/>
                <w:bCs/>
              </w:rPr>
            </w:pPr>
          </w:p>
        </w:tc>
      </w:tr>
      <w:tr w:rsidR="00C36B61" w:rsidRPr="00523A61" w14:paraId="20BF4DB7" w14:textId="77777777" w:rsidTr="00F41BF0">
        <w:tc>
          <w:tcPr>
            <w:tcW w:w="5857" w:type="dxa"/>
            <w:shd w:val="clear" w:color="auto" w:fill="FFBFBF" w:themeFill="accent6" w:themeFillTint="33"/>
            <w:vAlign w:val="center"/>
          </w:tcPr>
          <w:p w14:paraId="5CD93AFF" w14:textId="77777777" w:rsidR="00C36B61" w:rsidRPr="009B2848" w:rsidRDefault="00C36B61" w:rsidP="00F41BF0">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14B938A8" w14:textId="77777777" w:rsidR="00C36B61" w:rsidRPr="003807B5" w:rsidRDefault="00C36B61" w:rsidP="00F41BF0">
            <w:pPr>
              <w:keepNext/>
              <w:spacing w:after="60"/>
              <w:jc w:val="center"/>
              <w:outlineLvl w:val="3"/>
              <w:rPr>
                <w:rFonts w:eastAsia="Times New Roman"/>
                <w:bCs/>
              </w:rPr>
            </w:pPr>
          </w:p>
        </w:tc>
      </w:tr>
    </w:tbl>
    <w:p w14:paraId="6615204C" w14:textId="77777777" w:rsidR="00C36B61" w:rsidRPr="00FD71D6" w:rsidRDefault="00C36B61" w:rsidP="00C36B61">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C36B61" w:rsidRPr="00523A61" w14:paraId="0F4AB3E2" w14:textId="77777777" w:rsidTr="00F41BF0">
        <w:tc>
          <w:tcPr>
            <w:tcW w:w="3259" w:type="dxa"/>
            <w:shd w:val="clear" w:color="auto" w:fill="FFBFBF" w:themeFill="accent6" w:themeFillTint="33"/>
          </w:tcPr>
          <w:p w14:paraId="5384F400" w14:textId="77777777" w:rsidR="00C36B61" w:rsidRPr="00A24674" w:rsidRDefault="00C36B61" w:rsidP="00F41BF0">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2E918F86" w14:textId="77777777" w:rsidR="00C36B61" w:rsidRPr="00A24674" w:rsidRDefault="00C36B61" w:rsidP="00F41BF0">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213BD442" w14:textId="77777777" w:rsidR="00C36B61" w:rsidRPr="00A24674" w:rsidRDefault="00C36B61" w:rsidP="00F41BF0">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C36B61" w:rsidRPr="00523A61" w14:paraId="1A1B26B2" w14:textId="77777777" w:rsidTr="00F41BF0">
        <w:tc>
          <w:tcPr>
            <w:tcW w:w="3259" w:type="dxa"/>
            <w:shd w:val="clear" w:color="auto" w:fill="FFBFBF" w:themeFill="accent6" w:themeFillTint="33"/>
          </w:tcPr>
          <w:p w14:paraId="3FE398A7" w14:textId="77777777" w:rsidR="00C36B61" w:rsidRPr="00A24674" w:rsidRDefault="00C36B61" w:rsidP="00F41BF0">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19641750" w14:textId="77777777" w:rsidR="00C36B61" w:rsidRPr="00A24674" w:rsidRDefault="00C36B61" w:rsidP="00F41BF0">
            <w:pPr>
              <w:keepNext/>
              <w:spacing w:after="60"/>
              <w:jc w:val="center"/>
              <w:outlineLvl w:val="3"/>
              <w:rPr>
                <w:rFonts w:eastAsia="Times New Roman"/>
                <w:bCs/>
              </w:rPr>
            </w:pPr>
          </w:p>
        </w:tc>
        <w:tc>
          <w:tcPr>
            <w:tcW w:w="3260" w:type="dxa"/>
            <w:vAlign w:val="center"/>
          </w:tcPr>
          <w:p w14:paraId="2FDF06F8" w14:textId="77777777" w:rsidR="00C36B61" w:rsidRPr="00A24674" w:rsidRDefault="00C36B61" w:rsidP="00F41BF0">
            <w:pPr>
              <w:keepNext/>
              <w:spacing w:after="60"/>
              <w:jc w:val="center"/>
              <w:outlineLvl w:val="3"/>
              <w:rPr>
                <w:rFonts w:eastAsia="Times New Roman"/>
                <w:bCs/>
              </w:rPr>
            </w:pPr>
          </w:p>
        </w:tc>
      </w:tr>
      <w:tr w:rsidR="00C36B61" w:rsidRPr="00523A61" w14:paraId="1CC10A79" w14:textId="77777777" w:rsidTr="00F41BF0">
        <w:tc>
          <w:tcPr>
            <w:tcW w:w="3259" w:type="dxa"/>
            <w:shd w:val="clear" w:color="auto" w:fill="FFBFBF" w:themeFill="accent6" w:themeFillTint="33"/>
          </w:tcPr>
          <w:p w14:paraId="1EA842E6" w14:textId="77777777" w:rsidR="00C36B61" w:rsidRPr="00A24674" w:rsidRDefault="00C36B61" w:rsidP="00F41BF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81B28ED" w14:textId="77777777" w:rsidR="00C36B61" w:rsidRPr="00A24674" w:rsidRDefault="00C36B61" w:rsidP="00F41BF0">
            <w:pPr>
              <w:keepNext/>
              <w:spacing w:after="60"/>
              <w:jc w:val="center"/>
              <w:outlineLvl w:val="3"/>
              <w:rPr>
                <w:rFonts w:eastAsia="Times New Roman"/>
                <w:bCs/>
              </w:rPr>
            </w:pPr>
          </w:p>
        </w:tc>
        <w:tc>
          <w:tcPr>
            <w:tcW w:w="3260" w:type="dxa"/>
            <w:vAlign w:val="center"/>
          </w:tcPr>
          <w:p w14:paraId="04FDEEDB" w14:textId="77777777" w:rsidR="00C36B61" w:rsidRPr="00A24674" w:rsidRDefault="00C36B61" w:rsidP="00F41BF0">
            <w:pPr>
              <w:keepNext/>
              <w:spacing w:after="60"/>
              <w:jc w:val="center"/>
              <w:outlineLvl w:val="3"/>
              <w:rPr>
                <w:rFonts w:eastAsia="Times New Roman"/>
                <w:bCs/>
              </w:rPr>
            </w:pPr>
          </w:p>
        </w:tc>
      </w:tr>
      <w:tr w:rsidR="00C36B61" w:rsidRPr="00523A61" w14:paraId="51EF2E0F" w14:textId="77777777" w:rsidTr="00F41BF0">
        <w:tc>
          <w:tcPr>
            <w:tcW w:w="3259" w:type="dxa"/>
            <w:shd w:val="clear" w:color="auto" w:fill="FFBFBF" w:themeFill="accent6" w:themeFillTint="33"/>
          </w:tcPr>
          <w:p w14:paraId="34BB7F4D" w14:textId="77777777" w:rsidR="00C36B61" w:rsidRPr="00A24674" w:rsidRDefault="00C36B61" w:rsidP="00F41BF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80F816B" w14:textId="77777777" w:rsidR="00C36B61" w:rsidRPr="00A24674" w:rsidRDefault="00C36B61" w:rsidP="00F41BF0">
            <w:pPr>
              <w:keepNext/>
              <w:spacing w:after="60"/>
              <w:jc w:val="center"/>
              <w:outlineLvl w:val="3"/>
              <w:rPr>
                <w:rFonts w:eastAsia="Times New Roman"/>
                <w:bCs/>
              </w:rPr>
            </w:pPr>
          </w:p>
        </w:tc>
        <w:tc>
          <w:tcPr>
            <w:tcW w:w="3260" w:type="dxa"/>
            <w:vAlign w:val="center"/>
          </w:tcPr>
          <w:p w14:paraId="25E4B48C" w14:textId="77777777" w:rsidR="00C36B61" w:rsidRPr="00A24674" w:rsidRDefault="00C36B61" w:rsidP="00F41BF0">
            <w:pPr>
              <w:keepNext/>
              <w:spacing w:after="60"/>
              <w:jc w:val="center"/>
              <w:outlineLvl w:val="3"/>
              <w:rPr>
                <w:rFonts w:eastAsia="Times New Roman"/>
                <w:bCs/>
              </w:rPr>
            </w:pPr>
          </w:p>
        </w:tc>
      </w:tr>
      <w:tr w:rsidR="00C36B61" w:rsidRPr="00523A61" w14:paraId="4F1A2770" w14:textId="77777777" w:rsidTr="00F41BF0">
        <w:tc>
          <w:tcPr>
            <w:tcW w:w="3259" w:type="dxa"/>
            <w:shd w:val="clear" w:color="auto" w:fill="FFBFBF" w:themeFill="accent6" w:themeFillTint="33"/>
          </w:tcPr>
          <w:p w14:paraId="5FC6CF10" w14:textId="77777777" w:rsidR="00C36B61" w:rsidRPr="00A24674" w:rsidRDefault="00C36B61" w:rsidP="00F41BF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69027BF1" w14:textId="77777777" w:rsidR="00C36B61" w:rsidRPr="00A24674" w:rsidRDefault="00C36B61" w:rsidP="00F41BF0">
            <w:pPr>
              <w:keepNext/>
              <w:spacing w:after="60"/>
              <w:jc w:val="center"/>
              <w:outlineLvl w:val="3"/>
              <w:rPr>
                <w:rFonts w:eastAsia="Times New Roman"/>
                <w:bCs/>
              </w:rPr>
            </w:pPr>
          </w:p>
        </w:tc>
        <w:tc>
          <w:tcPr>
            <w:tcW w:w="3260" w:type="dxa"/>
            <w:vAlign w:val="center"/>
          </w:tcPr>
          <w:p w14:paraId="1F59B24E" w14:textId="77777777" w:rsidR="00C36B61" w:rsidRPr="00A24674" w:rsidRDefault="00C36B61" w:rsidP="00F41BF0">
            <w:pPr>
              <w:keepNext/>
              <w:spacing w:after="60"/>
              <w:jc w:val="center"/>
              <w:outlineLvl w:val="3"/>
              <w:rPr>
                <w:rFonts w:eastAsia="Times New Roman"/>
                <w:bCs/>
              </w:rPr>
            </w:pPr>
          </w:p>
        </w:tc>
      </w:tr>
      <w:tr w:rsidR="00C36B61" w:rsidRPr="00523A61" w14:paraId="2D07FDB5" w14:textId="77777777" w:rsidTr="00F41BF0">
        <w:tc>
          <w:tcPr>
            <w:tcW w:w="3259" w:type="dxa"/>
            <w:shd w:val="clear" w:color="auto" w:fill="FFBFBF" w:themeFill="accent6" w:themeFillTint="33"/>
          </w:tcPr>
          <w:p w14:paraId="3967CA01" w14:textId="77777777" w:rsidR="00C36B61" w:rsidRPr="00A24674" w:rsidRDefault="00C36B61" w:rsidP="00F41BF0">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DBD6BCB" w14:textId="77777777" w:rsidR="00C36B61" w:rsidRPr="00A24674" w:rsidRDefault="00C36B61" w:rsidP="00F41BF0">
            <w:pPr>
              <w:keepNext/>
              <w:spacing w:after="60"/>
              <w:jc w:val="center"/>
              <w:outlineLvl w:val="3"/>
              <w:rPr>
                <w:rFonts w:eastAsia="Times New Roman"/>
                <w:bCs/>
              </w:rPr>
            </w:pPr>
          </w:p>
        </w:tc>
        <w:tc>
          <w:tcPr>
            <w:tcW w:w="3260" w:type="dxa"/>
            <w:vAlign w:val="center"/>
          </w:tcPr>
          <w:p w14:paraId="46DD2602" w14:textId="77777777" w:rsidR="00C36B61" w:rsidRPr="003807B5" w:rsidRDefault="00C36B61" w:rsidP="00F41BF0">
            <w:pPr>
              <w:keepNext/>
              <w:spacing w:after="60"/>
              <w:jc w:val="center"/>
              <w:outlineLvl w:val="3"/>
              <w:rPr>
                <w:rFonts w:eastAsia="Times New Roman"/>
                <w:bCs/>
              </w:rPr>
            </w:pPr>
          </w:p>
        </w:tc>
      </w:tr>
      <w:tr w:rsidR="00C36B61" w:rsidRPr="00523A61" w14:paraId="327FF33F" w14:textId="77777777" w:rsidTr="00F41BF0">
        <w:tc>
          <w:tcPr>
            <w:tcW w:w="3259" w:type="dxa"/>
            <w:shd w:val="clear" w:color="auto" w:fill="FFBFBF" w:themeFill="accent6" w:themeFillTint="33"/>
          </w:tcPr>
          <w:p w14:paraId="269CE092" w14:textId="77777777" w:rsidR="00C36B61" w:rsidRPr="00A24674" w:rsidRDefault="00C36B61" w:rsidP="00F41BF0">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6B601661" w14:textId="77777777" w:rsidR="00C36B61" w:rsidRPr="00A24674" w:rsidRDefault="00C36B61" w:rsidP="00F41BF0">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6047832B" w14:textId="77777777" w:rsidR="00C36B61" w:rsidRPr="00A24674" w:rsidRDefault="00C36B61" w:rsidP="00F41BF0">
            <w:pPr>
              <w:keepNext/>
              <w:spacing w:after="60"/>
              <w:jc w:val="center"/>
              <w:outlineLvl w:val="3"/>
              <w:rPr>
                <w:rFonts w:eastAsia="Times New Roman"/>
                <w:b/>
                <w:bCs/>
              </w:rPr>
            </w:pPr>
          </w:p>
        </w:tc>
      </w:tr>
    </w:tbl>
    <w:p w14:paraId="71A37D91" w14:textId="77777777" w:rsidR="00C36B61" w:rsidRPr="00010E15" w:rsidRDefault="00C36B61" w:rsidP="00C36B61">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C36B61" w:rsidRPr="004D17B4" w14:paraId="79FFA2F0" w14:textId="77777777" w:rsidTr="00F41BF0">
        <w:tc>
          <w:tcPr>
            <w:tcW w:w="4889" w:type="dxa"/>
            <w:shd w:val="clear" w:color="auto" w:fill="FFBFBF" w:themeFill="accent6" w:themeFillTint="33"/>
            <w:vAlign w:val="center"/>
          </w:tcPr>
          <w:p w14:paraId="28152108" w14:textId="77777777" w:rsidR="00C36B61" w:rsidRPr="00A24674" w:rsidRDefault="00C36B61" w:rsidP="00F41BF0">
            <w:pPr>
              <w:keepNext/>
              <w:spacing w:after="60"/>
              <w:outlineLvl w:val="3"/>
              <w:rPr>
                <w:rFonts w:eastAsia="Times New Roman"/>
                <w:b/>
                <w:bCs/>
              </w:rPr>
            </w:pPr>
            <w:r w:rsidRPr="00A24674">
              <w:rPr>
                <w:rFonts w:eastAsia="Times New Roman"/>
                <w:b/>
                <w:bCs/>
              </w:rPr>
              <w:lastRenderedPageBreak/>
              <w:t>Hodnocení objednatele:</w:t>
            </w:r>
          </w:p>
          <w:p w14:paraId="4DA10566" w14:textId="77777777" w:rsidR="00C36B61" w:rsidRPr="00A24674" w:rsidRDefault="00C36B61" w:rsidP="00F41BF0">
            <w:pPr>
              <w:keepNext/>
              <w:spacing w:after="60"/>
              <w:outlineLvl w:val="3"/>
              <w:rPr>
                <w:rFonts w:eastAsia="Times New Roman"/>
                <w:b/>
                <w:bCs/>
              </w:rPr>
            </w:pPr>
          </w:p>
          <w:p w14:paraId="3558FD8F" w14:textId="77777777" w:rsidR="00C36B61" w:rsidRPr="00A24674" w:rsidRDefault="00C36B61" w:rsidP="00F41BF0">
            <w:pPr>
              <w:keepNext/>
              <w:spacing w:after="60"/>
              <w:outlineLvl w:val="3"/>
              <w:rPr>
                <w:rFonts w:eastAsia="Times New Roman"/>
                <w:bCs/>
              </w:rPr>
            </w:pPr>
          </w:p>
          <w:p w14:paraId="3204392E" w14:textId="77777777" w:rsidR="00C36B61" w:rsidRPr="00A24674" w:rsidRDefault="00C36B61" w:rsidP="00F41BF0">
            <w:pPr>
              <w:keepNext/>
              <w:spacing w:after="60"/>
              <w:outlineLvl w:val="3"/>
              <w:rPr>
                <w:rFonts w:eastAsia="Times New Roman"/>
                <w:bCs/>
              </w:rPr>
            </w:pPr>
          </w:p>
          <w:p w14:paraId="67127891" w14:textId="77777777" w:rsidR="00C36B61" w:rsidRPr="00A24674" w:rsidRDefault="00C36B61" w:rsidP="00F41BF0">
            <w:pPr>
              <w:keepNext/>
              <w:spacing w:after="60"/>
              <w:outlineLvl w:val="3"/>
              <w:rPr>
                <w:rFonts w:eastAsia="Times New Roman"/>
                <w:bCs/>
              </w:rPr>
            </w:pPr>
          </w:p>
          <w:p w14:paraId="4AA8513B" w14:textId="77777777" w:rsidR="00C36B61" w:rsidRPr="00A24674" w:rsidRDefault="00C36B61" w:rsidP="00F41BF0">
            <w:pPr>
              <w:keepNext/>
              <w:spacing w:after="60"/>
              <w:outlineLvl w:val="3"/>
              <w:rPr>
                <w:rFonts w:eastAsia="Times New Roman"/>
                <w:bCs/>
              </w:rPr>
            </w:pPr>
          </w:p>
        </w:tc>
        <w:tc>
          <w:tcPr>
            <w:tcW w:w="4890" w:type="dxa"/>
            <w:vAlign w:val="center"/>
          </w:tcPr>
          <w:p w14:paraId="36411642" w14:textId="77777777" w:rsidR="00C36B61" w:rsidRPr="00A24674" w:rsidRDefault="00C36B61" w:rsidP="00F41BF0">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C36B61" w:rsidRPr="00A24674" w14:paraId="5537EB1B" w14:textId="77777777" w:rsidTr="00F41BF0">
        <w:tc>
          <w:tcPr>
            <w:tcW w:w="4889" w:type="dxa"/>
            <w:shd w:val="clear" w:color="auto" w:fill="FFBFBF" w:themeFill="accent6" w:themeFillTint="33"/>
          </w:tcPr>
          <w:p w14:paraId="5F1ABD88" w14:textId="77777777" w:rsidR="00C36B61" w:rsidRPr="00A24674" w:rsidRDefault="00C36B61" w:rsidP="00F41BF0">
            <w:pPr>
              <w:keepNext/>
              <w:spacing w:after="60"/>
              <w:outlineLvl w:val="3"/>
              <w:rPr>
                <w:rFonts w:eastAsia="Times New Roman"/>
                <w:b/>
                <w:bCs/>
              </w:rPr>
            </w:pPr>
            <w:r w:rsidRPr="00A24674">
              <w:rPr>
                <w:rFonts w:eastAsia="Times New Roman"/>
                <w:b/>
                <w:bCs/>
              </w:rPr>
              <w:t>Kontaktní osoba:</w:t>
            </w:r>
          </w:p>
        </w:tc>
        <w:tc>
          <w:tcPr>
            <w:tcW w:w="4890" w:type="dxa"/>
            <w:vAlign w:val="center"/>
          </w:tcPr>
          <w:p w14:paraId="1FE5FD6C" w14:textId="77777777" w:rsidR="00C36B61" w:rsidRPr="00A24674" w:rsidRDefault="00C36B61" w:rsidP="00F41BF0">
            <w:pPr>
              <w:keepNext/>
              <w:spacing w:after="60"/>
              <w:jc w:val="center"/>
              <w:outlineLvl w:val="3"/>
              <w:rPr>
                <w:rFonts w:eastAsia="Times New Roman"/>
                <w:bCs/>
              </w:rPr>
            </w:pPr>
          </w:p>
        </w:tc>
      </w:tr>
    </w:tbl>
    <w:p w14:paraId="5D43409A" w14:textId="77777777" w:rsidR="00C36B61" w:rsidRPr="00A24674" w:rsidRDefault="00C36B61" w:rsidP="00C36B61">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C36B61" w:rsidRPr="00A24674" w14:paraId="60D857F7" w14:textId="77777777" w:rsidTr="00F41BF0">
        <w:tc>
          <w:tcPr>
            <w:tcW w:w="4889" w:type="dxa"/>
            <w:shd w:val="clear" w:color="auto" w:fill="FFBFBF" w:themeFill="accent6" w:themeFillTint="33"/>
            <w:vAlign w:val="center"/>
          </w:tcPr>
          <w:p w14:paraId="78122CF5" w14:textId="77777777" w:rsidR="00C36B61" w:rsidRPr="00A24674" w:rsidRDefault="00C36B61" w:rsidP="00F41BF0">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6C53AB1D" w14:textId="77777777" w:rsidR="00C36B61" w:rsidRPr="00A24674" w:rsidRDefault="00C36B61" w:rsidP="00F41BF0">
            <w:pPr>
              <w:keepNext/>
              <w:spacing w:after="60"/>
              <w:jc w:val="center"/>
              <w:outlineLvl w:val="3"/>
              <w:rPr>
                <w:rFonts w:eastAsia="Times New Roman"/>
                <w:bCs/>
              </w:rPr>
            </w:pPr>
          </w:p>
        </w:tc>
      </w:tr>
      <w:tr w:rsidR="00C36B61" w:rsidRPr="00523A61" w14:paraId="5C9BCE35" w14:textId="77777777" w:rsidTr="00F41BF0">
        <w:tc>
          <w:tcPr>
            <w:tcW w:w="4889" w:type="dxa"/>
            <w:shd w:val="clear" w:color="auto" w:fill="FFBFBF" w:themeFill="accent6" w:themeFillTint="33"/>
            <w:vAlign w:val="center"/>
          </w:tcPr>
          <w:p w14:paraId="66B3963D" w14:textId="77777777" w:rsidR="00C36B61" w:rsidRPr="00A24674" w:rsidRDefault="00C36B61" w:rsidP="00F41BF0">
            <w:pPr>
              <w:keepNext/>
              <w:spacing w:after="60"/>
              <w:outlineLvl w:val="3"/>
              <w:rPr>
                <w:rFonts w:eastAsia="Times New Roman"/>
                <w:b/>
                <w:bCs/>
              </w:rPr>
            </w:pPr>
            <w:r w:rsidRPr="00A24674">
              <w:rPr>
                <w:rFonts w:eastAsia="Times New Roman"/>
                <w:b/>
                <w:bCs/>
              </w:rPr>
              <w:t>Funkce:</w:t>
            </w:r>
          </w:p>
        </w:tc>
        <w:tc>
          <w:tcPr>
            <w:tcW w:w="4890" w:type="dxa"/>
            <w:vAlign w:val="center"/>
          </w:tcPr>
          <w:p w14:paraId="12979780" w14:textId="77777777" w:rsidR="00C36B61" w:rsidRPr="003807B5" w:rsidRDefault="00C36B61" w:rsidP="00F41BF0">
            <w:pPr>
              <w:keepNext/>
              <w:spacing w:after="60"/>
              <w:jc w:val="center"/>
              <w:outlineLvl w:val="3"/>
              <w:rPr>
                <w:rFonts w:eastAsia="Times New Roman"/>
                <w:bCs/>
              </w:rPr>
            </w:pPr>
          </w:p>
        </w:tc>
      </w:tr>
      <w:tr w:rsidR="00C36B61" w:rsidRPr="00523A61" w14:paraId="6543ABD1" w14:textId="77777777" w:rsidTr="00F41BF0">
        <w:tc>
          <w:tcPr>
            <w:tcW w:w="4889" w:type="dxa"/>
            <w:shd w:val="clear" w:color="auto" w:fill="FFBFBF" w:themeFill="accent6" w:themeFillTint="33"/>
            <w:vAlign w:val="center"/>
          </w:tcPr>
          <w:p w14:paraId="6042B6BF" w14:textId="77777777" w:rsidR="00C36B61" w:rsidRPr="00A24674" w:rsidRDefault="00C36B61" w:rsidP="00F41BF0">
            <w:pPr>
              <w:keepNext/>
              <w:spacing w:after="60"/>
              <w:outlineLvl w:val="3"/>
              <w:rPr>
                <w:rFonts w:eastAsia="Times New Roman"/>
                <w:b/>
                <w:bCs/>
              </w:rPr>
            </w:pPr>
            <w:r w:rsidRPr="00A24674">
              <w:rPr>
                <w:rFonts w:eastAsia="Times New Roman"/>
                <w:b/>
                <w:bCs/>
              </w:rPr>
              <w:t>Podpis vystavitele</w:t>
            </w:r>
          </w:p>
          <w:p w14:paraId="7A69A203" w14:textId="77777777" w:rsidR="00C36B61" w:rsidRPr="00A24674" w:rsidRDefault="00C36B61" w:rsidP="00F41BF0">
            <w:pPr>
              <w:keepNext/>
              <w:spacing w:after="60"/>
              <w:outlineLvl w:val="3"/>
              <w:rPr>
                <w:rFonts w:eastAsia="Times New Roman"/>
                <w:b/>
                <w:bCs/>
              </w:rPr>
            </w:pPr>
          </w:p>
        </w:tc>
        <w:tc>
          <w:tcPr>
            <w:tcW w:w="4890" w:type="dxa"/>
            <w:vAlign w:val="center"/>
          </w:tcPr>
          <w:p w14:paraId="41794B1F" w14:textId="77777777" w:rsidR="00C36B61" w:rsidRPr="003807B5" w:rsidRDefault="00C36B61" w:rsidP="00F41BF0">
            <w:pPr>
              <w:keepNext/>
              <w:spacing w:after="60"/>
              <w:jc w:val="center"/>
              <w:outlineLvl w:val="3"/>
              <w:rPr>
                <w:rFonts w:eastAsia="Times New Roman"/>
                <w:bCs/>
              </w:rPr>
            </w:pPr>
          </w:p>
        </w:tc>
      </w:tr>
      <w:tr w:rsidR="00C36B61" w:rsidRPr="00523A61" w14:paraId="7FB5D0B4" w14:textId="77777777" w:rsidTr="00F41BF0">
        <w:tc>
          <w:tcPr>
            <w:tcW w:w="4889" w:type="dxa"/>
            <w:shd w:val="clear" w:color="auto" w:fill="FFBFBF" w:themeFill="accent6" w:themeFillTint="33"/>
            <w:vAlign w:val="center"/>
          </w:tcPr>
          <w:p w14:paraId="70235CAC" w14:textId="77777777" w:rsidR="00C36B61" w:rsidRPr="00A24674" w:rsidRDefault="00C36B61" w:rsidP="00F41BF0">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17A713F8" w14:textId="77777777" w:rsidR="00C36B61" w:rsidRPr="003807B5" w:rsidRDefault="00C36B61" w:rsidP="00F41BF0">
            <w:pPr>
              <w:keepNext/>
              <w:spacing w:after="60"/>
              <w:jc w:val="center"/>
              <w:outlineLvl w:val="3"/>
              <w:rPr>
                <w:rFonts w:eastAsia="Times New Roman"/>
                <w:bCs/>
              </w:rPr>
            </w:pPr>
          </w:p>
        </w:tc>
      </w:tr>
    </w:tbl>
    <w:p w14:paraId="7D1491C2" w14:textId="77777777" w:rsidR="00C36B61" w:rsidRPr="003807B5" w:rsidRDefault="00C36B61" w:rsidP="00C36B61">
      <w:pPr>
        <w:keepNext/>
        <w:spacing w:after="60"/>
        <w:outlineLvl w:val="3"/>
        <w:rPr>
          <w:rFonts w:eastAsia="Times New Roman"/>
          <w:bCs/>
          <w:sz w:val="16"/>
        </w:rPr>
      </w:pPr>
    </w:p>
    <w:p w14:paraId="1928AFCC" w14:textId="77777777" w:rsidR="00C36B61" w:rsidRPr="00A24674" w:rsidRDefault="00C36B61" w:rsidP="00C36B61">
      <w:pPr>
        <w:keepNext/>
        <w:spacing w:after="60"/>
        <w:jc w:val="both"/>
        <w:outlineLvl w:val="3"/>
        <w:rPr>
          <w:rFonts w:eastAsia="Times New Roman"/>
          <w:bCs/>
          <w:i/>
        </w:rPr>
      </w:pPr>
      <w:r w:rsidRPr="00A24674">
        <w:rPr>
          <w:rFonts w:eastAsia="Times New Roman"/>
          <w:bCs/>
          <w:i/>
        </w:rPr>
        <w:t>* Je-li vzhledem k charakteru stavby relevantní.</w:t>
      </w:r>
    </w:p>
    <w:p w14:paraId="48ECE360" w14:textId="77777777" w:rsidR="00C36B61" w:rsidRPr="00A24674" w:rsidRDefault="00C36B61" w:rsidP="00C36B61">
      <w:pPr>
        <w:keepNext/>
        <w:spacing w:after="60"/>
        <w:jc w:val="both"/>
        <w:outlineLvl w:val="3"/>
        <w:rPr>
          <w:rFonts w:eastAsia="Times New Roman"/>
          <w:b/>
          <w:bCs/>
          <w:i/>
        </w:rPr>
      </w:pPr>
    </w:p>
    <w:p w14:paraId="42DBB18B" w14:textId="77777777" w:rsidR="00C36B61" w:rsidRPr="00A24674" w:rsidRDefault="00C36B61" w:rsidP="00C36B61">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136E8E8" w14:textId="77777777" w:rsidR="00C36B61" w:rsidRPr="00FD71D6" w:rsidRDefault="00C36B61" w:rsidP="00C36B61">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3291C3BB" w14:textId="77777777" w:rsidR="00C36B61" w:rsidRPr="00A24674" w:rsidRDefault="00C36B61" w:rsidP="00C36B61">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3F255C79" w14:textId="77777777" w:rsidR="00C36B61" w:rsidRPr="00C36B61" w:rsidRDefault="00C36B61" w:rsidP="00375902">
      <w:pPr>
        <w:keepNext/>
        <w:spacing w:after="60"/>
        <w:outlineLvl w:val="3"/>
        <w:rPr>
          <w:rFonts w:eastAsia="Times New Roman"/>
          <w:bCs/>
        </w:rPr>
      </w:pPr>
    </w:p>
    <w:sectPr w:rsidR="00C36B61" w:rsidRPr="00C36B61"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59ECC" w14:textId="77777777" w:rsidR="00CA172A" w:rsidRDefault="00CA172A" w:rsidP="00962258">
      <w:pPr>
        <w:spacing w:after="0" w:line="240" w:lineRule="auto"/>
      </w:pPr>
      <w:r>
        <w:separator/>
      </w:r>
    </w:p>
  </w:endnote>
  <w:endnote w:type="continuationSeparator" w:id="0">
    <w:p w14:paraId="1DAA77A3" w14:textId="77777777" w:rsidR="00CA172A" w:rsidRDefault="00CA17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0C3BB159" w14:textId="77777777" w:rsidTr="00F13FDA">
      <w:tc>
        <w:tcPr>
          <w:tcW w:w="1021" w:type="dxa"/>
          <w:vAlign w:val="bottom"/>
        </w:tcPr>
        <w:p w14:paraId="636207E5" w14:textId="2B563DD5" w:rsidR="00964F20" w:rsidRPr="00B8518B" w:rsidRDefault="00964F2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6B2E">
            <w:rPr>
              <w:rStyle w:val="slostrnky"/>
              <w:noProof/>
            </w:rPr>
            <w:t>34</w:t>
          </w:r>
          <w:r w:rsidRPr="00B8518B">
            <w:rPr>
              <w:rStyle w:val="slostrnky"/>
            </w:rPr>
            <w:fldChar w:fldCharType="end"/>
          </w:r>
        </w:p>
      </w:tc>
      <w:tc>
        <w:tcPr>
          <w:tcW w:w="0" w:type="auto"/>
          <w:vAlign w:val="bottom"/>
        </w:tcPr>
        <w:p w14:paraId="42D5D56D" w14:textId="77777777" w:rsidR="00964F20" w:rsidRDefault="00964F20" w:rsidP="00F13FDA">
          <w:pPr>
            <w:pStyle w:val="Zpatvlevo"/>
          </w:pPr>
          <w:r w:rsidRPr="00B41CFD">
            <w:t>Smlouva o dílo</w:t>
          </w:r>
        </w:p>
        <w:p w14:paraId="20698C65" w14:textId="77777777" w:rsidR="00964F20" w:rsidRPr="003462EB" w:rsidRDefault="00964F20" w:rsidP="00B63BD1">
          <w:pPr>
            <w:pStyle w:val="Zpatvlevo"/>
          </w:pPr>
          <w:r>
            <w:t>Z</w:t>
          </w:r>
          <w:r w:rsidRPr="00B63BD1">
            <w:t>hotovení Projektové dokumentace a stavby</w:t>
          </w:r>
        </w:p>
      </w:tc>
    </w:tr>
  </w:tbl>
  <w:p w14:paraId="690F4EB7" w14:textId="77777777" w:rsidR="00964F20" w:rsidRPr="00F13FDA" w:rsidRDefault="00964F20">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6642596F" w14:textId="77777777" w:rsidTr="00934B6B">
      <w:tc>
        <w:tcPr>
          <w:tcW w:w="0" w:type="auto"/>
          <w:tcMar>
            <w:left w:w="0" w:type="dxa"/>
            <w:right w:w="0" w:type="dxa"/>
          </w:tcMar>
          <w:vAlign w:val="bottom"/>
        </w:tcPr>
        <w:p w14:paraId="779B97E4" w14:textId="77777777" w:rsidR="00964F20" w:rsidRPr="00DD4862" w:rsidRDefault="00964F20" w:rsidP="00934B6B">
          <w:pPr>
            <w:pStyle w:val="Zpatvpravo"/>
            <w:rPr>
              <w:b/>
            </w:rPr>
          </w:pPr>
          <w:r w:rsidRPr="00DD4862">
            <w:rPr>
              <w:b/>
            </w:rPr>
            <w:t xml:space="preserve">Příloha č. </w:t>
          </w:r>
          <w:r>
            <w:rPr>
              <w:b/>
            </w:rPr>
            <w:t>4</w:t>
          </w:r>
        </w:p>
        <w:p w14:paraId="271EEA9C" w14:textId="77777777" w:rsidR="00964F20" w:rsidRPr="003462EB" w:rsidRDefault="00964F20" w:rsidP="00934B6B">
          <w:pPr>
            <w:pStyle w:val="Zpatvpravo"/>
          </w:pPr>
          <w:r>
            <w:t>Smlouva o dílo</w:t>
          </w:r>
        </w:p>
        <w:p w14:paraId="681B21FC"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3B8FF0E"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6B2E">
            <w:rPr>
              <w:rStyle w:val="slostrnky"/>
              <w:noProof/>
            </w:rPr>
            <w:t>2</w:t>
          </w:r>
          <w:r>
            <w:rPr>
              <w:rStyle w:val="slostrnky"/>
            </w:rPr>
            <w:fldChar w:fldCharType="end"/>
          </w:r>
        </w:p>
      </w:tc>
    </w:tr>
  </w:tbl>
  <w:p w14:paraId="1A6DDA75" w14:textId="77777777" w:rsidR="00964F20" w:rsidRPr="00B8518B" w:rsidRDefault="00964F20"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3B5DA880" w14:textId="77777777" w:rsidTr="00F13FDA">
      <w:tc>
        <w:tcPr>
          <w:tcW w:w="1021" w:type="dxa"/>
          <w:vAlign w:val="bottom"/>
        </w:tcPr>
        <w:p w14:paraId="73EB134A" w14:textId="7777777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964F20" w:rsidRPr="00DD4862" w:rsidRDefault="00964F20" w:rsidP="00F13FDA">
          <w:pPr>
            <w:pStyle w:val="Zpatvlevo"/>
            <w:rPr>
              <w:b/>
            </w:rPr>
          </w:pPr>
          <w:r>
            <w:rPr>
              <w:b/>
            </w:rPr>
            <w:t>Příloha č. 5</w:t>
          </w:r>
        </w:p>
        <w:p w14:paraId="434C49BE" w14:textId="77777777" w:rsidR="00964F20" w:rsidRDefault="00964F20" w:rsidP="00F13FDA">
          <w:pPr>
            <w:pStyle w:val="Zpatvlevo"/>
          </w:pPr>
          <w:r w:rsidRPr="00B41CFD">
            <w:t>Smlouva o dílo</w:t>
          </w:r>
        </w:p>
        <w:p w14:paraId="60B5D949" w14:textId="77777777" w:rsidR="00964F20" w:rsidRPr="003462EB" w:rsidRDefault="00964F20" w:rsidP="00F13FDA">
          <w:pPr>
            <w:pStyle w:val="Zpatvlevo"/>
          </w:pPr>
          <w:r>
            <w:t>Z</w:t>
          </w:r>
          <w:r w:rsidRPr="00B63BD1">
            <w:t>hotovení Projektové dokumentace a stavby</w:t>
          </w:r>
        </w:p>
      </w:tc>
    </w:tr>
  </w:tbl>
  <w:p w14:paraId="13160E52" w14:textId="77777777" w:rsidR="00964F20" w:rsidRPr="00F13FDA" w:rsidRDefault="00964F20">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4C440C92" w14:textId="77777777" w:rsidTr="00934B6B">
      <w:tc>
        <w:tcPr>
          <w:tcW w:w="0" w:type="auto"/>
          <w:tcMar>
            <w:left w:w="0" w:type="dxa"/>
            <w:right w:w="0" w:type="dxa"/>
          </w:tcMar>
          <w:vAlign w:val="bottom"/>
        </w:tcPr>
        <w:p w14:paraId="5EB37122" w14:textId="77777777" w:rsidR="00964F20" w:rsidRPr="00DD4862" w:rsidRDefault="00964F20" w:rsidP="00934B6B">
          <w:pPr>
            <w:pStyle w:val="Zpatvpravo"/>
            <w:rPr>
              <w:b/>
            </w:rPr>
          </w:pPr>
          <w:r w:rsidRPr="00DD4862">
            <w:rPr>
              <w:b/>
            </w:rPr>
            <w:t xml:space="preserve">Příloha č. </w:t>
          </w:r>
          <w:r>
            <w:rPr>
              <w:b/>
            </w:rPr>
            <w:t>5</w:t>
          </w:r>
        </w:p>
        <w:p w14:paraId="25080FD4" w14:textId="77777777" w:rsidR="00964F20" w:rsidRPr="003462EB" w:rsidRDefault="00964F20" w:rsidP="00934B6B">
          <w:pPr>
            <w:pStyle w:val="Zpatvpravo"/>
          </w:pPr>
          <w:r>
            <w:t>Smlouva o dílo</w:t>
          </w:r>
        </w:p>
        <w:p w14:paraId="4153EFC3"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ABD9730"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B66">
            <w:rPr>
              <w:rStyle w:val="slostrnky"/>
              <w:noProof/>
            </w:rPr>
            <w:t>1</w:t>
          </w:r>
          <w:r>
            <w:rPr>
              <w:rStyle w:val="slostrnky"/>
            </w:rPr>
            <w:fldChar w:fldCharType="end"/>
          </w:r>
        </w:p>
      </w:tc>
    </w:tr>
  </w:tbl>
  <w:p w14:paraId="69A3209E" w14:textId="77777777" w:rsidR="00964F20" w:rsidRPr="00B8518B" w:rsidRDefault="00964F20" w:rsidP="00B8518B">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0B4FB1A6" w14:textId="77777777" w:rsidTr="00F13FDA">
      <w:tc>
        <w:tcPr>
          <w:tcW w:w="1021" w:type="dxa"/>
          <w:vAlign w:val="bottom"/>
        </w:tcPr>
        <w:p w14:paraId="3EFBE15C" w14:textId="5AE1D79C"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5B66">
            <w:rPr>
              <w:rStyle w:val="slostrnky"/>
              <w:noProof/>
            </w:rPr>
            <w:t>4</w:t>
          </w:r>
          <w:r>
            <w:rPr>
              <w:rStyle w:val="slostrnky"/>
            </w:rPr>
            <w:fldChar w:fldCharType="end"/>
          </w:r>
        </w:p>
      </w:tc>
      <w:tc>
        <w:tcPr>
          <w:tcW w:w="0" w:type="auto"/>
          <w:vAlign w:val="bottom"/>
        </w:tcPr>
        <w:p w14:paraId="60015924" w14:textId="77777777" w:rsidR="00964F20" w:rsidRPr="00DD4862" w:rsidRDefault="00964F20" w:rsidP="00F13FDA">
          <w:pPr>
            <w:pStyle w:val="Zpatvlevo"/>
            <w:rPr>
              <w:b/>
            </w:rPr>
          </w:pPr>
          <w:r>
            <w:rPr>
              <w:b/>
            </w:rPr>
            <w:t>Příloha č. 6</w:t>
          </w:r>
        </w:p>
        <w:p w14:paraId="2EC5A84D" w14:textId="77777777" w:rsidR="00964F20" w:rsidRDefault="00964F20" w:rsidP="00F13FDA">
          <w:pPr>
            <w:pStyle w:val="Zpatvlevo"/>
          </w:pPr>
          <w:r w:rsidRPr="00B41CFD">
            <w:t>Smlouva o dílo</w:t>
          </w:r>
        </w:p>
        <w:p w14:paraId="6FD64CDD" w14:textId="77777777" w:rsidR="00964F20" w:rsidRPr="003462EB" w:rsidRDefault="00964F20" w:rsidP="00F13FDA">
          <w:pPr>
            <w:pStyle w:val="Zpatvlevo"/>
          </w:pPr>
          <w:r>
            <w:t>Z</w:t>
          </w:r>
          <w:r w:rsidRPr="00B63BD1">
            <w:t>hotovení Projektové dokumentace a stavby</w:t>
          </w:r>
        </w:p>
      </w:tc>
    </w:tr>
  </w:tbl>
  <w:p w14:paraId="0B5EEE6C" w14:textId="77777777" w:rsidR="00964F20" w:rsidRPr="00F13FDA" w:rsidRDefault="00964F20">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076217E4" w14:textId="77777777" w:rsidTr="00934B6B">
      <w:tc>
        <w:tcPr>
          <w:tcW w:w="0" w:type="auto"/>
          <w:tcMar>
            <w:left w:w="0" w:type="dxa"/>
            <w:right w:w="0" w:type="dxa"/>
          </w:tcMar>
          <w:vAlign w:val="bottom"/>
        </w:tcPr>
        <w:p w14:paraId="528DFA01" w14:textId="77777777" w:rsidR="00964F20" w:rsidRPr="00DD4862" w:rsidRDefault="00964F20" w:rsidP="00934B6B">
          <w:pPr>
            <w:pStyle w:val="Zpatvpravo"/>
            <w:rPr>
              <w:b/>
            </w:rPr>
          </w:pPr>
          <w:r w:rsidRPr="00DD4862">
            <w:rPr>
              <w:b/>
            </w:rPr>
            <w:t xml:space="preserve">Příloha č. </w:t>
          </w:r>
          <w:r>
            <w:rPr>
              <w:b/>
            </w:rPr>
            <w:t>6</w:t>
          </w:r>
        </w:p>
        <w:p w14:paraId="2BBCE469" w14:textId="77777777" w:rsidR="00964F20" w:rsidRPr="003462EB" w:rsidRDefault="00964F20" w:rsidP="00934B6B">
          <w:pPr>
            <w:pStyle w:val="Zpatvpravo"/>
          </w:pPr>
          <w:r>
            <w:t>Smlouva o dílo</w:t>
          </w:r>
        </w:p>
        <w:p w14:paraId="08936724"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63E6776"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B66">
            <w:rPr>
              <w:rStyle w:val="slostrnky"/>
              <w:noProof/>
            </w:rPr>
            <w:t>4</w:t>
          </w:r>
          <w:r>
            <w:rPr>
              <w:rStyle w:val="slostrnky"/>
            </w:rPr>
            <w:fldChar w:fldCharType="end"/>
          </w:r>
        </w:p>
      </w:tc>
    </w:tr>
  </w:tbl>
  <w:p w14:paraId="593B45D1" w14:textId="77777777" w:rsidR="00964F20" w:rsidRPr="00B8518B" w:rsidRDefault="00964F20" w:rsidP="00B8518B">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475B86B7" w14:textId="77777777" w:rsidTr="00F13FDA">
      <w:tc>
        <w:tcPr>
          <w:tcW w:w="1021" w:type="dxa"/>
          <w:vAlign w:val="bottom"/>
        </w:tcPr>
        <w:p w14:paraId="4168F800" w14:textId="7777777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964F20" w:rsidRPr="00DD4862" w:rsidRDefault="00964F20" w:rsidP="00F13FDA">
          <w:pPr>
            <w:pStyle w:val="Zpatvlevo"/>
            <w:rPr>
              <w:b/>
            </w:rPr>
          </w:pPr>
          <w:r>
            <w:rPr>
              <w:b/>
            </w:rPr>
            <w:t>Příloha č. 7</w:t>
          </w:r>
        </w:p>
        <w:p w14:paraId="393A5AA8" w14:textId="77777777" w:rsidR="00964F20" w:rsidRDefault="00964F20" w:rsidP="00F13FDA">
          <w:pPr>
            <w:pStyle w:val="Zpatvlevo"/>
          </w:pPr>
          <w:r w:rsidRPr="00B41CFD">
            <w:t>Smlouva o dílo</w:t>
          </w:r>
        </w:p>
        <w:p w14:paraId="0EB4C0F7" w14:textId="77777777" w:rsidR="00964F20" w:rsidRPr="003462EB" w:rsidRDefault="00964F20" w:rsidP="00F13FDA">
          <w:pPr>
            <w:pStyle w:val="Zpatvlevo"/>
          </w:pPr>
          <w:r>
            <w:t>Z</w:t>
          </w:r>
          <w:r w:rsidRPr="00B63BD1">
            <w:t>hotovení Projektové dokumentace a stavby</w:t>
          </w:r>
        </w:p>
      </w:tc>
    </w:tr>
  </w:tbl>
  <w:p w14:paraId="1D4C0328" w14:textId="77777777" w:rsidR="00964F20" w:rsidRPr="00F13FDA" w:rsidRDefault="00964F20">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376722D6" w14:textId="77777777" w:rsidTr="00934B6B">
      <w:tc>
        <w:tcPr>
          <w:tcW w:w="0" w:type="auto"/>
          <w:tcMar>
            <w:left w:w="0" w:type="dxa"/>
            <w:right w:w="0" w:type="dxa"/>
          </w:tcMar>
          <w:vAlign w:val="bottom"/>
        </w:tcPr>
        <w:p w14:paraId="177BD19C" w14:textId="77777777" w:rsidR="00964F20" w:rsidRPr="00DD4862" w:rsidRDefault="00964F20" w:rsidP="00934B6B">
          <w:pPr>
            <w:pStyle w:val="Zpatvpravo"/>
            <w:rPr>
              <w:b/>
            </w:rPr>
          </w:pPr>
          <w:r w:rsidRPr="00DD4862">
            <w:rPr>
              <w:b/>
            </w:rPr>
            <w:t xml:space="preserve">Příloha č. </w:t>
          </w:r>
          <w:r>
            <w:rPr>
              <w:b/>
            </w:rPr>
            <w:t>7</w:t>
          </w:r>
        </w:p>
        <w:p w14:paraId="0425195A" w14:textId="77777777" w:rsidR="00964F20" w:rsidRPr="003462EB" w:rsidRDefault="00964F20" w:rsidP="00934B6B">
          <w:pPr>
            <w:pStyle w:val="Zpatvpravo"/>
          </w:pPr>
          <w:r>
            <w:t>Smlouva o dílo</w:t>
          </w:r>
        </w:p>
        <w:p w14:paraId="1E4A56B5"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0538D77F"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B66">
            <w:rPr>
              <w:rStyle w:val="slostrnky"/>
              <w:noProof/>
            </w:rPr>
            <w:t>1</w:t>
          </w:r>
          <w:r>
            <w:rPr>
              <w:rStyle w:val="slostrnky"/>
            </w:rPr>
            <w:fldChar w:fldCharType="end"/>
          </w:r>
        </w:p>
      </w:tc>
    </w:tr>
  </w:tbl>
  <w:p w14:paraId="0AB044E9" w14:textId="77777777" w:rsidR="00964F20" w:rsidRPr="00B8518B" w:rsidRDefault="00964F20" w:rsidP="00B8518B">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37043566" w14:textId="77777777" w:rsidTr="00F13FDA">
      <w:tc>
        <w:tcPr>
          <w:tcW w:w="1021" w:type="dxa"/>
          <w:vAlign w:val="bottom"/>
        </w:tcPr>
        <w:p w14:paraId="7FB47E05" w14:textId="7777777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964F20" w:rsidRPr="00DD4862" w:rsidRDefault="00964F20" w:rsidP="00F13FDA">
          <w:pPr>
            <w:pStyle w:val="Zpatvlevo"/>
            <w:rPr>
              <w:b/>
            </w:rPr>
          </w:pPr>
          <w:r>
            <w:rPr>
              <w:b/>
            </w:rPr>
            <w:t>Příloha č. 8</w:t>
          </w:r>
        </w:p>
        <w:p w14:paraId="7E46E238" w14:textId="77777777" w:rsidR="00964F20" w:rsidRDefault="00964F20" w:rsidP="00F13FDA">
          <w:pPr>
            <w:pStyle w:val="Zpatvlevo"/>
          </w:pPr>
          <w:r w:rsidRPr="00B41CFD">
            <w:t>Smlouva o dílo</w:t>
          </w:r>
        </w:p>
        <w:p w14:paraId="00617CFA" w14:textId="77777777" w:rsidR="00964F20" w:rsidRPr="003462EB" w:rsidRDefault="00964F20" w:rsidP="00F13FDA">
          <w:pPr>
            <w:pStyle w:val="Zpatvlevo"/>
          </w:pPr>
          <w:r>
            <w:t>Z</w:t>
          </w:r>
          <w:r w:rsidRPr="00B63BD1">
            <w:t>hotovení Projektové dokumentace a stavby</w:t>
          </w:r>
        </w:p>
      </w:tc>
    </w:tr>
  </w:tbl>
  <w:p w14:paraId="378154D6" w14:textId="77777777" w:rsidR="00964F20" w:rsidRPr="00F13FDA" w:rsidRDefault="00964F20">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4400289A" w14:textId="77777777" w:rsidTr="00934B6B">
      <w:tc>
        <w:tcPr>
          <w:tcW w:w="0" w:type="auto"/>
          <w:tcMar>
            <w:left w:w="0" w:type="dxa"/>
            <w:right w:w="0" w:type="dxa"/>
          </w:tcMar>
          <w:vAlign w:val="bottom"/>
        </w:tcPr>
        <w:p w14:paraId="5EE5CFD2" w14:textId="77777777" w:rsidR="00964F20" w:rsidRPr="00DD4862" w:rsidRDefault="00964F20" w:rsidP="00934B6B">
          <w:pPr>
            <w:pStyle w:val="Zpatvpravo"/>
            <w:rPr>
              <w:b/>
            </w:rPr>
          </w:pPr>
          <w:r w:rsidRPr="00DD4862">
            <w:rPr>
              <w:b/>
            </w:rPr>
            <w:t xml:space="preserve">Příloha č. </w:t>
          </w:r>
          <w:r>
            <w:rPr>
              <w:b/>
            </w:rPr>
            <w:t>8</w:t>
          </w:r>
        </w:p>
        <w:p w14:paraId="31628953" w14:textId="77777777" w:rsidR="00964F20" w:rsidRPr="003462EB" w:rsidRDefault="00964F20" w:rsidP="00934B6B">
          <w:pPr>
            <w:pStyle w:val="Zpatvpravo"/>
          </w:pPr>
          <w:r>
            <w:t>Smlouva o dílo</w:t>
          </w:r>
        </w:p>
        <w:p w14:paraId="2C3B0D6B"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7E3732C"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B66">
            <w:rPr>
              <w:rStyle w:val="slostrnky"/>
              <w:noProof/>
            </w:rPr>
            <w:t>1</w:t>
          </w:r>
          <w:r>
            <w:rPr>
              <w:rStyle w:val="slostrnky"/>
            </w:rPr>
            <w:fldChar w:fldCharType="end"/>
          </w:r>
        </w:p>
      </w:tc>
    </w:tr>
  </w:tbl>
  <w:p w14:paraId="5522624D" w14:textId="77777777" w:rsidR="00964F20" w:rsidRPr="00B8518B" w:rsidRDefault="00964F20" w:rsidP="00B8518B">
    <w:pPr>
      <w:pStyle w:val="Zpat"/>
      <w:rPr>
        <w:sz w:val="2"/>
        <w:szCs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17A00C67" w14:textId="77777777" w:rsidTr="00F13FDA">
      <w:tc>
        <w:tcPr>
          <w:tcW w:w="1021" w:type="dxa"/>
          <w:vAlign w:val="bottom"/>
        </w:tcPr>
        <w:p w14:paraId="391F9ADB" w14:textId="3BAC623C"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C84A86A" w14:textId="77777777" w:rsidR="00964F20" w:rsidRPr="00DD4862" w:rsidRDefault="00964F20" w:rsidP="00F13FDA">
          <w:pPr>
            <w:pStyle w:val="Zpatvlevo"/>
            <w:rPr>
              <w:b/>
            </w:rPr>
          </w:pPr>
          <w:r>
            <w:rPr>
              <w:b/>
            </w:rPr>
            <w:t>Příloha č. 9</w:t>
          </w:r>
        </w:p>
        <w:p w14:paraId="583DB0B7" w14:textId="77777777" w:rsidR="00964F20" w:rsidRDefault="00964F20" w:rsidP="00F13FDA">
          <w:pPr>
            <w:pStyle w:val="Zpatvlevo"/>
          </w:pPr>
          <w:r w:rsidRPr="00B41CFD">
            <w:t>Smlouva o dílo</w:t>
          </w:r>
        </w:p>
        <w:p w14:paraId="51B13DE3" w14:textId="77777777" w:rsidR="00964F20" w:rsidRPr="003462EB" w:rsidRDefault="00964F20" w:rsidP="00F13FDA">
          <w:pPr>
            <w:pStyle w:val="Zpatvlevo"/>
          </w:pPr>
          <w:r>
            <w:t>Z</w:t>
          </w:r>
          <w:r w:rsidRPr="00B63BD1">
            <w:t>hotovení Projektové dokumentace a stavby</w:t>
          </w:r>
        </w:p>
      </w:tc>
    </w:tr>
  </w:tbl>
  <w:p w14:paraId="72088436" w14:textId="77777777" w:rsidR="00964F20" w:rsidRPr="00F13FDA" w:rsidRDefault="00964F20">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68DD1CBE" w14:textId="77777777" w:rsidTr="00F13FDA">
      <w:tc>
        <w:tcPr>
          <w:tcW w:w="0" w:type="auto"/>
          <w:tcMar>
            <w:left w:w="0" w:type="dxa"/>
            <w:right w:w="0" w:type="dxa"/>
          </w:tcMar>
          <w:vAlign w:val="bottom"/>
        </w:tcPr>
        <w:p w14:paraId="6FB2DC35" w14:textId="77777777" w:rsidR="00964F20" w:rsidRPr="003462EB" w:rsidRDefault="00964F20" w:rsidP="00F13FDA">
          <w:pPr>
            <w:pStyle w:val="Zpatvpravo"/>
          </w:pPr>
          <w:r>
            <w:t>Smlouva o dílo</w:t>
          </w:r>
        </w:p>
        <w:p w14:paraId="3BB6CFBF" w14:textId="77777777" w:rsidR="00964F20" w:rsidRPr="003462EB" w:rsidRDefault="00964F20"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1ED92113" w:rsidR="00964F20" w:rsidRPr="009E09BE" w:rsidRDefault="00964F2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6B2E">
            <w:rPr>
              <w:rStyle w:val="slostrnky"/>
              <w:noProof/>
            </w:rPr>
            <w:t>34</w:t>
          </w:r>
          <w:r w:rsidRPr="00B8518B">
            <w:rPr>
              <w:rStyle w:val="slostrnky"/>
            </w:rPr>
            <w:fldChar w:fldCharType="end"/>
          </w:r>
        </w:p>
      </w:tc>
    </w:tr>
  </w:tbl>
  <w:p w14:paraId="05A4A1EF" w14:textId="77777777" w:rsidR="00964F20" w:rsidRPr="00B8518B" w:rsidRDefault="00964F20"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481F7ED1" w14:textId="77777777" w:rsidTr="00934B6B">
      <w:tc>
        <w:tcPr>
          <w:tcW w:w="0" w:type="auto"/>
          <w:tcMar>
            <w:left w:w="0" w:type="dxa"/>
            <w:right w:w="0" w:type="dxa"/>
          </w:tcMar>
          <w:vAlign w:val="bottom"/>
        </w:tcPr>
        <w:p w14:paraId="5F919DFC" w14:textId="77777777" w:rsidR="00964F20" w:rsidRPr="00DD4862" w:rsidRDefault="00964F20" w:rsidP="00934B6B">
          <w:pPr>
            <w:pStyle w:val="Zpatvpravo"/>
            <w:rPr>
              <w:b/>
            </w:rPr>
          </w:pPr>
          <w:r w:rsidRPr="00DD4862">
            <w:rPr>
              <w:b/>
            </w:rPr>
            <w:t xml:space="preserve">Příloha č. </w:t>
          </w:r>
          <w:r>
            <w:rPr>
              <w:b/>
            </w:rPr>
            <w:t>9</w:t>
          </w:r>
        </w:p>
        <w:p w14:paraId="7066BC56" w14:textId="77777777" w:rsidR="00964F20" w:rsidRPr="003462EB" w:rsidRDefault="00964F20" w:rsidP="00934B6B">
          <w:pPr>
            <w:pStyle w:val="Zpatvpravo"/>
          </w:pPr>
          <w:r>
            <w:t>Smlouva o dílo</w:t>
          </w:r>
        </w:p>
        <w:p w14:paraId="30542FBF"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F07D4F3"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B66">
            <w:rPr>
              <w:rStyle w:val="slostrnky"/>
              <w:noProof/>
            </w:rPr>
            <w:t>1</w:t>
          </w:r>
          <w:r>
            <w:rPr>
              <w:rStyle w:val="slostrnky"/>
            </w:rPr>
            <w:fldChar w:fldCharType="end"/>
          </w:r>
        </w:p>
      </w:tc>
    </w:tr>
  </w:tbl>
  <w:p w14:paraId="7B50E386" w14:textId="77777777" w:rsidR="00964F20" w:rsidRPr="00B8518B" w:rsidRDefault="00964F20" w:rsidP="00B8518B">
    <w:pPr>
      <w:pStyle w:val="Zpat"/>
      <w:rPr>
        <w:sz w:val="2"/>
        <w:szCs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04E98A0E" w14:textId="77777777" w:rsidTr="00F13FDA">
      <w:tc>
        <w:tcPr>
          <w:tcW w:w="1021" w:type="dxa"/>
          <w:vAlign w:val="bottom"/>
        </w:tcPr>
        <w:p w14:paraId="42D5431D" w14:textId="65DA8D48"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5B66">
            <w:rPr>
              <w:rStyle w:val="slostrnky"/>
              <w:noProof/>
            </w:rPr>
            <w:t>4</w:t>
          </w:r>
          <w:r>
            <w:rPr>
              <w:rStyle w:val="slostrnky"/>
            </w:rPr>
            <w:fldChar w:fldCharType="end"/>
          </w:r>
        </w:p>
      </w:tc>
      <w:tc>
        <w:tcPr>
          <w:tcW w:w="0" w:type="auto"/>
          <w:vAlign w:val="bottom"/>
        </w:tcPr>
        <w:p w14:paraId="0A7C834F" w14:textId="16CE445E" w:rsidR="00964F20" w:rsidRPr="00DD4862" w:rsidRDefault="00964F20" w:rsidP="00F13FDA">
          <w:pPr>
            <w:pStyle w:val="Zpatvlevo"/>
            <w:rPr>
              <w:b/>
            </w:rPr>
          </w:pPr>
          <w:r>
            <w:rPr>
              <w:b/>
            </w:rPr>
            <w:t>Příloha č. 10</w:t>
          </w:r>
        </w:p>
        <w:p w14:paraId="65C62405" w14:textId="77777777" w:rsidR="00964F20" w:rsidRDefault="00964F20" w:rsidP="00F13FDA">
          <w:pPr>
            <w:pStyle w:val="Zpatvlevo"/>
          </w:pPr>
          <w:r w:rsidRPr="00B41CFD">
            <w:t>Smlouva o dílo</w:t>
          </w:r>
        </w:p>
        <w:p w14:paraId="7D60C81A" w14:textId="3A303404" w:rsidR="00964F20" w:rsidRPr="003462EB" w:rsidRDefault="00964F20" w:rsidP="00F13FDA">
          <w:pPr>
            <w:pStyle w:val="Zpatvlevo"/>
          </w:pPr>
          <w:r w:rsidRPr="003462EB">
            <w:t>Zhotovení</w:t>
          </w:r>
          <w:r>
            <w:t xml:space="preserve"> projektové dokumentace a </w:t>
          </w:r>
          <w:r w:rsidRPr="003462EB">
            <w:t>stavby</w:t>
          </w:r>
        </w:p>
      </w:tc>
    </w:tr>
  </w:tbl>
  <w:p w14:paraId="0E61F143" w14:textId="77777777" w:rsidR="00964F20" w:rsidRPr="00F13FDA" w:rsidRDefault="00964F20">
    <w:pPr>
      <w:pStyle w:val="Zpat"/>
      <w:rPr>
        <w:sz w:val="2"/>
        <w:szCs w:val="2"/>
      </w:rP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24F639BE" w14:textId="77777777" w:rsidTr="00F41BF0">
      <w:tc>
        <w:tcPr>
          <w:tcW w:w="0" w:type="auto"/>
          <w:tcMar>
            <w:left w:w="0" w:type="dxa"/>
            <w:right w:w="0" w:type="dxa"/>
          </w:tcMar>
          <w:vAlign w:val="bottom"/>
        </w:tcPr>
        <w:p w14:paraId="3D301000" w14:textId="063A9059" w:rsidR="00964F20" w:rsidRPr="00DD4862" w:rsidRDefault="00964F20" w:rsidP="00F41BF0">
          <w:pPr>
            <w:pStyle w:val="Zpatvpravo"/>
            <w:rPr>
              <w:b/>
            </w:rPr>
          </w:pPr>
          <w:r w:rsidRPr="00DD4862">
            <w:rPr>
              <w:b/>
            </w:rPr>
            <w:t xml:space="preserve">Příloha č. </w:t>
          </w:r>
          <w:r>
            <w:rPr>
              <w:b/>
            </w:rPr>
            <w:t>10</w:t>
          </w:r>
        </w:p>
        <w:p w14:paraId="77E2ABB6" w14:textId="77777777" w:rsidR="00964F20" w:rsidRPr="003462EB" w:rsidRDefault="00964F20" w:rsidP="00F41BF0">
          <w:pPr>
            <w:pStyle w:val="Zpatvpravo"/>
          </w:pPr>
          <w:r>
            <w:t>Smlouva o dílo</w:t>
          </w:r>
        </w:p>
        <w:p w14:paraId="4DE24B8B" w14:textId="1B193691" w:rsidR="00964F20" w:rsidRPr="003462EB" w:rsidRDefault="00964F20" w:rsidP="00F41BF0">
          <w:pPr>
            <w:pStyle w:val="Zpatvpravo"/>
            <w:rPr>
              <w:rStyle w:val="slostrnky"/>
              <w:b w:val="0"/>
              <w:color w:val="auto"/>
              <w:sz w:val="12"/>
            </w:rPr>
          </w:pPr>
          <w:r w:rsidRPr="003462EB">
            <w:t>Zhotovení</w:t>
          </w:r>
          <w:r>
            <w:t xml:space="preserve"> projektové dokumentace a </w:t>
          </w:r>
          <w:r w:rsidRPr="003462EB">
            <w:t xml:space="preserve">stavby </w:t>
          </w:r>
        </w:p>
      </w:tc>
      <w:tc>
        <w:tcPr>
          <w:tcW w:w="1021" w:type="dxa"/>
          <w:vAlign w:val="bottom"/>
        </w:tcPr>
        <w:p w14:paraId="7D78F905" w14:textId="402215B0" w:rsidR="00964F20" w:rsidRPr="009E09BE" w:rsidRDefault="00964F20" w:rsidP="00F41BF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6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B66">
            <w:rPr>
              <w:rStyle w:val="slostrnky"/>
              <w:noProof/>
            </w:rPr>
            <w:t>4</w:t>
          </w:r>
          <w:r>
            <w:rPr>
              <w:rStyle w:val="slostrnky"/>
            </w:rPr>
            <w:fldChar w:fldCharType="end"/>
          </w:r>
        </w:p>
      </w:tc>
    </w:tr>
  </w:tbl>
  <w:p w14:paraId="1511EA7E" w14:textId="77777777" w:rsidR="00964F20" w:rsidRPr="00B8518B" w:rsidRDefault="00964F20"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642DC659" w14:textId="77777777" w:rsidTr="00F13FDA">
      <w:tc>
        <w:tcPr>
          <w:tcW w:w="1021" w:type="dxa"/>
          <w:vAlign w:val="bottom"/>
        </w:tcPr>
        <w:p w14:paraId="05B06B54" w14:textId="7777777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964F20" w:rsidRPr="00DD4862" w:rsidRDefault="00964F20" w:rsidP="00F13FDA">
          <w:pPr>
            <w:pStyle w:val="Zpatvlevo"/>
            <w:rPr>
              <w:b/>
            </w:rPr>
          </w:pPr>
          <w:r w:rsidRPr="00DD4862">
            <w:rPr>
              <w:b/>
            </w:rPr>
            <w:t>Příloha č. 1</w:t>
          </w:r>
        </w:p>
        <w:p w14:paraId="407EE127" w14:textId="77777777" w:rsidR="00964F20" w:rsidRDefault="00964F20" w:rsidP="00F13FDA">
          <w:pPr>
            <w:pStyle w:val="Zpatvlevo"/>
          </w:pPr>
          <w:r w:rsidRPr="00B41CFD">
            <w:t>Smlouva o dílo</w:t>
          </w:r>
        </w:p>
        <w:p w14:paraId="5E9062DE" w14:textId="77777777" w:rsidR="00964F20" w:rsidRPr="003462EB" w:rsidRDefault="00964F20" w:rsidP="00F13FDA">
          <w:pPr>
            <w:pStyle w:val="Zpatvlevo"/>
          </w:pPr>
          <w:r>
            <w:t>Z</w:t>
          </w:r>
          <w:r w:rsidRPr="00B63BD1">
            <w:t>hotovení Projektové dokumentace a stavby</w:t>
          </w:r>
        </w:p>
      </w:tc>
    </w:tr>
  </w:tbl>
  <w:p w14:paraId="4B1F2D28" w14:textId="77777777" w:rsidR="00964F20" w:rsidRPr="00F13FDA" w:rsidRDefault="00964F20">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964F20" w:rsidRDefault="00964F2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640C53A3" w14:textId="77777777" w:rsidTr="00934B6B">
      <w:tc>
        <w:tcPr>
          <w:tcW w:w="0" w:type="auto"/>
          <w:tcMar>
            <w:left w:w="0" w:type="dxa"/>
            <w:right w:w="0" w:type="dxa"/>
          </w:tcMar>
          <w:vAlign w:val="bottom"/>
        </w:tcPr>
        <w:p w14:paraId="1F3DDB04" w14:textId="77777777" w:rsidR="00964F20" w:rsidRPr="00DD4862" w:rsidRDefault="00964F20" w:rsidP="00934B6B">
          <w:pPr>
            <w:pStyle w:val="Zpatvpravo"/>
            <w:rPr>
              <w:b/>
            </w:rPr>
          </w:pPr>
          <w:r w:rsidRPr="00DD4862">
            <w:rPr>
              <w:b/>
            </w:rPr>
            <w:t>Příloha č. 1</w:t>
          </w:r>
        </w:p>
        <w:p w14:paraId="2307E66C" w14:textId="77777777" w:rsidR="00964F20" w:rsidRPr="003462EB" w:rsidRDefault="00964F20" w:rsidP="00934B6B">
          <w:pPr>
            <w:pStyle w:val="Zpatvpravo"/>
          </w:pPr>
          <w:r>
            <w:t>Smlouva o dílo</w:t>
          </w:r>
        </w:p>
        <w:p w14:paraId="011F7908" w14:textId="77777777" w:rsidR="00964F20" w:rsidRPr="003462EB" w:rsidRDefault="00964F20"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EC4F288" w:rsidR="00964F20" w:rsidRPr="009E09BE" w:rsidRDefault="00964F2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6B2E">
            <w:rPr>
              <w:rStyle w:val="slostrnky"/>
              <w:noProof/>
            </w:rPr>
            <w:t>1</w:t>
          </w:r>
          <w:r>
            <w:rPr>
              <w:rStyle w:val="slostrnky"/>
            </w:rPr>
            <w:fldChar w:fldCharType="end"/>
          </w:r>
        </w:p>
      </w:tc>
    </w:tr>
  </w:tbl>
  <w:p w14:paraId="47F1712A" w14:textId="77777777" w:rsidR="00964F20" w:rsidRPr="00B8518B" w:rsidRDefault="00964F20"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0BBEB616" w14:textId="77777777" w:rsidTr="00F13FDA">
      <w:tc>
        <w:tcPr>
          <w:tcW w:w="1021" w:type="dxa"/>
          <w:vAlign w:val="bottom"/>
        </w:tcPr>
        <w:p w14:paraId="6D2FDC0A" w14:textId="7777777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964F20" w:rsidRPr="00DD4862" w:rsidRDefault="00964F20" w:rsidP="00F13FDA">
          <w:pPr>
            <w:pStyle w:val="Zpatvlevo"/>
            <w:rPr>
              <w:b/>
            </w:rPr>
          </w:pPr>
          <w:r>
            <w:rPr>
              <w:b/>
            </w:rPr>
            <w:t>Příloha č. 2</w:t>
          </w:r>
        </w:p>
        <w:p w14:paraId="49286FA0" w14:textId="77777777" w:rsidR="00964F20" w:rsidRDefault="00964F20" w:rsidP="00F13FDA">
          <w:pPr>
            <w:pStyle w:val="Zpatvlevo"/>
          </w:pPr>
          <w:r w:rsidRPr="00B41CFD">
            <w:t>Smlouva o dílo</w:t>
          </w:r>
        </w:p>
        <w:p w14:paraId="2F4F2EAF" w14:textId="77777777" w:rsidR="00964F20" w:rsidRPr="003462EB" w:rsidRDefault="00964F20" w:rsidP="00F13FDA">
          <w:pPr>
            <w:pStyle w:val="Zpatvlevo"/>
          </w:pPr>
          <w:r>
            <w:t>Z</w:t>
          </w:r>
          <w:r w:rsidRPr="00B63BD1">
            <w:t>hotovení Projektové dokumentace a stavby</w:t>
          </w:r>
        </w:p>
      </w:tc>
    </w:tr>
  </w:tbl>
  <w:p w14:paraId="2E5C1A8C" w14:textId="77777777" w:rsidR="00964F20" w:rsidRPr="00F13FDA" w:rsidRDefault="00964F20">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39F222F1" w14:textId="77777777" w:rsidTr="00934B6B">
      <w:tc>
        <w:tcPr>
          <w:tcW w:w="0" w:type="auto"/>
          <w:tcMar>
            <w:left w:w="0" w:type="dxa"/>
            <w:right w:w="0" w:type="dxa"/>
          </w:tcMar>
          <w:vAlign w:val="bottom"/>
        </w:tcPr>
        <w:p w14:paraId="45B7265B" w14:textId="77777777" w:rsidR="00964F20" w:rsidRPr="00DD4862" w:rsidRDefault="00964F20" w:rsidP="00934B6B">
          <w:pPr>
            <w:pStyle w:val="Zpatvpravo"/>
            <w:rPr>
              <w:b/>
            </w:rPr>
          </w:pPr>
          <w:r w:rsidRPr="00DD4862">
            <w:rPr>
              <w:b/>
            </w:rPr>
            <w:t>Příloha č. 2</w:t>
          </w:r>
        </w:p>
        <w:p w14:paraId="1E47570A" w14:textId="77777777" w:rsidR="00964F20" w:rsidRPr="003462EB" w:rsidRDefault="00964F20" w:rsidP="00934B6B">
          <w:pPr>
            <w:pStyle w:val="Zpatvpravo"/>
          </w:pPr>
          <w:r>
            <w:t>Smlouva o dílo</w:t>
          </w:r>
        </w:p>
        <w:p w14:paraId="31E2D647"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E841044"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6B2E">
            <w:rPr>
              <w:rStyle w:val="slostrnky"/>
              <w:noProof/>
            </w:rPr>
            <w:t>1</w:t>
          </w:r>
          <w:r>
            <w:rPr>
              <w:rStyle w:val="slostrnky"/>
            </w:rPr>
            <w:fldChar w:fldCharType="end"/>
          </w:r>
        </w:p>
      </w:tc>
    </w:tr>
  </w:tbl>
  <w:p w14:paraId="19334840" w14:textId="77777777" w:rsidR="00964F20" w:rsidRPr="00B8518B" w:rsidRDefault="00964F20"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5F7BD0FA" w14:textId="77777777" w:rsidTr="00F13FDA">
      <w:tc>
        <w:tcPr>
          <w:tcW w:w="1021" w:type="dxa"/>
          <w:vAlign w:val="bottom"/>
        </w:tcPr>
        <w:p w14:paraId="6ED25A52" w14:textId="7777777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964F20" w:rsidRPr="00DD4862" w:rsidRDefault="00964F20" w:rsidP="00F13FDA">
          <w:pPr>
            <w:pStyle w:val="Zpatvlevo"/>
            <w:rPr>
              <w:b/>
            </w:rPr>
          </w:pPr>
          <w:r>
            <w:rPr>
              <w:b/>
            </w:rPr>
            <w:t>Příloha č. 3</w:t>
          </w:r>
        </w:p>
        <w:p w14:paraId="2507A82B" w14:textId="77777777" w:rsidR="00964F20" w:rsidRDefault="00964F20" w:rsidP="00F13FDA">
          <w:pPr>
            <w:pStyle w:val="Zpatvlevo"/>
          </w:pPr>
          <w:r w:rsidRPr="00B41CFD">
            <w:t>Smlouva o dílo</w:t>
          </w:r>
        </w:p>
        <w:p w14:paraId="31CB4DFE" w14:textId="77777777" w:rsidR="00964F20" w:rsidRPr="003462EB" w:rsidRDefault="00964F20" w:rsidP="00F13FDA">
          <w:pPr>
            <w:pStyle w:val="Zpatvlevo"/>
          </w:pPr>
          <w:r>
            <w:t>Z</w:t>
          </w:r>
          <w:r w:rsidRPr="00B63BD1">
            <w:t>hotovení Projektové dokumentace a stavby</w:t>
          </w:r>
        </w:p>
      </w:tc>
    </w:tr>
  </w:tbl>
  <w:p w14:paraId="2C0D0081" w14:textId="77777777" w:rsidR="00964F20" w:rsidRPr="00F13FDA" w:rsidRDefault="00964F20">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4F20" w:rsidRPr="009E09BE" w14:paraId="1724B44A" w14:textId="77777777" w:rsidTr="00934B6B">
      <w:tc>
        <w:tcPr>
          <w:tcW w:w="0" w:type="auto"/>
          <w:tcMar>
            <w:left w:w="0" w:type="dxa"/>
            <w:right w:w="0" w:type="dxa"/>
          </w:tcMar>
          <w:vAlign w:val="bottom"/>
        </w:tcPr>
        <w:p w14:paraId="6BCA8218" w14:textId="77777777" w:rsidR="00964F20" w:rsidRPr="00DD4862" w:rsidRDefault="00964F20" w:rsidP="00934B6B">
          <w:pPr>
            <w:pStyle w:val="Zpatvpravo"/>
            <w:rPr>
              <w:b/>
            </w:rPr>
          </w:pPr>
          <w:r w:rsidRPr="00DD4862">
            <w:rPr>
              <w:b/>
            </w:rPr>
            <w:t xml:space="preserve">Příloha č. </w:t>
          </w:r>
          <w:r>
            <w:rPr>
              <w:b/>
            </w:rPr>
            <w:t>3</w:t>
          </w:r>
        </w:p>
        <w:p w14:paraId="52EDCD13" w14:textId="77777777" w:rsidR="00964F20" w:rsidRPr="003462EB" w:rsidRDefault="00964F20" w:rsidP="00934B6B">
          <w:pPr>
            <w:pStyle w:val="Zpatvpravo"/>
          </w:pPr>
          <w:r>
            <w:t>Smlouva o dílo</w:t>
          </w:r>
        </w:p>
        <w:p w14:paraId="07E14393" w14:textId="77777777" w:rsidR="00964F20" w:rsidRPr="003462EB" w:rsidRDefault="00964F20"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467775B" w:rsidR="00964F20" w:rsidRPr="009E09BE" w:rsidRDefault="00964F2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6B2E">
            <w:rPr>
              <w:rStyle w:val="slostrnky"/>
              <w:noProof/>
            </w:rPr>
            <w:t>1</w:t>
          </w:r>
          <w:r>
            <w:rPr>
              <w:rStyle w:val="slostrnky"/>
            </w:rPr>
            <w:fldChar w:fldCharType="end"/>
          </w:r>
        </w:p>
      </w:tc>
    </w:tr>
  </w:tbl>
  <w:p w14:paraId="762526CA" w14:textId="77777777" w:rsidR="00964F20" w:rsidRPr="00B8518B" w:rsidRDefault="00964F20"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4F20" w:rsidRPr="003462EB" w14:paraId="178176A4" w14:textId="77777777" w:rsidTr="00F13FDA">
      <w:tc>
        <w:tcPr>
          <w:tcW w:w="1021" w:type="dxa"/>
          <w:vAlign w:val="bottom"/>
        </w:tcPr>
        <w:p w14:paraId="74A79D6D" w14:textId="39C11AC7" w:rsidR="00964F20" w:rsidRPr="00B8518B" w:rsidRDefault="00964F2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6B2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76B2E">
            <w:rPr>
              <w:rStyle w:val="slostrnky"/>
              <w:noProof/>
            </w:rPr>
            <w:t>2</w:t>
          </w:r>
          <w:r>
            <w:rPr>
              <w:rStyle w:val="slostrnky"/>
            </w:rPr>
            <w:fldChar w:fldCharType="end"/>
          </w:r>
        </w:p>
      </w:tc>
      <w:tc>
        <w:tcPr>
          <w:tcW w:w="0" w:type="auto"/>
          <w:vAlign w:val="bottom"/>
        </w:tcPr>
        <w:p w14:paraId="5D4F5AD4" w14:textId="77777777" w:rsidR="00964F20" w:rsidRPr="00DD4862" w:rsidRDefault="00964F20" w:rsidP="00F13FDA">
          <w:pPr>
            <w:pStyle w:val="Zpatvlevo"/>
            <w:rPr>
              <w:b/>
            </w:rPr>
          </w:pPr>
          <w:r>
            <w:rPr>
              <w:b/>
            </w:rPr>
            <w:t>Příloha č. 4</w:t>
          </w:r>
        </w:p>
        <w:p w14:paraId="485C5726" w14:textId="77777777" w:rsidR="00964F20" w:rsidRDefault="00964F20" w:rsidP="00F13FDA">
          <w:pPr>
            <w:pStyle w:val="Zpatvlevo"/>
          </w:pPr>
          <w:r w:rsidRPr="00B41CFD">
            <w:t>Smlouva o dílo</w:t>
          </w:r>
        </w:p>
        <w:p w14:paraId="1988285F" w14:textId="77777777" w:rsidR="00964F20" w:rsidRPr="003462EB" w:rsidRDefault="00964F20" w:rsidP="00F13FDA">
          <w:pPr>
            <w:pStyle w:val="Zpatvlevo"/>
          </w:pPr>
          <w:r>
            <w:t>Z</w:t>
          </w:r>
          <w:r w:rsidRPr="00B63BD1">
            <w:t>hotovení Projektové dokumentace a stavby</w:t>
          </w:r>
        </w:p>
      </w:tc>
    </w:tr>
  </w:tbl>
  <w:p w14:paraId="5CB138E9" w14:textId="77777777" w:rsidR="00964F20" w:rsidRPr="00F13FDA" w:rsidRDefault="00964F20">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A19E0" w14:textId="77777777" w:rsidR="00CA172A" w:rsidRDefault="00CA172A" w:rsidP="00962258">
      <w:pPr>
        <w:spacing w:after="0" w:line="240" w:lineRule="auto"/>
      </w:pPr>
      <w:r>
        <w:separator/>
      </w:r>
    </w:p>
  </w:footnote>
  <w:footnote w:type="continuationSeparator" w:id="0">
    <w:p w14:paraId="24633368" w14:textId="77777777" w:rsidR="00CA172A" w:rsidRDefault="00CA17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4F20" w14:paraId="15F803D2" w14:textId="77777777" w:rsidTr="00B22106">
      <w:trPr>
        <w:trHeight w:hRule="exact" w:val="936"/>
      </w:trPr>
      <w:tc>
        <w:tcPr>
          <w:tcW w:w="1361" w:type="dxa"/>
          <w:tcMar>
            <w:left w:w="0" w:type="dxa"/>
            <w:right w:w="0" w:type="dxa"/>
          </w:tcMar>
        </w:tcPr>
        <w:p w14:paraId="4641E639" w14:textId="77777777" w:rsidR="00964F20" w:rsidRPr="00B8518B" w:rsidRDefault="00964F20" w:rsidP="00FC6389">
          <w:pPr>
            <w:pStyle w:val="Zpat"/>
            <w:rPr>
              <w:rStyle w:val="slostrnky"/>
            </w:rPr>
          </w:pPr>
        </w:p>
      </w:tc>
      <w:tc>
        <w:tcPr>
          <w:tcW w:w="3458" w:type="dxa"/>
          <w:shd w:val="clear" w:color="auto" w:fill="auto"/>
          <w:tcMar>
            <w:left w:w="0" w:type="dxa"/>
            <w:right w:w="0" w:type="dxa"/>
          </w:tcMar>
        </w:tcPr>
        <w:p w14:paraId="6929FCCF" w14:textId="77777777" w:rsidR="00964F20" w:rsidRDefault="00964F20"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964F20" w:rsidRPr="00D6163D" w:rsidRDefault="00964F20" w:rsidP="00FC6389">
          <w:pPr>
            <w:pStyle w:val="Druhdokumentu"/>
          </w:pPr>
        </w:p>
      </w:tc>
    </w:tr>
    <w:tr w:rsidR="00964F20" w14:paraId="76D44D13" w14:textId="77777777" w:rsidTr="00B22106">
      <w:trPr>
        <w:trHeight w:hRule="exact" w:val="936"/>
      </w:trPr>
      <w:tc>
        <w:tcPr>
          <w:tcW w:w="1361" w:type="dxa"/>
          <w:tcMar>
            <w:left w:w="0" w:type="dxa"/>
            <w:right w:w="0" w:type="dxa"/>
          </w:tcMar>
        </w:tcPr>
        <w:p w14:paraId="66B7441D" w14:textId="77777777" w:rsidR="00964F20" w:rsidRPr="00B8518B" w:rsidRDefault="00964F20" w:rsidP="00FC6389">
          <w:pPr>
            <w:pStyle w:val="Zpat"/>
            <w:rPr>
              <w:rStyle w:val="slostrnky"/>
            </w:rPr>
          </w:pPr>
        </w:p>
      </w:tc>
      <w:tc>
        <w:tcPr>
          <w:tcW w:w="3458" w:type="dxa"/>
          <w:shd w:val="clear" w:color="auto" w:fill="auto"/>
          <w:tcMar>
            <w:left w:w="0" w:type="dxa"/>
            <w:right w:w="0" w:type="dxa"/>
          </w:tcMar>
        </w:tcPr>
        <w:p w14:paraId="1FBCE88D" w14:textId="77777777" w:rsidR="00964F20" w:rsidRDefault="00964F20" w:rsidP="00FC6389">
          <w:pPr>
            <w:pStyle w:val="Zpat"/>
          </w:pPr>
        </w:p>
      </w:tc>
      <w:tc>
        <w:tcPr>
          <w:tcW w:w="5756" w:type="dxa"/>
          <w:shd w:val="clear" w:color="auto" w:fill="auto"/>
          <w:tcMar>
            <w:left w:w="0" w:type="dxa"/>
            <w:right w:w="0" w:type="dxa"/>
          </w:tcMar>
        </w:tcPr>
        <w:p w14:paraId="2D321ECC" w14:textId="77777777" w:rsidR="00964F20" w:rsidRPr="00D6163D" w:rsidRDefault="00964F20" w:rsidP="00FC6389">
          <w:pPr>
            <w:pStyle w:val="Druhdokumentu"/>
          </w:pPr>
        </w:p>
      </w:tc>
    </w:tr>
  </w:tbl>
  <w:p w14:paraId="499DD15B" w14:textId="77777777" w:rsidR="00964F20" w:rsidRPr="00D6163D" w:rsidRDefault="00964F20" w:rsidP="00FC6389">
    <w:pPr>
      <w:pStyle w:val="Zhlav"/>
      <w:rPr>
        <w:sz w:val="8"/>
        <w:szCs w:val="8"/>
      </w:rPr>
    </w:pPr>
  </w:p>
  <w:p w14:paraId="467568D9" w14:textId="77777777" w:rsidR="00964F20" w:rsidRPr="00460660" w:rsidRDefault="00964F20">
    <w:pPr>
      <w:pStyle w:val="Zhlav"/>
      <w:rPr>
        <w:sz w:val="2"/>
        <w:szCs w:val="2"/>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F4303" w14:textId="77777777" w:rsidR="00964F20" w:rsidRPr="00D6163D" w:rsidRDefault="00964F20">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964F20" w:rsidRPr="00D6163D" w:rsidRDefault="00964F20">
    <w:pPr>
      <w:pStyle w:val="Zhlav"/>
      <w:rPr>
        <w:sz w:val="8"/>
        <w:szCs w:val="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964F20" w:rsidRPr="00D6163D" w:rsidRDefault="00964F20">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964F20" w:rsidRPr="00D6163D" w:rsidRDefault="00964F20">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964F20" w:rsidRPr="00D6163D" w:rsidRDefault="00964F20">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964F20" w:rsidRPr="00D6163D" w:rsidRDefault="00964F20">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964F20" w:rsidRPr="00D6163D" w:rsidRDefault="00964F20">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964F20" w:rsidRPr="00D6163D" w:rsidRDefault="00964F20">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964F20" w:rsidRPr="00D6163D" w:rsidRDefault="00964F20">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F226E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24487A"/>
    <w:multiLevelType w:val="hybridMultilevel"/>
    <w:tmpl w:val="FCFE2822"/>
    <w:lvl w:ilvl="0" w:tplc="E0C478C8">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3"/>
  </w:num>
  <w:num w:numId="29">
    <w:abstractNumId w:val="3"/>
  </w:num>
  <w:num w:numId="30">
    <w:abstractNumId w:val="11"/>
  </w:num>
  <w:num w:numId="31">
    <w:abstractNumId w:val="11"/>
  </w:num>
  <w:num w:numId="32">
    <w:abstractNumId w:val="0"/>
  </w:num>
  <w:num w:numId="33">
    <w:abstractNumId w:val="0"/>
  </w:num>
  <w:num w:numId="34">
    <w:abstractNumId w:val="0"/>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2"/>
  </w:num>
  <w:num w:numId="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4706B"/>
    <w:rsid w:val="00047B23"/>
    <w:rsid w:val="00051C26"/>
    <w:rsid w:val="0005248E"/>
    <w:rsid w:val="0006588D"/>
    <w:rsid w:val="00067A5E"/>
    <w:rsid w:val="000719BB"/>
    <w:rsid w:val="00072A65"/>
    <w:rsid w:val="00072C1E"/>
    <w:rsid w:val="00087E4A"/>
    <w:rsid w:val="000A08BB"/>
    <w:rsid w:val="000A1915"/>
    <w:rsid w:val="000B4EB8"/>
    <w:rsid w:val="000C41F2"/>
    <w:rsid w:val="000C4EB8"/>
    <w:rsid w:val="000C694F"/>
    <w:rsid w:val="000D22C4"/>
    <w:rsid w:val="000D27D1"/>
    <w:rsid w:val="000E1A7F"/>
    <w:rsid w:val="000F34E6"/>
    <w:rsid w:val="000F6F15"/>
    <w:rsid w:val="00106CD8"/>
    <w:rsid w:val="00110085"/>
    <w:rsid w:val="00112864"/>
    <w:rsid w:val="00114472"/>
    <w:rsid w:val="00114988"/>
    <w:rsid w:val="00115069"/>
    <w:rsid w:val="001150F2"/>
    <w:rsid w:val="0011639B"/>
    <w:rsid w:val="00124A35"/>
    <w:rsid w:val="00137398"/>
    <w:rsid w:val="00143EC0"/>
    <w:rsid w:val="0015181B"/>
    <w:rsid w:val="00155EB3"/>
    <w:rsid w:val="00157348"/>
    <w:rsid w:val="001656A2"/>
    <w:rsid w:val="00165977"/>
    <w:rsid w:val="00170EC5"/>
    <w:rsid w:val="00173A70"/>
    <w:rsid w:val="001747C1"/>
    <w:rsid w:val="00176B2E"/>
    <w:rsid w:val="00177D6B"/>
    <w:rsid w:val="00183FBA"/>
    <w:rsid w:val="00187660"/>
    <w:rsid w:val="00191F90"/>
    <w:rsid w:val="00193512"/>
    <w:rsid w:val="001A1850"/>
    <w:rsid w:val="001B4E74"/>
    <w:rsid w:val="001C5817"/>
    <w:rsid w:val="001C645F"/>
    <w:rsid w:val="001D2577"/>
    <w:rsid w:val="001D4658"/>
    <w:rsid w:val="001E678E"/>
    <w:rsid w:val="001F518E"/>
    <w:rsid w:val="002038D5"/>
    <w:rsid w:val="002071BB"/>
    <w:rsid w:val="00207DF5"/>
    <w:rsid w:val="00225027"/>
    <w:rsid w:val="00225674"/>
    <w:rsid w:val="002333E5"/>
    <w:rsid w:val="0023508B"/>
    <w:rsid w:val="00237604"/>
    <w:rsid w:val="00240B81"/>
    <w:rsid w:val="00247D01"/>
    <w:rsid w:val="00251B9D"/>
    <w:rsid w:val="00252206"/>
    <w:rsid w:val="00255B10"/>
    <w:rsid w:val="00261A5B"/>
    <w:rsid w:val="00262E5B"/>
    <w:rsid w:val="00271120"/>
    <w:rsid w:val="00274764"/>
    <w:rsid w:val="00276A3C"/>
    <w:rsid w:val="00276AFE"/>
    <w:rsid w:val="00276FCE"/>
    <w:rsid w:val="00280458"/>
    <w:rsid w:val="002A3B57"/>
    <w:rsid w:val="002A75CF"/>
    <w:rsid w:val="002B1C17"/>
    <w:rsid w:val="002B7F56"/>
    <w:rsid w:val="002C31BF"/>
    <w:rsid w:val="002C7FA5"/>
    <w:rsid w:val="002D3591"/>
    <w:rsid w:val="002D6EE5"/>
    <w:rsid w:val="002D7FD6"/>
    <w:rsid w:val="002E0CD7"/>
    <w:rsid w:val="002E0CFB"/>
    <w:rsid w:val="002E5C7B"/>
    <w:rsid w:val="002F4333"/>
    <w:rsid w:val="0030003A"/>
    <w:rsid w:val="00307320"/>
    <w:rsid w:val="003149C0"/>
    <w:rsid w:val="00321C6D"/>
    <w:rsid w:val="00327EEF"/>
    <w:rsid w:val="0033239F"/>
    <w:rsid w:val="003408EF"/>
    <w:rsid w:val="00341580"/>
    <w:rsid w:val="0034274B"/>
    <w:rsid w:val="00342DC7"/>
    <w:rsid w:val="0034719F"/>
    <w:rsid w:val="00350A35"/>
    <w:rsid w:val="003571D8"/>
    <w:rsid w:val="00357BC6"/>
    <w:rsid w:val="00361422"/>
    <w:rsid w:val="0037545D"/>
    <w:rsid w:val="00375902"/>
    <w:rsid w:val="0037649C"/>
    <w:rsid w:val="00380096"/>
    <w:rsid w:val="0039231C"/>
    <w:rsid w:val="00392910"/>
    <w:rsid w:val="00392EB6"/>
    <w:rsid w:val="00394474"/>
    <w:rsid w:val="003956C6"/>
    <w:rsid w:val="003B23D6"/>
    <w:rsid w:val="003C33F2"/>
    <w:rsid w:val="003D6859"/>
    <w:rsid w:val="003D756E"/>
    <w:rsid w:val="003E24EC"/>
    <w:rsid w:val="003E420D"/>
    <w:rsid w:val="003E4C13"/>
    <w:rsid w:val="003E592D"/>
    <w:rsid w:val="004078F3"/>
    <w:rsid w:val="004160CB"/>
    <w:rsid w:val="00427794"/>
    <w:rsid w:val="00430F71"/>
    <w:rsid w:val="004328E4"/>
    <w:rsid w:val="00450F07"/>
    <w:rsid w:val="00450F44"/>
    <w:rsid w:val="00453CD3"/>
    <w:rsid w:val="00455CE8"/>
    <w:rsid w:val="00460660"/>
    <w:rsid w:val="00463654"/>
    <w:rsid w:val="00464BA9"/>
    <w:rsid w:val="004669A6"/>
    <w:rsid w:val="00483969"/>
    <w:rsid w:val="00485AE1"/>
    <w:rsid w:val="00486107"/>
    <w:rsid w:val="00491240"/>
    <w:rsid w:val="00491827"/>
    <w:rsid w:val="004A7DDD"/>
    <w:rsid w:val="004B4299"/>
    <w:rsid w:val="004C35AB"/>
    <w:rsid w:val="004C4399"/>
    <w:rsid w:val="004C787C"/>
    <w:rsid w:val="004C7D89"/>
    <w:rsid w:val="004D09FB"/>
    <w:rsid w:val="004E6233"/>
    <w:rsid w:val="004E7A1F"/>
    <w:rsid w:val="004F4B9B"/>
    <w:rsid w:val="00500E0F"/>
    <w:rsid w:val="00502690"/>
    <w:rsid w:val="00502755"/>
    <w:rsid w:val="0050510F"/>
    <w:rsid w:val="0050666E"/>
    <w:rsid w:val="00511AB9"/>
    <w:rsid w:val="00515632"/>
    <w:rsid w:val="005171C7"/>
    <w:rsid w:val="00520296"/>
    <w:rsid w:val="00523BB5"/>
    <w:rsid w:val="00523EA7"/>
    <w:rsid w:val="00536679"/>
    <w:rsid w:val="005406EB"/>
    <w:rsid w:val="00544816"/>
    <w:rsid w:val="00553375"/>
    <w:rsid w:val="00555884"/>
    <w:rsid w:val="005614AC"/>
    <w:rsid w:val="005625F7"/>
    <w:rsid w:val="0056278A"/>
    <w:rsid w:val="005736B7"/>
    <w:rsid w:val="00575E5A"/>
    <w:rsid w:val="00580245"/>
    <w:rsid w:val="00582A82"/>
    <w:rsid w:val="00590C91"/>
    <w:rsid w:val="00594BC2"/>
    <w:rsid w:val="005A1F44"/>
    <w:rsid w:val="005B2A66"/>
    <w:rsid w:val="005B778D"/>
    <w:rsid w:val="005C6976"/>
    <w:rsid w:val="005D3C39"/>
    <w:rsid w:val="005D6794"/>
    <w:rsid w:val="005E7125"/>
    <w:rsid w:val="005F3A8C"/>
    <w:rsid w:val="00600ECE"/>
    <w:rsid w:val="00601A8C"/>
    <w:rsid w:val="0061007D"/>
    <w:rsid w:val="0061068E"/>
    <w:rsid w:val="006115D3"/>
    <w:rsid w:val="0062378F"/>
    <w:rsid w:val="00623FDC"/>
    <w:rsid w:val="0065610E"/>
    <w:rsid w:val="00657A32"/>
    <w:rsid w:val="00660AD3"/>
    <w:rsid w:val="00663837"/>
    <w:rsid w:val="006648CD"/>
    <w:rsid w:val="006776B6"/>
    <w:rsid w:val="00680542"/>
    <w:rsid w:val="00693150"/>
    <w:rsid w:val="006A5570"/>
    <w:rsid w:val="006A5576"/>
    <w:rsid w:val="006A689C"/>
    <w:rsid w:val="006A698D"/>
    <w:rsid w:val="006B203E"/>
    <w:rsid w:val="006B3D79"/>
    <w:rsid w:val="006B6FE4"/>
    <w:rsid w:val="006C02FE"/>
    <w:rsid w:val="006C2343"/>
    <w:rsid w:val="006C442A"/>
    <w:rsid w:val="006E0578"/>
    <w:rsid w:val="006E314D"/>
    <w:rsid w:val="006E5C7B"/>
    <w:rsid w:val="006E7799"/>
    <w:rsid w:val="006F782C"/>
    <w:rsid w:val="00701228"/>
    <w:rsid w:val="00704D1E"/>
    <w:rsid w:val="00710723"/>
    <w:rsid w:val="007145F3"/>
    <w:rsid w:val="00723ED1"/>
    <w:rsid w:val="00735F8A"/>
    <w:rsid w:val="00740AF5"/>
    <w:rsid w:val="00743525"/>
    <w:rsid w:val="00744743"/>
    <w:rsid w:val="007470DC"/>
    <w:rsid w:val="00752FD5"/>
    <w:rsid w:val="007541A2"/>
    <w:rsid w:val="00755818"/>
    <w:rsid w:val="007616C2"/>
    <w:rsid w:val="0076286B"/>
    <w:rsid w:val="00766846"/>
    <w:rsid w:val="00773E76"/>
    <w:rsid w:val="0077673A"/>
    <w:rsid w:val="00780051"/>
    <w:rsid w:val="007837A7"/>
    <w:rsid w:val="007846E1"/>
    <w:rsid w:val="007847D6"/>
    <w:rsid w:val="007853BA"/>
    <w:rsid w:val="007A05DD"/>
    <w:rsid w:val="007A5172"/>
    <w:rsid w:val="007A67A0"/>
    <w:rsid w:val="007A7DDE"/>
    <w:rsid w:val="007B570C"/>
    <w:rsid w:val="007C5289"/>
    <w:rsid w:val="007D26F9"/>
    <w:rsid w:val="007E4A6E"/>
    <w:rsid w:val="007F36CF"/>
    <w:rsid w:val="007F56A7"/>
    <w:rsid w:val="00800851"/>
    <w:rsid w:val="00807DD0"/>
    <w:rsid w:val="0081362E"/>
    <w:rsid w:val="008156D5"/>
    <w:rsid w:val="00821D01"/>
    <w:rsid w:val="00826B7B"/>
    <w:rsid w:val="00831AA3"/>
    <w:rsid w:val="0083487F"/>
    <w:rsid w:val="0083541D"/>
    <w:rsid w:val="00846789"/>
    <w:rsid w:val="00855469"/>
    <w:rsid w:val="00857768"/>
    <w:rsid w:val="0086564A"/>
    <w:rsid w:val="00866994"/>
    <w:rsid w:val="00873CF5"/>
    <w:rsid w:val="00873FE8"/>
    <w:rsid w:val="00883098"/>
    <w:rsid w:val="008911C8"/>
    <w:rsid w:val="008928D0"/>
    <w:rsid w:val="0089689E"/>
    <w:rsid w:val="008A2C85"/>
    <w:rsid w:val="008A3568"/>
    <w:rsid w:val="008A7656"/>
    <w:rsid w:val="008B2F29"/>
    <w:rsid w:val="008B48D3"/>
    <w:rsid w:val="008C091A"/>
    <w:rsid w:val="008C50F3"/>
    <w:rsid w:val="008C7EFE"/>
    <w:rsid w:val="008D03B9"/>
    <w:rsid w:val="008D30C7"/>
    <w:rsid w:val="008F18D6"/>
    <w:rsid w:val="008F2C9B"/>
    <w:rsid w:val="008F3002"/>
    <w:rsid w:val="008F42BD"/>
    <w:rsid w:val="008F7242"/>
    <w:rsid w:val="008F797B"/>
    <w:rsid w:val="00904780"/>
    <w:rsid w:val="0090635B"/>
    <w:rsid w:val="00913403"/>
    <w:rsid w:val="009152C2"/>
    <w:rsid w:val="00922385"/>
    <w:rsid w:val="009223DF"/>
    <w:rsid w:val="00934B6B"/>
    <w:rsid w:val="00936091"/>
    <w:rsid w:val="00940D8A"/>
    <w:rsid w:val="00946FE9"/>
    <w:rsid w:val="0095772B"/>
    <w:rsid w:val="00962258"/>
    <w:rsid w:val="00964F20"/>
    <w:rsid w:val="009678B7"/>
    <w:rsid w:val="0098100D"/>
    <w:rsid w:val="00985DF9"/>
    <w:rsid w:val="00992D9C"/>
    <w:rsid w:val="00995DF9"/>
    <w:rsid w:val="00996CB8"/>
    <w:rsid w:val="009A4774"/>
    <w:rsid w:val="009B2705"/>
    <w:rsid w:val="009B2E97"/>
    <w:rsid w:val="009B3F7E"/>
    <w:rsid w:val="009B4201"/>
    <w:rsid w:val="009B5146"/>
    <w:rsid w:val="009B5CE6"/>
    <w:rsid w:val="009B65A8"/>
    <w:rsid w:val="009C418E"/>
    <w:rsid w:val="009C442C"/>
    <w:rsid w:val="009D25D3"/>
    <w:rsid w:val="009D7398"/>
    <w:rsid w:val="009E07F4"/>
    <w:rsid w:val="009F0867"/>
    <w:rsid w:val="009F309B"/>
    <w:rsid w:val="009F392E"/>
    <w:rsid w:val="009F455B"/>
    <w:rsid w:val="009F53C5"/>
    <w:rsid w:val="009F638B"/>
    <w:rsid w:val="00A06240"/>
    <w:rsid w:val="00A0740E"/>
    <w:rsid w:val="00A077D5"/>
    <w:rsid w:val="00A166D8"/>
    <w:rsid w:val="00A170AD"/>
    <w:rsid w:val="00A21A01"/>
    <w:rsid w:val="00A21B2B"/>
    <w:rsid w:val="00A349C6"/>
    <w:rsid w:val="00A4241B"/>
    <w:rsid w:val="00A42519"/>
    <w:rsid w:val="00A50641"/>
    <w:rsid w:val="00A530BF"/>
    <w:rsid w:val="00A6177B"/>
    <w:rsid w:val="00A66136"/>
    <w:rsid w:val="00A71189"/>
    <w:rsid w:val="00A721C1"/>
    <w:rsid w:val="00A7364A"/>
    <w:rsid w:val="00A74DCC"/>
    <w:rsid w:val="00A753ED"/>
    <w:rsid w:val="00A77512"/>
    <w:rsid w:val="00A944F1"/>
    <w:rsid w:val="00A94C2F"/>
    <w:rsid w:val="00A94F38"/>
    <w:rsid w:val="00A9751A"/>
    <w:rsid w:val="00AA4062"/>
    <w:rsid w:val="00AA4762"/>
    <w:rsid w:val="00AA4CBB"/>
    <w:rsid w:val="00AA65FA"/>
    <w:rsid w:val="00AA7351"/>
    <w:rsid w:val="00AA7AB8"/>
    <w:rsid w:val="00AB5342"/>
    <w:rsid w:val="00AB5F0F"/>
    <w:rsid w:val="00AD051A"/>
    <w:rsid w:val="00AD056F"/>
    <w:rsid w:val="00AD0C7B"/>
    <w:rsid w:val="00AD57AF"/>
    <w:rsid w:val="00AD5F1A"/>
    <w:rsid w:val="00AD6731"/>
    <w:rsid w:val="00AD6E8C"/>
    <w:rsid w:val="00AE48F4"/>
    <w:rsid w:val="00AE4B52"/>
    <w:rsid w:val="00AF7AEE"/>
    <w:rsid w:val="00B008D5"/>
    <w:rsid w:val="00B02EC8"/>
    <w:rsid w:val="00B02F73"/>
    <w:rsid w:val="00B05B31"/>
    <w:rsid w:val="00B0619F"/>
    <w:rsid w:val="00B125AA"/>
    <w:rsid w:val="00B13A26"/>
    <w:rsid w:val="00B15D0D"/>
    <w:rsid w:val="00B16773"/>
    <w:rsid w:val="00B22106"/>
    <w:rsid w:val="00B25797"/>
    <w:rsid w:val="00B31266"/>
    <w:rsid w:val="00B42F40"/>
    <w:rsid w:val="00B5431A"/>
    <w:rsid w:val="00B55D89"/>
    <w:rsid w:val="00B5625F"/>
    <w:rsid w:val="00B63BD1"/>
    <w:rsid w:val="00B65759"/>
    <w:rsid w:val="00B675F5"/>
    <w:rsid w:val="00B7455C"/>
    <w:rsid w:val="00B75EE1"/>
    <w:rsid w:val="00B77228"/>
    <w:rsid w:val="00B77481"/>
    <w:rsid w:val="00B8518B"/>
    <w:rsid w:val="00B97CC3"/>
    <w:rsid w:val="00BA7601"/>
    <w:rsid w:val="00BB1390"/>
    <w:rsid w:val="00BB1F16"/>
    <w:rsid w:val="00BC06C4"/>
    <w:rsid w:val="00BC5BDD"/>
    <w:rsid w:val="00BD3D34"/>
    <w:rsid w:val="00BD5DE9"/>
    <w:rsid w:val="00BD665D"/>
    <w:rsid w:val="00BD7E91"/>
    <w:rsid w:val="00BD7F0D"/>
    <w:rsid w:val="00BE2702"/>
    <w:rsid w:val="00BE5FD5"/>
    <w:rsid w:val="00BF0CB6"/>
    <w:rsid w:val="00BF240A"/>
    <w:rsid w:val="00BF2895"/>
    <w:rsid w:val="00BF4C5D"/>
    <w:rsid w:val="00BF6A7C"/>
    <w:rsid w:val="00C01453"/>
    <w:rsid w:val="00C02D0A"/>
    <w:rsid w:val="00C03A6E"/>
    <w:rsid w:val="00C226C0"/>
    <w:rsid w:val="00C240B6"/>
    <w:rsid w:val="00C2759D"/>
    <w:rsid w:val="00C36B61"/>
    <w:rsid w:val="00C40CBA"/>
    <w:rsid w:val="00C42FE6"/>
    <w:rsid w:val="00C43D6E"/>
    <w:rsid w:val="00C44F6A"/>
    <w:rsid w:val="00C4521D"/>
    <w:rsid w:val="00C50D8B"/>
    <w:rsid w:val="00C563CD"/>
    <w:rsid w:val="00C6198E"/>
    <w:rsid w:val="00C63701"/>
    <w:rsid w:val="00C708EA"/>
    <w:rsid w:val="00C717BC"/>
    <w:rsid w:val="00C778A5"/>
    <w:rsid w:val="00C9118F"/>
    <w:rsid w:val="00C95162"/>
    <w:rsid w:val="00CA172A"/>
    <w:rsid w:val="00CA38BD"/>
    <w:rsid w:val="00CB1C6E"/>
    <w:rsid w:val="00CB2DC6"/>
    <w:rsid w:val="00CB4F6D"/>
    <w:rsid w:val="00CB6A37"/>
    <w:rsid w:val="00CB7684"/>
    <w:rsid w:val="00CC27DC"/>
    <w:rsid w:val="00CC4EA8"/>
    <w:rsid w:val="00CC6517"/>
    <w:rsid w:val="00CC7C8F"/>
    <w:rsid w:val="00CD1FC4"/>
    <w:rsid w:val="00CD5D51"/>
    <w:rsid w:val="00CE4B12"/>
    <w:rsid w:val="00CF47BF"/>
    <w:rsid w:val="00D00674"/>
    <w:rsid w:val="00D034A0"/>
    <w:rsid w:val="00D05B66"/>
    <w:rsid w:val="00D06898"/>
    <w:rsid w:val="00D17747"/>
    <w:rsid w:val="00D21061"/>
    <w:rsid w:val="00D274D9"/>
    <w:rsid w:val="00D4108E"/>
    <w:rsid w:val="00D41385"/>
    <w:rsid w:val="00D41CFE"/>
    <w:rsid w:val="00D4328E"/>
    <w:rsid w:val="00D50FE6"/>
    <w:rsid w:val="00D6163D"/>
    <w:rsid w:val="00D61E0D"/>
    <w:rsid w:val="00D65BA9"/>
    <w:rsid w:val="00D701DC"/>
    <w:rsid w:val="00D831A3"/>
    <w:rsid w:val="00D84C1E"/>
    <w:rsid w:val="00D86204"/>
    <w:rsid w:val="00D96191"/>
    <w:rsid w:val="00D97BE3"/>
    <w:rsid w:val="00DA3711"/>
    <w:rsid w:val="00DB2261"/>
    <w:rsid w:val="00DB4603"/>
    <w:rsid w:val="00DC3902"/>
    <w:rsid w:val="00DD11B7"/>
    <w:rsid w:val="00DD46F3"/>
    <w:rsid w:val="00DD4862"/>
    <w:rsid w:val="00DD574F"/>
    <w:rsid w:val="00DE16C6"/>
    <w:rsid w:val="00DE56F2"/>
    <w:rsid w:val="00DF116D"/>
    <w:rsid w:val="00DF2BFF"/>
    <w:rsid w:val="00DF7604"/>
    <w:rsid w:val="00E12630"/>
    <w:rsid w:val="00E16FF7"/>
    <w:rsid w:val="00E26D68"/>
    <w:rsid w:val="00E31C62"/>
    <w:rsid w:val="00E44045"/>
    <w:rsid w:val="00E618C4"/>
    <w:rsid w:val="00E62689"/>
    <w:rsid w:val="00E71752"/>
    <w:rsid w:val="00E7415D"/>
    <w:rsid w:val="00E752EF"/>
    <w:rsid w:val="00E878EE"/>
    <w:rsid w:val="00E901A3"/>
    <w:rsid w:val="00EA2A19"/>
    <w:rsid w:val="00EA47CA"/>
    <w:rsid w:val="00EA585B"/>
    <w:rsid w:val="00EA613F"/>
    <w:rsid w:val="00EA6EC7"/>
    <w:rsid w:val="00EB104F"/>
    <w:rsid w:val="00EB46E5"/>
    <w:rsid w:val="00EB7E9F"/>
    <w:rsid w:val="00EC692E"/>
    <w:rsid w:val="00ED14BD"/>
    <w:rsid w:val="00EE345F"/>
    <w:rsid w:val="00EE7A4C"/>
    <w:rsid w:val="00F016C7"/>
    <w:rsid w:val="00F01D87"/>
    <w:rsid w:val="00F067AE"/>
    <w:rsid w:val="00F12DEC"/>
    <w:rsid w:val="00F13FDA"/>
    <w:rsid w:val="00F1715C"/>
    <w:rsid w:val="00F21E6B"/>
    <w:rsid w:val="00F310F8"/>
    <w:rsid w:val="00F35939"/>
    <w:rsid w:val="00F41BF0"/>
    <w:rsid w:val="00F422D3"/>
    <w:rsid w:val="00F43D42"/>
    <w:rsid w:val="00F45607"/>
    <w:rsid w:val="00F4722B"/>
    <w:rsid w:val="00F5015C"/>
    <w:rsid w:val="00F54432"/>
    <w:rsid w:val="00F56614"/>
    <w:rsid w:val="00F566DC"/>
    <w:rsid w:val="00F57BA0"/>
    <w:rsid w:val="00F659EB"/>
    <w:rsid w:val="00F66A87"/>
    <w:rsid w:val="00F762A8"/>
    <w:rsid w:val="00F7663A"/>
    <w:rsid w:val="00F80B45"/>
    <w:rsid w:val="00F817C6"/>
    <w:rsid w:val="00F86BA6"/>
    <w:rsid w:val="00F95FBD"/>
    <w:rsid w:val="00FA0CE1"/>
    <w:rsid w:val="00FB6342"/>
    <w:rsid w:val="00FC6389"/>
    <w:rsid w:val="00FE6AEC"/>
    <w:rsid w:val="00FF0C51"/>
    <w:rsid w:val="00FF29E4"/>
    <w:rsid w:val="00FF50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9.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50E061FBE04301B2B3E6A17BA356FE"/>
        <w:category>
          <w:name w:val="Obecné"/>
          <w:gallery w:val="placeholder"/>
        </w:category>
        <w:types>
          <w:type w:val="bbPlcHdr"/>
        </w:types>
        <w:behaviors>
          <w:behavior w:val="content"/>
        </w:behaviors>
        <w:guid w:val="{E4E76CD2-0FD5-4A52-9E1C-F8F595D8632E}"/>
      </w:docPartPr>
      <w:docPartBody>
        <w:p w:rsidR="00A82632" w:rsidRDefault="00A82632" w:rsidP="00A82632">
          <w:pPr>
            <w:pStyle w:val="B050E061FBE04301B2B3E6A17BA356FE"/>
          </w:pPr>
          <w:r w:rsidRPr="00E003D9">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632"/>
    <w:rsid w:val="000C606F"/>
    <w:rsid w:val="00263BCC"/>
    <w:rsid w:val="00307C85"/>
    <w:rsid w:val="00453554"/>
    <w:rsid w:val="005E77F4"/>
    <w:rsid w:val="00631145"/>
    <w:rsid w:val="00677981"/>
    <w:rsid w:val="006B5E7E"/>
    <w:rsid w:val="006F71FA"/>
    <w:rsid w:val="00774B0B"/>
    <w:rsid w:val="00777A80"/>
    <w:rsid w:val="00A37279"/>
    <w:rsid w:val="00A82632"/>
    <w:rsid w:val="00B56EC4"/>
    <w:rsid w:val="00BC6C7F"/>
    <w:rsid w:val="00C90DF6"/>
    <w:rsid w:val="00ED7A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82632"/>
    <w:rPr>
      <w:color w:val="808080"/>
    </w:rPr>
  </w:style>
  <w:style w:type="paragraph" w:customStyle="1" w:styleId="B050E061FBE04301B2B3E6A17BA356FE">
    <w:name w:val="B050E061FBE04301B2B3E6A17BA356FE"/>
    <w:rsid w:val="00A82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06F1AD-6F0D-4459-8C27-DBF0DB2BE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488</TotalTime>
  <Pages>34</Pages>
  <Words>5318</Words>
  <Characters>31378</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146</cp:revision>
  <cp:lastPrinted>2019-03-12T14:16:00Z</cp:lastPrinted>
  <dcterms:created xsi:type="dcterms:W3CDTF">2020-12-10T13:03:00Z</dcterms:created>
  <dcterms:modified xsi:type="dcterms:W3CDTF">2021-02-19T10:45:00Z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