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36CB6396" w:rsidR="00BF54FE" w:rsidRDefault="0056434F" w:rsidP="002309DC">
          <w:pPr>
            <w:pStyle w:val="Tituldatum"/>
            <w:jc w:val="both"/>
          </w:pPr>
          <w:r>
            <w:rPr>
              <w:rStyle w:val="Nzevakce"/>
            </w:rPr>
            <w:t>„Výstavba PZS přejezdu P4417 v km 8,777 trati Osoblaha – Třemešná ve Slezsku“</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3923874E" w:rsidR="00826B7B" w:rsidRPr="006C2343" w:rsidRDefault="006C2343" w:rsidP="006C2343">
      <w:pPr>
        <w:pStyle w:val="Tituldatum"/>
      </w:pPr>
      <w:r w:rsidRPr="009C0AD3">
        <w:t xml:space="preserve">Datum vydání: </w:t>
      </w:r>
      <w:r w:rsidRPr="009C0AD3">
        <w:tab/>
      </w:r>
      <w:r w:rsidR="002267DF" w:rsidRPr="00B11B7E">
        <w:t>11</w:t>
      </w:r>
      <w:r w:rsidR="00C10F4C" w:rsidRPr="00B11B7E">
        <w:t>.</w:t>
      </w:r>
      <w:r w:rsidRPr="00B11B7E">
        <w:t xml:space="preserve"> </w:t>
      </w:r>
      <w:r w:rsidR="007F52E9" w:rsidRPr="00B11B7E">
        <w:t>1</w:t>
      </w:r>
      <w:r w:rsidRPr="00B11B7E">
        <w:t>. 20</w:t>
      </w:r>
      <w:r w:rsidR="00CE507E" w:rsidRPr="00B11B7E">
        <w:t>2</w:t>
      </w:r>
      <w:r w:rsidR="002267DF" w:rsidRPr="009C0AD3">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bookmarkStart w:id="0" w:name="_GoBack"/>
    <w:bookmarkEnd w:id="0"/>
    <w:p w14:paraId="57B14C0F" w14:textId="07D017C7" w:rsidR="009D08E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502245" w:history="1">
        <w:r w:rsidR="009D08EA" w:rsidRPr="000B58A9">
          <w:rPr>
            <w:rStyle w:val="Hypertextovodkaz"/>
          </w:rPr>
          <w:t>SEZNAM ZKRATEK</w:t>
        </w:r>
        <w:r w:rsidR="009D08EA">
          <w:rPr>
            <w:noProof/>
            <w:webHidden/>
          </w:rPr>
          <w:tab/>
        </w:r>
        <w:r w:rsidR="009D08EA">
          <w:rPr>
            <w:noProof/>
            <w:webHidden/>
          </w:rPr>
          <w:fldChar w:fldCharType="begin"/>
        </w:r>
        <w:r w:rsidR="009D08EA">
          <w:rPr>
            <w:noProof/>
            <w:webHidden/>
          </w:rPr>
          <w:instrText xml:space="preserve"> PAGEREF _Toc65502245 \h </w:instrText>
        </w:r>
        <w:r w:rsidR="009D08EA">
          <w:rPr>
            <w:noProof/>
            <w:webHidden/>
          </w:rPr>
        </w:r>
        <w:r w:rsidR="009D08EA">
          <w:rPr>
            <w:noProof/>
            <w:webHidden/>
          </w:rPr>
          <w:fldChar w:fldCharType="separate"/>
        </w:r>
        <w:r w:rsidR="009D08EA">
          <w:rPr>
            <w:noProof/>
            <w:webHidden/>
          </w:rPr>
          <w:t>3</w:t>
        </w:r>
        <w:r w:rsidR="009D08EA">
          <w:rPr>
            <w:noProof/>
            <w:webHidden/>
          </w:rPr>
          <w:fldChar w:fldCharType="end"/>
        </w:r>
      </w:hyperlink>
    </w:p>
    <w:p w14:paraId="47BFBCEE" w14:textId="33C7227D" w:rsidR="009D08EA" w:rsidRDefault="009D08EA">
      <w:pPr>
        <w:pStyle w:val="Obsah1"/>
        <w:rPr>
          <w:rFonts w:asciiTheme="minorHAnsi" w:eastAsiaTheme="minorEastAsia" w:hAnsiTheme="minorHAnsi"/>
          <w:b w:val="0"/>
          <w:caps w:val="0"/>
          <w:noProof/>
          <w:spacing w:val="0"/>
          <w:sz w:val="22"/>
          <w:szCs w:val="22"/>
          <w:lang w:eastAsia="cs-CZ"/>
        </w:rPr>
      </w:pPr>
      <w:hyperlink w:anchor="_Toc65502246" w:history="1">
        <w:r w:rsidRPr="000B58A9">
          <w:rPr>
            <w:rStyle w:val="Hypertextovodkaz"/>
          </w:rPr>
          <w:t>1.</w:t>
        </w:r>
        <w:r>
          <w:rPr>
            <w:rFonts w:asciiTheme="minorHAnsi" w:eastAsiaTheme="minorEastAsia" w:hAnsiTheme="minorHAnsi"/>
            <w:b w:val="0"/>
            <w:caps w:val="0"/>
            <w:noProof/>
            <w:spacing w:val="0"/>
            <w:sz w:val="22"/>
            <w:szCs w:val="22"/>
            <w:lang w:eastAsia="cs-CZ"/>
          </w:rPr>
          <w:tab/>
        </w:r>
        <w:r w:rsidRPr="000B58A9">
          <w:rPr>
            <w:rStyle w:val="Hypertextovodkaz"/>
          </w:rPr>
          <w:t>SPECIFIKACE PŘEDMĚTU DÍLA</w:t>
        </w:r>
        <w:r>
          <w:rPr>
            <w:noProof/>
            <w:webHidden/>
          </w:rPr>
          <w:tab/>
        </w:r>
        <w:r>
          <w:rPr>
            <w:noProof/>
            <w:webHidden/>
          </w:rPr>
          <w:fldChar w:fldCharType="begin"/>
        </w:r>
        <w:r>
          <w:rPr>
            <w:noProof/>
            <w:webHidden/>
          </w:rPr>
          <w:instrText xml:space="preserve"> PAGEREF _Toc65502246 \h </w:instrText>
        </w:r>
        <w:r>
          <w:rPr>
            <w:noProof/>
            <w:webHidden/>
          </w:rPr>
        </w:r>
        <w:r>
          <w:rPr>
            <w:noProof/>
            <w:webHidden/>
          </w:rPr>
          <w:fldChar w:fldCharType="separate"/>
        </w:r>
        <w:r>
          <w:rPr>
            <w:noProof/>
            <w:webHidden/>
          </w:rPr>
          <w:t>4</w:t>
        </w:r>
        <w:r>
          <w:rPr>
            <w:noProof/>
            <w:webHidden/>
          </w:rPr>
          <w:fldChar w:fldCharType="end"/>
        </w:r>
      </w:hyperlink>
    </w:p>
    <w:p w14:paraId="21BFDC5E" w14:textId="4CB9C2A0" w:rsidR="009D08EA" w:rsidRDefault="009D08EA">
      <w:pPr>
        <w:pStyle w:val="Obsah2"/>
        <w:rPr>
          <w:rFonts w:asciiTheme="minorHAnsi" w:eastAsiaTheme="minorEastAsia" w:hAnsiTheme="minorHAnsi"/>
          <w:noProof/>
          <w:spacing w:val="0"/>
          <w:sz w:val="22"/>
          <w:szCs w:val="22"/>
          <w:lang w:eastAsia="cs-CZ"/>
        </w:rPr>
      </w:pPr>
      <w:hyperlink w:anchor="_Toc65502247" w:history="1">
        <w:r w:rsidRPr="000B58A9">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0B58A9">
          <w:rPr>
            <w:rStyle w:val="Hypertextovodkaz"/>
          </w:rPr>
          <w:t>Účel a rozsah předmětu Díla</w:t>
        </w:r>
        <w:r>
          <w:rPr>
            <w:noProof/>
            <w:webHidden/>
          </w:rPr>
          <w:tab/>
        </w:r>
        <w:r>
          <w:rPr>
            <w:noProof/>
            <w:webHidden/>
          </w:rPr>
          <w:fldChar w:fldCharType="begin"/>
        </w:r>
        <w:r>
          <w:rPr>
            <w:noProof/>
            <w:webHidden/>
          </w:rPr>
          <w:instrText xml:space="preserve"> PAGEREF _Toc65502247 \h </w:instrText>
        </w:r>
        <w:r>
          <w:rPr>
            <w:noProof/>
            <w:webHidden/>
          </w:rPr>
        </w:r>
        <w:r>
          <w:rPr>
            <w:noProof/>
            <w:webHidden/>
          </w:rPr>
          <w:fldChar w:fldCharType="separate"/>
        </w:r>
        <w:r>
          <w:rPr>
            <w:noProof/>
            <w:webHidden/>
          </w:rPr>
          <w:t>4</w:t>
        </w:r>
        <w:r>
          <w:rPr>
            <w:noProof/>
            <w:webHidden/>
          </w:rPr>
          <w:fldChar w:fldCharType="end"/>
        </w:r>
      </w:hyperlink>
    </w:p>
    <w:p w14:paraId="5875B6D2" w14:textId="37169429" w:rsidR="009D08EA" w:rsidRDefault="009D08EA">
      <w:pPr>
        <w:pStyle w:val="Obsah2"/>
        <w:rPr>
          <w:rFonts w:asciiTheme="minorHAnsi" w:eastAsiaTheme="minorEastAsia" w:hAnsiTheme="minorHAnsi"/>
          <w:noProof/>
          <w:spacing w:val="0"/>
          <w:sz w:val="22"/>
          <w:szCs w:val="22"/>
          <w:lang w:eastAsia="cs-CZ"/>
        </w:rPr>
      </w:pPr>
      <w:hyperlink w:anchor="_Toc65502248" w:history="1">
        <w:r w:rsidRPr="000B58A9">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0B58A9">
          <w:rPr>
            <w:rStyle w:val="Hypertextovodkaz"/>
          </w:rPr>
          <w:t>Umístění stavby</w:t>
        </w:r>
        <w:r>
          <w:rPr>
            <w:noProof/>
            <w:webHidden/>
          </w:rPr>
          <w:tab/>
        </w:r>
        <w:r>
          <w:rPr>
            <w:noProof/>
            <w:webHidden/>
          </w:rPr>
          <w:fldChar w:fldCharType="begin"/>
        </w:r>
        <w:r>
          <w:rPr>
            <w:noProof/>
            <w:webHidden/>
          </w:rPr>
          <w:instrText xml:space="preserve"> PAGEREF _Toc65502248 \h </w:instrText>
        </w:r>
        <w:r>
          <w:rPr>
            <w:noProof/>
            <w:webHidden/>
          </w:rPr>
        </w:r>
        <w:r>
          <w:rPr>
            <w:noProof/>
            <w:webHidden/>
          </w:rPr>
          <w:fldChar w:fldCharType="separate"/>
        </w:r>
        <w:r>
          <w:rPr>
            <w:noProof/>
            <w:webHidden/>
          </w:rPr>
          <w:t>4</w:t>
        </w:r>
        <w:r>
          <w:rPr>
            <w:noProof/>
            <w:webHidden/>
          </w:rPr>
          <w:fldChar w:fldCharType="end"/>
        </w:r>
      </w:hyperlink>
    </w:p>
    <w:p w14:paraId="36F38ABA" w14:textId="092FFA66" w:rsidR="009D08EA" w:rsidRDefault="009D08EA">
      <w:pPr>
        <w:pStyle w:val="Obsah1"/>
        <w:rPr>
          <w:rFonts w:asciiTheme="minorHAnsi" w:eastAsiaTheme="minorEastAsia" w:hAnsiTheme="minorHAnsi"/>
          <w:b w:val="0"/>
          <w:caps w:val="0"/>
          <w:noProof/>
          <w:spacing w:val="0"/>
          <w:sz w:val="22"/>
          <w:szCs w:val="22"/>
          <w:lang w:eastAsia="cs-CZ"/>
        </w:rPr>
      </w:pPr>
      <w:hyperlink w:anchor="_Toc65502249" w:history="1">
        <w:r w:rsidRPr="000B58A9">
          <w:rPr>
            <w:rStyle w:val="Hypertextovodkaz"/>
          </w:rPr>
          <w:t>2.</w:t>
        </w:r>
        <w:r>
          <w:rPr>
            <w:rFonts w:asciiTheme="minorHAnsi" w:eastAsiaTheme="minorEastAsia" w:hAnsiTheme="minorHAnsi"/>
            <w:b w:val="0"/>
            <w:caps w:val="0"/>
            <w:noProof/>
            <w:spacing w:val="0"/>
            <w:sz w:val="22"/>
            <w:szCs w:val="22"/>
            <w:lang w:eastAsia="cs-CZ"/>
          </w:rPr>
          <w:tab/>
        </w:r>
        <w:r w:rsidRPr="000B58A9">
          <w:rPr>
            <w:rStyle w:val="Hypertextovodkaz"/>
          </w:rPr>
          <w:t>PŘEHLED VÝCHOZÍCH PODKLADŮ</w:t>
        </w:r>
        <w:r>
          <w:rPr>
            <w:noProof/>
            <w:webHidden/>
          </w:rPr>
          <w:tab/>
        </w:r>
        <w:r>
          <w:rPr>
            <w:noProof/>
            <w:webHidden/>
          </w:rPr>
          <w:fldChar w:fldCharType="begin"/>
        </w:r>
        <w:r>
          <w:rPr>
            <w:noProof/>
            <w:webHidden/>
          </w:rPr>
          <w:instrText xml:space="preserve"> PAGEREF _Toc65502249 \h </w:instrText>
        </w:r>
        <w:r>
          <w:rPr>
            <w:noProof/>
            <w:webHidden/>
          </w:rPr>
        </w:r>
        <w:r>
          <w:rPr>
            <w:noProof/>
            <w:webHidden/>
          </w:rPr>
          <w:fldChar w:fldCharType="separate"/>
        </w:r>
        <w:r>
          <w:rPr>
            <w:noProof/>
            <w:webHidden/>
          </w:rPr>
          <w:t>5</w:t>
        </w:r>
        <w:r>
          <w:rPr>
            <w:noProof/>
            <w:webHidden/>
          </w:rPr>
          <w:fldChar w:fldCharType="end"/>
        </w:r>
      </w:hyperlink>
    </w:p>
    <w:p w14:paraId="381DE5C0" w14:textId="469DD553" w:rsidR="009D08EA" w:rsidRDefault="009D08EA">
      <w:pPr>
        <w:pStyle w:val="Obsah2"/>
        <w:rPr>
          <w:rFonts w:asciiTheme="minorHAnsi" w:eastAsiaTheme="minorEastAsia" w:hAnsiTheme="minorHAnsi"/>
          <w:noProof/>
          <w:spacing w:val="0"/>
          <w:sz w:val="22"/>
          <w:szCs w:val="22"/>
          <w:lang w:eastAsia="cs-CZ"/>
        </w:rPr>
      </w:pPr>
      <w:hyperlink w:anchor="_Toc65502250" w:history="1">
        <w:r w:rsidRPr="000B58A9">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0B58A9">
          <w:rPr>
            <w:rStyle w:val="Hypertextovodkaz"/>
          </w:rPr>
          <w:t>Předprojektová dokumentace</w:t>
        </w:r>
        <w:r>
          <w:rPr>
            <w:noProof/>
            <w:webHidden/>
          </w:rPr>
          <w:tab/>
        </w:r>
        <w:r>
          <w:rPr>
            <w:noProof/>
            <w:webHidden/>
          </w:rPr>
          <w:fldChar w:fldCharType="begin"/>
        </w:r>
        <w:r>
          <w:rPr>
            <w:noProof/>
            <w:webHidden/>
          </w:rPr>
          <w:instrText xml:space="preserve"> PAGEREF _Toc65502250 \h </w:instrText>
        </w:r>
        <w:r>
          <w:rPr>
            <w:noProof/>
            <w:webHidden/>
          </w:rPr>
        </w:r>
        <w:r>
          <w:rPr>
            <w:noProof/>
            <w:webHidden/>
          </w:rPr>
          <w:fldChar w:fldCharType="separate"/>
        </w:r>
        <w:r>
          <w:rPr>
            <w:noProof/>
            <w:webHidden/>
          </w:rPr>
          <w:t>5</w:t>
        </w:r>
        <w:r>
          <w:rPr>
            <w:noProof/>
            <w:webHidden/>
          </w:rPr>
          <w:fldChar w:fldCharType="end"/>
        </w:r>
      </w:hyperlink>
    </w:p>
    <w:p w14:paraId="6E03CAF8" w14:textId="256E0E59" w:rsidR="009D08EA" w:rsidRDefault="009D08EA">
      <w:pPr>
        <w:pStyle w:val="Obsah2"/>
        <w:rPr>
          <w:rFonts w:asciiTheme="minorHAnsi" w:eastAsiaTheme="minorEastAsia" w:hAnsiTheme="minorHAnsi"/>
          <w:noProof/>
          <w:spacing w:val="0"/>
          <w:sz w:val="22"/>
          <w:szCs w:val="22"/>
          <w:lang w:eastAsia="cs-CZ"/>
        </w:rPr>
      </w:pPr>
      <w:hyperlink w:anchor="_Toc65502251" w:history="1">
        <w:r w:rsidRPr="000B58A9">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0B58A9">
          <w:rPr>
            <w:rStyle w:val="Hypertextovodkaz"/>
          </w:rPr>
          <w:t>Související dokumentace</w:t>
        </w:r>
        <w:r>
          <w:rPr>
            <w:noProof/>
            <w:webHidden/>
          </w:rPr>
          <w:tab/>
        </w:r>
        <w:r>
          <w:rPr>
            <w:noProof/>
            <w:webHidden/>
          </w:rPr>
          <w:fldChar w:fldCharType="begin"/>
        </w:r>
        <w:r>
          <w:rPr>
            <w:noProof/>
            <w:webHidden/>
          </w:rPr>
          <w:instrText xml:space="preserve"> PAGEREF _Toc65502251 \h </w:instrText>
        </w:r>
        <w:r>
          <w:rPr>
            <w:noProof/>
            <w:webHidden/>
          </w:rPr>
        </w:r>
        <w:r>
          <w:rPr>
            <w:noProof/>
            <w:webHidden/>
          </w:rPr>
          <w:fldChar w:fldCharType="separate"/>
        </w:r>
        <w:r>
          <w:rPr>
            <w:noProof/>
            <w:webHidden/>
          </w:rPr>
          <w:t>5</w:t>
        </w:r>
        <w:r>
          <w:rPr>
            <w:noProof/>
            <w:webHidden/>
          </w:rPr>
          <w:fldChar w:fldCharType="end"/>
        </w:r>
      </w:hyperlink>
    </w:p>
    <w:p w14:paraId="228E6C3B" w14:textId="36C37BC0" w:rsidR="009D08EA" w:rsidRDefault="009D08EA">
      <w:pPr>
        <w:pStyle w:val="Obsah1"/>
        <w:rPr>
          <w:rFonts w:asciiTheme="minorHAnsi" w:eastAsiaTheme="minorEastAsia" w:hAnsiTheme="minorHAnsi"/>
          <w:b w:val="0"/>
          <w:caps w:val="0"/>
          <w:noProof/>
          <w:spacing w:val="0"/>
          <w:sz w:val="22"/>
          <w:szCs w:val="22"/>
          <w:lang w:eastAsia="cs-CZ"/>
        </w:rPr>
      </w:pPr>
      <w:hyperlink w:anchor="_Toc65502252" w:history="1">
        <w:r w:rsidRPr="000B58A9">
          <w:rPr>
            <w:rStyle w:val="Hypertextovodkaz"/>
          </w:rPr>
          <w:t>3.</w:t>
        </w:r>
        <w:r>
          <w:rPr>
            <w:rFonts w:asciiTheme="minorHAnsi" w:eastAsiaTheme="minorEastAsia" w:hAnsiTheme="minorHAnsi"/>
            <w:b w:val="0"/>
            <w:caps w:val="0"/>
            <w:noProof/>
            <w:spacing w:val="0"/>
            <w:sz w:val="22"/>
            <w:szCs w:val="22"/>
            <w:lang w:eastAsia="cs-CZ"/>
          </w:rPr>
          <w:tab/>
        </w:r>
        <w:r w:rsidRPr="000B58A9">
          <w:rPr>
            <w:rStyle w:val="Hypertextovodkaz"/>
          </w:rPr>
          <w:t>KOORDINACE S JINÝMI STAVBAMI</w:t>
        </w:r>
        <w:r>
          <w:rPr>
            <w:noProof/>
            <w:webHidden/>
          </w:rPr>
          <w:tab/>
        </w:r>
        <w:r>
          <w:rPr>
            <w:noProof/>
            <w:webHidden/>
          </w:rPr>
          <w:fldChar w:fldCharType="begin"/>
        </w:r>
        <w:r>
          <w:rPr>
            <w:noProof/>
            <w:webHidden/>
          </w:rPr>
          <w:instrText xml:space="preserve"> PAGEREF _Toc65502252 \h </w:instrText>
        </w:r>
        <w:r>
          <w:rPr>
            <w:noProof/>
            <w:webHidden/>
          </w:rPr>
        </w:r>
        <w:r>
          <w:rPr>
            <w:noProof/>
            <w:webHidden/>
          </w:rPr>
          <w:fldChar w:fldCharType="separate"/>
        </w:r>
        <w:r>
          <w:rPr>
            <w:noProof/>
            <w:webHidden/>
          </w:rPr>
          <w:t>5</w:t>
        </w:r>
        <w:r>
          <w:rPr>
            <w:noProof/>
            <w:webHidden/>
          </w:rPr>
          <w:fldChar w:fldCharType="end"/>
        </w:r>
      </w:hyperlink>
    </w:p>
    <w:p w14:paraId="4CDAC8B5" w14:textId="2DCBA5EA" w:rsidR="009D08EA" w:rsidRDefault="009D08EA">
      <w:pPr>
        <w:pStyle w:val="Obsah1"/>
        <w:rPr>
          <w:rFonts w:asciiTheme="minorHAnsi" w:eastAsiaTheme="minorEastAsia" w:hAnsiTheme="minorHAnsi"/>
          <w:b w:val="0"/>
          <w:caps w:val="0"/>
          <w:noProof/>
          <w:spacing w:val="0"/>
          <w:sz w:val="22"/>
          <w:szCs w:val="22"/>
          <w:lang w:eastAsia="cs-CZ"/>
        </w:rPr>
      </w:pPr>
      <w:hyperlink w:anchor="_Toc65502253" w:history="1">
        <w:r w:rsidRPr="000B58A9">
          <w:rPr>
            <w:rStyle w:val="Hypertextovodkaz"/>
          </w:rPr>
          <w:t>4.</w:t>
        </w:r>
        <w:r>
          <w:rPr>
            <w:rFonts w:asciiTheme="minorHAnsi" w:eastAsiaTheme="minorEastAsia" w:hAnsiTheme="minorHAnsi"/>
            <w:b w:val="0"/>
            <w:caps w:val="0"/>
            <w:noProof/>
            <w:spacing w:val="0"/>
            <w:sz w:val="22"/>
            <w:szCs w:val="22"/>
            <w:lang w:eastAsia="cs-CZ"/>
          </w:rPr>
          <w:tab/>
        </w:r>
        <w:r w:rsidRPr="000B58A9">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_Toc65502253 \h </w:instrText>
        </w:r>
        <w:r>
          <w:rPr>
            <w:noProof/>
            <w:webHidden/>
          </w:rPr>
        </w:r>
        <w:r>
          <w:rPr>
            <w:noProof/>
            <w:webHidden/>
          </w:rPr>
          <w:fldChar w:fldCharType="separate"/>
        </w:r>
        <w:r>
          <w:rPr>
            <w:noProof/>
            <w:webHidden/>
          </w:rPr>
          <w:t>5</w:t>
        </w:r>
        <w:r>
          <w:rPr>
            <w:noProof/>
            <w:webHidden/>
          </w:rPr>
          <w:fldChar w:fldCharType="end"/>
        </w:r>
      </w:hyperlink>
    </w:p>
    <w:p w14:paraId="0052A737" w14:textId="1224ABB5" w:rsidR="009D08EA" w:rsidRDefault="009D08EA">
      <w:pPr>
        <w:pStyle w:val="Obsah2"/>
        <w:rPr>
          <w:rFonts w:asciiTheme="minorHAnsi" w:eastAsiaTheme="minorEastAsia" w:hAnsiTheme="minorHAnsi"/>
          <w:noProof/>
          <w:spacing w:val="0"/>
          <w:sz w:val="22"/>
          <w:szCs w:val="22"/>
          <w:lang w:eastAsia="cs-CZ"/>
        </w:rPr>
      </w:pPr>
      <w:hyperlink w:anchor="_Toc65502254" w:history="1">
        <w:r w:rsidRPr="000B58A9">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0B58A9">
          <w:rPr>
            <w:rStyle w:val="Hypertextovodkaz"/>
          </w:rPr>
          <w:t>Všeobecně</w:t>
        </w:r>
        <w:r>
          <w:rPr>
            <w:noProof/>
            <w:webHidden/>
          </w:rPr>
          <w:tab/>
        </w:r>
        <w:r>
          <w:rPr>
            <w:noProof/>
            <w:webHidden/>
          </w:rPr>
          <w:fldChar w:fldCharType="begin"/>
        </w:r>
        <w:r>
          <w:rPr>
            <w:noProof/>
            <w:webHidden/>
          </w:rPr>
          <w:instrText xml:space="preserve"> PAGEREF _Toc65502254 \h </w:instrText>
        </w:r>
        <w:r>
          <w:rPr>
            <w:noProof/>
            <w:webHidden/>
          </w:rPr>
        </w:r>
        <w:r>
          <w:rPr>
            <w:noProof/>
            <w:webHidden/>
          </w:rPr>
          <w:fldChar w:fldCharType="separate"/>
        </w:r>
        <w:r>
          <w:rPr>
            <w:noProof/>
            <w:webHidden/>
          </w:rPr>
          <w:t>5</w:t>
        </w:r>
        <w:r>
          <w:rPr>
            <w:noProof/>
            <w:webHidden/>
          </w:rPr>
          <w:fldChar w:fldCharType="end"/>
        </w:r>
      </w:hyperlink>
    </w:p>
    <w:p w14:paraId="7DE5AC30" w14:textId="5EBEDAD2" w:rsidR="009D08EA" w:rsidRDefault="009D08EA">
      <w:pPr>
        <w:pStyle w:val="Obsah2"/>
        <w:rPr>
          <w:rFonts w:asciiTheme="minorHAnsi" w:eastAsiaTheme="minorEastAsia" w:hAnsiTheme="minorHAnsi"/>
          <w:noProof/>
          <w:spacing w:val="0"/>
          <w:sz w:val="22"/>
          <w:szCs w:val="22"/>
          <w:lang w:eastAsia="cs-CZ"/>
        </w:rPr>
      </w:pPr>
      <w:hyperlink w:anchor="_Toc65502255" w:history="1">
        <w:r w:rsidRPr="000B58A9">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0B58A9">
          <w:rPr>
            <w:rStyle w:val="Hypertextovodkaz"/>
          </w:rPr>
          <w:t>Zhotovení Projektové dokumentace</w:t>
        </w:r>
        <w:r>
          <w:rPr>
            <w:noProof/>
            <w:webHidden/>
          </w:rPr>
          <w:tab/>
        </w:r>
        <w:r>
          <w:rPr>
            <w:noProof/>
            <w:webHidden/>
          </w:rPr>
          <w:fldChar w:fldCharType="begin"/>
        </w:r>
        <w:r>
          <w:rPr>
            <w:noProof/>
            <w:webHidden/>
          </w:rPr>
          <w:instrText xml:space="preserve"> PAGEREF _Toc65502255 \h </w:instrText>
        </w:r>
        <w:r>
          <w:rPr>
            <w:noProof/>
            <w:webHidden/>
          </w:rPr>
        </w:r>
        <w:r>
          <w:rPr>
            <w:noProof/>
            <w:webHidden/>
          </w:rPr>
          <w:fldChar w:fldCharType="separate"/>
        </w:r>
        <w:r>
          <w:rPr>
            <w:noProof/>
            <w:webHidden/>
          </w:rPr>
          <w:t>6</w:t>
        </w:r>
        <w:r>
          <w:rPr>
            <w:noProof/>
            <w:webHidden/>
          </w:rPr>
          <w:fldChar w:fldCharType="end"/>
        </w:r>
      </w:hyperlink>
    </w:p>
    <w:p w14:paraId="6F0BAB04" w14:textId="508F440F" w:rsidR="009D08EA" w:rsidRDefault="009D08EA">
      <w:pPr>
        <w:pStyle w:val="Obsah2"/>
        <w:rPr>
          <w:rFonts w:asciiTheme="minorHAnsi" w:eastAsiaTheme="minorEastAsia" w:hAnsiTheme="minorHAnsi"/>
          <w:noProof/>
          <w:spacing w:val="0"/>
          <w:sz w:val="22"/>
          <w:szCs w:val="22"/>
          <w:lang w:eastAsia="cs-CZ"/>
        </w:rPr>
      </w:pPr>
      <w:hyperlink w:anchor="_Toc65502256" w:history="1">
        <w:r w:rsidRPr="000B58A9">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0B58A9">
          <w:rPr>
            <w:rStyle w:val="Hypertextovodkaz"/>
          </w:rPr>
          <w:t>Zhotovení stavby</w:t>
        </w:r>
        <w:r>
          <w:rPr>
            <w:noProof/>
            <w:webHidden/>
          </w:rPr>
          <w:tab/>
        </w:r>
        <w:r>
          <w:rPr>
            <w:noProof/>
            <w:webHidden/>
          </w:rPr>
          <w:fldChar w:fldCharType="begin"/>
        </w:r>
        <w:r>
          <w:rPr>
            <w:noProof/>
            <w:webHidden/>
          </w:rPr>
          <w:instrText xml:space="preserve"> PAGEREF _Toc65502256 \h </w:instrText>
        </w:r>
        <w:r>
          <w:rPr>
            <w:noProof/>
            <w:webHidden/>
          </w:rPr>
        </w:r>
        <w:r>
          <w:rPr>
            <w:noProof/>
            <w:webHidden/>
          </w:rPr>
          <w:fldChar w:fldCharType="separate"/>
        </w:r>
        <w:r>
          <w:rPr>
            <w:noProof/>
            <w:webHidden/>
          </w:rPr>
          <w:t>9</w:t>
        </w:r>
        <w:r>
          <w:rPr>
            <w:noProof/>
            <w:webHidden/>
          </w:rPr>
          <w:fldChar w:fldCharType="end"/>
        </w:r>
      </w:hyperlink>
    </w:p>
    <w:p w14:paraId="2DACB12A" w14:textId="3951CFC8" w:rsidR="009D08EA" w:rsidRDefault="009D08EA">
      <w:pPr>
        <w:pStyle w:val="Obsah2"/>
        <w:rPr>
          <w:rFonts w:asciiTheme="minorHAnsi" w:eastAsiaTheme="minorEastAsia" w:hAnsiTheme="minorHAnsi"/>
          <w:noProof/>
          <w:spacing w:val="0"/>
          <w:sz w:val="22"/>
          <w:szCs w:val="22"/>
          <w:lang w:eastAsia="cs-CZ"/>
        </w:rPr>
      </w:pPr>
      <w:hyperlink w:anchor="_Toc65502257" w:history="1">
        <w:r w:rsidRPr="000B58A9">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0B58A9">
          <w:rPr>
            <w:rStyle w:val="Hypertextovodkaz"/>
          </w:rPr>
          <w:t>Zeměměřická činnost zhotovitele</w:t>
        </w:r>
        <w:r>
          <w:rPr>
            <w:noProof/>
            <w:webHidden/>
          </w:rPr>
          <w:tab/>
        </w:r>
        <w:r>
          <w:rPr>
            <w:noProof/>
            <w:webHidden/>
          </w:rPr>
          <w:fldChar w:fldCharType="begin"/>
        </w:r>
        <w:r>
          <w:rPr>
            <w:noProof/>
            <w:webHidden/>
          </w:rPr>
          <w:instrText xml:space="preserve"> PAGEREF _Toc65502257 \h </w:instrText>
        </w:r>
        <w:r>
          <w:rPr>
            <w:noProof/>
            <w:webHidden/>
          </w:rPr>
        </w:r>
        <w:r>
          <w:rPr>
            <w:noProof/>
            <w:webHidden/>
          </w:rPr>
          <w:fldChar w:fldCharType="separate"/>
        </w:r>
        <w:r>
          <w:rPr>
            <w:noProof/>
            <w:webHidden/>
          </w:rPr>
          <w:t>10</w:t>
        </w:r>
        <w:r>
          <w:rPr>
            <w:noProof/>
            <w:webHidden/>
          </w:rPr>
          <w:fldChar w:fldCharType="end"/>
        </w:r>
      </w:hyperlink>
    </w:p>
    <w:p w14:paraId="551563B6" w14:textId="4A4B010B" w:rsidR="009D08EA" w:rsidRDefault="009D08EA">
      <w:pPr>
        <w:pStyle w:val="Obsah2"/>
        <w:rPr>
          <w:rFonts w:asciiTheme="minorHAnsi" w:eastAsiaTheme="minorEastAsia" w:hAnsiTheme="minorHAnsi"/>
          <w:noProof/>
          <w:spacing w:val="0"/>
          <w:sz w:val="22"/>
          <w:szCs w:val="22"/>
          <w:lang w:eastAsia="cs-CZ"/>
        </w:rPr>
      </w:pPr>
      <w:hyperlink w:anchor="_Toc65502258" w:history="1">
        <w:r w:rsidRPr="000B58A9">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0B58A9">
          <w:rPr>
            <w:rStyle w:val="Hypertextovodkaz"/>
          </w:rPr>
          <w:t>Doklady překládané zhotovitelem</w:t>
        </w:r>
        <w:r>
          <w:rPr>
            <w:noProof/>
            <w:webHidden/>
          </w:rPr>
          <w:tab/>
        </w:r>
        <w:r>
          <w:rPr>
            <w:noProof/>
            <w:webHidden/>
          </w:rPr>
          <w:fldChar w:fldCharType="begin"/>
        </w:r>
        <w:r>
          <w:rPr>
            <w:noProof/>
            <w:webHidden/>
          </w:rPr>
          <w:instrText xml:space="preserve"> PAGEREF _Toc65502258 \h </w:instrText>
        </w:r>
        <w:r>
          <w:rPr>
            <w:noProof/>
            <w:webHidden/>
          </w:rPr>
        </w:r>
        <w:r>
          <w:rPr>
            <w:noProof/>
            <w:webHidden/>
          </w:rPr>
          <w:fldChar w:fldCharType="separate"/>
        </w:r>
        <w:r>
          <w:rPr>
            <w:noProof/>
            <w:webHidden/>
          </w:rPr>
          <w:t>10</w:t>
        </w:r>
        <w:r>
          <w:rPr>
            <w:noProof/>
            <w:webHidden/>
          </w:rPr>
          <w:fldChar w:fldCharType="end"/>
        </w:r>
      </w:hyperlink>
    </w:p>
    <w:p w14:paraId="309F1396" w14:textId="7AD7264F" w:rsidR="009D08EA" w:rsidRDefault="009D08EA">
      <w:pPr>
        <w:pStyle w:val="Obsah2"/>
        <w:rPr>
          <w:rFonts w:asciiTheme="minorHAnsi" w:eastAsiaTheme="minorEastAsia" w:hAnsiTheme="minorHAnsi"/>
          <w:noProof/>
          <w:spacing w:val="0"/>
          <w:sz w:val="22"/>
          <w:szCs w:val="22"/>
          <w:lang w:eastAsia="cs-CZ"/>
        </w:rPr>
      </w:pPr>
      <w:hyperlink w:anchor="_Toc65502259" w:history="1">
        <w:r w:rsidRPr="000B58A9">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0B58A9">
          <w:rPr>
            <w:rStyle w:val="Hypertextovodkaz"/>
          </w:rPr>
          <w:t>Dokumentace skutečného provedení stavby</w:t>
        </w:r>
        <w:r>
          <w:rPr>
            <w:noProof/>
            <w:webHidden/>
          </w:rPr>
          <w:tab/>
        </w:r>
        <w:r>
          <w:rPr>
            <w:noProof/>
            <w:webHidden/>
          </w:rPr>
          <w:fldChar w:fldCharType="begin"/>
        </w:r>
        <w:r>
          <w:rPr>
            <w:noProof/>
            <w:webHidden/>
          </w:rPr>
          <w:instrText xml:space="preserve"> PAGEREF _Toc65502259 \h </w:instrText>
        </w:r>
        <w:r>
          <w:rPr>
            <w:noProof/>
            <w:webHidden/>
          </w:rPr>
        </w:r>
        <w:r>
          <w:rPr>
            <w:noProof/>
            <w:webHidden/>
          </w:rPr>
          <w:fldChar w:fldCharType="separate"/>
        </w:r>
        <w:r>
          <w:rPr>
            <w:noProof/>
            <w:webHidden/>
          </w:rPr>
          <w:t>11</w:t>
        </w:r>
        <w:r>
          <w:rPr>
            <w:noProof/>
            <w:webHidden/>
          </w:rPr>
          <w:fldChar w:fldCharType="end"/>
        </w:r>
      </w:hyperlink>
    </w:p>
    <w:p w14:paraId="61BF2C7E" w14:textId="7E38C5CF" w:rsidR="009D08EA" w:rsidRDefault="009D08EA">
      <w:pPr>
        <w:pStyle w:val="Obsah2"/>
        <w:rPr>
          <w:rFonts w:asciiTheme="minorHAnsi" w:eastAsiaTheme="minorEastAsia" w:hAnsiTheme="minorHAnsi"/>
          <w:noProof/>
          <w:spacing w:val="0"/>
          <w:sz w:val="22"/>
          <w:szCs w:val="22"/>
          <w:lang w:eastAsia="cs-CZ"/>
        </w:rPr>
      </w:pPr>
      <w:hyperlink w:anchor="_Toc65502260" w:history="1">
        <w:r w:rsidRPr="000B58A9">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0B58A9">
          <w:rPr>
            <w:rStyle w:val="Hypertextovodkaz"/>
          </w:rPr>
          <w:t>Zabezpečovací zařízení</w:t>
        </w:r>
        <w:r>
          <w:rPr>
            <w:noProof/>
            <w:webHidden/>
          </w:rPr>
          <w:tab/>
        </w:r>
        <w:r>
          <w:rPr>
            <w:noProof/>
            <w:webHidden/>
          </w:rPr>
          <w:fldChar w:fldCharType="begin"/>
        </w:r>
        <w:r>
          <w:rPr>
            <w:noProof/>
            <w:webHidden/>
          </w:rPr>
          <w:instrText xml:space="preserve"> PAGEREF _Toc65502260 \h </w:instrText>
        </w:r>
        <w:r>
          <w:rPr>
            <w:noProof/>
            <w:webHidden/>
          </w:rPr>
        </w:r>
        <w:r>
          <w:rPr>
            <w:noProof/>
            <w:webHidden/>
          </w:rPr>
          <w:fldChar w:fldCharType="separate"/>
        </w:r>
        <w:r>
          <w:rPr>
            <w:noProof/>
            <w:webHidden/>
          </w:rPr>
          <w:t>12</w:t>
        </w:r>
        <w:r>
          <w:rPr>
            <w:noProof/>
            <w:webHidden/>
          </w:rPr>
          <w:fldChar w:fldCharType="end"/>
        </w:r>
      </w:hyperlink>
    </w:p>
    <w:p w14:paraId="7E1AD727" w14:textId="150BF2EA" w:rsidR="009D08EA" w:rsidRDefault="009D08EA">
      <w:pPr>
        <w:pStyle w:val="Obsah2"/>
        <w:rPr>
          <w:rFonts w:asciiTheme="minorHAnsi" w:eastAsiaTheme="minorEastAsia" w:hAnsiTheme="minorHAnsi"/>
          <w:noProof/>
          <w:spacing w:val="0"/>
          <w:sz w:val="22"/>
          <w:szCs w:val="22"/>
          <w:lang w:eastAsia="cs-CZ"/>
        </w:rPr>
      </w:pPr>
      <w:hyperlink w:anchor="_Toc65502261" w:history="1">
        <w:r w:rsidRPr="000B58A9">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0B58A9">
          <w:rPr>
            <w:rStyle w:val="Hypertextovodkaz"/>
          </w:rPr>
          <w:t>Mosty, propustky a zdi</w:t>
        </w:r>
        <w:r>
          <w:rPr>
            <w:noProof/>
            <w:webHidden/>
          </w:rPr>
          <w:tab/>
        </w:r>
        <w:r>
          <w:rPr>
            <w:noProof/>
            <w:webHidden/>
          </w:rPr>
          <w:fldChar w:fldCharType="begin"/>
        </w:r>
        <w:r>
          <w:rPr>
            <w:noProof/>
            <w:webHidden/>
          </w:rPr>
          <w:instrText xml:space="preserve"> PAGEREF _Toc65502261 \h </w:instrText>
        </w:r>
        <w:r>
          <w:rPr>
            <w:noProof/>
            <w:webHidden/>
          </w:rPr>
        </w:r>
        <w:r>
          <w:rPr>
            <w:noProof/>
            <w:webHidden/>
          </w:rPr>
          <w:fldChar w:fldCharType="separate"/>
        </w:r>
        <w:r>
          <w:rPr>
            <w:noProof/>
            <w:webHidden/>
          </w:rPr>
          <w:t>13</w:t>
        </w:r>
        <w:r>
          <w:rPr>
            <w:noProof/>
            <w:webHidden/>
          </w:rPr>
          <w:fldChar w:fldCharType="end"/>
        </w:r>
      </w:hyperlink>
    </w:p>
    <w:p w14:paraId="66BCFD42" w14:textId="5AA2EC3E" w:rsidR="009D08EA" w:rsidRDefault="009D08EA">
      <w:pPr>
        <w:pStyle w:val="Obsah2"/>
        <w:rPr>
          <w:rFonts w:asciiTheme="minorHAnsi" w:eastAsiaTheme="minorEastAsia" w:hAnsiTheme="minorHAnsi"/>
          <w:noProof/>
          <w:spacing w:val="0"/>
          <w:sz w:val="22"/>
          <w:szCs w:val="22"/>
          <w:lang w:eastAsia="cs-CZ"/>
        </w:rPr>
      </w:pPr>
      <w:hyperlink w:anchor="_Toc65502262" w:history="1">
        <w:r w:rsidRPr="000B58A9">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0B58A9">
          <w:rPr>
            <w:rStyle w:val="Hypertextovodkaz"/>
          </w:rPr>
          <w:t>Ostatní inženýrské objekty</w:t>
        </w:r>
        <w:r>
          <w:rPr>
            <w:noProof/>
            <w:webHidden/>
          </w:rPr>
          <w:tab/>
        </w:r>
        <w:r>
          <w:rPr>
            <w:noProof/>
            <w:webHidden/>
          </w:rPr>
          <w:fldChar w:fldCharType="begin"/>
        </w:r>
        <w:r>
          <w:rPr>
            <w:noProof/>
            <w:webHidden/>
          </w:rPr>
          <w:instrText xml:space="preserve"> PAGEREF _Toc65502262 \h </w:instrText>
        </w:r>
        <w:r>
          <w:rPr>
            <w:noProof/>
            <w:webHidden/>
          </w:rPr>
        </w:r>
        <w:r>
          <w:rPr>
            <w:noProof/>
            <w:webHidden/>
          </w:rPr>
          <w:fldChar w:fldCharType="separate"/>
        </w:r>
        <w:r>
          <w:rPr>
            <w:noProof/>
            <w:webHidden/>
          </w:rPr>
          <w:t>13</w:t>
        </w:r>
        <w:r>
          <w:rPr>
            <w:noProof/>
            <w:webHidden/>
          </w:rPr>
          <w:fldChar w:fldCharType="end"/>
        </w:r>
      </w:hyperlink>
    </w:p>
    <w:p w14:paraId="7B4CC42F" w14:textId="758DB5C0" w:rsidR="009D08EA" w:rsidRDefault="009D08EA">
      <w:pPr>
        <w:pStyle w:val="Obsah2"/>
        <w:rPr>
          <w:rFonts w:asciiTheme="minorHAnsi" w:eastAsiaTheme="minorEastAsia" w:hAnsiTheme="minorHAnsi"/>
          <w:noProof/>
          <w:spacing w:val="0"/>
          <w:sz w:val="22"/>
          <w:szCs w:val="22"/>
          <w:lang w:eastAsia="cs-CZ"/>
        </w:rPr>
      </w:pPr>
      <w:hyperlink w:anchor="_Toc65502263" w:history="1">
        <w:r w:rsidRPr="000B58A9">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0B58A9">
          <w:rPr>
            <w:rStyle w:val="Hypertextovodkaz"/>
          </w:rPr>
          <w:t>Vyzískaný materiál</w:t>
        </w:r>
        <w:r>
          <w:rPr>
            <w:noProof/>
            <w:webHidden/>
          </w:rPr>
          <w:tab/>
        </w:r>
        <w:r>
          <w:rPr>
            <w:noProof/>
            <w:webHidden/>
          </w:rPr>
          <w:fldChar w:fldCharType="begin"/>
        </w:r>
        <w:r>
          <w:rPr>
            <w:noProof/>
            <w:webHidden/>
          </w:rPr>
          <w:instrText xml:space="preserve"> PAGEREF _Toc65502263 \h </w:instrText>
        </w:r>
        <w:r>
          <w:rPr>
            <w:noProof/>
            <w:webHidden/>
          </w:rPr>
        </w:r>
        <w:r>
          <w:rPr>
            <w:noProof/>
            <w:webHidden/>
          </w:rPr>
          <w:fldChar w:fldCharType="separate"/>
        </w:r>
        <w:r>
          <w:rPr>
            <w:noProof/>
            <w:webHidden/>
          </w:rPr>
          <w:t>13</w:t>
        </w:r>
        <w:r>
          <w:rPr>
            <w:noProof/>
            <w:webHidden/>
          </w:rPr>
          <w:fldChar w:fldCharType="end"/>
        </w:r>
      </w:hyperlink>
    </w:p>
    <w:p w14:paraId="4B0F3EE7" w14:textId="04CA5E0E" w:rsidR="009D08EA" w:rsidRDefault="009D08EA">
      <w:pPr>
        <w:pStyle w:val="Obsah2"/>
        <w:rPr>
          <w:rFonts w:asciiTheme="minorHAnsi" w:eastAsiaTheme="minorEastAsia" w:hAnsiTheme="minorHAnsi"/>
          <w:noProof/>
          <w:spacing w:val="0"/>
          <w:sz w:val="22"/>
          <w:szCs w:val="22"/>
          <w:lang w:eastAsia="cs-CZ"/>
        </w:rPr>
      </w:pPr>
      <w:hyperlink w:anchor="_Toc65502264" w:history="1">
        <w:r w:rsidRPr="000B58A9">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0B58A9">
          <w:rPr>
            <w:rStyle w:val="Hypertextovodkaz"/>
          </w:rPr>
          <w:t>Životní prostředí a nakládání s odpady</w:t>
        </w:r>
        <w:r>
          <w:rPr>
            <w:noProof/>
            <w:webHidden/>
          </w:rPr>
          <w:tab/>
        </w:r>
        <w:r>
          <w:rPr>
            <w:noProof/>
            <w:webHidden/>
          </w:rPr>
          <w:fldChar w:fldCharType="begin"/>
        </w:r>
        <w:r>
          <w:rPr>
            <w:noProof/>
            <w:webHidden/>
          </w:rPr>
          <w:instrText xml:space="preserve"> PAGEREF _Toc65502264 \h </w:instrText>
        </w:r>
        <w:r>
          <w:rPr>
            <w:noProof/>
            <w:webHidden/>
          </w:rPr>
        </w:r>
        <w:r>
          <w:rPr>
            <w:noProof/>
            <w:webHidden/>
          </w:rPr>
          <w:fldChar w:fldCharType="separate"/>
        </w:r>
        <w:r>
          <w:rPr>
            <w:noProof/>
            <w:webHidden/>
          </w:rPr>
          <w:t>13</w:t>
        </w:r>
        <w:r>
          <w:rPr>
            <w:noProof/>
            <w:webHidden/>
          </w:rPr>
          <w:fldChar w:fldCharType="end"/>
        </w:r>
      </w:hyperlink>
    </w:p>
    <w:p w14:paraId="22ECF943" w14:textId="38D45B39" w:rsidR="009D08EA" w:rsidRDefault="009D08EA">
      <w:pPr>
        <w:pStyle w:val="Obsah1"/>
        <w:rPr>
          <w:rFonts w:asciiTheme="minorHAnsi" w:eastAsiaTheme="minorEastAsia" w:hAnsiTheme="minorHAnsi"/>
          <w:b w:val="0"/>
          <w:caps w:val="0"/>
          <w:noProof/>
          <w:spacing w:val="0"/>
          <w:sz w:val="22"/>
          <w:szCs w:val="22"/>
          <w:lang w:eastAsia="cs-CZ"/>
        </w:rPr>
      </w:pPr>
      <w:hyperlink w:anchor="_Toc65502265" w:history="1">
        <w:r w:rsidRPr="000B58A9">
          <w:rPr>
            <w:rStyle w:val="Hypertextovodkaz"/>
          </w:rPr>
          <w:t>5.</w:t>
        </w:r>
        <w:r>
          <w:rPr>
            <w:rFonts w:asciiTheme="minorHAnsi" w:eastAsiaTheme="minorEastAsia" w:hAnsiTheme="minorHAnsi"/>
            <w:b w:val="0"/>
            <w:caps w:val="0"/>
            <w:noProof/>
            <w:spacing w:val="0"/>
            <w:sz w:val="22"/>
            <w:szCs w:val="22"/>
            <w:lang w:eastAsia="cs-CZ"/>
          </w:rPr>
          <w:tab/>
        </w:r>
        <w:r w:rsidRPr="000B58A9">
          <w:rPr>
            <w:rStyle w:val="Hypertextovodkaz"/>
          </w:rPr>
          <w:t>ORGANIZACE VÝSTAVBY, VÝLUKY</w:t>
        </w:r>
        <w:r>
          <w:rPr>
            <w:noProof/>
            <w:webHidden/>
          </w:rPr>
          <w:tab/>
        </w:r>
        <w:r>
          <w:rPr>
            <w:noProof/>
            <w:webHidden/>
          </w:rPr>
          <w:fldChar w:fldCharType="begin"/>
        </w:r>
        <w:r>
          <w:rPr>
            <w:noProof/>
            <w:webHidden/>
          </w:rPr>
          <w:instrText xml:space="preserve"> PAGEREF _Toc65502265 \h </w:instrText>
        </w:r>
        <w:r>
          <w:rPr>
            <w:noProof/>
            <w:webHidden/>
          </w:rPr>
        </w:r>
        <w:r>
          <w:rPr>
            <w:noProof/>
            <w:webHidden/>
          </w:rPr>
          <w:fldChar w:fldCharType="separate"/>
        </w:r>
        <w:r>
          <w:rPr>
            <w:noProof/>
            <w:webHidden/>
          </w:rPr>
          <w:t>15</w:t>
        </w:r>
        <w:r>
          <w:rPr>
            <w:noProof/>
            <w:webHidden/>
          </w:rPr>
          <w:fldChar w:fldCharType="end"/>
        </w:r>
      </w:hyperlink>
    </w:p>
    <w:p w14:paraId="782354E8" w14:textId="53AF5578" w:rsidR="009D08EA" w:rsidRDefault="009D08EA">
      <w:pPr>
        <w:pStyle w:val="Obsah1"/>
        <w:rPr>
          <w:rFonts w:asciiTheme="minorHAnsi" w:eastAsiaTheme="minorEastAsia" w:hAnsiTheme="minorHAnsi"/>
          <w:b w:val="0"/>
          <w:caps w:val="0"/>
          <w:noProof/>
          <w:spacing w:val="0"/>
          <w:sz w:val="22"/>
          <w:szCs w:val="22"/>
          <w:lang w:eastAsia="cs-CZ"/>
        </w:rPr>
      </w:pPr>
      <w:hyperlink w:anchor="_Toc65502266" w:history="1">
        <w:r w:rsidRPr="000B58A9">
          <w:rPr>
            <w:rStyle w:val="Hypertextovodkaz"/>
          </w:rPr>
          <w:t>6.</w:t>
        </w:r>
        <w:r>
          <w:rPr>
            <w:rFonts w:asciiTheme="minorHAnsi" w:eastAsiaTheme="minorEastAsia" w:hAnsiTheme="minorHAnsi"/>
            <w:b w:val="0"/>
            <w:caps w:val="0"/>
            <w:noProof/>
            <w:spacing w:val="0"/>
            <w:sz w:val="22"/>
            <w:szCs w:val="22"/>
            <w:lang w:eastAsia="cs-CZ"/>
          </w:rPr>
          <w:tab/>
        </w:r>
        <w:r w:rsidRPr="000B58A9">
          <w:rPr>
            <w:rStyle w:val="Hypertextovodkaz"/>
          </w:rPr>
          <w:t>SPECIFICKÉ POŽADAVKY</w:t>
        </w:r>
        <w:r>
          <w:rPr>
            <w:noProof/>
            <w:webHidden/>
          </w:rPr>
          <w:tab/>
        </w:r>
        <w:r>
          <w:rPr>
            <w:noProof/>
            <w:webHidden/>
          </w:rPr>
          <w:fldChar w:fldCharType="begin"/>
        </w:r>
        <w:r>
          <w:rPr>
            <w:noProof/>
            <w:webHidden/>
          </w:rPr>
          <w:instrText xml:space="preserve"> PAGEREF _Toc65502266 \h </w:instrText>
        </w:r>
        <w:r>
          <w:rPr>
            <w:noProof/>
            <w:webHidden/>
          </w:rPr>
        </w:r>
        <w:r>
          <w:rPr>
            <w:noProof/>
            <w:webHidden/>
          </w:rPr>
          <w:fldChar w:fldCharType="separate"/>
        </w:r>
        <w:r>
          <w:rPr>
            <w:noProof/>
            <w:webHidden/>
          </w:rPr>
          <w:t>15</w:t>
        </w:r>
        <w:r>
          <w:rPr>
            <w:noProof/>
            <w:webHidden/>
          </w:rPr>
          <w:fldChar w:fldCharType="end"/>
        </w:r>
      </w:hyperlink>
    </w:p>
    <w:p w14:paraId="7E7D32C0" w14:textId="7B3111EF" w:rsidR="009D08EA" w:rsidRDefault="009D08EA">
      <w:pPr>
        <w:pStyle w:val="Obsah1"/>
        <w:rPr>
          <w:rFonts w:asciiTheme="minorHAnsi" w:eastAsiaTheme="minorEastAsia" w:hAnsiTheme="minorHAnsi"/>
          <w:b w:val="0"/>
          <w:caps w:val="0"/>
          <w:noProof/>
          <w:spacing w:val="0"/>
          <w:sz w:val="22"/>
          <w:szCs w:val="22"/>
          <w:lang w:eastAsia="cs-CZ"/>
        </w:rPr>
      </w:pPr>
      <w:hyperlink w:anchor="_Toc65502267" w:history="1">
        <w:r w:rsidRPr="000B58A9">
          <w:rPr>
            <w:rStyle w:val="Hypertextovodkaz"/>
          </w:rPr>
          <w:t>7.</w:t>
        </w:r>
        <w:r>
          <w:rPr>
            <w:rFonts w:asciiTheme="minorHAnsi" w:eastAsiaTheme="minorEastAsia" w:hAnsiTheme="minorHAnsi"/>
            <w:b w:val="0"/>
            <w:caps w:val="0"/>
            <w:noProof/>
            <w:spacing w:val="0"/>
            <w:sz w:val="22"/>
            <w:szCs w:val="22"/>
            <w:lang w:eastAsia="cs-CZ"/>
          </w:rPr>
          <w:tab/>
        </w:r>
        <w:r w:rsidRPr="000B58A9">
          <w:rPr>
            <w:rStyle w:val="Hypertextovodkaz"/>
          </w:rPr>
          <w:t>SOUVISEJÍCÍ DOKUMENTY A PŘEDPISY</w:t>
        </w:r>
        <w:r>
          <w:rPr>
            <w:noProof/>
            <w:webHidden/>
          </w:rPr>
          <w:tab/>
        </w:r>
        <w:r>
          <w:rPr>
            <w:noProof/>
            <w:webHidden/>
          </w:rPr>
          <w:fldChar w:fldCharType="begin"/>
        </w:r>
        <w:r>
          <w:rPr>
            <w:noProof/>
            <w:webHidden/>
          </w:rPr>
          <w:instrText xml:space="preserve"> PAGEREF _Toc65502267 \h </w:instrText>
        </w:r>
        <w:r>
          <w:rPr>
            <w:noProof/>
            <w:webHidden/>
          </w:rPr>
        </w:r>
        <w:r>
          <w:rPr>
            <w:noProof/>
            <w:webHidden/>
          </w:rPr>
          <w:fldChar w:fldCharType="separate"/>
        </w:r>
        <w:r>
          <w:rPr>
            <w:noProof/>
            <w:webHidden/>
          </w:rPr>
          <w:t>15</w:t>
        </w:r>
        <w:r>
          <w:rPr>
            <w:noProof/>
            <w:webHidden/>
          </w:rPr>
          <w:fldChar w:fldCharType="end"/>
        </w:r>
      </w:hyperlink>
    </w:p>
    <w:p w14:paraId="2410F44D" w14:textId="15521C69" w:rsidR="009D08EA" w:rsidRDefault="009D08EA">
      <w:pPr>
        <w:pStyle w:val="Obsah1"/>
        <w:rPr>
          <w:rFonts w:asciiTheme="minorHAnsi" w:eastAsiaTheme="minorEastAsia" w:hAnsiTheme="minorHAnsi"/>
          <w:b w:val="0"/>
          <w:caps w:val="0"/>
          <w:noProof/>
          <w:spacing w:val="0"/>
          <w:sz w:val="22"/>
          <w:szCs w:val="22"/>
          <w:lang w:eastAsia="cs-CZ"/>
        </w:rPr>
      </w:pPr>
      <w:hyperlink w:anchor="_Toc65502268" w:history="1">
        <w:r w:rsidRPr="000B58A9">
          <w:rPr>
            <w:rStyle w:val="Hypertextovodkaz"/>
          </w:rPr>
          <w:t>8.</w:t>
        </w:r>
        <w:r>
          <w:rPr>
            <w:rFonts w:asciiTheme="minorHAnsi" w:eastAsiaTheme="minorEastAsia" w:hAnsiTheme="minorHAnsi"/>
            <w:b w:val="0"/>
            <w:caps w:val="0"/>
            <w:noProof/>
            <w:spacing w:val="0"/>
            <w:sz w:val="22"/>
            <w:szCs w:val="22"/>
            <w:lang w:eastAsia="cs-CZ"/>
          </w:rPr>
          <w:tab/>
        </w:r>
        <w:r w:rsidRPr="000B58A9">
          <w:rPr>
            <w:rStyle w:val="Hypertextovodkaz"/>
          </w:rPr>
          <w:t>PŘÍLOHY</w:t>
        </w:r>
        <w:r>
          <w:rPr>
            <w:noProof/>
            <w:webHidden/>
          </w:rPr>
          <w:tab/>
        </w:r>
        <w:r>
          <w:rPr>
            <w:noProof/>
            <w:webHidden/>
          </w:rPr>
          <w:fldChar w:fldCharType="begin"/>
        </w:r>
        <w:r>
          <w:rPr>
            <w:noProof/>
            <w:webHidden/>
          </w:rPr>
          <w:instrText xml:space="preserve"> PAGEREF _Toc65502268 \h </w:instrText>
        </w:r>
        <w:r>
          <w:rPr>
            <w:noProof/>
            <w:webHidden/>
          </w:rPr>
        </w:r>
        <w:r>
          <w:rPr>
            <w:noProof/>
            <w:webHidden/>
          </w:rPr>
          <w:fldChar w:fldCharType="separate"/>
        </w:r>
        <w:r>
          <w:rPr>
            <w:noProof/>
            <w:webHidden/>
          </w:rPr>
          <w:t>16</w:t>
        </w:r>
        <w:r>
          <w:rPr>
            <w:noProof/>
            <w:webHidden/>
          </w:rPr>
          <w:fldChar w:fldCharType="end"/>
        </w:r>
      </w:hyperlink>
    </w:p>
    <w:p w14:paraId="1D8E31D4" w14:textId="06C53C91"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1" w:name="_Toc65502245"/>
      <w:r>
        <w:lastRenderedPageBreak/>
        <w:t>SEZNAM ZKRATEK</w:t>
      </w:r>
      <w:bookmarkEnd w:id="1"/>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Vysokohustotní polyethylen</w:t>
            </w:r>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shd w:val="clear" w:color="auto" w:fill="FFFFFF"/>
              </w:rPr>
              <w:t>Light Emitting Diode</w:t>
            </w:r>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Arial"/>
                <w:bCs/>
              </w:rPr>
              <w:t>Radio Frequency</w:t>
            </w:r>
            <w:r w:rsidRPr="0042385E">
              <w:rPr>
                <w:rFonts w:asciiTheme="minorHAnsi" w:hAnsiTheme="minorHAnsi" w:cs="Arial"/>
              </w:rPr>
              <w:t xml:space="preserve"> </w:t>
            </w:r>
            <w:r w:rsidRPr="0042385E">
              <w:rPr>
                <w:rFonts w:asciiTheme="minorHAnsi" w:hAnsiTheme="minorHAnsi" w:cs="Arial"/>
                <w:bCs/>
              </w:rPr>
              <w:t>Identification</w:t>
            </w:r>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Trans-European Transport Networks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7B5BA7" w14:paraId="6EC86A59" w14:textId="77777777" w:rsidTr="007B5BA7">
        <w:tc>
          <w:tcPr>
            <w:tcW w:w="1250" w:type="dxa"/>
            <w:tcMar>
              <w:top w:w="28" w:type="dxa"/>
              <w:left w:w="0" w:type="dxa"/>
              <w:bottom w:w="28" w:type="dxa"/>
              <w:right w:w="0" w:type="dxa"/>
            </w:tcMar>
            <w:hideMark/>
          </w:tcPr>
          <w:p w14:paraId="58459EB2" w14:textId="77777777" w:rsidR="007B5BA7" w:rsidRDefault="007B5BA7">
            <w:pPr>
              <w:pStyle w:val="Zkratky1"/>
              <w:spacing w:line="276" w:lineRule="auto"/>
              <w:jc w:val="both"/>
              <w:rPr>
                <w:rFonts w:asciiTheme="minorHAnsi" w:hAnsiTheme="minorHAnsi"/>
                <w:szCs w:val="16"/>
              </w:rPr>
            </w:pPr>
            <w:r>
              <w:rPr>
                <w:rFonts w:asciiTheme="minorHAnsi" w:hAnsiTheme="minorHAnsi"/>
                <w:szCs w:val="16"/>
              </w:rPr>
              <w:t>ŽST………….</w:t>
            </w:r>
          </w:p>
        </w:tc>
        <w:tc>
          <w:tcPr>
            <w:tcW w:w="7452" w:type="dxa"/>
            <w:tcMar>
              <w:top w:w="28" w:type="dxa"/>
              <w:left w:w="0" w:type="dxa"/>
              <w:bottom w:w="28" w:type="dxa"/>
              <w:right w:w="0" w:type="dxa"/>
            </w:tcMar>
            <w:hideMark/>
          </w:tcPr>
          <w:p w14:paraId="01E5FA85" w14:textId="77777777" w:rsidR="007B5BA7" w:rsidRDefault="007B5BA7">
            <w:pPr>
              <w:pStyle w:val="Zkratky2"/>
              <w:spacing w:line="276" w:lineRule="auto"/>
              <w:jc w:val="both"/>
              <w:rPr>
                <w:rFonts w:asciiTheme="minorHAnsi" w:hAnsiTheme="minorHAnsi" w:cs="Tahoma"/>
              </w:rPr>
            </w:pPr>
            <w:r>
              <w:rPr>
                <w:rFonts w:asciiTheme="minorHAnsi" w:hAnsiTheme="minorHAnsi" w:cs="Tahoma"/>
              </w:rPr>
              <w:t>Železniční stanice</w:t>
            </w:r>
          </w:p>
        </w:tc>
      </w:tr>
      <w:tr w:rsidR="007B5BA7" w:rsidRPr="006C33D8" w14:paraId="2E05EF89" w14:textId="77777777" w:rsidTr="00A40D82">
        <w:tc>
          <w:tcPr>
            <w:tcW w:w="1250" w:type="dxa"/>
            <w:tcMar>
              <w:top w:w="28" w:type="dxa"/>
              <w:left w:w="0" w:type="dxa"/>
              <w:bottom w:w="28" w:type="dxa"/>
              <w:right w:w="0" w:type="dxa"/>
            </w:tcMar>
          </w:tcPr>
          <w:p w14:paraId="01F2F2F1" w14:textId="77777777" w:rsidR="007B5BA7" w:rsidRPr="0042385E" w:rsidRDefault="007B5BA7"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605EC059" w14:textId="77777777" w:rsidR="007B5BA7" w:rsidRPr="0042385E" w:rsidRDefault="007B5BA7" w:rsidP="00A40D82">
            <w:pPr>
              <w:pStyle w:val="Zkratky2"/>
              <w:spacing w:line="276" w:lineRule="auto"/>
              <w:jc w:val="both"/>
              <w:rPr>
                <w:rFonts w:asciiTheme="minorHAnsi" w:hAnsiTheme="minorHAnsi" w:cs="Tahoma"/>
              </w:rPr>
            </w:pP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2" w:name="_Toc7077108"/>
      <w:bookmarkStart w:id="3" w:name="_Toc65502246"/>
      <w:r>
        <w:lastRenderedPageBreak/>
        <w:t xml:space="preserve">SPECIFIKACE </w:t>
      </w:r>
      <w:r w:rsidRPr="00BB2C9A">
        <w:t>PŘEDMĚTU</w:t>
      </w:r>
      <w:r>
        <w:t xml:space="preserve"> DÍLA</w:t>
      </w:r>
      <w:bookmarkEnd w:id="2"/>
      <w:bookmarkEnd w:id="3"/>
    </w:p>
    <w:p w14:paraId="03689084" w14:textId="77777777" w:rsidR="0069470F" w:rsidRDefault="0069470F" w:rsidP="00CC396D">
      <w:pPr>
        <w:pStyle w:val="Nadpis2-2"/>
      </w:pPr>
      <w:bookmarkStart w:id="4" w:name="_Toc7077109"/>
      <w:bookmarkStart w:id="5" w:name="_Toc65502247"/>
      <w:r>
        <w:t>Účel a rozsah předmětu Díla</w:t>
      </w:r>
      <w:bookmarkEnd w:id="4"/>
      <w:bookmarkEnd w:id="5"/>
    </w:p>
    <w:p w14:paraId="5D7CC3B6" w14:textId="5E717DA1" w:rsidR="0069470F" w:rsidRPr="009C0AD3" w:rsidRDefault="0069470F" w:rsidP="0069470F">
      <w:pPr>
        <w:pStyle w:val="Text2-1"/>
      </w:pPr>
      <w:r w:rsidRPr="009C0AD3">
        <w:t xml:space="preserve">Předmětem </w:t>
      </w:r>
      <w:r w:rsidR="00622A53" w:rsidRPr="009C0AD3">
        <w:t>D</w:t>
      </w:r>
      <w:r w:rsidRPr="009C0AD3">
        <w:t xml:space="preserve">íla je </w:t>
      </w:r>
      <w:r w:rsidR="00E53053" w:rsidRPr="009C0AD3">
        <w:t xml:space="preserve">vyhotovení Projektové dokumentace pro stavební povolení, Projektové dokumentace pro provádění stavby a Zhotovení stavby </w:t>
      </w:r>
      <w:r w:rsidR="00E53053" w:rsidRPr="009C0AD3">
        <w:rPr>
          <w:rStyle w:val="Tun"/>
        </w:rPr>
        <w:t>„</w:t>
      </w:r>
      <w:r w:rsidR="002267DF" w:rsidRPr="00B11B7E">
        <w:rPr>
          <w:b/>
        </w:rPr>
        <w:t>Výstavba PZS přejezdu P44</w:t>
      </w:r>
      <w:r w:rsidR="006E1927" w:rsidRPr="00B11B7E">
        <w:rPr>
          <w:b/>
        </w:rPr>
        <w:t>17</w:t>
      </w:r>
      <w:r w:rsidR="002267DF" w:rsidRPr="00B11B7E">
        <w:rPr>
          <w:b/>
        </w:rPr>
        <w:t xml:space="preserve"> v km 8</w:t>
      </w:r>
      <w:r w:rsidR="006E1927" w:rsidRPr="00B11B7E">
        <w:rPr>
          <w:b/>
        </w:rPr>
        <w:t>,7</w:t>
      </w:r>
      <w:r w:rsidR="002267DF" w:rsidRPr="00B11B7E">
        <w:rPr>
          <w:b/>
        </w:rPr>
        <w:t>77 trati Osoblaha – Třemešná ve Slezsku</w:t>
      </w:r>
      <w:r w:rsidR="00E53053" w:rsidRPr="009C0AD3">
        <w:rPr>
          <w:rStyle w:val="Tun"/>
        </w:rPr>
        <w:t>“</w:t>
      </w:r>
      <w:r w:rsidR="0080457C" w:rsidRPr="009C0AD3">
        <w:t>, jejímž cílem je zvýšení bezpečnosti železniční i silniční dopravy</w:t>
      </w:r>
      <w:r w:rsidR="0042385E" w:rsidRPr="009C0AD3">
        <w:t>.</w:t>
      </w:r>
      <w:r w:rsidR="0080457C" w:rsidRPr="009C0AD3">
        <w:t xml:space="preserve"> </w:t>
      </w:r>
    </w:p>
    <w:p w14:paraId="166CF9F5" w14:textId="3DD69BAE" w:rsidR="0080457C" w:rsidRPr="009C0AD3" w:rsidRDefault="0080457C" w:rsidP="0080457C">
      <w:pPr>
        <w:pStyle w:val="Text2-1"/>
      </w:pPr>
      <w:r w:rsidRPr="009C0AD3">
        <w:t>Rozsah</w:t>
      </w:r>
      <w:r w:rsidR="00622A53" w:rsidRPr="009C0AD3">
        <w:t xml:space="preserve"> D</w:t>
      </w:r>
      <w:r w:rsidRPr="009C0AD3">
        <w:t xml:space="preserve">íla </w:t>
      </w:r>
      <w:r w:rsidRPr="009C0AD3">
        <w:rPr>
          <w:rStyle w:val="Tun"/>
        </w:rPr>
        <w:t>„</w:t>
      </w:r>
      <w:r w:rsidR="002267DF" w:rsidRPr="00B11B7E">
        <w:rPr>
          <w:b/>
        </w:rPr>
        <w:t>Výstavba PZS přejezdu P44</w:t>
      </w:r>
      <w:r w:rsidR="006E1927" w:rsidRPr="00B11B7E">
        <w:rPr>
          <w:b/>
        </w:rPr>
        <w:t>17</w:t>
      </w:r>
      <w:r w:rsidR="002267DF" w:rsidRPr="00B11B7E">
        <w:rPr>
          <w:b/>
        </w:rPr>
        <w:t xml:space="preserve"> v km 8</w:t>
      </w:r>
      <w:r w:rsidR="006E1927" w:rsidRPr="00B11B7E">
        <w:rPr>
          <w:b/>
        </w:rPr>
        <w:t>,7</w:t>
      </w:r>
      <w:r w:rsidR="002267DF" w:rsidRPr="00B11B7E">
        <w:rPr>
          <w:b/>
        </w:rPr>
        <w:t>77 trati Osoblaha – Třemešná ve Slezsku</w:t>
      </w:r>
      <w:r w:rsidRPr="009C0AD3">
        <w:rPr>
          <w:rStyle w:val="Tun"/>
        </w:rPr>
        <w:t>“</w:t>
      </w:r>
      <w:r w:rsidRPr="009C0AD3">
        <w:t xml:space="preserve"> je:</w:t>
      </w:r>
    </w:p>
    <w:p w14:paraId="6DBDE180"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6"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6"/>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7" w:name="_Hlk60643111"/>
      <w:r w:rsidR="00523AF1">
        <w:t>případně závěrové tabulky, situačního schéma</w:t>
      </w:r>
      <w:r w:rsidR="003E34BB">
        <w:t xml:space="preserve"> </w:t>
      </w:r>
      <w:bookmarkEnd w:id="7"/>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8" w:name="_Toc56686775"/>
      <w:bookmarkStart w:id="9" w:name="_Toc56686777"/>
      <w:bookmarkStart w:id="10" w:name="_Toc56686779"/>
      <w:bookmarkStart w:id="11" w:name="_Toc56686781"/>
      <w:bookmarkStart w:id="12" w:name="_Toc56686785"/>
      <w:bookmarkStart w:id="13" w:name="_Toc56686787"/>
      <w:bookmarkStart w:id="14" w:name="_Toc7077110"/>
      <w:bookmarkStart w:id="15" w:name="_Ref57129436"/>
      <w:bookmarkStart w:id="16" w:name="_Toc65502248"/>
      <w:bookmarkEnd w:id="8"/>
      <w:bookmarkEnd w:id="9"/>
      <w:bookmarkEnd w:id="10"/>
      <w:bookmarkEnd w:id="11"/>
      <w:bookmarkEnd w:id="12"/>
      <w:bookmarkEnd w:id="13"/>
      <w:r>
        <w:t>Umístění stavby</w:t>
      </w:r>
      <w:bookmarkEnd w:id="14"/>
      <w:bookmarkEnd w:id="15"/>
      <w:bookmarkEnd w:id="16"/>
    </w:p>
    <w:p w14:paraId="00B6ACFE" w14:textId="1DFADF82" w:rsidR="00622A53" w:rsidRDefault="0069470F" w:rsidP="0069470F">
      <w:pPr>
        <w:pStyle w:val="Text2-1"/>
      </w:pPr>
      <w:r>
        <w:t>Stavba bude probíhat</w:t>
      </w:r>
      <w:r w:rsidR="003C4D88">
        <w:t>:</w:t>
      </w:r>
      <w:r>
        <w:t xml:space="preserve"> </w:t>
      </w:r>
    </w:p>
    <w:p w14:paraId="3C5D39DF" w14:textId="25E889AC"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3ADB050E" w:rsidR="003C4D88" w:rsidRPr="005A2CE9" w:rsidRDefault="002267DF" w:rsidP="00665B6B">
            <w:pPr>
              <w:pStyle w:val="Tabulka-7"/>
            </w:pPr>
            <w:r>
              <w:t>Bruntál</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6B27FC87" w:rsidR="003C4D88" w:rsidRPr="005A2CE9" w:rsidRDefault="00C71379" w:rsidP="00665B6B">
            <w:pPr>
              <w:pStyle w:val="Tabulka-7"/>
            </w:pPr>
            <w:r>
              <w:t>Horní Povelice</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7B5BFB9B" w:rsidR="003C4D88" w:rsidRPr="005A2CE9" w:rsidRDefault="00633400" w:rsidP="00665B6B">
            <w:pPr>
              <w:pStyle w:val="Tabulka-7"/>
            </w:pPr>
            <w:r>
              <w:t>1</w:t>
            </w:r>
            <w:r w:rsidR="002267DF">
              <w:t>3</w:t>
            </w:r>
            <w:r>
              <w:t>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0FDA6C9E" w:rsidR="003C4D88" w:rsidRPr="005A2CE9" w:rsidRDefault="00C71379" w:rsidP="00665B6B">
            <w:pPr>
              <w:pStyle w:val="Tabulka-7"/>
            </w:pPr>
            <w:r>
              <w:t>04</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7B598FD0" w:rsidR="00FC4AD3" w:rsidRDefault="004106E3" w:rsidP="00AB5245">
            <w:pPr>
              <w:pStyle w:val="Tabulka-7"/>
              <w:tabs>
                <w:tab w:val="right" w:pos="4575"/>
              </w:tabs>
            </w:pPr>
            <w:r>
              <w:t xml:space="preserve">Km </w:t>
            </w:r>
            <w:r w:rsidR="00C71379">
              <w:t>8</w:t>
            </w:r>
            <w:r>
              <w:t>,</w:t>
            </w:r>
            <w:r w:rsidR="002267DF">
              <w:t>000</w:t>
            </w:r>
            <w:r>
              <w:t xml:space="preserve"> – km </w:t>
            </w:r>
            <w:r w:rsidR="00C71379">
              <w:t>9</w:t>
            </w:r>
            <w:r>
              <w:t>,</w:t>
            </w:r>
            <w:r w:rsidR="002267DF">
              <w:t>6</w:t>
            </w:r>
            <w:r>
              <w:t>00</w:t>
            </w:r>
            <w:r w:rsidR="00AB5245">
              <w:tab/>
            </w:r>
          </w:p>
          <w:p w14:paraId="20642051" w14:textId="1BD96F29" w:rsidR="00AB5245" w:rsidRPr="005A2CE9" w:rsidRDefault="00AB5245" w:rsidP="00AB5245">
            <w:pPr>
              <w:pStyle w:val="Tabulka-7"/>
              <w:tabs>
                <w:tab w:val="right" w:pos="4575"/>
              </w:tabs>
            </w:pPr>
          </w:p>
        </w:tc>
      </w:tr>
    </w:tbl>
    <w:p w14:paraId="5F97B22C" w14:textId="1630827E" w:rsidR="003C4D88" w:rsidRDefault="003C4D88" w:rsidP="003E34BB">
      <w:pPr>
        <w:pStyle w:val="Textbezslovn"/>
      </w:pPr>
    </w:p>
    <w:p w14:paraId="5E0ACA9A" w14:textId="0F61FB00" w:rsidR="002267DF" w:rsidRDefault="002267DF" w:rsidP="003E34BB">
      <w:pPr>
        <w:pStyle w:val="Textbezslovn"/>
      </w:pPr>
    </w:p>
    <w:p w14:paraId="3CE6D7D6" w14:textId="77777777" w:rsidR="002267DF" w:rsidRPr="003E34BB" w:rsidRDefault="002267DF"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5A4F14D4" w:rsidR="00F737F2" w:rsidRPr="005A2CE9" w:rsidRDefault="00AB5245">
            <w:pPr>
              <w:pStyle w:val="Tabulka-8"/>
            </w:pPr>
            <w:r>
              <w:t>R</w:t>
            </w:r>
            <w:r w:rsidR="00633400">
              <w:t>egionální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6BD9A406" w:rsidR="00633400" w:rsidRPr="005A2CE9" w:rsidRDefault="00633400" w:rsidP="00633400">
            <w:pPr>
              <w:pStyle w:val="Tabulka-8"/>
            </w:pP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9D70EB">
        <w:trPr>
          <w:trHeight w:val="352"/>
        </w:trPr>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21C64E98" w:rsidR="00633400" w:rsidRPr="005A2CE9" w:rsidRDefault="002267DF" w:rsidP="00633400">
            <w:pPr>
              <w:pStyle w:val="Tabulka-8"/>
            </w:pPr>
            <w:r>
              <w:t>845</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61E65A1E" w:rsidR="00633400" w:rsidRPr="005A2CE9" w:rsidRDefault="009D70EB" w:rsidP="00633400">
            <w:pPr>
              <w:pStyle w:val="Tabulka-8"/>
            </w:pPr>
            <w:r>
              <w:t>312</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1493C91C" w:rsidR="00633400" w:rsidRPr="005A2CE9" w:rsidRDefault="00A164C7" w:rsidP="00633400">
            <w:pPr>
              <w:pStyle w:val="Tabulka-8"/>
            </w:pPr>
            <w:r>
              <w:t>2</w:t>
            </w:r>
            <w:r w:rsidR="009D70EB">
              <w:t>9</w:t>
            </w:r>
            <w:r w:rsidR="00AB5245">
              <w:t>8</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7E72BD3A" w:rsidR="00633400" w:rsidRPr="005A2CE9" w:rsidRDefault="00A164C7" w:rsidP="00633400">
            <w:pPr>
              <w:pStyle w:val="Tabulka-8"/>
            </w:pPr>
            <w:r>
              <w:t>1</w:t>
            </w:r>
            <w:r w:rsidR="009D70EB">
              <w:t>3</w:t>
            </w:r>
            <w:r>
              <w:t>91</w:t>
            </w:r>
            <w:r w:rsidR="00231735">
              <w:t>04</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489B1251" w:rsidR="00633400" w:rsidRPr="005A2CE9" w:rsidRDefault="002267DF" w:rsidP="00633400">
            <w:pPr>
              <w:pStyle w:val="Tabulka-8"/>
            </w:pPr>
            <w:r>
              <w:t xml:space="preserve">A1 </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64F0083" w:rsidR="00633400" w:rsidRPr="005A2CE9" w:rsidRDefault="00AB5245" w:rsidP="00633400">
            <w:pPr>
              <w:pStyle w:val="Tabulka-8"/>
            </w:pPr>
            <w:r>
              <w:t>40</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9D70EB" w:rsidRDefault="00A164C7" w:rsidP="00633400">
            <w:pPr>
              <w:pStyle w:val="Tabulka-8"/>
              <w:rPr>
                <w:bCs/>
              </w:rPr>
            </w:pPr>
            <w:r w:rsidRPr="009D70EB">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7" w:name="_Toc21008998"/>
      <w:bookmarkStart w:id="18" w:name="_Toc7077111"/>
      <w:bookmarkStart w:id="19" w:name="_Toc65502249"/>
      <w:bookmarkEnd w:id="17"/>
      <w:r>
        <w:t>PŘEHLED VÝCHOZÍCH PODKLADŮ</w:t>
      </w:r>
      <w:bookmarkEnd w:id="18"/>
      <w:bookmarkEnd w:id="19"/>
    </w:p>
    <w:p w14:paraId="52EFE19A" w14:textId="77777777" w:rsidR="0069470F" w:rsidRDefault="0069470F" w:rsidP="0069470F">
      <w:pPr>
        <w:pStyle w:val="Nadpis2-2"/>
      </w:pPr>
      <w:bookmarkStart w:id="20" w:name="_Toc7077112"/>
      <w:bookmarkStart w:id="21" w:name="_Toc65502250"/>
      <w:r>
        <w:t>P</w:t>
      </w:r>
      <w:r w:rsidR="00E53053">
        <w:t>ředp</w:t>
      </w:r>
      <w:r>
        <w:t>rojektová dokumentace</w:t>
      </w:r>
      <w:bookmarkEnd w:id="20"/>
      <w:bookmarkEnd w:id="21"/>
    </w:p>
    <w:p w14:paraId="71290DDC" w14:textId="10341188" w:rsidR="00F821B3" w:rsidRPr="00B11B7E" w:rsidRDefault="003C4D88" w:rsidP="00F821B3">
      <w:pPr>
        <w:pStyle w:val="Text2-1"/>
      </w:pPr>
      <w:r w:rsidRPr="009C0AD3">
        <w:t xml:space="preserve">Zjednodušená dokumentace </w:t>
      </w:r>
      <w:r w:rsidR="00FC4AD3" w:rsidRPr="009C0AD3">
        <w:t xml:space="preserve">stavby </w:t>
      </w:r>
      <w:r w:rsidRPr="009C0AD3">
        <w:t>„</w:t>
      </w:r>
      <w:r w:rsidR="002267DF" w:rsidRPr="00B11B7E">
        <w:rPr>
          <w:b/>
          <w:bCs/>
        </w:rPr>
        <w:t>Výstavba PZS přejezdu P44</w:t>
      </w:r>
      <w:r w:rsidR="006E1927" w:rsidRPr="00B11B7E">
        <w:rPr>
          <w:b/>
          <w:bCs/>
        </w:rPr>
        <w:t>17</w:t>
      </w:r>
      <w:r w:rsidR="002267DF" w:rsidRPr="00B11B7E">
        <w:rPr>
          <w:b/>
          <w:bCs/>
        </w:rPr>
        <w:t xml:space="preserve"> v km 8</w:t>
      </w:r>
      <w:r w:rsidR="006E1927" w:rsidRPr="00B11B7E">
        <w:rPr>
          <w:b/>
          <w:bCs/>
        </w:rPr>
        <w:t>,7</w:t>
      </w:r>
      <w:r w:rsidR="002267DF" w:rsidRPr="00B11B7E">
        <w:rPr>
          <w:b/>
          <w:bCs/>
        </w:rPr>
        <w:t>77 trati Osoblaha – Třemešná ve Slezsku</w:t>
      </w:r>
      <w:r w:rsidRPr="00B11B7E">
        <w:rPr>
          <w:bCs/>
        </w:rPr>
        <w:t>“,</w:t>
      </w:r>
      <w:r w:rsidRPr="00B11B7E">
        <w:t xml:space="preserve"> zpracovatel SŽ</w:t>
      </w:r>
      <w:r w:rsidR="00477BF5" w:rsidRPr="00B11B7E">
        <w:t xml:space="preserve">, datum </w:t>
      </w:r>
      <w:r w:rsidR="005F08C2" w:rsidRPr="00B11B7E">
        <w:t>21.11.</w:t>
      </w:r>
      <w:r w:rsidR="004106E3" w:rsidRPr="00B11B7E">
        <w:t>2020</w:t>
      </w:r>
      <w:r w:rsidR="002267DF" w:rsidRPr="00B11B7E">
        <w:t>.</w:t>
      </w:r>
    </w:p>
    <w:p w14:paraId="625F1840" w14:textId="3B6BF326" w:rsidR="003C4D88" w:rsidRPr="009C0AD3" w:rsidRDefault="003C4D88" w:rsidP="003C4D88">
      <w:pPr>
        <w:pStyle w:val="Text2-1"/>
      </w:pPr>
      <w:r w:rsidRPr="009C0AD3">
        <w:t xml:space="preserve">Dokumentace skutečného provedení stávajícího stavu, kterou </w:t>
      </w:r>
      <w:r w:rsidR="00477BF5" w:rsidRPr="009C0AD3">
        <w:t>Z</w:t>
      </w:r>
      <w:r w:rsidRPr="009C0AD3">
        <w:t>hotovitel</w:t>
      </w:r>
      <w:r w:rsidR="00477BF5" w:rsidRPr="009C0AD3">
        <w:t xml:space="preserve">i poskytne na vyžádání </w:t>
      </w:r>
      <w:r w:rsidRPr="009C0AD3">
        <w:t xml:space="preserve">správce OŘ </w:t>
      </w:r>
      <w:r w:rsidR="00A164C7" w:rsidRPr="009C0AD3">
        <w:t>Ostrava</w:t>
      </w:r>
      <w:r w:rsidRPr="009C0AD3">
        <w:t>.</w:t>
      </w:r>
    </w:p>
    <w:p w14:paraId="507AD4B7" w14:textId="77777777" w:rsidR="00B761F7" w:rsidRPr="00B11B7E" w:rsidRDefault="00B761F7" w:rsidP="00B761F7">
      <w:pPr>
        <w:pStyle w:val="Text2-1"/>
      </w:pPr>
      <w:bookmarkStart w:id="22" w:name="_Toc7077113"/>
      <w:r w:rsidRPr="00B11B7E">
        <w:t>Geodetické a mapové podklady v TU 1391, km 8,077 – 9,477 zajistí Objednatel prostřednictvím SŽG. Mapové podklady budou zpracovány do hranic dráhy. Ostatní potřebné podklady pro zpracování dokumentace si zajistí Zhotovitel na vlastní náklady.</w:t>
      </w:r>
    </w:p>
    <w:p w14:paraId="133F63A6" w14:textId="77777777" w:rsidR="00B761F7" w:rsidRPr="00B11B7E" w:rsidRDefault="00B761F7" w:rsidP="00B761F7">
      <w:pPr>
        <w:pStyle w:val="Text2-1"/>
      </w:pPr>
      <w:r w:rsidRPr="00B11B7E">
        <w:t>Dostupné podklady, které Zhotoviteli poskytne SŽG:</w:t>
      </w:r>
    </w:p>
    <w:p w14:paraId="01DE91C1" w14:textId="77777777" w:rsidR="00B761F7" w:rsidRPr="00B11B7E" w:rsidRDefault="00B761F7" w:rsidP="00B761F7">
      <w:pPr>
        <w:pStyle w:val="Text2-2"/>
      </w:pPr>
      <w:bookmarkStart w:id="23" w:name="_Hlk58318510"/>
      <w:r w:rsidRPr="00B11B7E">
        <w:t>ÚŽM z roku 2021</w:t>
      </w:r>
    </w:p>
    <w:p w14:paraId="528A404D" w14:textId="77777777" w:rsidR="00B761F7" w:rsidRPr="00B11B7E" w:rsidRDefault="00B761F7" w:rsidP="00B761F7">
      <w:pPr>
        <w:pStyle w:val="Text2-2"/>
      </w:pPr>
      <w:r w:rsidRPr="00B11B7E">
        <w:t>Železniční bodové pole</w:t>
      </w:r>
      <w:bookmarkEnd w:id="23"/>
    </w:p>
    <w:p w14:paraId="43EF4FFB" w14:textId="77777777" w:rsidR="0069470F" w:rsidRPr="009C0AD3" w:rsidRDefault="0069470F" w:rsidP="0069470F">
      <w:pPr>
        <w:pStyle w:val="Nadpis2-2"/>
      </w:pPr>
      <w:bookmarkStart w:id="24" w:name="_Toc65502251"/>
      <w:r w:rsidRPr="009C0AD3">
        <w:t>Související dokumentace</w:t>
      </w:r>
      <w:bookmarkEnd w:id="22"/>
      <w:bookmarkEnd w:id="24"/>
    </w:p>
    <w:p w14:paraId="6F227B67" w14:textId="2B6436CC" w:rsidR="0069470F" w:rsidRPr="009C0AD3" w:rsidRDefault="0069470F" w:rsidP="0069470F">
      <w:pPr>
        <w:pStyle w:val="Text2-1"/>
      </w:pPr>
      <w:r w:rsidRPr="009C0AD3">
        <w:t xml:space="preserve">Schvalovací protokol </w:t>
      </w:r>
      <w:r w:rsidR="00EF7C12" w:rsidRPr="00B11B7E">
        <w:t>Zjednodušená dokumentace</w:t>
      </w:r>
      <w:r w:rsidR="00EF7C12" w:rsidRPr="009C0AD3">
        <w:t xml:space="preserve"> </w:t>
      </w:r>
      <w:r w:rsidRPr="009C0AD3">
        <w:t xml:space="preserve">SŽ čj: </w:t>
      </w:r>
      <w:r w:rsidR="005F08C2" w:rsidRPr="00B11B7E">
        <w:t>8299/2021-SŽ-GŘ-O6-Hlo,</w:t>
      </w:r>
      <w:r w:rsidR="005F08C2" w:rsidRPr="009C0AD3">
        <w:t xml:space="preserve"> </w:t>
      </w:r>
      <w:r w:rsidRPr="009C0AD3">
        <w:t xml:space="preserve">ze dne </w:t>
      </w:r>
      <w:r w:rsidR="005F08C2" w:rsidRPr="009C0AD3">
        <w:t>2.2.2021.</w:t>
      </w:r>
    </w:p>
    <w:p w14:paraId="24ACFB5C" w14:textId="77777777" w:rsidR="0069470F" w:rsidRPr="009C0AD3" w:rsidRDefault="0069470F" w:rsidP="0069470F">
      <w:pPr>
        <w:pStyle w:val="Nadpis2-1"/>
      </w:pPr>
      <w:bookmarkStart w:id="25" w:name="_Toc56686796"/>
      <w:bookmarkStart w:id="26" w:name="_Toc7077114"/>
      <w:bookmarkStart w:id="27" w:name="_Toc65502252"/>
      <w:bookmarkEnd w:id="25"/>
      <w:r w:rsidRPr="009C0AD3">
        <w:t>KOORDINACE S JINÝMI STAVBAMI</w:t>
      </w:r>
      <w:bookmarkEnd w:id="26"/>
      <w:bookmarkEnd w:id="27"/>
      <w:r w:rsidRPr="009C0AD3">
        <w:t xml:space="preserve"> </w:t>
      </w:r>
    </w:p>
    <w:p w14:paraId="1B33CF0B" w14:textId="67B3BF37"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r w:rsidR="00C71379">
        <w:t>ŽST</w:t>
      </w:r>
      <w:r>
        <w:t xml:space="preserve"> apod. </w:t>
      </w:r>
    </w:p>
    <w:p w14:paraId="4F7413D2" w14:textId="58B9F71F" w:rsidR="00592705" w:rsidRDefault="00592705" w:rsidP="00592705">
      <w:pPr>
        <w:pStyle w:val="Text2-1"/>
      </w:pPr>
      <w:r w:rsidRPr="00592705">
        <w:t>Koordinace musí probíhat zejména s probíhajícími a připravovanými akcemi:</w:t>
      </w:r>
    </w:p>
    <w:p w14:paraId="714A35D4" w14:textId="559087E7" w:rsidR="00A817BF" w:rsidRPr="00B11B7E" w:rsidRDefault="00A817BF" w:rsidP="00A817BF">
      <w:pPr>
        <w:pStyle w:val="Text2-1"/>
        <w:numPr>
          <w:ilvl w:val="0"/>
          <w:numId w:val="44"/>
        </w:numPr>
      </w:pPr>
      <w:r w:rsidRPr="00B11B7E">
        <w:t xml:space="preserve">Výstavba PZS přejezdu P4416 v km 7,578 trati Osoblaha – Třemešná ve Slezsku </w:t>
      </w:r>
    </w:p>
    <w:p w14:paraId="5E1B940E" w14:textId="77777777" w:rsidR="0069470F" w:rsidRDefault="0069470F" w:rsidP="0069470F">
      <w:pPr>
        <w:pStyle w:val="Nadpis2-1"/>
      </w:pPr>
      <w:bookmarkStart w:id="28" w:name="_Toc7077115"/>
      <w:bookmarkStart w:id="29" w:name="_Toc65502253"/>
      <w:r>
        <w:t xml:space="preserve">ZVLÁŠTNÍ </w:t>
      </w:r>
      <w:r w:rsidRPr="00EC2E51">
        <w:t>TECHNICKÉ</w:t>
      </w:r>
      <w:r>
        <w:t xml:space="preserve"> PODMÍNKY A POŽADAVKY NA PROVEDENÍ DÍLA</w:t>
      </w:r>
      <w:bookmarkEnd w:id="28"/>
      <w:bookmarkEnd w:id="29"/>
    </w:p>
    <w:p w14:paraId="630BBA25" w14:textId="77777777" w:rsidR="0069470F" w:rsidRDefault="0069470F" w:rsidP="0069470F">
      <w:pPr>
        <w:pStyle w:val="Nadpis2-2"/>
      </w:pPr>
      <w:bookmarkStart w:id="30" w:name="_Toc7077116"/>
      <w:bookmarkStart w:id="31" w:name="_Toc65502254"/>
      <w:r>
        <w:t>Všeobecně</w:t>
      </w:r>
      <w:bookmarkEnd w:id="30"/>
      <w:bookmarkEnd w:id="31"/>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xml:space="preserve">. Mohou se používat pouze markery, </w:t>
      </w:r>
      <w:r w:rsidRPr="00111422">
        <w:lastRenderedPageBreak/>
        <w:t>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DC060DA"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U sdělovacích a zabezpečovacích kabelů OŘ se bude informace o markerech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Informace o použití markerů bude zaznamenaná do DSPS.</w:t>
      </w:r>
    </w:p>
    <w:p w14:paraId="4163D018"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B11B7E" w:rsidRDefault="00806E3F" w:rsidP="00806E3F">
      <w:pPr>
        <w:pStyle w:val="Text2-1"/>
      </w:pPr>
      <w:r w:rsidRPr="00B11B7E">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2" w:name="_Toc12371206"/>
      <w:bookmarkStart w:id="33" w:name="_Toc65502255"/>
      <w:r w:rsidRPr="00811815">
        <w:t xml:space="preserve">Zhotovení </w:t>
      </w:r>
      <w:r w:rsidRPr="00EE5578">
        <w:t>Projektové</w:t>
      </w:r>
      <w:r w:rsidRPr="00811815">
        <w:t xml:space="preserve"> dokumentace</w:t>
      </w:r>
      <w:bookmarkEnd w:id="32"/>
      <w:bookmarkEnd w:id="33"/>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4" w:name="_Hlk60643463"/>
      <w:r>
        <w:lastRenderedPageBreak/>
        <w:t>Detailní řešení bude upřesněno při zahájení projekčních prací.</w:t>
      </w:r>
    </w:p>
    <w:bookmarkEnd w:id="34"/>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5"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5"/>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36912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296E96">
        <w:t>8.1.1</w:t>
      </w:r>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EA24799" w14:textId="77777777" w:rsidR="00A817BF" w:rsidRDefault="00A817BF" w:rsidP="00A817BF">
      <w:pPr>
        <w:pStyle w:val="Text2-2"/>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40EB6253" w14:textId="17353377" w:rsidR="00A817BF" w:rsidRDefault="00A817BF" w:rsidP="00D62BB3">
      <w:pPr>
        <w:pStyle w:val="Text2-2"/>
      </w:pPr>
      <w:r w:rsidRPr="00A817BF">
        <w:t>Oba stupně dokumentace (DSP, příp. DUSP, a PDPS) budou projednány a odsouhlaseny společně.</w:t>
      </w:r>
    </w:p>
    <w:p w14:paraId="385014A5"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A71CA8">
        <w:rPr>
          <w:highlight w:val="green"/>
        </w:rPr>
        <w:t>VTP/P+R/</w:t>
      </w:r>
      <w:r>
        <w:rPr>
          <w:highlight w:val="green"/>
        </w:rPr>
        <w:t>06/20</w:t>
      </w:r>
      <w:r>
        <w:t xml:space="preserve"> části J a K.</w:t>
      </w:r>
    </w:p>
    <w:p w14:paraId="7334E2C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4EED7251" w14:textId="395DC8F5" w:rsidR="00EF7C12" w:rsidRDefault="00EF7C12" w:rsidP="00EF7C12">
      <w:pPr>
        <w:pStyle w:val="Text2-1"/>
      </w:pPr>
      <w:r w:rsidRPr="00200B6E">
        <w:t xml:space="preserve">V projektové dokumentaci </w:t>
      </w:r>
      <w:r>
        <w:t xml:space="preserve">pokud to technologie umožní, budou navrženy </w:t>
      </w:r>
      <w:r w:rsidR="00017ACF" w:rsidRPr="001C6F48">
        <w:t>LED</w:t>
      </w:r>
      <w:r>
        <w:t xml:space="preserve">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06476EE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D76A02E" w14:textId="77777777" w:rsidR="003728F4" w:rsidRPr="00FD3E5A" w:rsidRDefault="003728F4" w:rsidP="003728F4">
      <w:pPr>
        <w:pStyle w:val="Text2-1"/>
      </w:pPr>
      <w:r w:rsidRPr="00556757">
        <w:lastRenderedPageBreak/>
        <w:t xml:space="preserve">Pokud stavba bude situována na pozemky ČD, bude přednostně respektována hranice UMVŽST (tzn. na pozemky, které budou převedeny do správy SŽ). Součástí </w:t>
      </w:r>
      <w:r w:rsidRPr="00FD3E5A">
        <w:t>dokumentace bude situace se zákresem SO a PS v katastrální mapě s barevným rozlišením pozemků ve správě SŽ, pozemků ČD určených k převodu do správy SŽ, pozemků ČD a ostatní pozemky.</w:t>
      </w:r>
    </w:p>
    <w:p w14:paraId="4AEC061D" w14:textId="0E1B0645" w:rsidR="001F3AF3" w:rsidRPr="00FD3E5A" w:rsidRDefault="001F3AF3" w:rsidP="001F3AF3">
      <w:pPr>
        <w:pStyle w:val="Text2-1"/>
      </w:pPr>
      <w:r w:rsidRPr="00FD3E5A">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1" w:history="1">
        <w:r w:rsidR="001E19CC" w:rsidRPr="00F36B2F">
          <w:rPr>
            <w:rStyle w:val="Hypertextovodkaz"/>
            <w:noProof w:val="0"/>
          </w:rPr>
          <w:t>OROVAobch@spravazeleznic.cz</w:t>
        </w:r>
      </w:hyperlink>
      <w:r w:rsidRPr="00FD3E5A">
        <w:t>.</w:t>
      </w:r>
    </w:p>
    <w:p w14:paraId="5BB354AF"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09C4A8BA"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5889914E"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5B895F82" w14:textId="488E35BB" w:rsidR="00417DF3" w:rsidRPr="00811815" w:rsidRDefault="00417DF3" w:rsidP="00417DF3">
      <w:pPr>
        <w:pStyle w:val="Text2-1"/>
      </w:pPr>
      <w:r w:rsidRPr="009113CD">
        <w:t xml:space="preserve">V článku 5.2 ve </w:t>
      </w:r>
      <w:r w:rsidRPr="00435A15">
        <w:rPr>
          <w:highlight w:val="green"/>
        </w:rPr>
        <w:t>VTP/P+R/06/20</w:t>
      </w:r>
      <w:r w:rsidRPr="009113CD">
        <w:t xml:space="preserve"> se v celém článku nahrazuje označení „Část I. Geodetická dokumentace“ na označení „Dokladová část - Geodetická dokumentace“, viz</w:t>
      </w:r>
      <w:r w:rsidR="003E34BB">
        <w:t> </w:t>
      </w:r>
      <w:r w:rsidRPr="009113CD">
        <w:t>„Manuál struktury a popisu dokumentace“ (</w:t>
      </w:r>
      <w:r>
        <w:t xml:space="preserve">viz </w:t>
      </w:r>
      <w:r w:rsidRPr="009113CD">
        <w:t xml:space="preserve">Příloha </w:t>
      </w:r>
      <w:r>
        <w:fldChar w:fldCharType="begin"/>
      </w:r>
      <w:r>
        <w:instrText xml:space="preserve"> REF _Ref56682081 \r \h </w:instrText>
      </w:r>
      <w:r>
        <w:fldChar w:fldCharType="separate"/>
      </w:r>
      <w:r w:rsidR="00296E96">
        <w:t>8.1.1</w:t>
      </w:r>
      <w:r>
        <w:fldChar w:fldCharType="end"/>
      </w:r>
      <w:r w:rsidRPr="009113CD">
        <w:t>).</w:t>
      </w:r>
    </w:p>
    <w:p w14:paraId="65331397" w14:textId="77777777" w:rsidR="001159CC" w:rsidRDefault="001159CC" w:rsidP="001159CC">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FC5EFB">
        <w:rPr>
          <w:highlight w:val="green"/>
        </w:rPr>
        <w:t>VTP/P+R/06/20</w:t>
      </w:r>
      <w:r w:rsidRPr="004E3BF6">
        <w:t>.</w:t>
      </w:r>
    </w:p>
    <w:p w14:paraId="3366B541"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4.1.18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w:t>
      </w:r>
      <w:r w:rsidRPr="00FD3E5A">
        <w:lastRenderedPageBreak/>
        <w:t xml:space="preserve">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6" w:name="_Toc12371207"/>
      <w:bookmarkStart w:id="37" w:name="_Toc65502256"/>
      <w:r w:rsidRPr="00811815">
        <w:t>Zhotovení stavby</w:t>
      </w:r>
      <w:bookmarkEnd w:id="36"/>
      <w:bookmarkEnd w:id="37"/>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silnoproudu, jednotlivých podzhotovitelů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w:t>
      </w:r>
      <w:r w:rsidRPr="006C33D8">
        <w:lastRenderedPageBreak/>
        <w:t>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8" w:name="_Toc7077117"/>
      <w:bookmarkStart w:id="39" w:name="_Toc65502257"/>
      <w:r>
        <w:t>Zeměměřická činnost zhotovitele</w:t>
      </w:r>
      <w:bookmarkEnd w:id="38"/>
      <w:bookmarkEnd w:id="39"/>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část I.2 Majetkoprávní část, podklady a aktuální stav UMVŽST bude součástí Geodetických a mapových podkladů I.6, které dodá Objednatel. Majetkoprávní část geodetické dokumentace pro projekt stavby bude vycházet z aktuálního stavu katastru nemovitostí v době zpracování (platné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(http://www.modernizace.szdc.cz).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5502258"/>
      <w:bookmarkEnd w:id="40"/>
      <w:r>
        <w:t>Doklady překládané zhotovitelem</w:t>
      </w:r>
      <w:bookmarkEnd w:id="41"/>
      <w:bookmarkEnd w:id="42"/>
    </w:p>
    <w:p w14:paraId="7F7DBE8C" w14:textId="269B106A"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rsidR="0077577E">
        <w:t>Zhotovitel</w:t>
      </w:r>
      <w:r w:rsidRPr="006C33D8">
        <w:t xml:space="preserve"> předloží doklad</w:t>
      </w:r>
      <w:r w:rsidR="0077577E">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77577E">
        <w:t xml:space="preserve">těchto dokladů </w:t>
      </w:r>
      <w:r w:rsidRPr="006C33D8">
        <w:t>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B11B7E" w:rsidRDefault="001A0B00" w:rsidP="001A0B00">
      <w:pPr>
        <w:pStyle w:val="Odrka1-1"/>
        <w:numPr>
          <w:ilvl w:val="0"/>
          <w:numId w:val="4"/>
        </w:numPr>
        <w:tabs>
          <w:tab w:val="clear" w:pos="1077"/>
          <w:tab w:val="num" w:pos="1134"/>
          <w:tab w:val="num" w:pos="8704"/>
        </w:tabs>
        <w:ind w:left="2127" w:hanging="1333"/>
      </w:pPr>
      <w:bookmarkStart w:id="43" w:name="_Hlk57788316"/>
      <w:r w:rsidRPr="00B11B7E">
        <w:rPr>
          <w:b/>
          <w:bCs/>
        </w:rPr>
        <w:t>E-8</w:t>
      </w:r>
      <w:r w:rsidRPr="00B11B7E">
        <w:tab/>
        <w:t>Projektování elektrických zařízení UTZ/E a VTZ, do i nad 1000 V, s i bez nebezpečí výbuchu včetně hromosvodů,</w:t>
      </w:r>
    </w:p>
    <w:p w14:paraId="7DB25469" w14:textId="346EED28" w:rsidR="001A0B00" w:rsidRPr="00B11B7E" w:rsidRDefault="001A0B00" w:rsidP="001A0B00">
      <w:pPr>
        <w:pStyle w:val="Odrka1-1"/>
        <w:numPr>
          <w:ilvl w:val="0"/>
          <w:numId w:val="4"/>
        </w:numPr>
        <w:tabs>
          <w:tab w:val="clear" w:pos="1077"/>
          <w:tab w:val="num" w:pos="1134"/>
          <w:tab w:val="num" w:pos="8704"/>
        </w:tabs>
        <w:ind w:left="2127" w:hanging="1333"/>
      </w:pPr>
      <w:r w:rsidRPr="00B11B7E">
        <w:rPr>
          <w:b/>
          <w:bCs/>
        </w:rPr>
        <w:t>Z-06e</w:t>
      </w:r>
      <w:r w:rsidRPr="00B11B7E">
        <w:t xml:space="preserve"> </w:t>
      </w:r>
      <w:r w:rsidRPr="00B11B7E">
        <w:tab/>
        <w:t>Projektování a související činnosti na zabezpečovacím zařízení,</w:t>
      </w:r>
    </w:p>
    <w:p w14:paraId="3D5D39E7" w14:textId="77777777" w:rsidR="001A0B00" w:rsidRPr="00B11B7E" w:rsidRDefault="001A0B00" w:rsidP="001A0B00">
      <w:pPr>
        <w:pStyle w:val="Odrka1-1"/>
        <w:numPr>
          <w:ilvl w:val="0"/>
          <w:numId w:val="4"/>
        </w:numPr>
        <w:tabs>
          <w:tab w:val="clear" w:pos="1077"/>
          <w:tab w:val="num" w:pos="1134"/>
          <w:tab w:val="num" w:pos="8704"/>
        </w:tabs>
        <w:ind w:left="2127" w:hanging="1333"/>
        <w:rPr>
          <w:b/>
          <w:bCs/>
        </w:rPr>
      </w:pPr>
      <w:r w:rsidRPr="00B11B7E">
        <w:rPr>
          <w:b/>
          <w:bCs/>
        </w:rPr>
        <w:t>G-01 + G-03 nebo G-02</w:t>
      </w:r>
      <w:r w:rsidRPr="00B11B7E">
        <w:rPr>
          <w:b/>
          <w:bCs/>
        </w:rPr>
        <w:tab/>
      </w:r>
    </w:p>
    <w:p w14:paraId="3C833334" w14:textId="77777777" w:rsidR="001A0B00" w:rsidRPr="00B11B7E" w:rsidRDefault="001A0B00" w:rsidP="001A0B00">
      <w:pPr>
        <w:pStyle w:val="Odrka1-1"/>
        <w:numPr>
          <w:ilvl w:val="0"/>
          <w:numId w:val="0"/>
        </w:numPr>
        <w:ind w:left="1560"/>
      </w:pPr>
      <w:r w:rsidRPr="00B11B7E">
        <w:rPr>
          <w:b/>
          <w:bCs/>
        </w:rPr>
        <w:t>G-01</w:t>
      </w:r>
      <w:r w:rsidRPr="00B11B7E">
        <w:tab/>
        <w:t xml:space="preserve">Projektování a provádění prací při geodetické činnosti </w:t>
      </w:r>
    </w:p>
    <w:p w14:paraId="10501508" w14:textId="77777777" w:rsidR="001A0B00" w:rsidRPr="00B11B7E" w:rsidRDefault="001A0B00" w:rsidP="001A0B00">
      <w:pPr>
        <w:pStyle w:val="Odrka1-1"/>
        <w:numPr>
          <w:ilvl w:val="0"/>
          <w:numId w:val="0"/>
        </w:numPr>
        <w:ind w:left="2127" w:hanging="567"/>
      </w:pPr>
      <w:r w:rsidRPr="00B11B7E">
        <w:rPr>
          <w:b/>
          <w:bCs/>
        </w:rPr>
        <w:t>G-02</w:t>
      </w:r>
      <w:r w:rsidRPr="00B11B7E">
        <w:tab/>
        <w:t xml:space="preserve">Ověřování výsledků zeměměřičských činností dle zákona č. 200/1994 Sb. v rozsahu úředního oprávnění c) </w:t>
      </w:r>
    </w:p>
    <w:p w14:paraId="6B437DCA" w14:textId="76BC731A" w:rsidR="001A0B00" w:rsidRPr="00B11B7E" w:rsidRDefault="001A0B00" w:rsidP="001A0B00">
      <w:pPr>
        <w:pStyle w:val="Odrka1-1"/>
        <w:numPr>
          <w:ilvl w:val="0"/>
          <w:numId w:val="0"/>
        </w:numPr>
        <w:ind w:left="2127" w:hanging="567"/>
      </w:pPr>
      <w:r w:rsidRPr="00B11B7E">
        <w:rPr>
          <w:b/>
          <w:bCs/>
        </w:rPr>
        <w:t>G-03</w:t>
      </w:r>
      <w:r w:rsidRPr="00B11B7E">
        <w:tab/>
        <w:t>Ověřování výsledků zeměměřičských činností dle zákona č. 200/1994 Sb. v rozsahu úředního oprávnění c) dodavatelem,</w:t>
      </w:r>
    </w:p>
    <w:p w14:paraId="173D9CD4" w14:textId="77777777" w:rsidR="001A0B00" w:rsidRPr="00B11B7E" w:rsidRDefault="001A0B00" w:rsidP="001A0B00">
      <w:pPr>
        <w:pStyle w:val="Odrka1-1"/>
        <w:numPr>
          <w:ilvl w:val="0"/>
          <w:numId w:val="4"/>
        </w:numPr>
        <w:tabs>
          <w:tab w:val="clear" w:pos="1077"/>
          <w:tab w:val="num" w:pos="1134"/>
          <w:tab w:val="num" w:pos="8704"/>
        </w:tabs>
        <w:ind w:left="2127" w:hanging="1333"/>
      </w:pPr>
      <w:r w:rsidRPr="00B11B7E">
        <w:rPr>
          <w:b/>
          <w:bCs/>
        </w:rPr>
        <w:t>Z-06c</w:t>
      </w:r>
      <w:r w:rsidRPr="00B11B7E">
        <w:tab/>
        <w:t>Řízení prací při stavbách na neprovozovaném zabezpečovacím zařízení, MST a VST,</w:t>
      </w:r>
    </w:p>
    <w:p w14:paraId="31B640F7" w14:textId="4B9D3AB3" w:rsidR="001A0B00" w:rsidRPr="00B11B7E" w:rsidRDefault="001A0B00" w:rsidP="001A0B00">
      <w:pPr>
        <w:pStyle w:val="Odrka1-1"/>
        <w:numPr>
          <w:ilvl w:val="0"/>
          <w:numId w:val="4"/>
        </w:numPr>
        <w:tabs>
          <w:tab w:val="clear" w:pos="1077"/>
          <w:tab w:val="num" w:pos="1134"/>
          <w:tab w:val="num" w:pos="8704"/>
        </w:tabs>
        <w:ind w:left="2127" w:hanging="1333"/>
      </w:pPr>
      <w:r w:rsidRPr="00B11B7E">
        <w:rPr>
          <w:b/>
          <w:bCs/>
        </w:rPr>
        <w:t>E-07</w:t>
      </w:r>
      <w:r w:rsidRPr="00B11B7E">
        <w:tab/>
        <w:t>Řízení a zajišťování oprav, rekonstrukcí, popř. modernizace železniční trati zařízení správy elektrotechniky a energetiky,</w:t>
      </w:r>
    </w:p>
    <w:p w14:paraId="1A967971" w14:textId="080A8207" w:rsidR="00624342" w:rsidRPr="00B11B7E" w:rsidRDefault="00624342" w:rsidP="00624342">
      <w:pPr>
        <w:pStyle w:val="Odrka1-1"/>
        <w:numPr>
          <w:ilvl w:val="0"/>
          <w:numId w:val="4"/>
        </w:numPr>
        <w:tabs>
          <w:tab w:val="clear" w:pos="1077"/>
          <w:tab w:val="num" w:pos="1134"/>
          <w:tab w:val="num" w:pos="8704"/>
        </w:tabs>
        <w:ind w:left="2127" w:hanging="1333"/>
      </w:pPr>
      <w:r w:rsidRPr="00B11B7E">
        <w:rPr>
          <w:b/>
          <w:bCs/>
        </w:rPr>
        <w:t>K-05/2</w:t>
      </w:r>
      <w:r w:rsidRPr="00B11B7E">
        <w:rPr>
          <w:b/>
          <w:bCs/>
        </w:rPr>
        <w:tab/>
      </w:r>
      <w:r w:rsidRPr="00B11B7E">
        <w:t>Řízení a organizace stavebních, opravných nebo udržovacích pracích na železničním spodku a svršku</w:t>
      </w:r>
      <w:r w:rsidR="009A1E68" w:rsidRPr="00B11B7E">
        <w:t>,</w:t>
      </w:r>
    </w:p>
    <w:p w14:paraId="19BDA637" w14:textId="73050FD6" w:rsidR="00624342" w:rsidRPr="00B11B7E" w:rsidRDefault="00624342" w:rsidP="00624342">
      <w:pPr>
        <w:pStyle w:val="Odrka1-1"/>
        <w:numPr>
          <w:ilvl w:val="0"/>
          <w:numId w:val="4"/>
        </w:numPr>
        <w:tabs>
          <w:tab w:val="clear" w:pos="1077"/>
          <w:tab w:val="num" w:pos="1134"/>
          <w:tab w:val="num" w:pos="8704"/>
        </w:tabs>
        <w:ind w:left="2127" w:hanging="1333"/>
      </w:pPr>
      <w:r w:rsidRPr="00B11B7E">
        <w:rPr>
          <w:b/>
          <w:bCs/>
        </w:rPr>
        <w:t>M-02</w:t>
      </w:r>
      <w:r w:rsidRPr="00B11B7E">
        <w:rPr>
          <w:b/>
          <w:bCs/>
        </w:rPr>
        <w:tab/>
      </w:r>
      <w:r w:rsidRPr="00B11B7E">
        <w:t>Řízení prací na stavbách mostních objektů a tunelů</w:t>
      </w:r>
      <w:r w:rsidR="009A1E68" w:rsidRPr="00B11B7E">
        <w:t>,</w:t>
      </w:r>
    </w:p>
    <w:p w14:paraId="69E1B6B2" w14:textId="043474DF" w:rsidR="00624342" w:rsidRPr="00B11B7E" w:rsidRDefault="00624342" w:rsidP="00624342">
      <w:pPr>
        <w:pStyle w:val="Odrka1-1"/>
        <w:numPr>
          <w:ilvl w:val="0"/>
          <w:numId w:val="4"/>
        </w:numPr>
        <w:tabs>
          <w:tab w:val="clear" w:pos="1077"/>
          <w:tab w:val="num" w:pos="1134"/>
          <w:tab w:val="num" w:pos="8704"/>
        </w:tabs>
        <w:ind w:left="2127" w:hanging="1333"/>
      </w:pPr>
      <w:r w:rsidRPr="00B11B7E">
        <w:rPr>
          <w:b/>
          <w:bCs/>
        </w:rPr>
        <w:t>D-04</w:t>
      </w:r>
      <w:r w:rsidRPr="00B11B7E">
        <w:tab/>
        <w:t xml:space="preserve"> Řízení sledu, řízení a provádění posunu</w:t>
      </w:r>
      <w:r w:rsidR="009A1E68" w:rsidRPr="00B11B7E">
        <w:t>,</w:t>
      </w:r>
    </w:p>
    <w:p w14:paraId="37E7164D" w14:textId="0D028692" w:rsidR="001A0B00" w:rsidRPr="00B11B7E" w:rsidRDefault="001A0B00" w:rsidP="001A0B00">
      <w:pPr>
        <w:pStyle w:val="Odrka1-1"/>
        <w:numPr>
          <w:ilvl w:val="0"/>
          <w:numId w:val="4"/>
        </w:numPr>
        <w:tabs>
          <w:tab w:val="clear" w:pos="1077"/>
          <w:tab w:val="num" w:pos="1134"/>
          <w:tab w:val="num" w:pos="8704"/>
        </w:tabs>
        <w:ind w:left="2127" w:hanging="1333"/>
      </w:pPr>
      <w:r w:rsidRPr="00B11B7E">
        <w:rPr>
          <w:b/>
          <w:bCs/>
        </w:rPr>
        <w:t>TZE</w:t>
      </w:r>
      <w:r w:rsidRPr="00B11B7E">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5502259"/>
      <w:r>
        <w:t>Dokumentace skutečného provedení stavby</w:t>
      </w:r>
      <w:bookmarkEnd w:id="44"/>
      <w:bookmarkEnd w:id="45"/>
    </w:p>
    <w:p w14:paraId="4BB28A1E" w14:textId="77777777" w:rsidR="0077577E" w:rsidRPr="004C1E41" w:rsidRDefault="0077577E" w:rsidP="0077577E">
      <w:pPr>
        <w:pStyle w:val="Text2-1"/>
      </w:pPr>
      <w:bookmarkStart w:id="46" w:name="_Ref62143604"/>
      <w:bookmarkStart w:id="47" w:name="_Hlk60644629"/>
      <w:r w:rsidRPr="009E728E">
        <w:t>ES prohlášení o ověření subsystému:</w:t>
      </w:r>
      <w:bookmarkEnd w:id="46"/>
    </w:p>
    <w:p w14:paraId="1B698AB3" w14:textId="77777777" w:rsidR="0077577E" w:rsidRPr="00E85009" w:rsidRDefault="0077577E" w:rsidP="0077577E">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3AFABAC9" w14:textId="77777777" w:rsidR="0077577E" w:rsidRDefault="0077577E" w:rsidP="0077577E">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FDC8EFB" w14:textId="77777777" w:rsidR="0077577E" w:rsidRDefault="0077577E" w:rsidP="0077577E">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B66047C" w14:textId="77777777" w:rsidR="0077577E" w:rsidRDefault="0077577E" w:rsidP="0077577E">
      <w:pPr>
        <w:pStyle w:val="Text2-2"/>
      </w:pPr>
      <w:r>
        <w:t xml:space="preserve">Postup s vydáním Posouzení změny subsystému notifikovanou osobou lze použít při dílčích změnách subsystému bez změny jeho funkce (např. úpravy </w:t>
      </w:r>
      <w:r>
        <w:lastRenderedPageBreak/>
        <w:t xml:space="preserve">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3C6BF98" w14:textId="77777777" w:rsidR="0077577E" w:rsidRDefault="0077577E" w:rsidP="0077577E">
      <w:pPr>
        <w:pStyle w:val="Text2-2"/>
      </w:pPr>
      <w:r>
        <w:t>Ve sporných případech, kdy není možno určit, zda lze použít postup s vydáním Posouzení změny subsystému notifikovanou osobou, musí Zhotovitel postupovat podle stanoviska notifikované osoby.</w:t>
      </w:r>
    </w:p>
    <w:p w14:paraId="5AB10D0C" w14:textId="77777777" w:rsidR="0077577E" w:rsidRPr="009E728E" w:rsidRDefault="0077577E" w:rsidP="0077577E">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5502260"/>
      <w:bookmarkEnd w:id="47"/>
      <w:r>
        <w:t>Zabezpečovací zařízení</w:t>
      </w:r>
      <w:bookmarkEnd w:id="49"/>
      <w:bookmarkEnd w:id="50"/>
    </w:p>
    <w:p w14:paraId="2CC998CE" w14:textId="063A9CB7" w:rsidR="00A817BF" w:rsidRPr="00B11B7E" w:rsidRDefault="00A817BF" w:rsidP="00A817BF">
      <w:pPr>
        <w:pStyle w:val="Text2-1"/>
      </w:pPr>
      <w:r w:rsidRPr="00B11B7E">
        <w:rPr>
          <w:rStyle w:val="Tun"/>
          <w:rFonts w:asciiTheme="minorHAnsi" w:hAnsiTheme="minorHAnsi"/>
          <w:b w:val="0"/>
        </w:rPr>
        <w:t>Na přejezdu P4417 v km 8,777 bude vybudováno nové přejezdové zabezpečovací zařízení 3. kategorie se závorami 3ZBL</w:t>
      </w:r>
      <w:r w:rsidRPr="00B11B7E">
        <w:t>. Informace o stavu přejezdu bude přenášena na světelné přejezdníky</w:t>
      </w:r>
      <w:r w:rsidR="00E32401" w:rsidRPr="00B11B7E">
        <w:t>.</w:t>
      </w:r>
    </w:p>
    <w:p w14:paraId="4CF7F399" w14:textId="77777777" w:rsidR="00A817BF" w:rsidRPr="00B11B7E" w:rsidRDefault="00A817BF" w:rsidP="00A817BF">
      <w:pPr>
        <w:pStyle w:val="Text2-1"/>
      </w:pPr>
      <w:r w:rsidRPr="00B11B7E">
        <w:t>Nový technologický objekt bude osazen valbovou nebo sedlovou střechou.</w:t>
      </w:r>
    </w:p>
    <w:p w14:paraId="5F490979" w14:textId="77777777" w:rsidR="00A817BF" w:rsidRPr="00B11B7E" w:rsidRDefault="00A817BF" w:rsidP="00A817BF">
      <w:pPr>
        <w:pStyle w:val="Text2-1"/>
        <w:rPr>
          <w:rStyle w:val="Tun"/>
          <w:rFonts w:asciiTheme="minorHAnsi" w:hAnsiTheme="minorHAnsi"/>
          <w:b w:val="0"/>
        </w:rPr>
      </w:pPr>
      <w:r w:rsidRPr="00B11B7E">
        <w:rPr>
          <w:rStyle w:val="Tun"/>
          <w:rFonts w:asciiTheme="minorHAnsi" w:hAnsiTheme="minorHAnsi"/>
          <w:b w:val="0"/>
        </w:rPr>
        <w:t>Na trati se pohybují  historická drážní vozidla s nestandardním provedením nákolků, které chybně ovlivňují počítací body. Musí být použity takové prvky pro zjišťování volnosti, které by tuto chybovost eliminovaly.</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65502261"/>
      <w:r>
        <w:lastRenderedPageBreak/>
        <w:t>Mosty, propustky a zdi</w:t>
      </w:r>
      <w:bookmarkEnd w:id="51"/>
      <w:bookmarkEnd w:id="53"/>
    </w:p>
    <w:p w14:paraId="10429DFE" w14:textId="77777777" w:rsidR="00B07944" w:rsidRPr="00B11B7E" w:rsidRDefault="00B07944" w:rsidP="00B07944">
      <w:pPr>
        <w:pStyle w:val="Text2-1"/>
      </w:pPr>
      <w:r w:rsidRPr="00B11B7E">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65502262"/>
      <w:r>
        <w:t>Ostatní inženýrské objekty</w:t>
      </w:r>
      <w:bookmarkEnd w:id="52"/>
      <w:bookmarkEnd w:id="54"/>
    </w:p>
    <w:p w14:paraId="55FACF09" w14:textId="77777777" w:rsidR="00D87B4E" w:rsidRPr="00F618CC" w:rsidRDefault="00D87B4E" w:rsidP="00D87B4E">
      <w:pPr>
        <w:pStyle w:val="Text2-1"/>
      </w:pPr>
      <w:r w:rsidRPr="00F618CC">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65502263"/>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65502264"/>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B11B7E" w:rsidRDefault="00D87B4E" w:rsidP="00D529DC">
      <w:pPr>
        <w:numPr>
          <w:ilvl w:val="2"/>
          <w:numId w:val="7"/>
        </w:numPr>
        <w:spacing w:after="120" w:line="264" w:lineRule="auto"/>
        <w:jc w:val="both"/>
        <w:rPr>
          <w:rFonts w:eastAsia="Verdana" w:cs="Times New Roman"/>
          <w:sz w:val="18"/>
          <w:szCs w:val="18"/>
        </w:rPr>
      </w:pPr>
      <w:r w:rsidRPr="009C0AD3">
        <w:rPr>
          <w:rFonts w:asciiTheme="minorHAnsi" w:hAnsiTheme="minorHAnsi"/>
        </w:rPr>
        <w:t xml:space="preserve">V případě jednání Zhotovitele s orgány ochrany přírody, Zhotovitel vždy přizve specialistu životního prostředí Objednatele: </w:t>
      </w:r>
      <w:r w:rsidR="00831B54" w:rsidRPr="00B11B7E">
        <w:rPr>
          <w:rFonts w:asciiTheme="minorHAnsi" w:hAnsiTheme="minorHAnsi"/>
        </w:rPr>
        <w:t>Mgr. Miroslav Pazlar</w:t>
      </w:r>
      <w:r w:rsidR="00F51FB1" w:rsidRPr="00B11B7E">
        <w:rPr>
          <w:rFonts w:asciiTheme="minorHAnsi" w:hAnsiTheme="minorHAnsi"/>
        </w:rPr>
        <w:t>,</w:t>
      </w:r>
      <w:r w:rsidR="00831B54" w:rsidRPr="00B11B7E">
        <w:rPr>
          <w:rFonts w:asciiTheme="minorHAnsi" w:hAnsiTheme="minorHAnsi"/>
        </w:rPr>
        <w:t xml:space="preserve"> DiS.</w:t>
      </w:r>
      <w:r w:rsidR="00562889" w:rsidRPr="00B11B7E">
        <w:rPr>
          <w:rFonts w:asciiTheme="minorHAnsi" w:hAnsiTheme="minorHAnsi"/>
        </w:rPr>
        <w:t>,</w:t>
      </w:r>
      <w:r w:rsidR="00F51FB1" w:rsidRPr="00B11B7E">
        <w:rPr>
          <w:rFonts w:asciiTheme="minorHAnsi" w:hAnsiTheme="minorHAnsi"/>
        </w:rPr>
        <w:t xml:space="preserve"> tel:  972 766</w:t>
      </w:r>
      <w:r w:rsidR="003251A0" w:rsidRPr="00B11B7E">
        <w:rPr>
          <w:rFonts w:asciiTheme="minorHAnsi" w:hAnsiTheme="minorHAnsi"/>
        </w:rPr>
        <w:t> </w:t>
      </w:r>
      <w:r w:rsidR="00831B54" w:rsidRPr="00B11B7E">
        <w:rPr>
          <w:rFonts w:asciiTheme="minorHAnsi" w:hAnsiTheme="minorHAnsi"/>
        </w:rPr>
        <w:t>725</w:t>
      </w:r>
      <w:r w:rsidR="003251A0" w:rsidRPr="00B11B7E">
        <w:rPr>
          <w:rFonts w:asciiTheme="minorHAnsi" w:hAnsiTheme="minorHAnsi"/>
        </w:rPr>
        <w:t xml:space="preserve"> </w:t>
      </w:r>
      <w:r w:rsidR="00562889" w:rsidRPr="00B11B7E">
        <w:rPr>
          <w:rFonts w:asciiTheme="minorHAnsi" w:hAnsiTheme="minorHAnsi"/>
        </w:rPr>
        <w:t>a</w:t>
      </w:r>
      <w:r w:rsidR="003251A0" w:rsidRPr="00B11B7E">
        <w:rPr>
          <w:rFonts w:asciiTheme="minorHAnsi" w:hAnsiTheme="minorHAnsi"/>
        </w:rPr>
        <w:t xml:space="preserve"> specialist</w:t>
      </w:r>
      <w:r w:rsidR="00562889" w:rsidRPr="00B11B7E">
        <w:rPr>
          <w:rFonts w:asciiTheme="minorHAnsi" w:hAnsiTheme="minorHAnsi"/>
        </w:rPr>
        <w:t>u</w:t>
      </w:r>
      <w:r w:rsidR="003251A0" w:rsidRPr="00B11B7E">
        <w:rPr>
          <w:rFonts w:asciiTheme="minorHAnsi" w:hAnsiTheme="minorHAnsi"/>
        </w:rPr>
        <w:t xml:space="preserve"> </w:t>
      </w:r>
      <w:r w:rsidR="00562889" w:rsidRPr="00B11B7E">
        <w:rPr>
          <w:rFonts w:asciiTheme="minorHAnsi" w:hAnsiTheme="minorHAnsi"/>
        </w:rPr>
        <w:t>životního prostředí</w:t>
      </w:r>
      <w:r w:rsidR="003251A0" w:rsidRPr="00B11B7E">
        <w:rPr>
          <w:rFonts w:asciiTheme="minorHAnsi" w:hAnsiTheme="minorHAnsi"/>
        </w:rPr>
        <w:t xml:space="preserve"> SSV</w:t>
      </w:r>
      <w:r w:rsidR="00562889" w:rsidRPr="00B11B7E">
        <w:rPr>
          <w:rFonts w:asciiTheme="minorHAnsi" w:hAnsiTheme="minorHAnsi"/>
        </w:rPr>
        <w:t>: Mgr</w:t>
      </w:r>
      <w:r w:rsidRPr="00B11B7E">
        <w:rPr>
          <w:rFonts w:asciiTheme="minorHAnsi" w:hAnsiTheme="minorHAnsi"/>
        </w:rPr>
        <w:t>.</w:t>
      </w:r>
      <w:r w:rsidR="00562889" w:rsidRPr="00B11B7E">
        <w:rPr>
          <w:rFonts w:asciiTheme="minorHAnsi" w:hAnsiTheme="minorHAnsi"/>
        </w:rPr>
        <w:t xml:space="preserve"> Milan Bussinow,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lastRenderedPageBreak/>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65502265"/>
      <w:r w:rsidRPr="00EC2E51">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65502266"/>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65502267"/>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lastRenderedPageBreak/>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65502268"/>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č.j. 3867/2017-SŽDC-O14</w:t>
      </w:r>
      <w:bookmarkEnd w:id="69"/>
    </w:p>
    <w:p w14:paraId="1F5646CD" w14:textId="77777777" w:rsidR="00EF7C12" w:rsidRPr="00FE73A5" w:rsidRDefault="00EF7C12" w:rsidP="00EF7C12">
      <w:pPr>
        <w:pStyle w:val="Text2-1"/>
      </w:pPr>
      <w:bookmarkStart w:id="70" w:name="_Ref56174337"/>
      <w:r>
        <w:t>Dopis O14 č.j. 22098/2020-SŽ-GŘ-O14 a dokument „Dočasné požadavky na břevnové svítilny pro akce OŘ“</w:t>
      </w:r>
      <w:bookmarkEnd w:id="70"/>
    </w:p>
    <w:sectPr w:rsidR="00EF7C12"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66F3B" w14:textId="77777777" w:rsidR="00FA7C77" w:rsidRDefault="00FA7C77" w:rsidP="00962258">
      <w:pPr>
        <w:spacing w:after="0" w:line="240" w:lineRule="auto"/>
      </w:pPr>
      <w:r>
        <w:separator/>
      </w:r>
    </w:p>
  </w:endnote>
  <w:endnote w:type="continuationSeparator" w:id="0">
    <w:p w14:paraId="351FA0E7" w14:textId="77777777" w:rsidR="00FA7C77" w:rsidRDefault="00FA7C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267DF" w:rsidRPr="003462EB" w14:paraId="640371B0" w14:textId="77777777" w:rsidTr="00633336">
      <w:tc>
        <w:tcPr>
          <w:tcW w:w="907" w:type="dxa"/>
          <w:tcMar>
            <w:left w:w="0" w:type="dxa"/>
            <w:right w:w="0" w:type="dxa"/>
          </w:tcMar>
          <w:vAlign w:val="bottom"/>
        </w:tcPr>
        <w:p w14:paraId="4592109E" w14:textId="28F9CC57" w:rsidR="002267DF" w:rsidRPr="00B8518B" w:rsidRDefault="002267D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E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8EA">
            <w:rPr>
              <w:rStyle w:val="slostrnky"/>
              <w:noProof/>
            </w:rPr>
            <w:t>16</w:t>
          </w:r>
          <w:r w:rsidRPr="00B8518B">
            <w:rPr>
              <w:rStyle w:val="slostrnky"/>
            </w:rPr>
            <w:fldChar w:fldCharType="end"/>
          </w:r>
        </w:p>
      </w:tc>
      <w:tc>
        <w:tcPr>
          <w:tcW w:w="0" w:type="auto"/>
          <w:vAlign w:val="bottom"/>
        </w:tcPr>
        <w:p w14:paraId="0F944F13" w14:textId="142BAA29" w:rsidR="002267DF" w:rsidRPr="003462EB" w:rsidRDefault="009D08EA" w:rsidP="008664BF">
          <w:pPr>
            <w:pStyle w:val="Zpatvlevo"/>
          </w:pPr>
          <w:r>
            <w:fldChar w:fldCharType="begin"/>
          </w:r>
          <w:r>
            <w:instrText xml:space="preserve"> STYLEREF  _Název_akce  \* MERGEFORMAT </w:instrText>
          </w:r>
          <w:r>
            <w:fldChar w:fldCharType="separate"/>
          </w:r>
          <w:r>
            <w:rPr>
              <w:noProof/>
            </w:rPr>
            <w:t>„Výstavba PZS přejezdu P4417 v km 8,777 trati Osoblaha – Třemešná ve Slezsku“</w:t>
          </w:r>
          <w:r>
            <w:rPr>
              <w:noProof/>
            </w:rPr>
            <w:fldChar w:fldCharType="end"/>
          </w:r>
        </w:p>
        <w:p w14:paraId="47AA3EEE" w14:textId="77777777" w:rsidR="002267DF" w:rsidRDefault="002267DF" w:rsidP="00722CCE">
          <w:pPr>
            <w:pStyle w:val="Zpatvlevo"/>
          </w:pPr>
          <w:r>
            <w:t>Příloha č. 2 d) - Zvláštní</w:t>
          </w:r>
          <w:r w:rsidRPr="003462EB">
            <w:t xml:space="preserve"> technické podmínky</w:t>
          </w:r>
        </w:p>
        <w:p w14:paraId="693CFEAF" w14:textId="77777777" w:rsidR="002267DF" w:rsidRPr="003462EB" w:rsidRDefault="002267DF" w:rsidP="00646589">
          <w:pPr>
            <w:pStyle w:val="Zpatvlevo"/>
          </w:pPr>
          <w:r>
            <w:t xml:space="preserve">Zhotovení Projektová dokumentace a </w:t>
          </w:r>
          <w:r w:rsidRPr="003462EB">
            <w:t>Zhotovení stavby</w:t>
          </w:r>
          <w:r>
            <w:t xml:space="preserve"> (ZTP P+R)</w:t>
          </w:r>
        </w:p>
      </w:tc>
    </w:tr>
  </w:tbl>
  <w:p w14:paraId="732D5F46" w14:textId="77777777" w:rsidR="002267DF" w:rsidRPr="00614E71" w:rsidRDefault="002267D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267DF" w:rsidRPr="009E09BE" w14:paraId="4C45EB8E" w14:textId="77777777" w:rsidTr="00633336">
      <w:tc>
        <w:tcPr>
          <w:tcW w:w="0" w:type="auto"/>
          <w:tcMar>
            <w:left w:w="0" w:type="dxa"/>
            <w:right w:w="0" w:type="dxa"/>
          </w:tcMar>
          <w:vAlign w:val="bottom"/>
        </w:tcPr>
        <w:p w14:paraId="3F0C4C71" w14:textId="5D89C1D1" w:rsidR="002267DF" w:rsidRDefault="009D08EA" w:rsidP="00722CCE">
          <w:pPr>
            <w:pStyle w:val="Zpatvpravo"/>
          </w:pPr>
          <w:r>
            <w:fldChar w:fldCharType="begin"/>
          </w:r>
          <w:r>
            <w:instrText xml:space="preserve"> STYLEREF  _Název_akce  \* MERGEFORMAT </w:instrText>
          </w:r>
          <w:r>
            <w:fldChar w:fldCharType="separate"/>
          </w:r>
          <w:r>
            <w:rPr>
              <w:noProof/>
            </w:rPr>
            <w:t>„Výstavba PZS přejezdu P4417 v km 8,777 trati Osoblaha – Třemešná ve Slezsku“</w:t>
          </w:r>
          <w:r>
            <w:rPr>
              <w:noProof/>
            </w:rPr>
            <w:fldChar w:fldCharType="end"/>
          </w:r>
        </w:p>
        <w:p w14:paraId="55DD67A9" w14:textId="77777777" w:rsidR="002267DF" w:rsidRDefault="002267DF" w:rsidP="002454AA">
          <w:pPr>
            <w:pStyle w:val="Zpatvpravo"/>
          </w:pPr>
          <w:r>
            <w:t>Příloha č. 2 d) - Zvláštní</w:t>
          </w:r>
          <w:r w:rsidRPr="003462EB">
            <w:t xml:space="preserve"> technické podmínky</w:t>
          </w:r>
          <w:r w:rsidDel="00E812EC">
            <w:t xml:space="preserve"> </w:t>
          </w:r>
        </w:p>
        <w:p w14:paraId="29DEABB7" w14:textId="77777777" w:rsidR="002267DF" w:rsidRPr="003462EB" w:rsidRDefault="002267DF"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2A686097" w:rsidR="002267DF" w:rsidRPr="009E09BE" w:rsidRDefault="002267D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E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08EA">
            <w:rPr>
              <w:rStyle w:val="slostrnky"/>
              <w:noProof/>
            </w:rPr>
            <w:t>16</w:t>
          </w:r>
          <w:r w:rsidRPr="00B8518B">
            <w:rPr>
              <w:rStyle w:val="slostrnky"/>
            </w:rPr>
            <w:fldChar w:fldCharType="end"/>
          </w:r>
        </w:p>
      </w:tc>
    </w:tr>
  </w:tbl>
  <w:p w14:paraId="316A897E" w14:textId="77777777" w:rsidR="002267DF" w:rsidRPr="00B8518B" w:rsidRDefault="002267D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E5239" w14:textId="77777777" w:rsidR="002267DF" w:rsidRPr="00B8518B" w:rsidRDefault="002267DF" w:rsidP="00460660">
    <w:pPr>
      <w:pStyle w:val="Zpat"/>
      <w:rPr>
        <w:sz w:val="2"/>
        <w:szCs w:val="2"/>
      </w:rPr>
    </w:pPr>
  </w:p>
  <w:p w14:paraId="20052D93" w14:textId="77777777" w:rsidR="002267DF" w:rsidRDefault="002267DF" w:rsidP="00646589">
    <w:pPr>
      <w:pStyle w:val="Zpatvlevo"/>
      <w:rPr>
        <w:rFonts w:cs="Calibri"/>
        <w:szCs w:val="12"/>
      </w:rPr>
    </w:pPr>
  </w:p>
  <w:p w14:paraId="01B22437" w14:textId="77777777" w:rsidR="002267DF" w:rsidRPr="00460660" w:rsidRDefault="002267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3702E" w14:textId="77777777" w:rsidR="00FA7C77" w:rsidRDefault="00FA7C77" w:rsidP="00962258">
      <w:pPr>
        <w:spacing w:after="0" w:line="240" w:lineRule="auto"/>
      </w:pPr>
      <w:r>
        <w:separator/>
      </w:r>
    </w:p>
  </w:footnote>
  <w:footnote w:type="continuationSeparator" w:id="0">
    <w:p w14:paraId="6DE6FB84" w14:textId="77777777" w:rsidR="00FA7C77" w:rsidRDefault="00FA7C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67DF" w14:paraId="02B08599" w14:textId="77777777" w:rsidTr="00B22106">
      <w:trPr>
        <w:trHeight w:hRule="exact" w:val="936"/>
      </w:trPr>
      <w:tc>
        <w:tcPr>
          <w:tcW w:w="1361" w:type="dxa"/>
          <w:tcMar>
            <w:left w:w="0" w:type="dxa"/>
            <w:right w:w="0" w:type="dxa"/>
          </w:tcMar>
        </w:tcPr>
        <w:p w14:paraId="54DEE83A" w14:textId="77777777" w:rsidR="002267DF" w:rsidRPr="00B8518B" w:rsidRDefault="002267DF" w:rsidP="00FC6389">
          <w:pPr>
            <w:pStyle w:val="Zpat"/>
            <w:rPr>
              <w:rStyle w:val="slostrnky"/>
            </w:rPr>
          </w:pPr>
        </w:p>
      </w:tc>
      <w:tc>
        <w:tcPr>
          <w:tcW w:w="3458" w:type="dxa"/>
          <w:shd w:val="clear" w:color="auto" w:fill="auto"/>
          <w:tcMar>
            <w:left w:w="0" w:type="dxa"/>
            <w:right w:w="0" w:type="dxa"/>
          </w:tcMar>
        </w:tcPr>
        <w:p w14:paraId="067FCE45" w14:textId="77777777" w:rsidR="002267DF" w:rsidRDefault="002267DF"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2267DF" w:rsidRPr="00D6163D" w:rsidRDefault="002267DF" w:rsidP="00FC6389">
          <w:pPr>
            <w:pStyle w:val="Druhdokumentu"/>
          </w:pPr>
        </w:p>
      </w:tc>
    </w:tr>
    <w:tr w:rsidR="002267DF" w14:paraId="20712FED" w14:textId="77777777" w:rsidTr="00B22106">
      <w:trPr>
        <w:trHeight w:hRule="exact" w:val="936"/>
      </w:trPr>
      <w:tc>
        <w:tcPr>
          <w:tcW w:w="1361" w:type="dxa"/>
          <w:tcMar>
            <w:left w:w="0" w:type="dxa"/>
            <w:right w:w="0" w:type="dxa"/>
          </w:tcMar>
        </w:tcPr>
        <w:p w14:paraId="4901F5A7" w14:textId="77777777" w:rsidR="002267DF" w:rsidRPr="00B8518B" w:rsidRDefault="002267DF" w:rsidP="00FC6389">
          <w:pPr>
            <w:pStyle w:val="Zpat"/>
            <w:rPr>
              <w:rStyle w:val="slostrnky"/>
            </w:rPr>
          </w:pPr>
        </w:p>
      </w:tc>
      <w:tc>
        <w:tcPr>
          <w:tcW w:w="3458" w:type="dxa"/>
          <w:shd w:val="clear" w:color="auto" w:fill="auto"/>
          <w:tcMar>
            <w:left w:w="0" w:type="dxa"/>
            <w:right w:w="0" w:type="dxa"/>
          </w:tcMar>
        </w:tcPr>
        <w:p w14:paraId="6B39F4EA" w14:textId="77777777" w:rsidR="002267DF" w:rsidRDefault="002267DF" w:rsidP="00FC6389">
          <w:pPr>
            <w:pStyle w:val="Zpat"/>
          </w:pPr>
        </w:p>
      </w:tc>
      <w:tc>
        <w:tcPr>
          <w:tcW w:w="5756" w:type="dxa"/>
          <w:shd w:val="clear" w:color="auto" w:fill="auto"/>
          <w:tcMar>
            <w:left w:w="0" w:type="dxa"/>
            <w:right w:w="0" w:type="dxa"/>
          </w:tcMar>
        </w:tcPr>
        <w:p w14:paraId="29759F68" w14:textId="77777777" w:rsidR="002267DF" w:rsidRPr="00D6163D" w:rsidRDefault="002267DF" w:rsidP="00FC6389">
          <w:pPr>
            <w:pStyle w:val="Druhdokumentu"/>
          </w:pPr>
        </w:p>
      </w:tc>
    </w:tr>
  </w:tbl>
  <w:p w14:paraId="31485417" w14:textId="77777777" w:rsidR="002267DF" w:rsidRPr="00D6163D" w:rsidRDefault="002267DF" w:rsidP="00FC6389">
    <w:pPr>
      <w:pStyle w:val="Zhlav"/>
      <w:rPr>
        <w:sz w:val="8"/>
        <w:szCs w:val="8"/>
      </w:rPr>
    </w:pPr>
  </w:p>
  <w:p w14:paraId="3ECECAA6" w14:textId="77777777" w:rsidR="002267DF" w:rsidRPr="00460660" w:rsidRDefault="002267D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4BA2398"/>
    <w:multiLevelType w:val="hybridMultilevel"/>
    <w:tmpl w:val="EC10DE3A"/>
    <w:lvl w:ilvl="0" w:tplc="7F78821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4"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11"/>
  </w:num>
  <w:num w:numId="5">
    <w:abstractNumId w:val="14"/>
  </w:num>
  <w:num w:numId="6">
    <w:abstractNumId w:val="0"/>
  </w:num>
  <w:num w:numId="7">
    <w:abstractNumId w:val="5"/>
  </w:num>
  <w:num w:numId="8">
    <w:abstractNumId w:val="13"/>
  </w:num>
  <w:num w:numId="9">
    <w:abstractNumId w:val="11"/>
  </w:num>
  <w:num w:numId="10">
    <w:abstractNumId w:val="14"/>
  </w:num>
  <w:num w:numId="11">
    <w:abstractNumId w:val="15"/>
  </w:num>
  <w:num w:numId="12">
    <w:abstractNumId w:val="1"/>
  </w:num>
  <w:num w:numId="13">
    <w:abstractNumId w:val="1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7"/>
  </w:num>
  <w:num w:numId="21">
    <w:abstractNumId w:val="8"/>
  </w:num>
  <w:num w:numId="22">
    <w:abstractNumId w:val="5"/>
  </w:num>
  <w:num w:numId="23">
    <w:abstractNumId w:val="1"/>
  </w:num>
  <w:num w:numId="24">
    <w:abstractNumId w:val="5"/>
  </w:num>
  <w:num w:numId="25">
    <w:abstractNumId w:val="5"/>
  </w:num>
  <w:num w:numId="26">
    <w:abstractNumId w:val="11"/>
  </w:num>
  <w:num w:numId="27">
    <w:abstractNumId w:val="11"/>
  </w:num>
  <w:num w:numId="28">
    <w:abstractNumId w:val="11"/>
  </w:num>
  <w:num w:numId="29">
    <w:abstractNumId w:val="11"/>
  </w:num>
  <w:num w:numId="30">
    <w:abstractNumId w:val="11"/>
  </w:num>
  <w:num w:numId="31">
    <w:abstractNumId w:val="14"/>
  </w:num>
  <w:num w:numId="32">
    <w:abstractNumId w:val="14"/>
  </w:num>
  <w:num w:numId="33">
    <w:abstractNumId w:val="14"/>
  </w:num>
  <w:num w:numId="34">
    <w:abstractNumId w:val="14"/>
  </w:num>
  <w:num w:numId="35">
    <w:abstractNumId w:val="15"/>
  </w:num>
  <w:num w:numId="36">
    <w:abstractNumId w:val="1"/>
  </w:num>
  <w:num w:numId="37">
    <w:abstractNumId w:val="1"/>
  </w:num>
  <w:num w:numId="38">
    <w:abstractNumId w:val="5"/>
  </w:num>
  <w:num w:numId="39">
    <w:abstractNumId w:val="5"/>
  </w:num>
  <w:num w:numId="40">
    <w:abstractNumId w:val="16"/>
  </w:num>
  <w:num w:numId="41">
    <w:abstractNumId w:val="16"/>
  </w:num>
  <w:num w:numId="42">
    <w:abstractNumId w:val="12"/>
  </w:num>
  <w:num w:numId="43">
    <w:abstractNumId w:val="10"/>
  </w:num>
  <w:num w:numId="4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41EC8"/>
    <w:rsid w:val="00042933"/>
    <w:rsid w:val="00046EFD"/>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67C1F"/>
    <w:rsid w:val="00170EC5"/>
    <w:rsid w:val="001747C1"/>
    <w:rsid w:val="00177D6B"/>
    <w:rsid w:val="001843C2"/>
    <w:rsid w:val="001861CB"/>
    <w:rsid w:val="00191F90"/>
    <w:rsid w:val="001951FD"/>
    <w:rsid w:val="001A0B00"/>
    <w:rsid w:val="001A3B3C"/>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267DF"/>
    <w:rsid w:val="002309DC"/>
    <w:rsid w:val="00231735"/>
    <w:rsid w:val="00232000"/>
    <w:rsid w:val="00240B81"/>
    <w:rsid w:val="002454AA"/>
    <w:rsid w:val="00247D01"/>
    <w:rsid w:val="0025030F"/>
    <w:rsid w:val="00261A5B"/>
    <w:rsid w:val="00262DEF"/>
    <w:rsid w:val="00262E5B"/>
    <w:rsid w:val="00276AFE"/>
    <w:rsid w:val="00276E5D"/>
    <w:rsid w:val="00277FBD"/>
    <w:rsid w:val="00296E96"/>
    <w:rsid w:val="002A034B"/>
    <w:rsid w:val="002A355D"/>
    <w:rsid w:val="002A3B57"/>
    <w:rsid w:val="002B2AF2"/>
    <w:rsid w:val="002B4E1D"/>
    <w:rsid w:val="002B6B58"/>
    <w:rsid w:val="002C054B"/>
    <w:rsid w:val="002C31BF"/>
    <w:rsid w:val="002C50C8"/>
    <w:rsid w:val="002D0011"/>
    <w:rsid w:val="002D2102"/>
    <w:rsid w:val="002D3D56"/>
    <w:rsid w:val="002D7FD6"/>
    <w:rsid w:val="002E0CD7"/>
    <w:rsid w:val="002E0CFB"/>
    <w:rsid w:val="002E5C7B"/>
    <w:rsid w:val="002F2AE7"/>
    <w:rsid w:val="002F362D"/>
    <w:rsid w:val="002F4333"/>
    <w:rsid w:val="00301EBA"/>
    <w:rsid w:val="00302762"/>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3F4D77"/>
    <w:rsid w:val="00404FCA"/>
    <w:rsid w:val="004078F3"/>
    <w:rsid w:val="004106E3"/>
    <w:rsid w:val="00413B17"/>
    <w:rsid w:val="00414BAE"/>
    <w:rsid w:val="00417DF3"/>
    <w:rsid w:val="00421FEC"/>
    <w:rsid w:val="00422A8F"/>
    <w:rsid w:val="0042385E"/>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957AC"/>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34F"/>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D3C39"/>
    <w:rsid w:val="005D4BA7"/>
    <w:rsid w:val="005D61E2"/>
    <w:rsid w:val="005D7706"/>
    <w:rsid w:val="005D7A71"/>
    <w:rsid w:val="005E5BC5"/>
    <w:rsid w:val="005E7A26"/>
    <w:rsid w:val="005F08C2"/>
    <w:rsid w:val="0060109A"/>
    <w:rsid w:val="00601A8C"/>
    <w:rsid w:val="00601BD4"/>
    <w:rsid w:val="0061068E"/>
    <w:rsid w:val="006115D3"/>
    <w:rsid w:val="00614E71"/>
    <w:rsid w:val="006208DF"/>
    <w:rsid w:val="00621FBD"/>
    <w:rsid w:val="00622A53"/>
    <w:rsid w:val="00624342"/>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1927"/>
    <w:rsid w:val="006E2DB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77E"/>
    <w:rsid w:val="00775C72"/>
    <w:rsid w:val="0077673A"/>
    <w:rsid w:val="00780DD4"/>
    <w:rsid w:val="007846E1"/>
    <w:rsid w:val="007847D6"/>
    <w:rsid w:val="007869B2"/>
    <w:rsid w:val="007A202B"/>
    <w:rsid w:val="007A3323"/>
    <w:rsid w:val="007A5172"/>
    <w:rsid w:val="007A67A0"/>
    <w:rsid w:val="007B3108"/>
    <w:rsid w:val="007B3B23"/>
    <w:rsid w:val="007B570C"/>
    <w:rsid w:val="007B5BA7"/>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1E68"/>
    <w:rsid w:val="009A404E"/>
    <w:rsid w:val="009B2E97"/>
    <w:rsid w:val="009B4FE6"/>
    <w:rsid w:val="009B5146"/>
    <w:rsid w:val="009B7E32"/>
    <w:rsid w:val="009C007C"/>
    <w:rsid w:val="009C0AD3"/>
    <w:rsid w:val="009C418E"/>
    <w:rsid w:val="009C442C"/>
    <w:rsid w:val="009D08EA"/>
    <w:rsid w:val="009D2FC5"/>
    <w:rsid w:val="009D70EB"/>
    <w:rsid w:val="009E07F4"/>
    <w:rsid w:val="009E09BE"/>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1189"/>
    <w:rsid w:val="00A71CA8"/>
    <w:rsid w:val="00A7364A"/>
    <w:rsid w:val="00A74DCC"/>
    <w:rsid w:val="00A753ED"/>
    <w:rsid w:val="00A77512"/>
    <w:rsid w:val="00A817BF"/>
    <w:rsid w:val="00A8227E"/>
    <w:rsid w:val="00A83AB3"/>
    <w:rsid w:val="00A94C2F"/>
    <w:rsid w:val="00A95BEB"/>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1B7E"/>
    <w:rsid w:val="00B13A26"/>
    <w:rsid w:val="00B14DA4"/>
    <w:rsid w:val="00B15D0D"/>
    <w:rsid w:val="00B17BBA"/>
    <w:rsid w:val="00B22106"/>
    <w:rsid w:val="00B31D98"/>
    <w:rsid w:val="00B33A5C"/>
    <w:rsid w:val="00B33BFE"/>
    <w:rsid w:val="00B50AB2"/>
    <w:rsid w:val="00B5431A"/>
    <w:rsid w:val="00B54A61"/>
    <w:rsid w:val="00B56EB2"/>
    <w:rsid w:val="00B61CB7"/>
    <w:rsid w:val="00B75EE1"/>
    <w:rsid w:val="00B761F7"/>
    <w:rsid w:val="00B77481"/>
    <w:rsid w:val="00B800DE"/>
    <w:rsid w:val="00B83E2A"/>
    <w:rsid w:val="00B8518B"/>
    <w:rsid w:val="00B97CC3"/>
    <w:rsid w:val="00BA2721"/>
    <w:rsid w:val="00BA5E9B"/>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26C0"/>
    <w:rsid w:val="00C24A6A"/>
    <w:rsid w:val="00C30CA8"/>
    <w:rsid w:val="00C42592"/>
    <w:rsid w:val="00C42FE6"/>
    <w:rsid w:val="00C44F6A"/>
    <w:rsid w:val="00C6198E"/>
    <w:rsid w:val="00C648C9"/>
    <w:rsid w:val="00C6494F"/>
    <w:rsid w:val="00C708EA"/>
    <w:rsid w:val="00C71379"/>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CE7B45"/>
    <w:rsid w:val="00D02C51"/>
    <w:rsid w:val="00D034A0"/>
    <w:rsid w:val="00D0732C"/>
    <w:rsid w:val="00D16C90"/>
    <w:rsid w:val="00D21061"/>
    <w:rsid w:val="00D27A3A"/>
    <w:rsid w:val="00D322B7"/>
    <w:rsid w:val="00D33ACB"/>
    <w:rsid w:val="00D4108E"/>
    <w:rsid w:val="00D42E76"/>
    <w:rsid w:val="00D521D0"/>
    <w:rsid w:val="00D529DC"/>
    <w:rsid w:val="00D5384C"/>
    <w:rsid w:val="00D6163D"/>
    <w:rsid w:val="00D62BB3"/>
    <w:rsid w:val="00D65C00"/>
    <w:rsid w:val="00D724D1"/>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4BBB"/>
    <w:rsid w:val="00E15F8D"/>
    <w:rsid w:val="00E16FF7"/>
    <w:rsid w:val="00E1732F"/>
    <w:rsid w:val="00E17FFE"/>
    <w:rsid w:val="00E26D68"/>
    <w:rsid w:val="00E32401"/>
    <w:rsid w:val="00E41D93"/>
    <w:rsid w:val="00E44045"/>
    <w:rsid w:val="00E53053"/>
    <w:rsid w:val="00E577BA"/>
    <w:rsid w:val="00E618C4"/>
    <w:rsid w:val="00E7218A"/>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A7C77"/>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729923"/>
  <w15:docId w15:val="{73B918DD-8277-4163-B503-41E62628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7818">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9990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VAobch@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57965"/>
    <w:rsid w:val="000B32C9"/>
    <w:rsid w:val="001D71DD"/>
    <w:rsid w:val="00327255"/>
    <w:rsid w:val="0059199C"/>
    <w:rsid w:val="005A2788"/>
    <w:rsid w:val="0061225B"/>
    <w:rsid w:val="006C76F4"/>
    <w:rsid w:val="00811B6E"/>
    <w:rsid w:val="008A2045"/>
    <w:rsid w:val="009D33A2"/>
    <w:rsid w:val="00AB0E8A"/>
    <w:rsid w:val="00B13B57"/>
    <w:rsid w:val="00B70CC8"/>
    <w:rsid w:val="00C40255"/>
    <w:rsid w:val="00CE1110"/>
    <w:rsid w:val="00D71DFD"/>
    <w:rsid w:val="00D814CD"/>
    <w:rsid w:val="00DC44D9"/>
    <w:rsid w:val="00EA7779"/>
    <w:rsid w:val="00ED2155"/>
    <w:rsid w:val="00F21F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FC2523-7E3B-4438-B72A-A988A7B5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21</TotalTime>
  <Pages>16</Pages>
  <Words>6134</Words>
  <Characters>36194</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Holá Magdaléna, Ing.</cp:lastModifiedBy>
  <cp:revision>14</cp:revision>
  <cp:lastPrinted>2019-03-07T14:42:00Z</cp:lastPrinted>
  <dcterms:created xsi:type="dcterms:W3CDTF">2021-01-11T10:12:00Z</dcterms:created>
  <dcterms:modified xsi:type="dcterms:W3CDTF">2021-03-01T13:43:00Z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