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04AEC66B"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C92FC4" w:rsidRPr="00C92FC4">
        <w:rPr>
          <w:rFonts w:asciiTheme="minorHAnsi" w:hAnsiTheme="minorHAnsi"/>
          <w:b/>
          <w:sz w:val="48"/>
          <w:szCs w:val="48"/>
        </w:rPr>
        <w:t>Výstavba PZS P1778, doplnění závor P1791, výstavba PZS P1807 trati Rakovník – Bečov nad Teplou</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668C0692" w14:textId="77777777" w:rsidR="00C92FC4" w:rsidRPr="00C92FC4" w:rsidRDefault="00C92FC4" w:rsidP="00C92FC4">
      <w:pPr>
        <w:spacing w:after="120" w:line="264" w:lineRule="auto"/>
        <w:jc w:val="both"/>
        <w:rPr>
          <w:rFonts w:asciiTheme="minorHAnsi" w:hAnsiTheme="minorHAnsi"/>
          <w:sz w:val="18"/>
          <w:szCs w:val="18"/>
        </w:rPr>
      </w:pPr>
      <w:r w:rsidRPr="00C92FC4">
        <w:rPr>
          <w:rFonts w:asciiTheme="minorHAnsi" w:hAnsiTheme="minorHAnsi"/>
          <w:sz w:val="18"/>
          <w:szCs w:val="18"/>
        </w:rPr>
        <w:t>„Výstavba PZS v km 29,082 (P1778) trati Rakovník – Bečov nad Teplou“</w:t>
      </w:r>
    </w:p>
    <w:p w14:paraId="24E5073A" w14:textId="77777777" w:rsidR="00C92FC4" w:rsidRPr="00C92FC4" w:rsidRDefault="00C92FC4" w:rsidP="00C92FC4">
      <w:pPr>
        <w:spacing w:after="120" w:line="264" w:lineRule="auto"/>
        <w:jc w:val="both"/>
        <w:rPr>
          <w:rFonts w:asciiTheme="minorHAnsi" w:hAnsiTheme="minorHAnsi"/>
          <w:sz w:val="18"/>
          <w:szCs w:val="18"/>
        </w:rPr>
      </w:pPr>
      <w:r w:rsidRPr="00C92FC4">
        <w:rPr>
          <w:rFonts w:asciiTheme="minorHAnsi" w:hAnsiTheme="minorHAnsi"/>
          <w:sz w:val="18"/>
          <w:szCs w:val="18"/>
        </w:rPr>
        <w:t>(dále jen „Stavba 1“)</w:t>
      </w:r>
    </w:p>
    <w:p w14:paraId="0152FD0A" w14:textId="77777777" w:rsidR="00C92FC4" w:rsidRPr="00C92FC4" w:rsidRDefault="00C92FC4" w:rsidP="00C92FC4">
      <w:pPr>
        <w:spacing w:after="120" w:line="264" w:lineRule="auto"/>
        <w:jc w:val="both"/>
        <w:rPr>
          <w:rFonts w:asciiTheme="minorHAnsi" w:hAnsiTheme="minorHAnsi"/>
          <w:sz w:val="18"/>
          <w:szCs w:val="18"/>
        </w:rPr>
      </w:pPr>
      <w:r w:rsidRPr="00C92FC4">
        <w:rPr>
          <w:rFonts w:asciiTheme="minorHAnsi" w:hAnsiTheme="minorHAnsi"/>
          <w:sz w:val="18"/>
          <w:szCs w:val="18"/>
        </w:rPr>
        <w:t>„Doplnění závor na přejezdu P1791 v km 35,308 trati Rakovník – Bečov nad Teplou“</w:t>
      </w:r>
    </w:p>
    <w:p w14:paraId="67C20840" w14:textId="77777777" w:rsidR="00C92FC4" w:rsidRPr="00C92FC4" w:rsidRDefault="00C92FC4" w:rsidP="00C92FC4">
      <w:pPr>
        <w:spacing w:after="120" w:line="264" w:lineRule="auto"/>
        <w:jc w:val="both"/>
        <w:rPr>
          <w:rFonts w:asciiTheme="minorHAnsi" w:hAnsiTheme="minorHAnsi"/>
          <w:sz w:val="18"/>
          <w:szCs w:val="18"/>
        </w:rPr>
      </w:pPr>
      <w:r w:rsidRPr="00C92FC4">
        <w:rPr>
          <w:rFonts w:asciiTheme="minorHAnsi" w:hAnsiTheme="minorHAnsi"/>
          <w:sz w:val="18"/>
          <w:szCs w:val="18"/>
        </w:rPr>
        <w:t>(dále jen „Stavba 2“)</w:t>
      </w:r>
    </w:p>
    <w:p w14:paraId="19C3721E" w14:textId="77777777" w:rsidR="00C92FC4" w:rsidRPr="00C92FC4" w:rsidRDefault="00C92FC4" w:rsidP="00C92FC4">
      <w:pPr>
        <w:spacing w:after="120" w:line="264" w:lineRule="auto"/>
        <w:jc w:val="both"/>
        <w:rPr>
          <w:rFonts w:asciiTheme="minorHAnsi" w:hAnsiTheme="minorHAnsi"/>
          <w:sz w:val="18"/>
          <w:szCs w:val="18"/>
        </w:rPr>
      </w:pPr>
      <w:r w:rsidRPr="00C92FC4">
        <w:rPr>
          <w:rFonts w:asciiTheme="minorHAnsi" w:hAnsiTheme="minorHAnsi"/>
          <w:sz w:val="18"/>
          <w:szCs w:val="18"/>
        </w:rPr>
        <w:t>„Výstavba PZS v km 48,942 (P1807) trati Rakovník – Bečov nad Teplou“</w:t>
      </w:r>
    </w:p>
    <w:p w14:paraId="79FDB94B" w14:textId="2E7ECA5C" w:rsidR="00C92FC4" w:rsidRPr="00C92FC4" w:rsidRDefault="00C92FC4" w:rsidP="00C92FC4">
      <w:pPr>
        <w:spacing w:after="120" w:line="264" w:lineRule="auto"/>
        <w:jc w:val="both"/>
        <w:rPr>
          <w:rFonts w:asciiTheme="minorHAnsi" w:hAnsiTheme="minorHAnsi"/>
          <w:sz w:val="18"/>
          <w:szCs w:val="18"/>
        </w:rPr>
      </w:pPr>
      <w:r w:rsidRPr="00C92FC4">
        <w:rPr>
          <w:rFonts w:asciiTheme="minorHAnsi" w:hAnsiTheme="minorHAnsi"/>
          <w:sz w:val="18"/>
          <w:szCs w:val="18"/>
        </w:rPr>
        <w:t>(dále jen „Stavba 3“)</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1F437E" w:rsidRDefault="00F422D3" w:rsidP="00B42F40">
      <w:pPr>
        <w:pStyle w:val="Textbezodsazen"/>
        <w:spacing w:after="0"/>
      </w:pPr>
      <w:r>
        <w:t>zastoupena</w:t>
      </w:r>
      <w:r w:rsidRPr="001F437E">
        <w:t xml:space="preserve">: Ing. Mojmírem Nejezchlebem, náměstkem GŘ pro modernizaci dráhy </w:t>
      </w:r>
    </w:p>
    <w:p w14:paraId="694A2696" w14:textId="77777777" w:rsidR="00F422D3" w:rsidRPr="001F437E" w:rsidRDefault="00F422D3" w:rsidP="00B42F40">
      <w:pPr>
        <w:pStyle w:val="Textbezodsazen"/>
      </w:pPr>
      <w:r w:rsidRPr="001F437E">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1F437E">
        <w:rPr>
          <w:rStyle w:val="Zdraznnjemn"/>
          <w:b/>
          <w:iCs w:val="0"/>
          <w:color w:val="auto"/>
        </w:rPr>
        <w:t>Korespondenční adresa:</w:t>
      </w:r>
      <w:r w:rsidRPr="00B42F40">
        <w:rPr>
          <w:rStyle w:val="Zdraznnjemn"/>
          <w:b/>
          <w:iCs w:val="0"/>
          <w:color w:val="auto"/>
        </w:rPr>
        <w:t xml:space="preserve">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2D481F1F" w:rsidR="00306D9A" w:rsidRPr="001F437E" w:rsidRDefault="00306D9A" w:rsidP="00ED260D">
      <w:pPr>
        <w:pStyle w:val="Textbezodsazen"/>
        <w:spacing w:after="0"/>
      </w:pPr>
      <w:r w:rsidRPr="001F437E">
        <w:t xml:space="preserve">ISPROFIN / ISPROFOND </w:t>
      </w:r>
      <w:r w:rsidR="00ED260D" w:rsidRPr="001F437E">
        <w:t xml:space="preserve">Stavba </w:t>
      </w:r>
      <w:r w:rsidRPr="001F437E">
        <w:t>1: 327</w:t>
      </w:r>
      <w:r w:rsidR="00ED260D" w:rsidRPr="001F437E">
        <w:t> </w:t>
      </w:r>
      <w:r w:rsidRPr="001F437E">
        <w:t>351</w:t>
      </w:r>
      <w:r w:rsidR="00ED260D" w:rsidRPr="001F437E">
        <w:t xml:space="preserve"> </w:t>
      </w:r>
      <w:r w:rsidRPr="001F437E">
        <w:t xml:space="preserve">4800 / </w:t>
      </w:r>
      <w:r w:rsidR="001F437E" w:rsidRPr="001F437E">
        <w:t>542 353 0047</w:t>
      </w:r>
    </w:p>
    <w:p w14:paraId="4E9FCCF5" w14:textId="52DC9931" w:rsidR="00F422D3" w:rsidRPr="001F437E" w:rsidRDefault="00306D9A" w:rsidP="00ED260D">
      <w:pPr>
        <w:pStyle w:val="Textbezodsazen"/>
        <w:spacing w:after="0"/>
      </w:pPr>
      <w:r w:rsidRPr="001F437E">
        <w:t xml:space="preserve">ISPROFIN / ISPROFOND </w:t>
      </w:r>
      <w:r w:rsidR="00ED260D" w:rsidRPr="001F437E">
        <w:t xml:space="preserve">Stavba </w:t>
      </w:r>
      <w:r w:rsidRPr="001F437E">
        <w:t>2: 327</w:t>
      </w:r>
      <w:r w:rsidR="00ED260D" w:rsidRPr="001F437E">
        <w:t> </w:t>
      </w:r>
      <w:r w:rsidRPr="001F437E">
        <w:t>351</w:t>
      </w:r>
      <w:r w:rsidR="00ED260D" w:rsidRPr="001F437E">
        <w:t xml:space="preserve"> </w:t>
      </w:r>
      <w:r w:rsidRPr="001F437E">
        <w:t>4800 / 5</w:t>
      </w:r>
      <w:r w:rsidR="00ED260D" w:rsidRPr="001F437E">
        <w:t>42</w:t>
      </w:r>
      <w:r w:rsidR="001F437E" w:rsidRPr="001F437E">
        <w:t> 353 0042</w:t>
      </w:r>
    </w:p>
    <w:p w14:paraId="6386BB3A" w14:textId="43A728A7" w:rsidR="00ED260D" w:rsidRDefault="00ED260D" w:rsidP="00ED260D">
      <w:pPr>
        <w:pStyle w:val="Textbezodsazen"/>
        <w:spacing w:after="0"/>
      </w:pPr>
      <w:r w:rsidRPr="001F437E">
        <w:t xml:space="preserve">ISPROFIN / ISPROFOND Stavba 2: 327 351 4800 </w:t>
      </w:r>
      <w:r w:rsidR="001F437E" w:rsidRPr="001F437E">
        <w:t>/ 541 353 0023</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lastRenderedPageBreak/>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14CBF8DA" w:rsidR="007D26F9" w:rsidRDefault="007D26F9" w:rsidP="001F437E">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167830">
        <w:t>"[</w:t>
      </w:r>
      <w:r w:rsidR="00167830" w:rsidRPr="007D26F9">
        <w:rPr>
          <w:highlight w:val="green"/>
        </w:rPr>
        <w:t>VLOŽÍ OBJEDNATEL</w:t>
      </w:r>
      <w:r w:rsidR="00293EC3">
        <w:t>]“</w:t>
      </w:r>
      <w:r w:rsidR="00167830">
        <w:t xml:space="preserve"> </w:t>
      </w:r>
      <w:r>
        <w:t>svůj úmysl zadat veřejnou zakázku</w:t>
      </w:r>
      <w:r w:rsidR="00A349C6">
        <w:t xml:space="preserve"> </w:t>
      </w:r>
      <w:r w:rsidR="002100BF">
        <w:t>na zhotovení projektové dokumentace a souboru staveb</w:t>
      </w:r>
      <w:r>
        <w:t xml:space="preserve"> </w:t>
      </w:r>
      <w:r w:rsidR="00560834" w:rsidRPr="00F42B2C">
        <w:rPr>
          <w:b/>
        </w:rPr>
        <w:t>„</w:t>
      </w:r>
      <w:r w:rsidR="001F437E" w:rsidRPr="001F437E">
        <w:rPr>
          <w:b/>
        </w:rPr>
        <w:t>Výstavba PZS P1778, doplnění závor P1791, výstavba PZS P1807 trati Rakovník – Bečov nad Teplou</w:t>
      </w:r>
      <w:r w:rsidR="00560834" w:rsidRPr="001F437E">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lastRenderedPageBreak/>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1F437E">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1F437E">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1F437E">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lastRenderedPageBreak/>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28BDC4F4" w:rsidR="008911C8" w:rsidRPr="00F42B2C" w:rsidRDefault="008911C8" w:rsidP="008911C8">
      <w:pPr>
        <w:pStyle w:val="Textbezslovn"/>
      </w:pPr>
      <w:r w:rsidRPr="002C72AF">
        <w:t xml:space="preserve">Celková lhůta pro provedení Díla činí </w:t>
      </w:r>
      <w:r w:rsidRPr="00F42B2C">
        <w:t xml:space="preserve">celkem </w:t>
      </w:r>
      <w:r w:rsidR="00EE7D1A" w:rsidRPr="00F42B2C">
        <w:rPr>
          <w:rStyle w:val="Tun"/>
        </w:rPr>
        <w:t>1</w:t>
      </w:r>
      <w:r w:rsidR="00F74F25" w:rsidRPr="00F42B2C">
        <w:rPr>
          <w:rStyle w:val="Tun"/>
        </w:rPr>
        <w:t>8</w:t>
      </w:r>
      <w:r w:rsidRPr="00F42B2C">
        <w:rPr>
          <w:rStyle w:val="Tun"/>
        </w:rPr>
        <w:t xml:space="preserve"> měsíců</w:t>
      </w:r>
      <w:r w:rsidRPr="00F42B2C">
        <w:t xml:space="preserve"> od nabytí účinnosti Smlouvy (dokladem prokazujícím, že Zhotovitel dokončil celé Dílo, je Předávací protokol dle odst. 10.4 Obchodních podmínek).</w:t>
      </w:r>
    </w:p>
    <w:p w14:paraId="07D07163" w14:textId="7B2CB54C" w:rsidR="008911C8" w:rsidRDefault="008911C8" w:rsidP="008911C8">
      <w:pPr>
        <w:pStyle w:val="Textbezslovn"/>
      </w:pPr>
      <w:r w:rsidRPr="00F42B2C">
        <w:t>Zpracování a p</w:t>
      </w:r>
      <w:r w:rsidR="00EE7D1A" w:rsidRPr="00F42B2C">
        <w:t>ředání dílčí části Projektových dokumentací</w:t>
      </w:r>
      <w:r w:rsidRPr="00F42B2C">
        <w:t xml:space="preserve"> v rozsahu Přílohy č. 3 vyhlášky č.146/2008 Sb. </w:t>
      </w:r>
      <w:r w:rsidR="00EE7D1A" w:rsidRPr="00F42B2C">
        <w:t>k připomínkám</w:t>
      </w:r>
      <w:r w:rsidRPr="00F42B2C">
        <w:t xml:space="preserve"> bude provedeno do </w:t>
      </w:r>
      <w:r w:rsidR="00DA07CD" w:rsidRPr="00F42B2C">
        <w:rPr>
          <w:b/>
        </w:rPr>
        <w:t>5</w:t>
      </w:r>
      <w:r w:rsidRPr="00F42B2C">
        <w:rPr>
          <w:rStyle w:val="Tun"/>
          <w:b w:val="0"/>
        </w:rPr>
        <w:t> </w:t>
      </w:r>
      <w:r w:rsidRPr="00F42B2C">
        <w:rPr>
          <w:rStyle w:val="Tun"/>
        </w:rPr>
        <w:t>měsíců</w:t>
      </w:r>
      <w:r w:rsidRPr="00F42B2C">
        <w:t xml:space="preserve"> ode dne nabytí</w:t>
      </w:r>
      <w:r w:rsidRPr="002C72AF">
        <w:t xml:space="preserve"> účinnosti Smlouvy.</w:t>
      </w:r>
      <w:r w:rsidR="00EE7D1A" w:rsidRPr="002C72AF">
        <w:t xml:space="preserve"> Fakturace bude ve výši do </w:t>
      </w:r>
      <w:r w:rsidR="00EE7D1A" w:rsidRPr="001F437E">
        <w:t>40 % ceny dokumentací</w:t>
      </w:r>
      <w:r w:rsidR="00EE7D1A" w:rsidRPr="002C72AF">
        <w:t xml:space="preserve"> DSP a PDPS.</w:t>
      </w:r>
    </w:p>
    <w:p w14:paraId="629A995C" w14:textId="77777777" w:rsidR="00EC3BEE" w:rsidRPr="00F42B2C"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F42B2C">
        <w:rPr>
          <w:rFonts w:asciiTheme="majorHAnsi" w:hAnsiTheme="majorHAnsi"/>
          <w:sz w:val="18"/>
          <w:szCs w:val="18"/>
        </w:rPr>
        <w:t xml:space="preserve">do </w:t>
      </w:r>
      <w:r w:rsidRPr="00F42B2C">
        <w:rPr>
          <w:rFonts w:asciiTheme="majorHAnsi" w:hAnsiTheme="majorHAnsi"/>
          <w:b/>
          <w:sz w:val="18"/>
          <w:szCs w:val="18"/>
        </w:rPr>
        <w:t>6</w:t>
      </w:r>
      <w:r w:rsidRPr="00F42B2C">
        <w:rPr>
          <w:rStyle w:val="Tun"/>
          <w:rFonts w:asciiTheme="majorHAnsi" w:hAnsiTheme="majorHAnsi"/>
          <w:b w:val="0"/>
          <w:sz w:val="18"/>
          <w:szCs w:val="18"/>
        </w:rPr>
        <w:t xml:space="preserve"> </w:t>
      </w:r>
      <w:r w:rsidRPr="00F42B2C">
        <w:rPr>
          <w:rStyle w:val="Tun"/>
          <w:rFonts w:asciiTheme="majorHAnsi" w:hAnsiTheme="majorHAnsi"/>
          <w:sz w:val="18"/>
          <w:szCs w:val="18"/>
        </w:rPr>
        <w:t>měsíců</w:t>
      </w:r>
      <w:r w:rsidRPr="00F42B2C">
        <w:rPr>
          <w:rFonts w:asciiTheme="majorHAnsi" w:hAnsiTheme="majorHAnsi"/>
          <w:sz w:val="18"/>
          <w:szCs w:val="18"/>
        </w:rPr>
        <w:t xml:space="preserve"> ode dne nabytí účinnosti Smlouvy</w:t>
      </w:r>
      <w:r w:rsidR="005A03A3" w:rsidRPr="00F42B2C">
        <w:rPr>
          <w:rFonts w:asciiTheme="majorHAnsi" w:hAnsiTheme="majorHAnsi"/>
          <w:sz w:val="18"/>
          <w:szCs w:val="18"/>
        </w:rPr>
        <w:t>.</w:t>
      </w:r>
    </w:p>
    <w:p w14:paraId="5FFA59AD" w14:textId="77777777" w:rsidR="00EC3BEE" w:rsidRPr="00F42B2C" w:rsidRDefault="00EC3BEE" w:rsidP="00EC3BEE">
      <w:pPr>
        <w:pStyle w:val="TPText-3neslovan"/>
        <w:ind w:left="709"/>
        <w:jc w:val="left"/>
        <w:rPr>
          <w:rFonts w:asciiTheme="majorHAnsi" w:hAnsiTheme="majorHAnsi"/>
          <w:szCs w:val="19"/>
        </w:rPr>
      </w:pPr>
    </w:p>
    <w:p w14:paraId="224F3A56" w14:textId="77777777" w:rsidR="00E05BE0" w:rsidRPr="00F42B2C" w:rsidRDefault="00E05BE0" w:rsidP="008911C8">
      <w:pPr>
        <w:pStyle w:val="Textbezslovn"/>
      </w:pPr>
      <w:r w:rsidRPr="00F42B2C">
        <w:t>Zpracování a předání dílčích částí Projektových dokumentací v rozsahu Přílohy č. 3 vyhlášky č.146/2008 Sb. se zapracovanými připomínkami a zajištění stavebního povolení v právní moci</w:t>
      </w:r>
      <w:r w:rsidR="00EC3BEE" w:rsidRPr="00F42B2C">
        <w:t xml:space="preserve"> včetně dokumentace pro provádění stavby </w:t>
      </w:r>
      <w:r w:rsidRPr="00F42B2C">
        <w:t xml:space="preserve">bude provedeno do </w:t>
      </w:r>
      <w:r w:rsidRPr="00F42B2C">
        <w:rPr>
          <w:rStyle w:val="Tun"/>
        </w:rPr>
        <w:t>9 měsíců</w:t>
      </w:r>
      <w:r w:rsidRPr="00F42B2C">
        <w:t xml:space="preserve"> ode dne nabytí účinnosti Smlouvy. Fakturace bude ve výši do 60 % ceny dokumentací DSP a PDPS.</w:t>
      </w:r>
    </w:p>
    <w:p w14:paraId="547DABB7" w14:textId="21E7DB54" w:rsidR="008911C8" w:rsidRPr="00EC3BEE" w:rsidRDefault="008911C8" w:rsidP="00CB2DC6">
      <w:pPr>
        <w:pStyle w:val="Textbezslovn"/>
      </w:pPr>
      <w:r w:rsidRPr="00F42B2C">
        <w:t>Lhůta pro dokončení prací (dílčí části Projektové dokumentace v rozsahu projektové dokumentace pro stavební povolení a přílohy č. 4 vyhlášky č.</w:t>
      </w:r>
      <w:r w:rsidR="00CB2DC6" w:rsidRPr="00F42B2C">
        <w:t> </w:t>
      </w:r>
      <w:r w:rsidRPr="00F42B2C">
        <w:t>146/2008 Sb. a</w:t>
      </w:r>
      <w:r w:rsidR="00CB2DC6" w:rsidRPr="00F42B2C">
        <w:t> </w:t>
      </w:r>
      <w:r w:rsidRPr="00F42B2C">
        <w:t xml:space="preserve">stavebních prací) činí celkem </w:t>
      </w:r>
      <w:r w:rsidR="00E05BE0" w:rsidRPr="00F42B2C">
        <w:rPr>
          <w:rStyle w:val="Tun"/>
        </w:rPr>
        <w:t>1</w:t>
      </w:r>
      <w:r w:rsidR="00F74F25" w:rsidRPr="00F42B2C">
        <w:rPr>
          <w:rStyle w:val="Tun"/>
        </w:rPr>
        <w:t>5</w:t>
      </w:r>
      <w:r w:rsidRPr="00F42B2C">
        <w:rPr>
          <w:rStyle w:val="Tun"/>
        </w:rPr>
        <w:t xml:space="preserve"> měsíců</w:t>
      </w:r>
      <w:r w:rsidRPr="00F42B2C">
        <w:t xml:space="preserve"> ode dne nabytí účinnosti Smlouvy (dokladem prokazujícím, že Zhotovitel dokončil projekční a stavební práce a předal Objednateli veškerá pln</w:t>
      </w:r>
      <w:r w:rsidRPr="00EC3BEE">
        <w:t xml:space="preserve">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F42B2C">
        <w:t xml:space="preserve">do </w:t>
      </w:r>
      <w:r w:rsidR="00E05BE0" w:rsidRPr="00F42B2C">
        <w:rPr>
          <w:b/>
        </w:rPr>
        <w:t>3</w:t>
      </w:r>
      <w:r w:rsidRPr="00F42B2C">
        <w:rPr>
          <w:rStyle w:val="Tun"/>
        </w:rPr>
        <w:t xml:space="preserve"> měsíců</w:t>
      </w:r>
      <w:r w:rsidRPr="00F42B2C">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lastRenderedPageBreak/>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498498B9"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5D01A0">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možnost </w:t>
      </w:r>
      <w:r w:rsidRPr="00022305">
        <w:rPr>
          <w:rFonts w:eastAsia="Times New Roman" w:cs="Times New Roman"/>
          <w:sz w:val="18"/>
          <w:szCs w:val="18"/>
        </w:rPr>
        <w:lastRenderedPageBreak/>
        <w:t>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42DFD4C3"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C9642C">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087C99EA" w:rsidR="00DD0BE3" w:rsidRDefault="007D26F9" w:rsidP="001F437E">
      <w:pPr>
        <w:pStyle w:val="Text1-1"/>
        <w:rPr>
          <w:color w:val="000000" w:themeColor="text1"/>
        </w:rPr>
      </w:pPr>
      <w:r w:rsidRPr="000A1915">
        <w:rPr>
          <w:color w:val="000000" w:themeColor="text1"/>
        </w:rPr>
        <w:t xml:space="preserve">Tuto Smlouvu je možné měnit pouze dohodou smluvních </w:t>
      </w:r>
      <w:r w:rsidR="001F437E" w:rsidRPr="001F437E">
        <w:rPr>
          <w:color w:val="000000" w:themeColor="text1"/>
        </w:rPr>
        <w:t>stran ve formě číslovaných dodatků této Smlouvy, podepsaných za každou smluvní stranu osobou nebo osobami oprávněnými jednat za smluvní stranu</w:t>
      </w:r>
      <w:r w:rsidR="001F437E">
        <w:rPr>
          <w:color w:val="000000" w:themeColor="text1"/>
        </w:rPr>
        <w:t>.</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27E7DD8D" w:rsidR="00C63605" w:rsidRPr="009C1874" w:rsidRDefault="007D26F9" w:rsidP="001F437E">
      <w:pPr>
        <w:pStyle w:val="Text1-1"/>
      </w:pPr>
      <w:r>
        <w:t xml:space="preserve">Tato Smlouva je vyhotovena </w:t>
      </w:r>
      <w:r w:rsidR="001F437E" w:rsidRPr="001F437E">
        <w:t xml:space="preserve">ve </w:t>
      </w:r>
      <w:r w:rsidR="001F437E" w:rsidRPr="001F437E">
        <w:rPr>
          <w:highlight w:val="yellow"/>
        </w:rPr>
        <w:t>"[VLOŽÍ ZHOTOVITEL]"</w:t>
      </w:r>
      <w:r w:rsidR="001F437E" w:rsidRPr="001F437E">
        <w:t xml:space="preserve"> vyhotoveních, z nichž Objednatel obdrží pět vyhotovení a Zhotovitel obdrží </w:t>
      </w:r>
      <w:r w:rsidR="001F437E" w:rsidRPr="001F437E">
        <w:rPr>
          <w:highlight w:val="yellow"/>
        </w:rPr>
        <w:t>"[VLOŽÍ ZHOTOVITEL]"</w:t>
      </w:r>
      <w:r w:rsidR="001F437E" w:rsidRPr="001F437E">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EA5157">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EA5157">
        <w:t>náměstek GŘ pro modernizac</w:t>
      </w:r>
      <w:r w:rsidR="0057465D" w:rsidRPr="00EA5157">
        <w:t>i</w:t>
      </w:r>
      <w:r w:rsidRPr="00EA5157">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EA5157">
        <w:t>Správa</w:t>
      </w:r>
      <w:r w:rsidR="003149C0" w:rsidRPr="00EA5157">
        <w:t xml:space="preserve"> železnic</w:t>
      </w:r>
      <w:r w:rsidRPr="00EA5157">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6620ACDB" w14:textId="77777777" w:rsidR="005F44F5" w:rsidRPr="005F44F5" w:rsidRDefault="000D5B54" w:rsidP="005F44F5">
      <w:pPr>
        <w:pStyle w:val="Textbezslovn"/>
        <w:ind w:left="0"/>
        <w:rPr>
          <w:rFonts w:asciiTheme="minorHAnsi" w:hAnsiTheme="minorHAnsi"/>
        </w:rPr>
      </w:pPr>
      <w:r w:rsidRPr="005F44F5">
        <w:t xml:space="preserve">Zjednodušená dokumentace </w:t>
      </w:r>
      <w:r w:rsidR="005F44F5" w:rsidRPr="005F44F5">
        <w:rPr>
          <w:rFonts w:asciiTheme="minorHAnsi" w:hAnsiTheme="minorHAnsi"/>
        </w:rPr>
        <w:t>„Výstavba PZS v km 29,082 (P1778) trati Rakovník – Bečov nad Teplou“</w:t>
      </w:r>
    </w:p>
    <w:p w14:paraId="08AC9144" w14:textId="77777777" w:rsidR="005F44F5" w:rsidRPr="005F44F5" w:rsidRDefault="000D5B54" w:rsidP="005F44F5">
      <w:pPr>
        <w:pStyle w:val="Textbezslovn"/>
        <w:ind w:left="0"/>
        <w:rPr>
          <w:rFonts w:asciiTheme="minorHAnsi" w:hAnsiTheme="minorHAnsi"/>
        </w:rPr>
      </w:pPr>
      <w:r w:rsidRPr="005F44F5">
        <w:t xml:space="preserve">Zjednodušená dokumentace </w:t>
      </w:r>
      <w:r w:rsidR="005F44F5" w:rsidRPr="005F44F5">
        <w:rPr>
          <w:rFonts w:asciiTheme="minorHAnsi" w:hAnsiTheme="minorHAnsi"/>
        </w:rPr>
        <w:t>„Doplnění závor na přejezdu P1791 v km 35,308 trati Rakovník – Bečov nad Teplou“</w:t>
      </w:r>
    </w:p>
    <w:p w14:paraId="4FBA5F29" w14:textId="77777777" w:rsidR="005F44F5" w:rsidRPr="005F44F5" w:rsidRDefault="000D5B54" w:rsidP="005F44F5">
      <w:pPr>
        <w:pStyle w:val="Textbezslovn"/>
        <w:ind w:left="0"/>
        <w:rPr>
          <w:rFonts w:asciiTheme="minorHAnsi" w:hAnsiTheme="minorHAnsi"/>
        </w:rPr>
      </w:pPr>
      <w:r w:rsidRPr="005F44F5">
        <w:t xml:space="preserve">Zjednodušená dokumentace </w:t>
      </w:r>
      <w:r w:rsidR="005F44F5" w:rsidRPr="005F44F5">
        <w:rPr>
          <w:rFonts w:asciiTheme="minorHAnsi" w:hAnsiTheme="minorHAnsi"/>
        </w:rPr>
        <w:t>„Výstavba PZS v km 48,942 (P1807) trati Rakovník – Bečov nad Teplou“</w:t>
      </w:r>
    </w:p>
    <w:p w14:paraId="1AD90DA3" w14:textId="17DB8A56" w:rsidR="000D5B54" w:rsidRDefault="000D5B54" w:rsidP="005F44F5">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34456B96"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F74F25" w:rsidRPr="00F42B2C">
        <w:rPr>
          <w:sz w:val="18"/>
          <w:szCs w:val="18"/>
        </w:rPr>
        <w:t>6</w:t>
      </w:r>
      <w:r w:rsidRPr="00F42B2C">
        <w:rPr>
          <w:sz w:val="18"/>
          <w:szCs w:val="18"/>
        </w:rPr>
        <w:t xml:space="preserve"> měsí</w:t>
      </w:r>
      <w:r w:rsidR="00231743" w:rsidRPr="00F42B2C">
        <w:rPr>
          <w:sz w:val="18"/>
          <w:szCs w:val="18"/>
        </w:rPr>
        <w:t>c</w:t>
      </w:r>
      <w:r w:rsidR="00F74F25" w:rsidRPr="00F42B2C">
        <w:rPr>
          <w:sz w:val="18"/>
          <w:szCs w:val="18"/>
        </w:rPr>
        <w:t>ů</w:t>
      </w:r>
      <w:r w:rsidRPr="00F42B2C">
        <w:rPr>
          <w:sz w:val="18"/>
          <w:szCs w:val="18"/>
        </w:rPr>
        <w:t>) v celkovém</w:t>
      </w:r>
      <w:r w:rsidRPr="006A698D">
        <w:rPr>
          <w:sz w:val="18"/>
          <w:szCs w:val="18"/>
        </w:rPr>
        <w:t xml:space="preserve">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3E782395" w:rsidR="001E1426" w:rsidRPr="0024026C"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w:t>
      </w:r>
      <w:r w:rsidR="005554F3" w:rsidRPr="004A12F9">
        <w:rPr>
          <w:b/>
          <w:u w:val="single"/>
        </w:rPr>
        <w:t>celkem za S</w:t>
      </w:r>
      <w:r w:rsidRPr="004A12F9">
        <w:rPr>
          <w:b/>
          <w:u w:val="single"/>
        </w:rPr>
        <w:t xml:space="preserve">tavbu 1 </w:t>
      </w:r>
      <w:r w:rsidR="004A12F9" w:rsidRPr="004A12F9">
        <w:rPr>
          <w:b/>
          <w:u w:val="single"/>
        </w:rPr>
        <w:t>„Výstavba PZS v km 29,082 (P1778) trati Rakovník – Bečov nad Teplou“</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145F9F35" w:rsidR="001E1426" w:rsidRPr="0024026C" w:rsidRDefault="001E1426" w:rsidP="005554F3">
      <w:pPr>
        <w:keepNext/>
        <w:spacing w:before="200" w:after="120" w:line="264" w:lineRule="auto"/>
        <w:rPr>
          <w:b/>
          <w:u w:val="single"/>
        </w:rPr>
      </w:pPr>
      <w:r w:rsidRPr="0024026C">
        <w:rPr>
          <w:b/>
          <w:u w:val="single"/>
        </w:rPr>
        <w:t xml:space="preserve">Ceny Díla – Rekapitulace – celkem </w:t>
      </w:r>
      <w:r w:rsidRPr="004A12F9">
        <w:rPr>
          <w:b/>
          <w:u w:val="single"/>
        </w:rPr>
        <w:t xml:space="preserve">za stavbu 2 </w:t>
      </w:r>
      <w:r w:rsidR="005554F3" w:rsidRPr="004A12F9">
        <w:rPr>
          <w:b/>
          <w:u w:val="single"/>
        </w:rPr>
        <w:t>„</w:t>
      </w:r>
      <w:r w:rsidR="004A12F9" w:rsidRPr="004A12F9">
        <w:rPr>
          <w:b/>
          <w:u w:val="single"/>
        </w:rPr>
        <w:t>„Doplnění závor na přejezdu P1791 v km 35,308 trati Rakovník – Bečov nad Teplou“</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1E5CA499" w14:textId="0BB431D4" w:rsidR="005554F3" w:rsidRPr="005554F3" w:rsidRDefault="004A12F9" w:rsidP="005554F3">
      <w:pPr>
        <w:keepNext/>
        <w:spacing w:before="200" w:after="120" w:line="264" w:lineRule="auto"/>
        <w:rPr>
          <w:b/>
          <w:u w:val="single"/>
        </w:rPr>
      </w:pPr>
      <w:r>
        <w:rPr>
          <w:b/>
          <w:u w:val="single"/>
        </w:rPr>
        <w:t>C</w:t>
      </w:r>
      <w:r w:rsidR="005554F3" w:rsidRPr="0024026C">
        <w:rPr>
          <w:b/>
          <w:u w:val="single"/>
        </w:rPr>
        <w:t xml:space="preserve">eny Díla – Rekapitulace – celkem </w:t>
      </w:r>
      <w:r w:rsidR="005554F3" w:rsidRPr="004A12F9">
        <w:rPr>
          <w:b/>
          <w:u w:val="single"/>
        </w:rPr>
        <w:t xml:space="preserve">za stavbu 3 </w:t>
      </w:r>
      <w:r w:rsidRPr="004A12F9">
        <w:rPr>
          <w:b/>
          <w:u w:val="single"/>
        </w:rPr>
        <w:t>„Výstavba PZS v km 48,942 (P1807) trati Rakovník – Bečov nad Teplou“</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3954879" w:rsidR="007742FA" w:rsidRPr="00F74F25" w:rsidRDefault="00F74F25" w:rsidP="007742FA">
            <w:pPr>
              <w:pStyle w:val="Tabulka"/>
              <w:cnfStyle w:val="100000000000" w:firstRow="1" w:lastRow="0" w:firstColumn="0" w:lastColumn="0" w:oddVBand="0" w:evenVBand="0" w:oddHBand="0" w:evenHBand="0" w:firstRowFirstColumn="0" w:firstRowLastColumn="0" w:lastRowFirstColumn="0" w:lastRowLastColumn="0"/>
              <w:rPr>
                <w:highlight w:val="red"/>
              </w:rPr>
            </w:pPr>
            <w:r w:rsidRPr="00F74F25">
              <w:t>Ing. Josef Braun</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ACE6742" w14:textId="77777777" w:rsidR="007742FA" w:rsidRDefault="00F74F25" w:rsidP="007742FA">
            <w:pPr>
              <w:pStyle w:val="Tabulka"/>
              <w:cnfStyle w:val="000000000000" w:firstRow="0" w:lastRow="0" w:firstColumn="0" w:lastColumn="0" w:oddVBand="0" w:evenVBand="0" w:oddHBand="0" w:evenHBand="0" w:firstRowFirstColumn="0" w:firstRowLastColumn="0" w:lastRowFirstColumn="0" w:lastRowLastColumn="0"/>
            </w:pPr>
            <w:r w:rsidRPr="00BA1C15">
              <w:t>Sokolovská 1955/278, 190 00 Praha 9</w:t>
            </w:r>
            <w:r>
              <w:t>,</w:t>
            </w:r>
          </w:p>
          <w:p w14:paraId="56B4FF2C" w14:textId="493DE321" w:rsidR="00F74F25" w:rsidRPr="004A12F9" w:rsidRDefault="00F74F25" w:rsidP="007742FA">
            <w:pPr>
              <w:pStyle w:val="Tabulka"/>
              <w:cnfStyle w:val="000000000000" w:firstRow="0" w:lastRow="0" w:firstColumn="0" w:lastColumn="0" w:oddVBand="0" w:evenVBand="0" w:oddHBand="0" w:evenHBand="0" w:firstRowFirstColumn="0" w:firstRowLastColumn="0" w:lastRowFirstColumn="0" w:lastRowLastColumn="0"/>
              <w:rPr>
                <w:highlight w:val="red"/>
              </w:rPr>
            </w:pPr>
            <w:r>
              <w:t>pracoviště Sušická 23, Plzeň</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43BCE61C" w:rsidR="007742FA" w:rsidRPr="004A12F9" w:rsidRDefault="00F74F25" w:rsidP="007742FA">
            <w:pPr>
              <w:pStyle w:val="Tabulka"/>
              <w:cnfStyle w:val="000000000000" w:firstRow="0" w:lastRow="0" w:firstColumn="0" w:lastColumn="0" w:oddVBand="0" w:evenVBand="0" w:oddHBand="0" w:evenHBand="0" w:firstRowFirstColumn="0" w:firstRowLastColumn="0" w:lastRowFirstColumn="0" w:lastRowLastColumn="0"/>
              <w:rPr>
                <w:highlight w:val="red"/>
              </w:rPr>
            </w:pPr>
            <w:r w:rsidRPr="00F74F25">
              <w:t>braun@spravazeleznic.cz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222AB26B" w:rsidR="007742FA" w:rsidRPr="004A12F9" w:rsidRDefault="00F74F25" w:rsidP="007742FA">
            <w:pPr>
              <w:cnfStyle w:val="000000000000" w:firstRow="0" w:lastRow="0" w:firstColumn="0" w:lastColumn="0" w:oddVBand="0" w:evenVBand="0" w:oddHBand="0" w:evenHBand="0" w:firstRowFirstColumn="0" w:firstRowLastColumn="0" w:lastRowFirstColumn="0" w:lastRowLastColumn="0"/>
              <w:rPr>
                <w:highlight w:val="red"/>
              </w:rPr>
            </w:pPr>
            <w:r w:rsidRPr="00F74F25">
              <w:t>724 268 942</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14680" w:type="dxa"/>
        <w:tblLook w:val="04A0" w:firstRow="1" w:lastRow="0" w:firstColumn="1" w:lastColumn="0" w:noHBand="0" w:noVBand="1"/>
      </w:tblPr>
      <w:tblGrid>
        <w:gridCol w:w="3056"/>
        <w:gridCol w:w="5812"/>
        <w:gridCol w:w="5812"/>
      </w:tblGrid>
      <w:tr w:rsidR="00F42B2C" w:rsidRPr="00F95FBD" w14:paraId="4966BA21" w14:textId="77777777" w:rsidTr="00F42B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F42B2C" w:rsidRPr="00F95FBD" w:rsidRDefault="00F42B2C" w:rsidP="00F42B2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49CCC98" w14:textId="093D637D" w:rsidR="00F42B2C" w:rsidRPr="004A12F9" w:rsidRDefault="00F42B2C" w:rsidP="00F42B2C">
            <w:pPr>
              <w:pStyle w:val="Tabulka"/>
              <w:cnfStyle w:val="100000000000" w:firstRow="1"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20752705" w14:textId="75882FC0" w:rsidR="00F42B2C" w:rsidRPr="004A12F9" w:rsidRDefault="00F42B2C" w:rsidP="00F42B2C">
            <w:pPr>
              <w:pStyle w:val="Tabulka"/>
              <w:cnfStyle w:val="100000000000" w:firstRow="1" w:lastRow="0" w:firstColumn="0" w:lastColumn="0" w:oddVBand="0" w:evenVBand="0" w:oddHBand="0" w:evenHBand="0" w:firstRowFirstColumn="0" w:firstRowLastColumn="0" w:lastRowFirstColumn="0" w:lastRowLastColumn="0"/>
              <w:rPr>
                <w:highlight w:val="red"/>
              </w:rPr>
            </w:pPr>
          </w:p>
        </w:tc>
      </w:tr>
      <w:tr w:rsidR="00F42B2C" w:rsidRPr="00F95FBD" w14:paraId="75E6DE74" w14:textId="77777777" w:rsidTr="00F42B2C">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F42B2C" w:rsidRPr="00F95FBD" w:rsidRDefault="00F42B2C" w:rsidP="00F42B2C">
            <w:pPr>
              <w:pStyle w:val="Tabulka"/>
            </w:pPr>
            <w:r w:rsidRPr="00F95FBD">
              <w:t>Adresa</w:t>
            </w:r>
          </w:p>
        </w:tc>
        <w:tc>
          <w:tcPr>
            <w:tcW w:w="5812" w:type="dxa"/>
          </w:tcPr>
          <w:p w14:paraId="4FD6883C" w14:textId="131E5ABA" w:rsidR="00F42B2C" w:rsidRPr="004A12F9"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5267DF1B" w14:textId="0E618FCE" w:rsidR="00F42B2C" w:rsidRPr="004A12F9"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p>
        </w:tc>
      </w:tr>
      <w:tr w:rsidR="00F42B2C" w:rsidRPr="00F95FBD" w14:paraId="51BE9B02" w14:textId="77777777" w:rsidTr="00F42B2C">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F42B2C" w:rsidRPr="00F95FBD" w:rsidRDefault="00F42B2C" w:rsidP="00F42B2C">
            <w:pPr>
              <w:pStyle w:val="Tabulka"/>
            </w:pPr>
            <w:r w:rsidRPr="00F95FBD">
              <w:t>E-mail</w:t>
            </w:r>
          </w:p>
        </w:tc>
        <w:tc>
          <w:tcPr>
            <w:tcW w:w="5812" w:type="dxa"/>
          </w:tcPr>
          <w:p w14:paraId="39196A6C" w14:textId="0E8B3A69" w:rsidR="00F42B2C" w:rsidRPr="004A12F9"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1E55843B" w14:textId="74353AB0" w:rsidR="00F42B2C" w:rsidRPr="004A12F9"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p>
        </w:tc>
      </w:tr>
      <w:tr w:rsidR="00F42B2C" w:rsidRPr="00F95FBD" w14:paraId="1CE03A31" w14:textId="77777777" w:rsidTr="00F42B2C">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F42B2C" w:rsidRPr="00F95FBD" w:rsidRDefault="00F42B2C" w:rsidP="00F42B2C">
            <w:pPr>
              <w:pStyle w:val="Tabulka"/>
            </w:pPr>
            <w:r w:rsidRPr="00F95FBD">
              <w:t>Telefon</w:t>
            </w:r>
          </w:p>
        </w:tc>
        <w:tc>
          <w:tcPr>
            <w:tcW w:w="5812" w:type="dxa"/>
          </w:tcPr>
          <w:p w14:paraId="729B2466" w14:textId="0E4C8166" w:rsidR="00F42B2C" w:rsidRPr="004A12F9"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6E1453D0" w14:textId="1F148E13" w:rsidR="00F42B2C" w:rsidRPr="004A12F9"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59AF7D9" w:rsidR="002038D5" w:rsidRPr="00F74F25" w:rsidRDefault="0047359E" w:rsidP="00F74F25">
            <w:pPr>
              <w:pStyle w:val="Tabulka"/>
              <w:cnfStyle w:val="100000000000" w:firstRow="1" w:lastRow="0" w:firstColumn="0" w:lastColumn="0" w:oddVBand="0" w:evenVBand="0" w:oddHBand="0" w:evenHBand="0" w:firstRowFirstColumn="0" w:firstRowLastColumn="0" w:lastRowFirstColumn="0" w:lastRowLastColumn="0"/>
            </w:pPr>
            <w:r w:rsidRPr="00F74F25">
              <w:t xml:space="preserve">Ing. </w:t>
            </w:r>
            <w:r w:rsidR="00F74F25">
              <w:t>Petr Kolář</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63333167" w14:textId="77777777" w:rsidR="002038D5" w:rsidRDefault="00F12C16" w:rsidP="00590C91">
            <w:pPr>
              <w:pStyle w:val="Tabulka"/>
              <w:cnfStyle w:val="000000000000" w:firstRow="0" w:lastRow="0" w:firstColumn="0" w:lastColumn="0" w:oddVBand="0" w:evenVBand="0" w:oddHBand="0" w:evenHBand="0" w:firstRowFirstColumn="0" w:firstRowLastColumn="0" w:lastRowFirstColumn="0" w:lastRowLastColumn="0"/>
            </w:pPr>
            <w:r w:rsidRPr="00F74F25">
              <w:t>Sokolovská 1955/278, 190 00 Praha 9</w:t>
            </w:r>
            <w:r w:rsidR="00F74F25">
              <w:t>,</w:t>
            </w:r>
          </w:p>
          <w:p w14:paraId="13B44669" w14:textId="264E0430" w:rsidR="00F74F25" w:rsidRPr="00F74F25" w:rsidRDefault="00F74F25" w:rsidP="00590C91">
            <w:pPr>
              <w:pStyle w:val="Tabulka"/>
              <w:cnfStyle w:val="000000000000" w:firstRow="0" w:lastRow="0" w:firstColumn="0" w:lastColumn="0" w:oddVBand="0" w:evenVBand="0" w:oddHBand="0" w:evenHBand="0" w:firstRowFirstColumn="0" w:firstRowLastColumn="0" w:lastRowFirstColumn="0" w:lastRowLastColumn="0"/>
            </w:pPr>
            <w:r>
              <w:t>pracoviště Sušická 23, Plzeň</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3FB3C007" w:rsidR="002038D5" w:rsidRPr="00F74F25" w:rsidRDefault="00F74F25" w:rsidP="00590C91">
            <w:pPr>
              <w:pStyle w:val="Tabulka"/>
              <w:cnfStyle w:val="000000000000" w:firstRow="0" w:lastRow="0" w:firstColumn="0" w:lastColumn="0" w:oddVBand="0" w:evenVBand="0" w:oddHBand="0" w:evenHBand="0" w:firstRowFirstColumn="0" w:firstRowLastColumn="0" w:lastRowFirstColumn="0" w:lastRowLastColumn="0"/>
            </w:pPr>
            <w:r>
              <w:t>kolarp</w:t>
            </w:r>
            <w:r w:rsidR="00F12C16" w:rsidRPr="00F74F25">
              <w:t>@spravazeleznic.cz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6F40C6CE" w:rsidR="002038D5" w:rsidRPr="00F74F25" w:rsidRDefault="00F74F25" w:rsidP="00590C91">
            <w:pPr>
              <w:pStyle w:val="Tabulka"/>
              <w:cnfStyle w:val="000000000000" w:firstRow="0" w:lastRow="0" w:firstColumn="0" w:lastColumn="0" w:oddVBand="0" w:evenVBand="0" w:oddHBand="0" w:evenHBand="0" w:firstRowFirstColumn="0" w:firstRowLastColumn="0" w:lastRowFirstColumn="0" w:lastRowLastColumn="0"/>
            </w:pPr>
            <w:r>
              <w:t>602 417 492</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14680" w:type="dxa"/>
        <w:tblLook w:val="04A0" w:firstRow="1" w:lastRow="0" w:firstColumn="1" w:lastColumn="0" w:noHBand="0" w:noVBand="1"/>
      </w:tblPr>
      <w:tblGrid>
        <w:gridCol w:w="3056"/>
        <w:gridCol w:w="5812"/>
        <w:gridCol w:w="5812"/>
      </w:tblGrid>
      <w:tr w:rsidR="00F42B2C" w:rsidRPr="00F95FBD" w14:paraId="48942ED1" w14:textId="77777777" w:rsidTr="00F42B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F42B2C" w:rsidRPr="00F95FBD" w:rsidRDefault="00F42B2C" w:rsidP="00F42B2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AC7AD9B" w14:textId="700CE73B" w:rsidR="00F42B2C" w:rsidRPr="0047359E" w:rsidRDefault="00F42B2C" w:rsidP="00F42B2C">
            <w:pPr>
              <w:pStyle w:val="Tabulka"/>
              <w:cnfStyle w:val="100000000000" w:firstRow="1"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5E00323D" w14:textId="02DF4787" w:rsidR="00F42B2C" w:rsidRPr="0047359E" w:rsidRDefault="00F42B2C" w:rsidP="00F42B2C">
            <w:pPr>
              <w:pStyle w:val="Tabulka"/>
              <w:cnfStyle w:val="100000000000" w:firstRow="1" w:lastRow="0" w:firstColumn="0" w:lastColumn="0" w:oddVBand="0" w:evenVBand="0" w:oddHBand="0" w:evenHBand="0" w:firstRowFirstColumn="0" w:firstRowLastColumn="0" w:lastRowFirstColumn="0" w:lastRowLastColumn="0"/>
              <w:rPr>
                <w:highlight w:val="red"/>
              </w:rPr>
            </w:pPr>
          </w:p>
        </w:tc>
      </w:tr>
      <w:tr w:rsidR="00F42B2C" w:rsidRPr="00F95FBD" w14:paraId="2472860E" w14:textId="77777777" w:rsidTr="00F42B2C">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F42B2C" w:rsidRPr="00F95FBD" w:rsidRDefault="00F42B2C" w:rsidP="00F42B2C">
            <w:pPr>
              <w:pStyle w:val="Tabulka"/>
            </w:pPr>
            <w:r w:rsidRPr="00F95FBD">
              <w:t>Adresa</w:t>
            </w:r>
          </w:p>
        </w:tc>
        <w:tc>
          <w:tcPr>
            <w:tcW w:w="5812" w:type="dxa"/>
          </w:tcPr>
          <w:p w14:paraId="061BB9B1" w14:textId="3A0FB680" w:rsidR="00F42B2C" w:rsidRPr="0047359E"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3EB798ED" w14:textId="695BE98D" w:rsidR="00F42B2C" w:rsidRPr="0047359E"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p>
        </w:tc>
      </w:tr>
      <w:tr w:rsidR="00F42B2C" w:rsidRPr="00F95FBD" w14:paraId="2B2B3E4E" w14:textId="77777777" w:rsidTr="00F42B2C">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F42B2C" w:rsidRPr="00F95FBD" w:rsidRDefault="00F42B2C" w:rsidP="00F42B2C">
            <w:pPr>
              <w:pStyle w:val="Tabulka"/>
            </w:pPr>
            <w:r w:rsidRPr="00F95FBD">
              <w:t>E-mail</w:t>
            </w:r>
          </w:p>
        </w:tc>
        <w:tc>
          <w:tcPr>
            <w:tcW w:w="5812" w:type="dxa"/>
          </w:tcPr>
          <w:p w14:paraId="14B2800C" w14:textId="07D90DEB" w:rsidR="00F42B2C" w:rsidRPr="0047359E"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483EC57E" w14:textId="70AF6B41" w:rsidR="00F42B2C" w:rsidRPr="0047359E"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p>
        </w:tc>
      </w:tr>
      <w:tr w:rsidR="00F42B2C" w:rsidRPr="00F95FBD" w14:paraId="0D578BF1" w14:textId="77777777" w:rsidTr="00F42B2C">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F42B2C" w:rsidRPr="00F95FBD" w:rsidRDefault="00F42B2C" w:rsidP="00F42B2C">
            <w:pPr>
              <w:pStyle w:val="Tabulka"/>
            </w:pPr>
            <w:r w:rsidRPr="00F95FBD">
              <w:t>Telefon</w:t>
            </w:r>
          </w:p>
        </w:tc>
        <w:tc>
          <w:tcPr>
            <w:tcW w:w="5812" w:type="dxa"/>
          </w:tcPr>
          <w:p w14:paraId="1F2B03D4" w14:textId="2CF79370" w:rsidR="00F42B2C" w:rsidRPr="0047359E"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r w:rsidRPr="001F518E">
              <w:rPr>
                <w:highlight w:val="green"/>
              </w:rPr>
              <w:t>[VLOŽÍ</w:t>
            </w:r>
            <w:r>
              <w:rPr>
                <w:highlight w:val="green"/>
              </w:rPr>
              <w:t xml:space="preserve"> OBJEDNATEL</w:t>
            </w:r>
            <w:r w:rsidRPr="001F518E">
              <w:rPr>
                <w:highlight w:val="green"/>
              </w:rPr>
              <w:t>]</w:t>
            </w:r>
          </w:p>
        </w:tc>
        <w:tc>
          <w:tcPr>
            <w:tcW w:w="5812" w:type="dxa"/>
          </w:tcPr>
          <w:p w14:paraId="25FD9C07" w14:textId="1EE70156" w:rsidR="00F42B2C" w:rsidRPr="0047359E" w:rsidRDefault="00F42B2C" w:rsidP="00F42B2C">
            <w:pPr>
              <w:pStyle w:val="Tabulka"/>
              <w:cnfStyle w:val="000000000000" w:firstRow="0" w:lastRow="0" w:firstColumn="0" w:lastColumn="0" w:oddVBand="0" w:evenVBand="0" w:oddHBand="0" w:evenHBand="0" w:firstRowFirstColumn="0" w:firstRowLastColumn="0" w:lastRowFirstColumn="0" w:lastRowLastColumn="0"/>
              <w:rPr>
                <w:highlight w:val="red"/>
              </w:rPr>
            </w:pP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67575C">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67575C">
        <w:rPr>
          <w:sz w:val="18"/>
          <w:szCs w:val="18"/>
        </w:rPr>
        <w:t>Specialista (vedoucí prací) na sdělovací</w:t>
      </w:r>
      <w:r w:rsidR="00A349C6" w:rsidRPr="0067575C">
        <w:rPr>
          <w:sz w:val="18"/>
          <w:szCs w:val="18"/>
        </w:rPr>
        <w:t xml:space="preserve"> a </w:t>
      </w:r>
      <w:r w:rsidRPr="0067575C">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388D85D0" w14:textId="77777777" w:rsidR="001664E6" w:rsidRPr="00F95FBD" w:rsidRDefault="001664E6" w:rsidP="001664E6">
      <w:pPr>
        <w:pStyle w:val="Nadpistabulky"/>
        <w:rPr>
          <w:sz w:val="18"/>
          <w:szCs w:val="18"/>
        </w:rPr>
      </w:pPr>
      <w:bookmarkStart w:id="0" w:name="_GoBack"/>
      <w:bookmarkEnd w:id="0"/>
      <w:r w:rsidRPr="0067575C">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6EC78321" w:rsidR="007C5289" w:rsidRPr="007C5289" w:rsidRDefault="007C5289" w:rsidP="00805AC4">
            <w:pPr>
              <w:pStyle w:val="Tabulka"/>
              <w:cnfStyle w:val="000000000000" w:firstRow="0" w:lastRow="0" w:firstColumn="0" w:lastColumn="0" w:oddVBand="0" w:evenVBand="0" w:oddHBand="0" w:evenHBand="0" w:firstRowFirstColumn="0" w:firstRowLastColumn="0" w:lastRowFirstColumn="0" w:lastRowLastColumn="0"/>
            </w:pPr>
            <w:r w:rsidRPr="00805AC4">
              <w:t xml:space="preserve">Minimálně </w:t>
            </w:r>
            <w:r w:rsidR="00805AC4" w:rsidRPr="00805AC4">
              <w:t>15</w:t>
            </w:r>
            <w:r w:rsidRPr="00805AC4">
              <w:t xml:space="preserve"> mil. Kč na jednu pojistnou událost</w:t>
            </w:r>
            <w:r w:rsidR="00A349C6" w:rsidRPr="00805AC4">
              <w:t xml:space="preserve"> a </w:t>
            </w:r>
            <w:r w:rsidR="00805AC4" w:rsidRPr="00805AC4">
              <w:t>50</w:t>
            </w:r>
            <w:r w:rsidRPr="00805AC4">
              <w:t xml:space="preserve"> mil. Kč</w:t>
            </w:r>
            <w:r w:rsidR="00A349C6" w:rsidRPr="00805AC4">
              <w:t xml:space="preserve"> v </w:t>
            </w:r>
            <w:r w:rsidRPr="00805AC4">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EA5157">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EA5157">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EA5157">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EA5157">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EA5157">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EA5157">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EA5157">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EA5157">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EA5157">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EA5157">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EA5157">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EA5157">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EA5157">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EA5157">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EA5157">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EA5157">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EA5157">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EA5157">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EA5157">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EA5157">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EA5157">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EA5157">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EA5157">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EA5157">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EA5157">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EA5157">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EA5157">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EA5157">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EA5157">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EA5157">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EA5157">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EA5157">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EA5157">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EA5157">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EA5157">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EA5157">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EA5157">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EA5157">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EA5157">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EA5157">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EA5157">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EA5157">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EA5157">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EA5157">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EA5157">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EA5157">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EA5157">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EA5157">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EA5157">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EA5157">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EA5157">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EA5157">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EA5157">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EA5157">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EA5157">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03126" w14:textId="77777777" w:rsidR="00837A2F" w:rsidRDefault="00837A2F" w:rsidP="00962258">
      <w:pPr>
        <w:spacing w:after="0" w:line="240" w:lineRule="auto"/>
      </w:pPr>
      <w:r>
        <w:separator/>
      </w:r>
    </w:p>
  </w:endnote>
  <w:endnote w:type="continuationSeparator" w:id="0">
    <w:p w14:paraId="4D5AFCB8" w14:textId="77777777" w:rsidR="00837A2F" w:rsidRDefault="00837A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4104960C" w14:textId="77777777" w:rsidTr="00F13FDA">
      <w:tc>
        <w:tcPr>
          <w:tcW w:w="1021" w:type="dxa"/>
          <w:vAlign w:val="bottom"/>
        </w:tcPr>
        <w:p w14:paraId="6ABBE6D0" w14:textId="51944D32" w:rsidR="00EA5157" w:rsidRPr="00B8518B" w:rsidRDefault="00EA5157"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2B2C">
            <w:rPr>
              <w:rStyle w:val="slostrnky"/>
              <w:noProof/>
            </w:rPr>
            <w:t>35</w:t>
          </w:r>
          <w:r w:rsidRPr="00B8518B">
            <w:rPr>
              <w:rStyle w:val="slostrnky"/>
            </w:rPr>
            <w:fldChar w:fldCharType="end"/>
          </w:r>
        </w:p>
      </w:tc>
      <w:tc>
        <w:tcPr>
          <w:tcW w:w="0" w:type="auto"/>
          <w:vAlign w:val="bottom"/>
        </w:tcPr>
        <w:p w14:paraId="45929B6B" w14:textId="77777777" w:rsidR="00EA5157" w:rsidRDefault="00EA5157" w:rsidP="00F13FDA">
          <w:pPr>
            <w:pStyle w:val="Zpatvlevo"/>
          </w:pPr>
          <w:r w:rsidRPr="00B41CFD">
            <w:t>Smlouva o dílo</w:t>
          </w:r>
        </w:p>
        <w:p w14:paraId="24613A41" w14:textId="77777777" w:rsidR="00EA5157" w:rsidRPr="003462EB" w:rsidRDefault="00EA5157" w:rsidP="00B63BD1">
          <w:pPr>
            <w:pStyle w:val="Zpatvlevo"/>
          </w:pPr>
          <w:r>
            <w:t>Z</w:t>
          </w:r>
          <w:r w:rsidRPr="00B63BD1">
            <w:t>hotovení Projektové dokumentace a stavby</w:t>
          </w:r>
        </w:p>
      </w:tc>
    </w:tr>
  </w:tbl>
  <w:p w14:paraId="67FD1A4E" w14:textId="77777777" w:rsidR="00EA5157" w:rsidRPr="00F13FDA" w:rsidRDefault="00EA515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4820A0B9" w14:textId="77777777" w:rsidTr="00F13FDA">
      <w:tc>
        <w:tcPr>
          <w:tcW w:w="1021" w:type="dxa"/>
          <w:vAlign w:val="bottom"/>
        </w:tcPr>
        <w:p w14:paraId="19D7CA9E" w14:textId="77777777" w:rsidR="00EA5157" w:rsidRPr="00B8518B" w:rsidRDefault="00EA515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EA5157" w:rsidRPr="00DD4862" w:rsidRDefault="00EA5157" w:rsidP="00F13FDA">
          <w:pPr>
            <w:pStyle w:val="Zpatvlevo"/>
            <w:rPr>
              <w:b/>
            </w:rPr>
          </w:pPr>
          <w:r>
            <w:rPr>
              <w:b/>
            </w:rPr>
            <w:t>Příloha č. 5</w:t>
          </w:r>
        </w:p>
        <w:p w14:paraId="313CFA21" w14:textId="77777777" w:rsidR="00EA5157" w:rsidRDefault="00EA5157" w:rsidP="00F13FDA">
          <w:pPr>
            <w:pStyle w:val="Zpatvlevo"/>
          </w:pPr>
          <w:r w:rsidRPr="00B41CFD">
            <w:t>Smlouva o dílo</w:t>
          </w:r>
        </w:p>
        <w:p w14:paraId="0B549D3B" w14:textId="77777777" w:rsidR="00EA5157" w:rsidRPr="003462EB" w:rsidRDefault="00EA5157" w:rsidP="00F13FDA">
          <w:pPr>
            <w:pStyle w:val="Zpatvlevo"/>
          </w:pPr>
          <w:r>
            <w:t>Z</w:t>
          </w:r>
          <w:r w:rsidRPr="00B63BD1">
            <w:t>hotovení Projektové dokumentace a stavby</w:t>
          </w:r>
        </w:p>
      </w:tc>
    </w:tr>
  </w:tbl>
  <w:p w14:paraId="26C2AD34" w14:textId="77777777" w:rsidR="00EA5157" w:rsidRPr="00F13FDA" w:rsidRDefault="00EA515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3B39B85F" w14:textId="77777777" w:rsidTr="00934B6B">
      <w:tc>
        <w:tcPr>
          <w:tcW w:w="0" w:type="auto"/>
          <w:tcMar>
            <w:left w:w="0" w:type="dxa"/>
            <w:right w:w="0" w:type="dxa"/>
          </w:tcMar>
          <w:vAlign w:val="bottom"/>
        </w:tcPr>
        <w:p w14:paraId="3B62B9D3" w14:textId="77777777" w:rsidR="00EA5157" w:rsidRPr="00DD4862" w:rsidRDefault="00EA5157" w:rsidP="00934B6B">
          <w:pPr>
            <w:pStyle w:val="Zpatvpravo"/>
            <w:rPr>
              <w:b/>
            </w:rPr>
          </w:pPr>
          <w:r w:rsidRPr="00DD4862">
            <w:rPr>
              <w:b/>
            </w:rPr>
            <w:t xml:space="preserve">Příloha č. </w:t>
          </w:r>
          <w:r>
            <w:rPr>
              <w:b/>
            </w:rPr>
            <w:t>5</w:t>
          </w:r>
        </w:p>
        <w:p w14:paraId="557FAB05" w14:textId="77777777" w:rsidR="00EA5157" w:rsidRPr="003462EB" w:rsidRDefault="00EA5157" w:rsidP="00934B6B">
          <w:pPr>
            <w:pStyle w:val="Zpatvpravo"/>
          </w:pPr>
          <w:r>
            <w:t>Smlouva o dílo</w:t>
          </w:r>
        </w:p>
        <w:p w14:paraId="1DD0B0B7" w14:textId="77777777" w:rsidR="00EA5157" w:rsidRPr="003462EB" w:rsidRDefault="00EA5157"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5D851B19" w:rsidR="00EA5157" w:rsidRPr="009E09BE" w:rsidRDefault="00EA515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1</w:t>
          </w:r>
          <w:r>
            <w:rPr>
              <w:rStyle w:val="slostrnky"/>
            </w:rPr>
            <w:fldChar w:fldCharType="end"/>
          </w:r>
        </w:p>
      </w:tc>
    </w:tr>
  </w:tbl>
  <w:p w14:paraId="3062E164" w14:textId="77777777" w:rsidR="00EA5157" w:rsidRPr="00B8518B" w:rsidRDefault="00EA515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2882275F" w14:textId="77777777" w:rsidTr="00F13FDA">
      <w:tc>
        <w:tcPr>
          <w:tcW w:w="1021" w:type="dxa"/>
          <w:vAlign w:val="bottom"/>
        </w:tcPr>
        <w:p w14:paraId="5C8D9169" w14:textId="5E47565B" w:rsidR="00EA5157" w:rsidRPr="00B8518B" w:rsidRDefault="00EA515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42B2C">
            <w:rPr>
              <w:rStyle w:val="slostrnky"/>
              <w:noProof/>
            </w:rPr>
            <w:t>4</w:t>
          </w:r>
          <w:r>
            <w:rPr>
              <w:rStyle w:val="slostrnky"/>
            </w:rPr>
            <w:fldChar w:fldCharType="end"/>
          </w:r>
        </w:p>
      </w:tc>
      <w:tc>
        <w:tcPr>
          <w:tcW w:w="0" w:type="auto"/>
          <w:vAlign w:val="bottom"/>
        </w:tcPr>
        <w:p w14:paraId="3E105F62" w14:textId="77777777" w:rsidR="00EA5157" w:rsidRPr="00DD4862" w:rsidRDefault="00EA5157" w:rsidP="00F13FDA">
          <w:pPr>
            <w:pStyle w:val="Zpatvlevo"/>
            <w:rPr>
              <w:b/>
            </w:rPr>
          </w:pPr>
          <w:r>
            <w:rPr>
              <w:b/>
            </w:rPr>
            <w:t>Příloha č. 6</w:t>
          </w:r>
        </w:p>
        <w:p w14:paraId="1527FE35" w14:textId="77777777" w:rsidR="00EA5157" w:rsidRDefault="00EA5157" w:rsidP="00F13FDA">
          <w:pPr>
            <w:pStyle w:val="Zpatvlevo"/>
          </w:pPr>
          <w:r w:rsidRPr="00B41CFD">
            <w:t>Smlouva o dílo</w:t>
          </w:r>
        </w:p>
        <w:p w14:paraId="3A4FF54C" w14:textId="77777777" w:rsidR="00EA5157" w:rsidRPr="003462EB" w:rsidRDefault="00EA5157" w:rsidP="00F13FDA">
          <w:pPr>
            <w:pStyle w:val="Zpatvlevo"/>
          </w:pPr>
          <w:r>
            <w:t>Z</w:t>
          </w:r>
          <w:r w:rsidRPr="00B63BD1">
            <w:t>hotovení Projektové dokumentace a stavby</w:t>
          </w:r>
        </w:p>
      </w:tc>
    </w:tr>
  </w:tbl>
  <w:p w14:paraId="242D3B49" w14:textId="77777777" w:rsidR="00EA5157" w:rsidRPr="00F13FDA" w:rsidRDefault="00EA515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338E7D44" w14:textId="77777777" w:rsidTr="00934B6B">
      <w:tc>
        <w:tcPr>
          <w:tcW w:w="0" w:type="auto"/>
          <w:tcMar>
            <w:left w:w="0" w:type="dxa"/>
            <w:right w:w="0" w:type="dxa"/>
          </w:tcMar>
          <w:vAlign w:val="bottom"/>
        </w:tcPr>
        <w:p w14:paraId="467ACD65" w14:textId="77777777" w:rsidR="00EA5157" w:rsidRPr="00DD4862" w:rsidRDefault="00EA5157" w:rsidP="00934B6B">
          <w:pPr>
            <w:pStyle w:val="Zpatvpravo"/>
            <w:rPr>
              <w:b/>
            </w:rPr>
          </w:pPr>
          <w:r w:rsidRPr="00DD4862">
            <w:rPr>
              <w:b/>
            </w:rPr>
            <w:t xml:space="preserve">Příloha č. </w:t>
          </w:r>
          <w:r>
            <w:rPr>
              <w:b/>
            </w:rPr>
            <w:t>6</w:t>
          </w:r>
        </w:p>
        <w:p w14:paraId="702671EE" w14:textId="77777777" w:rsidR="00EA5157" w:rsidRPr="003462EB" w:rsidRDefault="00EA5157" w:rsidP="00934B6B">
          <w:pPr>
            <w:pStyle w:val="Zpatvpravo"/>
          </w:pPr>
          <w:r>
            <w:t>Smlouva o dílo</w:t>
          </w:r>
        </w:p>
        <w:p w14:paraId="0DEDBA4A" w14:textId="77777777" w:rsidR="00EA5157" w:rsidRPr="003462EB" w:rsidRDefault="00EA5157"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41B28234" w:rsidR="00EA5157" w:rsidRPr="009E09BE" w:rsidRDefault="00EA515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4</w:t>
          </w:r>
          <w:r>
            <w:rPr>
              <w:rStyle w:val="slostrnky"/>
            </w:rPr>
            <w:fldChar w:fldCharType="end"/>
          </w:r>
        </w:p>
      </w:tc>
    </w:tr>
  </w:tbl>
  <w:p w14:paraId="7C686CF2" w14:textId="77777777" w:rsidR="00EA5157" w:rsidRPr="00B8518B" w:rsidRDefault="00EA515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67128925" w14:textId="77777777" w:rsidTr="00F13FDA">
      <w:tc>
        <w:tcPr>
          <w:tcW w:w="1021" w:type="dxa"/>
          <w:vAlign w:val="bottom"/>
        </w:tcPr>
        <w:p w14:paraId="0C3A5B7E" w14:textId="77777777" w:rsidR="00EA5157" w:rsidRPr="00B8518B" w:rsidRDefault="00EA515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EA5157" w:rsidRPr="00DD4862" w:rsidRDefault="00EA5157" w:rsidP="00F13FDA">
          <w:pPr>
            <w:pStyle w:val="Zpatvlevo"/>
            <w:rPr>
              <w:b/>
            </w:rPr>
          </w:pPr>
          <w:r>
            <w:rPr>
              <w:b/>
            </w:rPr>
            <w:t>Příloha č. 7</w:t>
          </w:r>
        </w:p>
        <w:p w14:paraId="3940C1D6" w14:textId="77777777" w:rsidR="00EA5157" w:rsidRDefault="00EA5157" w:rsidP="00F13FDA">
          <w:pPr>
            <w:pStyle w:val="Zpatvlevo"/>
          </w:pPr>
          <w:r w:rsidRPr="00B41CFD">
            <w:t>Smlouva o dílo</w:t>
          </w:r>
        </w:p>
        <w:p w14:paraId="04590B48" w14:textId="77777777" w:rsidR="00EA5157" w:rsidRPr="003462EB" w:rsidRDefault="00EA5157" w:rsidP="00F13FDA">
          <w:pPr>
            <w:pStyle w:val="Zpatvlevo"/>
          </w:pPr>
          <w:r>
            <w:t>Z</w:t>
          </w:r>
          <w:r w:rsidRPr="00B63BD1">
            <w:t>hotovení Projektové dokumentace a stavby</w:t>
          </w:r>
        </w:p>
      </w:tc>
    </w:tr>
  </w:tbl>
  <w:p w14:paraId="4D242EED" w14:textId="77777777" w:rsidR="00EA5157" w:rsidRPr="00F13FDA" w:rsidRDefault="00EA515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71F39DDC" w14:textId="77777777" w:rsidTr="00934B6B">
      <w:tc>
        <w:tcPr>
          <w:tcW w:w="0" w:type="auto"/>
          <w:tcMar>
            <w:left w:w="0" w:type="dxa"/>
            <w:right w:w="0" w:type="dxa"/>
          </w:tcMar>
          <w:vAlign w:val="bottom"/>
        </w:tcPr>
        <w:p w14:paraId="43368CA0" w14:textId="77777777" w:rsidR="00EA5157" w:rsidRPr="00DD4862" w:rsidRDefault="00EA5157" w:rsidP="00934B6B">
          <w:pPr>
            <w:pStyle w:val="Zpatvpravo"/>
            <w:rPr>
              <w:b/>
            </w:rPr>
          </w:pPr>
          <w:r w:rsidRPr="00DD4862">
            <w:rPr>
              <w:b/>
            </w:rPr>
            <w:t xml:space="preserve">Příloha č. </w:t>
          </w:r>
          <w:r>
            <w:rPr>
              <w:b/>
            </w:rPr>
            <w:t>7</w:t>
          </w:r>
        </w:p>
        <w:p w14:paraId="1EBDBB95" w14:textId="77777777" w:rsidR="00EA5157" w:rsidRPr="003462EB" w:rsidRDefault="00EA5157" w:rsidP="00934B6B">
          <w:pPr>
            <w:pStyle w:val="Zpatvpravo"/>
          </w:pPr>
          <w:r>
            <w:t>Smlouva o dílo</w:t>
          </w:r>
        </w:p>
        <w:p w14:paraId="6FD202BE" w14:textId="77777777" w:rsidR="00EA5157" w:rsidRPr="003462EB" w:rsidRDefault="00EA5157"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0CB2BA4C" w:rsidR="00EA5157" w:rsidRPr="009E09BE" w:rsidRDefault="00EA515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1</w:t>
          </w:r>
          <w:r>
            <w:rPr>
              <w:rStyle w:val="slostrnky"/>
            </w:rPr>
            <w:fldChar w:fldCharType="end"/>
          </w:r>
        </w:p>
      </w:tc>
    </w:tr>
  </w:tbl>
  <w:p w14:paraId="29FBE57A" w14:textId="77777777" w:rsidR="00EA5157" w:rsidRPr="00B8518B" w:rsidRDefault="00EA515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211901E4" w14:textId="77777777" w:rsidTr="00F13FDA">
      <w:tc>
        <w:tcPr>
          <w:tcW w:w="1021" w:type="dxa"/>
          <w:vAlign w:val="bottom"/>
        </w:tcPr>
        <w:p w14:paraId="78474B11" w14:textId="77777777" w:rsidR="00EA5157" w:rsidRPr="00B8518B" w:rsidRDefault="00EA515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EA5157" w:rsidRPr="00DD4862" w:rsidRDefault="00EA5157" w:rsidP="00F13FDA">
          <w:pPr>
            <w:pStyle w:val="Zpatvlevo"/>
            <w:rPr>
              <w:b/>
            </w:rPr>
          </w:pPr>
          <w:r>
            <w:rPr>
              <w:b/>
            </w:rPr>
            <w:t>Příloha č. 8</w:t>
          </w:r>
        </w:p>
        <w:p w14:paraId="43DCB144" w14:textId="77777777" w:rsidR="00EA5157" w:rsidRDefault="00EA5157" w:rsidP="00F13FDA">
          <w:pPr>
            <w:pStyle w:val="Zpatvlevo"/>
          </w:pPr>
          <w:r w:rsidRPr="00B41CFD">
            <w:t>Smlouva o dílo</w:t>
          </w:r>
        </w:p>
        <w:p w14:paraId="04894497" w14:textId="77777777" w:rsidR="00EA5157" w:rsidRPr="003462EB" w:rsidRDefault="00EA5157" w:rsidP="00F13FDA">
          <w:pPr>
            <w:pStyle w:val="Zpatvlevo"/>
          </w:pPr>
          <w:r>
            <w:t>Z</w:t>
          </w:r>
          <w:r w:rsidRPr="00B63BD1">
            <w:t>hotovení Projektové dokumentace a stavby</w:t>
          </w:r>
        </w:p>
      </w:tc>
    </w:tr>
  </w:tbl>
  <w:p w14:paraId="576A41AC" w14:textId="77777777" w:rsidR="00EA5157" w:rsidRPr="00F13FDA" w:rsidRDefault="00EA515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5ACBFFFE" w14:textId="77777777" w:rsidTr="00934B6B">
      <w:tc>
        <w:tcPr>
          <w:tcW w:w="0" w:type="auto"/>
          <w:tcMar>
            <w:left w:w="0" w:type="dxa"/>
            <w:right w:w="0" w:type="dxa"/>
          </w:tcMar>
          <w:vAlign w:val="bottom"/>
        </w:tcPr>
        <w:p w14:paraId="4898DBD2" w14:textId="77777777" w:rsidR="00EA5157" w:rsidRPr="00DD4862" w:rsidRDefault="00EA5157" w:rsidP="00934B6B">
          <w:pPr>
            <w:pStyle w:val="Zpatvpravo"/>
            <w:rPr>
              <w:b/>
            </w:rPr>
          </w:pPr>
          <w:r w:rsidRPr="00DD4862">
            <w:rPr>
              <w:b/>
            </w:rPr>
            <w:t xml:space="preserve">Příloha č. </w:t>
          </w:r>
          <w:r>
            <w:rPr>
              <w:b/>
            </w:rPr>
            <w:t>8</w:t>
          </w:r>
        </w:p>
        <w:p w14:paraId="2B35F55C" w14:textId="77777777" w:rsidR="00EA5157" w:rsidRPr="003462EB" w:rsidRDefault="00EA5157" w:rsidP="00934B6B">
          <w:pPr>
            <w:pStyle w:val="Zpatvpravo"/>
          </w:pPr>
          <w:r>
            <w:t>Smlouva o dílo</w:t>
          </w:r>
        </w:p>
        <w:p w14:paraId="50129DBE" w14:textId="77777777" w:rsidR="00EA5157" w:rsidRPr="003462EB" w:rsidRDefault="00EA5157"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393B514E" w:rsidR="00EA5157" w:rsidRPr="009E09BE" w:rsidRDefault="00EA515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1</w:t>
          </w:r>
          <w:r>
            <w:rPr>
              <w:rStyle w:val="slostrnky"/>
            </w:rPr>
            <w:fldChar w:fldCharType="end"/>
          </w:r>
        </w:p>
      </w:tc>
    </w:tr>
  </w:tbl>
  <w:p w14:paraId="5F28876B" w14:textId="77777777" w:rsidR="00EA5157" w:rsidRPr="00B8518B" w:rsidRDefault="00EA515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A5157" w:rsidRPr="009E09BE" w14:paraId="6E72BFB4" w14:textId="77777777" w:rsidTr="00904902">
      <w:tc>
        <w:tcPr>
          <w:tcW w:w="0" w:type="auto"/>
          <w:tcMar>
            <w:left w:w="0" w:type="dxa"/>
            <w:right w:w="0" w:type="dxa"/>
          </w:tcMar>
          <w:vAlign w:val="bottom"/>
        </w:tcPr>
        <w:p w14:paraId="13963E55" w14:textId="77777777" w:rsidR="00EA5157" w:rsidRPr="00DD4862" w:rsidRDefault="00EA5157" w:rsidP="00DC37EC">
          <w:pPr>
            <w:pStyle w:val="Zpatvpravo"/>
            <w:rPr>
              <w:b/>
            </w:rPr>
          </w:pPr>
          <w:r w:rsidRPr="00DD4862">
            <w:rPr>
              <w:b/>
            </w:rPr>
            <w:t xml:space="preserve">Příloha č. </w:t>
          </w:r>
          <w:r>
            <w:rPr>
              <w:b/>
            </w:rPr>
            <w:t>10</w:t>
          </w:r>
        </w:p>
        <w:p w14:paraId="05E207F7" w14:textId="77777777" w:rsidR="00EA5157" w:rsidRPr="003462EB" w:rsidRDefault="00EA5157" w:rsidP="00DC37EC">
          <w:pPr>
            <w:pStyle w:val="Zpatvpravo"/>
          </w:pPr>
          <w:r>
            <w:t>Smlouva o dílo</w:t>
          </w:r>
        </w:p>
        <w:p w14:paraId="4B585457" w14:textId="77777777" w:rsidR="00EA5157" w:rsidRPr="003462EB" w:rsidRDefault="00EA5157"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EA5157" w:rsidRPr="00B8518B" w:rsidRDefault="00EA5157" w:rsidP="00DC37EC">
          <w:pPr>
            <w:pStyle w:val="Zpatvpravo"/>
            <w:rPr>
              <w:rStyle w:val="slostrnky"/>
            </w:rPr>
          </w:pPr>
        </w:p>
      </w:tc>
      <w:tc>
        <w:tcPr>
          <w:tcW w:w="1021" w:type="dxa"/>
          <w:vAlign w:val="bottom"/>
        </w:tcPr>
        <w:p w14:paraId="541CC307" w14:textId="390FAB6F" w:rsidR="00EA5157" w:rsidRPr="009E09BE" w:rsidRDefault="00EA5157"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5</w:t>
          </w:r>
          <w:r>
            <w:rPr>
              <w:rStyle w:val="slostrnky"/>
            </w:rPr>
            <w:fldChar w:fldCharType="end"/>
          </w:r>
        </w:p>
      </w:tc>
    </w:tr>
  </w:tbl>
  <w:p w14:paraId="43314644" w14:textId="77777777" w:rsidR="00EA5157" w:rsidRPr="00B8518B" w:rsidRDefault="00EA5157" w:rsidP="00DC37EC">
    <w:pPr>
      <w:pStyle w:val="Zpat"/>
      <w:rPr>
        <w:sz w:val="2"/>
        <w:szCs w:val="2"/>
      </w:rPr>
    </w:pPr>
  </w:p>
  <w:p w14:paraId="54616B81" w14:textId="77777777" w:rsidR="00EA5157" w:rsidRPr="00DC37EC" w:rsidRDefault="00EA5157"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A5157" w:rsidRPr="009E09BE" w14:paraId="5DFA6D30" w14:textId="77777777" w:rsidTr="00DC37EC">
      <w:tc>
        <w:tcPr>
          <w:tcW w:w="0" w:type="auto"/>
          <w:tcMar>
            <w:left w:w="0" w:type="dxa"/>
            <w:right w:w="0" w:type="dxa"/>
          </w:tcMar>
          <w:vAlign w:val="bottom"/>
        </w:tcPr>
        <w:p w14:paraId="3F33D809" w14:textId="77777777" w:rsidR="00EA5157" w:rsidRPr="00DD4862" w:rsidRDefault="00EA5157" w:rsidP="00DC37EC">
          <w:pPr>
            <w:pStyle w:val="Zpatvpravo"/>
            <w:rPr>
              <w:b/>
            </w:rPr>
          </w:pPr>
          <w:r w:rsidRPr="00DD4862">
            <w:rPr>
              <w:b/>
            </w:rPr>
            <w:t xml:space="preserve">Příloha č. </w:t>
          </w:r>
          <w:r>
            <w:rPr>
              <w:b/>
            </w:rPr>
            <w:t>9</w:t>
          </w:r>
        </w:p>
        <w:p w14:paraId="42F3AB09" w14:textId="77777777" w:rsidR="00EA5157" w:rsidRPr="003462EB" w:rsidRDefault="00EA5157" w:rsidP="00DC37EC">
          <w:pPr>
            <w:pStyle w:val="Zpatvpravo"/>
          </w:pPr>
          <w:r>
            <w:t>Smlouva o dílo</w:t>
          </w:r>
        </w:p>
        <w:p w14:paraId="18F542FA" w14:textId="77777777" w:rsidR="00EA5157" w:rsidRPr="003462EB" w:rsidRDefault="00EA5157"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EA5157" w:rsidRPr="00B8518B" w:rsidRDefault="00EA5157" w:rsidP="00DC37EC">
          <w:pPr>
            <w:pStyle w:val="Zpatvpravo"/>
            <w:rPr>
              <w:rStyle w:val="slostrnky"/>
            </w:rPr>
          </w:pPr>
        </w:p>
      </w:tc>
      <w:tc>
        <w:tcPr>
          <w:tcW w:w="1021" w:type="dxa"/>
          <w:vAlign w:val="bottom"/>
        </w:tcPr>
        <w:p w14:paraId="576522F1" w14:textId="14D624D9" w:rsidR="00EA5157" w:rsidRPr="009E09BE" w:rsidRDefault="00EA5157"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1</w:t>
          </w:r>
          <w:r>
            <w:rPr>
              <w:rStyle w:val="slostrnky"/>
            </w:rPr>
            <w:fldChar w:fldCharType="end"/>
          </w:r>
        </w:p>
      </w:tc>
    </w:tr>
  </w:tbl>
  <w:p w14:paraId="6B3BAB05" w14:textId="77777777" w:rsidR="00EA5157" w:rsidRPr="00B8518B" w:rsidRDefault="00EA51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3081D676" w14:textId="77777777" w:rsidTr="00F13FDA">
      <w:tc>
        <w:tcPr>
          <w:tcW w:w="0" w:type="auto"/>
          <w:tcMar>
            <w:left w:w="0" w:type="dxa"/>
            <w:right w:w="0" w:type="dxa"/>
          </w:tcMar>
          <w:vAlign w:val="bottom"/>
        </w:tcPr>
        <w:p w14:paraId="040E065A" w14:textId="77777777" w:rsidR="00EA5157" w:rsidRPr="003462EB" w:rsidRDefault="00EA5157" w:rsidP="00F13FDA">
          <w:pPr>
            <w:pStyle w:val="Zpatvpravo"/>
          </w:pPr>
          <w:r>
            <w:t>Smlouva o dílo</w:t>
          </w:r>
        </w:p>
        <w:p w14:paraId="29166DE8" w14:textId="77777777" w:rsidR="00EA5157" w:rsidRPr="003462EB" w:rsidRDefault="00EA5157"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40B843FA" w:rsidR="00EA5157" w:rsidRPr="009E09BE" w:rsidRDefault="00EA5157"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2B2C">
            <w:rPr>
              <w:rStyle w:val="slostrnky"/>
              <w:noProof/>
            </w:rPr>
            <w:t>35</w:t>
          </w:r>
          <w:r w:rsidRPr="00B8518B">
            <w:rPr>
              <w:rStyle w:val="slostrnky"/>
            </w:rPr>
            <w:fldChar w:fldCharType="end"/>
          </w:r>
        </w:p>
      </w:tc>
    </w:tr>
  </w:tbl>
  <w:p w14:paraId="000D3D0B" w14:textId="77777777" w:rsidR="00EA5157" w:rsidRPr="00B8518B" w:rsidRDefault="00EA515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A5157" w:rsidRPr="009E09BE" w14:paraId="7A2A32AD" w14:textId="77777777" w:rsidTr="00DC37EC">
      <w:tc>
        <w:tcPr>
          <w:tcW w:w="0" w:type="auto"/>
          <w:tcMar>
            <w:left w:w="0" w:type="dxa"/>
            <w:right w:w="0" w:type="dxa"/>
          </w:tcMar>
          <w:vAlign w:val="bottom"/>
        </w:tcPr>
        <w:p w14:paraId="48AB2DC8" w14:textId="77777777" w:rsidR="00EA5157" w:rsidRPr="00DD4862" w:rsidRDefault="00EA5157" w:rsidP="00DC37EC">
          <w:pPr>
            <w:pStyle w:val="Zpatvpravo"/>
            <w:rPr>
              <w:b/>
            </w:rPr>
          </w:pPr>
          <w:r w:rsidRPr="00DD4862">
            <w:rPr>
              <w:b/>
            </w:rPr>
            <w:t xml:space="preserve">Příloha č. </w:t>
          </w:r>
          <w:r>
            <w:rPr>
              <w:b/>
            </w:rPr>
            <w:t>10</w:t>
          </w:r>
        </w:p>
        <w:p w14:paraId="6A081B4F" w14:textId="77777777" w:rsidR="00EA5157" w:rsidRPr="003462EB" w:rsidRDefault="00EA5157" w:rsidP="00DC37EC">
          <w:pPr>
            <w:pStyle w:val="Zpatvpravo"/>
          </w:pPr>
          <w:r>
            <w:t>Smlouva o dílo</w:t>
          </w:r>
        </w:p>
        <w:p w14:paraId="540C94BE" w14:textId="77777777" w:rsidR="00EA5157" w:rsidRPr="003462EB" w:rsidRDefault="00EA5157"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EA5157" w:rsidRPr="00B8518B" w:rsidRDefault="00EA5157" w:rsidP="00DC37EC">
          <w:pPr>
            <w:pStyle w:val="Zpatvpravo"/>
            <w:rPr>
              <w:rStyle w:val="slostrnky"/>
            </w:rPr>
          </w:pPr>
        </w:p>
      </w:tc>
      <w:tc>
        <w:tcPr>
          <w:tcW w:w="1021" w:type="dxa"/>
          <w:vAlign w:val="bottom"/>
        </w:tcPr>
        <w:p w14:paraId="4F9AA148" w14:textId="5C13B22A" w:rsidR="00EA5157" w:rsidRPr="009E09BE" w:rsidRDefault="00EA5157"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5</w:t>
          </w:r>
          <w:r>
            <w:rPr>
              <w:rStyle w:val="slostrnky"/>
            </w:rPr>
            <w:fldChar w:fldCharType="end"/>
          </w:r>
        </w:p>
      </w:tc>
    </w:tr>
  </w:tbl>
  <w:p w14:paraId="3FE720CA" w14:textId="77777777" w:rsidR="00EA5157" w:rsidRPr="00B8518B" w:rsidRDefault="00EA515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EA5157" w:rsidRDefault="00EA5157" w:rsidP="00BF2895">
    <w:pPr>
      <w:pStyle w:val="Zpat"/>
      <w:rPr>
        <w:sz w:val="2"/>
        <w:szCs w:val="2"/>
      </w:rPr>
    </w:pPr>
  </w:p>
  <w:p w14:paraId="74E51633" w14:textId="77777777" w:rsidR="00EA5157" w:rsidRPr="001E4BDC" w:rsidRDefault="00EA5157" w:rsidP="00BF2895">
    <w:pPr>
      <w:pStyle w:val="Zpat"/>
      <w:rPr>
        <w:sz w:val="12"/>
        <w:szCs w:val="12"/>
      </w:rPr>
    </w:pPr>
  </w:p>
  <w:p w14:paraId="1391AB0D" w14:textId="77777777" w:rsidR="00EA5157" w:rsidRPr="001E4BDC" w:rsidRDefault="00EA5157"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7C5FA12C" w14:textId="77777777" w:rsidTr="00F13FDA">
      <w:tc>
        <w:tcPr>
          <w:tcW w:w="1021" w:type="dxa"/>
          <w:vAlign w:val="bottom"/>
        </w:tcPr>
        <w:p w14:paraId="55E968BB" w14:textId="77777777" w:rsidR="00EA5157" w:rsidRPr="00B8518B" w:rsidRDefault="00EA515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EA5157" w:rsidRPr="00DD4862" w:rsidRDefault="00EA5157" w:rsidP="00F13FDA">
          <w:pPr>
            <w:pStyle w:val="Zpatvlevo"/>
            <w:rPr>
              <w:b/>
            </w:rPr>
          </w:pPr>
          <w:r w:rsidRPr="00DD4862">
            <w:rPr>
              <w:b/>
            </w:rPr>
            <w:t>Příloha č. 1</w:t>
          </w:r>
        </w:p>
        <w:p w14:paraId="6736B376" w14:textId="77777777" w:rsidR="00EA5157" w:rsidRDefault="00EA5157" w:rsidP="00F13FDA">
          <w:pPr>
            <w:pStyle w:val="Zpatvlevo"/>
          </w:pPr>
          <w:r w:rsidRPr="00B41CFD">
            <w:t>Smlouva o dílo</w:t>
          </w:r>
        </w:p>
        <w:p w14:paraId="388FB6AB" w14:textId="77777777" w:rsidR="00EA5157" w:rsidRPr="003462EB" w:rsidRDefault="00EA5157" w:rsidP="00F13FDA">
          <w:pPr>
            <w:pStyle w:val="Zpatvlevo"/>
          </w:pPr>
          <w:r>
            <w:t>Z</w:t>
          </w:r>
          <w:r w:rsidRPr="00B63BD1">
            <w:t>hotovení Projektové dokumentace a stavby</w:t>
          </w:r>
        </w:p>
      </w:tc>
    </w:tr>
  </w:tbl>
  <w:p w14:paraId="7BB71A21" w14:textId="77777777" w:rsidR="00EA5157" w:rsidRPr="00F13FDA" w:rsidRDefault="00EA515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EA5157" w:rsidRDefault="00EA515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65045254" w14:textId="77777777" w:rsidTr="00934B6B">
      <w:tc>
        <w:tcPr>
          <w:tcW w:w="0" w:type="auto"/>
          <w:tcMar>
            <w:left w:w="0" w:type="dxa"/>
            <w:right w:w="0" w:type="dxa"/>
          </w:tcMar>
          <w:vAlign w:val="bottom"/>
        </w:tcPr>
        <w:p w14:paraId="47D41CAE" w14:textId="77777777" w:rsidR="00EA5157" w:rsidRPr="00DD4862" w:rsidRDefault="00EA5157" w:rsidP="00934B6B">
          <w:pPr>
            <w:pStyle w:val="Zpatvpravo"/>
            <w:rPr>
              <w:b/>
            </w:rPr>
          </w:pPr>
          <w:r w:rsidRPr="00DD4862">
            <w:rPr>
              <w:b/>
            </w:rPr>
            <w:t>Příloha č. 1</w:t>
          </w:r>
        </w:p>
        <w:p w14:paraId="2F5D2B55" w14:textId="77777777" w:rsidR="00EA5157" w:rsidRPr="003462EB" w:rsidRDefault="00EA5157" w:rsidP="00934B6B">
          <w:pPr>
            <w:pStyle w:val="Zpatvpravo"/>
          </w:pPr>
          <w:r>
            <w:t>Smlouva o dílo</w:t>
          </w:r>
        </w:p>
        <w:p w14:paraId="245439D7" w14:textId="77777777" w:rsidR="00EA5157" w:rsidRPr="003462EB" w:rsidRDefault="00EA5157"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2CB6A255" w:rsidR="00EA5157" w:rsidRPr="009E09BE" w:rsidRDefault="00EA515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1</w:t>
          </w:r>
          <w:r>
            <w:rPr>
              <w:rStyle w:val="slostrnky"/>
            </w:rPr>
            <w:fldChar w:fldCharType="end"/>
          </w:r>
        </w:p>
      </w:tc>
    </w:tr>
  </w:tbl>
  <w:p w14:paraId="71D74358" w14:textId="77777777" w:rsidR="00EA5157" w:rsidRPr="00B8518B" w:rsidRDefault="00EA51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4FFB77B4" w14:textId="77777777" w:rsidTr="00F13FDA">
      <w:tc>
        <w:tcPr>
          <w:tcW w:w="1021" w:type="dxa"/>
          <w:vAlign w:val="bottom"/>
        </w:tcPr>
        <w:p w14:paraId="2257580E" w14:textId="77777777" w:rsidR="00EA5157" w:rsidRPr="00B8518B" w:rsidRDefault="00EA515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EA5157" w:rsidRPr="00DD4862" w:rsidRDefault="00EA5157" w:rsidP="00F13FDA">
          <w:pPr>
            <w:pStyle w:val="Zpatvlevo"/>
            <w:rPr>
              <w:b/>
            </w:rPr>
          </w:pPr>
          <w:r>
            <w:rPr>
              <w:b/>
            </w:rPr>
            <w:t>Příloha č. 2</w:t>
          </w:r>
        </w:p>
        <w:p w14:paraId="3D846C68" w14:textId="77777777" w:rsidR="00EA5157" w:rsidRDefault="00EA5157" w:rsidP="00F13FDA">
          <w:pPr>
            <w:pStyle w:val="Zpatvlevo"/>
          </w:pPr>
          <w:r w:rsidRPr="00B41CFD">
            <w:t>Smlouva o dílo</w:t>
          </w:r>
        </w:p>
        <w:p w14:paraId="1C3FA075" w14:textId="77777777" w:rsidR="00EA5157" w:rsidRPr="003462EB" w:rsidRDefault="00EA5157" w:rsidP="00F13FDA">
          <w:pPr>
            <w:pStyle w:val="Zpatvlevo"/>
          </w:pPr>
          <w:r>
            <w:t>Z</w:t>
          </w:r>
          <w:r w:rsidRPr="00B63BD1">
            <w:t>hotovení Projektové dokumentace a stavby</w:t>
          </w:r>
        </w:p>
      </w:tc>
    </w:tr>
  </w:tbl>
  <w:p w14:paraId="7D2C0E00" w14:textId="77777777" w:rsidR="00EA5157" w:rsidRPr="00F13FDA" w:rsidRDefault="00EA515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2EB9F2EA" w14:textId="77777777" w:rsidTr="00934B6B">
      <w:tc>
        <w:tcPr>
          <w:tcW w:w="0" w:type="auto"/>
          <w:tcMar>
            <w:left w:w="0" w:type="dxa"/>
            <w:right w:w="0" w:type="dxa"/>
          </w:tcMar>
          <w:vAlign w:val="bottom"/>
        </w:tcPr>
        <w:p w14:paraId="1E1F0A9A" w14:textId="77777777" w:rsidR="00EA5157" w:rsidRPr="00DD4862" w:rsidRDefault="00EA5157" w:rsidP="00934B6B">
          <w:pPr>
            <w:pStyle w:val="Zpatvpravo"/>
            <w:rPr>
              <w:b/>
            </w:rPr>
          </w:pPr>
          <w:r w:rsidRPr="00DD4862">
            <w:rPr>
              <w:b/>
            </w:rPr>
            <w:t>Příloha č. 2</w:t>
          </w:r>
        </w:p>
        <w:p w14:paraId="27E68A04" w14:textId="77777777" w:rsidR="00EA5157" w:rsidRPr="003462EB" w:rsidRDefault="00EA5157" w:rsidP="00934B6B">
          <w:pPr>
            <w:pStyle w:val="Zpatvpravo"/>
          </w:pPr>
          <w:r>
            <w:t>Smlouva o dílo</w:t>
          </w:r>
        </w:p>
        <w:p w14:paraId="52498DA6" w14:textId="77777777" w:rsidR="00EA5157" w:rsidRPr="003462EB" w:rsidRDefault="00EA5157"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4A3D3403" w:rsidR="00EA5157" w:rsidRPr="009E09BE" w:rsidRDefault="00EA515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1</w:t>
          </w:r>
          <w:r>
            <w:rPr>
              <w:rStyle w:val="slostrnky"/>
            </w:rPr>
            <w:fldChar w:fldCharType="end"/>
          </w:r>
        </w:p>
      </w:tc>
    </w:tr>
  </w:tbl>
  <w:p w14:paraId="2EA8C976" w14:textId="77777777" w:rsidR="00EA5157" w:rsidRPr="00B8518B" w:rsidRDefault="00EA51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5157" w:rsidRPr="003462EB" w14:paraId="091847A1" w14:textId="77777777" w:rsidTr="00F13FDA">
      <w:tc>
        <w:tcPr>
          <w:tcW w:w="1021" w:type="dxa"/>
          <w:vAlign w:val="bottom"/>
        </w:tcPr>
        <w:p w14:paraId="15ED82C6" w14:textId="3086AD98" w:rsidR="00EA5157" w:rsidRPr="00B8518B" w:rsidRDefault="00EA515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42B2C">
            <w:rPr>
              <w:rStyle w:val="slostrnky"/>
              <w:noProof/>
            </w:rPr>
            <w:t>3</w:t>
          </w:r>
          <w:r>
            <w:rPr>
              <w:rStyle w:val="slostrnky"/>
            </w:rPr>
            <w:fldChar w:fldCharType="end"/>
          </w:r>
        </w:p>
      </w:tc>
      <w:tc>
        <w:tcPr>
          <w:tcW w:w="0" w:type="auto"/>
          <w:vAlign w:val="bottom"/>
        </w:tcPr>
        <w:p w14:paraId="53BEA41F" w14:textId="77777777" w:rsidR="00EA5157" w:rsidRPr="00DD4862" w:rsidRDefault="00EA5157" w:rsidP="00F13FDA">
          <w:pPr>
            <w:pStyle w:val="Zpatvlevo"/>
            <w:rPr>
              <w:b/>
            </w:rPr>
          </w:pPr>
          <w:r>
            <w:rPr>
              <w:b/>
            </w:rPr>
            <w:t>Příloha č. 4</w:t>
          </w:r>
        </w:p>
        <w:p w14:paraId="53AB09F5" w14:textId="77777777" w:rsidR="00EA5157" w:rsidRDefault="00EA5157" w:rsidP="00F13FDA">
          <w:pPr>
            <w:pStyle w:val="Zpatvlevo"/>
          </w:pPr>
          <w:r w:rsidRPr="00B41CFD">
            <w:t>Smlouva o dílo</w:t>
          </w:r>
        </w:p>
        <w:p w14:paraId="63A9EDE5" w14:textId="77777777" w:rsidR="00EA5157" w:rsidRPr="003462EB" w:rsidRDefault="00EA5157" w:rsidP="00F13FDA">
          <w:pPr>
            <w:pStyle w:val="Zpatvlevo"/>
          </w:pPr>
          <w:r>
            <w:t>Z</w:t>
          </w:r>
          <w:r w:rsidRPr="00B63BD1">
            <w:t>hotovení Projektové dokumentace a stavby</w:t>
          </w:r>
        </w:p>
      </w:tc>
    </w:tr>
  </w:tbl>
  <w:p w14:paraId="0380B260" w14:textId="77777777" w:rsidR="00EA5157" w:rsidRPr="00F13FDA" w:rsidRDefault="00EA515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5157" w:rsidRPr="009E09BE" w14:paraId="74DCA671" w14:textId="77777777" w:rsidTr="00934B6B">
      <w:tc>
        <w:tcPr>
          <w:tcW w:w="0" w:type="auto"/>
          <w:tcMar>
            <w:left w:w="0" w:type="dxa"/>
            <w:right w:w="0" w:type="dxa"/>
          </w:tcMar>
          <w:vAlign w:val="bottom"/>
        </w:tcPr>
        <w:p w14:paraId="09B3D97E" w14:textId="3DBB4BA4" w:rsidR="00EA5157" w:rsidRPr="00DD4862" w:rsidRDefault="00EA5157" w:rsidP="00934B6B">
          <w:pPr>
            <w:pStyle w:val="Zpatvpravo"/>
            <w:rPr>
              <w:b/>
            </w:rPr>
          </w:pPr>
          <w:r w:rsidRPr="00DD4862">
            <w:rPr>
              <w:b/>
            </w:rPr>
            <w:t xml:space="preserve">Příloha č. </w:t>
          </w:r>
          <w:r>
            <w:rPr>
              <w:b/>
            </w:rPr>
            <w:t>3</w:t>
          </w:r>
        </w:p>
        <w:p w14:paraId="53AB72F1" w14:textId="77777777" w:rsidR="00EA5157" w:rsidRPr="003462EB" w:rsidRDefault="00EA5157" w:rsidP="00934B6B">
          <w:pPr>
            <w:pStyle w:val="Zpatvpravo"/>
          </w:pPr>
          <w:r>
            <w:t>Smlouva o dílo</w:t>
          </w:r>
        </w:p>
        <w:p w14:paraId="73655BEB" w14:textId="77777777" w:rsidR="00EA5157" w:rsidRPr="003462EB" w:rsidRDefault="00EA5157"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019A3BEF" w:rsidR="00EA5157" w:rsidRPr="009E09BE" w:rsidRDefault="00EA515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B2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2B2C">
            <w:rPr>
              <w:rStyle w:val="slostrnky"/>
              <w:noProof/>
            </w:rPr>
            <w:t>3</w:t>
          </w:r>
          <w:r>
            <w:rPr>
              <w:rStyle w:val="slostrnky"/>
            </w:rPr>
            <w:fldChar w:fldCharType="end"/>
          </w:r>
        </w:p>
      </w:tc>
    </w:tr>
  </w:tbl>
  <w:p w14:paraId="4FEA439F" w14:textId="77777777" w:rsidR="00EA5157" w:rsidRPr="00B8518B" w:rsidRDefault="00EA51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85635" w14:textId="77777777" w:rsidR="00837A2F" w:rsidRDefault="00837A2F" w:rsidP="00962258">
      <w:pPr>
        <w:spacing w:after="0" w:line="240" w:lineRule="auto"/>
      </w:pPr>
      <w:r>
        <w:separator/>
      </w:r>
    </w:p>
  </w:footnote>
  <w:footnote w:type="continuationSeparator" w:id="0">
    <w:p w14:paraId="7C9A2784" w14:textId="77777777" w:rsidR="00837A2F" w:rsidRDefault="00837A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EA5157" w:rsidRDefault="00EA515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EA5157" w:rsidRPr="00D6163D" w:rsidRDefault="00EA51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EA5157" w:rsidRDefault="00EA515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5157" w14:paraId="33B1CA3F" w14:textId="77777777" w:rsidTr="00B22106">
      <w:trPr>
        <w:trHeight w:hRule="exact" w:val="936"/>
      </w:trPr>
      <w:tc>
        <w:tcPr>
          <w:tcW w:w="1361" w:type="dxa"/>
          <w:tcMar>
            <w:left w:w="0" w:type="dxa"/>
            <w:right w:w="0" w:type="dxa"/>
          </w:tcMar>
        </w:tcPr>
        <w:p w14:paraId="66045617" w14:textId="77777777" w:rsidR="00EA5157" w:rsidRPr="00B8518B" w:rsidRDefault="00EA5157" w:rsidP="00FC6389">
          <w:pPr>
            <w:pStyle w:val="Zpat"/>
            <w:rPr>
              <w:rStyle w:val="slostrnky"/>
            </w:rPr>
          </w:pPr>
        </w:p>
      </w:tc>
      <w:tc>
        <w:tcPr>
          <w:tcW w:w="3458" w:type="dxa"/>
          <w:shd w:val="clear" w:color="auto" w:fill="auto"/>
          <w:tcMar>
            <w:left w:w="0" w:type="dxa"/>
            <w:right w:w="0" w:type="dxa"/>
          </w:tcMar>
        </w:tcPr>
        <w:p w14:paraId="4F67A8A2" w14:textId="77777777" w:rsidR="00EA5157" w:rsidRDefault="00EA5157"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EA5157" w:rsidRPr="00D6163D" w:rsidRDefault="00EA5157" w:rsidP="00FC6389">
          <w:pPr>
            <w:pStyle w:val="Druhdokumentu"/>
          </w:pPr>
        </w:p>
      </w:tc>
    </w:tr>
    <w:tr w:rsidR="00EA5157" w14:paraId="30C68527" w14:textId="77777777" w:rsidTr="00B22106">
      <w:trPr>
        <w:trHeight w:hRule="exact" w:val="936"/>
      </w:trPr>
      <w:tc>
        <w:tcPr>
          <w:tcW w:w="1361" w:type="dxa"/>
          <w:tcMar>
            <w:left w:w="0" w:type="dxa"/>
            <w:right w:w="0" w:type="dxa"/>
          </w:tcMar>
        </w:tcPr>
        <w:p w14:paraId="46A8AA7A" w14:textId="77777777" w:rsidR="00EA5157" w:rsidRPr="00B8518B" w:rsidRDefault="00EA5157" w:rsidP="00FC6389">
          <w:pPr>
            <w:pStyle w:val="Zpat"/>
            <w:rPr>
              <w:rStyle w:val="slostrnky"/>
            </w:rPr>
          </w:pPr>
        </w:p>
      </w:tc>
      <w:tc>
        <w:tcPr>
          <w:tcW w:w="3458" w:type="dxa"/>
          <w:shd w:val="clear" w:color="auto" w:fill="auto"/>
          <w:tcMar>
            <w:left w:w="0" w:type="dxa"/>
            <w:right w:w="0" w:type="dxa"/>
          </w:tcMar>
        </w:tcPr>
        <w:p w14:paraId="4FA0F11F" w14:textId="77777777" w:rsidR="00EA5157" w:rsidRDefault="00EA5157" w:rsidP="00FC6389">
          <w:pPr>
            <w:pStyle w:val="Zpat"/>
          </w:pPr>
        </w:p>
      </w:tc>
      <w:tc>
        <w:tcPr>
          <w:tcW w:w="5756" w:type="dxa"/>
          <w:shd w:val="clear" w:color="auto" w:fill="auto"/>
          <w:tcMar>
            <w:left w:w="0" w:type="dxa"/>
            <w:right w:w="0" w:type="dxa"/>
          </w:tcMar>
        </w:tcPr>
        <w:p w14:paraId="6C4F1431" w14:textId="77777777" w:rsidR="00EA5157" w:rsidRPr="00D6163D" w:rsidRDefault="00EA5157" w:rsidP="00FC6389">
          <w:pPr>
            <w:pStyle w:val="Druhdokumentu"/>
          </w:pPr>
        </w:p>
      </w:tc>
    </w:tr>
  </w:tbl>
  <w:p w14:paraId="4AEEEBA1" w14:textId="77777777" w:rsidR="00EA5157" w:rsidRPr="00D6163D" w:rsidRDefault="00EA5157" w:rsidP="00FC6389">
    <w:pPr>
      <w:pStyle w:val="Zhlav"/>
      <w:rPr>
        <w:sz w:val="8"/>
        <w:szCs w:val="8"/>
      </w:rPr>
    </w:pPr>
  </w:p>
  <w:p w14:paraId="4AD25DBF" w14:textId="77777777" w:rsidR="00EA5157" w:rsidRPr="00460660" w:rsidRDefault="00EA515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EA5157" w:rsidRPr="00D6163D" w:rsidRDefault="00EA51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EA5157" w:rsidRPr="00D6163D" w:rsidRDefault="00EA51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EA5157" w:rsidRPr="00D6163D" w:rsidRDefault="00EA515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EA5157" w:rsidRPr="00D6163D" w:rsidRDefault="00EA515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EA5157" w:rsidRPr="00D6163D" w:rsidRDefault="00EA515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EA5157" w:rsidRPr="00D6163D" w:rsidRDefault="00EA51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26C60"/>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437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59C"/>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7E"/>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359E"/>
    <w:rsid w:val="00475E5E"/>
    <w:rsid w:val="00483969"/>
    <w:rsid w:val="00486107"/>
    <w:rsid w:val="00491827"/>
    <w:rsid w:val="0049387B"/>
    <w:rsid w:val="004A12F9"/>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01A0"/>
    <w:rsid w:val="005D3C39"/>
    <w:rsid w:val="005D49FC"/>
    <w:rsid w:val="005D6119"/>
    <w:rsid w:val="005D6794"/>
    <w:rsid w:val="005E7125"/>
    <w:rsid w:val="005F3A8C"/>
    <w:rsid w:val="005F44F5"/>
    <w:rsid w:val="005F4A35"/>
    <w:rsid w:val="005F67A8"/>
    <w:rsid w:val="00600D64"/>
    <w:rsid w:val="00600ECE"/>
    <w:rsid w:val="00601A8C"/>
    <w:rsid w:val="0061068E"/>
    <w:rsid w:val="006115D3"/>
    <w:rsid w:val="0061707C"/>
    <w:rsid w:val="00623FDC"/>
    <w:rsid w:val="0065610E"/>
    <w:rsid w:val="00660AD3"/>
    <w:rsid w:val="0067575C"/>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3FFF"/>
    <w:rsid w:val="007C5289"/>
    <w:rsid w:val="007D0926"/>
    <w:rsid w:val="007D0EE4"/>
    <w:rsid w:val="007D26F9"/>
    <w:rsid w:val="007E4A6E"/>
    <w:rsid w:val="007F1743"/>
    <w:rsid w:val="007F56A7"/>
    <w:rsid w:val="007F57D4"/>
    <w:rsid w:val="00800851"/>
    <w:rsid w:val="00805AC4"/>
    <w:rsid w:val="00807DD0"/>
    <w:rsid w:val="008156D5"/>
    <w:rsid w:val="00821D01"/>
    <w:rsid w:val="00826B7B"/>
    <w:rsid w:val="0083541D"/>
    <w:rsid w:val="00835AE5"/>
    <w:rsid w:val="00837A2F"/>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4EAE"/>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2FC4"/>
    <w:rsid w:val="00C95162"/>
    <w:rsid w:val="00C9642C"/>
    <w:rsid w:val="00CA50FD"/>
    <w:rsid w:val="00CB1C6E"/>
    <w:rsid w:val="00CB2DC6"/>
    <w:rsid w:val="00CB4F6D"/>
    <w:rsid w:val="00CB6A37"/>
    <w:rsid w:val="00CB6C59"/>
    <w:rsid w:val="00CB7684"/>
    <w:rsid w:val="00CC4EA8"/>
    <w:rsid w:val="00CC6517"/>
    <w:rsid w:val="00CC7C8F"/>
    <w:rsid w:val="00CD1FC4"/>
    <w:rsid w:val="00D034A0"/>
    <w:rsid w:val="00D21061"/>
    <w:rsid w:val="00D307C9"/>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157"/>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2B2C"/>
    <w:rsid w:val="00F43D42"/>
    <w:rsid w:val="00F45607"/>
    <w:rsid w:val="00F4722B"/>
    <w:rsid w:val="00F5015C"/>
    <w:rsid w:val="00F54432"/>
    <w:rsid w:val="00F566DC"/>
    <w:rsid w:val="00F57BA0"/>
    <w:rsid w:val="00F659EB"/>
    <w:rsid w:val="00F74F25"/>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81AA72C-DE60-4FFE-B42F-59298C1FC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82</TotalTime>
  <Pages>35</Pages>
  <Words>6089</Words>
  <Characters>35927</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89</cp:revision>
  <cp:lastPrinted>2019-03-12T14:16:00Z</cp:lastPrinted>
  <dcterms:created xsi:type="dcterms:W3CDTF">2021-01-20T10:35:00Z</dcterms:created>
  <dcterms:modified xsi:type="dcterms:W3CDTF">2021-02-17T08:28:00Z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