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Nzevakce"/>
        </w:rPr>
      </w:sdtEndPr>
      <w:sdtContent>
        <w:p w14:paraId="47FDA110" w14:textId="76BEC6F7" w:rsidR="00CF0EF4" w:rsidRDefault="00ED42BB" w:rsidP="00CF0EF4">
          <w:pPr>
            <w:pStyle w:val="Tituldatum"/>
          </w:pPr>
          <w:r w:rsidRPr="00ED42BB">
            <w:rPr>
              <w:rStyle w:val="Nzevakce"/>
            </w:rPr>
            <w:t>„Doplnění závor na přejezdech P6696 v km 2,367 a P6699 v km 5,089 trati Suchdol nad Odrou – Budišov nad Budišovkou</w:t>
          </w:r>
          <w:proofErr w:type="gramStart"/>
          <w:r w:rsidRPr="00ED42BB">
            <w:rPr>
              <w:rStyle w:val="Nzevakce"/>
            </w:rPr>
            <w:t xml:space="preserve">“  </w:t>
          </w:r>
          <w:r>
            <w:rPr>
              <w:rStyle w:val="Nzevakce"/>
            </w:rPr>
            <w:t>„</w:t>
          </w:r>
          <w:proofErr w:type="gramEnd"/>
          <w:r w:rsidRPr="00ED42BB">
            <w:rPr>
              <w:rStyle w:val="Nzevakce"/>
            </w:rPr>
            <w:t>Rekonstrukce PZS přejezdu P6703 v km 7,244 trati Suchdol nad Odrou – Budišov nad Budišovkou</w:t>
          </w:r>
          <w:r>
            <w:rPr>
              <w:rStyle w:val="Nzevakce"/>
            </w:rPr>
            <w:t xml:space="preserve">“                            </w:t>
          </w:r>
          <w:r w:rsidRPr="00ED42BB">
            <w:rPr>
              <w:rStyle w:val="Nzevakce"/>
            </w:rPr>
            <w:t xml:space="preserve">  </w:t>
          </w:r>
          <w:r>
            <w:rPr>
              <w:rStyle w:val="Nzevakce"/>
            </w:rPr>
            <w:t>„</w:t>
          </w:r>
          <w:r w:rsidRPr="00ED42BB">
            <w:rPr>
              <w:rStyle w:val="Nzevakce"/>
            </w:rPr>
            <w:t>Doplnění závor na přejezdech P6737 v km 27,618 a P6749 v km 37,861 trati Suchdol nad Odrou – Budišov nad Budišovkou</w:t>
          </w:r>
          <w:r>
            <w:rPr>
              <w:rStyle w:val="Nzevakce"/>
            </w:rPr>
            <w:t>“</w:t>
          </w:r>
          <w:r w:rsidRPr="00ED42BB">
            <w:rPr>
              <w:rStyle w:val="Nzevakce"/>
            </w:rPr>
            <w:tab/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263FEE39" w14:textId="518C6524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D42BB">
        <w:t>18. 1. 2021</w:t>
      </w:r>
      <w:r w:rsidR="000008ED">
        <w:t xml:space="preserve"> </w:t>
      </w:r>
    </w:p>
    <w:p w14:paraId="79030DB8" w14:textId="6EAAC9EF" w:rsidR="00BD7E91" w:rsidRDefault="00826B7B" w:rsidP="00ED42BB"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14:paraId="4FF040A4" w14:textId="306AF60E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08EA6866" w:rsidR="003E6B82" w:rsidRDefault="00CC6E2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D67E0C9" w:rsidR="003E6B82" w:rsidRDefault="00CC6E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0DA7EA28" w:rsidR="003E6B82" w:rsidRDefault="00CC6E2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3A53DEDB" w:rsidR="003E6B82" w:rsidRDefault="00CC6E2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23D9606" w:rsidR="003E6B82" w:rsidRDefault="00CC6E2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072E155F" w:rsidR="000008ED" w:rsidRDefault="000008ED" w:rsidP="008D03B9"/>
    <w:p w14:paraId="0DF692DD" w14:textId="6C3E8D9C" w:rsidR="00ED42BB" w:rsidRDefault="00ED42BB" w:rsidP="008D03B9"/>
    <w:p w14:paraId="36CB8079" w14:textId="6DF0083C" w:rsidR="00ED42BB" w:rsidRDefault="00ED42BB" w:rsidP="008D03B9"/>
    <w:p w14:paraId="2C78DC7C" w14:textId="175DEFDA" w:rsidR="00ED42BB" w:rsidRDefault="00ED42BB" w:rsidP="008D03B9"/>
    <w:p w14:paraId="09C73CD7" w14:textId="120E422D" w:rsidR="00ED42BB" w:rsidRDefault="00ED42BB" w:rsidP="008D03B9"/>
    <w:p w14:paraId="480D6A1A" w14:textId="31BAFA0F" w:rsidR="00ED42BB" w:rsidRDefault="00ED42BB" w:rsidP="008D03B9"/>
    <w:p w14:paraId="6D17E18C" w14:textId="77777777" w:rsidR="00ED42BB" w:rsidRDefault="00ED42BB" w:rsidP="008D03B9"/>
    <w:p w14:paraId="229EEEA9" w14:textId="7093350E" w:rsidR="00ED42BB" w:rsidRDefault="00ED42BB" w:rsidP="008D03B9"/>
    <w:p w14:paraId="5A673DF7" w14:textId="4E36D6B2" w:rsidR="00ED42BB" w:rsidRDefault="00ED42BB" w:rsidP="008D03B9"/>
    <w:p w14:paraId="28D75A4F" w14:textId="11F88521" w:rsidR="00ED42BB" w:rsidRDefault="00ED42BB" w:rsidP="008D03B9"/>
    <w:p w14:paraId="0617F365" w14:textId="03F36C53" w:rsidR="00ED42BB" w:rsidRDefault="00ED42BB" w:rsidP="008D03B9"/>
    <w:p w14:paraId="2C8F5F8E" w14:textId="66B80AD0" w:rsidR="00ED42BB" w:rsidRDefault="00ED42BB" w:rsidP="008D03B9"/>
    <w:p w14:paraId="3D83B33E" w14:textId="297E54DC" w:rsidR="00ED42BB" w:rsidRDefault="00ED42BB" w:rsidP="008D03B9"/>
    <w:p w14:paraId="6E8A3F6E" w14:textId="76FA2322" w:rsidR="00ED42BB" w:rsidRDefault="00ED42BB" w:rsidP="008D03B9"/>
    <w:p w14:paraId="7522C177" w14:textId="77777777" w:rsidR="00ED42BB" w:rsidRDefault="00ED42BB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F17F49" w:rsidRPr="009909F2">
        <w:t>Stavby_</w:t>
      </w:r>
      <w:r w:rsidR="00F17F49">
        <w:t>X</w:t>
      </w:r>
      <w:proofErr w:type="spellEnd"/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</w:t>
      </w:r>
      <w:proofErr w:type="spellEnd"/>
      <w:r w:rsidR="00B2233D" w:rsidRPr="00B2233D">
        <w:rPr>
          <w:i/>
        </w:rPr>
        <w:t xml:space="preserve">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dvě </w:t>
      </w:r>
      <w:proofErr w:type="gramStart"/>
      <w:r w:rsidR="003E6B82" w:rsidRPr="00DE369C">
        <w:rPr>
          <w:rStyle w:val="Tun"/>
          <w:b w:val="0"/>
        </w:rPr>
        <w:t>desetinné místa</w:t>
      </w:r>
      <w:proofErr w:type="gramEnd"/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58914533"/>
      <w:r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53B2453F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CC6E29" w:rsidRPr="00CC6E29">
            <w:rPr>
              <w:b/>
              <w:bCs/>
              <w:noProof/>
            </w:rPr>
            <w:t>„</w:t>
          </w:r>
          <w:r w:rsidR="00CC6E29">
            <w:rPr>
              <w:b/>
              <w:noProof/>
            </w:rPr>
            <w:t>Doplnění závor na přejezdech P6696 v km 2,367 a P6699 v km 5,089 trati Suchdol nad Odrou – Budišov nad Budišovkou“  „Rekonstrukce PZS přejezdu P6703 v km 7,244 trati Suchdol nad Odrou – Budišov nad Budišovkou“                              „Doplnění závor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7EF70613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CC6E29" w:rsidRPr="00CC6E29">
            <w:rPr>
              <w:b/>
              <w:bCs/>
              <w:noProof/>
            </w:rPr>
            <w:t>„</w:t>
          </w:r>
          <w:r w:rsidR="00CC6E29">
            <w:rPr>
              <w:b/>
              <w:noProof/>
            </w:rPr>
            <w:t>Doplnění závor na přejezdech P6696 v km 2,367 a P6699 v km 5,089 trati Suchdol nad Odrou – Budišov nad Budišovkou“  „Rekonstrukce PZS přejezdu P6703 v km 7,244 trati Suchdol nad Odrou – Budišov nad Budišovkou“                              „Doplnění závor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6E29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D42BB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C4F56F"/>
  <w14:defaultImageDpi w14:val="32767"/>
  <w15:docId w15:val="{E709CC4A-3697-4C29-AE49-C6C38361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D973A7A-D006-43C7-942C-222B13BDC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KSP_R(R-F)_VZOR_201106.dotx</Template>
  <TotalTime>18</TotalTime>
  <Pages>6</Pages>
  <Words>1620</Words>
  <Characters>9563</Characters>
  <Application>Microsoft Office Word</Application>
  <DocSecurity>0</DocSecurity>
  <Lines>79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Michaela	Hanová</cp:lastModifiedBy>
  <cp:revision>8</cp:revision>
  <cp:lastPrinted>2019-03-13T10:28:00Z</cp:lastPrinted>
  <dcterms:created xsi:type="dcterms:W3CDTF">2020-12-15T07:50:00Z</dcterms:created>
  <dcterms:modified xsi:type="dcterms:W3CDTF">2021-01-18T07:07:00Z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