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1F5B8" w14:textId="77777777" w:rsidR="003F0FD2" w:rsidRDefault="00F422D3" w:rsidP="00B42F40">
      <w:pPr>
        <w:pStyle w:val="Titul1"/>
      </w:pPr>
      <w:r>
        <w:t>S</w:t>
      </w:r>
      <w:r w:rsidR="003C2919">
        <w:t xml:space="preserve">mlouva o dílo na zhotovení </w:t>
      </w:r>
    </w:p>
    <w:p w14:paraId="6F9C733A" w14:textId="77777777" w:rsidR="009B4CCA" w:rsidRPr="009B4374" w:rsidRDefault="009B4CCA" w:rsidP="009B4CCA">
      <w:pPr>
        <w:pStyle w:val="Titul2"/>
        <w:rPr>
          <w:color w:val="FF0000"/>
          <w:sz w:val="20"/>
          <w:szCs w:val="20"/>
        </w:rPr>
      </w:pPr>
      <w:r>
        <w:t xml:space="preserve">Aktualizace Dokumentace pro územní řízení </w:t>
      </w:r>
    </w:p>
    <w:p w14:paraId="5FFD5AAD" w14:textId="77777777" w:rsidR="00BD0C4A" w:rsidRPr="00402B45" w:rsidRDefault="00BD0C4A" w:rsidP="00BD0C4A">
      <w:pPr>
        <w:pStyle w:val="Titul2"/>
      </w:pPr>
      <w:r w:rsidRPr="00402B45">
        <w:t xml:space="preserve">Název zakázky: </w:t>
      </w:r>
      <w:sdt>
        <w:sdtPr>
          <w:rPr>
            <w:rStyle w:val="Nzevakce"/>
          </w:rPr>
          <w:alias w:val="Název akce - VYplnit pole - přenese se do zápatí"/>
          <w:tag w:val="Název akce"/>
          <w:id w:val="1889687308"/>
          <w:placeholder>
            <w:docPart w:val="BE9309726F9D4AB9BB25ADA0C9FBF71F"/>
          </w:placeholder>
          <w:text/>
        </w:sdtPr>
        <w:sdtEndPr>
          <w:rPr>
            <w:rStyle w:val="Nzevakce"/>
          </w:rPr>
        </w:sdtEndPr>
        <w:sdtContent>
          <w:r w:rsidR="009B4CCA" w:rsidRPr="009B4CCA">
            <w:rPr>
              <w:rStyle w:val="Nzevakce"/>
            </w:rPr>
            <w:t>„Modernizace trati Brno-Přerov, 3. stavba Vyškov – Nezamyslice“</w:t>
          </w:r>
        </w:sdtContent>
      </w:sdt>
    </w:p>
    <w:p w14:paraId="158C7A30" w14:textId="77777777" w:rsidR="00F422D3" w:rsidRPr="00153D42" w:rsidRDefault="00F422D3" w:rsidP="00BD0C4A">
      <w:pPr>
        <w:pStyle w:val="Nadpisbezsl1-2"/>
      </w:pPr>
      <w:r w:rsidRPr="00153D42">
        <w:t>Smluvní strany:</w:t>
      </w:r>
    </w:p>
    <w:p w14:paraId="49384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F0984E1" w14:textId="77777777" w:rsidR="00F422D3" w:rsidRPr="00153D42" w:rsidRDefault="00F422D3" w:rsidP="00B42F40">
      <w:pPr>
        <w:pStyle w:val="Textbezodsazen"/>
        <w:spacing w:after="0"/>
      </w:pPr>
      <w:r w:rsidRPr="00153D42">
        <w:t xml:space="preserve">se sídlem: Dlážděná 1003/7, 110 00 Praha 1 - Nové Město </w:t>
      </w:r>
    </w:p>
    <w:p w14:paraId="7B3B5B17" w14:textId="77777777" w:rsidR="00F422D3" w:rsidRPr="00153D42" w:rsidRDefault="00F422D3" w:rsidP="00B42F40">
      <w:pPr>
        <w:pStyle w:val="Textbezodsazen"/>
        <w:spacing w:after="0"/>
      </w:pPr>
      <w:r w:rsidRPr="00153D42">
        <w:t>IČO: 70994234 DIČ: CZ70994234</w:t>
      </w:r>
    </w:p>
    <w:p w14:paraId="2F2279C4" w14:textId="77777777" w:rsidR="00F422D3" w:rsidRPr="00153D42" w:rsidRDefault="00F422D3" w:rsidP="00B42F40">
      <w:pPr>
        <w:pStyle w:val="Textbezodsazen"/>
        <w:spacing w:after="0"/>
      </w:pPr>
      <w:r w:rsidRPr="00153D42">
        <w:t>zapsaná v obchodním rejstříku vedeném Městským soudem v Praze,</w:t>
      </w:r>
    </w:p>
    <w:p w14:paraId="58A62A25" w14:textId="77777777" w:rsidR="00F422D3" w:rsidRPr="00153D42" w:rsidRDefault="00F422D3" w:rsidP="00B42F40">
      <w:pPr>
        <w:pStyle w:val="Textbezodsazen"/>
        <w:spacing w:after="0"/>
      </w:pPr>
      <w:r w:rsidRPr="00153D42">
        <w:t>spisová značka A 48384</w:t>
      </w:r>
    </w:p>
    <w:p w14:paraId="79ABB464" w14:textId="77777777" w:rsidR="009B4CCA" w:rsidRPr="00531580" w:rsidRDefault="00F422D3" w:rsidP="009B4CCA">
      <w:pPr>
        <w:pStyle w:val="Textbezodsazen"/>
        <w:spacing w:after="0"/>
      </w:pPr>
      <w:r w:rsidRPr="00153D42">
        <w:t xml:space="preserve">zastoupena: </w:t>
      </w:r>
      <w:r w:rsidR="009B4CCA" w:rsidRPr="00531580">
        <w:t xml:space="preserve">Mojmírem Nejezchlebem, náměstkem GŘ pro modernizaci dráhy </w:t>
      </w:r>
    </w:p>
    <w:p w14:paraId="4B345032" w14:textId="77777777" w:rsidR="009B4CCA" w:rsidRPr="001C61BC" w:rsidRDefault="009B4CCA" w:rsidP="009B4CCA">
      <w:pPr>
        <w:pStyle w:val="Textbezodsazen"/>
      </w:pPr>
      <w:r w:rsidRPr="00531580">
        <w:t>na základě Pověření č. 2372 ze dne 26. 2. 2018</w:t>
      </w:r>
    </w:p>
    <w:p w14:paraId="30F56F59" w14:textId="77777777" w:rsidR="00F422D3" w:rsidRPr="00153D42" w:rsidRDefault="00F422D3" w:rsidP="009B4CCA">
      <w:pPr>
        <w:pStyle w:val="Textbezodsazen"/>
        <w:spacing w:after="0"/>
        <w:rPr>
          <w:rStyle w:val="Zdraznnjemn"/>
          <w:b/>
          <w:iCs w:val="0"/>
          <w:color w:val="auto"/>
        </w:rPr>
      </w:pPr>
      <w:r w:rsidRPr="00153D42">
        <w:rPr>
          <w:rStyle w:val="Zdraznnjemn"/>
          <w:b/>
          <w:iCs w:val="0"/>
          <w:color w:val="auto"/>
        </w:rPr>
        <w:t xml:space="preserve">Korespondenční adresa: </w:t>
      </w:r>
    </w:p>
    <w:p w14:paraId="52BD735C" w14:textId="77777777" w:rsidR="009B4CCA" w:rsidRDefault="009B4CCA" w:rsidP="009B4CCA">
      <w:pPr>
        <w:pStyle w:val="Textbezodsazen"/>
        <w:spacing w:after="0"/>
      </w:pPr>
      <w:r>
        <w:t>Správa železnic, státní organizace</w:t>
      </w:r>
    </w:p>
    <w:p w14:paraId="48FF7BF2" w14:textId="77777777" w:rsidR="009B4CCA" w:rsidRDefault="009B4CCA" w:rsidP="009B4CCA">
      <w:pPr>
        <w:pStyle w:val="Textbezodsazen"/>
      </w:pPr>
      <w:r w:rsidRPr="00B42F40">
        <w:t>Stavební</w:t>
      </w:r>
      <w:r>
        <w:t xml:space="preserve"> správa východ, Nerudova 773/1, 779 00 Olomouc</w:t>
      </w:r>
    </w:p>
    <w:p w14:paraId="0C42BF7F" w14:textId="77777777" w:rsidR="00F422D3" w:rsidRDefault="00F422D3" w:rsidP="009B4CCA">
      <w:pPr>
        <w:pStyle w:val="Textbezodsazen"/>
      </w:pPr>
      <w:r>
        <w:t>(</w:t>
      </w:r>
      <w:r w:rsidRPr="00B42F40">
        <w:t>dále</w:t>
      </w:r>
      <w:r>
        <w:t xml:space="preserve"> jen „</w:t>
      </w:r>
      <w:r w:rsidRPr="00F422D3">
        <w:rPr>
          <w:b/>
        </w:rPr>
        <w:t>Objednatel</w:t>
      </w:r>
      <w:r>
        <w:t>“)</w:t>
      </w:r>
    </w:p>
    <w:p w14:paraId="77B910AC" w14:textId="77777777" w:rsidR="00F422D3" w:rsidRDefault="00F422D3" w:rsidP="00B42F40">
      <w:pPr>
        <w:pStyle w:val="Textbezodsazen"/>
        <w:spacing w:after="0"/>
      </w:pPr>
      <w:r>
        <w:t>číslo smlouvy: "[</w:t>
      </w:r>
      <w:r w:rsidRPr="00F422D3">
        <w:rPr>
          <w:highlight w:val="green"/>
        </w:rPr>
        <w:t>VLOŽÍ OBJEDNATEL</w:t>
      </w:r>
      <w:r>
        <w:t xml:space="preserve">]" </w:t>
      </w:r>
    </w:p>
    <w:p w14:paraId="11C196C4" w14:textId="77777777" w:rsidR="00F422D3" w:rsidRDefault="00F422D3" w:rsidP="00B42F40">
      <w:pPr>
        <w:pStyle w:val="Textbezodsazen"/>
      </w:pPr>
      <w:r>
        <w:t xml:space="preserve">ISPROFOND: </w:t>
      </w:r>
      <w:r w:rsidR="009B4CCA" w:rsidRPr="009B4CCA">
        <w:rPr>
          <w:b/>
        </w:rPr>
        <w:t>5003520024</w:t>
      </w:r>
    </w:p>
    <w:p w14:paraId="4AC18F7B" w14:textId="77777777" w:rsidR="00B42F40" w:rsidRDefault="00B42F40" w:rsidP="00B42F40">
      <w:pPr>
        <w:pStyle w:val="Textbezodsazen"/>
      </w:pPr>
    </w:p>
    <w:p w14:paraId="7EAA36F3" w14:textId="77777777" w:rsidR="00F422D3" w:rsidRDefault="00F422D3" w:rsidP="00B42F40">
      <w:pPr>
        <w:pStyle w:val="Textbezodsazen"/>
      </w:pPr>
      <w:r w:rsidRPr="00B42F40">
        <w:t>a</w:t>
      </w:r>
    </w:p>
    <w:p w14:paraId="630AFD3D" w14:textId="77777777" w:rsidR="00B42F40" w:rsidRPr="00B42F40" w:rsidRDefault="00B42F40" w:rsidP="00B42F40">
      <w:pPr>
        <w:pStyle w:val="Textbezodsazen"/>
      </w:pPr>
    </w:p>
    <w:p w14:paraId="37A1FBD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C46D8B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4F4E97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2ADD6F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21CC64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4EF77F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1DB42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86E90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9A6973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7042BD8" w14:textId="77777777" w:rsidR="00F422D3" w:rsidRPr="00B42F40" w:rsidRDefault="00F422D3" w:rsidP="00B42F40">
      <w:pPr>
        <w:pStyle w:val="Textbezodsazen"/>
      </w:pPr>
      <w:r w:rsidRPr="00B42F40">
        <w:t>(dále jen „</w:t>
      </w:r>
      <w:r w:rsidRPr="00B42F40">
        <w:rPr>
          <w:rStyle w:val="Tun"/>
        </w:rPr>
        <w:t>Zhotovitel</w:t>
      </w:r>
      <w:r w:rsidRPr="00B42F40">
        <w:t>“)</w:t>
      </w:r>
    </w:p>
    <w:p w14:paraId="1612B18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632048D"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27E57402" w14:textId="77777777" w:rsidR="00033C58" w:rsidRDefault="00033C58">
      <w:pPr>
        <w:rPr>
          <w:rStyle w:val="Tun"/>
        </w:rPr>
      </w:pPr>
      <w:r>
        <w:rPr>
          <w:rStyle w:val="Tun"/>
        </w:rPr>
        <w:br w:type="page"/>
      </w:r>
    </w:p>
    <w:p w14:paraId="28A041F3"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270EDD39" w14:textId="77777777" w:rsidR="003F0FD2" w:rsidRDefault="003F0FD2" w:rsidP="003F0FD2">
      <w:pPr>
        <w:pStyle w:val="Nadpis1-1"/>
      </w:pPr>
      <w:r>
        <w:t>ÚVODNÍ USTANOVENÍ</w:t>
      </w:r>
    </w:p>
    <w:p w14:paraId="0049944D"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CAF11E"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0190C6A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217964"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13AB5D0"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245DD2A8" w14:textId="77777777" w:rsidR="003F0FD2" w:rsidRDefault="003F0FD2" w:rsidP="003F0FD2">
      <w:pPr>
        <w:pStyle w:val="Nadpis1-1"/>
      </w:pPr>
      <w:r>
        <w:t>ÚČEL SMLOUVY</w:t>
      </w:r>
    </w:p>
    <w:p w14:paraId="3E6729FC" w14:textId="4FE67DDE" w:rsidR="003F0FD2" w:rsidRDefault="003F0FD2" w:rsidP="003F0FD2">
      <w:pPr>
        <w:pStyle w:val="Text1-1"/>
      </w:pPr>
      <w:r>
        <w:t xml:space="preserve">Objednatel oznámil uveřejněním oznámení o zahájení zadávacího řízení ve Věstníku veřejných zakázek dne </w:t>
      </w:r>
      <w:r w:rsidR="00993AA3">
        <w:t>22. 2. 2021</w:t>
      </w:r>
      <w:r>
        <w:t xml:space="preserve"> pod evidenčním číslem </w:t>
      </w:r>
      <w:r w:rsidR="00993AA3" w:rsidRPr="00993AA3">
        <w:t>Z2021-006791</w:t>
      </w:r>
      <w:r>
        <w:t xml:space="preserve">  svůj úmysl zadat v otevřeném řízení veřejnou zakázku s</w:t>
      </w:r>
      <w:bookmarkStart w:id="0" w:name="_GoBack"/>
      <w:bookmarkEnd w:id="0"/>
      <w:r>
        <w:t xml:space="preserve"> názvem </w:t>
      </w:r>
      <w:r w:rsidR="009B4CCA">
        <w:t>„</w:t>
      </w:r>
      <w:r w:rsidR="009B4CCA" w:rsidRPr="009B4CCA">
        <w:rPr>
          <w:b/>
        </w:rPr>
        <w:t>Modernizace trati Brno-Přerov, 3. stavba Vyškov – Nezamyslice</w:t>
      </w:r>
      <w:r w:rsidR="009B4CCA">
        <w:rPr>
          <w:b/>
        </w:rPr>
        <w:t>“</w:t>
      </w:r>
      <w:r w:rsidR="009B4CCA">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6C26FCE"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C4801B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1766EB9"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27826D40"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51A5F303"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66688DDC" w14:textId="77777777" w:rsidR="003F0FD2" w:rsidRDefault="003F0FD2" w:rsidP="003F0FD2">
      <w:pPr>
        <w:pStyle w:val="Nadpis1-1"/>
      </w:pPr>
      <w:r>
        <w:t>PŘEDMĚT, CENA A HARMONOGRAM PLNĚNÍ SMLOUVY</w:t>
      </w:r>
    </w:p>
    <w:p w14:paraId="54170D9B"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1371E79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13CEAED4"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7B15B11C"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0A3884EC"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35500E0D"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B37EB07"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0B405160" w14:textId="77777777" w:rsidR="003F0FD2" w:rsidRDefault="00040788" w:rsidP="003F0FD2">
      <w:pPr>
        <w:pStyle w:val="Text1-1"/>
      </w:pPr>
      <w:r>
        <w:t>NEOBSAZENO</w:t>
      </w:r>
    </w:p>
    <w:p w14:paraId="3D7E7D95"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38A48F53"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1C1B46F6"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5D7DFCBE" w14:textId="77777777" w:rsidR="009B4CCA" w:rsidRDefault="009B4CCA" w:rsidP="009B4CCA">
      <w:pPr>
        <w:pStyle w:val="Text1-1"/>
      </w:pPr>
      <w:r>
        <w:t xml:space="preserve">Místem plnění Díla je: </w:t>
      </w:r>
      <w:r w:rsidRPr="00C539CB">
        <w:t xml:space="preserve">Stavební správa </w:t>
      </w:r>
      <w:r w:rsidRPr="007F191F">
        <w:t xml:space="preserve">východ, Nerudova </w:t>
      </w:r>
      <w:r>
        <w:t>773/</w:t>
      </w:r>
      <w:r w:rsidRPr="007F191F">
        <w:t>1, 779 00 Olomouc</w:t>
      </w:r>
      <w:r>
        <w:t xml:space="preserve">. </w:t>
      </w:r>
    </w:p>
    <w:p w14:paraId="4555F9C3" w14:textId="77777777" w:rsidR="003F0FD2" w:rsidRDefault="003F0FD2" w:rsidP="00930F78">
      <w:pPr>
        <w:pStyle w:val="Nadpis1-1"/>
      </w:pPr>
      <w:r>
        <w:t>OSTATNÍ USTANOVENÍ</w:t>
      </w:r>
    </w:p>
    <w:p w14:paraId="0E5B8788"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686B3024"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7322B6B5"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14:paraId="5036E825" w14:textId="77777777" w:rsidR="009632A9" w:rsidRDefault="009B4CCA" w:rsidP="009632A9">
      <w:pPr>
        <w:pStyle w:val="Text1-1"/>
        <w:numPr>
          <w:ilvl w:val="1"/>
          <w:numId w:val="9"/>
        </w:numPr>
        <w:tabs>
          <w:tab w:val="clear" w:pos="737"/>
          <w:tab w:val="num" w:pos="0"/>
        </w:tabs>
        <w:ind w:left="709" w:hanging="709"/>
      </w:pPr>
      <w:proofErr w:type="spellStart"/>
      <w:r w:rsidRPr="004A18BE">
        <w:t>Compliance</w:t>
      </w:r>
      <w:proofErr w:type="spellEnd"/>
      <w:r w:rsidRPr="004A18BE">
        <w:t xml:space="preserve"> doložka a etické zásady </w:t>
      </w:r>
    </w:p>
    <w:p w14:paraId="3C23672A" w14:textId="6574B85E" w:rsidR="009B4CCA" w:rsidRPr="009632A9" w:rsidRDefault="009B4CCA" w:rsidP="009632A9">
      <w:pPr>
        <w:pStyle w:val="Text1-1"/>
        <w:numPr>
          <w:ilvl w:val="0"/>
          <w:numId w:val="0"/>
        </w:numPr>
        <w:ind w:left="709"/>
      </w:pPr>
      <w:r w:rsidRPr="009632A9">
        <w:rPr>
          <w:rFonts w:eastAsia="Times New Roman" w:cs="Times New Roman"/>
          <w:color w:val="FF0000"/>
          <w:sz w:val="20"/>
          <w:szCs w:val="20"/>
        </w:rPr>
        <w:t xml:space="preserve"> </w:t>
      </w:r>
      <w:r w:rsidRPr="009632A9">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32A9">
        <w:rPr>
          <w:rFonts w:eastAsia="Times New Roman" w:cs="Times New Roman"/>
        </w:rPr>
        <w:t>compliance</w:t>
      </w:r>
      <w:proofErr w:type="spellEnd"/>
      <w:r w:rsidRPr="009632A9">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5399305" w14:textId="214105E0" w:rsidR="009B4CCA" w:rsidRPr="00DF5529" w:rsidRDefault="009B4CCA" w:rsidP="009632A9">
      <w:pPr>
        <w:pStyle w:val="Text1-1"/>
        <w:numPr>
          <w:ilvl w:val="1"/>
          <w:numId w:val="9"/>
        </w:numPr>
        <w:tabs>
          <w:tab w:val="clear" w:pos="737"/>
          <w:tab w:val="num" w:pos="0"/>
        </w:tabs>
        <w:ind w:left="709" w:hanging="709"/>
      </w:pPr>
      <w:r w:rsidRPr="00DF5529">
        <w:t>Sociálně a environmentálně odpovědné zadáván</w:t>
      </w:r>
      <w:r w:rsidRPr="001679F2">
        <w:t>í</w:t>
      </w:r>
      <w:r w:rsidR="00C158C6" w:rsidRPr="001679F2">
        <w:t>, inovace</w:t>
      </w:r>
    </w:p>
    <w:p w14:paraId="29A9FCAF" w14:textId="77777777" w:rsidR="00EE533D" w:rsidRDefault="009B4CCA" w:rsidP="00EE533D">
      <w:pPr>
        <w:numPr>
          <w:ilvl w:val="2"/>
          <w:numId w:val="9"/>
        </w:numPr>
        <w:tabs>
          <w:tab w:val="clear" w:pos="4622"/>
          <w:tab w:val="num" w:pos="709"/>
        </w:tabs>
        <w:spacing w:after="120" w:line="264" w:lineRule="auto"/>
        <w:ind w:left="709" w:hanging="709"/>
        <w:jc w:val="both"/>
        <w:rPr>
          <w:strike/>
          <w:color w:val="FF0000"/>
          <w:sz w:val="18"/>
          <w:szCs w:val="18"/>
        </w:rPr>
      </w:pPr>
      <w:r w:rsidRPr="00A63A8E">
        <w:rPr>
          <w:sz w:val="18"/>
          <w:szCs w:val="18"/>
        </w:rPr>
        <w:lastRenderedPageBreak/>
        <w:t xml:space="preserve">Zhotovitel se zavazuje sjednat si s dalšími osobami, které se na jeho straně podílejí na realizaci Díla a jsou podnikateli, stejnou nebo kratší dobu splatnosti daňových dokladů, jaká je sjednána v této Smlouvě. </w:t>
      </w:r>
    </w:p>
    <w:p w14:paraId="6BCA473C" w14:textId="794F820A" w:rsidR="009B4CCA" w:rsidRPr="00EE533D" w:rsidRDefault="009B4CCA" w:rsidP="00EE533D">
      <w:pPr>
        <w:numPr>
          <w:ilvl w:val="2"/>
          <w:numId w:val="9"/>
        </w:numPr>
        <w:tabs>
          <w:tab w:val="clear" w:pos="4622"/>
          <w:tab w:val="num" w:pos="709"/>
        </w:tabs>
        <w:spacing w:after="120" w:line="264" w:lineRule="auto"/>
        <w:ind w:left="709" w:hanging="709"/>
        <w:jc w:val="both"/>
        <w:rPr>
          <w:strike/>
          <w:color w:val="FF0000"/>
          <w:sz w:val="18"/>
          <w:szCs w:val="18"/>
        </w:rPr>
      </w:pPr>
      <w:r w:rsidRPr="00EE533D">
        <w:rPr>
          <w:sz w:val="18"/>
          <w:szCs w:val="18"/>
        </w:rPr>
        <w:t>Zhotovitel se zavazuje na písemnou výzvu p</w:t>
      </w:r>
      <w:r w:rsidR="00FB3C78" w:rsidRPr="00EE533D">
        <w:rPr>
          <w:sz w:val="18"/>
          <w:szCs w:val="18"/>
        </w:rPr>
        <w:t xml:space="preserve">ředložit Objednateli do sedmi </w:t>
      </w:r>
      <w:r w:rsidRPr="00EE533D">
        <w:rPr>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EE533D">
        <w:rPr>
          <w:sz w:val="18"/>
          <w:szCs w:val="18"/>
        </w:rPr>
        <w:t>odst.4.5.1</w:t>
      </w:r>
      <w:proofErr w:type="gramEnd"/>
      <w:r w:rsidRPr="00EE533D">
        <w:rPr>
          <w:sz w:val="18"/>
          <w:szCs w:val="18"/>
        </w:rPr>
        <w:t xml:space="preserve"> této Sm</w:t>
      </w:r>
      <w:r w:rsidR="003E3F72" w:rsidRPr="00EE533D">
        <w:rPr>
          <w:sz w:val="18"/>
          <w:szCs w:val="18"/>
        </w:rPr>
        <w:t xml:space="preserve">louvy. </w:t>
      </w:r>
    </w:p>
    <w:p w14:paraId="4A1BCBFF" w14:textId="77777777" w:rsidR="009B4CCA" w:rsidRPr="00AA00F9" w:rsidRDefault="009B4CCA" w:rsidP="00EB5007">
      <w:pPr>
        <w:numPr>
          <w:ilvl w:val="2"/>
          <w:numId w:val="9"/>
        </w:numPr>
        <w:tabs>
          <w:tab w:val="clear" w:pos="4622"/>
          <w:tab w:val="num" w:pos="709"/>
        </w:tabs>
        <w:spacing w:after="120" w:line="264" w:lineRule="auto"/>
        <w:ind w:left="709" w:hanging="709"/>
        <w:jc w:val="both"/>
        <w:rPr>
          <w:sz w:val="18"/>
          <w:szCs w:val="18"/>
        </w:rPr>
      </w:pPr>
      <w:r w:rsidRPr="00A63A8E">
        <w:rPr>
          <w:sz w:val="18"/>
          <w:szCs w:val="18"/>
        </w:rPr>
        <w:t xml:space="preserve">Porady, které Zhotovitel svolá dle odst. </w:t>
      </w:r>
      <w:r>
        <w:rPr>
          <w:sz w:val="18"/>
          <w:szCs w:val="18"/>
        </w:rPr>
        <w:t>3.2</w:t>
      </w:r>
      <w:r w:rsidRPr="00A63A8E">
        <w:rPr>
          <w:sz w:val="18"/>
          <w:szCs w:val="18"/>
        </w:rPr>
        <w:t xml:space="preserve"> Přílohy č.3b) této Smlouvy, budou probíhat primárně distančním způsobem (elektronicky, např. </w:t>
      </w:r>
      <w:r w:rsidRPr="00AA00F9">
        <w:rPr>
          <w:sz w:val="18"/>
          <w:szCs w:val="18"/>
        </w:rPr>
        <w:t xml:space="preserve">MS </w:t>
      </w:r>
      <w:proofErr w:type="spellStart"/>
      <w:r w:rsidRPr="00AA00F9">
        <w:rPr>
          <w:sz w:val="18"/>
          <w:szCs w:val="18"/>
        </w:rPr>
        <w:t>Teams</w:t>
      </w:r>
      <w:proofErr w:type="spellEnd"/>
      <w:r w:rsidRPr="00AA00F9">
        <w:rPr>
          <w:sz w:val="18"/>
          <w:szCs w:val="18"/>
        </w:rPr>
        <w:t xml:space="preserve">, Google </w:t>
      </w:r>
      <w:proofErr w:type="spellStart"/>
      <w:r w:rsidRPr="00AA00F9">
        <w:rPr>
          <w:sz w:val="18"/>
          <w:szCs w:val="18"/>
        </w:rPr>
        <w:t>meet</w:t>
      </w:r>
      <w:proofErr w:type="spellEnd"/>
      <w:r w:rsidRPr="00AA00F9">
        <w:rPr>
          <w:sz w:val="18"/>
          <w:szCs w:val="18"/>
        </w:rPr>
        <w:t>, atp.), pokud nebude nutné, aby byly spojeny s místním šetřením.</w:t>
      </w:r>
    </w:p>
    <w:p w14:paraId="59E089AC" w14:textId="77777777" w:rsidR="00EE533D" w:rsidRDefault="009B4CCA" w:rsidP="00EE533D">
      <w:pPr>
        <w:numPr>
          <w:ilvl w:val="2"/>
          <w:numId w:val="9"/>
        </w:numPr>
        <w:tabs>
          <w:tab w:val="clear" w:pos="4622"/>
          <w:tab w:val="num" w:pos="709"/>
        </w:tabs>
        <w:spacing w:after="120" w:line="264" w:lineRule="auto"/>
        <w:ind w:left="709" w:hanging="709"/>
        <w:jc w:val="both"/>
        <w:rPr>
          <w:color w:val="FF0000"/>
          <w:sz w:val="18"/>
          <w:szCs w:val="18"/>
        </w:rPr>
      </w:pPr>
      <w:r w:rsidRPr="00AA00F9">
        <w:rPr>
          <w:sz w:val="18"/>
          <w:szCs w:val="18"/>
        </w:rPr>
        <w:t>Zhotovitel se zavazuje, že v průběhu plnění Díla v</w:t>
      </w:r>
      <w:r w:rsidR="00FB3C78">
        <w:rPr>
          <w:sz w:val="18"/>
          <w:szCs w:val="18"/>
        </w:rPr>
        <w:t> </w:t>
      </w:r>
      <w:r w:rsidRPr="00AA00F9">
        <w:rPr>
          <w:sz w:val="18"/>
          <w:szCs w:val="18"/>
        </w:rPr>
        <w:t>rozsahu</w:t>
      </w:r>
      <w:r w:rsidR="00FB3C78">
        <w:rPr>
          <w:sz w:val="18"/>
          <w:szCs w:val="18"/>
        </w:rPr>
        <w:t xml:space="preserve"> aktualizace</w:t>
      </w:r>
      <w:r w:rsidRPr="00AA00F9">
        <w:rPr>
          <w:sz w:val="18"/>
          <w:szCs w:val="18"/>
        </w:rPr>
        <w:t xml:space="preserve"> D</w:t>
      </w:r>
      <w:r w:rsidR="00AA00F9" w:rsidRPr="00AA00F9">
        <w:rPr>
          <w:sz w:val="18"/>
          <w:szCs w:val="18"/>
        </w:rPr>
        <w:t>UR</w:t>
      </w:r>
      <w:r w:rsidRPr="00AA00F9">
        <w:rPr>
          <w:sz w:val="18"/>
          <w:szCs w:val="18"/>
        </w:rPr>
        <w:t xml:space="preserve"> umožní v souvislosti s plněním Díla provedení studentské exkurze, a to v kancelářích</w:t>
      </w:r>
      <w:r w:rsidRPr="00A63A8E">
        <w:rPr>
          <w:sz w:val="18"/>
          <w:szCs w:val="18"/>
        </w:rPr>
        <w:t xml:space="preserve"> Zhotovitele nebo při provádění projekčních či průzkumných pracích přímo na budoucím staveništi. </w:t>
      </w:r>
      <w:r w:rsidR="00052795" w:rsidRPr="00C00DE9">
        <w:rPr>
          <w:sz w:val="18"/>
          <w:szCs w:val="18"/>
        </w:rPr>
        <w:t>Podrobnosti k provedení exkurze jsou uvedeny v Obchodních podmínkách.</w:t>
      </w:r>
    </w:p>
    <w:p w14:paraId="554C55A1" w14:textId="160E7283" w:rsidR="009B4CCA" w:rsidRPr="00EE533D" w:rsidRDefault="009B4CCA" w:rsidP="00EE533D">
      <w:pPr>
        <w:numPr>
          <w:ilvl w:val="2"/>
          <w:numId w:val="9"/>
        </w:numPr>
        <w:tabs>
          <w:tab w:val="clear" w:pos="4622"/>
          <w:tab w:val="num" w:pos="709"/>
        </w:tabs>
        <w:spacing w:after="120" w:line="264" w:lineRule="auto"/>
        <w:ind w:left="709" w:hanging="709"/>
        <w:jc w:val="both"/>
        <w:rPr>
          <w:color w:val="FF0000"/>
          <w:sz w:val="18"/>
          <w:szCs w:val="18"/>
        </w:rPr>
      </w:pPr>
      <w:r w:rsidRPr="00EE533D">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C7DF267" w14:textId="77777777" w:rsidR="009B4CCA" w:rsidRDefault="009B4CCA" w:rsidP="00EB5007">
      <w:pPr>
        <w:numPr>
          <w:ilvl w:val="2"/>
          <w:numId w:val="9"/>
        </w:numPr>
        <w:tabs>
          <w:tab w:val="clear" w:pos="4622"/>
          <w:tab w:val="num" w:pos="709"/>
        </w:tabs>
        <w:spacing w:after="120" w:line="264" w:lineRule="auto"/>
        <w:ind w:left="709" w:hanging="709"/>
        <w:jc w:val="both"/>
        <w:rPr>
          <w:sz w:val="18"/>
          <w:szCs w:val="18"/>
        </w:rPr>
      </w:pPr>
      <w:r w:rsidRPr="00E34036">
        <w:rPr>
          <w:sz w:val="18"/>
          <w:szCs w:val="18"/>
        </w:rPr>
        <w:t xml:space="preserve">Zhotovitel bude důsledně požadovat v Projektové dokumentaci recyklaci kameniva vyzískávaného z kolejového lože. Bližší specifikace je uvedena v odst. </w:t>
      </w:r>
      <w:r>
        <w:rPr>
          <w:sz w:val="18"/>
          <w:szCs w:val="18"/>
        </w:rPr>
        <w:t>5.5.29</w:t>
      </w:r>
      <w:r w:rsidRPr="00E34036">
        <w:rPr>
          <w:sz w:val="18"/>
          <w:szCs w:val="18"/>
        </w:rPr>
        <w:t xml:space="preserve"> přílohy </w:t>
      </w:r>
      <w:proofErr w:type="gramStart"/>
      <w:r w:rsidRPr="00E34036">
        <w:rPr>
          <w:sz w:val="18"/>
          <w:szCs w:val="18"/>
        </w:rPr>
        <w:t>č.3 b) této</w:t>
      </w:r>
      <w:proofErr w:type="gramEnd"/>
      <w:r w:rsidRPr="00E34036">
        <w:rPr>
          <w:sz w:val="18"/>
          <w:szCs w:val="18"/>
        </w:rPr>
        <w:t xml:space="preserve"> Smlouvy.</w:t>
      </w:r>
    </w:p>
    <w:p w14:paraId="0178F91D" w14:textId="18F97C11" w:rsidR="00EE533D" w:rsidRPr="001679F2" w:rsidRDefault="00EE533D" w:rsidP="00EB5007">
      <w:pPr>
        <w:numPr>
          <w:ilvl w:val="2"/>
          <w:numId w:val="9"/>
        </w:numPr>
        <w:tabs>
          <w:tab w:val="clear" w:pos="4622"/>
          <w:tab w:val="num" w:pos="709"/>
        </w:tabs>
        <w:spacing w:after="120" w:line="264" w:lineRule="auto"/>
        <w:ind w:left="709" w:hanging="709"/>
        <w:jc w:val="both"/>
        <w:rPr>
          <w:sz w:val="18"/>
          <w:szCs w:val="18"/>
        </w:rPr>
      </w:pPr>
      <w:r w:rsidRPr="001679F2">
        <w:rPr>
          <w:sz w:val="18"/>
          <w:szCs w:val="18"/>
        </w:rPr>
        <w:t>Zhotovitel povede majetkoprávní vypořádání v majetkoprávní aplikaci v souladu s </w:t>
      </w:r>
      <w:proofErr w:type="gramStart"/>
      <w:r w:rsidRPr="001679F2">
        <w:rPr>
          <w:sz w:val="18"/>
          <w:szCs w:val="18"/>
        </w:rPr>
        <w:t>odst.3.2.8</w:t>
      </w:r>
      <w:proofErr w:type="gramEnd"/>
      <w:r w:rsidRPr="001679F2">
        <w:rPr>
          <w:sz w:val="18"/>
          <w:szCs w:val="18"/>
        </w:rPr>
        <w:t xml:space="preserve"> přílohy 3b) této Smlouvy</w:t>
      </w:r>
    </w:p>
    <w:p w14:paraId="43AAD16F" w14:textId="77777777" w:rsidR="003F0FD2" w:rsidRDefault="003F0FD2" w:rsidP="00930F78">
      <w:pPr>
        <w:pStyle w:val="Nadpis1-1"/>
      </w:pPr>
      <w:r>
        <w:t>ZÁVĚREČNÁ USTANOVENÍ</w:t>
      </w:r>
    </w:p>
    <w:p w14:paraId="0B3171A2"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E11352"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0FAEDE80"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9A8056"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C3A37B0"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077299D"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16843B3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69E14669" w14:textId="77777777" w:rsidR="003F0FD2"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w:t>
      </w:r>
      <w:r>
        <w:lastRenderedPageBreak/>
        <w:t>jakákoliv práva či povinnosti nebo jejich část na třetí osobu bez předchozího písemného souhlasu druhé smluvní strany.</w:t>
      </w:r>
    </w:p>
    <w:p w14:paraId="02570D47"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0A51C2E"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37042E" w14:textId="00465C5F" w:rsidR="009C09BD" w:rsidRDefault="009C09BD" w:rsidP="009C09BD">
      <w:pPr>
        <w:pStyle w:val="Text1-1"/>
      </w:pPr>
      <w:r>
        <w:t>Tato Smlouva je vyhotovena ve "[</w:t>
      </w:r>
      <w:r w:rsidRPr="007A21EE">
        <w:rPr>
          <w:rStyle w:val="Tun"/>
          <w:highlight w:val="yellow"/>
        </w:rPr>
        <w:t>VLOŽÍ ZHOTOVITEL</w:t>
      </w:r>
      <w:r>
        <w:t>]" vyhotove</w:t>
      </w:r>
      <w:r w:rsidR="006A5532">
        <w:t>ních, z nichž Objednatel obdrží</w:t>
      </w:r>
      <w:r w:rsidR="007A1EBD">
        <w:t xml:space="preserve"> dvě</w:t>
      </w:r>
      <w:r>
        <w:t xml:space="preserve"> vyhotovení a Zhotovitel obdrží "[</w:t>
      </w:r>
      <w:r w:rsidRPr="007A21EE">
        <w:rPr>
          <w:rStyle w:val="Tun"/>
          <w:highlight w:val="yellow"/>
        </w:rPr>
        <w:t>VLOŽÍ ZHOTOVITEL</w:t>
      </w:r>
      <w:r>
        <w:t>]" vyhotovení.</w:t>
      </w:r>
    </w:p>
    <w:p w14:paraId="0EA81FAC"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2D3BD7C"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0191A2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E0C6D43"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0DC84DD4" w14:textId="77777777" w:rsidR="003F0FD2" w:rsidRDefault="003F0FD2" w:rsidP="00930F78">
      <w:pPr>
        <w:pStyle w:val="Text1-1"/>
      </w:pPr>
      <w:r>
        <w:t>Součást Smlouvy tvoří tyto přílohy:</w:t>
      </w:r>
    </w:p>
    <w:p w14:paraId="585E711E" w14:textId="77777777" w:rsidR="00930F78" w:rsidRDefault="00930F78" w:rsidP="00930F78">
      <w:pPr>
        <w:pStyle w:val="Textbezslovn"/>
        <w:tabs>
          <w:tab w:val="left" w:pos="2127"/>
        </w:tabs>
        <w:spacing w:after="0"/>
        <w:ind w:left="2297" w:hanging="1560"/>
      </w:pPr>
      <w:r>
        <w:t>Příloha č. 1</w:t>
      </w:r>
      <w:r>
        <w:tab/>
        <w:t xml:space="preserve">Specifikace Díla </w:t>
      </w:r>
    </w:p>
    <w:p w14:paraId="3A266118" w14:textId="4A639335" w:rsidR="00930F78" w:rsidRPr="005A629C" w:rsidRDefault="00930F78" w:rsidP="00930F78">
      <w:pPr>
        <w:pStyle w:val="Textbezslovn"/>
        <w:tabs>
          <w:tab w:val="left" w:pos="2127"/>
        </w:tabs>
        <w:spacing w:after="0"/>
        <w:ind w:left="2297" w:hanging="1560"/>
      </w:pPr>
      <w:r>
        <w:t>Příloha č. 2</w:t>
      </w:r>
      <w:r>
        <w:tab/>
        <w:t xml:space="preserve">Obchodní podmínky </w:t>
      </w:r>
      <w:r w:rsidRPr="005A629C">
        <w:t>OP/DUR/</w:t>
      </w:r>
      <w:r w:rsidR="00052795" w:rsidRPr="009649C8">
        <w:t>06/21</w:t>
      </w:r>
    </w:p>
    <w:p w14:paraId="6D679D59" w14:textId="77777777" w:rsidR="00930F78" w:rsidRPr="005A629C" w:rsidRDefault="00930F78" w:rsidP="00930F78">
      <w:pPr>
        <w:pStyle w:val="Textbezslovn"/>
        <w:tabs>
          <w:tab w:val="left" w:pos="2127"/>
        </w:tabs>
        <w:spacing w:after="0"/>
        <w:ind w:left="2297" w:hanging="1560"/>
      </w:pPr>
      <w:r w:rsidRPr="005A629C">
        <w:t>Příloha č. 3</w:t>
      </w:r>
      <w:r w:rsidRPr="005A629C">
        <w:tab/>
        <w:t>Technické podmínky</w:t>
      </w:r>
    </w:p>
    <w:p w14:paraId="3B0C520C" w14:textId="77777777" w:rsidR="00930F78" w:rsidRPr="005A629C" w:rsidRDefault="00930F78" w:rsidP="00930F78">
      <w:pPr>
        <w:pStyle w:val="Textbezslovn"/>
        <w:tabs>
          <w:tab w:val="left" w:pos="2127"/>
        </w:tabs>
        <w:spacing w:after="0"/>
        <w:ind w:left="3687" w:hanging="1560"/>
      </w:pPr>
      <w:r w:rsidRPr="005A629C">
        <w:lastRenderedPageBreak/>
        <w:t>a) Technické kvalitativní podmínky staveb státních drah (TKP Staveb)</w:t>
      </w:r>
    </w:p>
    <w:p w14:paraId="62B473CB" w14:textId="1D6D37F6" w:rsidR="00930F78" w:rsidRDefault="00930F78" w:rsidP="00930F78">
      <w:pPr>
        <w:pStyle w:val="Textbezslovn"/>
        <w:tabs>
          <w:tab w:val="left" w:pos="2127"/>
        </w:tabs>
        <w:spacing w:after="0"/>
        <w:ind w:left="3687" w:hanging="1560"/>
      </w:pPr>
      <w:r w:rsidRPr="005A629C">
        <w:t xml:space="preserve">b) Všeobecné technické podmínky </w:t>
      </w:r>
      <w:r w:rsidR="009C09BD" w:rsidRPr="005A629C">
        <w:t>VTP/DOKUMENTACE/0</w:t>
      </w:r>
      <w:r w:rsidR="005A629C" w:rsidRPr="005A629C">
        <w:t>2</w:t>
      </w:r>
      <w:r w:rsidR="009C09BD" w:rsidRPr="005A629C">
        <w:t>/2</w:t>
      </w:r>
      <w:r w:rsidR="005A629C" w:rsidRPr="005A629C">
        <w:t>1</w:t>
      </w:r>
    </w:p>
    <w:p w14:paraId="3FCB1FFE" w14:textId="77777777" w:rsidR="00930F78" w:rsidRDefault="00930F78" w:rsidP="009C09BD">
      <w:pPr>
        <w:pStyle w:val="Textbezslovn"/>
        <w:tabs>
          <w:tab w:val="left" w:pos="2127"/>
        </w:tabs>
        <w:spacing w:after="0"/>
        <w:ind w:left="2410" w:hanging="284"/>
      </w:pPr>
      <w:r>
        <w:t xml:space="preserve">c) Zvláštní technické podmínky </w:t>
      </w:r>
      <w:r w:rsidR="009C09BD">
        <w:t>ze dne 13. 10. 2020 včetně příloh v nich uvedených</w:t>
      </w:r>
    </w:p>
    <w:p w14:paraId="6E9726AB" w14:textId="77777777"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14:paraId="37B34E54" w14:textId="77777777" w:rsidR="00930F78" w:rsidRDefault="00930F78" w:rsidP="00930F78">
      <w:pPr>
        <w:pStyle w:val="Textbezslovn"/>
        <w:tabs>
          <w:tab w:val="left" w:pos="2127"/>
        </w:tabs>
        <w:spacing w:after="0"/>
        <w:ind w:left="2297" w:hanging="1560"/>
      </w:pPr>
      <w:r>
        <w:t>Příloha č. 5</w:t>
      </w:r>
      <w:r>
        <w:tab/>
        <w:t>Harmonogram plnění</w:t>
      </w:r>
    </w:p>
    <w:p w14:paraId="74D0CF0B" w14:textId="77777777" w:rsidR="00930F78" w:rsidRDefault="00930F78" w:rsidP="00930F78">
      <w:pPr>
        <w:pStyle w:val="Textbezslovn"/>
        <w:tabs>
          <w:tab w:val="left" w:pos="2127"/>
        </w:tabs>
        <w:spacing w:after="0"/>
        <w:ind w:left="2297" w:hanging="1560"/>
      </w:pPr>
      <w:r>
        <w:t>Příloha č. 6</w:t>
      </w:r>
      <w:r>
        <w:tab/>
        <w:t>Oprávněné osoby</w:t>
      </w:r>
    </w:p>
    <w:p w14:paraId="09A3D3BB"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6CFE74CA"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78D34AA3"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5CE346B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161D1C9F" w14:textId="77777777" w:rsidR="00930F78" w:rsidRDefault="00930F78" w:rsidP="003F0FD2">
      <w:pPr>
        <w:pStyle w:val="Textbezodsazen"/>
      </w:pPr>
    </w:p>
    <w:p w14:paraId="75DFCB70"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58C7310" w14:textId="77777777" w:rsidR="00930F78" w:rsidRDefault="00930F78" w:rsidP="003F0FD2">
      <w:pPr>
        <w:pStyle w:val="Textbezodsazen"/>
      </w:pPr>
    </w:p>
    <w:p w14:paraId="1826EB8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8267528" w14:textId="77777777" w:rsidR="003F0FD2" w:rsidRDefault="003F0FD2" w:rsidP="003F0FD2">
      <w:pPr>
        <w:pStyle w:val="Textbezodsazen"/>
      </w:pPr>
    </w:p>
    <w:p w14:paraId="66695493" w14:textId="77777777" w:rsidR="00930F78" w:rsidRDefault="00930F78" w:rsidP="003F0FD2">
      <w:pPr>
        <w:pStyle w:val="Textbezodsazen"/>
      </w:pPr>
    </w:p>
    <w:p w14:paraId="71DE6B75" w14:textId="77777777" w:rsidR="00930F78" w:rsidRDefault="00930F78" w:rsidP="003F0FD2">
      <w:pPr>
        <w:pStyle w:val="Textbezodsazen"/>
      </w:pPr>
    </w:p>
    <w:p w14:paraId="7CCD6275" w14:textId="77777777" w:rsidR="003F0FD2" w:rsidRDefault="003F0FD2" w:rsidP="003F0FD2">
      <w:pPr>
        <w:pStyle w:val="Textbezodsazen"/>
      </w:pPr>
      <w:r>
        <w:t>................................................</w:t>
      </w:r>
      <w:r w:rsidR="00930F78">
        <w:tab/>
      </w:r>
      <w:r w:rsidR="00930F78">
        <w:tab/>
      </w:r>
      <w:r w:rsidR="00930F78">
        <w:tab/>
        <w:t>................................................</w:t>
      </w:r>
    </w:p>
    <w:p w14:paraId="6E47258D"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3A788696" w14:textId="77777777" w:rsidR="003F0FD2" w:rsidRDefault="003F0FD2" w:rsidP="00930F78">
      <w:pPr>
        <w:pStyle w:val="Bezmezer"/>
      </w:pPr>
      <w:r>
        <w:t>náměstek GŘ pro modernizaci dráhy</w:t>
      </w:r>
    </w:p>
    <w:p w14:paraId="3CD005C7"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137A829B" w14:textId="77777777" w:rsidR="00E901A3" w:rsidRDefault="00E901A3" w:rsidP="009F0867">
      <w:pPr>
        <w:pStyle w:val="Textbezodsazen"/>
      </w:pPr>
    </w:p>
    <w:p w14:paraId="5DF12995" w14:textId="77777777" w:rsidR="00CB4F6D" w:rsidRDefault="00CB4F6D">
      <w:r>
        <w:br w:type="page"/>
      </w:r>
    </w:p>
    <w:p w14:paraId="07D51897"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151D1C12" w14:textId="77777777" w:rsidR="004F0093" w:rsidRDefault="004F0093" w:rsidP="004F0093">
      <w:pPr>
        <w:pStyle w:val="Nadpisbezsl1-1"/>
      </w:pPr>
      <w:r>
        <w:lastRenderedPageBreak/>
        <w:t>Příloha č. 1</w:t>
      </w:r>
    </w:p>
    <w:p w14:paraId="18CA8F65" w14:textId="77777777" w:rsidR="006D22B1" w:rsidRDefault="004F0093" w:rsidP="006D22B1">
      <w:pPr>
        <w:pStyle w:val="Nadpisbezsl1-2"/>
      </w:pPr>
      <w:r>
        <w:t>Specifikace Díla</w:t>
      </w:r>
      <w:r w:rsidR="006D22B1">
        <w:t xml:space="preserve"> </w:t>
      </w:r>
    </w:p>
    <w:p w14:paraId="2DEBD9A7" w14:textId="77777777" w:rsidR="006D22B1" w:rsidRPr="006D22B1" w:rsidRDefault="006D22B1" w:rsidP="006D22B1">
      <w:pPr>
        <w:pStyle w:val="Nadpisbezsl1-2"/>
        <w:jc w:val="both"/>
        <w:rPr>
          <w:rFonts w:eastAsia="Times New Roman" w:cs="Calibri"/>
          <w:b w:val="0"/>
          <w:bCs/>
          <w:sz w:val="18"/>
          <w:szCs w:val="18"/>
          <w:lang w:eastAsia="x-none"/>
        </w:rPr>
      </w:pPr>
      <w:r w:rsidRPr="006D22B1">
        <w:rPr>
          <w:rFonts w:eastAsia="Times New Roman" w:cs="Calibri"/>
          <w:b w:val="0"/>
          <w:sz w:val="18"/>
          <w:szCs w:val="18"/>
          <w:lang w:eastAsia="x-none"/>
        </w:rPr>
        <w:t xml:space="preserve">Předmětem veřejné zakázky je dopracování a aktualizace Dokumentace pro územní řízení. Dokumentace bude aktualizována na základě schváleného Záměru projektu stavby </w:t>
      </w:r>
      <w:r w:rsidRPr="006D22B1">
        <w:rPr>
          <w:rFonts w:eastAsia="Times New Roman" w:cs="Calibri"/>
          <w:b w:val="0"/>
          <w:bCs/>
          <w:sz w:val="18"/>
          <w:szCs w:val="18"/>
          <w:lang w:eastAsia="x-none"/>
        </w:rPr>
        <w:t>„Modernizace trati Brno-Přerov, 3. stavba Vyškov – Nezamyslice“, včetně zapracování všech změn vyplývajících z tohoto dokumentu, včetně zajištění úplné dokladové části pro územní řízení včetně podání žádosti o vydání územního rozhodnutí a spolupráce při vydání příslušných rozhodnutí až do nabytí jejich právní moci.</w:t>
      </w:r>
    </w:p>
    <w:p w14:paraId="4C09ABD7" w14:textId="77777777" w:rsidR="006D22B1" w:rsidRPr="006D22B1" w:rsidRDefault="006D22B1" w:rsidP="006D22B1">
      <w:pPr>
        <w:pStyle w:val="Nadpisbezsl1-2"/>
        <w:jc w:val="both"/>
        <w:rPr>
          <w:b w:val="0"/>
          <w:sz w:val="18"/>
          <w:szCs w:val="18"/>
        </w:rPr>
      </w:pPr>
      <w:r w:rsidRPr="006D22B1">
        <w:rPr>
          <w:rFonts w:eastAsia="Times New Roman" w:cs="Calibri"/>
          <w:b w:val="0"/>
          <w:sz w:val="18"/>
          <w:szCs w:val="18"/>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2A123E95" w14:textId="77777777" w:rsidR="00BD0C4A" w:rsidRDefault="00BD0C4A" w:rsidP="00BD0C4A">
      <w:pPr>
        <w:pStyle w:val="Textbezodsazen"/>
      </w:pPr>
    </w:p>
    <w:p w14:paraId="18F7AE0D" w14:textId="77777777" w:rsidR="00BD0C4A" w:rsidRDefault="00BD0C4A" w:rsidP="00BD0C4A">
      <w:pPr>
        <w:pStyle w:val="Textbezodsazen"/>
      </w:pPr>
    </w:p>
    <w:p w14:paraId="70DCECFB" w14:textId="77777777" w:rsidR="00BD0C4A" w:rsidRDefault="00BD0C4A" w:rsidP="00BD0C4A">
      <w:pPr>
        <w:pStyle w:val="Textbezodsazen"/>
      </w:pPr>
    </w:p>
    <w:p w14:paraId="667C453A" w14:textId="77777777" w:rsidR="00BD0C4A" w:rsidRDefault="00BD0C4A" w:rsidP="00BD0C4A">
      <w:pPr>
        <w:pStyle w:val="Textbezodsazen"/>
      </w:pPr>
    </w:p>
    <w:p w14:paraId="4878BF93" w14:textId="77777777" w:rsidR="00BD0C4A" w:rsidRDefault="00BD0C4A" w:rsidP="00BD0C4A">
      <w:pPr>
        <w:pStyle w:val="Textbezodsazen"/>
      </w:pPr>
    </w:p>
    <w:p w14:paraId="5B5A4DC2" w14:textId="77777777" w:rsidR="00BD0C4A" w:rsidRDefault="00BD0C4A" w:rsidP="00BD0C4A">
      <w:pPr>
        <w:pStyle w:val="Textbezodsazen"/>
      </w:pPr>
    </w:p>
    <w:p w14:paraId="3265DFC6" w14:textId="77777777" w:rsidR="00BD0C4A" w:rsidRDefault="00BD0C4A" w:rsidP="00BD0C4A">
      <w:pPr>
        <w:pStyle w:val="Textbezodsazen"/>
      </w:pPr>
    </w:p>
    <w:p w14:paraId="09466FAC" w14:textId="77777777" w:rsidR="00BD0C4A" w:rsidRDefault="00BD0C4A" w:rsidP="00BD0C4A">
      <w:pPr>
        <w:pStyle w:val="Textbezodsazen"/>
      </w:pPr>
    </w:p>
    <w:p w14:paraId="6E36CA8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4705CF2D" w14:textId="77777777" w:rsidR="004F0093" w:rsidRDefault="004F0093" w:rsidP="004F0093">
      <w:pPr>
        <w:pStyle w:val="Nadpisbezsl1-1"/>
      </w:pPr>
      <w:r>
        <w:lastRenderedPageBreak/>
        <w:t>Příloha č. 2</w:t>
      </w:r>
    </w:p>
    <w:p w14:paraId="44E9DBAC" w14:textId="77777777" w:rsidR="004F0093" w:rsidRDefault="004F0093" w:rsidP="004F0093">
      <w:pPr>
        <w:pStyle w:val="Nadpisbezsl1-2"/>
      </w:pPr>
      <w:r>
        <w:t>Obchodní podmínky</w:t>
      </w:r>
    </w:p>
    <w:p w14:paraId="5A9D25A8" w14:textId="77777777" w:rsidR="004F0093" w:rsidRDefault="004F0093" w:rsidP="004F0093">
      <w:pPr>
        <w:pStyle w:val="Nadpisbezsl1-2"/>
      </w:pPr>
    </w:p>
    <w:p w14:paraId="59BA8582" w14:textId="2635A8CF" w:rsidR="006D22B1" w:rsidRDefault="006D22B1" w:rsidP="006D22B1">
      <w:pPr>
        <w:pStyle w:val="Nadpisbezsl1-2"/>
      </w:pPr>
      <w:r>
        <w:t xml:space="preserve">OP/DUR/ </w:t>
      </w:r>
      <w:r w:rsidR="00C6152E" w:rsidRPr="009649C8">
        <w:t>06/21</w:t>
      </w:r>
    </w:p>
    <w:p w14:paraId="242C9611" w14:textId="0B3B4A34" w:rsidR="004F0093" w:rsidRDefault="004F0093" w:rsidP="00AB4F25">
      <w:pPr>
        <w:pStyle w:val="Textbezodsazen"/>
      </w:pPr>
    </w:p>
    <w:p w14:paraId="5D85CFDC" w14:textId="77777777" w:rsidR="00AB4F25" w:rsidRDefault="00AB4F25" w:rsidP="00AB4F25">
      <w:pPr>
        <w:pStyle w:val="Textbezodsazen"/>
      </w:pPr>
    </w:p>
    <w:p w14:paraId="718401E9" w14:textId="77777777" w:rsidR="00AB4F25" w:rsidRDefault="00AB4F25" w:rsidP="00AB4F25">
      <w:pPr>
        <w:pStyle w:val="Textbezodsazen"/>
      </w:pPr>
    </w:p>
    <w:p w14:paraId="704A436C" w14:textId="77777777" w:rsidR="00AB4F25" w:rsidRDefault="00AB4F25" w:rsidP="00AB4F25">
      <w:pPr>
        <w:pStyle w:val="Textbezodsazen"/>
      </w:pPr>
    </w:p>
    <w:p w14:paraId="6C098922" w14:textId="77777777" w:rsidR="00AB4F25" w:rsidRDefault="00AB4F25" w:rsidP="00AB4F25">
      <w:pPr>
        <w:pStyle w:val="Textbezodsazen"/>
      </w:pPr>
    </w:p>
    <w:p w14:paraId="44DEC3C7" w14:textId="77777777" w:rsidR="00AB4F25" w:rsidRDefault="00AB4F25" w:rsidP="00AB4F25">
      <w:pPr>
        <w:pStyle w:val="Textbezodsazen"/>
      </w:pPr>
    </w:p>
    <w:p w14:paraId="31098ED2" w14:textId="77777777" w:rsidR="00AB4F25" w:rsidRDefault="00AB4F25" w:rsidP="00AB4F25">
      <w:pPr>
        <w:pStyle w:val="Textbezodsazen"/>
      </w:pPr>
    </w:p>
    <w:p w14:paraId="56B8ECD9"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F632384" w14:textId="77777777" w:rsidR="004F0093" w:rsidRDefault="004F0093" w:rsidP="004F0093">
      <w:pPr>
        <w:pStyle w:val="Nadpisbezsl1-1"/>
      </w:pPr>
      <w:r>
        <w:lastRenderedPageBreak/>
        <w:t>Příloha č. 3</w:t>
      </w:r>
    </w:p>
    <w:p w14:paraId="69563AE5" w14:textId="77777777" w:rsidR="004F0093" w:rsidRDefault="004F0093" w:rsidP="004F0093">
      <w:pPr>
        <w:pStyle w:val="Nadpisbezsl1-2"/>
      </w:pPr>
      <w:r>
        <w:t xml:space="preserve">Technické podmínky: </w:t>
      </w:r>
    </w:p>
    <w:p w14:paraId="2C1E4905" w14:textId="77777777" w:rsidR="004F0093" w:rsidRDefault="004F0093" w:rsidP="004F0093">
      <w:pPr>
        <w:pStyle w:val="Nadpisbezsl1-1"/>
      </w:pPr>
    </w:p>
    <w:p w14:paraId="20E418E3" w14:textId="77777777" w:rsidR="004F0093" w:rsidRDefault="004F0093" w:rsidP="004F0093">
      <w:pPr>
        <w:pStyle w:val="Nadpisbezsl1-2"/>
      </w:pPr>
      <w:r>
        <w:t>a)</w:t>
      </w:r>
      <w:r>
        <w:tab/>
        <w:t xml:space="preserve">Technické kvalitativní podmínky staveb státních drah (TKP Staveb) </w:t>
      </w:r>
    </w:p>
    <w:p w14:paraId="699B8EA9"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FBCCD34"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5918F544" w14:textId="77777777" w:rsidR="004F0093" w:rsidRDefault="004F0093" w:rsidP="004F0093">
      <w:pPr>
        <w:pStyle w:val="Nadpisbezsl1-2"/>
      </w:pPr>
      <w:r>
        <w:t>b)</w:t>
      </w:r>
      <w:r>
        <w:tab/>
        <w:t xml:space="preserve">Všeobecné technické podmínky </w:t>
      </w:r>
    </w:p>
    <w:p w14:paraId="2D862671" w14:textId="67793488" w:rsidR="006D22B1" w:rsidRDefault="006D22B1" w:rsidP="006D22B1">
      <w:pPr>
        <w:pStyle w:val="Textbezslovn"/>
      </w:pPr>
      <w:r w:rsidRPr="005A629C">
        <w:t>VTP/DOKUMENTACE/0</w:t>
      </w:r>
      <w:r w:rsidR="005A629C" w:rsidRPr="005A629C">
        <w:t>2</w:t>
      </w:r>
      <w:r w:rsidRPr="005A629C">
        <w:t>/2</w:t>
      </w:r>
      <w:r w:rsidR="005A629C" w:rsidRPr="005A629C">
        <w:t>1</w:t>
      </w:r>
    </w:p>
    <w:p w14:paraId="0E7D96BE" w14:textId="77777777" w:rsidR="004F0093" w:rsidRDefault="004F0093" w:rsidP="004F0093">
      <w:pPr>
        <w:pStyle w:val="Textbezslovn"/>
      </w:pPr>
    </w:p>
    <w:p w14:paraId="030CBAC3" w14:textId="77777777" w:rsidR="004F0093" w:rsidRDefault="004F0093" w:rsidP="004F0093">
      <w:pPr>
        <w:pStyle w:val="Nadpisbezsl1-2"/>
      </w:pPr>
      <w:r>
        <w:t>c)</w:t>
      </w:r>
      <w:r>
        <w:tab/>
        <w:t xml:space="preserve">Zvláštní technické podmínky </w:t>
      </w:r>
    </w:p>
    <w:p w14:paraId="1A65861C" w14:textId="77777777" w:rsidR="006D22B1" w:rsidRDefault="006D22B1" w:rsidP="006D22B1">
      <w:pPr>
        <w:pStyle w:val="Textbezslovn"/>
        <w:jc w:val="left"/>
      </w:pPr>
      <w:r>
        <w:t xml:space="preserve">ze dne </w:t>
      </w:r>
      <w:r w:rsidR="00A04188">
        <w:t xml:space="preserve">13. 10. 2020 </w:t>
      </w:r>
      <w:r>
        <w:t>včetně příloh v nich uvedených</w:t>
      </w:r>
    </w:p>
    <w:p w14:paraId="43D6ADA6" w14:textId="77777777" w:rsidR="004F0093" w:rsidRDefault="004F0093" w:rsidP="004F0093">
      <w:pPr>
        <w:pStyle w:val="Textbezslovn"/>
        <w:jc w:val="left"/>
      </w:pPr>
    </w:p>
    <w:p w14:paraId="1DD0A31B" w14:textId="77777777" w:rsidR="004F0093" w:rsidRDefault="004F0093" w:rsidP="004F0093">
      <w:pPr>
        <w:pStyle w:val="Textbezslovn"/>
        <w:jc w:val="left"/>
      </w:pPr>
    </w:p>
    <w:p w14:paraId="680E0891" w14:textId="77777777" w:rsidR="004F0093" w:rsidRDefault="004F0093" w:rsidP="00380C0F">
      <w:pPr>
        <w:pStyle w:val="Textbezodsazen"/>
      </w:pPr>
    </w:p>
    <w:p w14:paraId="7D6B80A2" w14:textId="77777777" w:rsidR="004F0093" w:rsidRDefault="004F0093" w:rsidP="00380C0F">
      <w:pPr>
        <w:pStyle w:val="Textbezodsazen"/>
      </w:pPr>
    </w:p>
    <w:p w14:paraId="2032BE84"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5C38493" w14:textId="77777777" w:rsidR="004F0093" w:rsidRDefault="004F0093" w:rsidP="004F0093">
      <w:pPr>
        <w:pStyle w:val="Nadpisbezsl1-1"/>
      </w:pPr>
      <w:r>
        <w:lastRenderedPageBreak/>
        <w:t>Příloha č. 4</w:t>
      </w:r>
    </w:p>
    <w:p w14:paraId="48C1E533" w14:textId="77777777" w:rsidR="004F0093" w:rsidRDefault="004F0093" w:rsidP="004F0093">
      <w:pPr>
        <w:pStyle w:val="Nadpisbezsl1-2"/>
      </w:pPr>
      <w:r>
        <w:t>Rozpis Ceny Díla</w:t>
      </w:r>
    </w:p>
    <w:p w14:paraId="5182C1A6"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204BDB44"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63F838FE"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19279101" w14:textId="77777777" w:rsidR="004F0093" w:rsidRPr="002344F6" w:rsidRDefault="004F0093" w:rsidP="002344F6">
            <w:pPr>
              <w:pStyle w:val="Tabulka-8"/>
              <w:rPr>
                <w:b/>
              </w:rPr>
            </w:pPr>
            <w:r w:rsidRPr="002344F6">
              <w:rPr>
                <w:b/>
              </w:rPr>
              <w:t>Položka</w:t>
            </w:r>
          </w:p>
        </w:tc>
        <w:tc>
          <w:tcPr>
            <w:tcW w:w="3402" w:type="dxa"/>
            <w:gridSpan w:val="2"/>
          </w:tcPr>
          <w:p w14:paraId="1DF289EA"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7CA1927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5D7D1C33"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23AFAE4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25BD2319"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46C34D2A"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4AF49FB" w14:textId="77777777" w:rsidR="004F0093" w:rsidRPr="00110376" w:rsidRDefault="00040788" w:rsidP="002344F6">
            <w:pPr>
              <w:pStyle w:val="Tabulka-8"/>
            </w:pPr>
            <w:r>
              <w:t>1</w:t>
            </w:r>
          </w:p>
        </w:tc>
        <w:tc>
          <w:tcPr>
            <w:tcW w:w="8054" w:type="dxa"/>
            <w:gridSpan w:val="6"/>
          </w:tcPr>
          <w:p w14:paraId="13B5F6A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7B2F48BE"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D741375" w14:textId="77777777" w:rsidR="00110376" w:rsidRPr="00110376" w:rsidRDefault="00110376" w:rsidP="002344F6">
            <w:pPr>
              <w:pStyle w:val="Tabulka-8"/>
            </w:pPr>
          </w:p>
        </w:tc>
        <w:tc>
          <w:tcPr>
            <w:tcW w:w="567" w:type="dxa"/>
          </w:tcPr>
          <w:p w14:paraId="791B491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26D0E708"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373BDD5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0EA8599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B817B5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16502F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44C02D8"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00695C3" w14:textId="77777777" w:rsidR="00110376" w:rsidRPr="00110376" w:rsidRDefault="00110376" w:rsidP="002344F6">
            <w:pPr>
              <w:pStyle w:val="Tabulka-8"/>
            </w:pPr>
          </w:p>
        </w:tc>
        <w:tc>
          <w:tcPr>
            <w:tcW w:w="567" w:type="dxa"/>
          </w:tcPr>
          <w:p w14:paraId="77AC33A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4476BE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630296A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559EDB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602558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298359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7C19A31"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3160C63" w14:textId="77777777" w:rsidR="00110376" w:rsidRPr="00110376" w:rsidRDefault="00110376" w:rsidP="002344F6">
            <w:pPr>
              <w:pStyle w:val="Tabulka-8"/>
            </w:pPr>
          </w:p>
        </w:tc>
        <w:tc>
          <w:tcPr>
            <w:tcW w:w="567" w:type="dxa"/>
          </w:tcPr>
          <w:p w14:paraId="7FE5E55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19D11D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71C2CCB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93426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0C53C2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9A205B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E4A6C7E"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450E70" w14:textId="77777777" w:rsidR="00110376" w:rsidRPr="00110376" w:rsidRDefault="00110376" w:rsidP="002344F6">
            <w:pPr>
              <w:pStyle w:val="Tabulka-8"/>
            </w:pPr>
          </w:p>
        </w:tc>
        <w:tc>
          <w:tcPr>
            <w:tcW w:w="567" w:type="dxa"/>
          </w:tcPr>
          <w:p w14:paraId="5947A0D9"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2BF28D9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132E646C"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75CF4E2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2CF66D5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4CC57A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6D22B1" w:rsidRPr="00110376" w14:paraId="7D7D4458" w14:textId="77777777" w:rsidTr="003E3F72">
        <w:tc>
          <w:tcPr>
            <w:cnfStyle w:val="001000000000" w:firstRow="0" w:lastRow="0" w:firstColumn="1" w:lastColumn="0" w:oddVBand="0" w:evenVBand="0" w:oddHBand="0" w:evenHBand="0" w:firstRowFirstColumn="0" w:firstRowLastColumn="0" w:lastRowFirstColumn="0" w:lastRowLastColumn="0"/>
            <w:tcW w:w="788" w:type="dxa"/>
          </w:tcPr>
          <w:p w14:paraId="7830EFAB" w14:textId="77777777" w:rsidR="006D22B1" w:rsidRPr="00110376" w:rsidRDefault="006D22B1" w:rsidP="002344F6">
            <w:pPr>
              <w:pStyle w:val="Tabulka-8"/>
            </w:pPr>
            <w:r>
              <w:t>2</w:t>
            </w:r>
          </w:p>
        </w:tc>
        <w:tc>
          <w:tcPr>
            <w:tcW w:w="3402" w:type="dxa"/>
            <w:gridSpan w:val="2"/>
          </w:tcPr>
          <w:p w14:paraId="0867616B" w14:textId="18006448" w:rsidR="006D22B1" w:rsidRPr="009649C8" w:rsidRDefault="006D22B1" w:rsidP="004B535A">
            <w:pPr>
              <w:pStyle w:val="Tabulka-8"/>
              <w:cnfStyle w:val="000000000000" w:firstRow="0" w:lastRow="0" w:firstColumn="0" w:lastColumn="0" w:oddVBand="0" w:evenVBand="0" w:oddHBand="0" w:evenHBand="0" w:firstRowFirstColumn="0" w:firstRowLastColumn="0" w:lastRowFirstColumn="0" w:lastRowLastColumn="0"/>
            </w:pPr>
            <w:r w:rsidRPr="009649C8">
              <w:t xml:space="preserve">Definitivní </w:t>
            </w:r>
            <w:proofErr w:type="gramStart"/>
            <w:r w:rsidRPr="009649C8">
              <w:t>odevzdání  Dokumentace</w:t>
            </w:r>
            <w:proofErr w:type="gramEnd"/>
            <w:r w:rsidRPr="009649C8">
              <w:t xml:space="preserve"> pro územní řízení, dle SOD v listinné formě (</w:t>
            </w:r>
            <w:r w:rsidR="00C6152E" w:rsidRPr="009649C8">
              <w:t xml:space="preserve">v rozsahu a počtu </w:t>
            </w:r>
            <w:r w:rsidRPr="009649C8">
              <w:t>dle požadavku VTP a ZTP)</w:t>
            </w:r>
          </w:p>
        </w:tc>
        <w:tc>
          <w:tcPr>
            <w:tcW w:w="992" w:type="dxa"/>
            <w:vAlign w:val="top"/>
          </w:tcPr>
          <w:p w14:paraId="011107BD" w14:textId="29A1CCAF" w:rsidR="006D22B1" w:rsidRPr="009649C8" w:rsidRDefault="00C6152E" w:rsidP="009649C8">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3" w:type="dxa"/>
            <w:vAlign w:val="top"/>
          </w:tcPr>
          <w:p w14:paraId="0562842D" w14:textId="4B7A7C72" w:rsidR="006D22B1" w:rsidRPr="009649C8" w:rsidRDefault="00C6152E" w:rsidP="009649C8">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5" w:type="dxa"/>
          </w:tcPr>
          <w:p w14:paraId="2F7573C3" w14:textId="77777777" w:rsidR="006D22B1" w:rsidRPr="00110376" w:rsidRDefault="006D22B1"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7E6D4C4" w14:textId="77777777" w:rsidR="006D22B1" w:rsidRPr="00110376" w:rsidRDefault="006D22B1" w:rsidP="002344F6">
            <w:pPr>
              <w:pStyle w:val="Tabulka-8"/>
              <w:cnfStyle w:val="000000000000" w:firstRow="0" w:lastRow="0" w:firstColumn="0" w:lastColumn="0" w:oddVBand="0" w:evenVBand="0" w:oddHBand="0" w:evenHBand="0" w:firstRowFirstColumn="0" w:firstRowLastColumn="0" w:lastRowFirstColumn="0" w:lastRowLastColumn="0"/>
            </w:pPr>
          </w:p>
        </w:tc>
      </w:tr>
      <w:tr w:rsidR="006D22B1" w:rsidRPr="00110376" w14:paraId="385BD634" w14:textId="77777777" w:rsidTr="003E3F72">
        <w:tc>
          <w:tcPr>
            <w:cnfStyle w:val="001000000000" w:firstRow="0" w:lastRow="0" w:firstColumn="1" w:lastColumn="0" w:oddVBand="0" w:evenVBand="0" w:oddHBand="0" w:evenHBand="0" w:firstRowFirstColumn="0" w:firstRowLastColumn="0" w:lastRowFirstColumn="0" w:lastRowLastColumn="0"/>
            <w:tcW w:w="788" w:type="dxa"/>
          </w:tcPr>
          <w:p w14:paraId="49B3E419" w14:textId="77777777" w:rsidR="006D22B1" w:rsidRPr="00110376" w:rsidRDefault="006D22B1" w:rsidP="002344F6">
            <w:pPr>
              <w:pStyle w:val="Tabulka-8"/>
            </w:pPr>
            <w:r>
              <w:t>3</w:t>
            </w:r>
          </w:p>
        </w:tc>
        <w:tc>
          <w:tcPr>
            <w:tcW w:w="3402" w:type="dxa"/>
            <w:gridSpan w:val="2"/>
          </w:tcPr>
          <w:p w14:paraId="15425DF0" w14:textId="2D54C833" w:rsidR="006D22B1" w:rsidRPr="009649C8" w:rsidRDefault="006D22B1" w:rsidP="004B535A">
            <w:pPr>
              <w:pStyle w:val="Tabulka-8"/>
              <w:cnfStyle w:val="000000000000" w:firstRow="0" w:lastRow="0" w:firstColumn="0" w:lastColumn="0" w:oddVBand="0" w:evenVBand="0" w:oddHBand="0" w:evenHBand="0" w:firstRowFirstColumn="0" w:firstRowLastColumn="0" w:lastRowFirstColumn="0" w:lastRowLastColumn="0"/>
            </w:pPr>
            <w:r w:rsidRPr="009649C8">
              <w:t>Definitivní odevzdání Dokumentace pro územní řízení dle SOD v elektronické formě (</w:t>
            </w:r>
            <w:r w:rsidR="00C6152E" w:rsidRPr="009649C8">
              <w:t xml:space="preserve">v rozsahu a počtu </w:t>
            </w:r>
            <w:r w:rsidRPr="009649C8">
              <w:t>dle požadavku VTP a ZTP)</w:t>
            </w:r>
          </w:p>
        </w:tc>
        <w:tc>
          <w:tcPr>
            <w:tcW w:w="992" w:type="dxa"/>
            <w:vAlign w:val="top"/>
          </w:tcPr>
          <w:p w14:paraId="2E1A8546" w14:textId="4731246D" w:rsidR="006D22B1" w:rsidRPr="009649C8" w:rsidRDefault="00C6152E" w:rsidP="009649C8">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3" w:type="dxa"/>
            <w:vAlign w:val="top"/>
          </w:tcPr>
          <w:p w14:paraId="4A77940A" w14:textId="1BFD36FE" w:rsidR="006D22B1" w:rsidRPr="009649C8" w:rsidRDefault="00C6152E" w:rsidP="009649C8">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5" w:type="dxa"/>
          </w:tcPr>
          <w:p w14:paraId="687713A7" w14:textId="77777777" w:rsidR="006D22B1" w:rsidRPr="00110376" w:rsidRDefault="006D22B1"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B39ED92" w14:textId="77777777" w:rsidR="006D22B1" w:rsidRPr="00110376" w:rsidRDefault="006D22B1"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1059CE0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36354C67" w14:textId="77777777" w:rsidR="004F0093" w:rsidRPr="00110376" w:rsidRDefault="004F0093" w:rsidP="002344F6">
            <w:pPr>
              <w:pStyle w:val="Tabulka-8"/>
            </w:pPr>
            <w:r w:rsidRPr="00110376">
              <w:t>Celkem za základní služby:</w:t>
            </w:r>
          </w:p>
        </w:tc>
        <w:tc>
          <w:tcPr>
            <w:tcW w:w="992" w:type="dxa"/>
          </w:tcPr>
          <w:p w14:paraId="35C0D82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230DD4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7A5E4D3"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248726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040EE7A" w14:textId="77777777" w:rsidR="004F0093" w:rsidRDefault="004F0093" w:rsidP="004F0093">
      <w:pPr>
        <w:pStyle w:val="Textbezodsazen"/>
      </w:pPr>
      <w:r>
        <w:tab/>
      </w:r>
    </w:p>
    <w:p w14:paraId="3609B0A9" w14:textId="77777777" w:rsidR="004F0093" w:rsidRDefault="004F0093" w:rsidP="004F0093">
      <w:pPr>
        <w:pStyle w:val="Textbezodsazen"/>
      </w:pPr>
      <w:r>
        <w:t>*) nevyplněné údaje [</w:t>
      </w:r>
      <w:r w:rsidRPr="008A4D1B">
        <w:rPr>
          <w:highlight w:val="yellow"/>
        </w:rPr>
        <w:t>VLOŽÍ ZHOTOVITEL]</w:t>
      </w:r>
    </w:p>
    <w:p w14:paraId="2CCB2447" w14:textId="77777777" w:rsidR="004F0093" w:rsidRDefault="004F0093" w:rsidP="004F0093">
      <w:pPr>
        <w:pStyle w:val="Textbezodsazen"/>
      </w:pPr>
      <w:r>
        <w:t>Všechny ceny jsou uvedené v Kč bez DPH.</w:t>
      </w:r>
    </w:p>
    <w:p w14:paraId="083B8C51" w14:textId="77777777" w:rsidR="00110376" w:rsidRDefault="00110376" w:rsidP="004F0093">
      <w:pPr>
        <w:pStyle w:val="Textbezodsazen"/>
      </w:pPr>
    </w:p>
    <w:p w14:paraId="6F82AEB4" w14:textId="77777777" w:rsidR="00110376" w:rsidRDefault="00110376" w:rsidP="004F0093">
      <w:pPr>
        <w:pStyle w:val="Textbezodsazen"/>
      </w:pPr>
    </w:p>
    <w:p w14:paraId="037520D6" w14:textId="77777777" w:rsidR="00110376" w:rsidRDefault="00110376" w:rsidP="004F0093">
      <w:pPr>
        <w:pStyle w:val="Textbezodsazen"/>
      </w:pPr>
    </w:p>
    <w:p w14:paraId="3F796585" w14:textId="77777777" w:rsidR="00D12117" w:rsidRDefault="00D12117" w:rsidP="00110376">
      <w:pPr>
        <w:pStyle w:val="Nadpisbezsl1-2"/>
      </w:pPr>
    </w:p>
    <w:p w14:paraId="2F386680"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20B923B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1C1056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04F93682"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67ACD6E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6CBCD57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23566B56"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456076C4"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0A564D0E"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799B9CCF" w14:textId="77777777" w:rsidR="00110376" w:rsidRPr="00110376" w:rsidRDefault="00DF71BD" w:rsidP="002344F6">
            <w:pPr>
              <w:pStyle w:val="Tabulka-8"/>
            </w:pPr>
            <w:r>
              <w:t>4</w:t>
            </w:r>
          </w:p>
        </w:tc>
        <w:tc>
          <w:tcPr>
            <w:tcW w:w="3402" w:type="dxa"/>
          </w:tcPr>
          <w:p w14:paraId="61DBAB0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433D393C" w14:textId="216941BF"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2" w:type="dxa"/>
          </w:tcPr>
          <w:p w14:paraId="1EC978C8" w14:textId="058DD2ED"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6" w:type="dxa"/>
          </w:tcPr>
          <w:p w14:paraId="322B5D2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44A1B2D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DB3F9F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2BD6C3FD" w14:textId="77777777" w:rsidR="00110376" w:rsidRPr="00110376" w:rsidRDefault="00DF71BD" w:rsidP="002344F6">
            <w:pPr>
              <w:pStyle w:val="Tabulka-8"/>
            </w:pPr>
            <w:r>
              <w:t>5</w:t>
            </w:r>
          </w:p>
        </w:tc>
        <w:tc>
          <w:tcPr>
            <w:tcW w:w="3402" w:type="dxa"/>
          </w:tcPr>
          <w:p w14:paraId="692999B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7BFA4B3B" w14:textId="22167356"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2" w:type="dxa"/>
          </w:tcPr>
          <w:p w14:paraId="4C250327" w14:textId="3DBB8DCE"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6" w:type="dxa"/>
          </w:tcPr>
          <w:p w14:paraId="42F6DE9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3C5FE2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748AF1"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C88F309" w14:textId="77777777" w:rsidR="00110376" w:rsidRPr="00110376" w:rsidRDefault="00DF71BD" w:rsidP="002344F6">
            <w:pPr>
              <w:pStyle w:val="Tabulka-8"/>
            </w:pPr>
            <w:r>
              <w:t>6</w:t>
            </w:r>
          </w:p>
        </w:tc>
        <w:tc>
          <w:tcPr>
            <w:tcW w:w="3402" w:type="dxa"/>
          </w:tcPr>
          <w:p w14:paraId="5CE0819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2BD8C8FD" w14:textId="0B97B13F"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2" w:type="dxa"/>
          </w:tcPr>
          <w:p w14:paraId="36A355CC" w14:textId="5E561B1F"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6" w:type="dxa"/>
          </w:tcPr>
          <w:p w14:paraId="331F3C5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5059B4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1329D8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E030755" w14:textId="77777777" w:rsidR="00110376" w:rsidRPr="00110376" w:rsidRDefault="00DF71BD" w:rsidP="002344F6">
            <w:pPr>
              <w:pStyle w:val="Tabulka-8"/>
            </w:pPr>
            <w:r>
              <w:t>7</w:t>
            </w:r>
          </w:p>
        </w:tc>
        <w:tc>
          <w:tcPr>
            <w:tcW w:w="3402" w:type="dxa"/>
          </w:tcPr>
          <w:p w14:paraId="153D222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554A0BD" w14:textId="5BECD5AC"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komplet</w:t>
            </w:r>
          </w:p>
        </w:tc>
        <w:tc>
          <w:tcPr>
            <w:tcW w:w="992" w:type="dxa"/>
          </w:tcPr>
          <w:p w14:paraId="7AA759AF" w14:textId="631BD493" w:rsidR="00110376" w:rsidRPr="009649C8" w:rsidRDefault="00C6152E" w:rsidP="002344F6">
            <w:pPr>
              <w:pStyle w:val="Tabulka-8"/>
              <w:cnfStyle w:val="000000000000" w:firstRow="0" w:lastRow="0" w:firstColumn="0" w:lastColumn="0" w:oddVBand="0" w:evenVBand="0" w:oddHBand="0" w:evenHBand="0" w:firstRowFirstColumn="0" w:firstRowLastColumn="0" w:lastRowFirstColumn="0" w:lastRowLastColumn="0"/>
            </w:pPr>
            <w:r w:rsidRPr="009649C8">
              <w:t>1</w:t>
            </w:r>
          </w:p>
        </w:tc>
        <w:tc>
          <w:tcPr>
            <w:tcW w:w="1276" w:type="dxa"/>
          </w:tcPr>
          <w:p w14:paraId="012885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92EA4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A0A812C"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4DD2336C" w14:textId="77777777" w:rsidR="00110376" w:rsidRPr="00110376" w:rsidRDefault="00DF71BD" w:rsidP="002344F6">
            <w:pPr>
              <w:pStyle w:val="Tabulka-8"/>
            </w:pPr>
            <w:r>
              <w:t>8</w:t>
            </w:r>
          </w:p>
        </w:tc>
        <w:tc>
          <w:tcPr>
            <w:tcW w:w="3402" w:type="dxa"/>
          </w:tcPr>
          <w:p w14:paraId="140BA3A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1D9138D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673DA84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36CA8E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A98268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D0D3EEF"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00A726B" w14:textId="77777777" w:rsidR="00110376" w:rsidRPr="00110376" w:rsidRDefault="00DF71BD" w:rsidP="002344F6">
            <w:pPr>
              <w:pStyle w:val="Tabulka-8"/>
            </w:pPr>
            <w:r>
              <w:t>9</w:t>
            </w:r>
          </w:p>
        </w:tc>
        <w:tc>
          <w:tcPr>
            <w:tcW w:w="3402" w:type="dxa"/>
          </w:tcPr>
          <w:p w14:paraId="2BD4290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0537715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3B044F7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F68F3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842FDB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860E8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303439A8" w14:textId="77777777" w:rsidR="00110376" w:rsidRPr="00110376" w:rsidRDefault="00110376" w:rsidP="002344F6">
            <w:pPr>
              <w:pStyle w:val="Tabulka-8"/>
            </w:pPr>
            <w:r w:rsidRPr="00110376">
              <w:t>Celkem za dodatečné služby:</w:t>
            </w:r>
          </w:p>
        </w:tc>
        <w:tc>
          <w:tcPr>
            <w:tcW w:w="992" w:type="dxa"/>
          </w:tcPr>
          <w:p w14:paraId="5E94AB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0896C71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B6101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375B3F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02E83E5E" w14:textId="77777777" w:rsidR="004F0093" w:rsidRDefault="004F0093" w:rsidP="004F0093">
      <w:pPr>
        <w:pStyle w:val="Textbezodsazen"/>
      </w:pPr>
    </w:p>
    <w:p w14:paraId="22AD5027" w14:textId="77777777" w:rsidR="004F0093" w:rsidRDefault="004F0093" w:rsidP="004F0093">
      <w:pPr>
        <w:pStyle w:val="Textbezodsazen"/>
      </w:pPr>
      <w:r>
        <w:t xml:space="preserve">*) nevyplněné údaje </w:t>
      </w:r>
      <w:r w:rsidRPr="00236DCC">
        <w:rPr>
          <w:highlight w:val="yellow"/>
        </w:rPr>
        <w:t>VLOŽÍ ZHOTOVITEL</w:t>
      </w:r>
    </w:p>
    <w:p w14:paraId="6DE89DE4" w14:textId="77777777" w:rsidR="00110376" w:rsidRPr="00153D42" w:rsidRDefault="004F0093" w:rsidP="00110376">
      <w:pPr>
        <w:pStyle w:val="Textbezodsazen"/>
      </w:pPr>
      <w:r>
        <w:t>Všechny ceny jsou uvedené v Kč bez DPH.</w:t>
      </w:r>
    </w:p>
    <w:p w14:paraId="0FFE2DBD" w14:textId="77777777" w:rsidR="00110376" w:rsidRDefault="00110376" w:rsidP="00110376">
      <w:pPr>
        <w:pStyle w:val="Nadpisbezsl1-2"/>
      </w:pPr>
      <w:r w:rsidRPr="00153D42">
        <w:t>3.</w:t>
      </w:r>
      <w:r w:rsidRPr="00153D42">
        <w:tab/>
        <w:t>Cena Díla</w:t>
      </w:r>
    </w:p>
    <w:p w14:paraId="252D7385"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47"/>
        <w:gridCol w:w="2947"/>
        <w:gridCol w:w="2948"/>
      </w:tblGrid>
      <w:tr w:rsidR="004F0093" w:rsidRPr="00236DCC" w14:paraId="046AE3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BB57035" w14:textId="77777777" w:rsidR="004F0093" w:rsidRPr="00236DCC" w:rsidRDefault="004F0093" w:rsidP="002344F6">
            <w:pPr>
              <w:pStyle w:val="Tabulka-9"/>
              <w:rPr>
                <w:rStyle w:val="Tun"/>
              </w:rPr>
            </w:pPr>
            <w:r w:rsidRPr="00236DCC">
              <w:rPr>
                <w:rStyle w:val="Tun"/>
              </w:rPr>
              <w:t>Cena Díla (bez DPH)</w:t>
            </w:r>
          </w:p>
        </w:tc>
        <w:tc>
          <w:tcPr>
            <w:tcW w:w="2947" w:type="dxa"/>
          </w:tcPr>
          <w:p w14:paraId="5A9E989D"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151A670"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4AB84A72"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13ABD2F6"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41C8ECA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542C835C"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14:paraId="09C28C1B"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1B0CD214" w14:textId="77777777" w:rsidR="004F0093" w:rsidRPr="00236DCC" w:rsidRDefault="004F0093" w:rsidP="002344F6">
            <w:pPr>
              <w:pStyle w:val="Tabulka-9"/>
            </w:pPr>
          </w:p>
        </w:tc>
        <w:tc>
          <w:tcPr>
            <w:tcW w:w="2947" w:type="dxa"/>
          </w:tcPr>
          <w:p w14:paraId="55E41ADD"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c>
          <w:tcPr>
            <w:tcW w:w="2948" w:type="dxa"/>
          </w:tcPr>
          <w:p w14:paraId="2AE762B5"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p>
        </w:tc>
      </w:tr>
    </w:tbl>
    <w:p w14:paraId="07858CD4" w14:textId="77777777" w:rsidR="004F0093" w:rsidRDefault="004F0093" w:rsidP="004F0093">
      <w:pPr>
        <w:pStyle w:val="Textbezodsazen"/>
      </w:pPr>
    </w:p>
    <w:p w14:paraId="29784A27" w14:textId="77777777" w:rsidR="00D12117" w:rsidRDefault="00D12117" w:rsidP="00740EE9">
      <w:pPr>
        <w:pStyle w:val="Nadpisbezsl1-2"/>
        <w:rPr>
          <w:rStyle w:val="Tun-ZRUIT"/>
        </w:rPr>
      </w:pPr>
    </w:p>
    <w:p w14:paraId="06C1894C"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6D22B1" w:rsidRPr="00B72613" w14:paraId="0452A4A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9BCD4E4" w14:textId="77777777" w:rsidR="006D22B1" w:rsidRPr="00B72613" w:rsidRDefault="006D22B1" w:rsidP="003E3F72">
            <w:pPr>
              <w:pStyle w:val="Tabulka-9"/>
              <w:rPr>
                <w:rStyle w:val="Tun"/>
              </w:rPr>
            </w:pPr>
            <w:r w:rsidRPr="00B72613">
              <w:rPr>
                <w:rStyle w:val="Tun"/>
              </w:rPr>
              <w:t>Specifikace položky</w:t>
            </w:r>
          </w:p>
        </w:tc>
        <w:tc>
          <w:tcPr>
            <w:tcW w:w="2977" w:type="dxa"/>
          </w:tcPr>
          <w:p w14:paraId="6C401614" w14:textId="77777777" w:rsidR="006D22B1" w:rsidRPr="00B72613" w:rsidRDefault="006D22B1" w:rsidP="003E3F72">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19BE2A4" w14:textId="77777777" w:rsidR="006D22B1" w:rsidRPr="00B72613" w:rsidRDefault="006D22B1" w:rsidP="003E3F72">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6D22B1" w:rsidRPr="00B72613" w14:paraId="2365542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182F32E" w14:textId="77777777" w:rsidR="006D22B1" w:rsidRPr="00740EE9" w:rsidRDefault="006D22B1" w:rsidP="003E3F72">
            <w:pPr>
              <w:pStyle w:val="Tabulka-9"/>
              <w:rPr>
                <w:rStyle w:val="Tun"/>
                <w:highlight w:val="yellow"/>
              </w:rPr>
            </w:pPr>
            <w:r w:rsidRPr="00740EE9">
              <w:rPr>
                <w:rStyle w:val="Tun"/>
                <w:highlight w:val="yellow"/>
              </w:rPr>
              <w:t>1. Dílčí etapa</w:t>
            </w:r>
          </w:p>
        </w:tc>
        <w:tc>
          <w:tcPr>
            <w:tcW w:w="2977" w:type="dxa"/>
          </w:tcPr>
          <w:p w14:paraId="47B8101D"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(1. dílčí fakturace)</w:t>
            </w:r>
          </w:p>
        </w:tc>
        <w:tc>
          <w:tcPr>
            <w:tcW w:w="2977" w:type="dxa"/>
          </w:tcPr>
          <w:p w14:paraId="7B4F11A8"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6D22B1" w:rsidRPr="00B72613" w14:paraId="4095A4B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015AAC19" w14:textId="77777777" w:rsidR="006D22B1" w:rsidRPr="00740EE9" w:rsidRDefault="006D22B1" w:rsidP="003E3F72">
            <w:pPr>
              <w:pStyle w:val="Tabulka-9"/>
              <w:rPr>
                <w:rStyle w:val="Tun"/>
                <w:highlight w:val="yellow"/>
              </w:rPr>
            </w:pPr>
            <w:r w:rsidRPr="00740EE9">
              <w:rPr>
                <w:rStyle w:val="Tun"/>
                <w:highlight w:val="yellow"/>
              </w:rPr>
              <w:t>2. Dílčí etapa</w:t>
            </w:r>
          </w:p>
        </w:tc>
        <w:tc>
          <w:tcPr>
            <w:tcW w:w="2977" w:type="dxa"/>
          </w:tcPr>
          <w:p w14:paraId="0E88F096"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2</w:t>
            </w:r>
            <w:r w:rsidRPr="00740EE9">
              <w:rPr>
                <w:rStyle w:val="Tun"/>
                <w:b w:val="0"/>
                <w:highlight w:val="yellow"/>
              </w:rPr>
              <w:t>. dílčí fakturace)</w:t>
            </w:r>
          </w:p>
        </w:tc>
        <w:tc>
          <w:tcPr>
            <w:tcW w:w="2977" w:type="dxa"/>
          </w:tcPr>
          <w:p w14:paraId="36825222"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tc>
      </w:tr>
      <w:tr w:rsidR="006D22B1" w:rsidRPr="00B72613" w14:paraId="704CC36B"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7DC4DFB" w14:textId="77777777" w:rsidR="006D22B1" w:rsidRPr="00740EE9" w:rsidRDefault="006D22B1" w:rsidP="003E3F72">
            <w:pPr>
              <w:pStyle w:val="Tabulka-9"/>
              <w:rPr>
                <w:rStyle w:val="Tun"/>
                <w:highlight w:val="yellow"/>
              </w:rPr>
            </w:pPr>
            <w:r>
              <w:rPr>
                <w:rStyle w:val="Tun"/>
                <w:highlight w:val="yellow"/>
              </w:rPr>
              <w:t>3</w:t>
            </w:r>
            <w:r w:rsidRPr="00740EE9">
              <w:rPr>
                <w:rStyle w:val="Tun"/>
                <w:highlight w:val="yellow"/>
              </w:rPr>
              <w:t>. Dílčí etapa</w:t>
            </w:r>
          </w:p>
        </w:tc>
        <w:tc>
          <w:tcPr>
            <w:tcW w:w="2977" w:type="dxa"/>
          </w:tcPr>
          <w:p w14:paraId="69A85FB0" w14:textId="77777777" w:rsidR="006D22B1" w:rsidRPr="00FF1407"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Pr>
                <w:rStyle w:val="Tun"/>
                <w:b w:val="0"/>
                <w:highlight w:val="yellow"/>
              </w:rPr>
              <w:t xml:space="preserve"> (bez </w:t>
            </w:r>
            <w:r w:rsidRPr="00740EE9">
              <w:rPr>
                <w:rStyle w:val="Tun"/>
                <w:b w:val="0"/>
                <w:highlight w:val="yellow"/>
              </w:rPr>
              <w:t>fakturace)</w:t>
            </w:r>
          </w:p>
        </w:tc>
        <w:tc>
          <w:tcPr>
            <w:tcW w:w="2977" w:type="dxa"/>
          </w:tcPr>
          <w:p w14:paraId="7B6BC40B"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bez fakturace</w:t>
            </w:r>
            <w:r w:rsidRPr="00740EE9">
              <w:rPr>
                <w:rStyle w:val="Tun"/>
                <w:b w:val="0"/>
                <w:highlight w:val="yellow"/>
              </w:rPr>
              <w:t>)</w:t>
            </w:r>
          </w:p>
        </w:tc>
      </w:tr>
      <w:tr w:rsidR="006D22B1" w:rsidRPr="00B72613" w14:paraId="754FF14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BF1CF97" w14:textId="77777777" w:rsidR="006D22B1" w:rsidRPr="00740EE9" w:rsidRDefault="006D22B1" w:rsidP="003E3F72">
            <w:pPr>
              <w:pStyle w:val="Tabulka-9"/>
              <w:rPr>
                <w:rStyle w:val="Tun"/>
                <w:highlight w:val="yellow"/>
              </w:rPr>
            </w:pPr>
            <w:r>
              <w:rPr>
                <w:rStyle w:val="Tun"/>
                <w:highlight w:val="yellow"/>
              </w:rPr>
              <w:t>4</w:t>
            </w:r>
            <w:r w:rsidRPr="00740EE9">
              <w:rPr>
                <w:rStyle w:val="Tun"/>
                <w:highlight w:val="yellow"/>
              </w:rPr>
              <w:t xml:space="preserve">. Dílčí etapa </w:t>
            </w:r>
          </w:p>
        </w:tc>
        <w:tc>
          <w:tcPr>
            <w:tcW w:w="2977" w:type="dxa"/>
          </w:tcPr>
          <w:p w14:paraId="16B5A71B"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51D862B7" w14:textId="77777777" w:rsidR="006D22B1" w:rsidRPr="00740EE9"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6D22B1" w:rsidRPr="00B72613" w14:paraId="4709910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6E71E3C" w14:textId="77777777" w:rsidR="006D22B1" w:rsidRPr="00B72613" w:rsidRDefault="006D22B1" w:rsidP="003E3F72">
            <w:pPr>
              <w:pStyle w:val="Tabulka-9"/>
              <w:rPr>
                <w:rStyle w:val="Tun"/>
              </w:rPr>
            </w:pPr>
            <w:r w:rsidRPr="00B72613">
              <w:rPr>
                <w:rStyle w:val="Tun"/>
              </w:rPr>
              <w:t>Celkem:</w:t>
            </w:r>
          </w:p>
        </w:tc>
        <w:tc>
          <w:tcPr>
            <w:tcW w:w="2977" w:type="dxa"/>
          </w:tcPr>
          <w:p w14:paraId="3B7FB28C" w14:textId="77777777" w:rsidR="006D22B1" w:rsidRPr="00B72613"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CF17B07" w14:textId="77777777" w:rsidR="006D22B1" w:rsidRPr="00B72613" w:rsidRDefault="006D22B1" w:rsidP="003E3F7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550DE9C6" w14:textId="77777777" w:rsidR="004F0093" w:rsidRDefault="004F0093" w:rsidP="004F0093">
      <w:pPr>
        <w:pStyle w:val="Textbezodsazen"/>
      </w:pPr>
    </w:p>
    <w:p w14:paraId="11CE332A" w14:textId="77777777" w:rsidR="004F0093" w:rsidRPr="00740EE9" w:rsidRDefault="004F0093" w:rsidP="00740EE9">
      <w:pPr>
        <w:pStyle w:val="Textbezodsazen"/>
      </w:pPr>
    </w:p>
    <w:p w14:paraId="2E8D8AC1" w14:textId="77777777" w:rsidR="004F0093" w:rsidRPr="00740EE9" w:rsidRDefault="004F0093" w:rsidP="00740EE9">
      <w:pPr>
        <w:pStyle w:val="Textbezodsazen"/>
      </w:pPr>
    </w:p>
    <w:p w14:paraId="0710E64F" w14:textId="77777777" w:rsidR="004F0093" w:rsidRPr="00740EE9" w:rsidRDefault="004F0093" w:rsidP="00740EE9">
      <w:pPr>
        <w:pStyle w:val="Textbezodsazen"/>
      </w:pPr>
    </w:p>
    <w:p w14:paraId="2E601029" w14:textId="77777777" w:rsidR="004F0093" w:rsidRPr="00740EE9" w:rsidRDefault="004F0093" w:rsidP="00740EE9">
      <w:pPr>
        <w:pStyle w:val="Textbezodsazen"/>
      </w:pPr>
    </w:p>
    <w:p w14:paraId="3658B5DC"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04457EE9" w14:textId="77777777" w:rsidR="00740EE9" w:rsidRDefault="00740EE9" w:rsidP="00740EE9">
      <w:pPr>
        <w:pStyle w:val="Nadpisbezsl1-1"/>
      </w:pPr>
      <w:r>
        <w:lastRenderedPageBreak/>
        <w:t>Příloha č. 5</w:t>
      </w:r>
    </w:p>
    <w:p w14:paraId="792256C8" w14:textId="77777777" w:rsidR="00740EE9" w:rsidRDefault="00740EE9" w:rsidP="00740EE9">
      <w:pPr>
        <w:pStyle w:val="Nadpisbezsl1-2"/>
      </w:pPr>
      <w:r>
        <w:t>Harmonogram plnění</w:t>
      </w:r>
    </w:p>
    <w:tbl>
      <w:tblPr>
        <w:tblStyle w:val="Tabulka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489"/>
        <w:gridCol w:w="2334"/>
        <w:gridCol w:w="2133"/>
      </w:tblGrid>
      <w:tr w:rsidR="00740EE9" w:rsidRPr="00B72613" w14:paraId="58B6A419" w14:textId="77777777" w:rsidTr="00A04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6821F4" w14:textId="77777777" w:rsidR="00740EE9" w:rsidRPr="00B72613" w:rsidRDefault="00740EE9" w:rsidP="002344F6">
            <w:pPr>
              <w:pStyle w:val="Tabulka-9"/>
              <w:rPr>
                <w:rStyle w:val="Tun"/>
              </w:rPr>
            </w:pPr>
            <w:r w:rsidRPr="00B72613">
              <w:rPr>
                <w:rStyle w:val="Tun"/>
              </w:rPr>
              <w:t>Část Díla</w:t>
            </w:r>
          </w:p>
        </w:tc>
        <w:tc>
          <w:tcPr>
            <w:tcW w:w="248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EB6BAC"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8EA41D"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3AC57A"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A04188" w:rsidRPr="00B72613" w14:paraId="00A565C5" w14:textId="77777777" w:rsidTr="00A04188">
        <w:tc>
          <w:tcPr>
            <w:cnfStyle w:val="001000000000" w:firstRow="0" w:lastRow="0" w:firstColumn="1" w:lastColumn="0" w:oddVBand="0" w:evenVBand="0" w:oddHBand="0" w:evenHBand="0" w:firstRowFirstColumn="0" w:firstRowLastColumn="0" w:lastRowFirstColumn="0" w:lastRowLastColumn="0"/>
            <w:tcW w:w="1932" w:type="dxa"/>
          </w:tcPr>
          <w:p w14:paraId="71C2378F" w14:textId="77777777" w:rsidR="00A04188" w:rsidRPr="00015940" w:rsidRDefault="00A04188" w:rsidP="003E3F72">
            <w:pPr>
              <w:pStyle w:val="Tabulka-9"/>
              <w:rPr>
                <w:rStyle w:val="Tun"/>
              </w:rPr>
            </w:pPr>
            <w:r w:rsidRPr="00015940">
              <w:rPr>
                <w:rStyle w:val="Tun"/>
              </w:rPr>
              <w:t>Termín zahájení prací</w:t>
            </w:r>
          </w:p>
        </w:tc>
        <w:tc>
          <w:tcPr>
            <w:tcW w:w="2489" w:type="dxa"/>
          </w:tcPr>
          <w:p w14:paraId="42DA590B" w14:textId="77777777" w:rsidR="00A04188" w:rsidRPr="00015940" w:rsidRDefault="00A04188" w:rsidP="003E3F72">
            <w:pPr>
              <w:pStyle w:val="Tabulka-9"/>
              <w:cnfStyle w:val="000000000000" w:firstRow="0" w:lastRow="0" w:firstColumn="0" w:lastColumn="0" w:oddVBand="0" w:evenVBand="0" w:oddHBand="0" w:evenHBand="0" w:firstRowFirstColumn="0" w:firstRowLastColumn="0" w:lastRowFirstColumn="0" w:lastRowLastColumn="0"/>
            </w:pPr>
            <w:r w:rsidRPr="00015940">
              <w:t>ihned po nabytí účinnosti Smlouvy</w:t>
            </w:r>
          </w:p>
        </w:tc>
        <w:tc>
          <w:tcPr>
            <w:tcW w:w="2334" w:type="dxa"/>
          </w:tcPr>
          <w:p w14:paraId="4D96CAA5" w14:textId="77777777" w:rsidR="00A04188" w:rsidRPr="00015940" w:rsidRDefault="00A04188" w:rsidP="003E3F72">
            <w:pPr>
              <w:pStyle w:val="Tabulka-9"/>
              <w:cnfStyle w:val="000000000000" w:firstRow="0" w:lastRow="0" w:firstColumn="0" w:lastColumn="0" w:oddVBand="0" w:evenVBand="0" w:oddHBand="0" w:evenHBand="0" w:firstRowFirstColumn="0" w:firstRowLastColumn="0" w:lastRowFirstColumn="0" w:lastRowLastColumn="0"/>
            </w:pPr>
            <w:r w:rsidRPr="00015940">
              <w:t>-</w:t>
            </w:r>
          </w:p>
        </w:tc>
        <w:tc>
          <w:tcPr>
            <w:tcW w:w="2133" w:type="dxa"/>
          </w:tcPr>
          <w:p w14:paraId="2CE8F901" w14:textId="77777777" w:rsidR="00A04188" w:rsidRPr="00015940" w:rsidRDefault="00A04188" w:rsidP="003E3F72">
            <w:pPr>
              <w:pStyle w:val="Tabulka-9"/>
              <w:cnfStyle w:val="000000000000" w:firstRow="0" w:lastRow="0" w:firstColumn="0" w:lastColumn="0" w:oddVBand="0" w:evenVBand="0" w:oddHBand="0" w:evenHBand="0" w:firstRowFirstColumn="0" w:firstRowLastColumn="0" w:lastRowFirstColumn="0" w:lastRowLastColumn="0"/>
            </w:pPr>
            <w:r w:rsidRPr="00015940">
              <w:t>-</w:t>
            </w:r>
          </w:p>
        </w:tc>
      </w:tr>
      <w:tr w:rsidR="00A04188" w:rsidRPr="00B72613" w14:paraId="6D28C945" w14:textId="77777777" w:rsidTr="00A04188">
        <w:tc>
          <w:tcPr>
            <w:cnfStyle w:val="001000000000" w:firstRow="0" w:lastRow="0" w:firstColumn="1" w:lastColumn="0" w:oddVBand="0" w:evenVBand="0" w:oddHBand="0" w:evenHBand="0" w:firstRowFirstColumn="0" w:firstRowLastColumn="0" w:lastRowFirstColumn="0" w:lastRowLastColumn="0"/>
            <w:tcW w:w="1932" w:type="dxa"/>
          </w:tcPr>
          <w:p w14:paraId="643DF834" w14:textId="77777777" w:rsidR="00A04188" w:rsidRPr="00015940" w:rsidRDefault="00A04188" w:rsidP="003E3F72">
            <w:pPr>
              <w:pStyle w:val="Tabulka-9"/>
              <w:rPr>
                <w:rStyle w:val="Tun"/>
              </w:rPr>
            </w:pPr>
            <w:r w:rsidRPr="00015940">
              <w:rPr>
                <w:rStyle w:val="Tun"/>
              </w:rPr>
              <w:t>1. Dílčí etapa</w:t>
            </w:r>
          </w:p>
        </w:tc>
        <w:tc>
          <w:tcPr>
            <w:tcW w:w="2489" w:type="dxa"/>
            <w:vAlign w:val="top"/>
          </w:tcPr>
          <w:p w14:paraId="3867C13A" w14:textId="77777777" w:rsidR="00A04188" w:rsidRPr="009228F8" w:rsidRDefault="00A04188" w:rsidP="003E3F72">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9228F8">
              <w:rPr>
                <w:rFonts w:eastAsia="Times New Roman" w:cs="Times New Roman"/>
                <w:b/>
              </w:rPr>
              <w:t xml:space="preserve">do </w:t>
            </w:r>
            <w:r w:rsidRPr="00EB1C94">
              <w:rPr>
                <w:rFonts w:eastAsia="Times New Roman" w:cs="Times New Roman"/>
                <w:b/>
              </w:rPr>
              <w:t>9 měsíců</w:t>
            </w:r>
            <w:r w:rsidRPr="009228F8">
              <w:rPr>
                <w:rFonts w:eastAsia="Times New Roman" w:cs="Times New Roman"/>
                <w:b/>
              </w:rPr>
              <w:t xml:space="preserve"> od nabytí účinnosti Smlouvy </w:t>
            </w:r>
            <w:r w:rsidRPr="009228F8">
              <w:rPr>
                <w:rFonts w:eastAsia="Times New Roman" w:cs="Times New Roman"/>
              </w:rPr>
              <w:t>(1. dílčí fakturace – 40 % ceny díla)</w:t>
            </w:r>
          </w:p>
        </w:tc>
        <w:tc>
          <w:tcPr>
            <w:tcW w:w="2334" w:type="dxa"/>
            <w:vAlign w:val="top"/>
          </w:tcPr>
          <w:p w14:paraId="7F6CA74E" w14:textId="77777777" w:rsidR="00A04188" w:rsidRPr="00600683" w:rsidRDefault="00A04188" w:rsidP="003E3F72">
            <w:pPr>
              <w:keepNext/>
              <w:suppressAutoHyphens/>
              <w:outlineLvl w:val="0"/>
              <w:cnfStyle w:val="000000000000" w:firstRow="0" w:lastRow="0" w:firstColumn="0" w:lastColumn="0" w:oddVBand="0" w:evenVBand="0" w:oddHBand="0" w:evenHBand="0" w:firstRowFirstColumn="0" w:firstRowLastColumn="0" w:lastRowFirstColumn="0" w:lastRowLastColumn="0"/>
            </w:pPr>
            <w:r>
              <w:t>Aktualizace DUR</w:t>
            </w:r>
            <w:r w:rsidRPr="00600683">
              <w:t xml:space="preserve"> k připomínkovému řízení </w:t>
            </w:r>
          </w:p>
        </w:tc>
        <w:tc>
          <w:tcPr>
            <w:tcW w:w="2133" w:type="dxa"/>
            <w:vAlign w:val="top"/>
          </w:tcPr>
          <w:p w14:paraId="065B685B" w14:textId="77777777" w:rsidR="00A04188" w:rsidRPr="00600683" w:rsidRDefault="00A04188" w:rsidP="003E3F72">
            <w:pPr>
              <w:keepNext/>
              <w:suppressAutoHyphens/>
              <w:outlineLvl w:val="0"/>
              <w:cnfStyle w:val="000000000000" w:firstRow="0" w:lastRow="0" w:firstColumn="0" w:lastColumn="0" w:oddVBand="0" w:evenVBand="0" w:oddHBand="0" w:evenHBand="0" w:firstRowFirstColumn="0" w:firstRowLastColumn="0" w:lastRowFirstColumn="0" w:lastRowLastColumn="0"/>
            </w:pPr>
            <w:r w:rsidRPr="00600683">
              <w:t>Předávací protokol k dané dílčí etapě</w:t>
            </w:r>
          </w:p>
          <w:p w14:paraId="7BBF18D6" w14:textId="77777777" w:rsidR="00A04188" w:rsidRPr="009228F8" w:rsidRDefault="00A04188" w:rsidP="003E3F72">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p>
        </w:tc>
      </w:tr>
      <w:tr w:rsidR="00A04188" w:rsidRPr="00B72613" w14:paraId="3827FB97" w14:textId="77777777" w:rsidTr="00A04188">
        <w:tc>
          <w:tcPr>
            <w:cnfStyle w:val="001000000000" w:firstRow="0" w:lastRow="0" w:firstColumn="1" w:lastColumn="0" w:oddVBand="0" w:evenVBand="0" w:oddHBand="0" w:evenHBand="0" w:firstRowFirstColumn="0" w:firstRowLastColumn="0" w:lastRowFirstColumn="0" w:lastRowLastColumn="0"/>
            <w:tcW w:w="1932" w:type="dxa"/>
          </w:tcPr>
          <w:p w14:paraId="50BE3BE6" w14:textId="77777777" w:rsidR="00A04188" w:rsidRPr="00015940" w:rsidRDefault="00A04188" w:rsidP="003E3F72">
            <w:pPr>
              <w:pStyle w:val="Tabulka-9"/>
              <w:rPr>
                <w:rStyle w:val="Tun"/>
              </w:rPr>
            </w:pPr>
            <w:r w:rsidRPr="00015940">
              <w:rPr>
                <w:rStyle w:val="Tun"/>
              </w:rPr>
              <w:t>2. Dílčí etapa</w:t>
            </w:r>
          </w:p>
        </w:tc>
        <w:tc>
          <w:tcPr>
            <w:tcW w:w="2489" w:type="dxa"/>
            <w:vAlign w:val="top"/>
          </w:tcPr>
          <w:p w14:paraId="2D0CCCAF" w14:textId="77777777" w:rsidR="00A04188" w:rsidRPr="00EB1C94" w:rsidRDefault="00A04188" w:rsidP="003E3F72">
            <w:pPr>
              <w:tabs>
                <w:tab w:val="left" w:pos="708"/>
                <w:tab w:val="num" w:pos="737"/>
              </w:tabs>
              <w:spacing w:after="120" w:line="280" w:lineRule="exact"/>
              <w:ind w:firstLine="3"/>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EB1C94">
              <w:rPr>
                <w:rFonts w:eastAsia="Times New Roman" w:cs="Times New Roman"/>
                <w:b/>
              </w:rPr>
              <w:t xml:space="preserve">do 12 měsíců od nabytí účinnosti Smlouvy </w:t>
            </w:r>
            <w:r w:rsidRPr="00EB1C94">
              <w:rPr>
                <w:rFonts w:eastAsia="Times New Roman" w:cs="Times New Roman"/>
              </w:rPr>
              <w:t>(2. dí</w:t>
            </w:r>
            <w:r>
              <w:rPr>
                <w:rFonts w:eastAsia="Times New Roman" w:cs="Times New Roman"/>
              </w:rPr>
              <w:t>lčí fakturace – 5</w:t>
            </w:r>
            <w:r w:rsidRPr="00EB1C94">
              <w:rPr>
                <w:rFonts w:eastAsia="Times New Roman" w:cs="Times New Roman"/>
              </w:rPr>
              <w:t>0 % ceny díla)</w:t>
            </w:r>
          </w:p>
        </w:tc>
        <w:tc>
          <w:tcPr>
            <w:tcW w:w="2334" w:type="dxa"/>
            <w:vAlign w:val="top"/>
          </w:tcPr>
          <w:p w14:paraId="5F151F27" w14:textId="77777777" w:rsidR="00F9682D" w:rsidRDefault="00F9682D" w:rsidP="00F9682D">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C12B3F">
              <w:rPr>
                <w:rFonts w:eastAsia="Times New Roman" w:cs="Arial"/>
              </w:rPr>
              <w:t xml:space="preserve">Čistopis projednané DÚR se zapracovanými připomínkami. </w:t>
            </w:r>
            <w:r w:rsidRPr="00C12B3F">
              <w:rPr>
                <w:rFonts w:eastAsia="Times New Roman" w:cs="Arial"/>
              </w:rPr>
              <w:br/>
              <w:t>Př</w:t>
            </w:r>
            <w:r>
              <w:rPr>
                <w:rFonts w:eastAsia="Times New Roman" w:cs="Arial"/>
              </w:rPr>
              <w:t>edložení podrobné kalkulace CIN</w:t>
            </w:r>
          </w:p>
          <w:p w14:paraId="4859033E" w14:textId="77777777" w:rsidR="00F9682D" w:rsidRPr="005D5310" w:rsidRDefault="00F9682D" w:rsidP="00F9682D">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5D5310">
              <w:rPr>
                <w:rFonts w:eastAsia="Times New Roman" w:cs="Arial"/>
              </w:rPr>
              <w:t>Odev</w:t>
            </w:r>
            <w:r>
              <w:rPr>
                <w:rFonts w:eastAsia="Times New Roman" w:cs="Arial"/>
              </w:rPr>
              <w:t>zdání samostatné dokumentace DUR</w:t>
            </w:r>
            <w:r w:rsidRPr="005D5310">
              <w:rPr>
                <w:rFonts w:eastAsia="Times New Roman" w:cs="Arial"/>
              </w:rPr>
              <w:t xml:space="preserve"> pro část „TNS Nezamyslice“</w:t>
            </w:r>
          </w:p>
          <w:p w14:paraId="19DE46D4" w14:textId="77777777" w:rsidR="00F9682D" w:rsidRPr="00305889" w:rsidRDefault="00F9682D" w:rsidP="00F9682D">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5D5310">
              <w:rPr>
                <w:rFonts w:eastAsia="Times New Roman" w:cs="Arial"/>
              </w:rPr>
              <w:t>Podání žádosti o Územní rozhodnutí pro část „TNS Nezamyslice“</w:t>
            </w:r>
          </w:p>
        </w:tc>
        <w:tc>
          <w:tcPr>
            <w:tcW w:w="2133" w:type="dxa"/>
            <w:vAlign w:val="top"/>
          </w:tcPr>
          <w:p w14:paraId="7F4FFCAB" w14:textId="77777777" w:rsidR="00A04188" w:rsidRPr="00600683" w:rsidRDefault="00A04188" w:rsidP="003E3F72">
            <w:pPr>
              <w:keepNext/>
              <w:suppressAutoHyphens/>
              <w:outlineLvl w:val="0"/>
              <w:cnfStyle w:val="000000000000" w:firstRow="0" w:lastRow="0" w:firstColumn="0" w:lastColumn="0" w:oddVBand="0" w:evenVBand="0" w:oddHBand="0" w:evenHBand="0" w:firstRowFirstColumn="0" w:firstRowLastColumn="0" w:lastRowFirstColumn="0" w:lastRowLastColumn="0"/>
            </w:pPr>
            <w:r w:rsidRPr="00600683">
              <w:t>Předávací protokol k dané dílčí etapě;</w:t>
            </w:r>
          </w:p>
          <w:p w14:paraId="3A9D1B2A" w14:textId="77777777" w:rsidR="00A04188" w:rsidRPr="009228F8" w:rsidRDefault="00A04188" w:rsidP="003E3F72">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b/>
                <w:highlight w:val="green"/>
                <w:u w:val="single"/>
              </w:rPr>
            </w:pPr>
          </w:p>
        </w:tc>
      </w:tr>
      <w:tr w:rsidR="00A04188" w:rsidRPr="00B72613" w14:paraId="29D1D8B0" w14:textId="77777777" w:rsidTr="00A04188">
        <w:tc>
          <w:tcPr>
            <w:cnfStyle w:val="001000000000" w:firstRow="0" w:lastRow="0" w:firstColumn="1" w:lastColumn="0" w:oddVBand="0" w:evenVBand="0" w:oddHBand="0" w:evenHBand="0" w:firstRowFirstColumn="0" w:firstRowLastColumn="0" w:lastRowFirstColumn="0" w:lastRowLastColumn="0"/>
            <w:tcW w:w="1932" w:type="dxa"/>
          </w:tcPr>
          <w:p w14:paraId="70EBA7D2" w14:textId="77777777" w:rsidR="00A04188" w:rsidRPr="00015940" w:rsidRDefault="00A04188" w:rsidP="003E3F72">
            <w:pPr>
              <w:pStyle w:val="Tabulka-9"/>
              <w:rPr>
                <w:rStyle w:val="Tun"/>
              </w:rPr>
            </w:pPr>
            <w:r w:rsidRPr="00015940">
              <w:rPr>
                <w:rStyle w:val="Tun"/>
              </w:rPr>
              <w:t>3. Dílčí etapa</w:t>
            </w:r>
          </w:p>
        </w:tc>
        <w:tc>
          <w:tcPr>
            <w:tcW w:w="2489" w:type="dxa"/>
            <w:vAlign w:val="top"/>
          </w:tcPr>
          <w:p w14:paraId="1B920692" w14:textId="77777777" w:rsidR="00A04188" w:rsidRPr="00C12B3F" w:rsidRDefault="00A04188" w:rsidP="003E3F72">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12B3F">
              <w:rPr>
                <w:rFonts w:eastAsia="Times New Roman" w:cs="Times New Roman"/>
                <w:b/>
              </w:rPr>
              <w:t xml:space="preserve">do 14 měsíců od nabytí účinnosti Smlouvy </w:t>
            </w:r>
            <w:r w:rsidRPr="00C12B3F">
              <w:rPr>
                <w:rFonts w:eastAsia="Times New Roman" w:cs="Times New Roman"/>
              </w:rPr>
              <w:t>(bez fakturace)</w:t>
            </w:r>
          </w:p>
        </w:tc>
        <w:tc>
          <w:tcPr>
            <w:tcW w:w="2334" w:type="dxa"/>
            <w:vAlign w:val="top"/>
          </w:tcPr>
          <w:p w14:paraId="4C12DC71" w14:textId="77777777" w:rsidR="00A04188" w:rsidRPr="00C17383" w:rsidRDefault="00A04188" w:rsidP="003E3F72">
            <w:pPr>
              <w:pStyle w:val="TSlneksmlouvy"/>
              <w:spacing w:before="0" w:after="0"/>
              <w:ind w:left="0"/>
              <w:jc w:val="left"/>
              <w:cnfStyle w:val="000000000000" w:firstRow="0" w:lastRow="0" w:firstColumn="0" w:lastColumn="0" w:oddVBand="0" w:evenVBand="0" w:oddHBand="0" w:evenHBand="0" w:firstRowFirstColumn="0" w:firstRowLastColumn="0" w:lastRowFirstColumn="0" w:lastRowLastColumn="0"/>
              <w:rPr>
                <w:rFonts w:ascii="Verdana" w:hAnsi="Verdana" w:cs="Calibri"/>
                <w:b w:val="0"/>
                <w:szCs w:val="18"/>
                <w:u w:val="none"/>
                <w:lang w:val="cs-CZ"/>
              </w:rPr>
            </w:pPr>
            <w:r w:rsidRPr="00C17383">
              <w:rPr>
                <w:rFonts w:ascii="Verdana" w:hAnsi="Verdana" w:cs="Calibri"/>
                <w:b w:val="0"/>
                <w:szCs w:val="18"/>
                <w:u w:val="none"/>
              </w:rPr>
              <w:t>Podání žádosti o Územní rozhodnutí</w:t>
            </w:r>
          </w:p>
        </w:tc>
        <w:tc>
          <w:tcPr>
            <w:tcW w:w="2133" w:type="dxa"/>
            <w:vAlign w:val="top"/>
          </w:tcPr>
          <w:p w14:paraId="0A9FA6E2" w14:textId="77777777" w:rsidR="00A04188" w:rsidRPr="00C12B3F" w:rsidRDefault="00A04188" w:rsidP="003E3F72">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C12B3F">
              <w:rPr>
                <w:rFonts w:eastAsia="Times New Roman" w:cs="Arial"/>
              </w:rPr>
              <w:t>Podaná žádost pro vydání územního rozhodnutí na stavební úřad</w:t>
            </w:r>
          </w:p>
        </w:tc>
      </w:tr>
      <w:tr w:rsidR="00A04188" w:rsidRPr="00B72613" w14:paraId="28F6FF85" w14:textId="77777777" w:rsidTr="00A04188">
        <w:tc>
          <w:tcPr>
            <w:cnfStyle w:val="001000000000" w:firstRow="0" w:lastRow="0" w:firstColumn="1" w:lastColumn="0" w:oddVBand="0" w:evenVBand="0" w:oddHBand="0" w:evenHBand="0" w:firstRowFirstColumn="0" w:firstRowLastColumn="0" w:lastRowFirstColumn="0" w:lastRowLastColumn="0"/>
            <w:tcW w:w="1932" w:type="dxa"/>
          </w:tcPr>
          <w:p w14:paraId="72728E55" w14:textId="77777777" w:rsidR="00A04188" w:rsidRPr="00015940" w:rsidRDefault="00A04188" w:rsidP="003E3F72">
            <w:pPr>
              <w:pStyle w:val="Tabulka-9"/>
              <w:rPr>
                <w:rStyle w:val="Tun"/>
              </w:rPr>
            </w:pPr>
            <w:r w:rsidRPr="00015940">
              <w:rPr>
                <w:rStyle w:val="Tun"/>
              </w:rPr>
              <w:t>4. Dílčí etapa</w:t>
            </w:r>
          </w:p>
        </w:tc>
        <w:tc>
          <w:tcPr>
            <w:tcW w:w="2489" w:type="dxa"/>
            <w:vAlign w:val="top"/>
          </w:tcPr>
          <w:p w14:paraId="2FCB4E23" w14:textId="77777777" w:rsidR="00A04188" w:rsidRPr="00BA1784" w:rsidRDefault="00A04188" w:rsidP="003E3F72">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A1784">
              <w:rPr>
                <w:rFonts w:eastAsia="Times New Roman" w:cs="Times New Roman"/>
                <w:b/>
              </w:rPr>
              <w:t xml:space="preserve">do 1 měsíc od získání pravomocného územního rozhodnutí </w:t>
            </w:r>
            <w:r w:rsidRPr="00BA1784">
              <w:rPr>
                <w:rFonts w:eastAsia="Times New Roman" w:cs="Times New Roman"/>
              </w:rPr>
              <w:t>(konečná fakturace – 10 % ceny díla)</w:t>
            </w:r>
          </w:p>
        </w:tc>
        <w:tc>
          <w:tcPr>
            <w:tcW w:w="2334" w:type="dxa"/>
            <w:vAlign w:val="top"/>
          </w:tcPr>
          <w:p w14:paraId="258166EA" w14:textId="77777777" w:rsidR="00A04188" w:rsidRPr="00C12B3F" w:rsidRDefault="00A04188" w:rsidP="003E3F72">
            <w:pPr>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C17383">
              <w:rPr>
                <w:rFonts w:cs="Calibri"/>
              </w:rPr>
              <w:t>Nabytí právní moci vydaného rozhodnutí o umístění stavby.</w:t>
            </w:r>
          </w:p>
        </w:tc>
        <w:tc>
          <w:tcPr>
            <w:tcW w:w="2133" w:type="dxa"/>
            <w:vAlign w:val="top"/>
          </w:tcPr>
          <w:p w14:paraId="7055DC72" w14:textId="77777777" w:rsidR="00A04188" w:rsidRPr="009228F8" w:rsidRDefault="00A04188" w:rsidP="003E3F72">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highlight w:val="green"/>
              </w:rPr>
            </w:pPr>
            <w:r w:rsidRPr="00BA1784">
              <w:rPr>
                <w:rFonts w:eastAsia="Times New Roman" w:cs="Arial"/>
              </w:rPr>
              <w:t>Protokol o provedení díla, územní rozhodnutí</w:t>
            </w:r>
          </w:p>
        </w:tc>
      </w:tr>
    </w:tbl>
    <w:p w14:paraId="26B55FC5" w14:textId="77777777" w:rsidR="00740EE9" w:rsidRDefault="00740EE9" w:rsidP="00740EE9">
      <w:pPr>
        <w:pStyle w:val="Textbezodsazen"/>
      </w:pPr>
    </w:p>
    <w:p w14:paraId="1727C2DD" w14:textId="77777777" w:rsidR="00740EE9" w:rsidRDefault="00740EE9" w:rsidP="00740EE9">
      <w:pPr>
        <w:pStyle w:val="Textbezodsazen"/>
      </w:pPr>
    </w:p>
    <w:p w14:paraId="6B6B57E6" w14:textId="77777777" w:rsidR="00740EE9" w:rsidRDefault="00740EE9" w:rsidP="002344F6">
      <w:pPr>
        <w:pStyle w:val="Textbezodsazen"/>
      </w:pPr>
    </w:p>
    <w:p w14:paraId="1017F490" w14:textId="77777777" w:rsidR="002344F6" w:rsidRDefault="002344F6" w:rsidP="002344F6">
      <w:pPr>
        <w:pStyle w:val="Textbezodsazen"/>
      </w:pPr>
    </w:p>
    <w:p w14:paraId="020E0245" w14:textId="77777777" w:rsidR="002344F6" w:rsidRDefault="002344F6" w:rsidP="002344F6">
      <w:pPr>
        <w:pStyle w:val="Textbezodsazen"/>
      </w:pPr>
    </w:p>
    <w:p w14:paraId="6E79CF41"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5210E7AD" w14:textId="77777777" w:rsidR="00740EE9" w:rsidRPr="00B26902" w:rsidRDefault="00740EE9" w:rsidP="00740EE9">
      <w:pPr>
        <w:pStyle w:val="Nadpisbezsl1-1"/>
      </w:pPr>
      <w:r>
        <w:lastRenderedPageBreak/>
        <w:t>Příloha č. 6</w:t>
      </w:r>
    </w:p>
    <w:p w14:paraId="6D94BA60" w14:textId="77777777" w:rsidR="00740EE9" w:rsidRPr="00B26902" w:rsidRDefault="00740EE9" w:rsidP="00740EE9">
      <w:pPr>
        <w:pStyle w:val="Nadpisbezsl1-2"/>
      </w:pPr>
      <w:r>
        <w:t>Oprávněné osoby</w:t>
      </w:r>
    </w:p>
    <w:p w14:paraId="7DBEEF9B" w14:textId="77777777" w:rsidR="002344F6" w:rsidRDefault="002344F6" w:rsidP="002344F6">
      <w:pPr>
        <w:pStyle w:val="Nadpisbezsl1-2"/>
      </w:pPr>
      <w:r>
        <w:t>Za Objednatele</w:t>
      </w:r>
    </w:p>
    <w:p w14:paraId="20FAFB88" w14:textId="77777777" w:rsidR="00A04188" w:rsidRPr="00F95FBD" w:rsidRDefault="00A04188" w:rsidP="00A0418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04188" w:rsidRPr="000E41F6" w14:paraId="3B571063" w14:textId="77777777" w:rsidTr="003E3F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904B60" w14:textId="77777777" w:rsidR="00A04188" w:rsidRPr="000E41F6" w:rsidRDefault="00A04188" w:rsidP="003E3F72">
            <w:pPr>
              <w:pStyle w:val="Tabulka"/>
              <w:rPr>
                <w:rStyle w:val="Nadpisvtabulce"/>
              </w:rPr>
            </w:pPr>
            <w:r w:rsidRPr="000E41F6">
              <w:rPr>
                <w:rStyle w:val="Nadpisvtabulce"/>
              </w:rPr>
              <w:t>Jméno a příjmení</w:t>
            </w:r>
          </w:p>
        </w:tc>
        <w:tc>
          <w:tcPr>
            <w:tcW w:w="5812" w:type="dxa"/>
            <w:shd w:val="clear" w:color="auto" w:fill="auto"/>
            <w:vAlign w:val="top"/>
          </w:tcPr>
          <w:p w14:paraId="55A879D7" w14:textId="77777777" w:rsidR="00A04188" w:rsidRPr="005E43BA" w:rsidRDefault="00A04188" w:rsidP="003E3F7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E43BA">
              <w:rPr>
                <w:highlight w:val="green"/>
              </w:rPr>
              <w:t>Ing. Miroslav Bocák, ředitel Stavební správy východ</w:t>
            </w:r>
          </w:p>
        </w:tc>
      </w:tr>
      <w:tr w:rsidR="00A04188" w:rsidRPr="000E41F6" w14:paraId="2D52E7E0" w14:textId="77777777" w:rsidTr="003E3F7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1C734B" w14:textId="77777777" w:rsidR="00A04188" w:rsidRPr="000E41F6" w:rsidRDefault="00A04188" w:rsidP="003E3F72">
            <w:pPr>
              <w:pStyle w:val="Tabulka"/>
            </w:pPr>
            <w:r w:rsidRPr="000E41F6">
              <w:t>Adresa</w:t>
            </w:r>
          </w:p>
        </w:tc>
        <w:tc>
          <w:tcPr>
            <w:tcW w:w="5812" w:type="dxa"/>
            <w:shd w:val="clear" w:color="auto" w:fill="auto"/>
          </w:tcPr>
          <w:p w14:paraId="5C7FC91B" w14:textId="77777777" w:rsidR="00A04188" w:rsidRPr="005E43BA" w:rsidRDefault="00A04188" w:rsidP="003E3F7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Nerudova 773/1, 779 00 Olomouc</w:t>
            </w:r>
          </w:p>
        </w:tc>
      </w:tr>
      <w:tr w:rsidR="00A04188" w:rsidRPr="000E41F6" w14:paraId="34E7E957" w14:textId="77777777" w:rsidTr="003E3F7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9658C3" w14:textId="77777777" w:rsidR="00A04188" w:rsidRPr="000E41F6" w:rsidRDefault="00A04188" w:rsidP="003E3F72">
            <w:pPr>
              <w:pStyle w:val="Tabulka"/>
            </w:pPr>
            <w:r w:rsidRPr="000E41F6">
              <w:t>E-mail</w:t>
            </w:r>
          </w:p>
        </w:tc>
        <w:tc>
          <w:tcPr>
            <w:tcW w:w="5812" w:type="dxa"/>
            <w:shd w:val="clear" w:color="auto" w:fill="auto"/>
          </w:tcPr>
          <w:p w14:paraId="02D80942" w14:textId="77777777" w:rsidR="00A04188" w:rsidRPr="005E43BA" w:rsidRDefault="00A04188" w:rsidP="003E3F7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 xml:space="preserve">Bocak@spravazeleznic.cz  </w:t>
            </w:r>
          </w:p>
        </w:tc>
      </w:tr>
      <w:tr w:rsidR="00A04188" w:rsidRPr="000E41F6" w14:paraId="61438509" w14:textId="77777777" w:rsidTr="003E3F7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EF8992" w14:textId="77777777" w:rsidR="00A04188" w:rsidRPr="000E41F6" w:rsidRDefault="00A04188" w:rsidP="003E3F72">
            <w:pPr>
              <w:pStyle w:val="Tabulka"/>
            </w:pPr>
            <w:r w:rsidRPr="000E41F6">
              <w:t>Telefon</w:t>
            </w:r>
          </w:p>
        </w:tc>
        <w:tc>
          <w:tcPr>
            <w:tcW w:w="5812" w:type="dxa"/>
            <w:shd w:val="clear" w:color="auto" w:fill="auto"/>
          </w:tcPr>
          <w:p w14:paraId="637D8426" w14:textId="77777777" w:rsidR="00A04188" w:rsidRPr="005E43BA" w:rsidRDefault="00A04188" w:rsidP="003E3F7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43BA">
              <w:rPr>
                <w:highlight w:val="green"/>
              </w:rPr>
              <w:t>+420 606 780 184</w:t>
            </w:r>
          </w:p>
        </w:tc>
      </w:tr>
    </w:tbl>
    <w:p w14:paraId="7653A54C" w14:textId="77777777" w:rsidR="00A04188" w:rsidRDefault="00A04188" w:rsidP="002344F6">
      <w:pPr>
        <w:pStyle w:val="Nadpistabulky"/>
        <w:rPr>
          <w:rFonts w:asciiTheme="minorHAnsi" w:hAnsiTheme="minorHAnsi"/>
          <w:sz w:val="18"/>
          <w:szCs w:val="18"/>
        </w:rPr>
      </w:pPr>
    </w:p>
    <w:p w14:paraId="01F95E8E"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CC59EEA"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AD307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D2A59D8" w14:textId="77777777" w:rsidR="002344F6" w:rsidRPr="00FB4272" w:rsidRDefault="00A04188"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Pr>
                <w:highlight w:val="green"/>
              </w:rPr>
              <w:t>Mgr. Markéta Volfová</w:t>
            </w:r>
          </w:p>
        </w:tc>
      </w:tr>
      <w:tr w:rsidR="002344F6" w:rsidRPr="00F95FBD" w14:paraId="7F9C35B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6E62FA" w14:textId="77777777" w:rsidR="002344F6" w:rsidRPr="00F95FBD" w:rsidRDefault="002344F6" w:rsidP="002344F6">
            <w:pPr>
              <w:pStyle w:val="Tabulka"/>
            </w:pPr>
            <w:r w:rsidRPr="00F95FBD">
              <w:t>Adresa</w:t>
            </w:r>
          </w:p>
        </w:tc>
        <w:tc>
          <w:tcPr>
            <w:tcW w:w="5812" w:type="dxa"/>
            <w:shd w:val="clear" w:color="auto" w:fill="auto"/>
          </w:tcPr>
          <w:p w14:paraId="49D80748" w14:textId="77777777" w:rsidR="002344F6" w:rsidRPr="00FB4272" w:rsidRDefault="00A0418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Stavební správa východ, Nerudova 773/1, 779 00 Olomouc</w:t>
            </w:r>
          </w:p>
        </w:tc>
      </w:tr>
      <w:tr w:rsidR="002344F6" w:rsidRPr="00F95FBD" w14:paraId="31F290D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C672AC" w14:textId="77777777" w:rsidR="002344F6" w:rsidRPr="00F95FBD" w:rsidRDefault="002344F6" w:rsidP="002344F6">
            <w:pPr>
              <w:pStyle w:val="Tabulka"/>
            </w:pPr>
            <w:r w:rsidRPr="00F95FBD">
              <w:t>E-mail</w:t>
            </w:r>
          </w:p>
        </w:tc>
        <w:tc>
          <w:tcPr>
            <w:tcW w:w="5812" w:type="dxa"/>
            <w:shd w:val="clear" w:color="auto" w:fill="auto"/>
          </w:tcPr>
          <w:p w14:paraId="2629F040" w14:textId="77777777" w:rsidR="002344F6" w:rsidRPr="00FB4272" w:rsidRDefault="00A0418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Volfova@spravazeleznic.cz</w:t>
            </w:r>
          </w:p>
        </w:tc>
      </w:tr>
      <w:tr w:rsidR="002344F6" w:rsidRPr="00F95FBD" w14:paraId="6C095D0C"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AFD17" w14:textId="77777777" w:rsidR="002344F6" w:rsidRPr="00F95FBD" w:rsidRDefault="002344F6" w:rsidP="002344F6">
            <w:pPr>
              <w:pStyle w:val="Tabulka"/>
            </w:pPr>
            <w:r w:rsidRPr="00F95FBD">
              <w:t>Telefon</w:t>
            </w:r>
          </w:p>
        </w:tc>
        <w:tc>
          <w:tcPr>
            <w:tcW w:w="5812" w:type="dxa"/>
            <w:shd w:val="clear" w:color="auto" w:fill="auto"/>
          </w:tcPr>
          <w:p w14:paraId="57BC40A8" w14:textId="77777777" w:rsidR="002344F6" w:rsidRPr="00FB4272" w:rsidRDefault="00A0418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+420 725 915 943</w:t>
            </w:r>
          </w:p>
        </w:tc>
      </w:tr>
    </w:tbl>
    <w:p w14:paraId="3E438467" w14:textId="77777777" w:rsidR="002344F6" w:rsidRPr="00F95FBD" w:rsidRDefault="002344F6" w:rsidP="002344F6">
      <w:pPr>
        <w:pStyle w:val="Textbezodsazen"/>
      </w:pPr>
    </w:p>
    <w:p w14:paraId="3F3B44C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966522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951B7"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950BCC3"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9C6B32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6B007B" w14:textId="77777777" w:rsidR="002344F6" w:rsidRPr="00F95FBD" w:rsidRDefault="002344F6" w:rsidP="002344F6">
            <w:pPr>
              <w:pStyle w:val="Tabulka"/>
            </w:pPr>
            <w:r w:rsidRPr="00F95FBD">
              <w:t>Adresa</w:t>
            </w:r>
          </w:p>
        </w:tc>
        <w:tc>
          <w:tcPr>
            <w:tcW w:w="5812" w:type="dxa"/>
            <w:shd w:val="clear" w:color="auto" w:fill="auto"/>
          </w:tcPr>
          <w:p w14:paraId="14FE45C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19C4D7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D31E21" w14:textId="77777777" w:rsidR="002344F6" w:rsidRPr="00F95FBD" w:rsidRDefault="002344F6" w:rsidP="002344F6">
            <w:pPr>
              <w:pStyle w:val="Tabulka"/>
            </w:pPr>
            <w:r w:rsidRPr="00F95FBD">
              <w:t>E-mail</w:t>
            </w:r>
          </w:p>
        </w:tc>
        <w:tc>
          <w:tcPr>
            <w:tcW w:w="5812" w:type="dxa"/>
            <w:shd w:val="clear" w:color="auto" w:fill="auto"/>
          </w:tcPr>
          <w:p w14:paraId="7C37BEB6"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7765B7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3D5AB" w14:textId="77777777" w:rsidR="002344F6" w:rsidRPr="00F95FBD" w:rsidRDefault="002344F6" w:rsidP="002344F6">
            <w:pPr>
              <w:pStyle w:val="Tabulka"/>
            </w:pPr>
            <w:r w:rsidRPr="00F95FBD">
              <w:t>Telefon</w:t>
            </w:r>
          </w:p>
        </w:tc>
        <w:tc>
          <w:tcPr>
            <w:tcW w:w="5812" w:type="dxa"/>
            <w:shd w:val="clear" w:color="auto" w:fill="auto"/>
          </w:tcPr>
          <w:p w14:paraId="7F38F75B"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2A0A6F3" w14:textId="77777777" w:rsidR="002344F6" w:rsidRPr="00F95FBD" w:rsidRDefault="002344F6" w:rsidP="002344F6">
      <w:pPr>
        <w:pStyle w:val="Textbezodsazen"/>
      </w:pPr>
    </w:p>
    <w:p w14:paraId="08317845"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1E2E703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DFA7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B1DB826"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3201B7F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946CE2" w14:textId="77777777" w:rsidR="002344F6" w:rsidRPr="00F95FBD" w:rsidRDefault="002344F6" w:rsidP="002344F6">
            <w:pPr>
              <w:pStyle w:val="Tabulka"/>
            </w:pPr>
            <w:r w:rsidRPr="00F95FBD">
              <w:t>Adresa</w:t>
            </w:r>
          </w:p>
        </w:tc>
        <w:tc>
          <w:tcPr>
            <w:tcW w:w="5812" w:type="dxa"/>
            <w:shd w:val="clear" w:color="auto" w:fill="auto"/>
          </w:tcPr>
          <w:p w14:paraId="3722180F"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58F43D8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FB4145" w14:textId="77777777" w:rsidR="002344F6" w:rsidRPr="00F95FBD" w:rsidRDefault="002344F6" w:rsidP="002344F6">
            <w:pPr>
              <w:pStyle w:val="Tabulka"/>
            </w:pPr>
            <w:r w:rsidRPr="00F95FBD">
              <w:t>E-mail</w:t>
            </w:r>
          </w:p>
        </w:tc>
        <w:tc>
          <w:tcPr>
            <w:tcW w:w="5812" w:type="dxa"/>
            <w:shd w:val="clear" w:color="auto" w:fill="auto"/>
          </w:tcPr>
          <w:p w14:paraId="7003B2EE"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16A5B8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E8978B" w14:textId="77777777" w:rsidR="002344F6" w:rsidRPr="00F95FBD" w:rsidRDefault="002344F6" w:rsidP="002344F6">
            <w:pPr>
              <w:pStyle w:val="Tabulka"/>
            </w:pPr>
            <w:r w:rsidRPr="00F95FBD">
              <w:t>Telefon</w:t>
            </w:r>
          </w:p>
        </w:tc>
        <w:tc>
          <w:tcPr>
            <w:tcW w:w="5812" w:type="dxa"/>
            <w:shd w:val="clear" w:color="auto" w:fill="auto"/>
          </w:tcPr>
          <w:p w14:paraId="720A77E0"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6E927EF2"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7AA5AC9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1CFAE9"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43D26CD3"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42496FB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C4506"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5D50DB5B"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01FC2CA5"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7BA5AC0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4F74AF" w14:textId="77777777" w:rsidR="002344F6" w:rsidRPr="00153D42" w:rsidRDefault="002344F6" w:rsidP="002344F6">
            <w:pPr>
              <w:pStyle w:val="Tabulka"/>
            </w:pPr>
            <w:r w:rsidRPr="00153D42">
              <w:t>E-mail</w:t>
            </w:r>
          </w:p>
        </w:tc>
        <w:tc>
          <w:tcPr>
            <w:tcW w:w="5812" w:type="dxa"/>
            <w:shd w:val="clear" w:color="auto" w:fill="auto"/>
          </w:tcPr>
          <w:p w14:paraId="013C26B5"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2AA843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C5137C" w14:textId="77777777" w:rsidR="002344F6" w:rsidRPr="00153D42" w:rsidRDefault="002344F6" w:rsidP="002344F6">
            <w:pPr>
              <w:pStyle w:val="Tabulka"/>
            </w:pPr>
            <w:r w:rsidRPr="00153D42">
              <w:t>Telefon</w:t>
            </w:r>
          </w:p>
        </w:tc>
        <w:tc>
          <w:tcPr>
            <w:tcW w:w="5812" w:type="dxa"/>
            <w:shd w:val="clear" w:color="auto" w:fill="auto"/>
          </w:tcPr>
          <w:p w14:paraId="2C894EFE"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1420852B" w14:textId="77777777" w:rsidR="002344F6" w:rsidRPr="00153D42" w:rsidRDefault="002344F6" w:rsidP="002344F6">
      <w:pPr>
        <w:pStyle w:val="Textbezodsazen"/>
      </w:pPr>
    </w:p>
    <w:p w14:paraId="3EA16E61" w14:textId="77777777" w:rsidR="00380C0F" w:rsidRPr="00153D42" w:rsidRDefault="00380C0F" w:rsidP="002344F6">
      <w:pPr>
        <w:pStyle w:val="Textbezodsazen"/>
      </w:pPr>
    </w:p>
    <w:p w14:paraId="52145C13" w14:textId="77777777" w:rsidR="00380C0F" w:rsidRDefault="00380C0F" w:rsidP="00380C0F">
      <w:pPr>
        <w:pStyle w:val="Textbezodsazen"/>
      </w:pPr>
    </w:p>
    <w:p w14:paraId="721D20C3" w14:textId="77777777" w:rsidR="00380C0F" w:rsidRDefault="00380C0F" w:rsidP="00380C0F">
      <w:pPr>
        <w:pStyle w:val="Textbezodsazen"/>
      </w:pPr>
    </w:p>
    <w:p w14:paraId="627ECD34" w14:textId="77777777" w:rsidR="00380C0F" w:rsidRDefault="00380C0F" w:rsidP="00380C0F">
      <w:pPr>
        <w:pStyle w:val="Textbezodsazen"/>
      </w:pPr>
    </w:p>
    <w:p w14:paraId="3593212D" w14:textId="77777777" w:rsidR="00380C0F" w:rsidRDefault="00380C0F" w:rsidP="00380C0F">
      <w:pPr>
        <w:pStyle w:val="Textbezodsazen"/>
      </w:pPr>
    </w:p>
    <w:p w14:paraId="686C9AA8" w14:textId="77777777" w:rsidR="00380C0F" w:rsidRDefault="00380C0F" w:rsidP="00380C0F">
      <w:pPr>
        <w:pStyle w:val="Textbezodsazen"/>
      </w:pPr>
    </w:p>
    <w:p w14:paraId="2975FAAC" w14:textId="77777777" w:rsidR="002344F6" w:rsidRDefault="002344F6" w:rsidP="002344F6">
      <w:pPr>
        <w:pStyle w:val="Nadpisbezsl1-2"/>
        <w:tabs>
          <w:tab w:val="left" w:pos="2292"/>
        </w:tabs>
      </w:pPr>
      <w:r>
        <w:t>Za Zhotovitele</w:t>
      </w:r>
      <w:r>
        <w:tab/>
      </w:r>
    </w:p>
    <w:p w14:paraId="2E1E5195"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C2C8457"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27F653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DDD4D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33A669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5DE7741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5A89BC" w14:textId="77777777" w:rsidR="002344F6" w:rsidRPr="00F95FBD" w:rsidRDefault="002344F6" w:rsidP="002344F6">
            <w:pPr>
              <w:pStyle w:val="Tabulka"/>
            </w:pPr>
            <w:r w:rsidRPr="00F95FBD">
              <w:t>Adresa</w:t>
            </w:r>
          </w:p>
        </w:tc>
        <w:tc>
          <w:tcPr>
            <w:tcW w:w="5812" w:type="dxa"/>
            <w:shd w:val="clear" w:color="auto" w:fill="auto"/>
          </w:tcPr>
          <w:p w14:paraId="5862B5D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C284E7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5E6969" w14:textId="77777777" w:rsidR="002344F6" w:rsidRPr="00F95FBD" w:rsidRDefault="002344F6" w:rsidP="002344F6">
            <w:pPr>
              <w:pStyle w:val="Tabulka"/>
            </w:pPr>
            <w:r w:rsidRPr="00F95FBD">
              <w:t>E-mail</w:t>
            </w:r>
          </w:p>
        </w:tc>
        <w:tc>
          <w:tcPr>
            <w:tcW w:w="5812" w:type="dxa"/>
            <w:shd w:val="clear" w:color="auto" w:fill="auto"/>
          </w:tcPr>
          <w:p w14:paraId="27FE91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DDC8D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577EFA" w14:textId="77777777" w:rsidR="002344F6" w:rsidRPr="00F95FBD" w:rsidRDefault="002344F6" w:rsidP="002344F6">
            <w:pPr>
              <w:pStyle w:val="Tabulka"/>
            </w:pPr>
            <w:r w:rsidRPr="00F95FBD">
              <w:t>Telefon</w:t>
            </w:r>
          </w:p>
        </w:tc>
        <w:tc>
          <w:tcPr>
            <w:tcW w:w="5812" w:type="dxa"/>
            <w:shd w:val="clear" w:color="auto" w:fill="auto"/>
          </w:tcPr>
          <w:p w14:paraId="74AF22F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3AF2C9" w14:textId="77777777" w:rsidR="002344F6" w:rsidRPr="00F95FBD" w:rsidRDefault="002344F6" w:rsidP="002344F6">
      <w:pPr>
        <w:pStyle w:val="Textbezodsazen"/>
      </w:pPr>
    </w:p>
    <w:p w14:paraId="1D80D5F9"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2EFBA71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D79D6"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E57F26B"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36325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4634B7" w14:textId="77777777" w:rsidR="002344F6" w:rsidRPr="00F95FBD" w:rsidRDefault="002344F6" w:rsidP="002344F6">
            <w:pPr>
              <w:pStyle w:val="Tabulka"/>
              <w:keepNext/>
            </w:pPr>
            <w:r w:rsidRPr="00F95FBD">
              <w:t>Adresa</w:t>
            </w:r>
          </w:p>
        </w:tc>
        <w:tc>
          <w:tcPr>
            <w:tcW w:w="5812" w:type="dxa"/>
            <w:shd w:val="clear" w:color="auto" w:fill="auto"/>
          </w:tcPr>
          <w:p w14:paraId="2B6100A9"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9B18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9D560C" w14:textId="77777777" w:rsidR="002344F6" w:rsidRPr="00F95FBD" w:rsidRDefault="002344F6" w:rsidP="002344F6">
            <w:pPr>
              <w:pStyle w:val="Tabulka"/>
              <w:keepNext/>
            </w:pPr>
            <w:r w:rsidRPr="00F95FBD">
              <w:t>E-mail</w:t>
            </w:r>
          </w:p>
        </w:tc>
        <w:tc>
          <w:tcPr>
            <w:tcW w:w="5812" w:type="dxa"/>
            <w:shd w:val="clear" w:color="auto" w:fill="auto"/>
          </w:tcPr>
          <w:p w14:paraId="27FAEE7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9EC6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070AF0" w14:textId="77777777" w:rsidR="002344F6" w:rsidRPr="00F95FBD" w:rsidRDefault="002344F6" w:rsidP="002344F6">
            <w:pPr>
              <w:pStyle w:val="Tabulka"/>
            </w:pPr>
            <w:r w:rsidRPr="00F95FBD">
              <w:t>Telefon</w:t>
            </w:r>
          </w:p>
        </w:tc>
        <w:tc>
          <w:tcPr>
            <w:tcW w:w="5812" w:type="dxa"/>
            <w:shd w:val="clear" w:color="auto" w:fill="auto"/>
          </w:tcPr>
          <w:p w14:paraId="5E3B746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9A7A66" w14:textId="77777777" w:rsidR="002344F6" w:rsidRPr="00F95FBD" w:rsidRDefault="002344F6" w:rsidP="002344F6">
      <w:pPr>
        <w:pStyle w:val="Tabulka"/>
      </w:pPr>
    </w:p>
    <w:p w14:paraId="7D569662"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07BF2A7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D42D3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D70A9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32CB5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CBD8C3" w14:textId="77777777" w:rsidR="002344F6" w:rsidRPr="00F95FBD" w:rsidRDefault="002344F6" w:rsidP="002344F6">
            <w:pPr>
              <w:pStyle w:val="Tabulka"/>
            </w:pPr>
            <w:r w:rsidRPr="00F95FBD">
              <w:t>Adresa</w:t>
            </w:r>
          </w:p>
        </w:tc>
        <w:tc>
          <w:tcPr>
            <w:tcW w:w="5812" w:type="dxa"/>
            <w:shd w:val="clear" w:color="auto" w:fill="auto"/>
          </w:tcPr>
          <w:p w14:paraId="6647950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8FCA1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29FA67" w14:textId="77777777" w:rsidR="002344F6" w:rsidRPr="00F95FBD" w:rsidRDefault="002344F6" w:rsidP="002344F6">
            <w:pPr>
              <w:pStyle w:val="Tabulka"/>
            </w:pPr>
            <w:r w:rsidRPr="00F95FBD">
              <w:t>E-mail</w:t>
            </w:r>
          </w:p>
        </w:tc>
        <w:tc>
          <w:tcPr>
            <w:tcW w:w="5812" w:type="dxa"/>
            <w:shd w:val="clear" w:color="auto" w:fill="auto"/>
          </w:tcPr>
          <w:p w14:paraId="76781CF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B56C0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33142" w14:textId="77777777" w:rsidR="002344F6" w:rsidRPr="00F95FBD" w:rsidRDefault="002344F6" w:rsidP="002344F6">
            <w:pPr>
              <w:pStyle w:val="Tabulka"/>
            </w:pPr>
            <w:r w:rsidRPr="00F95FBD">
              <w:t>Telefon</w:t>
            </w:r>
          </w:p>
        </w:tc>
        <w:tc>
          <w:tcPr>
            <w:tcW w:w="5812" w:type="dxa"/>
            <w:shd w:val="clear" w:color="auto" w:fill="auto"/>
          </w:tcPr>
          <w:p w14:paraId="5715687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30660B" w14:textId="77777777" w:rsidR="002344F6" w:rsidRPr="00F95FBD" w:rsidRDefault="002344F6" w:rsidP="002344F6">
      <w:pPr>
        <w:pStyle w:val="Tabulka"/>
      </w:pPr>
    </w:p>
    <w:p w14:paraId="2DC7BCE4"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16BF5A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A64B4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0A28B1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70966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ECD857" w14:textId="77777777" w:rsidR="002344F6" w:rsidRPr="00F95FBD" w:rsidRDefault="002344F6" w:rsidP="002344F6">
            <w:pPr>
              <w:pStyle w:val="Tabulka"/>
            </w:pPr>
            <w:r w:rsidRPr="00F95FBD">
              <w:t>Adresa</w:t>
            </w:r>
          </w:p>
        </w:tc>
        <w:tc>
          <w:tcPr>
            <w:tcW w:w="5812" w:type="dxa"/>
            <w:shd w:val="clear" w:color="auto" w:fill="auto"/>
          </w:tcPr>
          <w:p w14:paraId="2A3464B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306268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9CCDD2" w14:textId="77777777" w:rsidR="002344F6" w:rsidRPr="00F95FBD" w:rsidRDefault="002344F6" w:rsidP="002344F6">
            <w:pPr>
              <w:pStyle w:val="Tabulka"/>
            </w:pPr>
            <w:r w:rsidRPr="00F95FBD">
              <w:t>E-mail</w:t>
            </w:r>
          </w:p>
        </w:tc>
        <w:tc>
          <w:tcPr>
            <w:tcW w:w="5812" w:type="dxa"/>
            <w:shd w:val="clear" w:color="auto" w:fill="auto"/>
          </w:tcPr>
          <w:p w14:paraId="6090EDF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0B9E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0BDF2" w14:textId="77777777" w:rsidR="002344F6" w:rsidRPr="00F95FBD" w:rsidRDefault="002344F6" w:rsidP="002344F6">
            <w:pPr>
              <w:pStyle w:val="Tabulka"/>
            </w:pPr>
            <w:r w:rsidRPr="00F95FBD">
              <w:t>Telefon</w:t>
            </w:r>
          </w:p>
        </w:tc>
        <w:tc>
          <w:tcPr>
            <w:tcW w:w="5812" w:type="dxa"/>
            <w:shd w:val="clear" w:color="auto" w:fill="auto"/>
          </w:tcPr>
          <w:p w14:paraId="4D83A98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C1C60E" w14:textId="77777777" w:rsidR="002344F6" w:rsidRPr="00F95FBD" w:rsidRDefault="002344F6" w:rsidP="002344F6">
      <w:pPr>
        <w:pStyle w:val="Tabulka"/>
      </w:pPr>
    </w:p>
    <w:p w14:paraId="23D7B64B"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BD684D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791F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2B4C42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8AA778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B39A3A" w14:textId="77777777" w:rsidR="002344F6" w:rsidRPr="00F95FBD" w:rsidRDefault="002344F6" w:rsidP="002344F6">
            <w:pPr>
              <w:pStyle w:val="Tabulka"/>
            </w:pPr>
            <w:r w:rsidRPr="00F95FBD">
              <w:t>Adresa</w:t>
            </w:r>
          </w:p>
        </w:tc>
        <w:tc>
          <w:tcPr>
            <w:tcW w:w="5812" w:type="dxa"/>
            <w:shd w:val="clear" w:color="auto" w:fill="auto"/>
          </w:tcPr>
          <w:p w14:paraId="383086A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97966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76A99" w14:textId="77777777" w:rsidR="002344F6" w:rsidRPr="00F95FBD" w:rsidRDefault="002344F6" w:rsidP="002344F6">
            <w:pPr>
              <w:pStyle w:val="Tabulka"/>
            </w:pPr>
            <w:r w:rsidRPr="00F95FBD">
              <w:t>E-mail</w:t>
            </w:r>
          </w:p>
        </w:tc>
        <w:tc>
          <w:tcPr>
            <w:tcW w:w="5812" w:type="dxa"/>
            <w:shd w:val="clear" w:color="auto" w:fill="auto"/>
          </w:tcPr>
          <w:p w14:paraId="5D816E8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84C3E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4C6E4A" w14:textId="77777777" w:rsidR="002344F6" w:rsidRPr="00F95FBD" w:rsidRDefault="002344F6" w:rsidP="002344F6">
            <w:pPr>
              <w:pStyle w:val="Tabulka"/>
            </w:pPr>
            <w:r w:rsidRPr="00F95FBD">
              <w:t>Telefon</w:t>
            </w:r>
          </w:p>
        </w:tc>
        <w:tc>
          <w:tcPr>
            <w:tcW w:w="5812" w:type="dxa"/>
            <w:shd w:val="clear" w:color="auto" w:fill="auto"/>
          </w:tcPr>
          <w:p w14:paraId="7C2FF2D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5D4B6A" w14:textId="77777777" w:rsidR="002344F6" w:rsidRPr="00F95FBD" w:rsidRDefault="002344F6" w:rsidP="002344F6">
      <w:pPr>
        <w:pStyle w:val="Tabulka"/>
      </w:pPr>
    </w:p>
    <w:p w14:paraId="1C230610" w14:textId="77777777"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535795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AC6484"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E98C11F"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94A3A0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7C9F20" w14:textId="77777777" w:rsidR="002344F6" w:rsidRPr="00F95FBD" w:rsidRDefault="002344F6" w:rsidP="002344F6">
            <w:pPr>
              <w:pStyle w:val="Tabulka"/>
              <w:keepNext/>
            </w:pPr>
            <w:r w:rsidRPr="00F95FBD">
              <w:t>Adresa</w:t>
            </w:r>
          </w:p>
        </w:tc>
        <w:tc>
          <w:tcPr>
            <w:tcW w:w="5812" w:type="dxa"/>
            <w:shd w:val="clear" w:color="auto" w:fill="auto"/>
          </w:tcPr>
          <w:p w14:paraId="7AF16204"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8CA1F1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A0DAB6" w14:textId="77777777" w:rsidR="002344F6" w:rsidRPr="00F95FBD" w:rsidRDefault="002344F6" w:rsidP="002344F6">
            <w:pPr>
              <w:pStyle w:val="Tabulka"/>
              <w:keepNext/>
            </w:pPr>
            <w:r w:rsidRPr="00F95FBD">
              <w:t>E-mail</w:t>
            </w:r>
          </w:p>
        </w:tc>
        <w:tc>
          <w:tcPr>
            <w:tcW w:w="5812" w:type="dxa"/>
            <w:shd w:val="clear" w:color="auto" w:fill="auto"/>
          </w:tcPr>
          <w:p w14:paraId="68F34C7C"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3660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189538" w14:textId="77777777" w:rsidR="002344F6" w:rsidRPr="00F95FBD" w:rsidRDefault="002344F6" w:rsidP="002344F6">
            <w:pPr>
              <w:pStyle w:val="Tabulka"/>
            </w:pPr>
            <w:r w:rsidRPr="00F95FBD">
              <w:t>Telefon</w:t>
            </w:r>
          </w:p>
        </w:tc>
        <w:tc>
          <w:tcPr>
            <w:tcW w:w="5812" w:type="dxa"/>
            <w:shd w:val="clear" w:color="auto" w:fill="auto"/>
          </w:tcPr>
          <w:p w14:paraId="13215E9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2BACA6" w14:textId="77777777" w:rsidR="002344F6" w:rsidRPr="00F95FBD" w:rsidRDefault="002344F6" w:rsidP="002344F6">
      <w:pPr>
        <w:pStyle w:val="Tabulka"/>
      </w:pPr>
    </w:p>
    <w:p w14:paraId="558B4DE6"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62E7E8E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38493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65CD86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1A33BE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F9467" w14:textId="77777777" w:rsidR="002344F6" w:rsidRPr="00F95FBD" w:rsidRDefault="002344F6" w:rsidP="002344F6">
            <w:pPr>
              <w:pStyle w:val="Tabulka"/>
            </w:pPr>
            <w:r w:rsidRPr="00F95FBD">
              <w:t>Adresa</w:t>
            </w:r>
          </w:p>
        </w:tc>
        <w:tc>
          <w:tcPr>
            <w:tcW w:w="5812" w:type="dxa"/>
            <w:shd w:val="clear" w:color="auto" w:fill="auto"/>
          </w:tcPr>
          <w:p w14:paraId="1D4D18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EBAC1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3DA9D7" w14:textId="77777777" w:rsidR="002344F6" w:rsidRPr="00F95FBD" w:rsidRDefault="002344F6" w:rsidP="002344F6">
            <w:pPr>
              <w:pStyle w:val="Tabulka"/>
            </w:pPr>
            <w:r w:rsidRPr="00F95FBD">
              <w:t>E-mail</w:t>
            </w:r>
          </w:p>
        </w:tc>
        <w:tc>
          <w:tcPr>
            <w:tcW w:w="5812" w:type="dxa"/>
            <w:shd w:val="clear" w:color="auto" w:fill="auto"/>
          </w:tcPr>
          <w:p w14:paraId="7EA97B4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F3A93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35988A" w14:textId="77777777" w:rsidR="002344F6" w:rsidRPr="00F95FBD" w:rsidRDefault="002344F6" w:rsidP="002344F6">
            <w:pPr>
              <w:pStyle w:val="Tabulka"/>
            </w:pPr>
            <w:r w:rsidRPr="00F95FBD">
              <w:t>Telefon</w:t>
            </w:r>
          </w:p>
        </w:tc>
        <w:tc>
          <w:tcPr>
            <w:tcW w:w="5812" w:type="dxa"/>
            <w:shd w:val="clear" w:color="auto" w:fill="auto"/>
          </w:tcPr>
          <w:p w14:paraId="5529CA1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FF39E" w14:textId="77777777" w:rsidR="002344F6" w:rsidRPr="00F95FBD" w:rsidRDefault="002344F6" w:rsidP="002344F6">
      <w:pPr>
        <w:pStyle w:val="Tabulka"/>
      </w:pPr>
    </w:p>
    <w:p w14:paraId="4171CED6"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92F6C6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18CAC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028D2E5"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DB9D5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5EF474" w14:textId="77777777" w:rsidR="002344F6" w:rsidRPr="00F95FBD" w:rsidRDefault="002344F6" w:rsidP="002344F6">
            <w:pPr>
              <w:pStyle w:val="Tabulka"/>
            </w:pPr>
            <w:r w:rsidRPr="00F95FBD">
              <w:t>Adresa</w:t>
            </w:r>
          </w:p>
        </w:tc>
        <w:tc>
          <w:tcPr>
            <w:tcW w:w="5812" w:type="dxa"/>
            <w:shd w:val="clear" w:color="auto" w:fill="auto"/>
          </w:tcPr>
          <w:p w14:paraId="74D4C6C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8F4F6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EBCD7" w14:textId="77777777" w:rsidR="002344F6" w:rsidRPr="00F95FBD" w:rsidRDefault="002344F6" w:rsidP="002344F6">
            <w:pPr>
              <w:pStyle w:val="Tabulka"/>
            </w:pPr>
            <w:r w:rsidRPr="00F95FBD">
              <w:t>E-mail</w:t>
            </w:r>
          </w:p>
        </w:tc>
        <w:tc>
          <w:tcPr>
            <w:tcW w:w="5812" w:type="dxa"/>
            <w:shd w:val="clear" w:color="auto" w:fill="auto"/>
          </w:tcPr>
          <w:p w14:paraId="790F2F1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E0AEB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E67FD5" w14:textId="77777777" w:rsidR="002344F6" w:rsidRPr="00F95FBD" w:rsidRDefault="002344F6" w:rsidP="002344F6">
            <w:pPr>
              <w:pStyle w:val="Tabulka"/>
            </w:pPr>
            <w:r w:rsidRPr="00F95FBD">
              <w:t>Telefon</w:t>
            </w:r>
          </w:p>
        </w:tc>
        <w:tc>
          <w:tcPr>
            <w:tcW w:w="5812" w:type="dxa"/>
            <w:shd w:val="clear" w:color="auto" w:fill="auto"/>
          </w:tcPr>
          <w:p w14:paraId="6FC2DE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9ADD06" w14:textId="77777777" w:rsidR="002344F6" w:rsidRPr="00F95FBD" w:rsidRDefault="002344F6" w:rsidP="002344F6">
      <w:pPr>
        <w:pStyle w:val="Tabulka"/>
      </w:pPr>
    </w:p>
    <w:p w14:paraId="271DFA69" w14:textId="77777777"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8CD392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C4FB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D2AAA2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FE09B9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16A1D4" w14:textId="77777777" w:rsidR="002344F6" w:rsidRPr="00F95FBD" w:rsidRDefault="002344F6" w:rsidP="002344F6">
            <w:pPr>
              <w:pStyle w:val="Tabulka"/>
            </w:pPr>
            <w:r w:rsidRPr="00F95FBD">
              <w:t>Adresa</w:t>
            </w:r>
          </w:p>
        </w:tc>
        <w:tc>
          <w:tcPr>
            <w:tcW w:w="5812" w:type="dxa"/>
            <w:shd w:val="clear" w:color="auto" w:fill="auto"/>
          </w:tcPr>
          <w:p w14:paraId="634B03E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ADF36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BEBDCF" w14:textId="77777777" w:rsidR="002344F6" w:rsidRPr="00F95FBD" w:rsidRDefault="002344F6" w:rsidP="002344F6">
            <w:pPr>
              <w:pStyle w:val="Tabulka"/>
            </w:pPr>
            <w:r w:rsidRPr="00F95FBD">
              <w:t>E-mail</w:t>
            </w:r>
          </w:p>
        </w:tc>
        <w:tc>
          <w:tcPr>
            <w:tcW w:w="5812" w:type="dxa"/>
            <w:shd w:val="clear" w:color="auto" w:fill="auto"/>
          </w:tcPr>
          <w:p w14:paraId="0E849DF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999E40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5FF0B0" w14:textId="77777777" w:rsidR="002344F6" w:rsidRPr="00F95FBD" w:rsidRDefault="002344F6" w:rsidP="002344F6">
            <w:pPr>
              <w:pStyle w:val="Tabulka"/>
            </w:pPr>
            <w:r w:rsidRPr="00F95FBD">
              <w:t>Telefon</w:t>
            </w:r>
          </w:p>
        </w:tc>
        <w:tc>
          <w:tcPr>
            <w:tcW w:w="5812" w:type="dxa"/>
            <w:shd w:val="clear" w:color="auto" w:fill="auto"/>
          </w:tcPr>
          <w:p w14:paraId="07A17F3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CEB1B7" w14:textId="77777777" w:rsidR="002344F6" w:rsidRPr="00F95FBD" w:rsidRDefault="002344F6" w:rsidP="002344F6">
      <w:pPr>
        <w:pStyle w:val="Tabulka"/>
      </w:pPr>
    </w:p>
    <w:p w14:paraId="3784C85F" w14:textId="77777777"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0C665C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07A6F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C9D7CB7"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5745BE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3C43D6" w14:textId="77777777" w:rsidR="002344F6" w:rsidRPr="00F95FBD" w:rsidRDefault="002344F6" w:rsidP="002344F6">
            <w:pPr>
              <w:pStyle w:val="Tabulka"/>
            </w:pPr>
            <w:r w:rsidRPr="00F95FBD">
              <w:t>Adresa</w:t>
            </w:r>
          </w:p>
        </w:tc>
        <w:tc>
          <w:tcPr>
            <w:tcW w:w="5812" w:type="dxa"/>
            <w:shd w:val="clear" w:color="auto" w:fill="auto"/>
          </w:tcPr>
          <w:p w14:paraId="310344D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FC0DA6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73D95" w14:textId="77777777" w:rsidR="002344F6" w:rsidRPr="00F95FBD" w:rsidRDefault="002344F6" w:rsidP="002344F6">
            <w:pPr>
              <w:pStyle w:val="Tabulka"/>
            </w:pPr>
            <w:r w:rsidRPr="00F95FBD">
              <w:t>E-mail</w:t>
            </w:r>
          </w:p>
        </w:tc>
        <w:tc>
          <w:tcPr>
            <w:tcW w:w="5812" w:type="dxa"/>
            <w:shd w:val="clear" w:color="auto" w:fill="auto"/>
          </w:tcPr>
          <w:p w14:paraId="1702569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416E25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87DC24" w14:textId="77777777" w:rsidR="002344F6" w:rsidRPr="00F95FBD" w:rsidRDefault="002344F6" w:rsidP="002344F6">
            <w:pPr>
              <w:pStyle w:val="Tabulka"/>
            </w:pPr>
            <w:r w:rsidRPr="00F95FBD">
              <w:t>Telefon</w:t>
            </w:r>
          </w:p>
        </w:tc>
        <w:tc>
          <w:tcPr>
            <w:tcW w:w="5812" w:type="dxa"/>
            <w:shd w:val="clear" w:color="auto" w:fill="auto"/>
          </w:tcPr>
          <w:p w14:paraId="5B151D6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F54A12" w14:textId="77777777" w:rsidR="002344F6" w:rsidRPr="00F95FBD" w:rsidRDefault="002344F6" w:rsidP="002344F6">
      <w:pPr>
        <w:pStyle w:val="Tabulka"/>
      </w:pPr>
    </w:p>
    <w:p w14:paraId="392745B1"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9430D6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A9772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A4C396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DBD0BD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C65A187" w14:textId="77777777" w:rsidR="002344F6" w:rsidRPr="00F95FBD" w:rsidRDefault="002344F6" w:rsidP="002344F6">
            <w:pPr>
              <w:pStyle w:val="Tabulka"/>
            </w:pPr>
            <w:r w:rsidRPr="00F95FBD">
              <w:t>Adresa</w:t>
            </w:r>
          </w:p>
        </w:tc>
        <w:tc>
          <w:tcPr>
            <w:tcW w:w="5812" w:type="dxa"/>
            <w:shd w:val="clear" w:color="auto" w:fill="auto"/>
          </w:tcPr>
          <w:p w14:paraId="51F2769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09D1BE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7C611E" w14:textId="77777777" w:rsidR="002344F6" w:rsidRPr="00F95FBD" w:rsidRDefault="002344F6" w:rsidP="002344F6">
            <w:pPr>
              <w:pStyle w:val="Tabulka"/>
            </w:pPr>
            <w:r w:rsidRPr="00F95FBD">
              <w:t>E-mail</w:t>
            </w:r>
          </w:p>
        </w:tc>
        <w:tc>
          <w:tcPr>
            <w:tcW w:w="5812" w:type="dxa"/>
            <w:shd w:val="clear" w:color="auto" w:fill="auto"/>
          </w:tcPr>
          <w:p w14:paraId="16A69B3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91030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43D949" w14:textId="77777777" w:rsidR="002344F6" w:rsidRPr="00F95FBD" w:rsidRDefault="002344F6" w:rsidP="002344F6">
            <w:pPr>
              <w:pStyle w:val="Tabulka"/>
            </w:pPr>
            <w:r w:rsidRPr="00F95FBD">
              <w:t>Telefon</w:t>
            </w:r>
          </w:p>
        </w:tc>
        <w:tc>
          <w:tcPr>
            <w:tcW w:w="5812" w:type="dxa"/>
            <w:shd w:val="clear" w:color="auto" w:fill="auto"/>
          </w:tcPr>
          <w:p w14:paraId="23F3AF1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2D5505" w14:textId="77777777" w:rsidR="002344F6" w:rsidRPr="00F95FBD" w:rsidRDefault="002344F6" w:rsidP="002344F6">
      <w:pPr>
        <w:pStyle w:val="Tabulka"/>
      </w:pPr>
    </w:p>
    <w:p w14:paraId="2A236CDF" w14:textId="77777777" w:rsidR="002344F6" w:rsidRPr="00F95FBD" w:rsidRDefault="002344F6" w:rsidP="002344F6">
      <w:pPr>
        <w:pStyle w:val="Tabulka"/>
      </w:pPr>
    </w:p>
    <w:p w14:paraId="2C146880"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30A3DF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F9C6E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A503B9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8B8152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F7CBD3" w14:textId="77777777" w:rsidR="002344F6" w:rsidRPr="00F95FBD" w:rsidRDefault="002344F6" w:rsidP="002344F6">
            <w:pPr>
              <w:pStyle w:val="Tabulka"/>
            </w:pPr>
            <w:r w:rsidRPr="00F95FBD">
              <w:t>Adresa</w:t>
            </w:r>
          </w:p>
        </w:tc>
        <w:tc>
          <w:tcPr>
            <w:tcW w:w="5812" w:type="dxa"/>
            <w:shd w:val="clear" w:color="auto" w:fill="auto"/>
          </w:tcPr>
          <w:p w14:paraId="3F53462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3CF42D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11173E" w14:textId="77777777" w:rsidR="002344F6" w:rsidRPr="00F95FBD" w:rsidRDefault="002344F6" w:rsidP="002344F6">
            <w:pPr>
              <w:pStyle w:val="Tabulka"/>
            </w:pPr>
            <w:r w:rsidRPr="00F95FBD">
              <w:t>E-mail</w:t>
            </w:r>
          </w:p>
        </w:tc>
        <w:tc>
          <w:tcPr>
            <w:tcW w:w="5812" w:type="dxa"/>
            <w:shd w:val="clear" w:color="auto" w:fill="auto"/>
          </w:tcPr>
          <w:p w14:paraId="2FB592D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73A709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43C178" w14:textId="77777777" w:rsidR="002344F6" w:rsidRPr="00F95FBD" w:rsidRDefault="002344F6" w:rsidP="002344F6">
            <w:pPr>
              <w:pStyle w:val="Tabulka"/>
            </w:pPr>
            <w:r w:rsidRPr="00F95FBD">
              <w:t>Telefon</w:t>
            </w:r>
          </w:p>
        </w:tc>
        <w:tc>
          <w:tcPr>
            <w:tcW w:w="5812" w:type="dxa"/>
            <w:shd w:val="clear" w:color="auto" w:fill="auto"/>
          </w:tcPr>
          <w:p w14:paraId="3F61D52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FD1DC8" w14:textId="77777777" w:rsidR="002344F6" w:rsidRPr="00F95FBD" w:rsidRDefault="002344F6" w:rsidP="002344F6">
      <w:pPr>
        <w:pStyle w:val="Tabulka"/>
      </w:pPr>
    </w:p>
    <w:p w14:paraId="146C307D" w14:textId="77777777" w:rsidR="002344F6" w:rsidRPr="00F95FBD" w:rsidRDefault="002344F6" w:rsidP="002344F6">
      <w:pPr>
        <w:pStyle w:val="Tabulka"/>
      </w:pPr>
    </w:p>
    <w:p w14:paraId="158CF30B" w14:textId="77777777"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058349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4B95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C5768B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06A260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E5E947" w14:textId="77777777" w:rsidR="002344F6" w:rsidRPr="00F95FBD" w:rsidRDefault="002344F6" w:rsidP="002344F6">
            <w:pPr>
              <w:pStyle w:val="Tabulka"/>
            </w:pPr>
            <w:r w:rsidRPr="00F95FBD">
              <w:t>Adresa</w:t>
            </w:r>
          </w:p>
        </w:tc>
        <w:tc>
          <w:tcPr>
            <w:tcW w:w="5812" w:type="dxa"/>
            <w:shd w:val="clear" w:color="auto" w:fill="auto"/>
          </w:tcPr>
          <w:p w14:paraId="79334EF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C7877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2174A" w14:textId="77777777" w:rsidR="002344F6" w:rsidRPr="00F95FBD" w:rsidRDefault="002344F6" w:rsidP="002344F6">
            <w:pPr>
              <w:pStyle w:val="Tabulka"/>
            </w:pPr>
            <w:r w:rsidRPr="00F95FBD">
              <w:t>E-mail</w:t>
            </w:r>
          </w:p>
        </w:tc>
        <w:tc>
          <w:tcPr>
            <w:tcW w:w="5812" w:type="dxa"/>
            <w:shd w:val="clear" w:color="auto" w:fill="auto"/>
          </w:tcPr>
          <w:p w14:paraId="59843A9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D8CE8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5DD2B" w14:textId="77777777" w:rsidR="002344F6" w:rsidRPr="00F95FBD" w:rsidRDefault="002344F6" w:rsidP="002344F6">
            <w:pPr>
              <w:pStyle w:val="Tabulka"/>
            </w:pPr>
            <w:r w:rsidRPr="00F95FBD">
              <w:t>Telefon</w:t>
            </w:r>
          </w:p>
        </w:tc>
        <w:tc>
          <w:tcPr>
            <w:tcW w:w="5812" w:type="dxa"/>
            <w:shd w:val="clear" w:color="auto" w:fill="auto"/>
          </w:tcPr>
          <w:p w14:paraId="13227FC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B611B4" w14:textId="77777777" w:rsidR="002344F6" w:rsidRDefault="002344F6" w:rsidP="002344F6">
      <w:pPr>
        <w:pStyle w:val="Textbezodsazen"/>
      </w:pPr>
    </w:p>
    <w:p w14:paraId="10D1D9F2"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19C23D24"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A2CB31"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4959EC12"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64C06F1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B0564F" w14:textId="77777777" w:rsidR="00F32CA6" w:rsidRPr="00F95FBD" w:rsidRDefault="00F32CA6" w:rsidP="00A46E9A">
            <w:pPr>
              <w:pStyle w:val="Tabulka"/>
            </w:pPr>
            <w:r w:rsidRPr="00F95FBD">
              <w:t>Adresa</w:t>
            </w:r>
          </w:p>
        </w:tc>
        <w:tc>
          <w:tcPr>
            <w:tcW w:w="5812" w:type="dxa"/>
            <w:shd w:val="clear" w:color="auto" w:fill="auto"/>
          </w:tcPr>
          <w:p w14:paraId="46EBF26F"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52D7528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23B8A" w14:textId="77777777" w:rsidR="00F32CA6" w:rsidRPr="00F95FBD" w:rsidRDefault="00F32CA6" w:rsidP="00A46E9A">
            <w:pPr>
              <w:pStyle w:val="Tabulka"/>
            </w:pPr>
            <w:r w:rsidRPr="00F95FBD">
              <w:t>E-mail</w:t>
            </w:r>
          </w:p>
        </w:tc>
        <w:tc>
          <w:tcPr>
            <w:tcW w:w="5812" w:type="dxa"/>
            <w:shd w:val="clear" w:color="auto" w:fill="auto"/>
          </w:tcPr>
          <w:p w14:paraId="4A62FED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181674BB"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86B9E6" w14:textId="77777777" w:rsidR="00F32CA6" w:rsidRPr="00F95FBD" w:rsidRDefault="00F32CA6" w:rsidP="00A46E9A">
            <w:pPr>
              <w:pStyle w:val="Tabulka"/>
            </w:pPr>
            <w:r w:rsidRPr="00F95FBD">
              <w:t>Telefon</w:t>
            </w:r>
          </w:p>
        </w:tc>
        <w:tc>
          <w:tcPr>
            <w:tcW w:w="5812" w:type="dxa"/>
            <w:shd w:val="clear" w:color="auto" w:fill="auto"/>
          </w:tcPr>
          <w:p w14:paraId="30967BC1"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88E6B4" w14:textId="77777777" w:rsidR="00F32CA6" w:rsidRPr="00F95FBD" w:rsidRDefault="00F32CA6" w:rsidP="00F32CA6">
      <w:pPr>
        <w:pStyle w:val="Tabulka"/>
      </w:pPr>
    </w:p>
    <w:p w14:paraId="0F0746C9" w14:textId="77777777"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40AEA22D"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3333C2"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38556FCB"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295807B"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90739D" w14:textId="77777777" w:rsidR="00F32CA6" w:rsidRPr="00F95FBD" w:rsidRDefault="00F32CA6" w:rsidP="00A46E9A">
            <w:pPr>
              <w:pStyle w:val="Tabulka"/>
            </w:pPr>
            <w:r w:rsidRPr="00F95FBD">
              <w:t>Adresa</w:t>
            </w:r>
          </w:p>
        </w:tc>
        <w:tc>
          <w:tcPr>
            <w:tcW w:w="5812" w:type="dxa"/>
            <w:shd w:val="clear" w:color="auto" w:fill="auto"/>
          </w:tcPr>
          <w:p w14:paraId="6EB00AA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312AC29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6EEA63" w14:textId="77777777" w:rsidR="00F32CA6" w:rsidRPr="00F95FBD" w:rsidRDefault="00F32CA6" w:rsidP="00A46E9A">
            <w:pPr>
              <w:pStyle w:val="Tabulka"/>
            </w:pPr>
            <w:r w:rsidRPr="00F95FBD">
              <w:t>E-mail</w:t>
            </w:r>
          </w:p>
        </w:tc>
        <w:tc>
          <w:tcPr>
            <w:tcW w:w="5812" w:type="dxa"/>
            <w:shd w:val="clear" w:color="auto" w:fill="auto"/>
          </w:tcPr>
          <w:p w14:paraId="7622D3F8"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3903B43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78BBB4" w14:textId="77777777" w:rsidR="00F32CA6" w:rsidRPr="00F95FBD" w:rsidRDefault="00F32CA6" w:rsidP="00A46E9A">
            <w:pPr>
              <w:pStyle w:val="Tabulka"/>
            </w:pPr>
            <w:r w:rsidRPr="00F95FBD">
              <w:t>Telefon</w:t>
            </w:r>
          </w:p>
        </w:tc>
        <w:tc>
          <w:tcPr>
            <w:tcW w:w="5812" w:type="dxa"/>
            <w:shd w:val="clear" w:color="auto" w:fill="auto"/>
          </w:tcPr>
          <w:p w14:paraId="42C5CAD9"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262D9F" w14:textId="77777777" w:rsidR="00F32CA6" w:rsidRPr="00F95FBD" w:rsidRDefault="00F32CA6" w:rsidP="00F32CA6">
      <w:pPr>
        <w:pStyle w:val="Tabulka"/>
      </w:pPr>
    </w:p>
    <w:p w14:paraId="79B12611" w14:textId="77777777" w:rsidR="00F32CA6" w:rsidRPr="00F95FBD" w:rsidRDefault="00F32CA6" w:rsidP="00F32CA6">
      <w:pPr>
        <w:pStyle w:val="Tabulka"/>
      </w:pPr>
    </w:p>
    <w:p w14:paraId="1C0E5D4E" w14:textId="77777777" w:rsidR="00F32CA6" w:rsidRPr="004B2885" w:rsidRDefault="00F32CA6" w:rsidP="00F32CA6">
      <w:pPr>
        <w:pStyle w:val="Nadpistabulky"/>
        <w:rPr>
          <w:sz w:val="18"/>
          <w:szCs w:val="18"/>
        </w:rPr>
      </w:pPr>
      <w:r w:rsidRPr="004B2885">
        <w:rPr>
          <w:sz w:val="18"/>
          <w:szCs w:val="18"/>
        </w:rPr>
        <w:t xml:space="preserve">Specialista na </w:t>
      </w:r>
      <w:r w:rsidR="004B2885" w:rsidRPr="004B2885">
        <w:rPr>
          <w:sz w:val="18"/>
          <w:szCs w:val="18"/>
        </w:rPr>
        <w:t>tunelové stavby</w:t>
      </w:r>
      <w:r w:rsidRPr="004B2885">
        <w:rPr>
          <w:sz w:val="18"/>
          <w:szCs w:val="18"/>
        </w:rPr>
        <w:t xml:space="preserve"> - </w:t>
      </w:r>
      <w:r w:rsidRPr="004B2885">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4B2885" w14:paraId="0030D357"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1E2804" w14:textId="77777777" w:rsidR="00F32CA6" w:rsidRPr="004B2885" w:rsidRDefault="00F32CA6" w:rsidP="00A46E9A">
            <w:pPr>
              <w:pStyle w:val="Tabulka"/>
              <w:rPr>
                <w:rStyle w:val="Nadpisvtabulce"/>
              </w:rPr>
            </w:pPr>
            <w:r w:rsidRPr="004B2885">
              <w:rPr>
                <w:rStyle w:val="Nadpisvtabulce"/>
              </w:rPr>
              <w:t>Jméno a příjmení</w:t>
            </w:r>
          </w:p>
        </w:tc>
        <w:tc>
          <w:tcPr>
            <w:tcW w:w="5812" w:type="dxa"/>
            <w:shd w:val="clear" w:color="auto" w:fill="auto"/>
          </w:tcPr>
          <w:p w14:paraId="15F20184" w14:textId="77777777" w:rsidR="00F32CA6" w:rsidRPr="004B2885"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4B2885">
              <w:rPr>
                <w:b/>
                <w:highlight w:val="yellow"/>
              </w:rPr>
              <w:t>[VLOŽÍ ZHOTOVITEL]</w:t>
            </w:r>
          </w:p>
        </w:tc>
      </w:tr>
      <w:tr w:rsidR="00F32CA6" w:rsidRPr="004B2885" w14:paraId="2A9C266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284E6D" w14:textId="77777777" w:rsidR="00F32CA6" w:rsidRPr="004B2885" w:rsidRDefault="00F32CA6" w:rsidP="00A46E9A">
            <w:pPr>
              <w:pStyle w:val="Tabulka"/>
            </w:pPr>
            <w:r w:rsidRPr="004B2885">
              <w:t>Adresa</w:t>
            </w:r>
          </w:p>
        </w:tc>
        <w:tc>
          <w:tcPr>
            <w:tcW w:w="5812" w:type="dxa"/>
            <w:shd w:val="clear" w:color="auto" w:fill="auto"/>
          </w:tcPr>
          <w:p w14:paraId="615590AD" w14:textId="77777777" w:rsidR="00F32CA6" w:rsidRPr="004B2885"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4B2885">
              <w:rPr>
                <w:highlight w:val="yellow"/>
              </w:rPr>
              <w:t>[VLOŽÍ ZHOTOVITEL]</w:t>
            </w:r>
          </w:p>
        </w:tc>
      </w:tr>
      <w:tr w:rsidR="00F32CA6" w:rsidRPr="004B2885" w14:paraId="449CF79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AD473" w14:textId="77777777" w:rsidR="00F32CA6" w:rsidRPr="004B2885" w:rsidRDefault="00F32CA6" w:rsidP="00A46E9A">
            <w:pPr>
              <w:pStyle w:val="Tabulka"/>
            </w:pPr>
            <w:r w:rsidRPr="004B2885">
              <w:t>E-mail</w:t>
            </w:r>
          </w:p>
        </w:tc>
        <w:tc>
          <w:tcPr>
            <w:tcW w:w="5812" w:type="dxa"/>
            <w:shd w:val="clear" w:color="auto" w:fill="auto"/>
          </w:tcPr>
          <w:p w14:paraId="5A352A19" w14:textId="77777777" w:rsidR="00F32CA6" w:rsidRPr="004B2885"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4B2885">
              <w:rPr>
                <w:highlight w:val="yellow"/>
              </w:rPr>
              <w:t>[VLOŽÍ ZHOTOVITEL]</w:t>
            </w:r>
          </w:p>
        </w:tc>
      </w:tr>
      <w:tr w:rsidR="00F32CA6" w:rsidRPr="004B2885" w14:paraId="27F5DFDF"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D44FE0" w14:textId="77777777" w:rsidR="00F32CA6" w:rsidRPr="004B2885" w:rsidRDefault="00F32CA6" w:rsidP="00A46E9A">
            <w:pPr>
              <w:pStyle w:val="Tabulka"/>
            </w:pPr>
            <w:r w:rsidRPr="004B2885">
              <w:t>Telefon</w:t>
            </w:r>
          </w:p>
        </w:tc>
        <w:tc>
          <w:tcPr>
            <w:tcW w:w="5812" w:type="dxa"/>
            <w:shd w:val="clear" w:color="auto" w:fill="auto"/>
          </w:tcPr>
          <w:p w14:paraId="7009184B" w14:textId="77777777" w:rsidR="00F32CA6" w:rsidRPr="004B2885"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4B2885">
              <w:rPr>
                <w:highlight w:val="yellow"/>
              </w:rPr>
              <w:t>[VLOŽÍ ZHOTOVITEL]</w:t>
            </w:r>
          </w:p>
        </w:tc>
      </w:tr>
    </w:tbl>
    <w:p w14:paraId="1E9A33C6" w14:textId="77777777" w:rsidR="00F32CA6" w:rsidRPr="004B2885" w:rsidRDefault="00F32CA6" w:rsidP="002344F6">
      <w:pPr>
        <w:pStyle w:val="Textbezodsazen"/>
      </w:pPr>
    </w:p>
    <w:p w14:paraId="1CC0EA87"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FF20E57" w14:textId="77777777" w:rsidR="002344F6" w:rsidRDefault="002344F6" w:rsidP="002344F6">
      <w:pPr>
        <w:pStyle w:val="Textbezodsazen"/>
      </w:pPr>
    </w:p>
    <w:p w14:paraId="741CFC8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71036C9" w14:textId="77777777" w:rsidR="002344F6" w:rsidRDefault="002344F6" w:rsidP="002344F6">
      <w:pPr>
        <w:pStyle w:val="Textbezodsazen"/>
      </w:pPr>
    </w:p>
    <w:p w14:paraId="641286F9"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35D0E303" w14:textId="77777777" w:rsidR="00872362" w:rsidRDefault="00872362" w:rsidP="00872362">
      <w:pPr>
        <w:pStyle w:val="Nadpisbezsl1-1"/>
      </w:pPr>
      <w:r w:rsidRPr="004436EE">
        <w:lastRenderedPageBreak/>
        <w:t>Příloha</w:t>
      </w:r>
      <w:r>
        <w:t xml:space="preserve"> č. 7</w:t>
      </w:r>
    </w:p>
    <w:p w14:paraId="29A1BACA" w14:textId="77777777" w:rsidR="00872362" w:rsidRDefault="00872362" w:rsidP="00872362">
      <w:pPr>
        <w:pStyle w:val="Nadpisbezsl1-2"/>
      </w:pPr>
      <w:r>
        <w:t>Seznam požadovaných pojištění</w:t>
      </w:r>
    </w:p>
    <w:p w14:paraId="3C87A2E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A81A21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4D093DC1"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A33C684" w14:textId="77777777" w:rsidR="00872362" w:rsidRPr="004436EE" w:rsidRDefault="00872362" w:rsidP="000509D4">
            <w:pPr>
              <w:pStyle w:val="Textbezodsazen"/>
              <w:rPr>
                <w:rStyle w:val="Tun"/>
              </w:rPr>
            </w:pPr>
            <w:r w:rsidRPr="004436EE">
              <w:rPr>
                <w:rStyle w:val="Tun"/>
              </w:rPr>
              <w:t>DRUH POJIŠTĚNÍ</w:t>
            </w:r>
          </w:p>
        </w:tc>
        <w:tc>
          <w:tcPr>
            <w:tcW w:w="4227" w:type="dxa"/>
          </w:tcPr>
          <w:p w14:paraId="4F5362F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53709DB4"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692F7A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6D9049EB" w14:textId="27D66BE1" w:rsidR="00872362" w:rsidRPr="009649C8" w:rsidRDefault="00A04188" w:rsidP="009649C8">
            <w:pPr>
              <w:pStyle w:val="Textbezodsazen"/>
              <w:cnfStyle w:val="000000000000" w:firstRow="0" w:lastRow="0" w:firstColumn="0" w:lastColumn="0" w:oddVBand="0" w:evenVBand="0" w:oddHBand="0" w:evenHBand="0" w:firstRowFirstColumn="0" w:firstRowLastColumn="0" w:lastRowFirstColumn="0" w:lastRowLastColumn="0"/>
              <w:rPr>
                <w:b/>
              </w:rPr>
            </w:pPr>
            <w:r w:rsidRPr="00A04188">
              <w:rPr>
                <w:b/>
              </w:rPr>
              <w:t>31.517</w:t>
            </w:r>
            <w:r w:rsidR="003E3F72">
              <w:rPr>
                <w:b/>
              </w:rPr>
              <w:t>.</w:t>
            </w:r>
            <w:r w:rsidRPr="00A04188">
              <w:rPr>
                <w:b/>
              </w:rPr>
              <w:t>046,-</w:t>
            </w:r>
            <w:r w:rsidR="00872362" w:rsidRPr="00A04188">
              <w:rPr>
                <w:b/>
              </w:rPr>
              <w:t xml:space="preserve"> </w:t>
            </w:r>
          </w:p>
        </w:tc>
      </w:tr>
    </w:tbl>
    <w:p w14:paraId="225EDA6F" w14:textId="77777777" w:rsidR="00872362" w:rsidRDefault="00872362" w:rsidP="00872362">
      <w:pPr>
        <w:pStyle w:val="Textbezodsazen"/>
      </w:pPr>
    </w:p>
    <w:p w14:paraId="2BEE9836" w14:textId="77777777" w:rsidR="00670D9A" w:rsidRDefault="00670D9A" w:rsidP="00872362">
      <w:pPr>
        <w:pStyle w:val="Textbezodsazen"/>
      </w:pPr>
    </w:p>
    <w:p w14:paraId="7B5218D2" w14:textId="77777777" w:rsidR="00670D9A" w:rsidRDefault="00670D9A" w:rsidP="00872362">
      <w:pPr>
        <w:pStyle w:val="Textbezodsazen"/>
      </w:pPr>
    </w:p>
    <w:p w14:paraId="178F1BE4" w14:textId="77777777" w:rsidR="00670D9A" w:rsidRDefault="00670D9A" w:rsidP="00872362">
      <w:pPr>
        <w:pStyle w:val="Textbezodsazen"/>
      </w:pPr>
    </w:p>
    <w:p w14:paraId="682DA702" w14:textId="77777777" w:rsidR="00872362" w:rsidRDefault="00872362" w:rsidP="00872362">
      <w:pPr>
        <w:pStyle w:val="Textbezodsazen"/>
      </w:pPr>
    </w:p>
    <w:p w14:paraId="3A6CE5DF" w14:textId="77777777" w:rsidR="00872362" w:rsidRPr="00872362" w:rsidRDefault="00872362" w:rsidP="00872362">
      <w:pPr>
        <w:pStyle w:val="Textbezodsazen"/>
        <w:rPr>
          <w:rStyle w:val="Tun"/>
          <w:b w:val="0"/>
        </w:rPr>
      </w:pPr>
    </w:p>
    <w:p w14:paraId="7EBB764C"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78B63D17" w14:textId="77777777" w:rsidR="00872362" w:rsidRDefault="00872362" w:rsidP="00872362">
      <w:pPr>
        <w:pStyle w:val="Nadpisbezsl1-1"/>
      </w:pPr>
      <w:r>
        <w:lastRenderedPageBreak/>
        <w:t>Příloha č. 8</w:t>
      </w:r>
    </w:p>
    <w:p w14:paraId="02528263" w14:textId="77777777" w:rsidR="00872362" w:rsidRDefault="00872362" w:rsidP="00872362">
      <w:pPr>
        <w:pStyle w:val="Nadpisbezsl1-2"/>
      </w:pPr>
      <w:r>
        <w:t>Seznam poddodavatelů</w:t>
      </w:r>
    </w:p>
    <w:p w14:paraId="3260BA2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0EE28B7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3D227C3" w14:textId="77777777" w:rsidR="00872362" w:rsidRPr="00F95FBD" w:rsidRDefault="00872362" w:rsidP="000509D4">
            <w:pPr>
              <w:pStyle w:val="Tabulka"/>
              <w:jc w:val="left"/>
              <w:rPr>
                <w:rStyle w:val="Nadpisvtabulce"/>
              </w:rPr>
            </w:pPr>
            <w:r w:rsidRPr="00F95FBD">
              <w:rPr>
                <w:rStyle w:val="Nadpisvtabulce"/>
              </w:rPr>
              <w:t>Identifikace poddodavatele</w:t>
            </w:r>
          </w:p>
          <w:p w14:paraId="704C3A28"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375FF3F6"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771EFFB4"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7B448656"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81AED7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40C9E82" w14:textId="77777777" w:rsidR="00872362" w:rsidRPr="00F95FBD" w:rsidRDefault="00872362" w:rsidP="000509D4">
            <w:pPr>
              <w:pStyle w:val="Tabulka"/>
            </w:pPr>
            <w:r w:rsidRPr="00F95FBD">
              <w:rPr>
                <w:highlight w:val="yellow"/>
              </w:rPr>
              <w:t>[VLOŽÍ ZHOTOVITEL]</w:t>
            </w:r>
          </w:p>
        </w:tc>
        <w:tc>
          <w:tcPr>
            <w:tcW w:w="3129" w:type="dxa"/>
          </w:tcPr>
          <w:p w14:paraId="1329B20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9E7C7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030B44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C144266" w14:textId="77777777" w:rsidR="00872362" w:rsidRPr="00F95FBD" w:rsidRDefault="00872362" w:rsidP="000509D4">
            <w:pPr>
              <w:pStyle w:val="Tabulka"/>
            </w:pPr>
            <w:r w:rsidRPr="00F95FBD">
              <w:rPr>
                <w:highlight w:val="yellow"/>
              </w:rPr>
              <w:t>[VLOŽÍ ZHOTOVITEL]</w:t>
            </w:r>
          </w:p>
        </w:tc>
        <w:tc>
          <w:tcPr>
            <w:tcW w:w="3129" w:type="dxa"/>
          </w:tcPr>
          <w:p w14:paraId="7044130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E99DFE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10E3F0E"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7801920" w14:textId="77777777" w:rsidR="00872362" w:rsidRPr="00F95FBD" w:rsidRDefault="00872362" w:rsidP="000509D4">
            <w:pPr>
              <w:pStyle w:val="Tabulka"/>
            </w:pPr>
            <w:r w:rsidRPr="00F95FBD">
              <w:rPr>
                <w:highlight w:val="yellow"/>
              </w:rPr>
              <w:t>[VLOŽÍ ZHOTOVITEL]</w:t>
            </w:r>
          </w:p>
        </w:tc>
        <w:tc>
          <w:tcPr>
            <w:tcW w:w="3129" w:type="dxa"/>
          </w:tcPr>
          <w:p w14:paraId="2850AF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A704B8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D1613D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A95BABB" w14:textId="77777777" w:rsidR="00872362" w:rsidRPr="00F95FBD" w:rsidRDefault="00872362" w:rsidP="000509D4">
            <w:pPr>
              <w:pStyle w:val="Tabulka"/>
            </w:pPr>
            <w:r w:rsidRPr="00F95FBD">
              <w:rPr>
                <w:highlight w:val="yellow"/>
              </w:rPr>
              <w:t>[VLOŽÍ ZHOTOVITEL]</w:t>
            </w:r>
          </w:p>
        </w:tc>
        <w:tc>
          <w:tcPr>
            <w:tcW w:w="3129" w:type="dxa"/>
          </w:tcPr>
          <w:p w14:paraId="7D2945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64622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E26339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302DB65" w14:textId="77777777" w:rsidR="00872362" w:rsidRPr="00F95FBD" w:rsidRDefault="00872362" w:rsidP="000509D4">
            <w:pPr>
              <w:pStyle w:val="Tabulka"/>
            </w:pPr>
            <w:r w:rsidRPr="00F95FBD">
              <w:rPr>
                <w:highlight w:val="yellow"/>
              </w:rPr>
              <w:t>[VLOŽÍ ZHOTOVITEL]</w:t>
            </w:r>
          </w:p>
        </w:tc>
        <w:tc>
          <w:tcPr>
            <w:tcW w:w="3129" w:type="dxa"/>
          </w:tcPr>
          <w:p w14:paraId="5FA77A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114F9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3BB05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A95C707" w14:textId="77777777" w:rsidR="00872362" w:rsidRPr="00F95FBD" w:rsidRDefault="00872362" w:rsidP="000509D4">
            <w:pPr>
              <w:pStyle w:val="Tabulka"/>
            </w:pPr>
            <w:r w:rsidRPr="00F95FBD">
              <w:rPr>
                <w:highlight w:val="yellow"/>
              </w:rPr>
              <w:t>[VLOŽÍ ZHOTOVITEL]</w:t>
            </w:r>
          </w:p>
        </w:tc>
        <w:tc>
          <w:tcPr>
            <w:tcW w:w="3129" w:type="dxa"/>
          </w:tcPr>
          <w:p w14:paraId="2F01209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4C6B3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8D2583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8C79519" w14:textId="77777777" w:rsidR="00872362" w:rsidRPr="00F95FBD" w:rsidRDefault="00872362" w:rsidP="000509D4">
            <w:pPr>
              <w:pStyle w:val="Tabulka"/>
            </w:pPr>
            <w:r w:rsidRPr="00F95FBD">
              <w:rPr>
                <w:highlight w:val="yellow"/>
              </w:rPr>
              <w:t>[VLOŽÍ ZHOTOVITEL]</w:t>
            </w:r>
          </w:p>
        </w:tc>
        <w:tc>
          <w:tcPr>
            <w:tcW w:w="3129" w:type="dxa"/>
          </w:tcPr>
          <w:p w14:paraId="3BAF9B0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ADC19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42B0A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88F29AB" w14:textId="77777777" w:rsidR="00872362" w:rsidRPr="00F95FBD" w:rsidRDefault="00872362" w:rsidP="000509D4">
            <w:pPr>
              <w:pStyle w:val="Tabulka"/>
            </w:pPr>
            <w:r w:rsidRPr="00F95FBD">
              <w:rPr>
                <w:highlight w:val="yellow"/>
              </w:rPr>
              <w:t>[VLOŽÍ ZHOTOVITEL]</w:t>
            </w:r>
          </w:p>
        </w:tc>
        <w:tc>
          <w:tcPr>
            <w:tcW w:w="3129" w:type="dxa"/>
          </w:tcPr>
          <w:p w14:paraId="373E705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168B70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5BFD92EE"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6E7FF585" w14:textId="77777777" w:rsidR="00872362" w:rsidRPr="004436EE" w:rsidRDefault="00872362" w:rsidP="000509D4">
            <w:pPr>
              <w:pStyle w:val="Tabulka"/>
              <w:jc w:val="right"/>
              <w:rPr>
                <w:rStyle w:val="Tun"/>
              </w:rPr>
            </w:pPr>
            <w:r w:rsidRPr="004436EE">
              <w:rPr>
                <w:rStyle w:val="Tun"/>
              </w:rPr>
              <w:t>CELKEM %</w:t>
            </w:r>
          </w:p>
        </w:tc>
        <w:tc>
          <w:tcPr>
            <w:tcW w:w="2957" w:type="dxa"/>
          </w:tcPr>
          <w:p w14:paraId="3DFADD0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29FAA24F" w14:textId="77777777" w:rsidR="00872362" w:rsidRPr="00F95FBD" w:rsidRDefault="00872362" w:rsidP="00670D9A">
      <w:pPr>
        <w:pStyle w:val="Textbezodsazen"/>
      </w:pPr>
    </w:p>
    <w:p w14:paraId="0F316F1E" w14:textId="77777777" w:rsidR="00670D9A" w:rsidRDefault="00670D9A" w:rsidP="00670D9A">
      <w:pPr>
        <w:pStyle w:val="Textbezodsazen"/>
      </w:pPr>
    </w:p>
    <w:p w14:paraId="76809123" w14:textId="77777777" w:rsidR="00670D9A" w:rsidRDefault="00670D9A" w:rsidP="00670D9A">
      <w:pPr>
        <w:pStyle w:val="Textbezodsazen"/>
      </w:pPr>
    </w:p>
    <w:p w14:paraId="3D4CD13E" w14:textId="77777777" w:rsidR="00670D9A" w:rsidRDefault="00670D9A" w:rsidP="00670D9A">
      <w:pPr>
        <w:pStyle w:val="Textbezodsazen"/>
      </w:pPr>
    </w:p>
    <w:p w14:paraId="47041628"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02D2E62F" w14:textId="77777777" w:rsidR="00872362" w:rsidRDefault="00872362" w:rsidP="00872362">
      <w:pPr>
        <w:pStyle w:val="Nadpisbezsl1-1"/>
      </w:pPr>
      <w:r>
        <w:lastRenderedPageBreak/>
        <w:t>Příloha č. 9</w:t>
      </w:r>
    </w:p>
    <w:p w14:paraId="6FD550E5" w14:textId="77777777" w:rsidR="00872362" w:rsidRDefault="00872362" w:rsidP="00872362">
      <w:pPr>
        <w:pStyle w:val="Nadpisbezsl1-2"/>
      </w:pPr>
      <w:r>
        <w:t>Související dokumenty</w:t>
      </w:r>
    </w:p>
    <w:p w14:paraId="658D476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3DE2C64F"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7F8D550" w14:textId="77777777" w:rsidR="00872362" w:rsidRPr="00F95FBD" w:rsidRDefault="00872362" w:rsidP="00380C0F">
            <w:pPr>
              <w:pStyle w:val="Tabulka"/>
              <w:rPr>
                <w:rStyle w:val="Nadpisvtabulce"/>
              </w:rPr>
            </w:pPr>
            <w:r>
              <w:rPr>
                <w:rStyle w:val="Nadpisvtabulce"/>
              </w:rPr>
              <w:t>Název dokumentu</w:t>
            </w:r>
          </w:p>
        </w:tc>
        <w:tc>
          <w:tcPr>
            <w:tcW w:w="3129" w:type="dxa"/>
          </w:tcPr>
          <w:p w14:paraId="201C6649"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C8CBAAF"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26535ACE"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FDE8C8E" w14:textId="77777777" w:rsidR="00516F86" w:rsidRPr="00633097" w:rsidRDefault="00516F86" w:rsidP="00516F86">
            <w:pPr>
              <w:pStyle w:val="Textbezslovn"/>
              <w:tabs>
                <w:tab w:val="left" w:pos="284"/>
              </w:tabs>
              <w:spacing w:after="0"/>
              <w:ind w:left="284"/>
              <w:jc w:val="left"/>
            </w:pPr>
            <w:r w:rsidRPr="00714697">
              <w:t>Záměr projektu „</w:t>
            </w:r>
            <w:r w:rsidRPr="00806380">
              <w:t xml:space="preserve">Modernizace trati Brno-Přerov, 3. stavba Vyškov – Nezamyslice“, zpracovaný společností SUDOP BRNO spol. s r. o., </w:t>
            </w:r>
            <w:r w:rsidRPr="00633097">
              <w:t>Kounicova 688/26, Veveří, 602 00 Brno</w:t>
            </w:r>
            <w:r w:rsidRPr="00806380">
              <w:t>, IČO:</w:t>
            </w:r>
            <w:r w:rsidRPr="00633097">
              <w:t xml:space="preserve"> </w:t>
            </w:r>
            <w:r w:rsidRPr="00806380">
              <w:t>44960417</w:t>
            </w:r>
          </w:p>
          <w:p w14:paraId="57C304D7" w14:textId="77777777" w:rsidR="00872362" w:rsidRPr="00D0544F" w:rsidRDefault="00872362" w:rsidP="00380C0F">
            <w:pPr>
              <w:pStyle w:val="Tabulka"/>
              <w:rPr>
                <w:highlight w:val="green"/>
              </w:rPr>
            </w:pPr>
          </w:p>
        </w:tc>
        <w:tc>
          <w:tcPr>
            <w:tcW w:w="3129" w:type="dxa"/>
          </w:tcPr>
          <w:p w14:paraId="6F9DA377" w14:textId="77777777" w:rsidR="00872362" w:rsidRPr="00F95FBD" w:rsidRDefault="00516F86"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0D94F3A3" w14:textId="77777777" w:rsidR="00872362" w:rsidRPr="00F95FBD" w:rsidRDefault="00516F86" w:rsidP="00380C0F">
            <w:pPr>
              <w:pStyle w:val="Tabulka"/>
              <w:jc w:val="center"/>
              <w:cnfStyle w:val="000000000000" w:firstRow="0" w:lastRow="0" w:firstColumn="0" w:lastColumn="0" w:oddVBand="0" w:evenVBand="0" w:oddHBand="0" w:evenHBand="0" w:firstRowFirstColumn="0" w:firstRowLastColumn="0" w:lastRowFirstColumn="0" w:lastRowLastColumn="0"/>
            </w:pPr>
            <w:r w:rsidRPr="00806380">
              <w:t>schválený CKMD 28. 7. 2020</w:t>
            </w:r>
          </w:p>
        </w:tc>
      </w:tr>
      <w:tr w:rsidR="00872362" w:rsidRPr="00F95FBD" w14:paraId="5F51FBF5"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6CF5937" w14:textId="77777777" w:rsidR="00516F86" w:rsidRPr="00714697" w:rsidRDefault="00516F86" w:rsidP="00516F86">
            <w:pPr>
              <w:pStyle w:val="Textbezslovn"/>
              <w:tabs>
                <w:tab w:val="left" w:pos="284"/>
              </w:tabs>
              <w:spacing w:after="0"/>
              <w:ind w:left="284"/>
              <w:jc w:val="left"/>
            </w:pPr>
            <w:r w:rsidRPr="00806380">
              <w:t>Rozpracovaná Dokumentace pro územní rozhodnutí „Modernizace trati Brno-Přerov, 3. stavba Vyškov – Nezamyslice“ zpracovaná společností SUDOP</w:t>
            </w:r>
            <w:r>
              <w:t xml:space="preserve"> BRNO spol. s </w:t>
            </w:r>
            <w:r w:rsidRPr="00714697">
              <w:t>r.o.</w:t>
            </w:r>
            <w:r>
              <w:t xml:space="preserve">, </w:t>
            </w:r>
            <w:r w:rsidRPr="00633097">
              <w:t>Kounicova 688/26, Veveří, 602 00 Brno</w:t>
            </w:r>
            <w:r>
              <w:t>, IČO:</w:t>
            </w:r>
            <w:r w:rsidRPr="00633097">
              <w:t xml:space="preserve"> </w:t>
            </w:r>
            <w:r w:rsidRPr="00806380">
              <w:t>44960417</w:t>
            </w:r>
          </w:p>
          <w:p w14:paraId="3B9E7EA7" w14:textId="77777777" w:rsidR="00872362" w:rsidRPr="00516F86" w:rsidRDefault="00872362" w:rsidP="00516F86">
            <w:pPr>
              <w:pStyle w:val="Tabulka"/>
              <w:tabs>
                <w:tab w:val="left" w:pos="284"/>
              </w:tabs>
              <w:ind w:left="284"/>
              <w:jc w:val="left"/>
            </w:pPr>
          </w:p>
        </w:tc>
        <w:tc>
          <w:tcPr>
            <w:tcW w:w="3129" w:type="dxa"/>
          </w:tcPr>
          <w:p w14:paraId="4A6DA72E" w14:textId="77777777" w:rsidR="00872362" w:rsidRPr="00F95FBD" w:rsidRDefault="00516F86"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6BB379BB" w14:textId="77777777" w:rsidR="00872362" w:rsidRPr="00F95FBD" w:rsidRDefault="00516F86" w:rsidP="00380C0F">
            <w:pPr>
              <w:pStyle w:val="Tabulka"/>
              <w:jc w:val="center"/>
              <w:cnfStyle w:val="000000000000" w:firstRow="0" w:lastRow="0" w:firstColumn="0" w:lastColumn="0" w:oddVBand="0" w:evenVBand="0" w:oddHBand="0" w:evenHBand="0" w:firstRowFirstColumn="0" w:firstRowLastColumn="0" w:lastRowFirstColumn="0" w:lastRowLastColumn="0"/>
            </w:pPr>
            <w:r w:rsidRPr="00714697">
              <w:t>z 11/2018</w:t>
            </w:r>
          </w:p>
        </w:tc>
      </w:tr>
      <w:tr w:rsidR="00872362" w:rsidRPr="00F95FBD" w14:paraId="7BAF4C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73BDE1D"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7EC4DEE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1A7C14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1684E6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F2296FD"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3D07301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7CBD2F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8934F8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995947F"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5A6EB15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9725D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EB0752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65F684F"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53145E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E52EF3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047E9C5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28A9D3B"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1ABE87E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A71380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A93F79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083F7F02"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06F8305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A625CE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98D5F1B" w14:textId="77777777" w:rsidR="00872362" w:rsidRDefault="00872362" w:rsidP="00872362">
      <w:pPr>
        <w:pStyle w:val="Textbezodsazen"/>
      </w:pPr>
    </w:p>
    <w:p w14:paraId="0F8631BA" w14:textId="77777777" w:rsidR="00872362" w:rsidRDefault="00872362" w:rsidP="00872362">
      <w:pPr>
        <w:pStyle w:val="Textbezodsazen"/>
      </w:pPr>
    </w:p>
    <w:p w14:paraId="2A2E78C6" w14:textId="77777777" w:rsidR="00872362" w:rsidRDefault="00872362" w:rsidP="00872362">
      <w:pPr>
        <w:pStyle w:val="Textbezodsazen"/>
      </w:pPr>
    </w:p>
    <w:p w14:paraId="53DC135A" w14:textId="77777777" w:rsidR="00670D9A" w:rsidRDefault="00670D9A" w:rsidP="00872362">
      <w:pPr>
        <w:pStyle w:val="Textbezodsazen"/>
      </w:pPr>
    </w:p>
    <w:p w14:paraId="3CDF5237" w14:textId="77777777" w:rsidR="00670D9A" w:rsidRDefault="00670D9A" w:rsidP="00872362">
      <w:pPr>
        <w:pStyle w:val="Textbezodsazen"/>
      </w:pPr>
    </w:p>
    <w:p w14:paraId="5E61DEBF" w14:textId="77777777" w:rsidR="00670D9A" w:rsidRDefault="00670D9A" w:rsidP="00872362">
      <w:pPr>
        <w:pStyle w:val="Textbezodsazen"/>
      </w:pPr>
    </w:p>
    <w:p w14:paraId="6BAB2C43" w14:textId="77777777" w:rsidR="00872362" w:rsidRDefault="00872362" w:rsidP="00872362">
      <w:pPr>
        <w:pStyle w:val="Textbezodsazen"/>
      </w:pPr>
    </w:p>
    <w:p w14:paraId="20CDEF3E" w14:textId="77777777"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175FDC64" w14:textId="77777777" w:rsidR="005445D5" w:rsidRDefault="005445D5" w:rsidP="005445D5">
      <w:pPr>
        <w:pStyle w:val="Nadpisbezsl1-1"/>
      </w:pPr>
      <w:r>
        <w:lastRenderedPageBreak/>
        <w:t>Příloha č. 10</w:t>
      </w:r>
    </w:p>
    <w:p w14:paraId="5396AB03" w14:textId="77777777" w:rsidR="005445D5" w:rsidRDefault="005445D5" w:rsidP="005445D5">
      <w:pPr>
        <w:pStyle w:val="Nadpisbezsl1-2"/>
      </w:pPr>
      <w:r>
        <w:t>Zmocnění Vedoucího Zhotovitele</w:t>
      </w:r>
    </w:p>
    <w:p w14:paraId="562B8541" w14:textId="77777777" w:rsidR="005445D5" w:rsidRDefault="005445D5" w:rsidP="005445D5">
      <w:pPr>
        <w:pStyle w:val="Textbezodsazen"/>
      </w:pPr>
    </w:p>
    <w:p w14:paraId="5EA3EF6B" w14:textId="77777777" w:rsidR="005445D5" w:rsidRDefault="005445D5" w:rsidP="005445D5">
      <w:pPr>
        <w:pStyle w:val="Textbezodsazen"/>
      </w:pPr>
    </w:p>
    <w:p w14:paraId="5224CFC9" w14:textId="77777777" w:rsidR="005445D5" w:rsidRDefault="005445D5" w:rsidP="005445D5">
      <w:pPr>
        <w:pStyle w:val="Textbezodsazen"/>
      </w:pPr>
    </w:p>
    <w:p w14:paraId="69442BC8" w14:textId="77777777" w:rsidR="005445D5" w:rsidRDefault="005445D5" w:rsidP="005445D5">
      <w:pPr>
        <w:pStyle w:val="Textbezodsazen"/>
      </w:pPr>
    </w:p>
    <w:p w14:paraId="775088B8"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5D1C7" w14:textId="77777777" w:rsidR="00F407CE" w:rsidRDefault="00F407CE" w:rsidP="00962258">
      <w:pPr>
        <w:spacing w:after="0" w:line="240" w:lineRule="auto"/>
      </w:pPr>
      <w:r>
        <w:separator/>
      </w:r>
    </w:p>
  </w:endnote>
  <w:endnote w:type="continuationSeparator" w:id="0">
    <w:p w14:paraId="7E3223B1" w14:textId="77777777" w:rsidR="00F407CE" w:rsidRDefault="00F407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47EB21C1" w14:textId="77777777" w:rsidTr="00A46E9A">
      <w:trPr>
        <w:trHeight w:val="284"/>
      </w:trPr>
      <w:tc>
        <w:tcPr>
          <w:tcW w:w="907" w:type="dxa"/>
          <w:tcMar>
            <w:left w:w="0" w:type="dxa"/>
            <w:right w:w="0" w:type="dxa"/>
          </w:tcMar>
          <w:vAlign w:val="bottom"/>
        </w:tcPr>
        <w:p w14:paraId="4CD1F1D2" w14:textId="20325F61"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2D36E294" w14:textId="59F1E6A4" w:rsidR="00C00DE9" w:rsidRPr="00BD0C4A" w:rsidRDefault="001679F2" w:rsidP="00BD0C4A">
          <w:pPr>
            <w:pStyle w:val="Zpatvlevo"/>
          </w:pPr>
          <w:fldSimple w:instr=" STYLEREF  _Název_akce  \* MERGEFORMAT ">
            <w:r w:rsidR="00993AA3" w:rsidRPr="00993AA3">
              <w:rPr>
                <w:b/>
                <w:bCs/>
                <w:noProof/>
              </w:rPr>
              <w:t xml:space="preserve">„Modernizace trati Brno-Přerov, 3. stavba Vyškov – </w:t>
            </w:r>
            <w:r w:rsidR="00993AA3">
              <w:rPr>
                <w:noProof/>
              </w:rPr>
              <w:t>Nezamyslice“</w:t>
            </w:r>
          </w:fldSimple>
        </w:p>
        <w:p w14:paraId="2D9F00B6" w14:textId="77777777" w:rsidR="00C00DE9" w:rsidRPr="00BD0C4A" w:rsidRDefault="00C00DE9" w:rsidP="00674FC4">
          <w:pPr>
            <w:pStyle w:val="Zpatvlevo"/>
          </w:pPr>
          <w:r w:rsidRPr="00BD0C4A">
            <w:t xml:space="preserve">Smlouva o dílo na </w:t>
          </w:r>
          <w:r>
            <w:t>aktualizaci Dokumentace</w:t>
          </w:r>
          <w:r w:rsidRPr="00BD0C4A">
            <w:t xml:space="preserve"> pro územní řízení </w:t>
          </w:r>
          <w:r>
            <w:t>(</w:t>
          </w:r>
          <w:r w:rsidRPr="00BD0C4A">
            <w:t>DUR)</w:t>
          </w:r>
        </w:p>
      </w:tc>
    </w:tr>
  </w:tbl>
  <w:p w14:paraId="227AC893" w14:textId="77777777" w:rsidR="00C00DE9" w:rsidRPr="00BD0C4A" w:rsidRDefault="00C00DE9">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79FDC312" w14:textId="77777777" w:rsidTr="00BD0C4A">
      <w:trPr>
        <w:trHeight w:val="247"/>
      </w:trPr>
      <w:tc>
        <w:tcPr>
          <w:tcW w:w="907" w:type="dxa"/>
          <w:tcMar>
            <w:left w:w="0" w:type="dxa"/>
            <w:right w:w="0" w:type="dxa"/>
          </w:tcMar>
          <w:vAlign w:val="bottom"/>
        </w:tcPr>
        <w:p w14:paraId="3BA45DB0" w14:textId="715883E8"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AAF78A" w14:textId="77777777" w:rsidR="00C00DE9" w:rsidRDefault="00C00DE9" w:rsidP="00BD0C4A">
          <w:pPr>
            <w:pStyle w:val="Zpatvlevo"/>
          </w:pPr>
          <w:r>
            <w:t>Příloha č. 4</w:t>
          </w:r>
        </w:p>
        <w:p w14:paraId="58E7315D" w14:textId="235D9D1C" w:rsidR="00C00DE9" w:rsidRPr="00BD0C4A" w:rsidRDefault="001679F2" w:rsidP="00BD0C4A">
          <w:pPr>
            <w:pStyle w:val="Zpatvlevo"/>
          </w:pPr>
          <w:fldSimple w:instr=" STYLEREF  _Název_akce  \* MERGEFORMAT ">
            <w:r w:rsidR="00993AA3" w:rsidRPr="00993AA3">
              <w:rPr>
                <w:b/>
                <w:bCs/>
                <w:noProof/>
              </w:rPr>
              <w:t>„Modernizace trati Brno-Přerov, 3. stavba Vyškov – Nezamyslice“</w:t>
            </w:r>
          </w:fldSimple>
        </w:p>
        <w:p w14:paraId="385D9A85" w14:textId="77777777" w:rsidR="00C00DE9" w:rsidRPr="00BD0C4A" w:rsidRDefault="00C00DE9" w:rsidP="00A04188">
          <w:pPr>
            <w:pStyle w:val="Zpatvlevo"/>
          </w:pPr>
          <w:r w:rsidRPr="00BD0C4A">
            <w:t xml:space="preserve">Smlouva o dílo na </w:t>
          </w:r>
          <w:r>
            <w:t>aktualizaci Dokumentace pro územní řízení (</w:t>
          </w:r>
          <w:r w:rsidRPr="00BD0C4A">
            <w:t>DUR)</w:t>
          </w:r>
        </w:p>
      </w:tc>
    </w:tr>
  </w:tbl>
  <w:p w14:paraId="173172D1" w14:textId="77777777" w:rsidR="00C00DE9" w:rsidRPr="00BD0C4A" w:rsidRDefault="00C00DE9">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50E26F84" w14:textId="77777777" w:rsidTr="00BD0C4A">
      <w:tc>
        <w:tcPr>
          <w:tcW w:w="7873" w:type="dxa"/>
          <w:vAlign w:val="bottom"/>
        </w:tcPr>
        <w:p w14:paraId="49054662" w14:textId="77777777" w:rsidR="00C00DE9" w:rsidRDefault="00C00DE9" w:rsidP="00BD0C4A">
          <w:pPr>
            <w:pStyle w:val="Zpatvpravo"/>
          </w:pPr>
          <w:r>
            <w:t>Příloha č. 4</w:t>
          </w:r>
        </w:p>
        <w:p w14:paraId="6A69E827" w14:textId="5B513866"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7BFC161A" w14:textId="77777777" w:rsidR="00C00DE9" w:rsidRPr="00BD0C4A" w:rsidRDefault="00C00DE9" w:rsidP="00A04188">
          <w:pPr>
            <w:pStyle w:val="Zpatvpravo"/>
          </w:pPr>
          <w:r w:rsidRPr="00BD0C4A">
            <w:t>Sml</w:t>
          </w:r>
          <w:r>
            <w:t>ouva o dílo na</w:t>
          </w:r>
          <w:r w:rsidRPr="00BD0C4A">
            <w:t xml:space="preserve"> </w:t>
          </w:r>
          <w:r>
            <w:t xml:space="preserve">aktualizaci </w:t>
          </w:r>
          <w:r w:rsidRPr="00BD0C4A">
            <w:t>Do</w:t>
          </w:r>
          <w:r>
            <w:t>kumentace pro územní řízení (</w:t>
          </w:r>
          <w:r w:rsidRPr="00BD0C4A">
            <w:t>DUR)</w:t>
          </w:r>
        </w:p>
      </w:tc>
      <w:tc>
        <w:tcPr>
          <w:tcW w:w="859" w:type="dxa"/>
          <w:vAlign w:val="bottom"/>
        </w:tcPr>
        <w:p w14:paraId="10E8DFE8" w14:textId="42AF03F5"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2</w:t>
          </w:r>
          <w:r w:rsidRPr="007145F3">
            <w:rPr>
              <w:b/>
              <w:noProof/>
              <w:color w:val="FF5200" w:themeColor="accent2"/>
              <w:sz w:val="14"/>
              <w:szCs w:val="14"/>
            </w:rPr>
            <w:fldChar w:fldCharType="end"/>
          </w:r>
        </w:p>
      </w:tc>
    </w:tr>
  </w:tbl>
  <w:p w14:paraId="19DD098D" w14:textId="77777777" w:rsidR="00C00DE9" w:rsidRPr="00B8518B" w:rsidRDefault="00C00DE9"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2CA3A618" w14:textId="77777777" w:rsidTr="00BD0C4A">
      <w:trPr>
        <w:trHeight w:val="247"/>
      </w:trPr>
      <w:tc>
        <w:tcPr>
          <w:tcW w:w="907" w:type="dxa"/>
          <w:tcMar>
            <w:left w:w="0" w:type="dxa"/>
            <w:right w:w="0" w:type="dxa"/>
          </w:tcMar>
          <w:vAlign w:val="bottom"/>
        </w:tcPr>
        <w:p w14:paraId="571EDEA4"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6500E05" w14:textId="77777777" w:rsidR="00C00DE9" w:rsidRDefault="00C00DE9" w:rsidP="00BD0C4A">
          <w:pPr>
            <w:pStyle w:val="Zpatvlevo"/>
          </w:pPr>
          <w:r>
            <w:t>Příloha č. 5</w:t>
          </w:r>
        </w:p>
        <w:p w14:paraId="5836CADA" w14:textId="77777777" w:rsidR="00C00DE9" w:rsidRPr="00BD0C4A" w:rsidRDefault="001679F2" w:rsidP="00BD0C4A">
          <w:pPr>
            <w:pStyle w:val="Zpatvlevo"/>
          </w:pPr>
          <w:fldSimple w:instr=" STYLEREF  _Název_akce  \* MERGEFORMAT ">
            <w:r w:rsidR="00C00DE9">
              <w:rPr>
                <w:noProof/>
              </w:rPr>
              <w:t>„Modernizace trati Brno-Přerov, 3. stavba Vyškov – Nezamyslice“</w:t>
            </w:r>
          </w:fldSimple>
        </w:p>
        <w:p w14:paraId="491102C2" w14:textId="77777777" w:rsidR="00C00DE9" w:rsidRPr="00BD0C4A" w:rsidRDefault="00C00DE9" w:rsidP="00BD0C4A">
          <w:pPr>
            <w:pStyle w:val="Zpatvlevo"/>
          </w:pPr>
          <w:r w:rsidRPr="00BD0C4A">
            <w:t>Smlouva o dílo na Záměru projektu a Dokumentace pro územní řízení (ZP+DUR)</w:t>
          </w:r>
        </w:p>
      </w:tc>
    </w:tr>
  </w:tbl>
  <w:p w14:paraId="1D27A37D" w14:textId="77777777" w:rsidR="00C00DE9" w:rsidRPr="00BD0C4A" w:rsidRDefault="00C00DE9">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4400CA48" w14:textId="77777777" w:rsidTr="00BD0C4A">
      <w:tc>
        <w:tcPr>
          <w:tcW w:w="7873" w:type="dxa"/>
          <w:vAlign w:val="bottom"/>
        </w:tcPr>
        <w:p w14:paraId="662CD292" w14:textId="77777777" w:rsidR="00C00DE9" w:rsidRDefault="00C00DE9" w:rsidP="00BD0C4A">
          <w:pPr>
            <w:pStyle w:val="Zpatvpravo"/>
          </w:pPr>
          <w:r>
            <w:t>Příloha č. 5</w:t>
          </w:r>
        </w:p>
        <w:p w14:paraId="609727B8" w14:textId="7B72F124"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21DBA147" w14:textId="77777777" w:rsidR="00C00DE9" w:rsidRPr="00BD0C4A" w:rsidRDefault="00C00DE9" w:rsidP="00A04188">
          <w:pPr>
            <w:pStyle w:val="Zpatvpravo"/>
          </w:pPr>
          <w:r w:rsidRPr="00BD0C4A">
            <w:t>Smlouva o dílo na</w:t>
          </w:r>
          <w:r>
            <w:t xml:space="preserve"> aktualizaci Dokumentace pro územní řízení (</w:t>
          </w:r>
          <w:r w:rsidRPr="00BD0C4A">
            <w:t>DUR)</w:t>
          </w:r>
        </w:p>
      </w:tc>
      <w:tc>
        <w:tcPr>
          <w:tcW w:w="859" w:type="dxa"/>
          <w:vAlign w:val="bottom"/>
        </w:tcPr>
        <w:p w14:paraId="01C6D5B2" w14:textId="5A2039F0"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6D5D03F9" w14:textId="77777777" w:rsidR="00C00DE9" w:rsidRPr="00B8518B" w:rsidRDefault="00C00DE9"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14B7A529" w14:textId="77777777" w:rsidTr="00BD0C4A">
      <w:trPr>
        <w:trHeight w:val="247"/>
      </w:trPr>
      <w:tc>
        <w:tcPr>
          <w:tcW w:w="907" w:type="dxa"/>
          <w:tcMar>
            <w:left w:w="0" w:type="dxa"/>
            <w:right w:w="0" w:type="dxa"/>
          </w:tcMar>
          <w:vAlign w:val="bottom"/>
        </w:tcPr>
        <w:p w14:paraId="1C2A17F4" w14:textId="0DA9DF2B"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15E59E5F" w14:textId="77777777" w:rsidR="00C00DE9" w:rsidRDefault="00C00DE9" w:rsidP="00BD0C4A">
          <w:pPr>
            <w:pStyle w:val="Zpatvlevo"/>
          </w:pPr>
          <w:r>
            <w:t>Příloha č. 6</w:t>
          </w:r>
        </w:p>
        <w:p w14:paraId="24F954DE" w14:textId="4C9D433B" w:rsidR="00C00DE9" w:rsidRPr="00BD0C4A" w:rsidRDefault="001679F2" w:rsidP="00BD0C4A">
          <w:pPr>
            <w:pStyle w:val="Zpatvlevo"/>
          </w:pPr>
          <w:fldSimple w:instr=" STYLEREF  _Název_akce  \* MERGEFORMAT ">
            <w:r w:rsidR="00993AA3" w:rsidRPr="00993AA3">
              <w:rPr>
                <w:b/>
                <w:bCs/>
                <w:noProof/>
              </w:rPr>
              <w:t>„Modernizace trati Brno-Přerov, 3. stavba Vyškov – Nezamyslice“</w:t>
            </w:r>
          </w:fldSimple>
        </w:p>
        <w:p w14:paraId="0C397E86" w14:textId="77777777" w:rsidR="00C00DE9" w:rsidRPr="00BD0C4A" w:rsidRDefault="00C00DE9" w:rsidP="00DA1B9F">
          <w:pPr>
            <w:pStyle w:val="Zpatvlevo"/>
          </w:pPr>
          <w:r w:rsidRPr="00BD0C4A">
            <w:t xml:space="preserve">Smlouva o dílo na </w:t>
          </w:r>
          <w:r>
            <w:t xml:space="preserve">aktualizaci </w:t>
          </w:r>
          <w:r w:rsidRPr="00BD0C4A">
            <w:t>Do</w:t>
          </w:r>
          <w:r>
            <w:t>kumentace pro územní řízení (</w:t>
          </w:r>
          <w:r w:rsidRPr="00BD0C4A">
            <w:t>DUR)</w:t>
          </w:r>
        </w:p>
      </w:tc>
    </w:tr>
  </w:tbl>
  <w:p w14:paraId="6447DE80" w14:textId="77777777" w:rsidR="00C00DE9" w:rsidRPr="00BD0C4A" w:rsidRDefault="00C00DE9">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31AC6E07" w14:textId="77777777" w:rsidTr="00BD0C4A">
      <w:tc>
        <w:tcPr>
          <w:tcW w:w="7873" w:type="dxa"/>
          <w:vAlign w:val="bottom"/>
        </w:tcPr>
        <w:p w14:paraId="244E70A2" w14:textId="77777777" w:rsidR="00C00DE9" w:rsidRDefault="00C00DE9" w:rsidP="00BD0C4A">
          <w:pPr>
            <w:pStyle w:val="Zpatvpravo"/>
          </w:pPr>
          <w:r>
            <w:t>Příloha č. 6</w:t>
          </w:r>
        </w:p>
        <w:p w14:paraId="7043BBA2" w14:textId="62567043"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71822C4F" w14:textId="77777777" w:rsidR="00C00DE9" w:rsidRPr="00BD0C4A" w:rsidRDefault="00C00DE9" w:rsidP="00BD0C4A">
          <w:pPr>
            <w:pStyle w:val="Zpatvpravo"/>
          </w:pPr>
          <w:r w:rsidRPr="00BD0C4A">
            <w:t>Smlou</w:t>
          </w:r>
          <w:r>
            <w:t xml:space="preserve">va o dílo na aktualizaci </w:t>
          </w:r>
          <w:r w:rsidRPr="00BD0C4A">
            <w:t>Do</w:t>
          </w:r>
          <w:r>
            <w:t>kumentace pro územní řízení (</w:t>
          </w:r>
          <w:r w:rsidRPr="00BD0C4A">
            <w:t>DUR)</w:t>
          </w:r>
        </w:p>
      </w:tc>
      <w:tc>
        <w:tcPr>
          <w:tcW w:w="859" w:type="dxa"/>
          <w:vAlign w:val="bottom"/>
        </w:tcPr>
        <w:p w14:paraId="29EAD9A6" w14:textId="1E5FF8E7"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4</w:t>
          </w:r>
          <w:r w:rsidRPr="007145F3">
            <w:rPr>
              <w:b/>
              <w:noProof/>
              <w:color w:val="FF5200" w:themeColor="accent2"/>
              <w:sz w:val="14"/>
              <w:szCs w:val="14"/>
            </w:rPr>
            <w:fldChar w:fldCharType="end"/>
          </w:r>
        </w:p>
      </w:tc>
    </w:tr>
  </w:tbl>
  <w:p w14:paraId="3F05C947" w14:textId="77777777" w:rsidR="00C00DE9" w:rsidRPr="00B8518B" w:rsidRDefault="00C00DE9"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22460C78" w14:textId="77777777" w:rsidTr="00BD0C4A">
      <w:trPr>
        <w:trHeight w:val="247"/>
      </w:trPr>
      <w:tc>
        <w:tcPr>
          <w:tcW w:w="907" w:type="dxa"/>
          <w:tcMar>
            <w:left w:w="0" w:type="dxa"/>
            <w:right w:w="0" w:type="dxa"/>
          </w:tcMar>
          <w:vAlign w:val="bottom"/>
        </w:tcPr>
        <w:p w14:paraId="13B3C66F"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2D0400D" w14:textId="77777777" w:rsidR="00C00DE9" w:rsidRDefault="00C00DE9" w:rsidP="00BD0C4A">
          <w:pPr>
            <w:pStyle w:val="Zpatvlevo"/>
          </w:pPr>
          <w:r>
            <w:t>Příloha č. 7</w:t>
          </w:r>
        </w:p>
        <w:p w14:paraId="3A36279D"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4A9A734C" w14:textId="77777777" w:rsidR="00C00DE9" w:rsidRPr="00BD0C4A" w:rsidRDefault="00C00DE9" w:rsidP="00BD0C4A">
          <w:pPr>
            <w:pStyle w:val="Zpatvlevo"/>
          </w:pPr>
          <w:r w:rsidRPr="00BD0C4A">
            <w:t>Smlouva o dílo na Záměru projektu a Dokumentace pro územní řízení (ZP+DUR)</w:t>
          </w:r>
        </w:p>
      </w:tc>
    </w:tr>
  </w:tbl>
  <w:p w14:paraId="7459139C" w14:textId="77777777" w:rsidR="00C00DE9" w:rsidRPr="00BD0C4A" w:rsidRDefault="00C00DE9">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491B4E9C" w14:textId="77777777" w:rsidTr="00BD0C4A">
      <w:tc>
        <w:tcPr>
          <w:tcW w:w="7873" w:type="dxa"/>
          <w:vAlign w:val="bottom"/>
        </w:tcPr>
        <w:p w14:paraId="24B3AF8B" w14:textId="77777777" w:rsidR="00C00DE9" w:rsidRDefault="00C00DE9" w:rsidP="00BD0C4A">
          <w:pPr>
            <w:pStyle w:val="Zpatvpravo"/>
          </w:pPr>
          <w:r>
            <w:t>Příloha č. 7</w:t>
          </w:r>
        </w:p>
        <w:p w14:paraId="1C623A12" w14:textId="15D910F0"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7F5A7E75" w14:textId="77777777" w:rsidR="00C00DE9" w:rsidRPr="00BD0C4A" w:rsidRDefault="00C00DE9" w:rsidP="00A04188">
          <w:pPr>
            <w:pStyle w:val="Zpatvpravo"/>
          </w:pPr>
          <w:r w:rsidRPr="00BD0C4A">
            <w:t xml:space="preserve">Smlouva o dílo na </w:t>
          </w:r>
          <w:r>
            <w:t>aktualizaci Dokumentace</w:t>
          </w:r>
          <w:r w:rsidRPr="00BD0C4A">
            <w:t xml:space="preserve"> pro územní řízení (DUR)</w:t>
          </w:r>
        </w:p>
      </w:tc>
      <w:tc>
        <w:tcPr>
          <w:tcW w:w="859" w:type="dxa"/>
          <w:vAlign w:val="bottom"/>
        </w:tcPr>
        <w:p w14:paraId="4DB23801" w14:textId="5769F35D"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37A3A51E" w14:textId="77777777" w:rsidR="00C00DE9" w:rsidRPr="00B8518B" w:rsidRDefault="00C00DE9"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57A2EB4F" w14:textId="77777777" w:rsidTr="00BD0C4A">
      <w:trPr>
        <w:trHeight w:val="247"/>
      </w:trPr>
      <w:tc>
        <w:tcPr>
          <w:tcW w:w="907" w:type="dxa"/>
          <w:tcMar>
            <w:left w:w="0" w:type="dxa"/>
            <w:right w:w="0" w:type="dxa"/>
          </w:tcMar>
          <w:vAlign w:val="bottom"/>
        </w:tcPr>
        <w:p w14:paraId="2F900DE2"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71663A" w14:textId="77777777" w:rsidR="00C00DE9" w:rsidRDefault="00C00DE9" w:rsidP="00BD0C4A">
          <w:pPr>
            <w:pStyle w:val="Zpatvlevo"/>
          </w:pPr>
          <w:r>
            <w:t>Příloha č. 8</w:t>
          </w:r>
        </w:p>
        <w:p w14:paraId="4D6B91B7"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32C200BC" w14:textId="77777777" w:rsidR="00C00DE9" w:rsidRPr="00BD0C4A" w:rsidRDefault="00C00DE9" w:rsidP="00BD0C4A">
          <w:pPr>
            <w:pStyle w:val="Zpatvlevo"/>
          </w:pPr>
          <w:r w:rsidRPr="00BD0C4A">
            <w:t>Smlouva o dílo na Záměru projektu a Dokumentace pro územní řízení (ZP+DUR)</w:t>
          </w:r>
        </w:p>
      </w:tc>
    </w:tr>
  </w:tbl>
  <w:p w14:paraId="202A2CB0" w14:textId="77777777" w:rsidR="00C00DE9" w:rsidRPr="00BD0C4A" w:rsidRDefault="00C00DE9">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7C0F12B1" w14:textId="77777777" w:rsidTr="00BD0C4A">
      <w:tc>
        <w:tcPr>
          <w:tcW w:w="7873" w:type="dxa"/>
          <w:vAlign w:val="bottom"/>
        </w:tcPr>
        <w:p w14:paraId="7F4889B1" w14:textId="77777777" w:rsidR="00C00DE9" w:rsidRDefault="00C00DE9" w:rsidP="00BD0C4A">
          <w:pPr>
            <w:pStyle w:val="Zpatvpravo"/>
          </w:pPr>
          <w:r>
            <w:t>Příloha č. 8</w:t>
          </w:r>
        </w:p>
        <w:p w14:paraId="1CD7382D" w14:textId="0752BF83"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0792C6FB" w14:textId="77777777" w:rsidR="00C00DE9" w:rsidRPr="00BD0C4A" w:rsidRDefault="00C00DE9" w:rsidP="00A04188">
          <w:pPr>
            <w:pStyle w:val="Zpatvpravo"/>
          </w:pPr>
          <w:r w:rsidRPr="00BD0C4A">
            <w:t>Smlouva o dílo na</w:t>
          </w:r>
          <w:r>
            <w:t xml:space="preserve"> aktualizaci Dokumentace pro územní řízení (</w:t>
          </w:r>
          <w:r w:rsidRPr="00BD0C4A">
            <w:t>DUR)</w:t>
          </w:r>
        </w:p>
      </w:tc>
      <w:tc>
        <w:tcPr>
          <w:tcW w:w="859" w:type="dxa"/>
          <w:vAlign w:val="bottom"/>
        </w:tcPr>
        <w:p w14:paraId="24E83A3E" w14:textId="2816A126"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694D1D04" w14:textId="77777777" w:rsidR="00C00DE9" w:rsidRPr="00B8518B" w:rsidRDefault="00C00DE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1BFB3AE2" w14:textId="77777777" w:rsidTr="00BD0C4A">
      <w:tc>
        <w:tcPr>
          <w:tcW w:w="7873" w:type="dxa"/>
          <w:vAlign w:val="bottom"/>
        </w:tcPr>
        <w:p w14:paraId="10D2C841" w14:textId="70D7EA3D" w:rsidR="00C00DE9" w:rsidRPr="00BD0C4A" w:rsidRDefault="001679F2" w:rsidP="00BD0C4A">
          <w:pPr>
            <w:pStyle w:val="Zpatvpravo"/>
          </w:pPr>
          <w:fldSimple w:instr=" STYLEREF  _Název_akce  \* MERGEFORMAT ">
            <w:r w:rsidR="00993AA3" w:rsidRPr="00993AA3">
              <w:rPr>
                <w:b/>
                <w:bCs/>
                <w:noProof/>
              </w:rPr>
              <w:t xml:space="preserve">„Modernizace trati Brno-Přerov, 3. stavba Vyškov – </w:t>
            </w:r>
            <w:r w:rsidR="00993AA3">
              <w:rPr>
                <w:noProof/>
              </w:rPr>
              <w:t>Nezamyslice“</w:t>
            </w:r>
          </w:fldSimple>
        </w:p>
        <w:p w14:paraId="01592994" w14:textId="77777777" w:rsidR="00C00DE9" w:rsidRPr="00BD0C4A" w:rsidRDefault="00C00DE9" w:rsidP="00674FC4">
          <w:pPr>
            <w:pStyle w:val="Zpatvpravo"/>
          </w:pPr>
          <w:r w:rsidRPr="00BD0C4A">
            <w:t xml:space="preserve">Smlouva o dílo </w:t>
          </w:r>
          <w:r>
            <w:t>na aktualizaci Dokumentace p</w:t>
          </w:r>
          <w:r w:rsidRPr="00BD0C4A">
            <w:t>ro územní řízení (DUR)</w:t>
          </w:r>
        </w:p>
      </w:tc>
      <w:tc>
        <w:tcPr>
          <w:tcW w:w="859" w:type="dxa"/>
          <w:vAlign w:val="bottom"/>
        </w:tcPr>
        <w:p w14:paraId="549CBC93" w14:textId="653B33D6"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5</w:t>
          </w:r>
          <w:r w:rsidRPr="007145F3">
            <w:rPr>
              <w:b/>
              <w:noProof/>
              <w:color w:val="FF5200" w:themeColor="accent2"/>
              <w:sz w:val="14"/>
              <w:szCs w:val="14"/>
            </w:rPr>
            <w:fldChar w:fldCharType="end"/>
          </w:r>
        </w:p>
      </w:tc>
    </w:tr>
  </w:tbl>
  <w:p w14:paraId="100EA920" w14:textId="77777777" w:rsidR="00C00DE9" w:rsidRPr="00B8518B" w:rsidRDefault="00C00DE9"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11B82BBA" w14:textId="77777777" w:rsidTr="00BD0C4A">
      <w:trPr>
        <w:trHeight w:val="247"/>
      </w:trPr>
      <w:tc>
        <w:tcPr>
          <w:tcW w:w="907" w:type="dxa"/>
          <w:tcMar>
            <w:left w:w="0" w:type="dxa"/>
            <w:right w:w="0" w:type="dxa"/>
          </w:tcMar>
          <w:vAlign w:val="bottom"/>
        </w:tcPr>
        <w:p w14:paraId="4C1D5473"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C3DA575" w14:textId="77777777" w:rsidR="00C00DE9" w:rsidRDefault="00C00DE9" w:rsidP="00BD0C4A">
          <w:pPr>
            <w:pStyle w:val="Zpatvlevo"/>
          </w:pPr>
          <w:r>
            <w:t>Příloha č. 9</w:t>
          </w:r>
        </w:p>
        <w:p w14:paraId="04013FA4" w14:textId="77777777" w:rsidR="00C00DE9" w:rsidRPr="00BD0C4A" w:rsidRDefault="001679F2" w:rsidP="00BD0C4A">
          <w:pPr>
            <w:pStyle w:val="Zpatvlevo"/>
          </w:pPr>
          <w:fldSimple w:instr=" STYLEREF  _Název_akce  \* MERGEFORMAT ">
            <w:r w:rsidR="00C00DE9">
              <w:rPr>
                <w:noProof/>
              </w:rPr>
              <w:t>„Modernizace trati Brno-Přerov, 3. stavba Vyškov – Nezamyslice“</w:t>
            </w:r>
          </w:fldSimple>
        </w:p>
        <w:p w14:paraId="3EF32AA7" w14:textId="77777777" w:rsidR="00C00DE9" w:rsidRPr="00BD0C4A" w:rsidRDefault="00C00DE9" w:rsidP="00BD0C4A">
          <w:pPr>
            <w:pStyle w:val="Zpatvlevo"/>
          </w:pPr>
          <w:r w:rsidRPr="00BD0C4A">
            <w:t>Smlouva o dílo na Záměru projektu a Dokumentace pro územní řízení (ZP+DUR)</w:t>
          </w:r>
        </w:p>
      </w:tc>
    </w:tr>
  </w:tbl>
  <w:p w14:paraId="617236FD" w14:textId="77777777" w:rsidR="00C00DE9" w:rsidRPr="00BD0C4A" w:rsidRDefault="00C00DE9">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478585D0" w14:textId="77777777" w:rsidTr="00BD0C4A">
      <w:tc>
        <w:tcPr>
          <w:tcW w:w="7873" w:type="dxa"/>
          <w:vAlign w:val="bottom"/>
        </w:tcPr>
        <w:p w14:paraId="288C0115" w14:textId="77777777" w:rsidR="00C00DE9" w:rsidRDefault="00C00DE9" w:rsidP="00BD0C4A">
          <w:pPr>
            <w:pStyle w:val="Zpatvpravo"/>
          </w:pPr>
          <w:r>
            <w:t>Příloha č. 9</w:t>
          </w:r>
        </w:p>
        <w:p w14:paraId="1E12434B" w14:textId="0D1C8129"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3DAC64B8" w14:textId="77777777" w:rsidR="00C00DE9" w:rsidRPr="00BD0C4A" w:rsidRDefault="00C00DE9" w:rsidP="00A04188">
          <w:pPr>
            <w:pStyle w:val="Zpatvpravo"/>
          </w:pPr>
          <w:r w:rsidRPr="00BD0C4A">
            <w:t xml:space="preserve">Smlouva o dílo </w:t>
          </w:r>
          <w:proofErr w:type="gramStart"/>
          <w:r w:rsidRPr="00BD0C4A">
            <w:t xml:space="preserve">na </w:t>
          </w:r>
          <w:r>
            <w:t xml:space="preserve"> aktualizaci</w:t>
          </w:r>
          <w:proofErr w:type="gramEnd"/>
          <w:r>
            <w:t xml:space="preserve"> Dokumentace pro územní řízení (</w:t>
          </w:r>
          <w:r w:rsidRPr="00BD0C4A">
            <w:t>DUR)</w:t>
          </w:r>
        </w:p>
      </w:tc>
      <w:tc>
        <w:tcPr>
          <w:tcW w:w="859" w:type="dxa"/>
          <w:vAlign w:val="bottom"/>
        </w:tcPr>
        <w:p w14:paraId="19A0C3D5" w14:textId="621E12A9"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686B68AF" w14:textId="77777777" w:rsidR="00C00DE9" w:rsidRPr="00B8518B" w:rsidRDefault="00C00DE9"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29D60282" w14:textId="77777777" w:rsidTr="00BD0C4A">
      <w:trPr>
        <w:trHeight w:val="247"/>
      </w:trPr>
      <w:tc>
        <w:tcPr>
          <w:tcW w:w="907" w:type="dxa"/>
          <w:tcMar>
            <w:left w:w="0" w:type="dxa"/>
            <w:right w:w="0" w:type="dxa"/>
          </w:tcMar>
          <w:vAlign w:val="bottom"/>
        </w:tcPr>
        <w:p w14:paraId="5F189E31"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79B576" w14:textId="77777777" w:rsidR="00C00DE9" w:rsidRDefault="00C00DE9" w:rsidP="00BD0C4A">
          <w:pPr>
            <w:pStyle w:val="Zpatvlevo"/>
          </w:pPr>
          <w:r>
            <w:t>Příloha č. 10</w:t>
          </w:r>
        </w:p>
        <w:p w14:paraId="2E334CC8"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01155121" w14:textId="77777777" w:rsidR="00C00DE9" w:rsidRPr="00BD0C4A" w:rsidRDefault="00C00DE9" w:rsidP="00BD0C4A">
          <w:pPr>
            <w:pStyle w:val="Zpatvlevo"/>
          </w:pPr>
          <w:r w:rsidRPr="00BD0C4A">
            <w:t>Smlouva o dílo na Záměru projektu a Dokumentace pro územní řízení (ZP+DUR)</w:t>
          </w:r>
        </w:p>
      </w:tc>
    </w:tr>
  </w:tbl>
  <w:p w14:paraId="122AEC74" w14:textId="77777777" w:rsidR="00C00DE9" w:rsidRPr="00BD0C4A" w:rsidRDefault="00C00DE9">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4F1BDCA1" w14:textId="77777777" w:rsidTr="00BD0C4A">
      <w:tc>
        <w:tcPr>
          <w:tcW w:w="7873" w:type="dxa"/>
          <w:vAlign w:val="bottom"/>
        </w:tcPr>
        <w:p w14:paraId="751810E1" w14:textId="77777777" w:rsidR="00C00DE9" w:rsidRDefault="00C00DE9" w:rsidP="00BD0C4A">
          <w:pPr>
            <w:pStyle w:val="Zpatvpravo"/>
          </w:pPr>
          <w:r>
            <w:t>Příloha č. 10</w:t>
          </w:r>
        </w:p>
        <w:p w14:paraId="374C8F79" w14:textId="52E7AA74"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0F28DD44" w14:textId="77777777" w:rsidR="00C00DE9" w:rsidRPr="00BD0C4A" w:rsidRDefault="00C00DE9" w:rsidP="00A04188">
          <w:pPr>
            <w:pStyle w:val="Zpatvpravo"/>
          </w:pPr>
          <w:r w:rsidRPr="00BD0C4A">
            <w:t xml:space="preserve">Smlouva o dílo na </w:t>
          </w:r>
          <w:r>
            <w:t>aktualizaci Dokumentace pro územní řízení (</w:t>
          </w:r>
          <w:r w:rsidRPr="00BD0C4A">
            <w:t>DUR)</w:t>
          </w:r>
        </w:p>
      </w:tc>
      <w:tc>
        <w:tcPr>
          <w:tcW w:w="859" w:type="dxa"/>
          <w:vAlign w:val="bottom"/>
        </w:tcPr>
        <w:p w14:paraId="2DBD380B" w14:textId="3E9683C7"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7AEBF622" w14:textId="77777777" w:rsidR="00C00DE9" w:rsidRPr="00B8518B" w:rsidRDefault="00C00DE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438C3" w14:textId="77777777" w:rsidR="00C00DE9" w:rsidRPr="00B8518B" w:rsidRDefault="00C00DE9" w:rsidP="00460660">
    <w:pPr>
      <w:pStyle w:val="Zpat"/>
      <w:rPr>
        <w:sz w:val="2"/>
        <w:szCs w:val="2"/>
      </w:rPr>
    </w:pPr>
  </w:p>
  <w:p w14:paraId="601271DF" w14:textId="77777777" w:rsidR="00C00DE9" w:rsidRPr="00B8518B" w:rsidRDefault="00C00DE9" w:rsidP="00F9740F">
    <w:pPr>
      <w:pStyle w:val="Zpat"/>
      <w:rPr>
        <w:sz w:val="2"/>
        <w:szCs w:val="2"/>
      </w:rPr>
    </w:pPr>
  </w:p>
  <w:p w14:paraId="3EA75A78" w14:textId="77777777" w:rsidR="00C00DE9" w:rsidRPr="00460660" w:rsidRDefault="00C00DE9">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58C790D9" w14:textId="77777777" w:rsidTr="00BD0C4A">
      <w:trPr>
        <w:trHeight w:val="247"/>
      </w:trPr>
      <w:tc>
        <w:tcPr>
          <w:tcW w:w="907" w:type="dxa"/>
          <w:tcMar>
            <w:left w:w="0" w:type="dxa"/>
            <w:right w:w="0" w:type="dxa"/>
          </w:tcMar>
          <w:vAlign w:val="bottom"/>
        </w:tcPr>
        <w:p w14:paraId="2B5D972F"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7DC203" w14:textId="77777777" w:rsidR="00C00DE9" w:rsidRDefault="00C00DE9" w:rsidP="00BD0C4A">
          <w:pPr>
            <w:pStyle w:val="Zpatvlevo"/>
          </w:pPr>
          <w:r>
            <w:t>Příloha č. 1</w:t>
          </w:r>
        </w:p>
        <w:p w14:paraId="3388C20F"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2089928B" w14:textId="77777777" w:rsidR="00C00DE9" w:rsidRPr="00BD0C4A" w:rsidRDefault="00C00DE9" w:rsidP="00BD0C4A">
          <w:pPr>
            <w:pStyle w:val="Zpatvlevo"/>
          </w:pPr>
          <w:r w:rsidRPr="00BD0C4A">
            <w:t>Smlouva o dílo na Záměru projektu a Dokumentace pro územní řízení (ZP+DUR)</w:t>
          </w:r>
        </w:p>
      </w:tc>
    </w:tr>
  </w:tbl>
  <w:p w14:paraId="7B0CB111" w14:textId="77777777" w:rsidR="00C00DE9" w:rsidRPr="00BD0C4A" w:rsidRDefault="00C00DE9">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3D318AB9" w14:textId="77777777" w:rsidTr="00BD0C4A">
      <w:tc>
        <w:tcPr>
          <w:tcW w:w="7873" w:type="dxa"/>
          <w:vAlign w:val="bottom"/>
        </w:tcPr>
        <w:p w14:paraId="46DFEA92" w14:textId="77777777" w:rsidR="00C00DE9" w:rsidRDefault="00C00DE9" w:rsidP="00BD0C4A">
          <w:pPr>
            <w:pStyle w:val="Zpatvpravo"/>
          </w:pPr>
          <w:r>
            <w:t>Příloha č. 1</w:t>
          </w:r>
        </w:p>
        <w:p w14:paraId="1736CB31" w14:textId="5304C467"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2C1DDCB6" w14:textId="77777777" w:rsidR="00C00DE9" w:rsidRPr="00BD0C4A" w:rsidRDefault="00C00DE9" w:rsidP="00A04188">
          <w:pPr>
            <w:pStyle w:val="Zpatvpravo"/>
          </w:pPr>
          <w:r w:rsidRPr="00BD0C4A">
            <w:t xml:space="preserve">Smlouva o dílo na </w:t>
          </w:r>
          <w:r>
            <w:t>aktualizaci Dokumentace pro územní řízení (</w:t>
          </w:r>
          <w:r w:rsidRPr="00BD0C4A">
            <w:t>DUR)</w:t>
          </w:r>
        </w:p>
      </w:tc>
      <w:tc>
        <w:tcPr>
          <w:tcW w:w="859" w:type="dxa"/>
          <w:vAlign w:val="bottom"/>
        </w:tcPr>
        <w:p w14:paraId="10A8F7A7" w14:textId="2531AA1A"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30A3B8DE" w14:textId="77777777" w:rsidR="00C00DE9" w:rsidRPr="00B8518B" w:rsidRDefault="00C00DE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656F88A9" w14:textId="77777777" w:rsidTr="00BD0C4A">
      <w:trPr>
        <w:trHeight w:val="247"/>
      </w:trPr>
      <w:tc>
        <w:tcPr>
          <w:tcW w:w="907" w:type="dxa"/>
          <w:tcMar>
            <w:left w:w="0" w:type="dxa"/>
            <w:right w:w="0" w:type="dxa"/>
          </w:tcMar>
          <w:vAlign w:val="bottom"/>
        </w:tcPr>
        <w:p w14:paraId="4D5DD950"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466B558" w14:textId="77777777" w:rsidR="00C00DE9" w:rsidRDefault="00C00DE9" w:rsidP="00BD0C4A">
          <w:pPr>
            <w:pStyle w:val="Zpatvlevo"/>
          </w:pPr>
          <w:r>
            <w:t>Příloha č. 2</w:t>
          </w:r>
        </w:p>
        <w:p w14:paraId="1347BE4C"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425C2E78" w14:textId="77777777" w:rsidR="00C00DE9" w:rsidRPr="00BD0C4A" w:rsidRDefault="00C00DE9" w:rsidP="00BD0C4A">
          <w:pPr>
            <w:pStyle w:val="Zpatvlevo"/>
          </w:pPr>
          <w:r w:rsidRPr="00BD0C4A">
            <w:t>Smlouva o dílo na Záměru projektu a Dokumentace pro územní řízení (ZP+DUR)</w:t>
          </w:r>
        </w:p>
      </w:tc>
    </w:tr>
  </w:tbl>
  <w:p w14:paraId="02DA97C9" w14:textId="77777777" w:rsidR="00C00DE9" w:rsidRPr="00BD0C4A" w:rsidRDefault="00C00DE9">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31DE0E9B" w14:textId="77777777" w:rsidTr="00BD0C4A">
      <w:tc>
        <w:tcPr>
          <w:tcW w:w="7873" w:type="dxa"/>
          <w:vAlign w:val="bottom"/>
        </w:tcPr>
        <w:p w14:paraId="1CBF1545" w14:textId="77777777" w:rsidR="00C00DE9" w:rsidRDefault="00C00DE9" w:rsidP="00BD0C4A">
          <w:pPr>
            <w:pStyle w:val="Zpatvpravo"/>
          </w:pPr>
          <w:r>
            <w:t>Příloha č. 2</w:t>
          </w:r>
        </w:p>
        <w:p w14:paraId="699FC3AB" w14:textId="1B701F99"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31225B87" w14:textId="77777777" w:rsidR="00C00DE9" w:rsidRPr="00BD0C4A" w:rsidRDefault="00C00DE9" w:rsidP="00A04188">
          <w:pPr>
            <w:pStyle w:val="Zpatvpravo"/>
          </w:pPr>
          <w:r w:rsidRPr="00BD0C4A">
            <w:t xml:space="preserve">Smlouva o dílo na </w:t>
          </w:r>
          <w:r>
            <w:t xml:space="preserve">aktualizaci </w:t>
          </w:r>
          <w:r w:rsidRPr="00BD0C4A">
            <w:t>Dokumentac</w:t>
          </w:r>
          <w:r>
            <w:t>e pro územní řízení (</w:t>
          </w:r>
          <w:r w:rsidRPr="00BD0C4A">
            <w:t>DUR)</w:t>
          </w:r>
        </w:p>
      </w:tc>
      <w:tc>
        <w:tcPr>
          <w:tcW w:w="859" w:type="dxa"/>
          <w:vAlign w:val="bottom"/>
        </w:tcPr>
        <w:p w14:paraId="0E1E0CCF" w14:textId="7404EBB0"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2EE32CFF" w14:textId="77777777" w:rsidR="00C00DE9" w:rsidRPr="00B8518B" w:rsidRDefault="00C00DE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0DE9" w:rsidRPr="003462EB" w14:paraId="02BA2162" w14:textId="77777777" w:rsidTr="00BD0C4A">
      <w:trPr>
        <w:trHeight w:val="247"/>
      </w:trPr>
      <w:tc>
        <w:tcPr>
          <w:tcW w:w="907" w:type="dxa"/>
          <w:tcMar>
            <w:left w:w="0" w:type="dxa"/>
            <w:right w:w="0" w:type="dxa"/>
          </w:tcMar>
          <w:vAlign w:val="bottom"/>
        </w:tcPr>
        <w:p w14:paraId="315EF9E5" w14:textId="77777777" w:rsidR="00C00DE9" w:rsidRPr="00B8518B" w:rsidRDefault="00C00DE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A5905F" w14:textId="77777777" w:rsidR="00C00DE9" w:rsidRDefault="00C00DE9" w:rsidP="00BD0C4A">
          <w:pPr>
            <w:pStyle w:val="Zpatvlevo"/>
          </w:pPr>
          <w:r>
            <w:t>Příloha č. 3</w:t>
          </w:r>
        </w:p>
        <w:p w14:paraId="21A05F9C" w14:textId="77777777" w:rsidR="00C00DE9" w:rsidRPr="00BD0C4A" w:rsidRDefault="001679F2" w:rsidP="00BD0C4A">
          <w:pPr>
            <w:pStyle w:val="Zpatvlevo"/>
          </w:pPr>
          <w:fldSimple w:instr=" STYLEREF  _Název_akce  \* MERGEFORMAT ">
            <w:r w:rsidR="00C00DE9">
              <w:rPr>
                <w:noProof/>
              </w:rPr>
              <w:t>„Název akce“ – přepíše se do zápatí</w:t>
            </w:r>
          </w:fldSimple>
        </w:p>
        <w:p w14:paraId="2080A802" w14:textId="77777777" w:rsidR="00C00DE9" w:rsidRPr="00BD0C4A" w:rsidRDefault="00C00DE9" w:rsidP="00BD0C4A">
          <w:pPr>
            <w:pStyle w:val="Zpatvlevo"/>
          </w:pPr>
          <w:r w:rsidRPr="00BD0C4A">
            <w:t>Smlouva o dílo na Záměru projektu a Dokumentace pro územní řízení (ZP+DUR)</w:t>
          </w:r>
        </w:p>
      </w:tc>
    </w:tr>
  </w:tbl>
  <w:p w14:paraId="399F591C" w14:textId="77777777" w:rsidR="00C00DE9" w:rsidRPr="00BD0C4A" w:rsidRDefault="00C00DE9">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00DE9" w:rsidRPr="009E09BE" w14:paraId="6130221D" w14:textId="77777777" w:rsidTr="00BD0C4A">
      <w:tc>
        <w:tcPr>
          <w:tcW w:w="7873" w:type="dxa"/>
          <w:vAlign w:val="bottom"/>
        </w:tcPr>
        <w:p w14:paraId="413D5FC0" w14:textId="77777777" w:rsidR="00C00DE9" w:rsidRDefault="00C00DE9" w:rsidP="00BD0C4A">
          <w:pPr>
            <w:pStyle w:val="Zpatvpravo"/>
          </w:pPr>
          <w:r>
            <w:t>Příloha č. 3</w:t>
          </w:r>
        </w:p>
        <w:p w14:paraId="6A8F116E" w14:textId="5AF0C862" w:rsidR="00C00DE9" w:rsidRPr="00BD0C4A" w:rsidRDefault="001679F2" w:rsidP="00BD0C4A">
          <w:pPr>
            <w:pStyle w:val="Zpatvpravo"/>
          </w:pPr>
          <w:fldSimple w:instr=" STYLEREF  _Název_akce  \* MERGEFORMAT ">
            <w:r w:rsidR="00993AA3" w:rsidRPr="00993AA3">
              <w:rPr>
                <w:b/>
                <w:bCs/>
                <w:noProof/>
              </w:rPr>
              <w:t>„Modernizace trati Brno-Přerov, 3. stavba Vyškov – Nezamyslice“</w:t>
            </w:r>
          </w:fldSimple>
        </w:p>
        <w:p w14:paraId="0D9C8A25" w14:textId="77777777" w:rsidR="00C00DE9" w:rsidRPr="00BD0C4A" w:rsidRDefault="00C00DE9" w:rsidP="00A04188">
          <w:pPr>
            <w:pStyle w:val="Zpatvpravo"/>
          </w:pPr>
          <w:r w:rsidRPr="00BD0C4A">
            <w:t>Smlouva o dílo na</w:t>
          </w:r>
          <w:r>
            <w:t xml:space="preserve"> aktualizaci Dokumentace pro územní řízení (</w:t>
          </w:r>
          <w:r w:rsidRPr="00BD0C4A">
            <w:t>DUR)</w:t>
          </w:r>
        </w:p>
      </w:tc>
      <w:tc>
        <w:tcPr>
          <w:tcW w:w="859" w:type="dxa"/>
          <w:vAlign w:val="bottom"/>
        </w:tcPr>
        <w:p w14:paraId="496C7778" w14:textId="04EF17DE" w:rsidR="00C00DE9" w:rsidRPr="009E09BE" w:rsidRDefault="00C00DE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93A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93AA3">
            <w:rPr>
              <w:b/>
              <w:noProof/>
              <w:color w:val="FF5200" w:themeColor="accent2"/>
              <w:sz w:val="14"/>
              <w:szCs w:val="14"/>
            </w:rPr>
            <w:t>1</w:t>
          </w:r>
          <w:r w:rsidRPr="007145F3">
            <w:rPr>
              <w:b/>
              <w:noProof/>
              <w:color w:val="FF5200" w:themeColor="accent2"/>
              <w:sz w:val="14"/>
              <w:szCs w:val="14"/>
            </w:rPr>
            <w:fldChar w:fldCharType="end"/>
          </w:r>
        </w:p>
      </w:tc>
    </w:tr>
  </w:tbl>
  <w:p w14:paraId="0E99A57A" w14:textId="77777777" w:rsidR="00C00DE9" w:rsidRPr="00B8518B" w:rsidRDefault="00C00DE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02CF6" w14:textId="77777777" w:rsidR="00F407CE" w:rsidRDefault="00F407CE" w:rsidP="00962258">
      <w:pPr>
        <w:spacing w:after="0" w:line="240" w:lineRule="auto"/>
      </w:pPr>
      <w:r>
        <w:separator/>
      </w:r>
    </w:p>
  </w:footnote>
  <w:footnote w:type="continuationSeparator" w:id="0">
    <w:p w14:paraId="6A3CBF85" w14:textId="77777777" w:rsidR="00F407CE" w:rsidRDefault="00F407C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0DE9" w14:paraId="2B316C19" w14:textId="77777777" w:rsidTr="00B22106">
      <w:trPr>
        <w:trHeight w:hRule="exact" w:val="936"/>
      </w:trPr>
      <w:tc>
        <w:tcPr>
          <w:tcW w:w="1361" w:type="dxa"/>
          <w:tcMar>
            <w:left w:w="0" w:type="dxa"/>
            <w:right w:w="0" w:type="dxa"/>
          </w:tcMar>
        </w:tcPr>
        <w:p w14:paraId="0FDDDBFD" w14:textId="77777777" w:rsidR="00C00DE9" w:rsidRPr="00B8518B" w:rsidRDefault="00C00DE9" w:rsidP="00FC6389">
          <w:pPr>
            <w:pStyle w:val="Zpat"/>
            <w:rPr>
              <w:rStyle w:val="slostrnky"/>
            </w:rPr>
          </w:pPr>
        </w:p>
      </w:tc>
      <w:tc>
        <w:tcPr>
          <w:tcW w:w="3458" w:type="dxa"/>
          <w:shd w:val="clear" w:color="auto" w:fill="auto"/>
          <w:tcMar>
            <w:left w:w="0" w:type="dxa"/>
            <w:right w:w="0" w:type="dxa"/>
          </w:tcMar>
        </w:tcPr>
        <w:p w14:paraId="4D4D3C7F" w14:textId="77777777" w:rsidR="00C00DE9" w:rsidRDefault="00C00DE9" w:rsidP="00FC6389">
          <w:pPr>
            <w:pStyle w:val="Zpat"/>
          </w:pPr>
          <w:r>
            <w:rPr>
              <w:noProof/>
              <w:lang w:eastAsia="cs-CZ"/>
            </w:rPr>
            <w:drawing>
              <wp:anchor distT="0" distB="0" distL="114300" distR="114300" simplePos="0" relativeHeight="251659264" behindDoc="0" locked="1" layoutInCell="1" allowOverlap="1" wp14:anchorId="07DF55E6" wp14:editId="1DEF120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716A7D5" w14:textId="77777777" w:rsidR="00C00DE9" w:rsidRPr="00D6163D" w:rsidRDefault="00C00DE9" w:rsidP="00FC6389">
          <w:pPr>
            <w:pStyle w:val="Druhdokumentu"/>
          </w:pPr>
        </w:p>
      </w:tc>
    </w:tr>
    <w:tr w:rsidR="00C00DE9" w14:paraId="3E492F1F" w14:textId="77777777" w:rsidTr="00B22106">
      <w:trPr>
        <w:trHeight w:hRule="exact" w:val="936"/>
      </w:trPr>
      <w:tc>
        <w:tcPr>
          <w:tcW w:w="1361" w:type="dxa"/>
          <w:tcMar>
            <w:left w:w="0" w:type="dxa"/>
            <w:right w:w="0" w:type="dxa"/>
          </w:tcMar>
        </w:tcPr>
        <w:p w14:paraId="220CCD21" w14:textId="77777777" w:rsidR="00C00DE9" w:rsidRPr="00B8518B" w:rsidRDefault="00C00DE9" w:rsidP="00FC6389">
          <w:pPr>
            <w:pStyle w:val="Zpat"/>
            <w:rPr>
              <w:rStyle w:val="slostrnky"/>
            </w:rPr>
          </w:pPr>
        </w:p>
      </w:tc>
      <w:tc>
        <w:tcPr>
          <w:tcW w:w="3458" w:type="dxa"/>
          <w:shd w:val="clear" w:color="auto" w:fill="auto"/>
          <w:tcMar>
            <w:left w:w="0" w:type="dxa"/>
            <w:right w:w="0" w:type="dxa"/>
          </w:tcMar>
        </w:tcPr>
        <w:p w14:paraId="602640DB" w14:textId="77777777" w:rsidR="00C00DE9" w:rsidRDefault="00C00DE9" w:rsidP="00FC6389">
          <w:pPr>
            <w:pStyle w:val="Zpat"/>
          </w:pPr>
        </w:p>
      </w:tc>
      <w:tc>
        <w:tcPr>
          <w:tcW w:w="5756" w:type="dxa"/>
          <w:shd w:val="clear" w:color="auto" w:fill="auto"/>
          <w:tcMar>
            <w:left w:w="0" w:type="dxa"/>
            <w:right w:w="0" w:type="dxa"/>
          </w:tcMar>
        </w:tcPr>
        <w:p w14:paraId="3692F18B" w14:textId="77777777" w:rsidR="00C00DE9" w:rsidRPr="00D6163D" w:rsidRDefault="00C00DE9" w:rsidP="00FC6389">
          <w:pPr>
            <w:pStyle w:val="Druhdokumentu"/>
          </w:pPr>
        </w:p>
      </w:tc>
    </w:tr>
  </w:tbl>
  <w:p w14:paraId="18A198FF" w14:textId="77777777" w:rsidR="00C00DE9" w:rsidRPr="00D6163D" w:rsidRDefault="00C00DE9" w:rsidP="00FC6389">
    <w:pPr>
      <w:pStyle w:val="Zhlav"/>
      <w:rPr>
        <w:sz w:val="8"/>
        <w:szCs w:val="8"/>
      </w:rPr>
    </w:pPr>
  </w:p>
  <w:p w14:paraId="0A773539" w14:textId="77777777" w:rsidR="00C00DE9" w:rsidRPr="00460660" w:rsidRDefault="00C00DE9">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27AAA" w14:textId="77777777" w:rsidR="00C00DE9" w:rsidRDefault="00C00DE9">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95920" w14:textId="77777777" w:rsidR="00C00DE9" w:rsidRPr="00D6163D" w:rsidRDefault="00C00DE9">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992A4" w14:textId="77777777" w:rsidR="00C00DE9" w:rsidRDefault="00C00DE9">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7CE0A" w14:textId="77777777" w:rsidR="00C00DE9" w:rsidRPr="00D6163D" w:rsidRDefault="00C00DE9">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B5C12" w14:textId="77777777" w:rsidR="00C00DE9" w:rsidRDefault="00C00DE9">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96FB2" w14:textId="77777777" w:rsidR="00C00DE9" w:rsidRPr="00D6163D" w:rsidRDefault="00C00DE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95476" w14:textId="77777777" w:rsidR="00C00DE9" w:rsidRPr="00D6163D" w:rsidRDefault="00C00DE9">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2A7B9" w14:textId="77777777" w:rsidR="00C00DE9" w:rsidRPr="00D6163D" w:rsidRDefault="00C00DE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C6A8D" w14:textId="77777777" w:rsidR="00C00DE9" w:rsidRPr="00D6163D" w:rsidRDefault="00C00DE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B35A0" w14:textId="77777777" w:rsidR="00C00DE9" w:rsidRPr="00D6163D" w:rsidRDefault="00C00DE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032FA" w14:textId="77777777" w:rsidR="00C00DE9" w:rsidRPr="00D6163D" w:rsidRDefault="00C00DE9">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1D27D" w14:textId="77777777" w:rsidR="00C00DE9" w:rsidRPr="00D6163D" w:rsidRDefault="00C00DE9">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D75B4" w14:textId="77777777" w:rsidR="00C00DE9" w:rsidRDefault="00C00DE9">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2219D" w14:textId="77777777" w:rsidR="00C00DE9" w:rsidRPr="00D6163D" w:rsidRDefault="00C00DE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71EA7E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4622"/>
        </w:tabs>
        <w:ind w:left="4622"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8"/>
  </w:num>
  <w:num w:numId="46">
    <w:abstractNumId w:val="0"/>
  </w:num>
  <w:num w:numId="47">
    <w:abstractNumId w:val="0"/>
  </w:num>
  <w:num w:numId="48">
    <w:abstractNumId w:val="0"/>
  </w:num>
  <w:num w:numId="49">
    <w:abstractNumId w:val="0"/>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3C58"/>
    <w:rsid w:val="00040788"/>
    <w:rsid w:val="00041EC8"/>
    <w:rsid w:val="000509D4"/>
    <w:rsid w:val="00052795"/>
    <w:rsid w:val="0006588D"/>
    <w:rsid w:val="00067A5E"/>
    <w:rsid w:val="000719BB"/>
    <w:rsid w:val="00072A65"/>
    <w:rsid w:val="00072C1E"/>
    <w:rsid w:val="000B4EB8"/>
    <w:rsid w:val="000C3700"/>
    <w:rsid w:val="000C41F2"/>
    <w:rsid w:val="000D22C4"/>
    <w:rsid w:val="000D27D1"/>
    <w:rsid w:val="000D297A"/>
    <w:rsid w:val="000E1A7F"/>
    <w:rsid w:val="00110376"/>
    <w:rsid w:val="00112864"/>
    <w:rsid w:val="00114472"/>
    <w:rsid w:val="00114988"/>
    <w:rsid w:val="00115069"/>
    <w:rsid w:val="001150F2"/>
    <w:rsid w:val="00143EC0"/>
    <w:rsid w:val="00153D42"/>
    <w:rsid w:val="001656A2"/>
    <w:rsid w:val="00165977"/>
    <w:rsid w:val="001679F2"/>
    <w:rsid w:val="00170EC5"/>
    <w:rsid w:val="001747C1"/>
    <w:rsid w:val="00177D6B"/>
    <w:rsid w:val="00191F90"/>
    <w:rsid w:val="001A5B98"/>
    <w:rsid w:val="001B4E74"/>
    <w:rsid w:val="001C645F"/>
    <w:rsid w:val="001E678E"/>
    <w:rsid w:val="002038D5"/>
    <w:rsid w:val="002071BB"/>
    <w:rsid w:val="00207DF5"/>
    <w:rsid w:val="002344F6"/>
    <w:rsid w:val="00240B81"/>
    <w:rsid w:val="00247D01"/>
    <w:rsid w:val="002562FC"/>
    <w:rsid w:val="00261A5B"/>
    <w:rsid w:val="00262E5B"/>
    <w:rsid w:val="00276AFE"/>
    <w:rsid w:val="00276C4F"/>
    <w:rsid w:val="00283A8E"/>
    <w:rsid w:val="002A21B6"/>
    <w:rsid w:val="002A3B57"/>
    <w:rsid w:val="002A5468"/>
    <w:rsid w:val="002C1FF7"/>
    <w:rsid w:val="002C31BF"/>
    <w:rsid w:val="002D7FD6"/>
    <w:rsid w:val="002E0CD7"/>
    <w:rsid w:val="002E0CFB"/>
    <w:rsid w:val="002E5C7B"/>
    <w:rsid w:val="002F4333"/>
    <w:rsid w:val="00327EEF"/>
    <w:rsid w:val="0033239F"/>
    <w:rsid w:val="00333672"/>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C2919"/>
    <w:rsid w:val="003C33F2"/>
    <w:rsid w:val="003C799F"/>
    <w:rsid w:val="003D756E"/>
    <w:rsid w:val="003E3F72"/>
    <w:rsid w:val="003E420D"/>
    <w:rsid w:val="003E4C13"/>
    <w:rsid w:val="003F0FD2"/>
    <w:rsid w:val="00402338"/>
    <w:rsid w:val="004078F3"/>
    <w:rsid w:val="00427794"/>
    <w:rsid w:val="00450F07"/>
    <w:rsid w:val="00453CD3"/>
    <w:rsid w:val="0046002F"/>
    <w:rsid w:val="00460660"/>
    <w:rsid w:val="00464BA9"/>
    <w:rsid w:val="00483969"/>
    <w:rsid w:val="00483F3F"/>
    <w:rsid w:val="00486107"/>
    <w:rsid w:val="00491827"/>
    <w:rsid w:val="004B2885"/>
    <w:rsid w:val="004B2D90"/>
    <w:rsid w:val="004B535A"/>
    <w:rsid w:val="004C4399"/>
    <w:rsid w:val="004C787C"/>
    <w:rsid w:val="004D09FB"/>
    <w:rsid w:val="004E7A1F"/>
    <w:rsid w:val="004F0093"/>
    <w:rsid w:val="004F3B82"/>
    <w:rsid w:val="004F4B9B"/>
    <w:rsid w:val="004F6B85"/>
    <w:rsid w:val="00502690"/>
    <w:rsid w:val="0050666E"/>
    <w:rsid w:val="00511AB9"/>
    <w:rsid w:val="00516F86"/>
    <w:rsid w:val="00523BB5"/>
    <w:rsid w:val="00523EA7"/>
    <w:rsid w:val="005406EB"/>
    <w:rsid w:val="005445D5"/>
    <w:rsid w:val="00553375"/>
    <w:rsid w:val="00555884"/>
    <w:rsid w:val="005736B7"/>
    <w:rsid w:val="00575E5A"/>
    <w:rsid w:val="00580245"/>
    <w:rsid w:val="005A1F44"/>
    <w:rsid w:val="005A3013"/>
    <w:rsid w:val="005A629C"/>
    <w:rsid w:val="005B7C03"/>
    <w:rsid w:val="005D3C39"/>
    <w:rsid w:val="005D7F1A"/>
    <w:rsid w:val="00601A8C"/>
    <w:rsid w:val="0061068E"/>
    <w:rsid w:val="006115D3"/>
    <w:rsid w:val="00642BBB"/>
    <w:rsid w:val="0065610E"/>
    <w:rsid w:val="00660AD3"/>
    <w:rsid w:val="00670D9A"/>
    <w:rsid w:val="00674FC4"/>
    <w:rsid w:val="006776B6"/>
    <w:rsid w:val="00693150"/>
    <w:rsid w:val="006953CA"/>
    <w:rsid w:val="006A5532"/>
    <w:rsid w:val="006A5570"/>
    <w:rsid w:val="006A689C"/>
    <w:rsid w:val="006A7CF1"/>
    <w:rsid w:val="006B3D79"/>
    <w:rsid w:val="006B6FE4"/>
    <w:rsid w:val="006C2343"/>
    <w:rsid w:val="006C442A"/>
    <w:rsid w:val="006D22B1"/>
    <w:rsid w:val="006D3D66"/>
    <w:rsid w:val="006E02E5"/>
    <w:rsid w:val="006E0578"/>
    <w:rsid w:val="006E314D"/>
    <w:rsid w:val="006E4E0B"/>
    <w:rsid w:val="00710723"/>
    <w:rsid w:val="007145F3"/>
    <w:rsid w:val="00723ED1"/>
    <w:rsid w:val="00740AF5"/>
    <w:rsid w:val="00740EE9"/>
    <w:rsid w:val="00743525"/>
    <w:rsid w:val="00744076"/>
    <w:rsid w:val="007541A2"/>
    <w:rsid w:val="00755818"/>
    <w:rsid w:val="007616C2"/>
    <w:rsid w:val="0076286B"/>
    <w:rsid w:val="00766846"/>
    <w:rsid w:val="0077673A"/>
    <w:rsid w:val="007846E1"/>
    <w:rsid w:val="007847D6"/>
    <w:rsid w:val="00796283"/>
    <w:rsid w:val="007A1EBD"/>
    <w:rsid w:val="007A5172"/>
    <w:rsid w:val="007A67A0"/>
    <w:rsid w:val="007A6F7A"/>
    <w:rsid w:val="007A7CFD"/>
    <w:rsid w:val="007B570C"/>
    <w:rsid w:val="007D2992"/>
    <w:rsid w:val="007D5802"/>
    <w:rsid w:val="007E4A6E"/>
    <w:rsid w:val="007F56A7"/>
    <w:rsid w:val="00800851"/>
    <w:rsid w:val="00807DD0"/>
    <w:rsid w:val="00821D01"/>
    <w:rsid w:val="00826B7B"/>
    <w:rsid w:val="00846789"/>
    <w:rsid w:val="008579C7"/>
    <w:rsid w:val="00866994"/>
    <w:rsid w:val="00872362"/>
    <w:rsid w:val="00896C10"/>
    <w:rsid w:val="008A3568"/>
    <w:rsid w:val="008C50F3"/>
    <w:rsid w:val="008C7EFE"/>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32A9"/>
    <w:rsid w:val="009649C8"/>
    <w:rsid w:val="009678B7"/>
    <w:rsid w:val="00992D9C"/>
    <w:rsid w:val="00993AA3"/>
    <w:rsid w:val="00996CB8"/>
    <w:rsid w:val="009B2E97"/>
    <w:rsid w:val="009B4201"/>
    <w:rsid w:val="009B4374"/>
    <w:rsid w:val="009B4CCA"/>
    <w:rsid w:val="009B5146"/>
    <w:rsid w:val="009C09BD"/>
    <w:rsid w:val="009C418E"/>
    <w:rsid w:val="009C442C"/>
    <w:rsid w:val="009D66CB"/>
    <w:rsid w:val="009E07F4"/>
    <w:rsid w:val="009F0867"/>
    <w:rsid w:val="009F309B"/>
    <w:rsid w:val="009F392E"/>
    <w:rsid w:val="009F53C5"/>
    <w:rsid w:val="009F638B"/>
    <w:rsid w:val="00A04188"/>
    <w:rsid w:val="00A0740E"/>
    <w:rsid w:val="00A21A01"/>
    <w:rsid w:val="00A24FBF"/>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00F9"/>
    <w:rsid w:val="00AA4CBB"/>
    <w:rsid w:val="00AA65FA"/>
    <w:rsid w:val="00AA7351"/>
    <w:rsid w:val="00AA7AB8"/>
    <w:rsid w:val="00AB4F25"/>
    <w:rsid w:val="00AD0380"/>
    <w:rsid w:val="00AD056F"/>
    <w:rsid w:val="00AD0C7B"/>
    <w:rsid w:val="00AD5F1A"/>
    <w:rsid w:val="00AD6731"/>
    <w:rsid w:val="00B008D5"/>
    <w:rsid w:val="00B02F73"/>
    <w:rsid w:val="00B05B31"/>
    <w:rsid w:val="00B0619F"/>
    <w:rsid w:val="00B13A26"/>
    <w:rsid w:val="00B15D0D"/>
    <w:rsid w:val="00B21D7C"/>
    <w:rsid w:val="00B22106"/>
    <w:rsid w:val="00B42F40"/>
    <w:rsid w:val="00B5431A"/>
    <w:rsid w:val="00B64294"/>
    <w:rsid w:val="00B75EE1"/>
    <w:rsid w:val="00B77481"/>
    <w:rsid w:val="00B77897"/>
    <w:rsid w:val="00B8518B"/>
    <w:rsid w:val="00B92ABC"/>
    <w:rsid w:val="00B97CC3"/>
    <w:rsid w:val="00BC06C4"/>
    <w:rsid w:val="00BD0C4A"/>
    <w:rsid w:val="00BD7E91"/>
    <w:rsid w:val="00BD7F0D"/>
    <w:rsid w:val="00C00DE9"/>
    <w:rsid w:val="00C02D0A"/>
    <w:rsid w:val="00C03A6E"/>
    <w:rsid w:val="00C158C6"/>
    <w:rsid w:val="00C21394"/>
    <w:rsid w:val="00C226C0"/>
    <w:rsid w:val="00C347E6"/>
    <w:rsid w:val="00C37459"/>
    <w:rsid w:val="00C428D3"/>
    <w:rsid w:val="00C42FE6"/>
    <w:rsid w:val="00C44F6A"/>
    <w:rsid w:val="00C45470"/>
    <w:rsid w:val="00C6152E"/>
    <w:rsid w:val="00C6198E"/>
    <w:rsid w:val="00C708EA"/>
    <w:rsid w:val="00C778A5"/>
    <w:rsid w:val="00C95162"/>
    <w:rsid w:val="00CB4F6D"/>
    <w:rsid w:val="00CB6A37"/>
    <w:rsid w:val="00CB7684"/>
    <w:rsid w:val="00CC7060"/>
    <w:rsid w:val="00CC7C8F"/>
    <w:rsid w:val="00CD1FC4"/>
    <w:rsid w:val="00D034A0"/>
    <w:rsid w:val="00D07F5E"/>
    <w:rsid w:val="00D12117"/>
    <w:rsid w:val="00D21061"/>
    <w:rsid w:val="00D4108E"/>
    <w:rsid w:val="00D4328E"/>
    <w:rsid w:val="00D6163D"/>
    <w:rsid w:val="00D831A3"/>
    <w:rsid w:val="00D97BE3"/>
    <w:rsid w:val="00DA1B9F"/>
    <w:rsid w:val="00DA3711"/>
    <w:rsid w:val="00DD46F3"/>
    <w:rsid w:val="00DE56F2"/>
    <w:rsid w:val="00DF116D"/>
    <w:rsid w:val="00DF71BD"/>
    <w:rsid w:val="00E1402C"/>
    <w:rsid w:val="00E16FF7"/>
    <w:rsid w:val="00E25392"/>
    <w:rsid w:val="00E26D68"/>
    <w:rsid w:val="00E44045"/>
    <w:rsid w:val="00E618C4"/>
    <w:rsid w:val="00E7415D"/>
    <w:rsid w:val="00E878EE"/>
    <w:rsid w:val="00E901A3"/>
    <w:rsid w:val="00EA585B"/>
    <w:rsid w:val="00EA6EC7"/>
    <w:rsid w:val="00EA7331"/>
    <w:rsid w:val="00EB104F"/>
    <w:rsid w:val="00EB46E5"/>
    <w:rsid w:val="00EB5007"/>
    <w:rsid w:val="00EC05DE"/>
    <w:rsid w:val="00ED14BD"/>
    <w:rsid w:val="00EE533D"/>
    <w:rsid w:val="00F016C7"/>
    <w:rsid w:val="00F12DEC"/>
    <w:rsid w:val="00F1715C"/>
    <w:rsid w:val="00F310F8"/>
    <w:rsid w:val="00F32CA6"/>
    <w:rsid w:val="00F35939"/>
    <w:rsid w:val="00F407CE"/>
    <w:rsid w:val="00F422D3"/>
    <w:rsid w:val="00F44922"/>
    <w:rsid w:val="00F45607"/>
    <w:rsid w:val="00F4722B"/>
    <w:rsid w:val="00F54432"/>
    <w:rsid w:val="00F568F9"/>
    <w:rsid w:val="00F62DF7"/>
    <w:rsid w:val="00F659EB"/>
    <w:rsid w:val="00F762A8"/>
    <w:rsid w:val="00F861D5"/>
    <w:rsid w:val="00F86BA6"/>
    <w:rsid w:val="00F95FBD"/>
    <w:rsid w:val="00F9682D"/>
    <w:rsid w:val="00F9740F"/>
    <w:rsid w:val="00FA3CC0"/>
    <w:rsid w:val="00FB3C78"/>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5FFE6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customStyle="1" w:styleId="TSlneksmlouvyChar">
    <w:name w:val="TS Článek smlouvy Char"/>
    <w:link w:val="TSlneksmlouvy"/>
    <w:locked/>
    <w:rsid w:val="00642BBB"/>
    <w:rPr>
      <w:rFonts w:ascii="Arial" w:eastAsia="Times New Roman" w:hAnsi="Arial" w:cs="Arial"/>
      <w:b/>
      <w:szCs w:val="24"/>
      <w:u w:val="single"/>
      <w:lang w:val="x-none"/>
    </w:rPr>
  </w:style>
  <w:style w:type="paragraph" w:customStyle="1" w:styleId="TSlneksmlouvy">
    <w:name w:val="TS Článek smlouvy"/>
    <w:basedOn w:val="Normln"/>
    <w:next w:val="Normln"/>
    <w:link w:val="TSlneksmlouvyChar"/>
    <w:rsid w:val="00642BBB"/>
    <w:pPr>
      <w:keepNext/>
      <w:suppressAutoHyphens/>
      <w:spacing w:before="480" w:after="240" w:line="280" w:lineRule="exact"/>
      <w:ind w:left="6663"/>
      <w:jc w:val="center"/>
      <w:outlineLvl w:val="0"/>
    </w:pPr>
    <w:rPr>
      <w:rFonts w:ascii="Arial" w:eastAsia="Times New Roman" w:hAnsi="Arial" w:cs="Arial"/>
      <w:b/>
      <w:sz w:val="18"/>
      <w:szCs w:val="24"/>
      <w:u w:val="single"/>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character" w:customStyle="1" w:styleId="TSlneksmlouvyChar">
    <w:name w:val="TS Článek smlouvy Char"/>
    <w:link w:val="TSlneksmlouvy"/>
    <w:locked/>
    <w:rsid w:val="00642BBB"/>
    <w:rPr>
      <w:rFonts w:ascii="Arial" w:eastAsia="Times New Roman" w:hAnsi="Arial" w:cs="Arial"/>
      <w:b/>
      <w:szCs w:val="24"/>
      <w:u w:val="single"/>
      <w:lang w:val="x-none"/>
    </w:rPr>
  </w:style>
  <w:style w:type="paragraph" w:customStyle="1" w:styleId="TSlneksmlouvy">
    <w:name w:val="TS Článek smlouvy"/>
    <w:basedOn w:val="Normln"/>
    <w:next w:val="Normln"/>
    <w:link w:val="TSlneksmlouvyChar"/>
    <w:rsid w:val="00642BBB"/>
    <w:pPr>
      <w:keepNext/>
      <w:suppressAutoHyphens/>
      <w:spacing w:before="480" w:after="240" w:line="280" w:lineRule="exact"/>
      <w:ind w:left="6663"/>
      <w:jc w:val="center"/>
      <w:outlineLvl w:val="0"/>
    </w:pPr>
    <w:rPr>
      <w:rFonts w:ascii="Arial" w:eastAsia="Times New Roman" w:hAnsi="Arial" w:cs="Arial"/>
      <w:b/>
      <w:sz w:val="18"/>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settings" Target="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6748A"/>
    <w:rsid w:val="000D62A7"/>
    <w:rsid w:val="001A7435"/>
    <w:rsid w:val="001C65C8"/>
    <w:rsid w:val="002F6E8A"/>
    <w:rsid w:val="00560E55"/>
    <w:rsid w:val="005D1760"/>
    <w:rsid w:val="006B14F5"/>
    <w:rsid w:val="00780D6C"/>
    <w:rsid w:val="008F0CBF"/>
    <w:rsid w:val="00A12559"/>
    <w:rsid w:val="00E3790D"/>
    <w:rsid w:val="00E614AC"/>
    <w:rsid w:val="00EB2100"/>
    <w:rsid w:val="00EF0714"/>
    <w:rsid w:val="00EF40C8"/>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707700-358A-461F-A662-2024C216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54</TotalTime>
  <Pages>27</Pages>
  <Words>4094</Words>
  <Characters>24156</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20</cp:revision>
  <cp:lastPrinted>2019-03-12T14:16:00Z</cp:lastPrinted>
  <dcterms:created xsi:type="dcterms:W3CDTF">2021-02-03T07:32:00Z</dcterms:created>
  <dcterms:modified xsi:type="dcterms:W3CDTF">2021-02-23T07:58:00Z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