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299" w:rsidRPr="00472299" w:rsidRDefault="00472299" w:rsidP="00B42F40">
      <w:pPr>
        <w:pStyle w:val="Titul1"/>
        <w:rPr>
          <w:sz w:val="16"/>
          <w:szCs w:val="16"/>
        </w:rPr>
      </w:pPr>
    </w:p>
    <w:p w:rsidR="00326C1E" w:rsidRDefault="00F422D3" w:rsidP="00472299">
      <w:pPr>
        <w:pStyle w:val="Titul1"/>
      </w:pPr>
      <w:r>
        <w:t>S</w:t>
      </w:r>
      <w:r w:rsidR="003F5723">
        <w:t>mlouva o dílo na zhotovení</w:t>
      </w:r>
    </w:p>
    <w:p w:rsidR="00CD5D50" w:rsidRDefault="00CD5D50" w:rsidP="00CD5D50">
      <w:pPr>
        <w:pStyle w:val="Titul2"/>
        <w:spacing w:after="0"/>
        <w:rPr>
          <w:sz w:val="32"/>
        </w:rPr>
      </w:pPr>
      <w:r>
        <w:rPr>
          <w:sz w:val="32"/>
        </w:rPr>
        <w:t>Záměru projektu</w:t>
      </w:r>
    </w:p>
    <w:p w:rsidR="00CD5D50"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rsidR="00E80769" w:rsidRDefault="001B77EA" w:rsidP="00E62928">
      <w:pPr>
        <w:pStyle w:val="Titul2"/>
      </w:pPr>
      <w:r w:rsidRPr="00402B45">
        <w:t xml:space="preserve">Název zakázky: </w:t>
      </w:r>
      <w:sdt>
        <w:sdtPr>
          <w:rPr>
            <w:rStyle w:val="Nzevakce"/>
            <w:b/>
            <w:szCs w:val="24"/>
          </w:rPr>
          <w:alias w:val="Název akce - VYplnit pole - přenese se do zápatí"/>
          <w:tag w:val="Název akce"/>
          <w:id w:val="1889687308"/>
          <w:placeholder>
            <w:docPart w:val="2DE08AE602404EA4988F8684AE8FFD93"/>
          </w:placeholder>
          <w:text/>
        </w:sdtPr>
        <w:sdtEndPr>
          <w:rPr>
            <w:rStyle w:val="Nzevakce"/>
          </w:rPr>
        </w:sdtEndPr>
        <w:sdtContent>
          <w:r w:rsidR="00A04CEE" w:rsidRPr="00A04CEE">
            <w:rPr>
              <w:rStyle w:val="Nzevakce"/>
              <w:b/>
              <w:szCs w:val="24"/>
            </w:rPr>
            <w:t>„Sanace železničního spodku na trati Děčín – Jedlová v km 25,880 – 25,980“</w:t>
          </w:r>
        </w:sdtContent>
      </w:sdt>
    </w:p>
    <w:p w:rsidR="00F422D3" w:rsidRPr="003038BD" w:rsidRDefault="00F20842" w:rsidP="00B42F40">
      <w:pPr>
        <w:pStyle w:val="Nadpisbezsl1-2"/>
      </w:pPr>
      <w:r>
        <w:t>Smluvní strany</w:t>
      </w:r>
    </w:p>
    <w:p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rsidR="00F422D3" w:rsidRPr="006D465A" w:rsidRDefault="00F422D3" w:rsidP="00B42F40">
      <w:pPr>
        <w:pStyle w:val="Textbezodsazen"/>
        <w:spacing w:after="0"/>
        <w:rPr>
          <w:color w:val="000000" w:themeColor="text1"/>
        </w:rPr>
      </w:pPr>
      <w:r w:rsidRPr="006D465A">
        <w:rPr>
          <w:color w:val="000000" w:themeColor="text1"/>
        </w:rPr>
        <w:t>IČO: 70994234 DIČ: CZ70994234</w:t>
      </w:r>
    </w:p>
    <w:p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rsidR="00F422D3" w:rsidRPr="006D465A" w:rsidRDefault="00F422D3" w:rsidP="00B42F40">
      <w:pPr>
        <w:pStyle w:val="Textbezodsazen"/>
        <w:spacing w:after="0"/>
        <w:rPr>
          <w:color w:val="000000" w:themeColor="text1"/>
        </w:rPr>
      </w:pPr>
      <w:r w:rsidRPr="006D465A">
        <w:rPr>
          <w:color w:val="000000" w:themeColor="text1"/>
        </w:rPr>
        <w:t>spisová značka A 48384</w:t>
      </w:r>
    </w:p>
    <w:p w:rsidR="007E44E4" w:rsidRDefault="00F422D3" w:rsidP="007E44E4">
      <w:pPr>
        <w:pStyle w:val="Textbezodsazen"/>
        <w:spacing w:after="0"/>
      </w:pPr>
      <w:r w:rsidRPr="006D465A">
        <w:rPr>
          <w:color w:val="000000" w:themeColor="text1"/>
        </w:rPr>
        <w:t xml:space="preserve">zastoupena: </w:t>
      </w:r>
      <w:r w:rsidR="007E44E4" w:rsidRPr="003038BD">
        <w:t xml:space="preserve">Ing. </w:t>
      </w:r>
      <w:r w:rsidR="007E44E4">
        <w:t>Petrem Hofhanzlem</w:t>
      </w:r>
      <w:r w:rsidR="007E44E4" w:rsidRPr="003038BD">
        <w:t xml:space="preserve">, </w:t>
      </w:r>
      <w:r w:rsidR="007E44E4">
        <w:t>ředitelem Stavební správy západ</w:t>
      </w:r>
      <w:r w:rsidR="007E44E4" w:rsidRPr="003038BD">
        <w:t xml:space="preserve"> </w:t>
      </w:r>
    </w:p>
    <w:p w:rsidR="00161382" w:rsidRDefault="00161382" w:rsidP="007E44E4">
      <w:pPr>
        <w:pStyle w:val="Textbezodsazen"/>
        <w:spacing w:after="0"/>
      </w:pPr>
    </w:p>
    <w:p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rsidR="00894EBE" w:rsidRDefault="00F422D3" w:rsidP="00B42F40">
      <w:pPr>
        <w:pStyle w:val="Textbezodsazen"/>
      </w:pPr>
      <w:r w:rsidRPr="006D465A">
        <w:rPr>
          <w:color w:val="000000" w:themeColor="text1"/>
        </w:rPr>
        <w:t xml:space="preserve">Stavební správa </w:t>
      </w:r>
      <w:r w:rsidR="00B74CF7">
        <w:t xml:space="preserve">západ, Sokolovská </w:t>
      </w:r>
      <w:r w:rsidR="00894EBE" w:rsidRPr="007E44E4">
        <w:t>1955</w:t>
      </w:r>
      <w:r w:rsidR="00B74CF7">
        <w:t>/278</w:t>
      </w:r>
      <w:r w:rsidR="00894EBE" w:rsidRPr="007E44E4">
        <w:t xml:space="preserve">, 190 00 Praha 9 </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3A60C1" w:rsidP="00B42F40">
      <w:pPr>
        <w:pStyle w:val="Textbezodsazen"/>
      </w:pPr>
      <w:r>
        <w:t>I</w:t>
      </w:r>
      <w:r w:rsidR="00643E9A">
        <w:t xml:space="preserve">SPROFIN / </w:t>
      </w:r>
      <w:r w:rsidR="00161382">
        <w:t>SUB. ISPROFI</w:t>
      </w:r>
      <w:r w:rsidR="00643E9A">
        <w:t>N</w:t>
      </w:r>
      <w:r w:rsidR="00F422D3">
        <w:t>:</w:t>
      </w:r>
      <w:r w:rsidR="00E62928">
        <w:t xml:space="preserve"> 542352008</w:t>
      </w:r>
      <w:r w:rsidR="00886856">
        <w:t>6</w:t>
      </w:r>
      <w:r w:rsidR="00E62928">
        <w:t xml:space="preserve"> / 3273214901</w:t>
      </w:r>
    </w:p>
    <w:p w:rsidR="00E62928" w:rsidRDefault="00E62928" w:rsidP="00B42F40">
      <w:pPr>
        <w:pStyle w:val="Textbezodsazen"/>
      </w:pPr>
    </w:p>
    <w:p w:rsidR="00F422D3" w:rsidRDefault="00643E9A" w:rsidP="00B42F40">
      <w:pPr>
        <w:pStyle w:val="Textbezodsazen"/>
      </w:pPr>
      <w:r>
        <w:t>a</w:t>
      </w:r>
    </w:p>
    <w:p w:rsidR="00643E9A" w:rsidRDefault="00643E9A"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4F75CC" w:rsidRPr="00B42F40" w:rsidRDefault="004F75CC" w:rsidP="00B42F40">
      <w:pPr>
        <w:pStyle w:val="Textbezodsazen"/>
      </w:pP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886856" w:rsidP="001F05EE">
      <w:pPr>
        <w:pStyle w:val="Text1-1"/>
      </w:pPr>
      <w:r>
        <w:t xml:space="preserve">Objednatel oznámil uveřejněním na profilu zadavatele: </w:t>
      </w:r>
      <w:hyperlink r:id="rId11" w:history="1">
        <w:r w:rsidRPr="0009032A">
          <w:rPr>
            <w:rStyle w:val="Hypertextovodkaz"/>
            <w:noProof w:val="0"/>
          </w:rPr>
          <w:t>https://zakazky.spravazeleznic.cz/</w:t>
        </w:r>
      </w:hyperlink>
      <w:r>
        <w:rPr>
          <w:rStyle w:val="Hypertextovodkaz"/>
          <w:noProof w:val="0"/>
          <w:u w:val="none"/>
        </w:rPr>
        <w:t xml:space="preserve"> </w:t>
      </w:r>
      <w:r w:rsidRPr="00E97E7F">
        <w:rPr>
          <w:rStyle w:val="Hypertextovodkaz"/>
          <w:noProof w:val="0"/>
          <w:color w:val="auto"/>
          <w:u w:val="none"/>
        </w:rPr>
        <w:t>dne</w:t>
      </w:r>
      <w:r w:rsidRPr="00E97E7F">
        <w:t xml:space="preserve"> </w:t>
      </w:r>
      <w:r>
        <w:t>"[</w:t>
      </w:r>
      <w:r w:rsidRPr="007D26F9">
        <w:rPr>
          <w:highlight w:val="green"/>
        </w:rPr>
        <w:t>VLOŽÍ OBJEDNATEL</w:t>
      </w:r>
      <w:r>
        <w:t>]"</w:t>
      </w:r>
      <w:r w:rsidR="00916256">
        <w:t xml:space="preserve"> pod evidenčním číslem "61821082</w:t>
      </w:r>
      <w:r>
        <w:t xml:space="preserve">" </w:t>
      </w:r>
      <w:r w:rsidR="003F5723">
        <w:t>svůj úmysl zadat v otevřeném řízení veřejnou zakázku s </w:t>
      </w:r>
      <w:r w:rsidR="003F5723" w:rsidRPr="003038BD">
        <w:t>názvem „</w:t>
      </w:r>
      <w:r w:rsidR="001F05EE" w:rsidRPr="001F05EE">
        <w:rPr>
          <w:b/>
        </w:rPr>
        <w:t>Sanace železničního spodku na trati Děčín – Jedlová v km 25,880 – 25,980</w:t>
      </w:r>
      <w:r w:rsidR="003F5723" w:rsidRPr="003038BD">
        <w:t>“</w:t>
      </w:r>
      <w:r w:rsidR="003F5723">
        <w:t xml:space="preserve"> (dále jen „</w:t>
      </w:r>
      <w:r w:rsidR="003F5723" w:rsidRPr="003F5723">
        <w:rPr>
          <w:rStyle w:val="Tun"/>
        </w:rPr>
        <w:t>Veřejná zakázka</w:t>
      </w:r>
      <w:r w:rsidR="003F5723">
        <w:t>“). Na základě tohoto zadávacího řízení byla pro plnění Veřejné zakázky vybrána jako ekonomicky nejvýhodnější nabídka Zhotovitele (dále jen „</w:t>
      </w:r>
      <w:r w:rsidR="003F5723" w:rsidRPr="003F5723">
        <w:rPr>
          <w:rStyle w:val="Tun"/>
        </w:rPr>
        <w:t>Nabídka</w:t>
      </w:r>
      <w:r w:rsidR="003F5723">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lastRenderedPageBreak/>
        <w:t>PŘEDMĚT, CENA A HARMONOGRAM PLNĚNÍ SMLOUVY</w:t>
      </w:r>
    </w:p>
    <w:p w:rsidR="003F5723" w:rsidRDefault="003F5723" w:rsidP="003F5723">
      <w:pPr>
        <w:pStyle w:val="Text1-1"/>
      </w:pPr>
      <w:r>
        <w:t xml:space="preserve">Zhotovitel se zavazuje v souladu s touto Smlouvou provést Dílo spočívající ve zhotovení </w:t>
      </w:r>
      <w:r w:rsidR="00247F49">
        <w:t xml:space="preserve">Záměru projektu (dále též jen ZP),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A82805">
        <w:t>ý</w:t>
      </w:r>
      <w:r w:rsidR="00964369">
        <w:t xml:space="preserve"> a </w:t>
      </w:r>
      <w:r w:rsidR="00A82805">
        <w:t>předaný</w:t>
      </w:r>
      <w:r>
        <w:t xml:space="preserve"> </w:t>
      </w:r>
      <w:r w:rsidR="00A82805">
        <w:t xml:space="preserve">ZP, </w:t>
      </w:r>
      <w:r>
        <w:t>D</w:t>
      </w:r>
      <w:r w:rsidR="00C539CB">
        <w:t>U</w:t>
      </w:r>
      <w:r>
        <w:t>SP a PDPS a řádně provedený výkon autorského dozoru zaplatit Zhotoviteli za podmínek stanovených touto Smlou</w:t>
      </w:r>
      <w:r w:rsidR="00964369">
        <w:t>vou celkovou Cenu Díla, která v </w:t>
      </w:r>
      <w:r>
        <w:t xml:space="preserve">součtu představuje Cenu za zpracování </w:t>
      </w:r>
      <w:r w:rsidR="00415A9B">
        <w:t>ZP,</w:t>
      </w:r>
      <w:r>
        <w:t xml:space="preserve"> D</w:t>
      </w:r>
      <w:r w:rsidR="00C539CB">
        <w:t>U</w:t>
      </w:r>
      <w:r>
        <w:t>SP a PDPS a cenu za výkon autorského dozoru ve výši dle Přílohy č. 4 této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C9498C" w:rsidRDefault="00C9498C" w:rsidP="00C9498C">
      <w:pPr>
        <w:pStyle w:val="Text1-1"/>
        <w:numPr>
          <w:ilvl w:val="1"/>
          <w:numId w:val="6"/>
        </w:numPr>
      </w:pPr>
      <w:r>
        <w:t xml:space="preserve">Objednatel si vyhrazuje právo odstoupit od Smlouvy kromě důvodů uvedených v Obchodních podmínkách též po skončení </w:t>
      </w:r>
      <w:r w:rsidR="007B1356">
        <w:t>třetí d</w:t>
      </w:r>
      <w:r>
        <w:t xml:space="preserve">ílčí etapy v případě neschválení Záměru projektu. </w:t>
      </w:r>
    </w:p>
    <w:p w:rsidR="00C9498C" w:rsidRDefault="00C9498C" w:rsidP="00C9498C">
      <w:pPr>
        <w:pStyle w:val="Text1-2"/>
        <w:numPr>
          <w:ilvl w:val="2"/>
          <w:numId w:val="6"/>
        </w:numPr>
      </w:pPr>
      <w:r>
        <w:t xml:space="preserve">Objednatel sdělí Zhotoviteli do 30 dnů od oboustranného </w:t>
      </w:r>
      <w:r w:rsidR="001F05EE">
        <w:t>podpisu předávacího protokolu ke třetí</w:t>
      </w:r>
      <w:r w:rsidR="007B1356">
        <w:t xml:space="preserve"> d</w:t>
      </w:r>
      <w:r>
        <w:t>ílčí etapě,</w:t>
      </w:r>
    </w:p>
    <w:p w:rsidR="00C9498C" w:rsidRDefault="00C9498C" w:rsidP="00C9498C">
      <w:pPr>
        <w:pStyle w:val="Odrka1-3"/>
        <w:numPr>
          <w:ilvl w:val="2"/>
          <w:numId w:val="5"/>
        </w:numPr>
      </w:pPr>
      <w:r>
        <w:t>zda požaduje zapracovat do Záměru projektu změny nebo</w:t>
      </w:r>
    </w:p>
    <w:p w:rsidR="00C9498C" w:rsidRDefault="00C9498C" w:rsidP="00C9498C">
      <w:pPr>
        <w:pStyle w:val="Odrka1-3"/>
        <w:numPr>
          <w:ilvl w:val="2"/>
          <w:numId w:val="5"/>
        </w:numPr>
      </w:pPr>
      <w:r>
        <w:t>zda odstupuje od Smlouvy nebo</w:t>
      </w:r>
    </w:p>
    <w:p w:rsidR="00C9498C" w:rsidRDefault="00C9498C" w:rsidP="00C9498C">
      <w:pPr>
        <w:pStyle w:val="Odrka1-3"/>
        <w:numPr>
          <w:ilvl w:val="2"/>
          <w:numId w:val="5"/>
        </w:numPr>
      </w:pPr>
      <w:r>
        <w:t>zda předává Záměr projektu k posouzení Ministerstvu dopravy.</w:t>
      </w:r>
    </w:p>
    <w:p w:rsidR="00C9498C" w:rsidRDefault="00C9498C" w:rsidP="00C9498C">
      <w:pPr>
        <w:pStyle w:val="Text1-2"/>
        <w:numPr>
          <w:ilvl w:val="2"/>
          <w:numId w:val="6"/>
        </w:numPr>
      </w:pPr>
      <w:r>
        <w:t>V souladu s rozhodnutím Ministerstva dopravy sdělí Objednatel Zhotoviteli, zda od Smlouvy odstupuje, nebo zda je možné v plnění Díla pokračovat.                                                                 Toto sdělení zašle Objednatel Zhotoviteli do 14 dnů od rozhodnutí Ministerstva dopravy.</w:t>
      </w:r>
    </w:p>
    <w:p w:rsidR="00C9498C" w:rsidRDefault="00C9498C" w:rsidP="00C9498C">
      <w:pPr>
        <w:pStyle w:val="Text1-2"/>
        <w:numPr>
          <w:ilvl w:val="2"/>
          <w:numId w:val="6"/>
        </w:numPr>
      </w:pPr>
      <w:r>
        <w:t xml:space="preserve">Účinky odstoupení od Smlouvy nastanou v obou případech dnem doručení oznámení o odstoupení Zhotoviteli.    </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ust. § 1765 odst. 2 a § 2620 odst. 2 občanského zákoníku. Tzn., že Zhotoviteli </w:t>
      </w:r>
      <w:r>
        <w:lastRenderedPageBreak/>
        <w:t>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r>
        <w:t>Ust. § 2605 odst. 1 občanského zákoníku se nepoužije. Dílo je provedeno tehdy, je-li dokončeno řádně a včas a Objednatelem převzato sjednaným způsobem.</w:t>
      </w:r>
    </w:p>
    <w:p w:rsidR="007300A5" w:rsidRDefault="003F5723" w:rsidP="007300A5">
      <w:pPr>
        <w:pStyle w:val="Text1-1"/>
      </w:pPr>
      <w:r>
        <w:t xml:space="preserve">Místem plnění </w:t>
      </w:r>
      <w:r w:rsidR="000A0017">
        <w:t>Díla</w:t>
      </w:r>
      <w:r>
        <w:t xml:space="preserve"> je: </w:t>
      </w:r>
      <w:r w:rsidRPr="00C539CB">
        <w:t>Stavební správa</w:t>
      </w:r>
      <w:r w:rsidR="002E5597">
        <w:t xml:space="preserve"> </w:t>
      </w:r>
      <w:r w:rsidR="007300A5" w:rsidRPr="002E5597">
        <w:t xml:space="preserve">západ, Sokolovská </w:t>
      </w:r>
      <w:r w:rsidR="00E62928">
        <w:t>1955</w:t>
      </w:r>
      <w:r w:rsidR="00B82F09">
        <w:t>/278</w:t>
      </w:r>
      <w:r w:rsidR="00E62928">
        <w:t>, 190 00 Praha 9</w:t>
      </w:r>
      <w:r w:rsidR="007300A5" w:rsidRPr="002E5597">
        <w:t>.</w:t>
      </w:r>
    </w:p>
    <w:p w:rsidR="003F5723" w:rsidRDefault="003F5723" w:rsidP="007300A5">
      <w:pPr>
        <w:pStyle w:val="Text1-1"/>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 xml:space="preserve">Bankovní záruka za provedení Díla dle čl. 11 Obchodních podmínek činí </w:t>
      </w:r>
      <w:r w:rsidRPr="000A0017">
        <w:t xml:space="preserve">10% z Ceny za zpracování </w:t>
      </w:r>
      <w:r w:rsidR="006F71F5" w:rsidRPr="000A0017">
        <w:t xml:space="preserve">ZP, </w:t>
      </w:r>
      <w:r w:rsidRPr="000A0017">
        <w:t>D</w:t>
      </w:r>
      <w:r w:rsidR="00C539CB" w:rsidRPr="000A0017">
        <w:t>U</w:t>
      </w:r>
      <w:r w:rsidRPr="000A0017">
        <w:t>SP a PDPS</w:t>
      </w:r>
      <w:r>
        <w:t>, tj.: "[</w:t>
      </w:r>
      <w:r w:rsidRPr="003F5723">
        <w:rPr>
          <w:b/>
          <w:highlight w:val="yellow"/>
        </w:rPr>
        <w:t>VLOŽÍ ZHOTOVITEL</w:t>
      </w:r>
      <w:r>
        <w:t xml:space="preserve">]" bez DPH. Cena za zpracování </w:t>
      </w:r>
      <w:r w:rsidR="006F71F5">
        <w:t xml:space="preserve">ZP, </w:t>
      </w:r>
      <w:r>
        <w:t>D</w:t>
      </w:r>
      <w:r w:rsidR="00C539CB">
        <w:t>U</w:t>
      </w:r>
      <w:r>
        <w:t>SP a PDPS je uvedena v Příloze č. 4 této Smlouvy.</w:t>
      </w:r>
    </w:p>
    <w:p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161382">
        <w:t xml:space="preserve">, </w:t>
      </w:r>
      <w:r>
        <w:t>(dále jen GDPR), které se na něj jako na zpracovatele vztahují a plnění těchto povinností na vyžádání doložit Objednateli.</w:t>
      </w:r>
    </w:p>
    <w:p w:rsidR="00B82F09" w:rsidRPr="00B82F09" w:rsidRDefault="00B82F09" w:rsidP="00B82F09">
      <w:pPr>
        <w:pStyle w:val="Text1-1"/>
        <w:rPr>
          <w:rFonts w:eastAsia="Times New Roman" w:cs="Times New Roman"/>
          <w:szCs w:val="20"/>
        </w:rPr>
      </w:pPr>
      <w:r w:rsidRPr="00B82F09">
        <w:rPr>
          <w:rFonts w:eastAsia="Times New Roman" w:cs="Times New Roman"/>
          <w:szCs w:val="20"/>
        </w:rPr>
        <w:t>Objednatel si vyhrazuje požadavek, že autorský dozor bude v průběhu realizace Stavby zajištěn osobou (osobami) disponující (mi) elektronickým podpisem.</w:t>
      </w:r>
    </w:p>
    <w:p w:rsidR="00B82F09" w:rsidRPr="00EE221B" w:rsidRDefault="00B82F09" w:rsidP="00B82F09">
      <w:pPr>
        <w:pStyle w:val="Text1-1"/>
        <w:rPr>
          <w:rFonts w:eastAsia="Times New Roman" w:cs="Times New Roman"/>
          <w:sz w:val="20"/>
          <w:szCs w:val="20"/>
        </w:rPr>
      </w:pPr>
      <w:r w:rsidRPr="00EE221B">
        <w:t>Zhotovitel se zavazuje, že v Díle nezvýhodní ani neznevýhodní určité dodavatele nebo výrobky tím, že technické podmínky dle § 89 odst.</w:t>
      </w:r>
      <w:r>
        <w:t xml:space="preserve"> </w:t>
      </w:r>
      <w:r w:rsidRPr="00EE221B">
        <w: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EE221B">
        <w:t>6 ZZVZ.</w:t>
      </w:r>
    </w:p>
    <w:p w:rsidR="00B82F09" w:rsidRPr="007C74D7" w:rsidRDefault="00B82F09" w:rsidP="007C74D7">
      <w:pPr>
        <w:pStyle w:val="Text1-1"/>
      </w:pPr>
      <w:bookmarkStart w:id="0" w:name="_GoBack"/>
      <w:bookmarkEnd w:id="0"/>
      <w:r w:rsidRPr="007C74D7">
        <w:rPr>
          <w:rFonts w:eastAsia="Times New Roman" w:cs="Times New Roman"/>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rsidR="00B82F09" w:rsidRPr="00B82F09" w:rsidRDefault="00B82F09" w:rsidP="00B82F09">
      <w:pPr>
        <w:pStyle w:val="Text1-1"/>
      </w:pPr>
      <w:r w:rsidRPr="00B82F09">
        <w:t>Sociálně a environmentálně odpovědné zadávání:</w:t>
      </w:r>
    </w:p>
    <w:p w:rsidR="00B82F09" w:rsidRPr="00EE221B" w:rsidRDefault="00B82F09" w:rsidP="00B82F09">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rsidR="00B82F09" w:rsidRPr="00EE221B" w:rsidRDefault="00B82F09" w:rsidP="00B82F09">
      <w:pPr>
        <w:pStyle w:val="Text1-2"/>
      </w:pPr>
      <w:r w:rsidRPr="00EE221B">
        <w:t>Zhotovitel se zavazuje na písemnou výzvu p</w:t>
      </w:r>
      <w:r>
        <w:t xml:space="preserve">ředložit Objednateli do sedmi </w:t>
      </w:r>
      <w:r w:rsidRPr="00EE221B">
        <w:t>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odst.</w:t>
      </w:r>
      <w:r>
        <w:t xml:space="preserve"> </w:t>
      </w:r>
      <w:r w:rsidRPr="00EE221B">
        <w:t xml:space="preserve">4.7.1 této Smlouvy. </w:t>
      </w:r>
    </w:p>
    <w:p w:rsidR="00B82F09" w:rsidRPr="00EE221B" w:rsidRDefault="00B82F09" w:rsidP="00B82F09">
      <w:pPr>
        <w:pStyle w:val="Text1-2"/>
      </w:pPr>
      <w:r w:rsidRPr="00EE221B">
        <w:t>Porady a jednání svolaná dle odst. 3.2 Přílohy č.3b) této Smlouvy budou probíhat primárně distančním způsobem (elektronicky, např. MS Teams, Google meet, atp.), pokud nebude nutné, aby byly spojeny s místním šetřením.</w:t>
      </w:r>
    </w:p>
    <w:p w:rsidR="00B82F09" w:rsidRPr="00EE221B" w:rsidRDefault="00B82F09" w:rsidP="00B82F09">
      <w:pPr>
        <w:pStyle w:val="Text1-2"/>
      </w:pPr>
      <w:r w:rsidRPr="00EE221B">
        <w:lastRenderedPageBreak/>
        <w:t xml:space="preserve">Zhotovitel se zavazuje, že v průběhu plnění Díla v rozsahu DUSP a PDPS  umožní v souvislosti s plněním Díla provedení studentské exkurze, a to v kancelářích Zhotovitele nebo při provádění projekčních či průzkumných prací přímo na budoucím staveništi. </w:t>
      </w:r>
    </w:p>
    <w:p w:rsidR="00B82F09" w:rsidRPr="00EE221B" w:rsidRDefault="00B82F09" w:rsidP="00B82F09">
      <w:pPr>
        <w:pStyle w:val="Text1-2"/>
      </w:pPr>
      <w:r w:rsidRPr="00EE221B">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rsidR="00B82F09" w:rsidRDefault="00B82F09" w:rsidP="00B82F09">
      <w:pPr>
        <w:pStyle w:val="Text1-2"/>
      </w:pPr>
      <w:r w:rsidRPr="00EE221B">
        <w:t>Zhotovitel bude důsledně požadovat v Projektové dokumentaci recyklaci kameniva vyzískávaného z kolejového lože. Bližší specifikace je uve</w:t>
      </w:r>
      <w:r>
        <w:t>dena v odst. 5.5.29 přílohy č. 3</w:t>
      </w:r>
      <w:r w:rsidRPr="00EE221B">
        <w:t>b) této Smlouvy.</w:t>
      </w:r>
    </w:p>
    <w:p w:rsidR="000A0017" w:rsidRPr="009A03C9" w:rsidRDefault="000A0017" w:rsidP="000A0017">
      <w:pPr>
        <w:pStyle w:val="Text1-1"/>
        <w:numPr>
          <w:ilvl w:val="1"/>
          <w:numId w:val="6"/>
        </w:numPr>
      </w:pPr>
      <w:r w:rsidRPr="009A03C9">
        <w:t>Objednatel si vyhrazuje v souladu s §105, odst. 2 zákona č. 134/2016 Sb., o zadávání veřejných zakázek (dále jen ZZVZ) požadavek, že níže uvedené významné činnosti při plnění veřejné zakázky musí být plněny přímo Zhotovitelem jeho vlastními prostředky:</w:t>
      </w:r>
    </w:p>
    <w:p w:rsidR="000A0017" w:rsidRDefault="001F05EE" w:rsidP="000A0017">
      <w:pPr>
        <w:pStyle w:val="Odrka1-1"/>
        <w:numPr>
          <w:ilvl w:val="0"/>
          <w:numId w:val="5"/>
        </w:numPr>
      </w:pPr>
      <w:r>
        <w:t>Zpracování Projektové d</w:t>
      </w:r>
      <w:r w:rsidR="000A0017">
        <w:t xml:space="preserve">okumentace </w:t>
      </w:r>
      <w:r w:rsidR="00AF2BCB">
        <w:t>pro společné povolení</w:t>
      </w:r>
      <w:r w:rsidR="000A0017">
        <w:t xml:space="preserve"> – včetně specializací na železniční svršek a spodek.</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3F5723" w:rsidRDefault="00B82F09" w:rsidP="003F5723">
      <w:pPr>
        <w:pStyle w:val="Text1-1"/>
      </w:pPr>
      <w:r>
        <w:t xml:space="preserve">Smluvní strany </w:t>
      </w:r>
      <w:r w:rsidR="00625F77">
        <w:t xml:space="preserve">se </w:t>
      </w:r>
      <w:r w:rsidR="003F5723">
        <w:t>ve smyslu ust.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E13ADE">
      <w:pPr>
        <w:pStyle w:val="Text1-1"/>
        <w:numPr>
          <w:ilvl w:val="1"/>
          <w:numId w:val="6"/>
        </w:numPr>
      </w:pPr>
      <w:r>
        <w:t xml:space="preserve">Tato </w:t>
      </w:r>
      <w:r w:rsidR="00E13ADE" w:rsidRPr="002C601C">
        <w:t>Smlouva je vyhotovena v jednom st</w:t>
      </w:r>
      <w:r w:rsidR="00E13ADE">
        <w:t>ejnopise v elektronické podobě.</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rsidR="00B22705" w:rsidRPr="005332C9" w:rsidRDefault="003F5723" w:rsidP="005332C9">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0B1BEA" w:rsidRPr="00190910" w:rsidRDefault="00F422D3" w:rsidP="000B1BEA">
      <w:pPr>
        <w:pStyle w:val="Textbezslovn"/>
        <w:spacing w:after="0"/>
      </w:pPr>
      <w:r w:rsidRPr="00964369">
        <w:t>Příloha</w:t>
      </w:r>
      <w:r>
        <w:t xml:space="preserve"> č. 2</w:t>
      </w:r>
      <w:r>
        <w:tab/>
      </w:r>
      <w:r w:rsidRPr="006923FD">
        <w:rPr>
          <w:b/>
        </w:rPr>
        <w:t>O</w:t>
      </w:r>
      <w:r w:rsidR="00124751" w:rsidRPr="006923FD">
        <w:rPr>
          <w:b/>
        </w:rPr>
        <w:t>bchodní podmínky</w:t>
      </w:r>
      <w:r w:rsidR="00124751">
        <w:t xml:space="preserve"> </w:t>
      </w:r>
    </w:p>
    <w:p w:rsidR="00F422D3" w:rsidRPr="00190910" w:rsidRDefault="009C250D" w:rsidP="000B1BEA">
      <w:pPr>
        <w:pStyle w:val="Textbezslovn"/>
      </w:pPr>
      <w:r>
        <w:t xml:space="preserve">                      </w:t>
      </w:r>
      <w:r w:rsidR="000B1BEA" w:rsidRPr="00190910">
        <w:t>„OP/ZP+DUR/1</w:t>
      </w:r>
      <w:r w:rsidR="00F86774">
        <w:t>5</w:t>
      </w:r>
      <w:r w:rsidR="000B1BEA" w:rsidRPr="00190910">
        <w:t>-2</w:t>
      </w:r>
      <w:r w:rsidR="00F86774">
        <w:t>1</w:t>
      </w:r>
      <w:r w:rsidR="000B1BEA" w:rsidRPr="00190910">
        <w:t>“</w:t>
      </w:r>
      <w:r w:rsidRPr="009C250D">
        <w:t xml:space="preserve"> </w:t>
      </w:r>
      <w:r>
        <w:t xml:space="preserve">a </w:t>
      </w:r>
      <w:r w:rsidRPr="00190910">
        <w:t>„OP/DUSP+PDPS/0</w:t>
      </w:r>
      <w:r>
        <w:t>6</w:t>
      </w:r>
      <w:r w:rsidRPr="00190910">
        <w:t>-2</w:t>
      </w:r>
      <w:r>
        <w:t>1</w:t>
      </w:r>
      <w:r w:rsidRPr="00190910">
        <w:t>“</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612CEA" w:rsidRPr="00964369" w:rsidRDefault="00124751" w:rsidP="00612CEA">
      <w:pPr>
        <w:pStyle w:val="Textbezslovn"/>
        <w:ind w:left="2127"/>
        <w:jc w:val="left"/>
      </w:pPr>
      <w:r w:rsidRPr="00964369">
        <w:t xml:space="preserve">b) Všeobecné technické </w:t>
      </w:r>
      <w:r w:rsidRPr="003038BD">
        <w:t>podmínky "</w:t>
      </w:r>
      <w:r w:rsidR="00190910">
        <w:t>VTP/DOKUMENTACE/02</w:t>
      </w:r>
      <w:r w:rsidR="002E5597">
        <w:t>-2</w:t>
      </w:r>
      <w:r w:rsidR="00190910">
        <w:t>1</w:t>
      </w:r>
      <w:r w:rsidR="002E5597">
        <w:t>“</w:t>
      </w:r>
    </w:p>
    <w:p w:rsidR="00F422D3" w:rsidRDefault="00124751" w:rsidP="00964369">
      <w:pPr>
        <w:pStyle w:val="Textbezslovn"/>
        <w:ind w:left="2127"/>
      </w:pPr>
      <w:r w:rsidRPr="00964369">
        <w:t>c) Zvláštní technické</w:t>
      </w:r>
      <w:r w:rsidR="00190910">
        <w:t xml:space="preserve"> podmínky</w:t>
      </w:r>
      <w:r w:rsidR="006650B1">
        <w:t xml:space="preserve"> </w:t>
      </w:r>
      <w:r w:rsidR="004749D3">
        <w:t>ze dne 05. 02. 2021</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lastRenderedPageBreak/>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Pr="00964369" w:rsidRDefault="00964369" w:rsidP="00B22705">
      <w:pPr>
        <w:pStyle w:val="Textbezslovn"/>
        <w:ind w:left="0"/>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V Praze dne ………………</w:t>
      </w:r>
      <w:r>
        <w:tab/>
      </w:r>
      <w:r>
        <w:tab/>
      </w:r>
      <w:r>
        <w:tab/>
      </w:r>
      <w:r>
        <w:tab/>
      </w:r>
      <w:r>
        <w:tab/>
        <w:t>V ………………….…. dne ……………..…….</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E13ADE" w:rsidRDefault="00E13ADE" w:rsidP="00E13ADE">
      <w:pPr>
        <w:pStyle w:val="Textbezodsazen"/>
      </w:pPr>
      <w:r>
        <w:t>................................................</w:t>
      </w:r>
      <w:r>
        <w:tab/>
      </w:r>
      <w:r>
        <w:tab/>
      </w:r>
      <w:r>
        <w:tab/>
        <w:t>................................................</w:t>
      </w:r>
    </w:p>
    <w:p w:rsidR="00E13ADE" w:rsidRPr="00930F78" w:rsidRDefault="00E13ADE" w:rsidP="00E13ADE">
      <w:pPr>
        <w:pStyle w:val="Bezmezer"/>
        <w:rPr>
          <w:rStyle w:val="Tun"/>
        </w:rPr>
      </w:pPr>
      <w:r w:rsidRPr="00930F78">
        <w:rPr>
          <w:rStyle w:val="Tun"/>
        </w:rPr>
        <w:t xml:space="preserve">Ing. </w:t>
      </w:r>
      <w:r>
        <w:rPr>
          <w:rStyle w:val="Tun"/>
        </w:rPr>
        <w:t>Petr Hofhanzl</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rsidR="00E13ADE" w:rsidRDefault="00E13ADE" w:rsidP="00E13ADE">
      <w:pPr>
        <w:pStyle w:val="Bezmezer"/>
      </w:pPr>
      <w:r>
        <w:t>ředitel Stavební správy západ</w:t>
      </w:r>
      <w:r>
        <w:tab/>
      </w:r>
      <w:r>
        <w:tab/>
      </w:r>
      <w:r>
        <w:tab/>
        <w:t>"[</w:t>
      </w:r>
      <w:r w:rsidRPr="003739DD">
        <w:rPr>
          <w:highlight w:val="yellow"/>
        </w:rPr>
        <w:t>VLOŽÍ ZHOTOVITEL</w:t>
      </w:r>
      <w:r>
        <w:t>]"</w:t>
      </w:r>
    </w:p>
    <w:p w:rsidR="00E13ADE" w:rsidRDefault="00E13ADE" w:rsidP="00E13ADE">
      <w:pPr>
        <w:pStyle w:val="Bezmezer"/>
      </w:pPr>
      <w:r>
        <w:t>Správa železnic, státní organizace</w:t>
      </w:r>
    </w:p>
    <w:p w:rsidR="00E13ADE" w:rsidRDefault="00E13ADE" w:rsidP="00E13ADE">
      <w:pPr>
        <w:pStyle w:val="Bezmezer"/>
      </w:pPr>
      <w:r>
        <w:t>(Podepsáno elektronicky)</w:t>
      </w:r>
    </w:p>
    <w:p w:rsidR="00376B8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CB4F6D" w:rsidRDefault="00CB4F6D"/>
    <w:p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rsidR="00CB4F6D" w:rsidRDefault="00CB4F6D" w:rsidP="00190910">
      <w:pPr>
        <w:pStyle w:val="Nadpisbezsl1-1"/>
      </w:pPr>
      <w:r>
        <w:lastRenderedPageBreak/>
        <w:t>Příloha č. 1</w:t>
      </w:r>
    </w:p>
    <w:p w:rsidR="00285298" w:rsidRPr="00F762A8" w:rsidRDefault="00950EAF" w:rsidP="00190910">
      <w:pPr>
        <w:pStyle w:val="Nadpisbezsl1-2"/>
      </w:pPr>
      <w:r>
        <w:t>Specifikace Díla</w:t>
      </w:r>
    </w:p>
    <w:p w:rsidR="00472299" w:rsidRPr="00472299" w:rsidRDefault="00A367CA" w:rsidP="00A04CEE">
      <w:pPr>
        <w:pStyle w:val="Text2-1"/>
        <w:numPr>
          <w:ilvl w:val="0"/>
          <w:numId w:val="21"/>
        </w:numPr>
      </w:pPr>
      <w:r w:rsidRPr="00472299">
        <w:t xml:space="preserve">Předmětem zadání je vypracování </w:t>
      </w:r>
      <w:r w:rsidRPr="00472299">
        <w:rPr>
          <w:b/>
        </w:rPr>
        <w:t>Záměru projektu</w:t>
      </w:r>
      <w:r w:rsidRPr="00472299">
        <w:t xml:space="preserve"> (dále též „ZP“) a </w:t>
      </w:r>
      <w:r w:rsidRPr="00472299">
        <w:rPr>
          <w:b/>
        </w:rPr>
        <w:t xml:space="preserve">Dokumentace pro vydání společného povolení </w:t>
      </w:r>
      <w:r w:rsidRPr="00472299">
        <w:t>(dále též „DUSP</w:t>
      </w:r>
      <w:r w:rsidRPr="00472299">
        <w:rPr>
          <w:rFonts w:cs="Calibri"/>
          <w:szCs w:val="20"/>
        </w:rPr>
        <w:t xml:space="preserve">“) včetně </w:t>
      </w:r>
      <w:r w:rsidRPr="00472299">
        <w:rPr>
          <w:rFonts w:cs="Calibri"/>
          <w:b/>
          <w:szCs w:val="20"/>
        </w:rPr>
        <w:t xml:space="preserve">Projektové dokumentace pro provádění stavby </w:t>
      </w:r>
      <w:r w:rsidRPr="00472299">
        <w:rPr>
          <w:rFonts w:cs="Calibri"/>
          <w:szCs w:val="20"/>
        </w:rPr>
        <w:t xml:space="preserve">(dále též „PDPS“) </w:t>
      </w:r>
      <w:r w:rsidRPr="00472299">
        <w:t>na stavbu „</w:t>
      </w:r>
      <w:r w:rsidR="00A04CEE" w:rsidRPr="00A04CEE">
        <w:rPr>
          <w:b/>
        </w:rPr>
        <w:t>Sanace železničního spodku na trati Děčín – Jedlová v km 25,880 – 25,980</w:t>
      </w:r>
      <w:r w:rsidR="00472299" w:rsidRPr="00472299">
        <w:t>“, v rozsahu stanoveném zadávací dokumentací a předloženou nabídkou zhotovitele.</w:t>
      </w:r>
    </w:p>
    <w:p w:rsidR="00472299" w:rsidRPr="00116E12" w:rsidRDefault="00472299" w:rsidP="00190910">
      <w:pPr>
        <w:numPr>
          <w:ilvl w:val="0"/>
          <w:numId w:val="20"/>
        </w:numPr>
        <w:spacing w:after="120" w:line="280" w:lineRule="exact"/>
        <w:ind w:left="360"/>
        <w:rPr>
          <w:rFonts w:ascii="Calibri" w:eastAsia="Times New Roman" w:hAnsi="Calibri" w:cs="Times New Roman"/>
          <w:b/>
          <w:sz w:val="22"/>
          <w:szCs w:val="24"/>
          <w:lang w:eastAsia="cs-CZ"/>
        </w:rPr>
      </w:pPr>
      <w:r w:rsidRPr="00116E12">
        <w:rPr>
          <w:rFonts w:ascii="Calibri" w:eastAsia="Times New Roman" w:hAnsi="Calibri" w:cs="Times New Roman"/>
          <w:b/>
          <w:sz w:val="22"/>
          <w:szCs w:val="24"/>
          <w:lang w:eastAsia="cs-CZ"/>
        </w:rPr>
        <w:t>Po</w:t>
      </w:r>
      <w:r>
        <w:rPr>
          <w:rFonts w:ascii="Calibri" w:eastAsia="Times New Roman" w:hAnsi="Calibri" w:cs="Times New Roman"/>
          <w:b/>
          <w:sz w:val="22"/>
          <w:szCs w:val="24"/>
          <w:lang w:eastAsia="cs-CZ"/>
        </w:rPr>
        <w:t>žadavky na rozsah a zpracování Z</w:t>
      </w:r>
      <w:r w:rsidRPr="00116E12">
        <w:rPr>
          <w:rFonts w:ascii="Calibri" w:eastAsia="Times New Roman" w:hAnsi="Calibri" w:cs="Times New Roman"/>
          <w:b/>
          <w:sz w:val="22"/>
          <w:szCs w:val="24"/>
          <w:lang w:eastAsia="cs-CZ"/>
        </w:rPr>
        <w:t>áměru projektu a přípravné dokumentace jsou definovány Všeobecnými technickými podmínkami – příloha č. 3b)</w:t>
      </w:r>
    </w:p>
    <w:p w:rsidR="00472299" w:rsidRPr="00116E12" w:rsidRDefault="00472299" w:rsidP="00190910">
      <w:pPr>
        <w:numPr>
          <w:ilvl w:val="0"/>
          <w:numId w:val="20"/>
        </w:numPr>
        <w:spacing w:after="120" w:line="280" w:lineRule="exact"/>
        <w:ind w:left="360"/>
        <w:rPr>
          <w:rFonts w:ascii="Calibri" w:eastAsia="Times New Roman" w:hAnsi="Calibri" w:cs="Times New Roman"/>
          <w:b/>
          <w:sz w:val="22"/>
          <w:szCs w:val="24"/>
          <w:lang w:eastAsia="cs-CZ"/>
        </w:rPr>
      </w:pPr>
      <w:r w:rsidRPr="00116E12">
        <w:rPr>
          <w:rFonts w:ascii="Calibri" w:eastAsia="Times New Roman" w:hAnsi="Calibri" w:cs="Times New Roman"/>
          <w:b/>
          <w:sz w:val="22"/>
          <w:szCs w:val="24"/>
          <w:lang w:eastAsia="cs-CZ"/>
        </w:rPr>
        <w:t>Upřesňující podmínky pro zpraco</w:t>
      </w:r>
      <w:r>
        <w:rPr>
          <w:rFonts w:ascii="Calibri" w:eastAsia="Times New Roman" w:hAnsi="Calibri" w:cs="Times New Roman"/>
          <w:b/>
          <w:sz w:val="22"/>
          <w:szCs w:val="24"/>
          <w:lang w:eastAsia="cs-CZ"/>
        </w:rPr>
        <w:t>vání Z</w:t>
      </w:r>
      <w:r w:rsidRPr="00116E12">
        <w:rPr>
          <w:rFonts w:ascii="Calibri" w:eastAsia="Times New Roman" w:hAnsi="Calibri" w:cs="Times New Roman"/>
          <w:b/>
          <w:sz w:val="22"/>
          <w:szCs w:val="24"/>
          <w:lang w:eastAsia="cs-CZ"/>
        </w:rPr>
        <w:t>áměru projektu a přípravné dokumentace jsou uvedeny ve Zvláštních technických podmínkách – příloha č. 3c)</w:t>
      </w:r>
    </w:p>
    <w:p w:rsidR="00472299" w:rsidRPr="00472299" w:rsidRDefault="00472299" w:rsidP="00472299">
      <w:pPr>
        <w:pStyle w:val="Nadpis2-2"/>
        <w:rPr>
          <w:highlight w:val="yellow"/>
        </w:rPr>
        <w:sectPr w:rsidR="00472299" w:rsidRPr="00472299" w:rsidSect="002360E6">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rsidR="00124751" w:rsidRDefault="00124751" w:rsidP="00190910">
      <w:pPr>
        <w:pStyle w:val="Nadpisbezsl1-1"/>
      </w:pPr>
      <w:r>
        <w:lastRenderedPageBreak/>
        <w:t>Příloha č. 2</w:t>
      </w:r>
    </w:p>
    <w:p w:rsidR="00124751" w:rsidRDefault="00124751" w:rsidP="00190910">
      <w:pPr>
        <w:pStyle w:val="Nadpisbezsl1-2"/>
      </w:pPr>
      <w:r>
        <w:t>Obchodní podmínky</w:t>
      </w:r>
    </w:p>
    <w:p w:rsidR="00124751" w:rsidRDefault="00124751" w:rsidP="00190910">
      <w:pPr>
        <w:pStyle w:val="Nadpisbezsl1-2"/>
      </w:pPr>
    </w:p>
    <w:p w:rsidR="00124751" w:rsidRDefault="009C250D" w:rsidP="00190910">
      <w:pPr>
        <w:pStyle w:val="Nadpisbezsl1-2"/>
      </w:pPr>
      <w:r>
        <w:t xml:space="preserve">"OP/ZP+DUR/15-21“ a </w:t>
      </w:r>
      <w:r w:rsidR="00124751">
        <w:t>"</w:t>
      </w:r>
      <w:r w:rsidR="004167D4">
        <w:t>OP/DUSP+</w:t>
      </w:r>
      <w:r w:rsidR="00C539CB">
        <w:t>PDPS/</w:t>
      </w:r>
      <w:r w:rsidR="00190910">
        <w:t>0</w:t>
      </w:r>
      <w:r w:rsidR="0003154D">
        <w:t>6</w:t>
      </w:r>
      <w:r w:rsidR="00190910">
        <w:t>-2</w:t>
      </w:r>
      <w:r w:rsidR="0003154D">
        <w:t>1</w:t>
      </w:r>
      <w:r>
        <w:t>“</w:t>
      </w:r>
    </w:p>
    <w:p w:rsidR="00C539CB" w:rsidRDefault="00C539CB" w:rsidP="005F4353">
      <w:pPr>
        <w:pStyle w:val="Textbezodsazen"/>
      </w:pPr>
    </w:p>
    <w:p w:rsidR="00F90EC0" w:rsidRDefault="00F90EC0" w:rsidP="00F419E5">
      <w:pPr>
        <w:pStyle w:val="Textbezodsazen"/>
      </w:pPr>
    </w:p>
    <w:p w:rsidR="00F90EC0" w:rsidRDefault="00F90EC0" w:rsidP="00F419E5">
      <w:pPr>
        <w:pStyle w:val="Textbezodsazen"/>
      </w:pPr>
    </w:p>
    <w:p w:rsidR="00F90EC0" w:rsidRDefault="00F90EC0"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rsidR="00124751" w:rsidRDefault="00124751" w:rsidP="00BE24E8">
      <w:pPr>
        <w:pStyle w:val="Nadpisbezsl1-1"/>
      </w:pPr>
      <w:r>
        <w:lastRenderedPageBreak/>
        <w:t>Příloha č. 3</w:t>
      </w:r>
    </w:p>
    <w:p w:rsidR="00124751" w:rsidRDefault="00124751" w:rsidP="00BE24E8">
      <w:pPr>
        <w:pStyle w:val="Nadpisbezsl1-2"/>
      </w:pPr>
      <w:r>
        <w:t>Technické podmínky:</w:t>
      </w: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124751" w:rsidRPr="00EB4139" w:rsidRDefault="00E868F1" w:rsidP="00472299">
      <w:pPr>
        <w:pStyle w:val="Textbezslovn"/>
      </w:pPr>
      <w:r w:rsidRPr="003038BD">
        <w:t>VTP/</w:t>
      </w:r>
      <w:r w:rsidR="00190910">
        <w:t>DOKUMENTACE</w:t>
      </w:r>
      <w:r w:rsidRPr="003038BD">
        <w:t>/</w:t>
      </w:r>
      <w:r w:rsidR="00190910">
        <w:t>02</w:t>
      </w:r>
      <w:r w:rsidR="00E25A83">
        <w:t>-2</w:t>
      </w:r>
      <w:r w:rsidR="00190910">
        <w:t>1</w:t>
      </w:r>
    </w:p>
    <w:p w:rsidR="00124751" w:rsidRDefault="00124751" w:rsidP="00124751">
      <w:pPr>
        <w:pStyle w:val="Nadpisbezsl1-2"/>
      </w:pPr>
      <w:r>
        <w:t>c)</w:t>
      </w:r>
      <w:r>
        <w:tab/>
        <w:t xml:space="preserve">Zvláštní technické podmínky </w:t>
      </w:r>
    </w:p>
    <w:p w:rsidR="008A4D1B" w:rsidRDefault="004749D3" w:rsidP="008A4D1B">
      <w:pPr>
        <w:pStyle w:val="Textbezslovn"/>
        <w:jc w:val="left"/>
      </w:pPr>
      <w:r>
        <w:t>ze dne 05. 02. 2021</w:t>
      </w:r>
    </w:p>
    <w:p w:rsidR="00671F70" w:rsidRDefault="00671F70" w:rsidP="008A4D1B">
      <w:pPr>
        <w:pStyle w:val="Textbezslovn"/>
        <w:jc w:val="left"/>
      </w:pPr>
    </w:p>
    <w:p w:rsidR="008A4D1B" w:rsidRDefault="008A4D1B" w:rsidP="008A4D1B">
      <w:pPr>
        <w:pStyle w:val="Textbezslovn"/>
        <w:jc w:val="left"/>
      </w:pPr>
    </w:p>
    <w:p w:rsidR="004908EA" w:rsidRDefault="004908EA" w:rsidP="004908EA">
      <w:pPr>
        <w:pStyle w:val="Textbezodsazen"/>
      </w:pPr>
    </w:p>
    <w:p w:rsidR="004908EA" w:rsidRDefault="004908EA" w:rsidP="004908EA">
      <w:pPr>
        <w:pStyle w:val="Textbezodsazen"/>
      </w:pPr>
    </w:p>
    <w:p w:rsidR="004908EA" w:rsidRPr="004908EA" w:rsidRDefault="004908EA" w:rsidP="004908EA">
      <w:pPr>
        <w:pStyle w:val="Text2-1"/>
        <w:sectPr w:rsidR="004908EA" w:rsidRPr="004908EA"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rsidR="008A4D1B" w:rsidRDefault="008A4D1B" w:rsidP="00BE24E8">
      <w:pPr>
        <w:pStyle w:val="Nadpisbezsl1-1"/>
      </w:pPr>
      <w:r>
        <w:lastRenderedPageBreak/>
        <w:t>Příloha č. 4</w:t>
      </w:r>
    </w:p>
    <w:p w:rsidR="008A4D1B" w:rsidRDefault="008A4D1B" w:rsidP="00BE24E8">
      <w:pPr>
        <w:pStyle w:val="Nadpisbezsl1-2"/>
      </w:pPr>
      <w:r>
        <w:t>Rozpis Ceny Díla</w:t>
      </w:r>
    </w:p>
    <w:p w:rsidR="008A4D1B" w:rsidRDefault="008A4D1B" w:rsidP="008A4D1B">
      <w:pPr>
        <w:pStyle w:val="Textbezodsazen"/>
      </w:pPr>
      <w:r>
        <w:t xml:space="preserve">Cena za zpracování </w:t>
      </w:r>
      <w:r w:rsidR="00625F77">
        <w:t xml:space="preserve">ZP, </w:t>
      </w:r>
      <w:r>
        <w:t>D</w:t>
      </w:r>
      <w:r w:rsidR="00E868F1">
        <w:t>U</w:t>
      </w:r>
      <w:r>
        <w:t>SP a PDPS (podle členění na základní a dodatečné služby) a autorského dozoru:</w:t>
      </w:r>
    </w:p>
    <w:p w:rsidR="008A4D1B" w:rsidRDefault="00760192" w:rsidP="00760192">
      <w:pPr>
        <w:pStyle w:val="Nadpisbezsl1-1"/>
      </w:pPr>
      <w:r>
        <w:t>1.</w:t>
      </w:r>
      <w:r>
        <w:tab/>
      </w:r>
      <w:r w:rsidR="008A4D1B">
        <w:t xml:space="preserve">Základní služby na zpracování </w:t>
      </w:r>
      <w:r w:rsidR="00A04CEE">
        <w:t xml:space="preserve">ZP, </w:t>
      </w:r>
      <w:r w:rsidR="008A4D1B">
        <w:t>D</w:t>
      </w:r>
      <w:r w:rsidR="00E868F1">
        <w:t>U</w:t>
      </w:r>
      <w:r w:rsidR="008A4D1B">
        <w:t>SP a PDPS:</w:t>
      </w:r>
    </w:p>
    <w:tbl>
      <w:tblPr>
        <w:tblStyle w:val="Tabulka10"/>
        <w:tblW w:w="0" w:type="auto"/>
        <w:tblLayout w:type="fixed"/>
        <w:tblLook w:val="04A0" w:firstRow="1" w:lastRow="0" w:firstColumn="1" w:lastColumn="0" w:noHBand="0" w:noVBand="1"/>
      </w:tblPr>
      <w:tblGrid>
        <w:gridCol w:w="964"/>
        <w:gridCol w:w="3118"/>
        <w:gridCol w:w="1077"/>
        <w:gridCol w:w="1077"/>
        <w:gridCol w:w="1361"/>
        <w:gridCol w:w="1191"/>
      </w:tblGrid>
      <w:tr w:rsidR="008A4D1B" w:rsidRPr="004908EA"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8A4D1B" w:rsidRPr="004908EA" w:rsidRDefault="008A4D1B" w:rsidP="004908EA">
            <w:pPr>
              <w:pStyle w:val="Tabulka"/>
              <w:rPr>
                <w:b/>
              </w:rPr>
            </w:pPr>
            <w:r w:rsidRPr="004908EA">
              <w:rPr>
                <w:b/>
              </w:rPr>
              <w:t xml:space="preserve"> Položka</w:t>
            </w:r>
          </w:p>
        </w:tc>
        <w:tc>
          <w:tcPr>
            <w:tcW w:w="3118"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19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2F55DF"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2F55DF" w:rsidRPr="00B06D17" w:rsidRDefault="002F55DF" w:rsidP="004908EA">
            <w:pPr>
              <w:pStyle w:val="Tabulka"/>
            </w:pPr>
            <w:r>
              <w:t>1</w:t>
            </w:r>
          </w:p>
        </w:tc>
        <w:tc>
          <w:tcPr>
            <w:tcW w:w="3118" w:type="dxa"/>
          </w:tcPr>
          <w:p w:rsidR="002F55DF" w:rsidRPr="00B06D17" w:rsidRDefault="002F55DF" w:rsidP="004908EA">
            <w:pPr>
              <w:pStyle w:val="Tabulka"/>
              <w:cnfStyle w:val="000000000000" w:firstRow="0" w:lastRow="0" w:firstColumn="0" w:lastColumn="0" w:oddVBand="0" w:evenVBand="0" w:oddHBand="0" w:evenHBand="0" w:firstRowFirstColumn="0" w:firstRowLastColumn="0" w:lastRowFirstColumn="0" w:lastRowLastColumn="0"/>
            </w:pPr>
            <w:r w:rsidRPr="002F55DF">
              <w:t>Záměr projektu (v rozsahu Směrnice č. V – 2/2012  v platném znění a dle požadavku VTP a ZTP)</w:t>
            </w:r>
          </w:p>
        </w:tc>
        <w:tc>
          <w:tcPr>
            <w:tcW w:w="1077" w:type="dxa"/>
          </w:tcPr>
          <w:p w:rsidR="002F55DF" w:rsidRPr="00B06D17" w:rsidRDefault="00CF124D" w:rsidP="004908EA">
            <w:pPr>
              <w:pStyle w:val="Tabulka"/>
              <w:cnfStyle w:val="000000000000" w:firstRow="0" w:lastRow="0" w:firstColumn="0" w:lastColumn="0" w:oddVBand="0" w:evenVBand="0" w:oddHBand="0" w:evenHBand="0" w:firstRowFirstColumn="0" w:firstRowLastColumn="0" w:lastRowFirstColumn="0" w:lastRowLastColumn="0"/>
            </w:pPr>
            <w:r>
              <w:t>hod</w:t>
            </w:r>
          </w:p>
        </w:tc>
        <w:tc>
          <w:tcPr>
            <w:tcW w:w="1077" w:type="dxa"/>
          </w:tcPr>
          <w:p w:rsidR="002F55DF" w:rsidRPr="00B06D17" w:rsidRDefault="002F55DF"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2F55DF" w:rsidRPr="00B06D17" w:rsidRDefault="002F55DF"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2F55DF" w:rsidRPr="00B06D17" w:rsidRDefault="002F55DF"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CF124D" w:rsidP="004908EA">
            <w:pPr>
              <w:pStyle w:val="Tabulka"/>
            </w:pPr>
            <w:r>
              <w:t>2</w:t>
            </w:r>
          </w:p>
        </w:tc>
        <w:tc>
          <w:tcPr>
            <w:tcW w:w="3118" w:type="dxa"/>
          </w:tcPr>
          <w:p w:rsidR="008A4D1B" w:rsidRPr="00B06D17" w:rsidRDefault="008A4D1B" w:rsidP="0003154D">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rsidR="00C66209">
              <w:t>U</w:t>
            </w:r>
            <w:r w:rsidRPr="00B06D17">
              <w:t>SP dle vyhlášky č.146 /200</w:t>
            </w:r>
            <w:r w:rsidR="0003154D">
              <w:t>8</w:t>
            </w:r>
            <w:r w:rsidRPr="00B06D17">
              <w:t xml:space="preserve"> Sb. v platném znění dle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CF124D" w:rsidP="004908EA">
            <w:pPr>
              <w:pStyle w:val="Tabulka"/>
            </w:pPr>
            <w:r>
              <w:t>3</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rsidR="00C66209">
              <w:t>U</w:t>
            </w:r>
            <w:r w:rsidRPr="00B06D17">
              <w:t>SP do podrobnosti PDPS) vyjma příloh G, H a I, včetně všech dílčích odevzdání, dle přílohy č.2 Směrnice GŘ SŽDC č. 11/2006 v platném znění dle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CF124D" w:rsidP="004908EA">
            <w:pPr>
              <w:pStyle w:val="Tabulka"/>
            </w:pPr>
            <w:r>
              <w:t>4</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Stanovení nákladů stavby v rozsahu položkových rozpočtů jednotlivých SO a PS a souhrnného rozpočtu stavby (v rozsahu požadavků Směrnice SŽDC č.20 v platném zněn a dle požadavku VTP a ZTP)-příloha dokumentace část G</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CF124D" w:rsidP="004908EA">
            <w:pPr>
              <w:pStyle w:val="Tabulka"/>
            </w:pPr>
            <w:r>
              <w:t>5</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CF124D" w:rsidP="004908EA">
            <w:pPr>
              <w:pStyle w:val="Tabulka"/>
            </w:pPr>
            <w:r>
              <w:t>6</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CF124D" w:rsidP="004908EA">
            <w:pPr>
              <w:pStyle w:val="Tabulka"/>
            </w:pPr>
            <w:r>
              <w:t>7</w:t>
            </w:r>
          </w:p>
        </w:tc>
        <w:tc>
          <w:tcPr>
            <w:tcW w:w="3118" w:type="dxa"/>
          </w:tcPr>
          <w:p w:rsidR="008A4D1B" w:rsidRPr="00B06D17" w:rsidRDefault="00404B40" w:rsidP="004908EA">
            <w:pPr>
              <w:pStyle w:val="Tabulka"/>
              <w:cnfStyle w:val="000000000000" w:firstRow="0" w:lastRow="0" w:firstColumn="0" w:lastColumn="0" w:oddVBand="0" w:evenVBand="0" w:oddHBand="0" w:evenHBand="0" w:firstRowFirstColumn="0" w:firstRowLastColumn="0" w:lastRowFirstColumn="0" w:lastRowLastColumn="0"/>
            </w:pPr>
            <w:r>
              <w:t>Definitivní odevzdání</w:t>
            </w:r>
            <w:r w:rsidR="00CF124D">
              <w:t xml:space="preserve"> </w:t>
            </w:r>
            <w:r w:rsidR="004E2FCD">
              <w:t xml:space="preserve">ZP, </w:t>
            </w:r>
            <w:r w:rsidR="008A4D1B" w:rsidRPr="00B06D17">
              <w:t>D</w:t>
            </w:r>
            <w:r w:rsidR="00C66209">
              <w:t>U</w:t>
            </w:r>
            <w:r w:rsidR="008A4D1B" w:rsidRPr="00B06D17">
              <w:t>SP a PDPS, dle SOD v listinné formě (dle požadavku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266614" w:rsidP="004908EA">
            <w:pPr>
              <w:pStyle w:val="Tabulka"/>
              <w:cnfStyle w:val="000000000000" w:firstRow="0" w:lastRow="0" w:firstColumn="0" w:lastColumn="0" w:oddVBand="0" w:evenVBand="0" w:oddHBand="0" w:evenHBand="0" w:firstRowFirstColumn="0" w:firstRowLastColumn="0" w:lastRowFirstColumn="0" w:lastRowLastColumn="0"/>
            </w:pPr>
            <w:r>
              <w:t>6</w:t>
            </w: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CF124D" w:rsidP="004908EA">
            <w:pPr>
              <w:pStyle w:val="Tabulka"/>
            </w:pPr>
            <w:r>
              <w:t>8</w:t>
            </w:r>
          </w:p>
        </w:tc>
        <w:tc>
          <w:tcPr>
            <w:tcW w:w="3118" w:type="dxa"/>
          </w:tcPr>
          <w:p w:rsidR="008A4D1B" w:rsidRPr="00B06D17" w:rsidRDefault="00404B40" w:rsidP="004908EA">
            <w:pPr>
              <w:pStyle w:val="Tabulka"/>
              <w:cnfStyle w:val="000000000000" w:firstRow="0" w:lastRow="0" w:firstColumn="0" w:lastColumn="0" w:oddVBand="0" w:evenVBand="0" w:oddHBand="0" w:evenHBand="0" w:firstRowFirstColumn="0" w:firstRowLastColumn="0" w:lastRowFirstColumn="0" w:lastRowLastColumn="0"/>
            </w:pPr>
            <w:r>
              <w:t>Definitivní odevzdání</w:t>
            </w:r>
            <w:r w:rsidR="004E2FCD">
              <w:t xml:space="preserve"> ZP,</w:t>
            </w:r>
            <w:r w:rsidR="00CF124D">
              <w:t xml:space="preserve"> </w:t>
            </w:r>
            <w:r w:rsidR="008A4D1B" w:rsidRPr="00B06D17">
              <w:t>D</w:t>
            </w:r>
            <w:r w:rsidR="00C66209">
              <w:t>U</w:t>
            </w:r>
            <w:r w:rsidR="008A4D1B" w:rsidRPr="00B06D17">
              <w:t>SP a PDPS, dle SOD v elektronické formě (dle požadavku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266614" w:rsidP="004908EA">
            <w:pPr>
              <w:pStyle w:val="Tabulka"/>
              <w:cnfStyle w:val="000000000000" w:firstRow="0" w:lastRow="0" w:firstColumn="0" w:lastColumn="0" w:oddVBand="0" w:evenVBand="0" w:oddHBand="0" w:evenHBand="0" w:firstRowFirstColumn="0" w:firstRowLastColumn="0" w:lastRowFirstColumn="0" w:lastRowLastColumn="0"/>
            </w:pPr>
            <w:r>
              <w:t>6</w:t>
            </w: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gridSpan w:val="2"/>
          </w:tcPr>
          <w:p w:rsidR="008A4D1B" w:rsidRPr="00B06D17" w:rsidRDefault="008A4D1B" w:rsidP="004908EA">
            <w:pPr>
              <w:pStyle w:val="Tabulka"/>
            </w:pPr>
            <w:r w:rsidRPr="00B06D17">
              <w:t>Celkem za základní služby:</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bl>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760192" w:rsidP="00760192">
      <w:pPr>
        <w:pStyle w:val="Nadpisbezsl1-1"/>
      </w:pPr>
      <w:r>
        <w:lastRenderedPageBreak/>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rsidTr="00BD29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rsidR="008A4D1B" w:rsidRPr="00095167" w:rsidRDefault="008A4D1B" w:rsidP="00BD2947">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rsidTr="00BD2947">
        <w:tc>
          <w:tcPr>
            <w:cnfStyle w:val="001000000000" w:firstRow="0" w:lastRow="0" w:firstColumn="1" w:lastColumn="0" w:oddVBand="0" w:evenVBand="0" w:oddHBand="0" w:evenHBand="0" w:firstRowFirstColumn="0" w:firstRowLastColumn="0" w:lastRowFirstColumn="0" w:lastRowLastColumn="0"/>
            <w:tcW w:w="930" w:type="dxa"/>
          </w:tcPr>
          <w:p w:rsidR="003B7470" w:rsidRPr="00BD2947" w:rsidRDefault="003B7470" w:rsidP="00262344">
            <w:pPr>
              <w:pStyle w:val="Tabulka"/>
            </w:pPr>
            <w:r w:rsidRPr="00BD2947">
              <w:t>9</w:t>
            </w:r>
          </w:p>
        </w:tc>
        <w:tc>
          <w:tcPr>
            <w:tcW w:w="3265" w:type="dxa"/>
          </w:tcPr>
          <w:p w:rsidR="003B7470" w:rsidRPr="00BD2947"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BD2947">
              <w:rPr>
                <w:rFonts w:eastAsia="Verdana" w:cs="Times New Roman"/>
              </w:rPr>
              <w:t>Geodetické práce</w:t>
            </w:r>
          </w:p>
        </w:tc>
        <w:tc>
          <w:tcPr>
            <w:tcW w:w="1039" w:type="dxa"/>
          </w:tcPr>
          <w:p w:rsidR="003B7470" w:rsidRPr="00BD2947"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BD2947">
              <w:t>km</w:t>
            </w:r>
          </w:p>
        </w:tc>
        <w:tc>
          <w:tcPr>
            <w:tcW w:w="1039"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BD2947">
        <w:tc>
          <w:tcPr>
            <w:cnfStyle w:val="001000000000" w:firstRow="0" w:lastRow="0" w:firstColumn="1" w:lastColumn="0" w:oddVBand="0" w:evenVBand="0" w:oddHBand="0" w:evenHBand="0" w:firstRowFirstColumn="0" w:firstRowLastColumn="0" w:lastRowFirstColumn="0" w:lastRowLastColumn="0"/>
            <w:tcW w:w="930" w:type="dxa"/>
          </w:tcPr>
          <w:p w:rsidR="003B7470" w:rsidRPr="00BD2947" w:rsidRDefault="00BD2947" w:rsidP="00262344">
            <w:pPr>
              <w:pStyle w:val="Tabulka"/>
            </w:pPr>
            <w:r w:rsidRPr="00BD2947">
              <w:t>10</w:t>
            </w:r>
          </w:p>
        </w:tc>
        <w:tc>
          <w:tcPr>
            <w:tcW w:w="3265" w:type="dxa"/>
          </w:tcPr>
          <w:p w:rsidR="003B7470" w:rsidRPr="00BD2947"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BD2947">
              <w:rPr>
                <w:rFonts w:eastAsia="Verdana" w:cs="Times New Roman"/>
              </w:rPr>
              <w:t>Geotechnický průzkum pro železniční spodek</w:t>
            </w:r>
          </w:p>
        </w:tc>
        <w:tc>
          <w:tcPr>
            <w:tcW w:w="1039" w:type="dxa"/>
          </w:tcPr>
          <w:p w:rsidR="003B7470" w:rsidRPr="00BD2947"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BD2947">
              <w:t>km</w:t>
            </w:r>
          </w:p>
        </w:tc>
        <w:tc>
          <w:tcPr>
            <w:tcW w:w="1039"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BD2947">
        <w:tc>
          <w:tcPr>
            <w:cnfStyle w:val="001000000000" w:firstRow="0" w:lastRow="0" w:firstColumn="1" w:lastColumn="0" w:oddVBand="0" w:evenVBand="0" w:oddHBand="0" w:evenHBand="0" w:firstRowFirstColumn="0" w:firstRowLastColumn="0" w:lastRowFirstColumn="0" w:lastRowLastColumn="0"/>
            <w:tcW w:w="930" w:type="dxa"/>
          </w:tcPr>
          <w:p w:rsidR="008A4D1B" w:rsidRPr="00BD2947" w:rsidRDefault="003B7470" w:rsidP="00BD2947">
            <w:pPr>
              <w:pStyle w:val="Tabulka"/>
            </w:pPr>
            <w:r w:rsidRPr="00BD2947">
              <w:t>1</w:t>
            </w:r>
            <w:r w:rsidR="00BD2947" w:rsidRPr="00BD2947">
              <w:t>1</w:t>
            </w:r>
          </w:p>
        </w:tc>
        <w:tc>
          <w:tcPr>
            <w:tcW w:w="3265" w:type="dxa"/>
          </w:tcPr>
          <w:p w:rsidR="008A4D1B" w:rsidRPr="00BD294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D2947">
              <w:t>Zajištění vydání osvědčení o shodě notifikovanou osobou v přípravě</w:t>
            </w:r>
          </w:p>
        </w:tc>
        <w:tc>
          <w:tcPr>
            <w:tcW w:w="1039" w:type="dxa"/>
          </w:tcPr>
          <w:p w:rsidR="008A4D1B" w:rsidRPr="00BD294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D2947">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BD2947">
        <w:tc>
          <w:tcPr>
            <w:cnfStyle w:val="001000000000" w:firstRow="0" w:lastRow="0" w:firstColumn="1" w:lastColumn="0" w:oddVBand="0" w:evenVBand="0" w:oddHBand="0" w:evenHBand="0" w:firstRowFirstColumn="0" w:firstRowLastColumn="0" w:lastRowFirstColumn="0" w:lastRowLastColumn="0"/>
            <w:tcW w:w="930" w:type="dxa"/>
          </w:tcPr>
          <w:p w:rsidR="008A4D1B" w:rsidRPr="00BD2947" w:rsidRDefault="003B7470" w:rsidP="00BD2947">
            <w:pPr>
              <w:pStyle w:val="Tabulka"/>
            </w:pPr>
            <w:r w:rsidRPr="00BD2947">
              <w:t>1</w:t>
            </w:r>
            <w:r w:rsidR="00BD2947" w:rsidRPr="00BD2947">
              <w:t>2</w:t>
            </w:r>
          </w:p>
        </w:tc>
        <w:tc>
          <w:tcPr>
            <w:tcW w:w="3265" w:type="dxa"/>
          </w:tcPr>
          <w:p w:rsidR="008A4D1B" w:rsidRPr="00BD294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D2947">
              <w:t>Koordinátor BOZP v přípravě</w:t>
            </w:r>
          </w:p>
        </w:tc>
        <w:tc>
          <w:tcPr>
            <w:tcW w:w="1039" w:type="dxa"/>
          </w:tcPr>
          <w:p w:rsidR="008A4D1B" w:rsidRPr="00BD294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D2947">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BD2947">
        <w:tc>
          <w:tcPr>
            <w:cnfStyle w:val="001000000000" w:firstRow="0" w:lastRow="0" w:firstColumn="1" w:lastColumn="0" w:oddVBand="0" w:evenVBand="0" w:oddHBand="0" w:evenHBand="0" w:firstRowFirstColumn="0" w:firstRowLastColumn="0" w:lastRowFirstColumn="0" w:lastRowLastColumn="0"/>
            <w:tcW w:w="930" w:type="dxa"/>
          </w:tcPr>
          <w:p w:rsidR="008A4D1B" w:rsidRPr="00BD2947" w:rsidRDefault="003B7470" w:rsidP="00BD2947">
            <w:pPr>
              <w:pStyle w:val="Tabulka"/>
            </w:pPr>
            <w:r w:rsidRPr="00BD2947">
              <w:t>1</w:t>
            </w:r>
            <w:r w:rsidR="00BD2947" w:rsidRPr="00BD2947">
              <w:t>3</w:t>
            </w:r>
          </w:p>
        </w:tc>
        <w:tc>
          <w:tcPr>
            <w:tcW w:w="3265" w:type="dxa"/>
          </w:tcPr>
          <w:p w:rsidR="008A4D1B" w:rsidRPr="00BD294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D2947">
              <w:t>Zpracování žádosti o spolufinancování stavby dle požadavku VTP a ZTP</w:t>
            </w:r>
          </w:p>
        </w:tc>
        <w:tc>
          <w:tcPr>
            <w:tcW w:w="1039" w:type="dxa"/>
          </w:tcPr>
          <w:p w:rsidR="008A4D1B" w:rsidRPr="00BD294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D2947">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BD2947">
        <w:tc>
          <w:tcPr>
            <w:cnfStyle w:val="001000000000" w:firstRow="0" w:lastRow="0" w:firstColumn="1" w:lastColumn="0" w:oddVBand="0" w:evenVBand="0" w:oddHBand="0" w:evenHBand="0" w:firstRowFirstColumn="0" w:firstRowLastColumn="0" w:lastRowFirstColumn="0" w:lastRowLastColumn="0"/>
            <w:tcW w:w="930" w:type="dxa"/>
          </w:tcPr>
          <w:p w:rsidR="008A4D1B" w:rsidRPr="00BD2947" w:rsidRDefault="003B7470" w:rsidP="00BD2947">
            <w:pPr>
              <w:pStyle w:val="Tabulka"/>
            </w:pPr>
            <w:r w:rsidRPr="00BD2947">
              <w:t>1</w:t>
            </w:r>
            <w:r w:rsidR="00BD2947" w:rsidRPr="00BD2947">
              <w:t>4</w:t>
            </w:r>
          </w:p>
        </w:tc>
        <w:tc>
          <w:tcPr>
            <w:tcW w:w="3265" w:type="dxa"/>
          </w:tcPr>
          <w:p w:rsidR="008A4D1B" w:rsidRPr="00BD294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D2947">
              <w:t>Zajištění technických podkladů pro vypracování zadávací dokumentace na výběr zhotovitele stavby dle požadavku VTP a ZTP</w:t>
            </w:r>
          </w:p>
        </w:tc>
        <w:tc>
          <w:tcPr>
            <w:tcW w:w="1039" w:type="dxa"/>
          </w:tcPr>
          <w:p w:rsidR="008A4D1B" w:rsidRPr="00BD2947"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D2947">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rsidTr="00BD2947">
        <w:tc>
          <w:tcPr>
            <w:cnfStyle w:val="001000000000" w:firstRow="0" w:lastRow="0" w:firstColumn="1" w:lastColumn="0" w:oddVBand="0" w:evenVBand="0" w:oddHBand="0" w:evenHBand="0" w:firstRowFirstColumn="0" w:firstRowLastColumn="0" w:lastRowFirstColumn="0" w:lastRowLastColumn="0"/>
            <w:tcW w:w="4195" w:type="dxa"/>
            <w:gridSpan w:val="2"/>
          </w:tcPr>
          <w:p w:rsidR="00C66209" w:rsidRPr="00B06D17" w:rsidRDefault="00C66209" w:rsidP="00262344">
            <w:pPr>
              <w:pStyle w:val="Tabulka"/>
            </w:pPr>
            <w:r w:rsidRPr="00B06D17">
              <w:t xml:space="preserve">Celkem za </w:t>
            </w:r>
            <w:r>
              <w:t xml:space="preserve">doplňkové </w:t>
            </w:r>
            <w:r w:rsidRPr="00B06D17">
              <w:t>služby</w:t>
            </w:r>
            <w:r>
              <w:t>:</w:t>
            </w: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62344">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C66209" w:rsidP="00262344">
            <w:pPr>
              <w:pStyle w:val="Tabulka"/>
            </w:pPr>
            <w:r>
              <w:t>21</w:t>
            </w:r>
          </w:p>
        </w:tc>
        <w:tc>
          <w:tcPr>
            <w:tcW w:w="3260"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nevyplněné údaje</w:t>
      </w:r>
      <w:r w:rsidR="006D465A">
        <w:t xml:space="preserv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893139">
        <w:t>6</w:t>
      </w:r>
      <w:r w:rsidRPr="00DF7FC9">
        <w:t xml:space="preserve"> 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rPr>
                <w:rStyle w:val="Tun"/>
              </w:rPr>
            </w:pPr>
            <w:r w:rsidRPr="00236DCC">
              <w:rPr>
                <w:rStyle w:val="Tun"/>
              </w:rPr>
              <w:t>Cena Díla (bez DPH)</w:t>
            </w:r>
          </w:p>
        </w:tc>
        <w:tc>
          <w:tcPr>
            <w:tcW w:w="2947"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 xml:space="preserve">z toho: </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 xml:space="preserve">Cena za zpracování </w:t>
            </w:r>
            <w:r w:rsidR="00A33CBD">
              <w:t xml:space="preserve">ZP, </w:t>
            </w:r>
            <w:r w:rsidRPr="00236DCC">
              <w:t>D</w:t>
            </w:r>
            <w:r w:rsidR="00E868F1">
              <w:t>U</w:t>
            </w:r>
            <w:r w:rsidRPr="00236DCC">
              <w:t xml:space="preserve">SP a </w:t>
            </w:r>
            <w:r w:rsidRPr="006D465A">
              <w:rPr>
                <w:color w:val="000000" w:themeColor="text1"/>
              </w:rPr>
              <w:t>PDPS</w:t>
            </w:r>
            <w:r w:rsidR="00AA3125" w:rsidRPr="006D465A">
              <w:rPr>
                <w:color w:val="000000" w:themeColor="text1"/>
              </w:rPr>
              <w:t xml:space="preserve"> (v rozsahu základních a dodatečných služeb):</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lastRenderedPageBreak/>
              <w:t>Cena za výkon autorského dozoru</w:t>
            </w:r>
            <w:r w:rsidR="00B06D17">
              <w:t>:</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625F77">
        <w:rPr>
          <w:rStyle w:val="Tun-ZRUIT"/>
        </w:rPr>
        <w:t xml:space="preserve">ZP, </w:t>
      </w:r>
      <w:r w:rsidRPr="00236DCC">
        <w:rPr>
          <w:rStyle w:val="Tun-ZRUIT"/>
        </w:rPr>
        <w:t>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3323"/>
        <w:gridCol w:w="2631"/>
      </w:tblGrid>
      <w:tr w:rsidR="00B72613" w:rsidRPr="00B72613" w:rsidTr="001726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262344">
            <w:pPr>
              <w:pStyle w:val="Tabulka"/>
              <w:rPr>
                <w:rStyle w:val="Tun"/>
              </w:rPr>
            </w:pPr>
            <w:r w:rsidRPr="00B72613">
              <w:rPr>
                <w:rStyle w:val="Tun"/>
              </w:rPr>
              <w:t>Specifikace položky</w:t>
            </w:r>
          </w:p>
        </w:tc>
        <w:tc>
          <w:tcPr>
            <w:tcW w:w="3323"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631"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rsidTr="001726D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1. Dílčí etapa</w:t>
            </w:r>
          </w:p>
        </w:tc>
        <w:tc>
          <w:tcPr>
            <w:tcW w:w="3323" w:type="dxa"/>
          </w:tcPr>
          <w:p w:rsidR="00B72613" w:rsidRPr="00B06D17" w:rsidRDefault="00B72613" w:rsidP="00E057F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sidR="005C3714">
              <w:rPr>
                <w:rStyle w:val="Tun"/>
                <w:highlight w:val="yellow"/>
              </w:rPr>
              <w:t xml:space="preserve"> </w:t>
            </w:r>
            <w:r w:rsidR="005C3714" w:rsidRPr="005C3714">
              <w:rPr>
                <w:rStyle w:val="Tun"/>
                <w:b w:val="0"/>
                <w:highlight w:val="yellow"/>
              </w:rPr>
              <w:t>(</w:t>
            </w:r>
            <w:r w:rsidR="006F0C9F">
              <w:rPr>
                <w:rStyle w:val="Tun"/>
                <w:b w:val="0"/>
                <w:highlight w:val="yellow"/>
              </w:rPr>
              <w:t>1</w:t>
            </w:r>
            <w:r w:rsidR="00E057F5">
              <w:rPr>
                <w:rStyle w:val="Tun"/>
                <w:b w:val="0"/>
                <w:highlight w:val="yellow"/>
              </w:rPr>
              <w:t>5</w:t>
            </w:r>
            <w:r w:rsidR="001726D4">
              <w:rPr>
                <w:rStyle w:val="Tun"/>
                <w:b w:val="0"/>
                <w:highlight w:val="yellow"/>
              </w:rPr>
              <w:t xml:space="preserve">% </w:t>
            </w:r>
            <w:r w:rsidR="005C3714" w:rsidRPr="005C3714">
              <w:rPr>
                <w:rStyle w:val="Tun"/>
                <w:b w:val="0"/>
                <w:highlight w:val="yellow"/>
              </w:rPr>
              <w:t> ceny díla</w:t>
            </w:r>
            <w:r w:rsidR="001726D4">
              <w:rPr>
                <w:rStyle w:val="Tun"/>
                <w:b w:val="0"/>
                <w:highlight w:val="yellow"/>
              </w:rPr>
              <w:t xml:space="preserve"> </w:t>
            </w:r>
            <w:r w:rsidR="001726D4" w:rsidRPr="001726D4">
              <w:rPr>
                <w:rStyle w:val="Tun"/>
                <w:highlight w:val="yellow"/>
              </w:rPr>
              <w:t>bez AD</w:t>
            </w:r>
            <w:r w:rsidR="005C3714" w:rsidRPr="005C3714">
              <w:rPr>
                <w:rStyle w:val="Tun"/>
                <w:b w:val="0"/>
                <w:highlight w:val="yellow"/>
              </w:rPr>
              <w:t>)</w:t>
            </w:r>
          </w:p>
        </w:tc>
        <w:tc>
          <w:tcPr>
            <w:tcW w:w="2631"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1726D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2. Dílčí etapa</w:t>
            </w:r>
          </w:p>
        </w:tc>
        <w:tc>
          <w:tcPr>
            <w:tcW w:w="3323"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sidR="005C3714">
              <w:rPr>
                <w:rStyle w:val="Tun"/>
                <w:highlight w:val="yellow"/>
              </w:rPr>
              <w:t xml:space="preserve"> </w:t>
            </w:r>
            <w:r w:rsidR="005C3714" w:rsidRPr="005C3714">
              <w:rPr>
                <w:rStyle w:val="Tun"/>
                <w:b w:val="0"/>
                <w:highlight w:val="yellow"/>
              </w:rPr>
              <w:t>(</w:t>
            </w:r>
            <w:r w:rsidR="00361DB3">
              <w:rPr>
                <w:rStyle w:val="Tun"/>
                <w:b w:val="0"/>
                <w:highlight w:val="yellow"/>
              </w:rPr>
              <w:t>5</w:t>
            </w:r>
            <w:r w:rsidR="005C3714" w:rsidRPr="005C3714">
              <w:rPr>
                <w:rStyle w:val="Tun"/>
                <w:b w:val="0"/>
                <w:highlight w:val="yellow"/>
              </w:rPr>
              <w:t>%  ceny díla</w:t>
            </w:r>
            <w:r w:rsidR="001726D4">
              <w:rPr>
                <w:rStyle w:val="Tun"/>
                <w:b w:val="0"/>
                <w:highlight w:val="yellow"/>
              </w:rPr>
              <w:t xml:space="preserve"> </w:t>
            </w:r>
            <w:r w:rsidR="001726D4" w:rsidRPr="001726D4">
              <w:rPr>
                <w:rStyle w:val="Tun"/>
                <w:highlight w:val="yellow"/>
              </w:rPr>
              <w:t>bez AD</w:t>
            </w:r>
            <w:r w:rsidR="005C3714" w:rsidRPr="005C3714">
              <w:rPr>
                <w:rStyle w:val="Tun"/>
                <w:b w:val="0"/>
                <w:highlight w:val="yellow"/>
              </w:rPr>
              <w:t>)</w:t>
            </w:r>
          </w:p>
        </w:tc>
        <w:tc>
          <w:tcPr>
            <w:tcW w:w="2631"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1726D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0D1270" w:rsidP="00262344">
            <w:pPr>
              <w:pStyle w:val="Tabulka"/>
              <w:rPr>
                <w:rStyle w:val="Tun"/>
                <w:highlight w:val="yellow"/>
              </w:rPr>
            </w:pPr>
            <w:r>
              <w:rPr>
                <w:rStyle w:val="Tun"/>
                <w:highlight w:val="yellow"/>
              </w:rPr>
              <w:t>3</w:t>
            </w:r>
            <w:r w:rsidRPr="00B06D17">
              <w:rPr>
                <w:rStyle w:val="Tun"/>
                <w:highlight w:val="yellow"/>
              </w:rPr>
              <w:t>. Dílčí etapa</w:t>
            </w:r>
          </w:p>
        </w:tc>
        <w:tc>
          <w:tcPr>
            <w:tcW w:w="3323" w:type="dxa"/>
          </w:tcPr>
          <w:p w:rsidR="00B72613" w:rsidRPr="00B06D17" w:rsidRDefault="00B72613" w:rsidP="001726D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sidR="005C3714">
              <w:rPr>
                <w:rStyle w:val="Tun"/>
                <w:highlight w:val="yellow"/>
              </w:rPr>
              <w:t xml:space="preserve"> </w:t>
            </w:r>
            <w:r w:rsidR="005C3714" w:rsidRPr="005C3714">
              <w:rPr>
                <w:rStyle w:val="Tun"/>
                <w:b w:val="0"/>
                <w:highlight w:val="yellow"/>
              </w:rPr>
              <w:t>(</w:t>
            </w:r>
            <w:r w:rsidR="00361DB3">
              <w:rPr>
                <w:rStyle w:val="Tun"/>
                <w:b w:val="0"/>
                <w:highlight w:val="yellow"/>
              </w:rPr>
              <w:t>1</w:t>
            </w:r>
            <w:r w:rsidR="001726D4">
              <w:rPr>
                <w:rStyle w:val="Tun"/>
                <w:b w:val="0"/>
                <w:highlight w:val="yellow"/>
              </w:rPr>
              <w:t>5</w:t>
            </w:r>
            <w:r w:rsidR="005C3714" w:rsidRPr="005C3714">
              <w:rPr>
                <w:rStyle w:val="Tun"/>
                <w:b w:val="0"/>
                <w:highlight w:val="yellow"/>
              </w:rPr>
              <w:t>%  ceny díla</w:t>
            </w:r>
            <w:r w:rsidR="001726D4">
              <w:rPr>
                <w:rStyle w:val="Tun"/>
                <w:b w:val="0"/>
                <w:highlight w:val="yellow"/>
              </w:rPr>
              <w:t xml:space="preserve"> </w:t>
            </w:r>
            <w:r w:rsidR="001726D4" w:rsidRPr="001726D4">
              <w:rPr>
                <w:rStyle w:val="Tun"/>
                <w:highlight w:val="yellow"/>
              </w:rPr>
              <w:t>bez AD</w:t>
            </w:r>
            <w:r w:rsidR="005C3714" w:rsidRPr="005C3714">
              <w:rPr>
                <w:rStyle w:val="Tun"/>
                <w:b w:val="0"/>
                <w:highlight w:val="yellow"/>
              </w:rPr>
              <w:t>)</w:t>
            </w:r>
          </w:p>
        </w:tc>
        <w:tc>
          <w:tcPr>
            <w:tcW w:w="2631"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1726D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0D1270" w:rsidP="00262344">
            <w:pPr>
              <w:pStyle w:val="Tabulka"/>
              <w:rPr>
                <w:rStyle w:val="Tun"/>
                <w:highlight w:val="yellow"/>
              </w:rPr>
            </w:pPr>
            <w:r>
              <w:rPr>
                <w:rStyle w:val="Tun"/>
                <w:highlight w:val="yellow"/>
              </w:rPr>
              <w:t>4</w:t>
            </w:r>
            <w:r w:rsidRPr="00B06D17">
              <w:rPr>
                <w:rStyle w:val="Tun"/>
                <w:highlight w:val="yellow"/>
              </w:rPr>
              <w:t>. Dílčí etapa</w:t>
            </w:r>
          </w:p>
        </w:tc>
        <w:tc>
          <w:tcPr>
            <w:tcW w:w="3323"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sidR="005C3714">
              <w:rPr>
                <w:rStyle w:val="Tun"/>
                <w:highlight w:val="yellow"/>
              </w:rPr>
              <w:t xml:space="preserve"> </w:t>
            </w:r>
            <w:r w:rsidR="005C3714" w:rsidRPr="005C3714">
              <w:rPr>
                <w:rStyle w:val="Tun"/>
                <w:b w:val="0"/>
                <w:highlight w:val="yellow"/>
              </w:rPr>
              <w:t>(</w:t>
            </w:r>
            <w:r w:rsidR="00361DB3">
              <w:rPr>
                <w:rStyle w:val="Tun"/>
                <w:b w:val="0"/>
                <w:highlight w:val="yellow"/>
              </w:rPr>
              <w:t>20</w:t>
            </w:r>
            <w:r w:rsidR="005C3714" w:rsidRPr="005C3714">
              <w:rPr>
                <w:rStyle w:val="Tun"/>
                <w:b w:val="0"/>
                <w:highlight w:val="yellow"/>
              </w:rPr>
              <w:t>%  ceny díla</w:t>
            </w:r>
            <w:r w:rsidR="001726D4">
              <w:rPr>
                <w:rStyle w:val="Tun"/>
                <w:b w:val="0"/>
                <w:highlight w:val="yellow"/>
              </w:rPr>
              <w:t xml:space="preserve"> </w:t>
            </w:r>
            <w:r w:rsidR="001726D4" w:rsidRPr="001726D4">
              <w:rPr>
                <w:rStyle w:val="Tun"/>
                <w:highlight w:val="yellow"/>
              </w:rPr>
              <w:t>bez AD</w:t>
            </w:r>
            <w:r w:rsidR="005C3714" w:rsidRPr="005C3714">
              <w:rPr>
                <w:rStyle w:val="Tun"/>
                <w:b w:val="0"/>
                <w:highlight w:val="yellow"/>
              </w:rPr>
              <w:t>)</w:t>
            </w:r>
          </w:p>
        </w:tc>
        <w:tc>
          <w:tcPr>
            <w:tcW w:w="2631"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1726D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5. Dílčí etapa</w:t>
            </w:r>
          </w:p>
        </w:tc>
        <w:tc>
          <w:tcPr>
            <w:tcW w:w="3323" w:type="dxa"/>
          </w:tcPr>
          <w:p w:rsidR="00B72613" w:rsidRPr="00B06D17" w:rsidRDefault="00B72613" w:rsidP="00E057F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sidR="005C3714">
              <w:rPr>
                <w:rStyle w:val="Tun"/>
                <w:highlight w:val="yellow"/>
              </w:rPr>
              <w:t xml:space="preserve"> </w:t>
            </w:r>
            <w:r w:rsidR="005C3714" w:rsidRPr="005C3714">
              <w:rPr>
                <w:rStyle w:val="Tun"/>
                <w:b w:val="0"/>
                <w:highlight w:val="yellow"/>
              </w:rPr>
              <w:t>(</w:t>
            </w:r>
            <w:r w:rsidR="00E057F5">
              <w:rPr>
                <w:rStyle w:val="Tun"/>
                <w:b w:val="0"/>
                <w:highlight w:val="yellow"/>
              </w:rPr>
              <w:t>25</w:t>
            </w:r>
            <w:r w:rsidR="005C3714" w:rsidRPr="005C3714">
              <w:rPr>
                <w:rStyle w:val="Tun"/>
                <w:b w:val="0"/>
                <w:highlight w:val="yellow"/>
              </w:rPr>
              <w:t>%  ceny díla</w:t>
            </w:r>
            <w:r w:rsidR="001726D4">
              <w:rPr>
                <w:rStyle w:val="Tun"/>
                <w:b w:val="0"/>
                <w:highlight w:val="yellow"/>
              </w:rPr>
              <w:t xml:space="preserve"> </w:t>
            </w:r>
            <w:r w:rsidR="001726D4" w:rsidRPr="001726D4">
              <w:rPr>
                <w:rStyle w:val="Tun"/>
                <w:highlight w:val="yellow"/>
              </w:rPr>
              <w:t>bez AD</w:t>
            </w:r>
            <w:r w:rsidR="005C3714" w:rsidRPr="005C3714">
              <w:rPr>
                <w:rStyle w:val="Tun"/>
                <w:b w:val="0"/>
                <w:highlight w:val="yellow"/>
              </w:rPr>
              <w:t>)</w:t>
            </w:r>
          </w:p>
        </w:tc>
        <w:tc>
          <w:tcPr>
            <w:tcW w:w="2631"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0D1270" w:rsidRPr="00B72613" w:rsidTr="001726D4">
        <w:tc>
          <w:tcPr>
            <w:cnfStyle w:val="001000000000" w:firstRow="0" w:lastRow="0" w:firstColumn="1" w:lastColumn="0" w:oddVBand="0" w:evenVBand="0" w:oddHBand="0" w:evenHBand="0" w:firstRowFirstColumn="0" w:firstRowLastColumn="0" w:lastRowFirstColumn="0" w:lastRowLastColumn="0"/>
            <w:tcW w:w="2914" w:type="dxa"/>
          </w:tcPr>
          <w:p w:rsidR="000D1270" w:rsidRPr="00B06D17" w:rsidRDefault="000D1270" w:rsidP="00262344">
            <w:pPr>
              <w:pStyle w:val="Tabulka"/>
              <w:rPr>
                <w:rStyle w:val="Tun"/>
                <w:highlight w:val="yellow"/>
              </w:rPr>
            </w:pPr>
            <w:r>
              <w:rPr>
                <w:rStyle w:val="Tun"/>
                <w:highlight w:val="yellow"/>
              </w:rPr>
              <w:t>6</w:t>
            </w:r>
            <w:r w:rsidRPr="00B06D17">
              <w:rPr>
                <w:rStyle w:val="Tun"/>
                <w:highlight w:val="yellow"/>
              </w:rPr>
              <w:t>. Dílčí etapa</w:t>
            </w:r>
          </w:p>
        </w:tc>
        <w:tc>
          <w:tcPr>
            <w:tcW w:w="3323" w:type="dxa"/>
          </w:tcPr>
          <w:p w:rsidR="000D1270" w:rsidRPr="00B06D17" w:rsidRDefault="000D1270"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sidR="005C3714">
              <w:rPr>
                <w:rStyle w:val="Tun"/>
                <w:highlight w:val="yellow"/>
              </w:rPr>
              <w:t xml:space="preserve"> </w:t>
            </w:r>
            <w:r w:rsidR="005C3714" w:rsidRPr="005C3714">
              <w:rPr>
                <w:rStyle w:val="Tun"/>
                <w:b w:val="0"/>
                <w:highlight w:val="yellow"/>
              </w:rPr>
              <w:t>(</w:t>
            </w:r>
            <w:r w:rsidR="00361DB3">
              <w:rPr>
                <w:rStyle w:val="Tun"/>
                <w:b w:val="0"/>
                <w:highlight w:val="yellow"/>
              </w:rPr>
              <w:t>20</w:t>
            </w:r>
            <w:r w:rsidR="005C3714" w:rsidRPr="005C3714">
              <w:rPr>
                <w:rStyle w:val="Tun"/>
                <w:b w:val="0"/>
                <w:highlight w:val="yellow"/>
              </w:rPr>
              <w:t>%  ceny díla</w:t>
            </w:r>
            <w:r w:rsidR="001726D4">
              <w:rPr>
                <w:rStyle w:val="Tun"/>
                <w:b w:val="0"/>
                <w:highlight w:val="yellow"/>
              </w:rPr>
              <w:t xml:space="preserve"> </w:t>
            </w:r>
            <w:r w:rsidR="001726D4" w:rsidRPr="001726D4">
              <w:rPr>
                <w:rStyle w:val="Tun"/>
                <w:highlight w:val="yellow"/>
              </w:rPr>
              <w:t>bez AD</w:t>
            </w:r>
            <w:r w:rsidR="005C3714" w:rsidRPr="005C3714">
              <w:rPr>
                <w:rStyle w:val="Tun"/>
                <w:b w:val="0"/>
                <w:highlight w:val="yellow"/>
              </w:rPr>
              <w:t>)</w:t>
            </w:r>
          </w:p>
        </w:tc>
        <w:tc>
          <w:tcPr>
            <w:tcW w:w="2631" w:type="dxa"/>
          </w:tcPr>
          <w:p w:rsidR="000D1270" w:rsidRPr="00B06D17" w:rsidRDefault="000D1270"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1726D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0D1270" w:rsidP="00262344">
            <w:pPr>
              <w:pStyle w:val="Tabulka"/>
              <w:rPr>
                <w:rStyle w:val="Tun"/>
                <w:highlight w:val="yellow"/>
              </w:rPr>
            </w:pPr>
            <w:r>
              <w:rPr>
                <w:rStyle w:val="Tun"/>
                <w:highlight w:val="yellow"/>
              </w:rPr>
              <w:t>7</w:t>
            </w:r>
            <w:r w:rsidR="00B72613" w:rsidRPr="00B06D17">
              <w:rPr>
                <w:rStyle w:val="Tun"/>
                <w:highlight w:val="yellow"/>
              </w:rPr>
              <w:t>. Dílčí etapa Výkon autorského dozoru</w:t>
            </w:r>
          </w:p>
        </w:tc>
        <w:tc>
          <w:tcPr>
            <w:tcW w:w="3323" w:type="dxa"/>
          </w:tcPr>
          <w:p w:rsidR="00B72613" w:rsidRPr="00B06D17" w:rsidRDefault="00B72613" w:rsidP="001726D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sidR="005C3714">
              <w:rPr>
                <w:rStyle w:val="Tun"/>
                <w:highlight w:val="yellow"/>
              </w:rPr>
              <w:t xml:space="preserve"> </w:t>
            </w:r>
          </w:p>
        </w:tc>
        <w:tc>
          <w:tcPr>
            <w:tcW w:w="2631"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1726D4">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262344">
            <w:pPr>
              <w:pStyle w:val="Tabulka"/>
              <w:rPr>
                <w:rStyle w:val="Tun"/>
              </w:rPr>
            </w:pPr>
            <w:r w:rsidRPr="00B72613">
              <w:rPr>
                <w:rStyle w:val="Tun"/>
              </w:rPr>
              <w:t>Celkem:</w:t>
            </w:r>
          </w:p>
        </w:tc>
        <w:tc>
          <w:tcPr>
            <w:tcW w:w="3323" w:type="dxa"/>
          </w:tcPr>
          <w:p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631" w:type="dxa"/>
          </w:tcPr>
          <w:p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236DCC" w:rsidRDefault="00236DCC" w:rsidP="00236DCC">
      <w:pPr>
        <w:pStyle w:val="Textbezodsazen"/>
      </w:pPr>
    </w:p>
    <w:p w:rsidR="00236DCC" w:rsidRDefault="00236DCC" w:rsidP="00236DCC">
      <w:pPr>
        <w:pStyle w:val="Textbezodsazen"/>
        <w:sectPr w:rsidR="00236DCC"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rsidR="00B72613" w:rsidRDefault="00B72613" w:rsidP="00BE24E8">
      <w:pPr>
        <w:pStyle w:val="Nadpisbezsl1-1"/>
        <w:jc w:val="center"/>
      </w:pPr>
      <w:r>
        <w:lastRenderedPageBreak/>
        <w:t>Příloha č. 5</w:t>
      </w:r>
    </w:p>
    <w:p w:rsidR="00B72613" w:rsidRPr="00326C1E" w:rsidRDefault="00B72613" w:rsidP="00BE24E8">
      <w:pPr>
        <w:pStyle w:val="Nadpisbezsl1-2"/>
        <w:jc w:val="center"/>
        <w:rPr>
          <w:b w:val="0"/>
        </w:rPr>
      </w:pPr>
      <w:r>
        <w:t xml:space="preserve">Harmonogram </w:t>
      </w:r>
      <w:r w:rsidRPr="00326C1E">
        <w:t>plnění</w:t>
      </w:r>
    </w:p>
    <w:tbl>
      <w:tblPr>
        <w:tblStyle w:val="Tabulka10"/>
        <w:tblW w:w="0" w:type="auto"/>
        <w:jc w:val="center"/>
        <w:tblLook w:val="04A0" w:firstRow="1" w:lastRow="0" w:firstColumn="1" w:lastColumn="0" w:noHBand="0" w:noVBand="1"/>
      </w:tblPr>
      <w:tblGrid>
        <w:gridCol w:w="2245"/>
        <w:gridCol w:w="3498"/>
        <w:gridCol w:w="4558"/>
        <w:gridCol w:w="3361"/>
      </w:tblGrid>
      <w:tr w:rsidR="00B72613" w:rsidRPr="00B72613" w:rsidTr="006B674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45" w:type="dxa"/>
          </w:tcPr>
          <w:p w:rsidR="00B72613" w:rsidRPr="0049257C" w:rsidRDefault="00B72613" w:rsidP="00246637">
            <w:pPr>
              <w:pStyle w:val="Tabulka"/>
              <w:rPr>
                <w:rStyle w:val="Tun"/>
                <w:szCs w:val="14"/>
              </w:rPr>
            </w:pPr>
            <w:r w:rsidRPr="0049257C">
              <w:rPr>
                <w:rStyle w:val="Tun"/>
                <w:szCs w:val="14"/>
              </w:rPr>
              <w:t>Část Díla</w:t>
            </w:r>
          </w:p>
        </w:tc>
        <w:tc>
          <w:tcPr>
            <w:tcW w:w="3498"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558"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61"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72613" w:rsidRPr="00D62EA3" w:rsidTr="006B6741">
        <w:trPr>
          <w:jc w:val="center"/>
        </w:trPr>
        <w:tc>
          <w:tcPr>
            <w:cnfStyle w:val="001000000000" w:firstRow="0" w:lastRow="0" w:firstColumn="1" w:lastColumn="0" w:oddVBand="0" w:evenVBand="0" w:oddHBand="0" w:evenHBand="0" w:firstRowFirstColumn="0" w:firstRowLastColumn="0" w:lastRowFirstColumn="0" w:lastRowLastColumn="0"/>
            <w:tcW w:w="2245" w:type="dxa"/>
          </w:tcPr>
          <w:p w:rsidR="00B72613" w:rsidRPr="00C57FCA" w:rsidRDefault="00B72613" w:rsidP="00246637">
            <w:pPr>
              <w:pStyle w:val="Tabulka"/>
              <w:rPr>
                <w:rStyle w:val="Tun"/>
                <w:sz w:val="16"/>
                <w:szCs w:val="16"/>
              </w:rPr>
            </w:pPr>
            <w:r w:rsidRPr="00C57FCA">
              <w:rPr>
                <w:rStyle w:val="Tun"/>
                <w:sz w:val="16"/>
                <w:szCs w:val="16"/>
              </w:rPr>
              <w:t>Termín zahájení prací</w:t>
            </w:r>
          </w:p>
        </w:tc>
        <w:tc>
          <w:tcPr>
            <w:tcW w:w="3498" w:type="dxa"/>
          </w:tcPr>
          <w:p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4558" w:type="dxa"/>
          </w:tcPr>
          <w:p w:rsidR="00B72613" w:rsidRPr="00C57FCA" w:rsidRDefault="00B72613" w:rsidP="006821C1">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361" w:type="dxa"/>
          </w:tcPr>
          <w:p w:rsidR="00B72613" w:rsidRPr="00C57FCA" w:rsidRDefault="00B72613" w:rsidP="006821C1">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352826" w:rsidRPr="00D62EA3" w:rsidTr="006B6741">
        <w:trPr>
          <w:jc w:val="center"/>
        </w:trPr>
        <w:tc>
          <w:tcPr>
            <w:cnfStyle w:val="001000000000" w:firstRow="0" w:lastRow="0" w:firstColumn="1" w:lastColumn="0" w:oddVBand="0" w:evenVBand="0" w:oddHBand="0" w:evenHBand="0" w:firstRowFirstColumn="0" w:firstRowLastColumn="0" w:lastRowFirstColumn="0" w:lastRowLastColumn="0"/>
            <w:tcW w:w="2245" w:type="dxa"/>
          </w:tcPr>
          <w:p w:rsidR="00352826" w:rsidRDefault="00352826" w:rsidP="00352826">
            <w:pPr>
              <w:pStyle w:val="Tabulka"/>
              <w:rPr>
                <w:rStyle w:val="Tun"/>
                <w:sz w:val="16"/>
                <w:szCs w:val="16"/>
              </w:rPr>
            </w:pPr>
            <w:r>
              <w:rPr>
                <w:rStyle w:val="Tun"/>
                <w:sz w:val="16"/>
                <w:szCs w:val="16"/>
              </w:rPr>
              <w:t>1. Dílčí etapa</w:t>
            </w:r>
          </w:p>
        </w:tc>
        <w:tc>
          <w:tcPr>
            <w:tcW w:w="3498" w:type="dxa"/>
          </w:tcPr>
          <w:p w:rsidR="00352826" w:rsidRDefault="00352826" w:rsidP="00352826">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Do 3 měsíců od nabytí účinnosti SOD</w:t>
            </w:r>
          </w:p>
        </w:tc>
        <w:tc>
          <w:tcPr>
            <w:tcW w:w="4558" w:type="dxa"/>
          </w:tcPr>
          <w:p w:rsidR="00352826" w:rsidRDefault="00352826" w:rsidP="0035282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Předložení návrhů různých metod a rozsahů sanace zářezu</w:t>
            </w:r>
            <w:r w:rsidR="00B94E9E">
              <w:rPr>
                <w:sz w:val="16"/>
                <w:szCs w:val="16"/>
              </w:rPr>
              <w:t xml:space="preserve"> a odvodnění</w:t>
            </w:r>
          </w:p>
        </w:tc>
        <w:tc>
          <w:tcPr>
            <w:tcW w:w="3361" w:type="dxa"/>
          </w:tcPr>
          <w:p w:rsidR="00352826" w:rsidRPr="006821C1" w:rsidRDefault="00352826" w:rsidP="0035282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21C1">
              <w:rPr>
                <w:sz w:val="16"/>
                <w:szCs w:val="16"/>
              </w:rPr>
              <w:t>P</w:t>
            </w:r>
            <w:r>
              <w:rPr>
                <w:sz w:val="16"/>
                <w:szCs w:val="16"/>
              </w:rPr>
              <w:t>ředávací protokol pro část díla</w:t>
            </w:r>
          </w:p>
        </w:tc>
      </w:tr>
      <w:tr w:rsidR="00352826" w:rsidRPr="00D62EA3" w:rsidTr="006B6741">
        <w:trPr>
          <w:jc w:val="center"/>
        </w:trPr>
        <w:tc>
          <w:tcPr>
            <w:cnfStyle w:val="001000000000" w:firstRow="0" w:lastRow="0" w:firstColumn="1" w:lastColumn="0" w:oddVBand="0" w:evenVBand="0" w:oddHBand="0" w:evenHBand="0" w:firstRowFirstColumn="0" w:firstRowLastColumn="0" w:lastRowFirstColumn="0" w:lastRowLastColumn="0"/>
            <w:tcW w:w="2245" w:type="dxa"/>
          </w:tcPr>
          <w:p w:rsidR="00352826" w:rsidRDefault="00352826" w:rsidP="00352826">
            <w:pPr>
              <w:pStyle w:val="Tabulka"/>
              <w:rPr>
                <w:rStyle w:val="Tun"/>
                <w:sz w:val="16"/>
                <w:szCs w:val="16"/>
              </w:rPr>
            </w:pPr>
            <w:r>
              <w:rPr>
                <w:rStyle w:val="Tun"/>
                <w:sz w:val="16"/>
                <w:szCs w:val="16"/>
              </w:rPr>
              <w:t>2. Dílčí etapa</w:t>
            </w:r>
          </w:p>
        </w:tc>
        <w:tc>
          <w:tcPr>
            <w:tcW w:w="3498" w:type="dxa"/>
          </w:tcPr>
          <w:p w:rsidR="00352826" w:rsidRDefault="00352826" w:rsidP="00352826">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Do 5 měsíců od nabytí účinnosti SOD</w:t>
            </w:r>
          </w:p>
        </w:tc>
        <w:tc>
          <w:tcPr>
            <w:tcW w:w="4558" w:type="dxa"/>
          </w:tcPr>
          <w:p w:rsidR="00352826" w:rsidRDefault="00352826" w:rsidP="0035282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Dopracování vybrané varianty metody a rozsahu sanace, předložení doprovodné dokumentace odborným složkám SŽ k vyjádření</w:t>
            </w:r>
          </w:p>
        </w:tc>
        <w:tc>
          <w:tcPr>
            <w:tcW w:w="3361" w:type="dxa"/>
          </w:tcPr>
          <w:p w:rsidR="00352826" w:rsidRPr="006821C1" w:rsidRDefault="00352826" w:rsidP="0035282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21C1">
              <w:rPr>
                <w:sz w:val="16"/>
                <w:szCs w:val="16"/>
              </w:rPr>
              <w:t>P</w:t>
            </w:r>
            <w:r>
              <w:rPr>
                <w:sz w:val="16"/>
                <w:szCs w:val="16"/>
              </w:rPr>
              <w:t>ředávací protokol pro část díla</w:t>
            </w:r>
          </w:p>
        </w:tc>
      </w:tr>
      <w:tr w:rsidR="00352826" w:rsidRPr="00D62EA3" w:rsidTr="006B6741">
        <w:trPr>
          <w:jc w:val="center"/>
        </w:trPr>
        <w:tc>
          <w:tcPr>
            <w:cnfStyle w:val="001000000000" w:firstRow="0" w:lastRow="0" w:firstColumn="1" w:lastColumn="0" w:oddVBand="0" w:evenVBand="0" w:oddHBand="0" w:evenHBand="0" w:firstRowFirstColumn="0" w:firstRowLastColumn="0" w:lastRowFirstColumn="0" w:lastRowLastColumn="0"/>
            <w:tcW w:w="2245" w:type="dxa"/>
          </w:tcPr>
          <w:p w:rsidR="00352826" w:rsidRDefault="00352826" w:rsidP="00352826">
            <w:pPr>
              <w:pStyle w:val="Tabulka"/>
              <w:rPr>
                <w:rStyle w:val="Tun"/>
                <w:sz w:val="16"/>
                <w:szCs w:val="16"/>
              </w:rPr>
            </w:pPr>
            <w:r>
              <w:rPr>
                <w:rStyle w:val="Tun"/>
                <w:sz w:val="16"/>
                <w:szCs w:val="16"/>
              </w:rPr>
              <w:t>3. Dílčí etapa</w:t>
            </w:r>
          </w:p>
        </w:tc>
        <w:tc>
          <w:tcPr>
            <w:tcW w:w="3498" w:type="dxa"/>
          </w:tcPr>
          <w:p w:rsidR="00352826" w:rsidRDefault="00352826" w:rsidP="00352826">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Do 7 měsíců od nabytí účinnosti SOD</w:t>
            </w:r>
            <w:r w:rsidR="004B5C8B">
              <w:rPr>
                <w:b/>
                <w:sz w:val="16"/>
                <w:szCs w:val="16"/>
              </w:rPr>
              <w:t xml:space="preserve"> </w:t>
            </w:r>
          </w:p>
        </w:tc>
        <w:tc>
          <w:tcPr>
            <w:tcW w:w="4558" w:type="dxa"/>
          </w:tcPr>
          <w:p w:rsidR="00352826" w:rsidRDefault="00352826" w:rsidP="0035282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Čistopis doprovodné dokumentace se zapracovanými připomínkami a Záměr projektu k předložení </w:t>
            </w:r>
          </w:p>
          <w:p w:rsidR="00352826" w:rsidRDefault="00352826" w:rsidP="0035282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do CK MD</w:t>
            </w:r>
          </w:p>
        </w:tc>
        <w:tc>
          <w:tcPr>
            <w:tcW w:w="3361" w:type="dxa"/>
          </w:tcPr>
          <w:p w:rsidR="00352826" w:rsidRPr="006821C1" w:rsidRDefault="00352826" w:rsidP="0035282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21C1">
              <w:rPr>
                <w:sz w:val="16"/>
                <w:szCs w:val="16"/>
              </w:rPr>
              <w:t>P</w:t>
            </w:r>
            <w:r>
              <w:rPr>
                <w:sz w:val="16"/>
                <w:szCs w:val="16"/>
              </w:rPr>
              <w:t>ředávací protokol pro část díla</w:t>
            </w:r>
          </w:p>
        </w:tc>
      </w:tr>
      <w:tr w:rsidR="00352826" w:rsidRPr="00D62EA3" w:rsidTr="006B6741">
        <w:trPr>
          <w:jc w:val="center"/>
        </w:trPr>
        <w:tc>
          <w:tcPr>
            <w:cnfStyle w:val="001000000000" w:firstRow="0" w:lastRow="0" w:firstColumn="1" w:lastColumn="0" w:oddVBand="0" w:evenVBand="0" w:oddHBand="0" w:evenHBand="0" w:firstRowFirstColumn="0" w:firstRowLastColumn="0" w:lastRowFirstColumn="0" w:lastRowLastColumn="0"/>
            <w:tcW w:w="2245" w:type="dxa"/>
          </w:tcPr>
          <w:p w:rsidR="00352826" w:rsidRDefault="00352826" w:rsidP="00352826">
            <w:pPr>
              <w:pStyle w:val="Tabulka"/>
              <w:rPr>
                <w:rStyle w:val="Tun"/>
                <w:sz w:val="16"/>
                <w:szCs w:val="16"/>
              </w:rPr>
            </w:pPr>
            <w:r>
              <w:rPr>
                <w:rStyle w:val="Tun"/>
                <w:sz w:val="16"/>
                <w:szCs w:val="16"/>
              </w:rPr>
              <w:t>4. Dílčí etapa</w:t>
            </w:r>
          </w:p>
        </w:tc>
        <w:tc>
          <w:tcPr>
            <w:tcW w:w="3498" w:type="dxa"/>
          </w:tcPr>
          <w:p w:rsidR="00352826" w:rsidRDefault="00352826" w:rsidP="004B5C8B">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 xml:space="preserve">Do </w:t>
            </w:r>
            <w:r w:rsidR="00A04CEE">
              <w:rPr>
                <w:b/>
                <w:sz w:val="16"/>
                <w:szCs w:val="16"/>
              </w:rPr>
              <w:t>6</w:t>
            </w:r>
            <w:r>
              <w:rPr>
                <w:b/>
                <w:sz w:val="16"/>
                <w:szCs w:val="16"/>
              </w:rPr>
              <w:t xml:space="preserve"> měsíců od schválení ZP v</w:t>
            </w:r>
            <w:r w:rsidR="004B5C8B">
              <w:rPr>
                <w:b/>
                <w:sz w:val="16"/>
                <w:szCs w:val="16"/>
              </w:rPr>
              <w:t> </w:t>
            </w:r>
            <w:r>
              <w:rPr>
                <w:b/>
                <w:sz w:val="16"/>
                <w:szCs w:val="16"/>
              </w:rPr>
              <w:t>CK</w:t>
            </w:r>
            <w:r w:rsidR="004B5C8B">
              <w:rPr>
                <w:b/>
                <w:sz w:val="16"/>
                <w:szCs w:val="16"/>
              </w:rPr>
              <w:t> </w:t>
            </w:r>
            <w:r>
              <w:rPr>
                <w:b/>
                <w:sz w:val="16"/>
                <w:szCs w:val="16"/>
              </w:rPr>
              <w:t>MD</w:t>
            </w:r>
          </w:p>
        </w:tc>
        <w:tc>
          <w:tcPr>
            <w:tcW w:w="4558" w:type="dxa"/>
          </w:tcPr>
          <w:p w:rsidR="00352826" w:rsidRDefault="00352826" w:rsidP="0035282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DUSP a PDPS k připomínkám včetně soupisu prací a výkazu výměr, souhrnný rozpočet</w:t>
            </w:r>
          </w:p>
        </w:tc>
        <w:tc>
          <w:tcPr>
            <w:tcW w:w="3361" w:type="dxa"/>
          </w:tcPr>
          <w:p w:rsidR="00352826" w:rsidRPr="006821C1" w:rsidRDefault="00352826" w:rsidP="0035282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21C1">
              <w:rPr>
                <w:sz w:val="16"/>
                <w:szCs w:val="16"/>
              </w:rPr>
              <w:t>P</w:t>
            </w:r>
            <w:r>
              <w:rPr>
                <w:sz w:val="16"/>
                <w:szCs w:val="16"/>
              </w:rPr>
              <w:t>ředávací protokol pro část díla</w:t>
            </w:r>
          </w:p>
        </w:tc>
      </w:tr>
      <w:tr w:rsidR="00352826" w:rsidRPr="00D62EA3" w:rsidTr="006B6741">
        <w:trPr>
          <w:jc w:val="center"/>
        </w:trPr>
        <w:tc>
          <w:tcPr>
            <w:cnfStyle w:val="001000000000" w:firstRow="0" w:lastRow="0" w:firstColumn="1" w:lastColumn="0" w:oddVBand="0" w:evenVBand="0" w:oddHBand="0" w:evenHBand="0" w:firstRowFirstColumn="0" w:firstRowLastColumn="0" w:lastRowFirstColumn="0" w:lastRowLastColumn="0"/>
            <w:tcW w:w="2245" w:type="dxa"/>
          </w:tcPr>
          <w:p w:rsidR="00352826" w:rsidRDefault="00352826" w:rsidP="00352826">
            <w:pPr>
              <w:pStyle w:val="Tabulka"/>
              <w:rPr>
                <w:rStyle w:val="Tun"/>
                <w:sz w:val="16"/>
                <w:szCs w:val="16"/>
              </w:rPr>
            </w:pPr>
            <w:r>
              <w:rPr>
                <w:rStyle w:val="Tun"/>
                <w:sz w:val="16"/>
                <w:szCs w:val="16"/>
              </w:rPr>
              <w:t>5. Dílčí etapa</w:t>
            </w:r>
          </w:p>
        </w:tc>
        <w:tc>
          <w:tcPr>
            <w:tcW w:w="3498" w:type="dxa"/>
          </w:tcPr>
          <w:p w:rsidR="00352826" w:rsidRDefault="00352826" w:rsidP="004B5C8B">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 xml:space="preserve">Do </w:t>
            </w:r>
            <w:r w:rsidR="00A04CEE">
              <w:rPr>
                <w:b/>
                <w:sz w:val="16"/>
                <w:szCs w:val="16"/>
              </w:rPr>
              <w:t>9</w:t>
            </w:r>
            <w:r>
              <w:rPr>
                <w:b/>
                <w:sz w:val="16"/>
                <w:szCs w:val="16"/>
              </w:rPr>
              <w:t xml:space="preserve"> měsíců od schválení ZP v</w:t>
            </w:r>
            <w:r w:rsidR="004B5C8B">
              <w:rPr>
                <w:b/>
                <w:sz w:val="16"/>
                <w:szCs w:val="16"/>
              </w:rPr>
              <w:t> </w:t>
            </w:r>
            <w:r>
              <w:rPr>
                <w:b/>
                <w:sz w:val="16"/>
                <w:szCs w:val="16"/>
              </w:rPr>
              <w:t>CK</w:t>
            </w:r>
            <w:r w:rsidR="004B5C8B">
              <w:rPr>
                <w:b/>
                <w:sz w:val="16"/>
                <w:szCs w:val="16"/>
              </w:rPr>
              <w:t> </w:t>
            </w:r>
            <w:r>
              <w:rPr>
                <w:b/>
                <w:sz w:val="16"/>
                <w:szCs w:val="16"/>
              </w:rPr>
              <w:t>MD</w:t>
            </w:r>
          </w:p>
        </w:tc>
        <w:tc>
          <w:tcPr>
            <w:tcW w:w="4558" w:type="dxa"/>
          </w:tcPr>
          <w:p w:rsidR="00352826" w:rsidRDefault="00352826" w:rsidP="0035282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DUSP a PDPS s kompletní dokladovou částí, náklady s neoceněnými i oceněnými soupisy prací, návrhem ZTP na realizaci stavby</w:t>
            </w:r>
          </w:p>
          <w:p w:rsidR="00352826" w:rsidRDefault="00352826" w:rsidP="0035282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Podání žádosti o společné povolení</w:t>
            </w:r>
          </w:p>
        </w:tc>
        <w:tc>
          <w:tcPr>
            <w:tcW w:w="3361" w:type="dxa"/>
          </w:tcPr>
          <w:p w:rsidR="00352826" w:rsidRDefault="00352826" w:rsidP="0035282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21C1">
              <w:rPr>
                <w:sz w:val="16"/>
                <w:szCs w:val="16"/>
              </w:rPr>
              <w:t>P</w:t>
            </w:r>
            <w:r>
              <w:rPr>
                <w:sz w:val="16"/>
                <w:szCs w:val="16"/>
              </w:rPr>
              <w:t>ředávací protokol pro část díla</w:t>
            </w:r>
          </w:p>
          <w:p w:rsidR="00352826" w:rsidRPr="006821C1" w:rsidRDefault="00352826" w:rsidP="00352826">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Kopie žádostí předaná Objednateli, potvrzená podatelnou drážního úřadu</w:t>
            </w:r>
          </w:p>
        </w:tc>
      </w:tr>
      <w:tr w:rsidR="00352826" w:rsidRPr="00D62EA3" w:rsidTr="006B6741">
        <w:trPr>
          <w:jc w:val="center"/>
        </w:trPr>
        <w:tc>
          <w:tcPr>
            <w:cnfStyle w:val="001000000000" w:firstRow="0" w:lastRow="0" w:firstColumn="1" w:lastColumn="0" w:oddVBand="0" w:evenVBand="0" w:oddHBand="0" w:evenHBand="0" w:firstRowFirstColumn="0" w:firstRowLastColumn="0" w:lastRowFirstColumn="0" w:lastRowLastColumn="0"/>
            <w:tcW w:w="2245" w:type="dxa"/>
          </w:tcPr>
          <w:p w:rsidR="00352826" w:rsidRDefault="00352826" w:rsidP="00352826">
            <w:pPr>
              <w:pStyle w:val="Tabulka"/>
              <w:rPr>
                <w:rStyle w:val="Tun"/>
                <w:sz w:val="16"/>
                <w:szCs w:val="16"/>
              </w:rPr>
            </w:pPr>
            <w:r>
              <w:rPr>
                <w:rStyle w:val="Tun"/>
                <w:sz w:val="16"/>
                <w:szCs w:val="16"/>
              </w:rPr>
              <w:t>6. Dílčí etapa</w:t>
            </w:r>
          </w:p>
        </w:tc>
        <w:tc>
          <w:tcPr>
            <w:tcW w:w="3498" w:type="dxa"/>
          </w:tcPr>
          <w:p w:rsidR="00352826" w:rsidRDefault="00352826" w:rsidP="00352826">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Do 4 měsíců od podání žádosti o společné povolení</w:t>
            </w:r>
          </w:p>
        </w:tc>
        <w:tc>
          <w:tcPr>
            <w:tcW w:w="4558" w:type="dxa"/>
          </w:tcPr>
          <w:p w:rsidR="00352826" w:rsidRDefault="00352826" w:rsidP="0035282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Nabytí právní moci společného povolení</w:t>
            </w:r>
          </w:p>
        </w:tc>
        <w:tc>
          <w:tcPr>
            <w:tcW w:w="3361" w:type="dxa"/>
          </w:tcPr>
          <w:p w:rsidR="00352826" w:rsidRDefault="00352826" w:rsidP="00352826">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Předávací protokol pro část díla</w:t>
            </w:r>
          </w:p>
          <w:p w:rsidR="00352826" w:rsidRPr="006821C1" w:rsidRDefault="00352826" w:rsidP="00352826">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w:t>
            </w:r>
            <w:r w:rsidR="004B5C8B">
              <w:rPr>
                <w:sz w:val="16"/>
                <w:szCs w:val="16"/>
              </w:rPr>
              <w:t>polečné</w:t>
            </w:r>
            <w:r>
              <w:rPr>
                <w:sz w:val="16"/>
                <w:szCs w:val="16"/>
              </w:rPr>
              <w:t xml:space="preserve"> povolení v právní moci</w:t>
            </w:r>
          </w:p>
        </w:tc>
      </w:tr>
      <w:tr w:rsidR="00352826" w:rsidRPr="00D62EA3" w:rsidTr="006B6741">
        <w:trPr>
          <w:jc w:val="center"/>
        </w:trPr>
        <w:tc>
          <w:tcPr>
            <w:cnfStyle w:val="001000000000" w:firstRow="0" w:lastRow="0" w:firstColumn="1" w:lastColumn="0" w:oddVBand="0" w:evenVBand="0" w:oddHBand="0" w:evenHBand="0" w:firstRowFirstColumn="0" w:firstRowLastColumn="0" w:lastRowFirstColumn="0" w:lastRowLastColumn="0"/>
            <w:tcW w:w="2245" w:type="dxa"/>
          </w:tcPr>
          <w:p w:rsidR="00352826" w:rsidRDefault="00561318" w:rsidP="00352826">
            <w:pPr>
              <w:pStyle w:val="Tabulka"/>
              <w:rPr>
                <w:rStyle w:val="Tun"/>
                <w:sz w:val="16"/>
                <w:szCs w:val="16"/>
              </w:rPr>
            </w:pPr>
            <w:r>
              <w:rPr>
                <w:rStyle w:val="Tun"/>
                <w:sz w:val="16"/>
                <w:szCs w:val="16"/>
              </w:rPr>
              <w:t>7. Dílčí etapa</w:t>
            </w:r>
          </w:p>
          <w:p w:rsidR="00792CAB" w:rsidRDefault="00792CAB" w:rsidP="00352826">
            <w:pPr>
              <w:pStyle w:val="Tabulka"/>
              <w:rPr>
                <w:rStyle w:val="Tun"/>
                <w:sz w:val="16"/>
                <w:szCs w:val="16"/>
              </w:rPr>
            </w:pPr>
            <w:r>
              <w:rPr>
                <w:rStyle w:val="Tun"/>
                <w:sz w:val="16"/>
                <w:szCs w:val="16"/>
              </w:rPr>
              <w:t>Termín dokončení Díla</w:t>
            </w:r>
          </w:p>
        </w:tc>
        <w:tc>
          <w:tcPr>
            <w:tcW w:w="3498" w:type="dxa"/>
          </w:tcPr>
          <w:p w:rsidR="00352826" w:rsidRDefault="00561318" w:rsidP="00352826">
            <w:pPr>
              <w:pStyle w:val="Tabulka"/>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Předpoklad do</w:t>
            </w:r>
            <w:r w:rsidR="00A04CEE">
              <w:rPr>
                <w:b/>
                <w:sz w:val="16"/>
                <w:szCs w:val="16"/>
              </w:rPr>
              <w:t xml:space="preserve"> 11</w:t>
            </w:r>
            <w:r>
              <w:rPr>
                <w:b/>
                <w:sz w:val="16"/>
                <w:szCs w:val="16"/>
              </w:rPr>
              <w:t xml:space="preserve">/2023 </w:t>
            </w:r>
            <w:r w:rsidRPr="00561318">
              <w:rPr>
                <w:sz w:val="16"/>
                <w:szCs w:val="16"/>
              </w:rPr>
              <w:t>(v závislosti na zahájení stavby)</w:t>
            </w:r>
          </w:p>
        </w:tc>
        <w:tc>
          <w:tcPr>
            <w:tcW w:w="4558" w:type="dxa"/>
          </w:tcPr>
          <w:p w:rsidR="00352826" w:rsidRDefault="00561318" w:rsidP="00352826">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Autorský dozor</w:t>
            </w:r>
            <w:r w:rsidR="00B94E9E">
              <w:rPr>
                <w:sz w:val="16"/>
                <w:szCs w:val="16"/>
              </w:rPr>
              <w:t xml:space="preserve"> (předpoklad 06 – 11/2023)</w:t>
            </w:r>
          </w:p>
        </w:tc>
        <w:tc>
          <w:tcPr>
            <w:tcW w:w="3361" w:type="dxa"/>
          </w:tcPr>
          <w:p w:rsidR="00352826" w:rsidRDefault="00561318" w:rsidP="00352826">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Výkaz poskytnutých služeb (1x za čtvrtletí) – stručný popis výkonů a specifikace výkonu autorského dozoru projektanta</w:t>
            </w:r>
          </w:p>
        </w:tc>
      </w:tr>
    </w:tbl>
    <w:p w:rsidR="00B72613" w:rsidRDefault="00B72613" w:rsidP="00B72613">
      <w:pPr>
        <w:pStyle w:val="Nadpisbezsl1-2"/>
        <w:sectPr w:rsidR="00B72613" w:rsidSect="006B6741">
          <w:headerReference w:type="default" r:id="rId28"/>
          <w:footerReference w:type="even" r:id="rId29"/>
          <w:footerReference w:type="default" r:id="rId30"/>
          <w:pgSz w:w="16838" w:h="11906" w:orient="landscape" w:code="9"/>
          <w:pgMar w:top="720" w:right="720" w:bottom="720" w:left="720" w:header="595" w:footer="624" w:gutter="0"/>
          <w:pgNumType w:start="1"/>
          <w:cols w:space="708"/>
          <w:docGrid w:linePitch="360"/>
        </w:sectPr>
      </w:pPr>
    </w:p>
    <w:p w:rsidR="00502690" w:rsidRPr="00B26902" w:rsidRDefault="00EC707C" w:rsidP="00BE24E8">
      <w:pPr>
        <w:pStyle w:val="Nadpisbezsl1-1"/>
      </w:pPr>
      <w:r>
        <w:lastRenderedPageBreak/>
        <w:t>Příloha č. 6</w:t>
      </w:r>
    </w:p>
    <w:p w:rsidR="00502690" w:rsidRPr="00B26902" w:rsidRDefault="00502690" w:rsidP="00BE24E8">
      <w:pPr>
        <w:pStyle w:val="Nadpisbezsl1-2"/>
      </w:pPr>
      <w:r>
        <w:t>Oprávněné osoby</w:t>
      </w:r>
    </w:p>
    <w:p w:rsidR="00817F98" w:rsidRDefault="00817F98" w:rsidP="00817F98">
      <w:pPr>
        <w:pStyle w:val="Nadpisbezsl1-2"/>
      </w:pPr>
      <w:r>
        <w:t>Za Objednatele</w:t>
      </w:r>
    </w:p>
    <w:p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DB3E94" w:rsidRDefault="00C72D78" w:rsidP="00817F98">
            <w:pPr>
              <w:pStyle w:val="Tabulka"/>
              <w:cnfStyle w:val="100000000000" w:firstRow="1" w:lastRow="0" w:firstColumn="0" w:lastColumn="0" w:oddVBand="0" w:evenVBand="0" w:oddHBand="0" w:evenHBand="0" w:firstRowFirstColumn="0" w:firstRowLastColumn="0" w:lastRowFirstColumn="0" w:lastRowLastColumn="0"/>
            </w:pPr>
            <w:r>
              <w:t>Ing. Jaromír Kopecký</w:t>
            </w:r>
          </w:p>
        </w:tc>
      </w:tr>
      <w:tr w:rsidR="009E606C"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E606C" w:rsidRPr="00F95FBD" w:rsidRDefault="009E606C" w:rsidP="009E606C">
            <w:pPr>
              <w:pStyle w:val="Tabulka"/>
            </w:pPr>
            <w:r w:rsidRPr="00F95FBD">
              <w:t>Adresa</w:t>
            </w:r>
          </w:p>
        </w:tc>
        <w:tc>
          <w:tcPr>
            <w:tcW w:w="5812" w:type="dxa"/>
            <w:shd w:val="clear" w:color="auto" w:fill="auto"/>
          </w:tcPr>
          <w:p w:rsidR="009E606C" w:rsidRPr="00266614" w:rsidRDefault="009E606C" w:rsidP="009E606C">
            <w:pPr>
              <w:pStyle w:val="Tabulka"/>
              <w:cnfStyle w:val="000000000000" w:firstRow="0" w:lastRow="0" w:firstColumn="0" w:lastColumn="0" w:oddVBand="0" w:evenVBand="0" w:oddHBand="0" w:evenHBand="0" w:firstRowFirstColumn="0" w:firstRowLastColumn="0" w:lastRowFirstColumn="0" w:lastRowLastColumn="0"/>
            </w:pPr>
            <w:r w:rsidRPr="00266614">
              <w:t>Sokolovská 1955/278, 190 00 Praha 9</w:t>
            </w:r>
          </w:p>
        </w:tc>
      </w:tr>
      <w:tr w:rsidR="009E606C"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E606C" w:rsidRPr="00F95FBD" w:rsidRDefault="009E606C" w:rsidP="009E606C">
            <w:pPr>
              <w:pStyle w:val="Tabulka"/>
            </w:pPr>
            <w:r w:rsidRPr="00F95FBD">
              <w:t>E-mail</w:t>
            </w:r>
          </w:p>
        </w:tc>
        <w:tc>
          <w:tcPr>
            <w:tcW w:w="5812" w:type="dxa"/>
            <w:shd w:val="clear" w:color="auto" w:fill="auto"/>
          </w:tcPr>
          <w:p w:rsidR="009E606C" w:rsidRPr="00266614" w:rsidRDefault="00C72D78" w:rsidP="009E606C">
            <w:pPr>
              <w:pStyle w:val="Tabulka"/>
              <w:cnfStyle w:val="000000000000" w:firstRow="0" w:lastRow="0" w:firstColumn="0" w:lastColumn="0" w:oddVBand="0" w:evenVBand="0" w:oddHBand="0" w:evenHBand="0" w:firstRowFirstColumn="0" w:firstRowLastColumn="0" w:lastRowFirstColumn="0" w:lastRowLastColumn="0"/>
            </w:pPr>
            <w:r>
              <w:t>kopeckyjar</w:t>
            </w:r>
            <w:r w:rsidRPr="00DB3E94">
              <w:t>@</w:t>
            </w:r>
            <w:r>
              <w:t>spravazeleznic.cz</w:t>
            </w:r>
          </w:p>
        </w:tc>
      </w:tr>
      <w:tr w:rsidR="009E606C"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E606C" w:rsidRPr="00F95FBD" w:rsidRDefault="009E606C" w:rsidP="009E606C">
            <w:pPr>
              <w:pStyle w:val="Tabulka"/>
            </w:pPr>
            <w:r w:rsidRPr="00F95FBD">
              <w:t>Telefon</w:t>
            </w:r>
          </w:p>
        </w:tc>
        <w:tc>
          <w:tcPr>
            <w:tcW w:w="5812" w:type="dxa"/>
            <w:shd w:val="clear" w:color="auto" w:fill="auto"/>
          </w:tcPr>
          <w:p w:rsidR="009E606C" w:rsidRPr="00266614" w:rsidRDefault="00893139" w:rsidP="009E606C">
            <w:pPr>
              <w:pStyle w:val="Tabulka"/>
              <w:cnfStyle w:val="000000000000" w:firstRow="0" w:lastRow="0" w:firstColumn="0" w:lastColumn="0" w:oddVBand="0" w:evenVBand="0" w:oddHBand="0" w:evenHBand="0" w:firstRowFirstColumn="0" w:firstRowLastColumn="0" w:lastRowFirstColumn="0" w:lastRowLastColumn="0"/>
            </w:pPr>
            <w:r>
              <w:t>602 521 560</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FB4272" w:rsidRDefault="00817F98" w:rsidP="000A62D4">
            <w:pPr>
              <w:spacing w:after="0"/>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B4272" w:rsidRDefault="00817F98" w:rsidP="000A62D4">
            <w:pPr>
              <w:spacing w:after="0"/>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817F98" w:rsidP="000A62D4">
            <w:pPr>
              <w:spacing w:after="0"/>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817F98" w:rsidP="000A62D4">
            <w:pPr>
              <w:spacing w:after="0"/>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154193" w:rsidRDefault="000A62D4" w:rsidP="000A62D4">
            <w:pPr>
              <w:spacing w:after="0"/>
              <w:cnfStyle w:val="100000000000" w:firstRow="1" w:lastRow="0" w:firstColumn="0" w:lastColumn="0" w:oddVBand="0" w:evenVBand="0" w:oddHBand="0" w:evenHBand="0" w:firstRowFirstColumn="0" w:firstRowLastColumn="0" w:lastRowFirstColumn="0" w:lastRowLastColumn="0"/>
              <w:rPr>
                <w:b/>
                <w:highlight w:val="green"/>
              </w:rPr>
            </w:pPr>
            <w:r w:rsidRPr="00154193">
              <w:rPr>
                <w:b/>
                <w:sz w:val="18"/>
              </w:rPr>
              <w:t>Ing. Jiří Balcárek</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266614" w:rsidRDefault="000A62D4" w:rsidP="000A62D4">
            <w:pPr>
              <w:spacing w:after="0"/>
              <w:cnfStyle w:val="000000000000" w:firstRow="0" w:lastRow="0" w:firstColumn="0" w:lastColumn="0" w:oddVBand="0" w:evenVBand="0" w:oddHBand="0" w:evenHBand="0" w:firstRowFirstColumn="0" w:firstRowLastColumn="0" w:lastRowFirstColumn="0" w:lastRowLastColumn="0"/>
              <w:rPr>
                <w:highlight w:val="green"/>
              </w:rPr>
            </w:pPr>
            <w:r w:rsidRPr="00266614">
              <w:rPr>
                <w:sz w:val="18"/>
              </w:rPr>
              <w:t>K Můstku 1451/2, 400 01 Ústí nad Labem</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266614" w:rsidRDefault="000A62D4" w:rsidP="000A62D4">
            <w:pPr>
              <w:spacing w:after="0"/>
              <w:cnfStyle w:val="000000000000" w:firstRow="0" w:lastRow="0" w:firstColumn="0" w:lastColumn="0" w:oddVBand="0" w:evenVBand="0" w:oddHBand="0" w:evenHBand="0" w:firstRowFirstColumn="0" w:firstRowLastColumn="0" w:lastRowFirstColumn="0" w:lastRowLastColumn="0"/>
              <w:rPr>
                <w:highlight w:val="green"/>
              </w:rPr>
            </w:pPr>
            <w:r w:rsidRPr="00266614">
              <w:rPr>
                <w:sz w:val="18"/>
              </w:rPr>
              <w:t>balcarekj@spravazeleznic.cz</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266614" w:rsidRDefault="000A62D4" w:rsidP="000A62D4">
            <w:pPr>
              <w:spacing w:after="0"/>
              <w:cnfStyle w:val="000000000000" w:firstRow="0" w:lastRow="0" w:firstColumn="0" w:lastColumn="0" w:oddVBand="0" w:evenVBand="0" w:oddHBand="0" w:evenHBand="0" w:firstRowFirstColumn="0" w:firstRowLastColumn="0" w:lastRowFirstColumn="0" w:lastRowLastColumn="0"/>
              <w:rPr>
                <w:highlight w:val="green"/>
              </w:rPr>
            </w:pPr>
            <w:r w:rsidRPr="00266614">
              <w:rPr>
                <w:sz w:val="18"/>
              </w:rPr>
              <w:t>606 054 296</w:t>
            </w:r>
          </w:p>
        </w:tc>
      </w:tr>
    </w:tbl>
    <w:p w:rsidR="000A62D4" w:rsidRDefault="000A62D4" w:rsidP="000A62D4">
      <w:pPr>
        <w:pStyle w:val="Nadpistabulky"/>
        <w:pBdr>
          <w:top w:val="single" w:sz="12" w:space="0" w:color="00A1E0" w:themeColor="accent3"/>
        </w:pBdr>
        <w:rPr>
          <w:rFonts w:asciiTheme="minorHAnsi" w:hAnsiTheme="minorHAnsi"/>
          <w:sz w:val="18"/>
          <w:szCs w:val="18"/>
        </w:rPr>
      </w:pPr>
    </w:p>
    <w:p w:rsidR="00817F98" w:rsidRPr="000C2B01" w:rsidRDefault="00817F98" w:rsidP="000A62D4">
      <w:pPr>
        <w:pStyle w:val="Nadpistabulky"/>
        <w:pBdr>
          <w:top w:val="single" w:sz="12" w:space="0" w:color="00A1E0" w:themeColor="accent3"/>
        </w:pBdr>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DB3E94" w:rsidRPr="000C2B01" w:rsidTr="00DB3E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DB3E94" w:rsidRPr="006D465A" w:rsidRDefault="00DB3E94" w:rsidP="00DB3E94">
            <w:pPr>
              <w:pStyle w:val="Tabulka"/>
              <w:rPr>
                <w:rStyle w:val="Nadpisvtabulce"/>
              </w:rPr>
            </w:pPr>
            <w:r w:rsidRPr="006D465A">
              <w:rPr>
                <w:rStyle w:val="Nadpisvtabulce"/>
              </w:rPr>
              <w:t>Jméno a příjmení</w:t>
            </w:r>
          </w:p>
        </w:tc>
        <w:tc>
          <w:tcPr>
            <w:tcW w:w="5812" w:type="dxa"/>
            <w:shd w:val="clear" w:color="auto" w:fill="auto"/>
          </w:tcPr>
          <w:p w:rsidR="00DB3E94" w:rsidRPr="00266614" w:rsidRDefault="00DB3E94" w:rsidP="00DB3E94">
            <w:pPr>
              <w:pStyle w:val="Tabulka"/>
              <w:cnfStyle w:val="100000000000" w:firstRow="1" w:lastRow="0" w:firstColumn="0" w:lastColumn="0" w:oddVBand="0" w:evenVBand="0" w:oddHBand="0" w:evenHBand="0" w:firstRowFirstColumn="0" w:firstRowLastColumn="0" w:lastRowFirstColumn="0" w:lastRowLastColumn="0"/>
              <w:rPr>
                <w:b/>
              </w:rPr>
            </w:pPr>
            <w:r w:rsidRPr="00266614">
              <w:rPr>
                <w:b/>
              </w:rPr>
              <w:t>Ing. Martin Šesták</w:t>
            </w:r>
          </w:p>
        </w:tc>
      </w:tr>
      <w:tr w:rsidR="00DB3E94" w:rsidRPr="000C2B01" w:rsidTr="00DB3E9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DB3E94" w:rsidRPr="000C2B01" w:rsidRDefault="00DB3E94" w:rsidP="00DB3E94">
            <w:pPr>
              <w:pStyle w:val="Tabulka"/>
              <w:rPr>
                <w:rStyle w:val="Nadpisvtabulce"/>
                <w:b w:val="0"/>
              </w:rPr>
            </w:pPr>
            <w:r>
              <w:rPr>
                <w:rStyle w:val="Nadpisvtabulce"/>
                <w:b w:val="0"/>
              </w:rPr>
              <w:t>Adresa</w:t>
            </w:r>
          </w:p>
        </w:tc>
        <w:tc>
          <w:tcPr>
            <w:tcW w:w="5812" w:type="dxa"/>
            <w:shd w:val="clear" w:color="auto" w:fill="auto"/>
          </w:tcPr>
          <w:p w:rsidR="00DB3E94" w:rsidRPr="00DB3E94" w:rsidRDefault="00DB3E94" w:rsidP="00DB3E94">
            <w:pPr>
              <w:pStyle w:val="Tabulka"/>
              <w:cnfStyle w:val="000000000000" w:firstRow="0" w:lastRow="0" w:firstColumn="0" w:lastColumn="0" w:oddVBand="0" w:evenVBand="0" w:oddHBand="0" w:evenHBand="0" w:firstRowFirstColumn="0" w:firstRowLastColumn="0" w:lastRowFirstColumn="0" w:lastRowLastColumn="0"/>
            </w:pPr>
            <w:r w:rsidRPr="00DB3E94">
              <w:t>Sušická 1105/25, 326 00 Plzeň</w:t>
            </w:r>
          </w:p>
        </w:tc>
      </w:tr>
      <w:tr w:rsidR="00DB3E94" w:rsidRPr="000C2B01" w:rsidTr="00DB3E9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DB3E94" w:rsidRPr="000C2B01" w:rsidRDefault="00DB3E94" w:rsidP="00DB3E94">
            <w:pPr>
              <w:pStyle w:val="Tabulka"/>
            </w:pPr>
            <w:r w:rsidRPr="000C2B01">
              <w:t>E-mail</w:t>
            </w:r>
          </w:p>
        </w:tc>
        <w:tc>
          <w:tcPr>
            <w:tcW w:w="5812" w:type="dxa"/>
            <w:shd w:val="clear" w:color="auto" w:fill="auto"/>
          </w:tcPr>
          <w:p w:rsidR="00DB3E94" w:rsidRPr="00DB3E94" w:rsidRDefault="00DB3E94" w:rsidP="00C72D78">
            <w:pPr>
              <w:pStyle w:val="Tabulka"/>
              <w:cnfStyle w:val="000000000000" w:firstRow="0" w:lastRow="0" w:firstColumn="0" w:lastColumn="0" w:oddVBand="0" w:evenVBand="0" w:oddHBand="0" w:evenHBand="0" w:firstRowFirstColumn="0" w:firstRowLastColumn="0" w:lastRowFirstColumn="0" w:lastRowLastColumn="0"/>
            </w:pPr>
            <w:r w:rsidRPr="00DB3E94">
              <w:t>SestakM@</w:t>
            </w:r>
            <w:r w:rsidR="00C72D78">
              <w:t>spravazeleznic</w:t>
            </w:r>
            <w:r w:rsidRPr="00DB3E94">
              <w:t>.cz</w:t>
            </w:r>
          </w:p>
        </w:tc>
      </w:tr>
      <w:tr w:rsidR="00DB3E94" w:rsidRPr="000C2B01" w:rsidTr="00DB3E9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DB3E94" w:rsidRPr="000C2B01" w:rsidRDefault="00DB3E94" w:rsidP="00DB3E94">
            <w:pPr>
              <w:pStyle w:val="Tabulka"/>
            </w:pPr>
            <w:r w:rsidRPr="000C2B01">
              <w:t>Telefon</w:t>
            </w:r>
          </w:p>
        </w:tc>
        <w:tc>
          <w:tcPr>
            <w:tcW w:w="5812" w:type="dxa"/>
            <w:shd w:val="clear" w:color="auto" w:fill="auto"/>
          </w:tcPr>
          <w:p w:rsidR="00DB3E94" w:rsidRPr="00DB3E94" w:rsidRDefault="00DB3E94" w:rsidP="00DB3E94">
            <w:pPr>
              <w:pStyle w:val="Tabulka"/>
              <w:cnfStyle w:val="000000000000" w:firstRow="0" w:lastRow="0" w:firstColumn="0" w:lastColumn="0" w:oddVBand="0" w:evenVBand="0" w:oddHBand="0" w:evenHBand="0" w:firstRowFirstColumn="0" w:firstRowLastColumn="0" w:lastRowFirstColumn="0" w:lastRowLastColumn="0"/>
            </w:pPr>
            <w:r w:rsidRPr="00DB3E94">
              <w:t>602 708 920</w:t>
            </w:r>
          </w:p>
        </w:tc>
      </w:tr>
    </w:tbl>
    <w:p w:rsidR="00817F98" w:rsidRDefault="00817F98" w:rsidP="00817F98">
      <w:pPr>
        <w:pStyle w:val="Textbezodsazen"/>
      </w:pPr>
    </w:p>
    <w:p w:rsidR="000A62D4" w:rsidRDefault="000A62D4" w:rsidP="00817F98">
      <w:pPr>
        <w:pStyle w:val="Nadpisbezsl1-2"/>
        <w:tabs>
          <w:tab w:val="left" w:pos="2292"/>
        </w:tabs>
        <w:sectPr w:rsidR="000A62D4"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rsidR="00817F98" w:rsidRDefault="00817F98" w:rsidP="00817F98">
      <w:pPr>
        <w:pStyle w:val="Nadpisbezsl1-2"/>
        <w:tabs>
          <w:tab w:val="left" w:pos="2292"/>
        </w:tabs>
      </w:pPr>
      <w:r>
        <w:lastRenderedPageBreak/>
        <w:t>Za Zhotovitele</w:t>
      </w:r>
      <w:r>
        <w:tab/>
      </w:r>
    </w:p>
    <w:p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extbezodsazen"/>
      </w:pPr>
    </w:p>
    <w:p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lastRenderedPageBreak/>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Default="00817F98" w:rsidP="00817F98">
      <w:pPr>
        <w:pStyle w:val="Textbezodsazen"/>
      </w:pPr>
      <w:r>
        <w:t>Osoby oprávněné jednat ve věcech smluvních a obchodních jsou oprávněny v rámci této Smlouvy vést s druhou stranou jednání obchodního a smluvního charakteru.</w:t>
      </w:r>
    </w:p>
    <w:p w:rsidR="00817F98" w:rsidRDefault="00817F98" w:rsidP="00817F98">
      <w:pPr>
        <w:pStyle w:val="Textbezodsazen"/>
      </w:pPr>
    </w:p>
    <w:p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B24A25">
          <w:pgSz w:w="11906" w:h="16838" w:code="9"/>
          <w:pgMar w:top="1049" w:right="1588" w:bottom="1474" w:left="1588" w:header="595" w:footer="624" w:gutter="0"/>
          <w:pgNumType w:start="1"/>
          <w:cols w:space="708"/>
          <w:docGrid w:linePitch="360"/>
        </w:sectPr>
      </w:pPr>
    </w:p>
    <w:p w:rsidR="004436EE" w:rsidRDefault="004436EE" w:rsidP="00BE24E8">
      <w:pPr>
        <w:pStyle w:val="Nadpisbezsl1-1"/>
      </w:pPr>
      <w:r w:rsidRPr="004436EE">
        <w:lastRenderedPageBreak/>
        <w:t>Příloha</w:t>
      </w:r>
      <w:r>
        <w:t xml:space="preserve"> č. 7</w:t>
      </w:r>
    </w:p>
    <w:p w:rsidR="004436EE" w:rsidRDefault="004436EE" w:rsidP="00BE24E8">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rPr>
                <w:rStyle w:val="Tun"/>
              </w:rPr>
            </w:pPr>
            <w:r w:rsidRPr="004436EE">
              <w:rPr>
                <w:rStyle w:val="Tun"/>
              </w:rPr>
              <w:t>DRUH POJIŠTĚNÍ</w:t>
            </w:r>
          </w:p>
        </w:tc>
        <w:tc>
          <w:tcPr>
            <w:tcW w:w="4227" w:type="dxa"/>
          </w:tcPr>
          <w:p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20397D">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rsidR="004436EE" w:rsidRPr="004436EE" w:rsidRDefault="00AD71BE" w:rsidP="00111FA4">
            <w:pPr>
              <w:pStyle w:val="Tabulka"/>
              <w:cnfStyle w:val="000000000000" w:firstRow="0" w:lastRow="0" w:firstColumn="0" w:lastColumn="0" w:oddVBand="0" w:evenVBand="0" w:oddHBand="0" w:evenHBand="0" w:firstRowFirstColumn="0" w:firstRowLastColumn="0" w:lastRowFirstColumn="0" w:lastRowLastColumn="0"/>
            </w:pPr>
            <w:r>
              <w:t>5 341 160</w:t>
            </w:r>
            <w:r w:rsidR="00266614">
              <w:t xml:space="preserve"> Kč</w:t>
            </w:r>
          </w:p>
        </w:tc>
      </w:tr>
    </w:tbl>
    <w:p w:rsidR="004436EE" w:rsidRDefault="004436EE" w:rsidP="00671F70">
      <w:pPr>
        <w:pStyle w:val="Textbezodsazen"/>
      </w:pPr>
    </w:p>
    <w:p w:rsidR="00954AF5" w:rsidRPr="0020397D" w:rsidRDefault="00954AF5" w:rsidP="0020397D">
      <w:pPr>
        <w:pStyle w:val="Textbezodsazen"/>
      </w:pPr>
    </w:p>
    <w:p w:rsidR="00817F98" w:rsidRPr="0020397D" w:rsidRDefault="00817F98" w:rsidP="0020397D">
      <w:pPr>
        <w:pStyle w:val="Textbezodsazen"/>
      </w:pPr>
    </w:p>
    <w:p w:rsidR="00671F70" w:rsidRPr="0020397D" w:rsidRDefault="00671F70" w:rsidP="0020397D">
      <w:pPr>
        <w:pStyle w:val="Textbezodsazen"/>
      </w:pPr>
    </w:p>
    <w:p w:rsidR="00671F70" w:rsidRPr="0020397D" w:rsidRDefault="00671F70" w:rsidP="0020397D">
      <w:pPr>
        <w:pStyle w:val="Textbezodsazen"/>
      </w:pPr>
    </w:p>
    <w:p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rsidR="00F95FBD" w:rsidRDefault="004436EE" w:rsidP="00BE24E8">
      <w:pPr>
        <w:pStyle w:val="Nadpisbezsl1-1"/>
      </w:pPr>
      <w:r>
        <w:lastRenderedPageBreak/>
        <w:t>Příloha č. 8</w:t>
      </w:r>
    </w:p>
    <w:p w:rsidR="00F95FBD" w:rsidRDefault="00F95FBD" w:rsidP="00BE24E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rPr>
                <w:rStyle w:val="Nadpisvtabulce"/>
              </w:rPr>
            </w:pPr>
            <w:r w:rsidRPr="006B7093">
              <w:rPr>
                <w:rStyle w:val="Nadpisvtabulce"/>
              </w:rPr>
              <w:t>Identifikace poddodavatele</w:t>
            </w:r>
          </w:p>
          <w:p w:rsidR="00F95FBD" w:rsidRPr="006B7093" w:rsidRDefault="00F95FBD" w:rsidP="006B7093">
            <w:pPr>
              <w:pStyle w:val="Tabulka"/>
              <w:rPr>
                <w:rStyle w:val="Nadpisvtabulce"/>
              </w:rPr>
            </w:pPr>
            <w:r w:rsidRPr="006B7093">
              <w:rPr>
                <w:rStyle w:val="Nadpisvtabulce"/>
              </w:rPr>
              <w:t>(obchodní firma, sídlo a IČO)</w:t>
            </w:r>
          </w:p>
        </w:tc>
        <w:tc>
          <w:tcPr>
            <w:tcW w:w="3129" w:type="dxa"/>
          </w:tcPr>
          <w:p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6B7093" w:rsidRDefault="004436EE" w:rsidP="006B7093">
            <w:pPr>
              <w:pStyle w:val="Tabulka"/>
              <w:jc w:val="right"/>
              <w:rPr>
                <w:rStyle w:val="Tun"/>
              </w:rPr>
            </w:pPr>
            <w:r w:rsidRPr="006B7093">
              <w:rPr>
                <w:rStyle w:val="Tun"/>
              </w:rPr>
              <w:t>CELKEM %</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rsidR="0020397D" w:rsidRDefault="0020397D" w:rsidP="0020397D">
      <w:pPr>
        <w:pStyle w:val="Textbezodsazen"/>
      </w:pPr>
    </w:p>
    <w:p w:rsidR="0020397D" w:rsidRDefault="0020397D" w:rsidP="0020397D">
      <w:pPr>
        <w:pStyle w:val="Textbezodsazen"/>
      </w:pPr>
    </w:p>
    <w:p w:rsidR="006B7093" w:rsidRDefault="006B7093" w:rsidP="0020397D">
      <w:pPr>
        <w:pStyle w:val="Textbezodsazen"/>
      </w:pPr>
    </w:p>
    <w:p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rsidR="00F762A8" w:rsidRDefault="00F762A8" w:rsidP="00BE24E8">
      <w:pPr>
        <w:pStyle w:val="Nadpisbezsl1-1"/>
      </w:pPr>
      <w:r>
        <w:lastRenderedPageBreak/>
        <w:t xml:space="preserve">Příloha č. </w:t>
      </w:r>
      <w:r w:rsidR="004436EE">
        <w:t>9</w:t>
      </w:r>
    </w:p>
    <w:p w:rsidR="004436EE" w:rsidRDefault="004436EE" w:rsidP="00BE24E8">
      <w:pPr>
        <w:pStyle w:val="Nadpisbezsl1-2"/>
      </w:pPr>
      <w:r>
        <w:t>Související dokumenty</w:t>
      </w:r>
    </w:p>
    <w:p w:rsidR="00D0544F" w:rsidRDefault="00D0544F" w:rsidP="00D0544F">
      <w:pPr>
        <w:pStyle w:val="Textbezodsazen"/>
      </w:pPr>
    </w:p>
    <w:tbl>
      <w:tblPr>
        <w:tblStyle w:val="Tabulka10"/>
        <w:tblW w:w="8860" w:type="dxa"/>
        <w:tblLook w:val="04A0" w:firstRow="1" w:lastRow="0" w:firstColumn="1" w:lastColumn="0" w:noHBand="0" w:noVBand="1"/>
      </w:tblPr>
      <w:tblGrid>
        <w:gridCol w:w="3828"/>
        <w:gridCol w:w="3118"/>
        <w:gridCol w:w="1914"/>
      </w:tblGrid>
      <w:tr w:rsidR="00D0544F" w:rsidRPr="00F95FBD" w:rsidTr="00F867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rsidR="00D0544F" w:rsidRPr="00F95FBD" w:rsidRDefault="00D0544F" w:rsidP="00964369">
            <w:pPr>
              <w:pStyle w:val="Tabulka"/>
              <w:rPr>
                <w:rStyle w:val="Nadpisvtabulce"/>
              </w:rPr>
            </w:pPr>
            <w:r>
              <w:rPr>
                <w:rStyle w:val="Nadpisvtabulce"/>
              </w:rPr>
              <w:t>Název dokumentu</w:t>
            </w:r>
          </w:p>
        </w:tc>
        <w:tc>
          <w:tcPr>
            <w:tcW w:w="3118"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1914"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rsidTr="00F86774">
        <w:tc>
          <w:tcPr>
            <w:cnfStyle w:val="001000000000" w:firstRow="0" w:lastRow="0" w:firstColumn="1" w:lastColumn="0" w:oddVBand="0" w:evenVBand="0" w:oddHBand="0" w:evenHBand="0" w:firstRowFirstColumn="0" w:firstRowLastColumn="0" w:lastRowFirstColumn="0" w:lastRowLastColumn="0"/>
            <w:tcW w:w="3828" w:type="dxa"/>
          </w:tcPr>
          <w:p w:rsidR="00D0544F" w:rsidRPr="00C66209" w:rsidRDefault="00766F63" w:rsidP="00AD71BE">
            <w:pPr>
              <w:pStyle w:val="Tabulka"/>
            </w:pPr>
            <w:r>
              <w:t>Závěrečná zpráva o v</w:t>
            </w:r>
            <w:r w:rsidRPr="00766F63">
              <w:t>ýsledcích průzkumu georadarem v</w:t>
            </w:r>
            <w:r w:rsidR="00F86774">
              <w:t> </w:t>
            </w:r>
            <w:r w:rsidRPr="00766F63">
              <w:t>úseku</w:t>
            </w:r>
            <w:r w:rsidR="00F86774">
              <w:t xml:space="preserve"> </w:t>
            </w:r>
            <w:r w:rsidR="00F86774" w:rsidRPr="00F86774">
              <w:t>Česká Kamenice – Mlýny (25,800 – 26,050)</w:t>
            </w:r>
          </w:p>
        </w:tc>
        <w:tc>
          <w:tcPr>
            <w:tcW w:w="3118" w:type="dxa"/>
          </w:tcPr>
          <w:p w:rsidR="00992B63" w:rsidRPr="00C66209" w:rsidRDefault="00F86774" w:rsidP="00964369">
            <w:pPr>
              <w:pStyle w:val="Tabulka"/>
              <w:jc w:val="center"/>
              <w:cnfStyle w:val="000000000000" w:firstRow="0" w:lastRow="0" w:firstColumn="0" w:lastColumn="0" w:oddVBand="0" w:evenVBand="0" w:oddHBand="0" w:evenHBand="0" w:firstRowFirstColumn="0" w:firstRowLastColumn="0" w:lastRowFirstColumn="0" w:lastRowLastColumn="0"/>
            </w:pPr>
            <w:r w:rsidRPr="00F86774">
              <w:t>2510/2020-SŽDC-TUDC-ÚTAB</w:t>
            </w:r>
          </w:p>
        </w:tc>
        <w:tc>
          <w:tcPr>
            <w:tcW w:w="1914" w:type="dxa"/>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rsidR="00992B63" w:rsidRPr="00C66209" w:rsidRDefault="00F86774" w:rsidP="00964369">
            <w:pPr>
              <w:pStyle w:val="Tabulka"/>
              <w:jc w:val="center"/>
              <w:cnfStyle w:val="000000000000" w:firstRow="0" w:lastRow="0" w:firstColumn="0" w:lastColumn="0" w:oddVBand="0" w:evenVBand="0" w:oddHBand="0" w:evenHBand="0" w:firstRowFirstColumn="0" w:firstRowLastColumn="0" w:lastRowFirstColumn="0" w:lastRowLastColumn="0"/>
            </w:pPr>
            <w:r>
              <w:t>1. 4. 2020</w:t>
            </w:r>
          </w:p>
        </w:tc>
      </w:tr>
      <w:tr w:rsidR="001E5BB1" w:rsidRPr="00F95FBD" w:rsidTr="00F86774">
        <w:tc>
          <w:tcPr>
            <w:cnfStyle w:val="001000000000" w:firstRow="0" w:lastRow="0" w:firstColumn="1" w:lastColumn="0" w:oddVBand="0" w:evenVBand="0" w:oddHBand="0" w:evenHBand="0" w:firstRowFirstColumn="0" w:firstRowLastColumn="0" w:lastRowFirstColumn="0" w:lastRowLastColumn="0"/>
            <w:tcW w:w="3828" w:type="dxa"/>
          </w:tcPr>
          <w:p w:rsidR="001E5BB1" w:rsidRPr="00C66209" w:rsidRDefault="00766F63" w:rsidP="00F86774">
            <w:pPr>
              <w:pStyle w:val="Tabulka"/>
            </w:pPr>
            <w:r w:rsidRPr="00766F63">
              <w:t xml:space="preserve">Návrh projektu IG/GT průzkumných prací TÚ </w:t>
            </w:r>
            <w:r w:rsidR="00F86774" w:rsidRPr="00F86774">
              <w:t xml:space="preserve">Česká Kamenice – Mlýny </w:t>
            </w:r>
            <w:r w:rsidR="00F86774">
              <w:t>v km</w:t>
            </w:r>
            <w:r w:rsidR="00F86774" w:rsidRPr="00F86774">
              <w:t xml:space="preserve"> 25,850 až 26,000</w:t>
            </w:r>
          </w:p>
        </w:tc>
        <w:tc>
          <w:tcPr>
            <w:tcW w:w="3118" w:type="dxa"/>
          </w:tcPr>
          <w:p w:rsidR="001E5BB1" w:rsidRPr="00C66209" w:rsidRDefault="00F86774" w:rsidP="003038BD">
            <w:pPr>
              <w:pStyle w:val="Tabulka"/>
              <w:jc w:val="center"/>
              <w:cnfStyle w:val="000000000000" w:firstRow="0" w:lastRow="0" w:firstColumn="0" w:lastColumn="0" w:oddVBand="0" w:evenVBand="0" w:oddHBand="0" w:evenHBand="0" w:firstRowFirstColumn="0" w:firstRowLastColumn="0" w:lastRowFirstColumn="0" w:lastRowLastColumn="0"/>
            </w:pPr>
            <w:r w:rsidRPr="00F86774">
              <w:t>038/D/2020/JĎu</w:t>
            </w:r>
          </w:p>
        </w:tc>
        <w:tc>
          <w:tcPr>
            <w:tcW w:w="1914" w:type="dxa"/>
          </w:tcPr>
          <w:p w:rsidR="001E5BB1" w:rsidRPr="00C66209" w:rsidRDefault="00F86774" w:rsidP="001E5BB1">
            <w:pPr>
              <w:pStyle w:val="Tabulka"/>
              <w:jc w:val="center"/>
              <w:cnfStyle w:val="000000000000" w:firstRow="0" w:lastRow="0" w:firstColumn="0" w:lastColumn="0" w:oddVBand="0" w:evenVBand="0" w:oddHBand="0" w:evenHBand="0" w:firstRowFirstColumn="0" w:firstRowLastColumn="0" w:lastRowFirstColumn="0" w:lastRowLastColumn="0"/>
            </w:pPr>
            <w:r>
              <w:t>14. 12. 2020</w:t>
            </w:r>
          </w:p>
        </w:tc>
      </w:tr>
    </w:tbl>
    <w:p w:rsidR="00D0544F" w:rsidRDefault="00D0544F" w:rsidP="00D0544F">
      <w:pPr>
        <w:pStyle w:val="Textbezodsazen"/>
      </w:pPr>
    </w:p>
    <w:p w:rsidR="00D0544F" w:rsidRDefault="00D0544F" w:rsidP="00D0544F">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sectPr w:rsidR="0020397D"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pPr>
    </w:p>
    <w:p w:rsidR="00D0544F" w:rsidRDefault="00D0544F" w:rsidP="00BE24E8">
      <w:pPr>
        <w:pStyle w:val="Nadpisbezsl1-1"/>
      </w:pPr>
      <w:r>
        <w:lastRenderedPageBreak/>
        <w:t>Příloha č. 10</w:t>
      </w:r>
    </w:p>
    <w:p w:rsidR="00D0544F" w:rsidRDefault="00D0544F" w:rsidP="00BE24E8">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71F70" w:rsidRDefault="00671F70" w:rsidP="006A67D6">
      <w:pPr>
        <w:pStyle w:val="Textbezodsazen"/>
      </w:pPr>
    </w:p>
    <w:p w:rsidR="006A67D6" w:rsidRDefault="006A67D6" w:rsidP="006A67D6">
      <w:pPr>
        <w:pStyle w:val="Textbezodsazen"/>
      </w:pPr>
    </w:p>
    <w:sectPr w:rsidR="006A67D6" w:rsidSect="00933F20">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009" w:rsidRDefault="000B2009" w:rsidP="00962258">
      <w:pPr>
        <w:spacing w:after="0" w:line="240" w:lineRule="auto"/>
      </w:pPr>
      <w:r>
        <w:separator/>
      </w:r>
    </w:p>
  </w:endnote>
  <w:endnote w:type="continuationSeparator" w:id="0">
    <w:p w:rsidR="000B2009" w:rsidRDefault="000B20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86856" w:rsidRPr="003462EB" w:rsidTr="001B77EA">
      <w:trPr>
        <w:trHeight w:val="247"/>
      </w:trPr>
      <w:tc>
        <w:tcPr>
          <w:tcW w:w="907" w:type="dxa"/>
          <w:tcMar>
            <w:left w:w="0" w:type="dxa"/>
            <w:right w:w="0" w:type="dxa"/>
          </w:tcMar>
          <w:vAlign w:val="bottom"/>
        </w:tcPr>
        <w:p w:rsidR="00886856" w:rsidRPr="00B8518B" w:rsidRDefault="0088685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74D7">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74D7">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rsidR="00886856" w:rsidRPr="00A04CEE" w:rsidRDefault="000B2009" w:rsidP="001B77EA">
          <w:pPr>
            <w:pStyle w:val="Zpatvlevo"/>
            <w:rPr>
              <w:b/>
            </w:rPr>
          </w:pPr>
          <w:r>
            <w:fldChar w:fldCharType="begin"/>
          </w:r>
          <w:r>
            <w:instrText xml:space="preserve"> STYLEREF  _Název_akce  \* MERGEFORMAT </w:instrText>
          </w:r>
          <w:r>
            <w:fldChar w:fldCharType="separate"/>
          </w:r>
          <w:r w:rsidR="007C74D7" w:rsidRPr="007C74D7">
            <w:rPr>
              <w:b/>
              <w:bCs/>
              <w:noProof/>
            </w:rPr>
            <w:t xml:space="preserve">„Sanace železničního spodku na trati Děčín – Jedlová v </w:t>
          </w:r>
          <w:r w:rsidR="007C74D7" w:rsidRPr="007C74D7">
            <w:rPr>
              <w:b/>
              <w:noProof/>
            </w:rPr>
            <w:t>km 25,880 – 25,980“</w:t>
          </w:r>
          <w:r>
            <w:rPr>
              <w:b/>
              <w:noProof/>
            </w:rPr>
            <w:fldChar w:fldCharType="end"/>
          </w:r>
        </w:p>
        <w:p w:rsidR="00886856" w:rsidRPr="00894EBE" w:rsidRDefault="00886856" w:rsidP="001B77EA">
          <w:pPr>
            <w:pStyle w:val="Zpatvlevo"/>
          </w:pPr>
          <w:r w:rsidRPr="00894EBE">
            <w:t>Smlouva o dílo na zhotovení ZP+DUSP+PDPS+AD</w:t>
          </w:r>
        </w:p>
      </w:tc>
    </w:tr>
  </w:tbl>
  <w:p w:rsidR="00886856" w:rsidRPr="00A50995" w:rsidRDefault="0088685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86856" w:rsidRPr="003462EB" w:rsidTr="00D36695">
      <w:tc>
        <w:tcPr>
          <w:tcW w:w="907" w:type="dxa"/>
          <w:tcMar>
            <w:left w:w="0" w:type="dxa"/>
            <w:right w:w="0" w:type="dxa"/>
          </w:tcMar>
          <w:vAlign w:val="bottom"/>
        </w:tcPr>
        <w:p w:rsidR="00886856" w:rsidRPr="00B8518B" w:rsidRDefault="0088685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74D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74D7">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rsidR="00886856" w:rsidRPr="00671F70" w:rsidRDefault="00886856" w:rsidP="00204180">
          <w:pPr>
            <w:pStyle w:val="Zpatvlevo"/>
            <w:rPr>
              <w:b/>
            </w:rPr>
          </w:pPr>
          <w:r w:rsidRPr="00671F70">
            <w:rPr>
              <w:b/>
            </w:rPr>
            <w:t>PŘ</w:t>
          </w:r>
          <w:r>
            <w:rPr>
              <w:b/>
            </w:rPr>
            <w:t>ÍLOHA č. 4</w:t>
          </w:r>
        </w:p>
        <w:p w:rsidR="00886856" w:rsidRDefault="00886856" w:rsidP="00204180">
          <w:pPr>
            <w:pStyle w:val="Zpatvlevo"/>
          </w:pPr>
          <w:r>
            <w:t>Smlouva o dílo – Zhotovení ZP+DUSP + PDPS+AD</w:t>
          </w:r>
        </w:p>
        <w:p w:rsidR="00886856" w:rsidRPr="0091472D" w:rsidRDefault="000B2009" w:rsidP="00246637">
          <w:pPr>
            <w:pStyle w:val="Zpatvlevo"/>
          </w:pPr>
          <w:r>
            <w:fldChar w:fldCharType="begin"/>
          </w:r>
          <w:r>
            <w:instrText xml:space="preserve"> STYLEREF  _Název_akce  \* MERGEFORMAT </w:instrText>
          </w:r>
          <w:r>
            <w:fldChar w:fldCharType="separate"/>
          </w:r>
          <w:r w:rsidR="007C74D7" w:rsidRPr="007C74D7">
            <w:rPr>
              <w:bCs/>
              <w:noProof/>
            </w:rPr>
            <w:t xml:space="preserve">„Sanace železničního </w:t>
          </w:r>
          <w:r w:rsidR="007C74D7">
            <w:rPr>
              <w:noProof/>
            </w:rPr>
            <w:t>spodku na trati Děčín – Jedlová v km 25,880 – 25,980“</w:t>
          </w:r>
          <w:r>
            <w:rPr>
              <w:noProof/>
            </w:rPr>
            <w:fldChar w:fldCharType="end"/>
          </w:r>
        </w:p>
      </w:tc>
    </w:tr>
  </w:tbl>
  <w:p w:rsidR="00886856" w:rsidRPr="00A50995" w:rsidRDefault="0088685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86856" w:rsidRPr="009E09BE" w:rsidTr="00E075DA">
      <w:tc>
        <w:tcPr>
          <w:tcW w:w="7825" w:type="dxa"/>
          <w:tcMar>
            <w:left w:w="0" w:type="dxa"/>
            <w:right w:w="0" w:type="dxa"/>
          </w:tcMar>
          <w:vAlign w:val="bottom"/>
        </w:tcPr>
        <w:p w:rsidR="00886856" w:rsidRPr="008C00FC" w:rsidRDefault="00886856" w:rsidP="00204180">
          <w:pPr>
            <w:pStyle w:val="Zpatvpravo"/>
            <w:rPr>
              <w:rStyle w:val="Tun"/>
            </w:rPr>
          </w:pPr>
          <w:r w:rsidRPr="008C00FC">
            <w:rPr>
              <w:rStyle w:val="Tun"/>
            </w:rPr>
            <w:t xml:space="preserve">PŘÍLOHA č. </w:t>
          </w:r>
          <w:r>
            <w:rPr>
              <w:rStyle w:val="Tun"/>
            </w:rPr>
            <w:t>4</w:t>
          </w:r>
        </w:p>
        <w:p w:rsidR="00886856" w:rsidRDefault="00886856" w:rsidP="00204180">
          <w:pPr>
            <w:pStyle w:val="Zpatvpravo"/>
          </w:pPr>
          <w:r>
            <w:t>Smlouva o dílo – Zhotovení ZP+DUSP+PDPS +AD</w:t>
          </w:r>
        </w:p>
        <w:p w:rsidR="00886856" w:rsidRPr="0091472D" w:rsidRDefault="000B2009" w:rsidP="004908EA">
          <w:pPr>
            <w:pStyle w:val="Zpatvpravo"/>
            <w:rPr>
              <w:rStyle w:val="Tun"/>
            </w:rPr>
          </w:pPr>
          <w:r>
            <w:fldChar w:fldCharType="begin"/>
          </w:r>
          <w:r>
            <w:instrText xml:space="preserve"> STYLEREF  _Název_akce  \* MERGEFORMAT </w:instrText>
          </w:r>
          <w:r>
            <w:fldChar w:fldCharType="separate"/>
          </w:r>
          <w:r w:rsidR="007C74D7" w:rsidRPr="007C74D7">
            <w:rPr>
              <w:b/>
              <w:bCs/>
              <w:noProof/>
            </w:rPr>
            <w:t xml:space="preserve">„Sanace železničního spodku na trati Děčín – Jedlová v </w:t>
          </w:r>
          <w:r w:rsidR="007C74D7">
            <w:rPr>
              <w:noProof/>
            </w:rPr>
            <w:t>km 25,880 – 25,980“</w:t>
          </w:r>
          <w:r>
            <w:rPr>
              <w:noProof/>
            </w:rPr>
            <w:fldChar w:fldCharType="end"/>
          </w:r>
        </w:p>
      </w:tc>
      <w:tc>
        <w:tcPr>
          <w:tcW w:w="907" w:type="dxa"/>
          <w:vAlign w:val="bottom"/>
        </w:tcPr>
        <w:p w:rsidR="00886856" w:rsidRPr="009E09BE" w:rsidRDefault="0088685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C74D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74D7">
            <w:rPr>
              <w:b/>
              <w:noProof/>
              <w:color w:val="FF5200" w:themeColor="accent2"/>
              <w:sz w:val="14"/>
              <w:szCs w:val="14"/>
            </w:rPr>
            <w:t>3</w:t>
          </w:r>
          <w:r w:rsidRPr="007145F3">
            <w:rPr>
              <w:b/>
              <w:noProof/>
              <w:color w:val="FF5200" w:themeColor="accent2"/>
              <w:sz w:val="14"/>
              <w:szCs w:val="14"/>
            </w:rPr>
            <w:fldChar w:fldCharType="end"/>
          </w:r>
        </w:p>
      </w:tc>
    </w:tr>
  </w:tbl>
  <w:p w:rsidR="00886856" w:rsidRPr="00B8518B" w:rsidRDefault="0088685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86856" w:rsidRPr="003462EB" w:rsidTr="00B24A25">
      <w:tc>
        <w:tcPr>
          <w:tcW w:w="907" w:type="dxa"/>
          <w:tcMar>
            <w:left w:w="0" w:type="dxa"/>
            <w:right w:w="0" w:type="dxa"/>
          </w:tcMar>
          <w:vAlign w:val="bottom"/>
        </w:tcPr>
        <w:p w:rsidR="00886856" w:rsidRPr="00B8518B" w:rsidRDefault="0088685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886856" w:rsidRPr="00671F70" w:rsidRDefault="00886856" w:rsidP="00204180">
          <w:pPr>
            <w:pStyle w:val="Zpatvlevo"/>
            <w:rPr>
              <w:b/>
            </w:rPr>
          </w:pPr>
          <w:r w:rsidRPr="00671F70">
            <w:rPr>
              <w:b/>
            </w:rPr>
            <w:t>PŘ</w:t>
          </w:r>
          <w:r>
            <w:rPr>
              <w:b/>
            </w:rPr>
            <w:t>ÍLOHA č. 5</w:t>
          </w:r>
        </w:p>
        <w:p w:rsidR="00886856" w:rsidRDefault="00886856" w:rsidP="00246637">
          <w:pPr>
            <w:pStyle w:val="Zpatvlevo"/>
          </w:pPr>
          <w:r>
            <w:t>Smlouva o dílo – Zhotovení DUSP+PDPS+AD</w:t>
          </w:r>
        </w:p>
        <w:p w:rsidR="00886856" w:rsidRPr="0020397D" w:rsidRDefault="00886856"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Pr="00561318">
            <w:rPr>
              <w:b/>
              <w:bCs/>
              <w:noProof/>
            </w:rPr>
            <w:t xml:space="preserve">„Sanace tělesa </w:t>
          </w:r>
          <w:r>
            <w:rPr>
              <w:b/>
              <w:noProof/>
            </w:rPr>
            <w:t>železničního spodku na trati Varnsdorf – Seifhennersdorf (DB) v km 12,288 - 12,7“</w:t>
          </w:r>
          <w:r w:rsidRPr="0020397D">
            <w:rPr>
              <w:b/>
              <w:noProof/>
            </w:rPr>
            <w:fldChar w:fldCharType="end"/>
          </w:r>
        </w:p>
      </w:tc>
    </w:tr>
  </w:tbl>
  <w:p w:rsidR="00886856" w:rsidRPr="00A50995" w:rsidRDefault="0088685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886856" w:rsidRPr="009E09BE" w:rsidTr="00B24A25">
      <w:tc>
        <w:tcPr>
          <w:tcW w:w="12758" w:type="dxa"/>
          <w:tcMar>
            <w:left w:w="0" w:type="dxa"/>
            <w:right w:w="0" w:type="dxa"/>
          </w:tcMar>
          <w:vAlign w:val="bottom"/>
        </w:tcPr>
        <w:p w:rsidR="00886856" w:rsidRPr="008C00FC" w:rsidRDefault="00886856" w:rsidP="00204180">
          <w:pPr>
            <w:pStyle w:val="Zpatvpravo"/>
            <w:rPr>
              <w:rStyle w:val="Tun"/>
            </w:rPr>
          </w:pPr>
          <w:r w:rsidRPr="008C00FC">
            <w:rPr>
              <w:rStyle w:val="Tun"/>
            </w:rPr>
            <w:t xml:space="preserve">PŘÍLOHA č. </w:t>
          </w:r>
          <w:r>
            <w:rPr>
              <w:rStyle w:val="Tun"/>
            </w:rPr>
            <w:t>5</w:t>
          </w:r>
        </w:p>
        <w:p w:rsidR="00886856" w:rsidRDefault="00886856" w:rsidP="00246637">
          <w:pPr>
            <w:pStyle w:val="Zpatvpravo"/>
          </w:pPr>
          <w:r>
            <w:t>Smlouva o dílo – Zhotovení ZP+DUSP+PDP+AD</w:t>
          </w:r>
        </w:p>
        <w:p w:rsidR="00886856" w:rsidRPr="0020397D" w:rsidRDefault="00886856" w:rsidP="0091472D">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7C74D7" w:rsidRPr="007C74D7">
            <w:rPr>
              <w:rStyle w:val="Tun"/>
              <w:b w:val="0"/>
              <w:bCs/>
              <w:noProof/>
            </w:rPr>
            <w:t xml:space="preserve">„Sanace železničního spodku na trati Děčín – </w:t>
          </w:r>
          <w:r w:rsidR="007C74D7">
            <w:rPr>
              <w:rStyle w:val="Tun"/>
              <w:b w:val="0"/>
              <w:noProof/>
            </w:rPr>
            <w:t>Jedlová v km 25,880 – 25,980“</w:t>
          </w:r>
          <w:r w:rsidRPr="0020397D">
            <w:rPr>
              <w:rStyle w:val="Tun"/>
              <w:b w:val="0"/>
            </w:rPr>
            <w:fldChar w:fldCharType="end"/>
          </w:r>
          <w:r w:rsidRPr="0020397D">
            <w:rPr>
              <w:b/>
            </w:rPr>
            <w:t xml:space="preserve"> </w:t>
          </w:r>
        </w:p>
      </w:tc>
      <w:tc>
        <w:tcPr>
          <w:tcW w:w="907" w:type="dxa"/>
          <w:vAlign w:val="bottom"/>
        </w:tcPr>
        <w:p w:rsidR="00886856" w:rsidRPr="009E09BE" w:rsidRDefault="00886856"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74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74D7">
            <w:rPr>
              <w:b/>
              <w:noProof/>
              <w:color w:val="FF5200" w:themeColor="accent2"/>
              <w:sz w:val="14"/>
              <w:szCs w:val="14"/>
            </w:rPr>
            <w:t>1</w:t>
          </w:r>
          <w:r w:rsidRPr="007145F3">
            <w:rPr>
              <w:b/>
              <w:noProof/>
              <w:color w:val="FF5200" w:themeColor="accent2"/>
              <w:sz w:val="14"/>
              <w:szCs w:val="14"/>
            </w:rPr>
            <w:fldChar w:fldCharType="end"/>
          </w:r>
        </w:p>
      </w:tc>
    </w:tr>
  </w:tbl>
  <w:p w:rsidR="00886856" w:rsidRPr="00B8518B" w:rsidRDefault="0088685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86856" w:rsidRPr="003462EB" w:rsidTr="00B24A25">
      <w:tc>
        <w:tcPr>
          <w:tcW w:w="907" w:type="dxa"/>
          <w:tcMar>
            <w:left w:w="0" w:type="dxa"/>
            <w:right w:w="0" w:type="dxa"/>
          </w:tcMar>
          <w:vAlign w:val="bottom"/>
        </w:tcPr>
        <w:p w:rsidR="00886856" w:rsidRPr="00B8518B" w:rsidRDefault="0088685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74D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74D7">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886856" w:rsidRPr="00671F70" w:rsidRDefault="00886856" w:rsidP="00204180">
          <w:pPr>
            <w:pStyle w:val="Zpatvlevo"/>
            <w:rPr>
              <w:b/>
            </w:rPr>
          </w:pPr>
          <w:r w:rsidRPr="00671F70">
            <w:rPr>
              <w:b/>
            </w:rPr>
            <w:t>PŘ</w:t>
          </w:r>
          <w:r>
            <w:rPr>
              <w:b/>
            </w:rPr>
            <w:t>ÍLOHA č. 6</w:t>
          </w:r>
        </w:p>
        <w:p w:rsidR="00886856" w:rsidRDefault="00886856" w:rsidP="00817F98">
          <w:pPr>
            <w:pStyle w:val="Zpatvlevo"/>
          </w:pPr>
          <w:r>
            <w:t>Smlouva o dílo – Zhotovení ZP+DUSP+PDPS+AD</w:t>
          </w:r>
        </w:p>
        <w:p w:rsidR="00886856" w:rsidRPr="0091472D" w:rsidRDefault="000B2009" w:rsidP="00817F98">
          <w:pPr>
            <w:pStyle w:val="Zpatvlevo"/>
          </w:pPr>
          <w:r>
            <w:fldChar w:fldCharType="begin"/>
          </w:r>
          <w:r>
            <w:instrText xml:space="preserve"> STYLEREF  _Název_akce  \* MERGEFORMAT </w:instrText>
          </w:r>
          <w:r>
            <w:fldChar w:fldCharType="separate"/>
          </w:r>
          <w:r w:rsidR="007C74D7" w:rsidRPr="007C74D7">
            <w:rPr>
              <w:bCs/>
              <w:noProof/>
            </w:rPr>
            <w:t xml:space="preserve">„Sanace železničního </w:t>
          </w:r>
          <w:r w:rsidR="007C74D7">
            <w:rPr>
              <w:noProof/>
            </w:rPr>
            <w:t>spodku na trati Děčín – Jedlová v km 25,880 – 25,980“</w:t>
          </w:r>
          <w:r>
            <w:rPr>
              <w:noProof/>
            </w:rPr>
            <w:fldChar w:fldCharType="end"/>
          </w:r>
        </w:p>
      </w:tc>
    </w:tr>
  </w:tbl>
  <w:p w:rsidR="00886856" w:rsidRPr="00A50995" w:rsidRDefault="0088685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86856" w:rsidRPr="009E09BE" w:rsidTr="00B24A25">
      <w:tc>
        <w:tcPr>
          <w:tcW w:w="7825" w:type="dxa"/>
          <w:tcMar>
            <w:left w:w="0" w:type="dxa"/>
            <w:right w:w="0" w:type="dxa"/>
          </w:tcMar>
          <w:vAlign w:val="bottom"/>
        </w:tcPr>
        <w:p w:rsidR="00886856" w:rsidRPr="008C00FC" w:rsidRDefault="00886856" w:rsidP="00204180">
          <w:pPr>
            <w:pStyle w:val="Zpatvpravo"/>
            <w:rPr>
              <w:rStyle w:val="Tun"/>
            </w:rPr>
          </w:pPr>
          <w:r w:rsidRPr="008C00FC">
            <w:rPr>
              <w:rStyle w:val="Tun"/>
            </w:rPr>
            <w:t xml:space="preserve">PŘÍLOHA č. </w:t>
          </w:r>
          <w:r>
            <w:rPr>
              <w:rStyle w:val="Tun"/>
            </w:rPr>
            <w:t>6</w:t>
          </w:r>
        </w:p>
        <w:p w:rsidR="00886856" w:rsidRDefault="00886856" w:rsidP="00204180">
          <w:pPr>
            <w:pStyle w:val="Zpatvpravo"/>
          </w:pPr>
          <w:r>
            <w:t xml:space="preserve">Smlouva o dílo – Zhotovení ZP+DUSP+PDPS+AD </w:t>
          </w:r>
        </w:p>
        <w:p w:rsidR="00886856" w:rsidRPr="0091472D" w:rsidRDefault="000B2009" w:rsidP="00ED2614">
          <w:pPr>
            <w:pStyle w:val="Zpatvpravo"/>
            <w:rPr>
              <w:rStyle w:val="Tun"/>
            </w:rPr>
          </w:pPr>
          <w:r>
            <w:fldChar w:fldCharType="begin"/>
          </w:r>
          <w:r>
            <w:instrText xml:space="preserve"> STYLEREF  _Název_akce  \* MERGEFORMAT </w:instrText>
          </w:r>
          <w:r>
            <w:fldChar w:fldCharType="separate"/>
          </w:r>
          <w:r w:rsidR="007C74D7" w:rsidRPr="007C74D7">
            <w:rPr>
              <w:bCs/>
              <w:noProof/>
            </w:rPr>
            <w:t xml:space="preserve">„Sanace železničního </w:t>
          </w:r>
          <w:r w:rsidR="007C74D7">
            <w:rPr>
              <w:noProof/>
            </w:rPr>
            <w:t>spodku na trati Děčín – Jedlová v km 25,880 – 25,980“</w:t>
          </w:r>
          <w:r>
            <w:rPr>
              <w:noProof/>
            </w:rPr>
            <w:fldChar w:fldCharType="end"/>
          </w:r>
        </w:p>
      </w:tc>
      <w:tc>
        <w:tcPr>
          <w:tcW w:w="907" w:type="dxa"/>
          <w:vAlign w:val="bottom"/>
        </w:tcPr>
        <w:p w:rsidR="00886856" w:rsidRPr="009E09BE" w:rsidRDefault="0088685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C74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74D7">
            <w:rPr>
              <w:b/>
              <w:noProof/>
              <w:color w:val="FF5200" w:themeColor="accent2"/>
              <w:sz w:val="14"/>
              <w:szCs w:val="14"/>
            </w:rPr>
            <w:t>2</w:t>
          </w:r>
          <w:r w:rsidRPr="007145F3">
            <w:rPr>
              <w:b/>
              <w:noProof/>
              <w:color w:val="FF5200" w:themeColor="accent2"/>
              <w:sz w:val="14"/>
              <w:szCs w:val="14"/>
            </w:rPr>
            <w:fldChar w:fldCharType="end"/>
          </w:r>
        </w:p>
      </w:tc>
    </w:tr>
  </w:tbl>
  <w:p w:rsidR="00886856" w:rsidRPr="00B8518B" w:rsidRDefault="0088685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86856" w:rsidRPr="003462EB" w:rsidTr="00B24A25">
      <w:tc>
        <w:tcPr>
          <w:tcW w:w="907" w:type="dxa"/>
          <w:tcMar>
            <w:left w:w="0" w:type="dxa"/>
            <w:right w:w="0" w:type="dxa"/>
          </w:tcMar>
          <w:vAlign w:val="bottom"/>
        </w:tcPr>
        <w:p w:rsidR="00886856" w:rsidRPr="00B8518B" w:rsidRDefault="0088685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886856" w:rsidRPr="00671F70" w:rsidRDefault="00886856" w:rsidP="00204180">
          <w:pPr>
            <w:pStyle w:val="Zpatvlevo"/>
            <w:rPr>
              <w:b/>
            </w:rPr>
          </w:pPr>
          <w:r w:rsidRPr="00671F70">
            <w:rPr>
              <w:b/>
            </w:rPr>
            <w:t>PŘ</w:t>
          </w:r>
          <w:r>
            <w:rPr>
              <w:b/>
            </w:rPr>
            <w:t>ÍLOHA č. 7</w:t>
          </w:r>
        </w:p>
        <w:p w:rsidR="00886856" w:rsidRDefault="00886856" w:rsidP="00204180">
          <w:pPr>
            <w:pStyle w:val="Zpatvlevo"/>
          </w:pPr>
          <w:r>
            <w:t>Smlouva o dílo – Zhotovení DUSP+PDPS+AD</w:t>
          </w:r>
        </w:p>
        <w:p w:rsidR="00886856" w:rsidRPr="003462EB" w:rsidRDefault="0088685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„Sanace tělesa železničního spodku na trati Varnsdorf – Seifhennersdorf (DB) v km 12,288 - 12,7“</w:t>
          </w:r>
          <w:r w:rsidRPr="00612EE8">
            <w:rPr>
              <w:rStyle w:val="Tun"/>
            </w:rPr>
            <w:fldChar w:fldCharType="end"/>
          </w:r>
        </w:p>
      </w:tc>
    </w:tr>
  </w:tbl>
  <w:p w:rsidR="00886856" w:rsidRPr="00A50995" w:rsidRDefault="0088685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86856" w:rsidRPr="009E09BE" w:rsidTr="00B24A25">
      <w:tc>
        <w:tcPr>
          <w:tcW w:w="7825" w:type="dxa"/>
          <w:tcMar>
            <w:left w:w="0" w:type="dxa"/>
            <w:right w:w="0" w:type="dxa"/>
          </w:tcMar>
          <w:vAlign w:val="bottom"/>
        </w:tcPr>
        <w:p w:rsidR="00886856" w:rsidRPr="008C00FC" w:rsidRDefault="00886856" w:rsidP="00204180">
          <w:pPr>
            <w:pStyle w:val="Zpatvpravo"/>
            <w:rPr>
              <w:rStyle w:val="Tun"/>
            </w:rPr>
          </w:pPr>
          <w:r w:rsidRPr="008C00FC">
            <w:rPr>
              <w:rStyle w:val="Tun"/>
            </w:rPr>
            <w:t xml:space="preserve">PŘÍLOHA č. </w:t>
          </w:r>
          <w:r>
            <w:rPr>
              <w:rStyle w:val="Tun"/>
            </w:rPr>
            <w:t>7</w:t>
          </w:r>
        </w:p>
        <w:p w:rsidR="00886856" w:rsidRDefault="00886856" w:rsidP="00204180">
          <w:pPr>
            <w:pStyle w:val="Zpatvpravo"/>
          </w:pPr>
          <w:r>
            <w:t xml:space="preserve">Smlouva o dílo – Zhotovení ZP+DUSP+PDPS+AD </w:t>
          </w:r>
        </w:p>
        <w:p w:rsidR="00886856" w:rsidRPr="00612EE8" w:rsidRDefault="00886856"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7C74D7" w:rsidRPr="007C74D7">
            <w:rPr>
              <w:b/>
              <w:bCs/>
              <w:noProof/>
            </w:rPr>
            <w:t>„</w:t>
          </w:r>
          <w:r w:rsidR="007C74D7" w:rsidRPr="007C74D7">
            <w:rPr>
              <w:bCs/>
              <w:noProof/>
            </w:rPr>
            <w:t xml:space="preserve">Sanace železničního </w:t>
          </w:r>
          <w:r w:rsidR="007C74D7" w:rsidRPr="007C74D7">
            <w:rPr>
              <w:noProof/>
            </w:rPr>
            <w:t>spodku na trati Děčín – Jedlová v km 25,880 – 25,980“</w:t>
          </w:r>
          <w:r w:rsidRPr="00FA0B76">
            <w:rPr>
              <w:b/>
              <w:noProof/>
            </w:rPr>
            <w:fldChar w:fldCharType="end"/>
          </w:r>
          <w:r w:rsidRPr="00612EE8">
            <w:rPr>
              <w:rStyle w:val="Tun"/>
            </w:rPr>
            <w:t xml:space="preserve"> </w:t>
          </w:r>
        </w:p>
      </w:tc>
      <w:tc>
        <w:tcPr>
          <w:tcW w:w="907" w:type="dxa"/>
          <w:vAlign w:val="bottom"/>
        </w:tcPr>
        <w:p w:rsidR="00886856" w:rsidRPr="009E09BE" w:rsidRDefault="0088685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C74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74D7">
            <w:rPr>
              <w:b/>
              <w:noProof/>
              <w:color w:val="FF5200" w:themeColor="accent2"/>
              <w:sz w:val="14"/>
              <w:szCs w:val="14"/>
            </w:rPr>
            <w:t>1</w:t>
          </w:r>
          <w:r w:rsidRPr="007145F3">
            <w:rPr>
              <w:b/>
              <w:noProof/>
              <w:color w:val="FF5200" w:themeColor="accent2"/>
              <w:sz w:val="14"/>
              <w:szCs w:val="14"/>
            </w:rPr>
            <w:fldChar w:fldCharType="end"/>
          </w:r>
        </w:p>
      </w:tc>
    </w:tr>
  </w:tbl>
  <w:p w:rsidR="00886856" w:rsidRPr="00B8518B" w:rsidRDefault="0088685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86856" w:rsidRPr="003462EB" w:rsidTr="00B24A25">
      <w:tc>
        <w:tcPr>
          <w:tcW w:w="907" w:type="dxa"/>
          <w:tcMar>
            <w:left w:w="0" w:type="dxa"/>
            <w:right w:w="0" w:type="dxa"/>
          </w:tcMar>
          <w:vAlign w:val="bottom"/>
        </w:tcPr>
        <w:p w:rsidR="00886856" w:rsidRPr="00B8518B" w:rsidRDefault="0088685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886856" w:rsidRPr="00671F70" w:rsidRDefault="00886856" w:rsidP="00204180">
          <w:pPr>
            <w:pStyle w:val="Zpatvlevo"/>
            <w:rPr>
              <w:b/>
            </w:rPr>
          </w:pPr>
          <w:r w:rsidRPr="00671F70">
            <w:rPr>
              <w:b/>
            </w:rPr>
            <w:t>PŘ</w:t>
          </w:r>
          <w:r>
            <w:rPr>
              <w:b/>
            </w:rPr>
            <w:t>ÍLOHA č. 8</w:t>
          </w:r>
        </w:p>
        <w:p w:rsidR="00886856" w:rsidRDefault="00886856" w:rsidP="00204180">
          <w:pPr>
            <w:pStyle w:val="Zpatvlevo"/>
          </w:pPr>
          <w:r>
            <w:t>Smlouva o dílo – Zhotovení DUSP+PDPS+AD</w:t>
          </w:r>
        </w:p>
        <w:p w:rsidR="00886856" w:rsidRPr="003462EB" w:rsidRDefault="0088685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„Sanace tělesa železničního spodku na trati Varnsdorf – Seifhennersdorf (DB) v km 12,288 - 12,7“</w:t>
          </w:r>
          <w:r w:rsidRPr="00612EE8">
            <w:rPr>
              <w:rStyle w:val="Tun"/>
            </w:rPr>
            <w:fldChar w:fldCharType="end"/>
          </w:r>
        </w:p>
      </w:tc>
    </w:tr>
  </w:tbl>
  <w:p w:rsidR="00886856" w:rsidRPr="00A50995" w:rsidRDefault="0088685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86856" w:rsidRPr="009E09BE" w:rsidTr="00933F20">
      <w:tc>
        <w:tcPr>
          <w:tcW w:w="7825" w:type="dxa"/>
          <w:tcMar>
            <w:left w:w="0" w:type="dxa"/>
            <w:right w:w="0" w:type="dxa"/>
          </w:tcMar>
          <w:vAlign w:val="bottom"/>
        </w:tcPr>
        <w:p w:rsidR="00886856" w:rsidRPr="008C00FC" w:rsidRDefault="00886856" w:rsidP="00204180">
          <w:pPr>
            <w:pStyle w:val="Zpatvpravo"/>
            <w:rPr>
              <w:rStyle w:val="Tun"/>
            </w:rPr>
          </w:pPr>
          <w:r w:rsidRPr="008C00FC">
            <w:rPr>
              <w:rStyle w:val="Tun"/>
            </w:rPr>
            <w:t xml:space="preserve">PŘÍLOHA č. </w:t>
          </w:r>
          <w:r>
            <w:rPr>
              <w:rStyle w:val="Tun"/>
            </w:rPr>
            <w:t>8</w:t>
          </w:r>
        </w:p>
        <w:p w:rsidR="00886856" w:rsidRDefault="00886856" w:rsidP="00204180">
          <w:pPr>
            <w:pStyle w:val="Zpatvpravo"/>
          </w:pPr>
          <w:r>
            <w:t>Smlouva o dílo – Zhotovení ZP+DUSP+PDPS+AD</w:t>
          </w:r>
        </w:p>
        <w:p w:rsidR="00886856" w:rsidRPr="00612EE8" w:rsidRDefault="00886856"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7C74D7" w:rsidRPr="007C74D7">
            <w:rPr>
              <w:b/>
              <w:bCs/>
              <w:noProof/>
            </w:rPr>
            <w:t>„</w:t>
          </w:r>
          <w:r w:rsidR="007C74D7" w:rsidRPr="007C74D7">
            <w:rPr>
              <w:bCs/>
              <w:noProof/>
            </w:rPr>
            <w:t xml:space="preserve">Sanace železničního </w:t>
          </w:r>
          <w:r w:rsidR="007C74D7" w:rsidRPr="007C74D7">
            <w:rPr>
              <w:noProof/>
            </w:rPr>
            <w:t>spodku na trati Děčín – Jedlová v km 25,880 – 25,980“</w:t>
          </w:r>
          <w:r w:rsidRPr="00FA0B76">
            <w:rPr>
              <w:b/>
              <w:noProof/>
            </w:rPr>
            <w:fldChar w:fldCharType="end"/>
          </w:r>
          <w:r w:rsidRPr="00612EE8">
            <w:rPr>
              <w:rStyle w:val="Tun"/>
            </w:rPr>
            <w:t xml:space="preserve"> </w:t>
          </w:r>
        </w:p>
      </w:tc>
      <w:tc>
        <w:tcPr>
          <w:tcW w:w="907" w:type="dxa"/>
          <w:vAlign w:val="bottom"/>
        </w:tcPr>
        <w:p w:rsidR="00886856" w:rsidRPr="009E09BE" w:rsidRDefault="0088685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C74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74D7">
            <w:rPr>
              <w:b/>
              <w:noProof/>
              <w:color w:val="FF5200" w:themeColor="accent2"/>
              <w:sz w:val="14"/>
              <w:szCs w:val="14"/>
            </w:rPr>
            <w:t>1</w:t>
          </w:r>
          <w:r w:rsidRPr="007145F3">
            <w:rPr>
              <w:b/>
              <w:noProof/>
              <w:color w:val="FF5200" w:themeColor="accent2"/>
              <w:sz w:val="14"/>
              <w:szCs w:val="14"/>
            </w:rPr>
            <w:fldChar w:fldCharType="end"/>
          </w:r>
        </w:p>
      </w:tc>
    </w:tr>
  </w:tbl>
  <w:p w:rsidR="00886856" w:rsidRPr="00B8518B" w:rsidRDefault="0088685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86856" w:rsidRPr="009E09BE" w:rsidTr="001B77EA">
      <w:tc>
        <w:tcPr>
          <w:tcW w:w="7873" w:type="dxa"/>
          <w:vAlign w:val="bottom"/>
        </w:tcPr>
        <w:p w:rsidR="00886856" w:rsidRPr="00A04CEE" w:rsidRDefault="000B2009" w:rsidP="001B77EA">
          <w:pPr>
            <w:pStyle w:val="Zpatvpravo"/>
            <w:rPr>
              <w:b/>
            </w:rPr>
          </w:pPr>
          <w:r>
            <w:fldChar w:fldCharType="begin"/>
          </w:r>
          <w:r>
            <w:instrText xml:space="preserve"> STYLEREF  _Název_akce  \* MERGEFORMAT </w:instrText>
          </w:r>
          <w:r>
            <w:fldChar w:fldCharType="separate"/>
          </w:r>
          <w:r w:rsidR="007C74D7" w:rsidRPr="007C74D7">
            <w:rPr>
              <w:b/>
              <w:bCs/>
              <w:noProof/>
            </w:rPr>
            <w:t xml:space="preserve">„Sanace železničního spodku na trati Děčín – Jedlová v </w:t>
          </w:r>
          <w:r w:rsidR="007C74D7" w:rsidRPr="007C74D7">
            <w:rPr>
              <w:b/>
              <w:noProof/>
            </w:rPr>
            <w:t>km 25,880 – 25,980“</w:t>
          </w:r>
          <w:r>
            <w:rPr>
              <w:b/>
              <w:noProof/>
            </w:rPr>
            <w:fldChar w:fldCharType="end"/>
          </w:r>
        </w:p>
        <w:p w:rsidR="00886856" w:rsidRPr="003462EB" w:rsidRDefault="00886856" w:rsidP="001B77EA">
          <w:pPr>
            <w:pStyle w:val="Zpatvpravo"/>
          </w:pPr>
          <w:r>
            <w:t>Smlouva o dílo na zhotovení ZP+DUSP+PDPS+AD</w:t>
          </w:r>
        </w:p>
      </w:tc>
      <w:tc>
        <w:tcPr>
          <w:tcW w:w="859" w:type="dxa"/>
          <w:vAlign w:val="bottom"/>
        </w:tcPr>
        <w:p w:rsidR="00886856" w:rsidRPr="009E09BE" w:rsidRDefault="0088685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C74D7">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74D7">
            <w:rPr>
              <w:b/>
              <w:noProof/>
              <w:color w:val="FF5200" w:themeColor="accent2"/>
              <w:sz w:val="14"/>
              <w:szCs w:val="14"/>
            </w:rPr>
            <w:t>7</w:t>
          </w:r>
          <w:r w:rsidRPr="007145F3">
            <w:rPr>
              <w:b/>
              <w:noProof/>
              <w:color w:val="FF5200" w:themeColor="accent2"/>
              <w:sz w:val="14"/>
              <w:szCs w:val="14"/>
            </w:rPr>
            <w:fldChar w:fldCharType="end"/>
          </w:r>
        </w:p>
      </w:tc>
    </w:tr>
  </w:tbl>
  <w:p w:rsidR="00886856" w:rsidRPr="00B8518B" w:rsidRDefault="00886856"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86856" w:rsidRPr="003462EB" w:rsidTr="00B24A25">
      <w:tc>
        <w:tcPr>
          <w:tcW w:w="907" w:type="dxa"/>
          <w:tcMar>
            <w:left w:w="0" w:type="dxa"/>
            <w:right w:w="0" w:type="dxa"/>
          </w:tcMar>
          <w:vAlign w:val="bottom"/>
        </w:tcPr>
        <w:p w:rsidR="00886856" w:rsidRPr="00B8518B" w:rsidRDefault="0088685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886856" w:rsidRPr="00671F70" w:rsidRDefault="00886856" w:rsidP="00204180">
          <w:pPr>
            <w:pStyle w:val="Zpatvlevo"/>
            <w:rPr>
              <w:b/>
            </w:rPr>
          </w:pPr>
          <w:r w:rsidRPr="00671F70">
            <w:rPr>
              <w:b/>
            </w:rPr>
            <w:t>PŘ</w:t>
          </w:r>
          <w:r>
            <w:rPr>
              <w:b/>
            </w:rPr>
            <w:t>ÍLOHA č. 9</w:t>
          </w:r>
        </w:p>
        <w:p w:rsidR="00886856" w:rsidRDefault="00886856" w:rsidP="00204180">
          <w:pPr>
            <w:pStyle w:val="Zpatvlevo"/>
          </w:pPr>
          <w:r>
            <w:t>Smlouva o dílo – Zhotovení DUSP+PDPS+AD</w:t>
          </w:r>
        </w:p>
        <w:p w:rsidR="00886856" w:rsidRPr="003462EB" w:rsidRDefault="0088685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„Sanace tělesa železničního spodku na trati Varnsdorf – Seifhennersdorf (DB) v km 12,288 - 12,7“</w:t>
          </w:r>
          <w:r w:rsidRPr="00612EE8">
            <w:rPr>
              <w:rStyle w:val="Tun"/>
            </w:rPr>
            <w:fldChar w:fldCharType="end"/>
          </w:r>
        </w:p>
      </w:tc>
    </w:tr>
  </w:tbl>
  <w:p w:rsidR="00886856" w:rsidRPr="00A50995" w:rsidRDefault="0088685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86856" w:rsidRPr="009E09BE" w:rsidTr="00933F20">
      <w:tc>
        <w:tcPr>
          <w:tcW w:w="7825" w:type="dxa"/>
          <w:tcMar>
            <w:left w:w="0" w:type="dxa"/>
            <w:right w:w="0" w:type="dxa"/>
          </w:tcMar>
          <w:vAlign w:val="bottom"/>
        </w:tcPr>
        <w:p w:rsidR="00886856" w:rsidRPr="008C00FC" w:rsidRDefault="00886856" w:rsidP="00204180">
          <w:pPr>
            <w:pStyle w:val="Zpatvpravo"/>
            <w:rPr>
              <w:rStyle w:val="Tun"/>
            </w:rPr>
          </w:pPr>
          <w:r w:rsidRPr="008C00FC">
            <w:rPr>
              <w:rStyle w:val="Tun"/>
            </w:rPr>
            <w:t xml:space="preserve">PŘÍLOHA č. </w:t>
          </w:r>
          <w:r>
            <w:rPr>
              <w:rStyle w:val="Tun"/>
            </w:rPr>
            <w:t>9</w:t>
          </w:r>
        </w:p>
        <w:p w:rsidR="00886856" w:rsidRDefault="00886856" w:rsidP="00204180">
          <w:pPr>
            <w:pStyle w:val="Zpatvpravo"/>
          </w:pPr>
          <w:r>
            <w:t xml:space="preserve">Smlouva o dílo – Zhotovení ZP+DUSP+PDPS+AD </w:t>
          </w:r>
        </w:p>
        <w:p w:rsidR="00886856" w:rsidRPr="0020397D" w:rsidRDefault="00886856"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7C74D7" w:rsidRPr="007C74D7">
            <w:rPr>
              <w:rStyle w:val="Tun"/>
              <w:b w:val="0"/>
              <w:bCs/>
              <w:noProof/>
            </w:rPr>
            <w:t xml:space="preserve">„Sanace železničního spodku na trati Děčín – </w:t>
          </w:r>
          <w:r w:rsidR="007C74D7" w:rsidRPr="007C74D7">
            <w:rPr>
              <w:rStyle w:val="Tun"/>
              <w:b w:val="0"/>
              <w:noProof/>
            </w:rPr>
            <w:t>Jedlová v km 25,880 – 25,980“</w:t>
          </w:r>
          <w:r w:rsidRPr="0020397D">
            <w:rPr>
              <w:rStyle w:val="Tun"/>
            </w:rPr>
            <w:fldChar w:fldCharType="end"/>
          </w:r>
        </w:p>
      </w:tc>
      <w:tc>
        <w:tcPr>
          <w:tcW w:w="907" w:type="dxa"/>
          <w:vAlign w:val="bottom"/>
        </w:tcPr>
        <w:p w:rsidR="00886856" w:rsidRPr="009E09BE" w:rsidRDefault="0088685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C74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74D7">
            <w:rPr>
              <w:b/>
              <w:noProof/>
              <w:color w:val="FF5200" w:themeColor="accent2"/>
              <w:sz w:val="14"/>
              <w:szCs w:val="14"/>
            </w:rPr>
            <w:t>1</w:t>
          </w:r>
          <w:r w:rsidRPr="007145F3">
            <w:rPr>
              <w:b/>
              <w:noProof/>
              <w:color w:val="FF5200" w:themeColor="accent2"/>
              <w:sz w:val="14"/>
              <w:szCs w:val="14"/>
            </w:rPr>
            <w:fldChar w:fldCharType="end"/>
          </w:r>
        </w:p>
      </w:tc>
    </w:tr>
  </w:tbl>
  <w:p w:rsidR="00886856" w:rsidRPr="00B8518B" w:rsidRDefault="0088685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886856" w:rsidRPr="003462EB" w:rsidTr="00B24A25">
      <w:tc>
        <w:tcPr>
          <w:tcW w:w="907" w:type="dxa"/>
          <w:tcMar>
            <w:left w:w="0" w:type="dxa"/>
            <w:right w:w="0" w:type="dxa"/>
          </w:tcMar>
          <w:vAlign w:val="bottom"/>
        </w:tcPr>
        <w:p w:rsidR="00886856" w:rsidRPr="00B8518B" w:rsidRDefault="0088685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886856" w:rsidRPr="00671F70" w:rsidRDefault="00886856" w:rsidP="00204180">
          <w:pPr>
            <w:pStyle w:val="Zpatvlevo"/>
            <w:rPr>
              <w:b/>
            </w:rPr>
          </w:pPr>
          <w:r w:rsidRPr="00671F70">
            <w:rPr>
              <w:b/>
            </w:rPr>
            <w:t>PŘ</w:t>
          </w:r>
          <w:r>
            <w:rPr>
              <w:b/>
            </w:rPr>
            <w:t>ÍLOHA č. 10</w:t>
          </w:r>
        </w:p>
        <w:p w:rsidR="00886856" w:rsidRDefault="00886856" w:rsidP="00204180">
          <w:pPr>
            <w:pStyle w:val="Zpatvlevo"/>
          </w:pPr>
          <w:r>
            <w:t>Smlouva o dílo – Zhotovení DUSP+PDPS+AD</w:t>
          </w:r>
        </w:p>
        <w:p w:rsidR="00886856" w:rsidRPr="003462EB" w:rsidRDefault="0088685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„Sanace tělesa železničního spodku na trati Varnsdorf – Seifhennersdorf (DB) v km 12,288 - 12,7“</w:t>
          </w:r>
          <w:r w:rsidRPr="00612EE8">
            <w:rPr>
              <w:rStyle w:val="Tun"/>
            </w:rPr>
            <w:fldChar w:fldCharType="end"/>
          </w:r>
        </w:p>
      </w:tc>
    </w:tr>
  </w:tbl>
  <w:p w:rsidR="00886856" w:rsidRPr="00A50995" w:rsidRDefault="0088685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86856" w:rsidRPr="009E09BE" w:rsidTr="00933F20">
      <w:tc>
        <w:tcPr>
          <w:tcW w:w="7825" w:type="dxa"/>
          <w:tcMar>
            <w:left w:w="0" w:type="dxa"/>
            <w:right w:w="0" w:type="dxa"/>
          </w:tcMar>
          <w:vAlign w:val="bottom"/>
        </w:tcPr>
        <w:p w:rsidR="00886856" w:rsidRPr="008C00FC" w:rsidRDefault="00886856" w:rsidP="00204180">
          <w:pPr>
            <w:pStyle w:val="Zpatvpravo"/>
            <w:rPr>
              <w:rStyle w:val="Tun"/>
            </w:rPr>
          </w:pPr>
          <w:r w:rsidRPr="008C00FC">
            <w:rPr>
              <w:rStyle w:val="Tun"/>
            </w:rPr>
            <w:t xml:space="preserve">PŘÍLOHA č. </w:t>
          </w:r>
          <w:r>
            <w:rPr>
              <w:rStyle w:val="Tun"/>
            </w:rPr>
            <w:t>10</w:t>
          </w:r>
        </w:p>
        <w:p w:rsidR="00886856" w:rsidRDefault="00886856" w:rsidP="00204180">
          <w:pPr>
            <w:pStyle w:val="Zpatvpravo"/>
          </w:pPr>
          <w:r>
            <w:t xml:space="preserve">Smlouva o dílo – Zhotovení ZP+DUSP+PDPS+AD </w:t>
          </w:r>
        </w:p>
        <w:p w:rsidR="00886856" w:rsidRPr="0020397D" w:rsidRDefault="00886856"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7C74D7" w:rsidRPr="007C74D7">
            <w:rPr>
              <w:rStyle w:val="Tun"/>
              <w:b w:val="0"/>
              <w:bCs/>
              <w:noProof/>
            </w:rPr>
            <w:t xml:space="preserve">„Sanace železničního spodku na trati Děčín – </w:t>
          </w:r>
          <w:r w:rsidR="007C74D7">
            <w:rPr>
              <w:rStyle w:val="Tun"/>
              <w:b w:val="0"/>
              <w:noProof/>
            </w:rPr>
            <w:t>Jedlová v km 25,880 – 25,980“</w:t>
          </w:r>
          <w:r w:rsidRPr="0020397D">
            <w:rPr>
              <w:rStyle w:val="Tun"/>
              <w:b w:val="0"/>
            </w:rPr>
            <w:fldChar w:fldCharType="end"/>
          </w:r>
        </w:p>
      </w:tc>
      <w:tc>
        <w:tcPr>
          <w:tcW w:w="907" w:type="dxa"/>
          <w:vAlign w:val="bottom"/>
        </w:tcPr>
        <w:p w:rsidR="00886856" w:rsidRPr="009E09BE" w:rsidRDefault="0088685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C74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74D7">
            <w:rPr>
              <w:b/>
              <w:noProof/>
              <w:color w:val="FF5200" w:themeColor="accent2"/>
              <w:sz w:val="14"/>
              <w:szCs w:val="14"/>
            </w:rPr>
            <w:t>1</w:t>
          </w:r>
          <w:r w:rsidRPr="007145F3">
            <w:rPr>
              <w:b/>
              <w:noProof/>
              <w:color w:val="FF5200" w:themeColor="accent2"/>
              <w:sz w:val="14"/>
              <w:szCs w:val="14"/>
            </w:rPr>
            <w:fldChar w:fldCharType="end"/>
          </w:r>
        </w:p>
      </w:tc>
    </w:tr>
  </w:tbl>
  <w:p w:rsidR="00886856" w:rsidRPr="00B8518B" w:rsidRDefault="0088685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856" w:rsidRDefault="00886856" w:rsidP="00E80769">
    <w:pPr>
      <w:pStyle w:val="Zpat"/>
      <w:rPr>
        <w:rFonts w:cs="Calibri"/>
        <w:sz w:val="12"/>
        <w:szCs w:val="12"/>
      </w:rPr>
    </w:pPr>
  </w:p>
  <w:p w:rsidR="00886856" w:rsidRPr="00460660" w:rsidRDefault="00886856">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86856" w:rsidRPr="003462EB" w:rsidTr="00D36695">
      <w:tc>
        <w:tcPr>
          <w:tcW w:w="907" w:type="dxa"/>
          <w:tcMar>
            <w:left w:w="0" w:type="dxa"/>
            <w:right w:w="0" w:type="dxa"/>
          </w:tcMar>
          <w:vAlign w:val="bottom"/>
        </w:tcPr>
        <w:p w:rsidR="00886856" w:rsidRPr="00B8518B" w:rsidRDefault="0088685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86856" w:rsidRPr="00671F70" w:rsidRDefault="00886856" w:rsidP="00204180">
          <w:pPr>
            <w:pStyle w:val="Zpatvlevo"/>
            <w:rPr>
              <w:b/>
            </w:rPr>
          </w:pPr>
          <w:r w:rsidRPr="00671F70">
            <w:rPr>
              <w:b/>
            </w:rPr>
            <w:t>PŘÍLOHA č. 1</w:t>
          </w:r>
        </w:p>
        <w:p w:rsidR="00886856" w:rsidRDefault="00886856" w:rsidP="00204180">
          <w:pPr>
            <w:pStyle w:val="Zpatvlevo"/>
          </w:pPr>
          <w:r>
            <w:t>Smlouva o dílo – Zhotovení DUSP+PDPS+AD</w:t>
          </w:r>
        </w:p>
        <w:p w:rsidR="00886856" w:rsidRPr="003462EB" w:rsidRDefault="00886856"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472299">
            <w:rPr>
              <w:rStyle w:val="Tun"/>
              <w:b w:val="0"/>
              <w:bCs/>
              <w:noProof/>
            </w:rPr>
            <w:t xml:space="preserve">„Sanace tělesa železničního spodku na trati Varnsdorf </w:t>
          </w:r>
          <w:r>
            <w:rPr>
              <w:rStyle w:val="Tun"/>
              <w:noProof/>
            </w:rPr>
            <w:t>– Seifhennersdorf (DB) v km 12,288 - 12,7“</w:t>
          </w:r>
          <w:r w:rsidRPr="00612EE8">
            <w:rPr>
              <w:rStyle w:val="Tun"/>
            </w:rPr>
            <w:fldChar w:fldCharType="end"/>
          </w:r>
        </w:p>
      </w:tc>
    </w:tr>
  </w:tbl>
  <w:p w:rsidR="00886856" w:rsidRPr="00A50995" w:rsidRDefault="0088685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856" w:rsidRPr="00B8518B" w:rsidRDefault="00886856"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86856" w:rsidRPr="009E09BE" w:rsidTr="00D36695">
      <w:tc>
        <w:tcPr>
          <w:tcW w:w="7825" w:type="dxa"/>
          <w:tcMar>
            <w:left w:w="0" w:type="dxa"/>
            <w:right w:w="0" w:type="dxa"/>
          </w:tcMar>
          <w:vAlign w:val="bottom"/>
        </w:tcPr>
        <w:p w:rsidR="00886856" w:rsidRPr="008C00FC" w:rsidRDefault="00886856" w:rsidP="00F90EC0">
          <w:pPr>
            <w:pStyle w:val="Zpatvpravo"/>
            <w:rPr>
              <w:rStyle w:val="Tun"/>
            </w:rPr>
          </w:pPr>
          <w:r w:rsidRPr="008C00FC">
            <w:rPr>
              <w:rStyle w:val="Tun"/>
            </w:rPr>
            <w:t>PŘÍLOHA č. 1</w:t>
          </w:r>
        </w:p>
        <w:p w:rsidR="00886856" w:rsidRDefault="00886856" w:rsidP="00F90EC0">
          <w:pPr>
            <w:pStyle w:val="Zpatvpravo"/>
          </w:pPr>
          <w:r>
            <w:t xml:space="preserve">Smlouva o dílo – Zhotovení ZP+DUSP+PDPS+AD </w:t>
          </w:r>
        </w:p>
        <w:p w:rsidR="00886856" w:rsidRPr="00F90EC0" w:rsidRDefault="000B2009" w:rsidP="00F90EC0">
          <w:pPr>
            <w:pStyle w:val="Zpatvpravo"/>
            <w:rPr>
              <w:rStyle w:val="Tun"/>
              <w:b w:val="0"/>
            </w:rPr>
          </w:pPr>
          <w:r>
            <w:fldChar w:fldCharType="begin"/>
          </w:r>
          <w:r>
            <w:instrText xml:space="preserve"> STYLEREF  _Název_akce  \* MERGEFORMAT </w:instrText>
          </w:r>
          <w:r>
            <w:fldChar w:fldCharType="separate"/>
          </w:r>
          <w:r w:rsidR="007C74D7" w:rsidRPr="007C74D7">
            <w:rPr>
              <w:bCs/>
              <w:noProof/>
            </w:rPr>
            <w:t xml:space="preserve">„Sanace železničního </w:t>
          </w:r>
          <w:r w:rsidR="007C74D7">
            <w:rPr>
              <w:noProof/>
            </w:rPr>
            <w:t>spodku na trati Děčín – Jedlová v km 25,880 – 25,980“</w:t>
          </w:r>
          <w:r>
            <w:rPr>
              <w:noProof/>
            </w:rPr>
            <w:fldChar w:fldCharType="end"/>
          </w:r>
        </w:p>
      </w:tc>
      <w:tc>
        <w:tcPr>
          <w:tcW w:w="907" w:type="dxa"/>
          <w:vAlign w:val="bottom"/>
        </w:tcPr>
        <w:p w:rsidR="00886856" w:rsidRPr="009E09BE" w:rsidRDefault="0088685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C74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74D7">
            <w:rPr>
              <w:b/>
              <w:noProof/>
              <w:color w:val="FF5200" w:themeColor="accent2"/>
              <w:sz w:val="14"/>
              <w:szCs w:val="14"/>
            </w:rPr>
            <w:t>1</w:t>
          </w:r>
          <w:r w:rsidRPr="007145F3">
            <w:rPr>
              <w:b/>
              <w:noProof/>
              <w:color w:val="FF5200" w:themeColor="accent2"/>
              <w:sz w:val="14"/>
              <w:szCs w:val="14"/>
            </w:rPr>
            <w:fldChar w:fldCharType="end"/>
          </w:r>
        </w:p>
      </w:tc>
    </w:tr>
  </w:tbl>
  <w:p w:rsidR="00886856" w:rsidRPr="00B8518B" w:rsidRDefault="0088685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86856" w:rsidRPr="003462EB" w:rsidTr="00D36695">
      <w:tc>
        <w:tcPr>
          <w:tcW w:w="907" w:type="dxa"/>
          <w:tcMar>
            <w:left w:w="0" w:type="dxa"/>
            <w:right w:w="0" w:type="dxa"/>
          </w:tcMar>
          <w:vAlign w:val="bottom"/>
        </w:tcPr>
        <w:p w:rsidR="00886856" w:rsidRPr="00B8518B" w:rsidRDefault="0088685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86856" w:rsidRPr="00671F70" w:rsidRDefault="00886856" w:rsidP="00204180">
          <w:pPr>
            <w:pStyle w:val="Zpatvlevo"/>
            <w:rPr>
              <w:b/>
            </w:rPr>
          </w:pPr>
          <w:r w:rsidRPr="00671F70">
            <w:rPr>
              <w:b/>
            </w:rPr>
            <w:t>PŘ</w:t>
          </w:r>
          <w:r>
            <w:rPr>
              <w:b/>
            </w:rPr>
            <w:t>ÍLOHA č. 2</w:t>
          </w:r>
        </w:p>
        <w:p w:rsidR="00886856" w:rsidRDefault="00886856" w:rsidP="00204180">
          <w:pPr>
            <w:pStyle w:val="Zpatvlevo"/>
          </w:pPr>
          <w:r>
            <w:t>Smlouva o dílo – Zhotovení DUSP+PDPS+AD</w:t>
          </w:r>
        </w:p>
        <w:p w:rsidR="00886856" w:rsidRPr="003462EB" w:rsidRDefault="0088685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„Sanace tělesa železničního spodku na trati Varnsdorf – Seifhennersdorf (DB) v km 12,288 - 12,7“</w:t>
          </w:r>
          <w:r w:rsidRPr="00612EE8">
            <w:rPr>
              <w:rStyle w:val="Tun"/>
            </w:rPr>
            <w:fldChar w:fldCharType="end"/>
          </w:r>
        </w:p>
      </w:tc>
    </w:tr>
  </w:tbl>
  <w:p w:rsidR="00886856" w:rsidRPr="00A50995" w:rsidRDefault="0088685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86856" w:rsidRPr="009E09BE" w:rsidTr="00D36695">
      <w:tc>
        <w:tcPr>
          <w:tcW w:w="7825" w:type="dxa"/>
          <w:tcMar>
            <w:left w:w="0" w:type="dxa"/>
            <w:right w:w="0" w:type="dxa"/>
          </w:tcMar>
          <w:vAlign w:val="bottom"/>
        </w:tcPr>
        <w:p w:rsidR="00886856" w:rsidRPr="008C00FC" w:rsidRDefault="00886856" w:rsidP="00F90EC0">
          <w:pPr>
            <w:pStyle w:val="Zpatvpravo"/>
            <w:rPr>
              <w:rStyle w:val="Tun"/>
            </w:rPr>
          </w:pPr>
          <w:r w:rsidRPr="008C00FC">
            <w:rPr>
              <w:rStyle w:val="Tun"/>
            </w:rPr>
            <w:t xml:space="preserve">PŘÍLOHA č. </w:t>
          </w:r>
          <w:r>
            <w:rPr>
              <w:rStyle w:val="Tun"/>
            </w:rPr>
            <w:t>2</w:t>
          </w:r>
        </w:p>
        <w:p w:rsidR="00886856" w:rsidRDefault="00886856" w:rsidP="00F90EC0">
          <w:pPr>
            <w:pStyle w:val="Zpatvpravo"/>
          </w:pPr>
          <w:r>
            <w:t xml:space="preserve">Smlouva o dílo – Zhotovení ZP+DUSP+PDPS+AD </w:t>
          </w:r>
        </w:p>
        <w:p w:rsidR="00886856" w:rsidRPr="00612EE8" w:rsidRDefault="000B2009" w:rsidP="00F90EC0">
          <w:pPr>
            <w:pStyle w:val="Zpatvpravo"/>
            <w:rPr>
              <w:rStyle w:val="Tun"/>
            </w:rPr>
          </w:pPr>
          <w:r>
            <w:fldChar w:fldCharType="begin"/>
          </w:r>
          <w:r>
            <w:instrText xml:space="preserve"> STYLEREF  _Název_akce  \* MERGEFORMAT </w:instrText>
          </w:r>
          <w:r>
            <w:fldChar w:fldCharType="separate"/>
          </w:r>
          <w:r w:rsidR="007C74D7" w:rsidRPr="007C74D7">
            <w:rPr>
              <w:bCs/>
              <w:noProof/>
            </w:rPr>
            <w:t xml:space="preserve">„Sanace železničního </w:t>
          </w:r>
          <w:r w:rsidR="007C74D7">
            <w:rPr>
              <w:noProof/>
            </w:rPr>
            <w:t>spodku na trati Děčín – Jedlová v km 25,880 – 25,980“</w:t>
          </w:r>
          <w:r>
            <w:rPr>
              <w:noProof/>
            </w:rPr>
            <w:fldChar w:fldCharType="end"/>
          </w:r>
        </w:p>
      </w:tc>
      <w:tc>
        <w:tcPr>
          <w:tcW w:w="907" w:type="dxa"/>
          <w:vAlign w:val="bottom"/>
        </w:tcPr>
        <w:p w:rsidR="00886856" w:rsidRPr="009E09BE" w:rsidRDefault="0088685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C74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74D7">
            <w:rPr>
              <w:b/>
              <w:noProof/>
              <w:color w:val="FF5200" w:themeColor="accent2"/>
              <w:sz w:val="14"/>
              <w:szCs w:val="14"/>
            </w:rPr>
            <w:t>1</w:t>
          </w:r>
          <w:r w:rsidRPr="007145F3">
            <w:rPr>
              <w:b/>
              <w:noProof/>
              <w:color w:val="FF5200" w:themeColor="accent2"/>
              <w:sz w:val="14"/>
              <w:szCs w:val="14"/>
            </w:rPr>
            <w:fldChar w:fldCharType="end"/>
          </w:r>
        </w:p>
      </w:tc>
    </w:tr>
  </w:tbl>
  <w:p w:rsidR="00886856" w:rsidRPr="00B8518B" w:rsidRDefault="0088685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86856" w:rsidRPr="003462EB" w:rsidTr="00D36695">
      <w:tc>
        <w:tcPr>
          <w:tcW w:w="907" w:type="dxa"/>
          <w:tcMar>
            <w:left w:w="0" w:type="dxa"/>
            <w:right w:w="0" w:type="dxa"/>
          </w:tcMar>
          <w:vAlign w:val="bottom"/>
        </w:tcPr>
        <w:p w:rsidR="00886856" w:rsidRPr="00B8518B" w:rsidRDefault="0088685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86856" w:rsidRPr="00671F70" w:rsidRDefault="00886856" w:rsidP="00204180">
          <w:pPr>
            <w:pStyle w:val="Zpatvlevo"/>
            <w:rPr>
              <w:b/>
            </w:rPr>
          </w:pPr>
          <w:r w:rsidRPr="00671F70">
            <w:rPr>
              <w:b/>
            </w:rPr>
            <w:t>PŘ</w:t>
          </w:r>
          <w:r>
            <w:rPr>
              <w:b/>
            </w:rPr>
            <w:t>ÍLOHA č. 3</w:t>
          </w:r>
        </w:p>
        <w:p w:rsidR="00886856" w:rsidRDefault="00886856" w:rsidP="00204180">
          <w:pPr>
            <w:pStyle w:val="Zpatvlevo"/>
          </w:pPr>
          <w:r>
            <w:t>Smlouva o dílo – Zhotovení DUSP+PDPS+AD</w:t>
          </w:r>
        </w:p>
        <w:p w:rsidR="00886856" w:rsidRPr="003462EB" w:rsidRDefault="0088685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„Sanace tělesa železničního spodku na trati Varnsdorf – Seifhennersdorf (DB) v km 12,288 - 12,7“</w:t>
          </w:r>
          <w:r w:rsidRPr="00612EE8">
            <w:rPr>
              <w:rStyle w:val="Tun"/>
            </w:rPr>
            <w:fldChar w:fldCharType="end"/>
          </w:r>
        </w:p>
      </w:tc>
    </w:tr>
  </w:tbl>
  <w:p w:rsidR="00886856" w:rsidRPr="00A50995" w:rsidRDefault="0088685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886856" w:rsidRPr="009E09BE" w:rsidTr="00E075DA">
      <w:tc>
        <w:tcPr>
          <w:tcW w:w="7825" w:type="dxa"/>
          <w:tcMar>
            <w:left w:w="0" w:type="dxa"/>
            <w:right w:w="0" w:type="dxa"/>
          </w:tcMar>
          <w:vAlign w:val="bottom"/>
        </w:tcPr>
        <w:p w:rsidR="00886856" w:rsidRPr="008C00FC" w:rsidRDefault="00886856" w:rsidP="00204180">
          <w:pPr>
            <w:pStyle w:val="Zpatvpravo"/>
            <w:rPr>
              <w:rStyle w:val="Tun"/>
            </w:rPr>
          </w:pPr>
          <w:r w:rsidRPr="008C00FC">
            <w:rPr>
              <w:rStyle w:val="Tun"/>
            </w:rPr>
            <w:t xml:space="preserve">PŘÍLOHA č. </w:t>
          </w:r>
          <w:r>
            <w:rPr>
              <w:rStyle w:val="Tun"/>
            </w:rPr>
            <w:t>3</w:t>
          </w:r>
        </w:p>
        <w:p w:rsidR="00886856" w:rsidRDefault="00886856" w:rsidP="00204180">
          <w:pPr>
            <w:pStyle w:val="Zpatvpravo"/>
          </w:pPr>
          <w:r>
            <w:t>Smlouva o dílo – Zhotovení ZP+DUSP+PDPS +AD</w:t>
          </w:r>
        </w:p>
        <w:p w:rsidR="00886856" w:rsidRPr="00612EE8" w:rsidRDefault="000B2009" w:rsidP="004908EA">
          <w:pPr>
            <w:pStyle w:val="Zpatvpravo"/>
            <w:rPr>
              <w:rStyle w:val="Tun"/>
            </w:rPr>
          </w:pPr>
          <w:r>
            <w:fldChar w:fldCharType="begin"/>
          </w:r>
          <w:r>
            <w:instrText xml:space="preserve"> STYLEREF  _Název_akce  \* MERGEFORMAT </w:instrText>
          </w:r>
          <w:r>
            <w:fldChar w:fldCharType="separate"/>
          </w:r>
          <w:r w:rsidR="007C74D7" w:rsidRPr="007C74D7">
            <w:rPr>
              <w:bCs/>
              <w:noProof/>
            </w:rPr>
            <w:t xml:space="preserve">„Sanace železničního </w:t>
          </w:r>
          <w:r w:rsidR="007C74D7">
            <w:rPr>
              <w:noProof/>
            </w:rPr>
            <w:t>spodku na trati Děčín – Jedlová v km 25,880 – 25,980“</w:t>
          </w:r>
          <w:r>
            <w:rPr>
              <w:noProof/>
            </w:rPr>
            <w:fldChar w:fldCharType="end"/>
          </w:r>
        </w:p>
      </w:tc>
      <w:tc>
        <w:tcPr>
          <w:tcW w:w="907" w:type="dxa"/>
          <w:vAlign w:val="bottom"/>
        </w:tcPr>
        <w:p w:rsidR="00886856" w:rsidRPr="009E09BE" w:rsidRDefault="0088685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C74D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C74D7">
            <w:rPr>
              <w:b/>
              <w:noProof/>
              <w:color w:val="FF5200" w:themeColor="accent2"/>
              <w:sz w:val="14"/>
              <w:szCs w:val="14"/>
            </w:rPr>
            <w:t>1</w:t>
          </w:r>
          <w:r w:rsidRPr="007145F3">
            <w:rPr>
              <w:b/>
              <w:noProof/>
              <w:color w:val="FF5200" w:themeColor="accent2"/>
              <w:sz w:val="14"/>
              <w:szCs w:val="14"/>
            </w:rPr>
            <w:fldChar w:fldCharType="end"/>
          </w:r>
        </w:p>
      </w:tc>
    </w:tr>
  </w:tbl>
  <w:p w:rsidR="00886856" w:rsidRPr="00B8518B" w:rsidRDefault="0088685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009" w:rsidRDefault="000B2009" w:rsidP="00962258">
      <w:pPr>
        <w:spacing w:after="0" w:line="240" w:lineRule="auto"/>
      </w:pPr>
      <w:r>
        <w:separator/>
      </w:r>
    </w:p>
  </w:footnote>
  <w:footnote w:type="continuationSeparator" w:id="0">
    <w:p w:rsidR="000B2009" w:rsidRDefault="000B200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886856" w:rsidTr="004F75CC">
      <w:trPr>
        <w:trHeight w:hRule="exact" w:val="936"/>
      </w:trPr>
      <w:tc>
        <w:tcPr>
          <w:tcW w:w="1219" w:type="dxa"/>
          <w:tcMar>
            <w:left w:w="0" w:type="dxa"/>
            <w:right w:w="0" w:type="dxa"/>
          </w:tcMar>
        </w:tcPr>
        <w:p w:rsidR="00886856" w:rsidRPr="00B8518B" w:rsidRDefault="00886856" w:rsidP="00FC6389">
          <w:pPr>
            <w:pStyle w:val="Zpat"/>
            <w:rPr>
              <w:rStyle w:val="slostrnky"/>
            </w:rPr>
          </w:pPr>
        </w:p>
      </w:tc>
      <w:tc>
        <w:tcPr>
          <w:tcW w:w="3600" w:type="dxa"/>
          <w:shd w:val="clear" w:color="auto" w:fill="auto"/>
          <w:tcMar>
            <w:left w:w="0" w:type="dxa"/>
            <w:right w:w="0" w:type="dxa"/>
          </w:tcMar>
        </w:tcPr>
        <w:p w:rsidR="00886856" w:rsidRDefault="00886856" w:rsidP="00FC6389">
          <w:pPr>
            <w:pStyle w:val="Zpat"/>
          </w:pPr>
          <w:r>
            <w:rPr>
              <w:noProof/>
              <w:lang w:eastAsia="cs-CZ"/>
            </w:rPr>
            <w:drawing>
              <wp:anchor distT="0" distB="0" distL="114300" distR="114300" simplePos="0" relativeHeight="251673600" behindDoc="0" locked="1" layoutInCell="1" allowOverlap="1" wp14:anchorId="7A114AF4" wp14:editId="04756B47">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886856" w:rsidRPr="00D6163D" w:rsidRDefault="00886856" w:rsidP="00FC6389">
          <w:pPr>
            <w:pStyle w:val="Druhdokumentu"/>
          </w:pPr>
        </w:p>
      </w:tc>
    </w:tr>
  </w:tbl>
  <w:p w:rsidR="00886856" w:rsidRPr="004F75CC" w:rsidRDefault="00886856" w:rsidP="00FC6389">
    <w:pPr>
      <w:pStyle w:val="Zhlav"/>
      <w:rPr>
        <w:sz w:val="12"/>
        <w:szCs w:val="12"/>
      </w:rPr>
    </w:pPr>
  </w:p>
  <w:p w:rsidR="00886856" w:rsidRPr="00460660" w:rsidRDefault="0088685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856" w:rsidRPr="00D6163D" w:rsidRDefault="0088685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856" w:rsidRPr="00D6163D" w:rsidRDefault="0088685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856" w:rsidRPr="00D6163D" w:rsidRDefault="0088685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856" w:rsidRPr="00D6163D" w:rsidRDefault="0088685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856" w:rsidRPr="00D6163D" w:rsidRDefault="0088685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856" w:rsidRPr="00D6163D" w:rsidRDefault="0088685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856" w:rsidRPr="00D6163D" w:rsidRDefault="0088685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856" w:rsidRPr="00D6163D" w:rsidRDefault="0088685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856" w:rsidRPr="00D6163D" w:rsidRDefault="0088685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856" w:rsidRPr="00D6163D" w:rsidRDefault="0088685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49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D4B50B3"/>
    <w:multiLevelType w:val="multilevel"/>
    <w:tmpl w:val="737A6DE0"/>
    <w:lvl w:ilvl="0">
      <w:start w:val="1"/>
      <w:numFmt w:val="decimal"/>
      <w:lvlText w:val="%1."/>
      <w:lvlJc w:val="left"/>
      <w:pPr>
        <w:ind w:left="1637" w:hanging="360"/>
      </w:p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bullet"/>
      <w:lvlText w:val=""/>
      <w:lvlJc w:val="left"/>
      <w:pPr>
        <w:ind w:left="1499" w:hanging="648"/>
      </w:pPr>
      <w:rPr>
        <w:rFonts w:ascii="Symbol" w:hAnsi="Symbol"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FF7404"/>
    <w:multiLevelType w:val="hybridMultilevel"/>
    <w:tmpl w:val="33CEDDB2"/>
    <w:lvl w:ilvl="0" w:tplc="07CA2402">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E114D70"/>
    <w:multiLevelType w:val="hybridMultilevel"/>
    <w:tmpl w:val="1FBEFFEA"/>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41B126E"/>
    <w:multiLevelType w:val="hybridMultilevel"/>
    <w:tmpl w:val="6C4E713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9065198"/>
    <w:multiLevelType w:val="multilevel"/>
    <w:tmpl w:val="D1B6E118"/>
    <w:lvl w:ilvl="0">
      <w:start w:val="1"/>
      <w:numFmt w:val="decimal"/>
      <w:lvlText w:val="%1."/>
      <w:lvlJc w:val="left"/>
      <w:pPr>
        <w:ind w:left="1637" w:hanging="360"/>
      </w:pPr>
    </w:lvl>
    <w:lvl w:ilvl="1">
      <w:start w:val="1"/>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bullet"/>
      <w:lvlText w:val=""/>
      <w:lvlJc w:val="left"/>
      <w:pPr>
        <w:ind w:left="1499" w:hanging="648"/>
      </w:pPr>
      <w:rPr>
        <w:rFonts w:ascii="Symbol" w:hAnsi="Symbol"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4006792"/>
    <w:multiLevelType w:val="hybridMultilevel"/>
    <w:tmpl w:val="BD80627C"/>
    <w:lvl w:ilvl="0" w:tplc="85101BA4">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76E33586"/>
    <w:multiLevelType w:val="hybridMultilevel"/>
    <w:tmpl w:val="094027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9F33296"/>
    <w:multiLevelType w:val="hybridMultilevel"/>
    <w:tmpl w:val="F9BE8A66"/>
    <w:lvl w:ilvl="0" w:tplc="E8D242D2">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4"/>
  </w:num>
  <w:num w:numId="2">
    <w:abstractNumId w:val="1"/>
  </w:num>
  <w:num w:numId="3">
    <w:abstractNumId w:val="15"/>
  </w:num>
  <w:num w:numId="4">
    <w:abstractNumId w:val="5"/>
  </w:num>
  <w:num w:numId="5">
    <w:abstractNumId w:val="8"/>
  </w:num>
  <w:num w:numId="6">
    <w:abstractNumId w:val="0"/>
  </w:num>
  <w:num w:numId="7">
    <w:abstractNumId w:val="8"/>
  </w:num>
  <w:num w:numId="8">
    <w:abstractNumId w:val="11"/>
  </w:num>
  <w:num w:numId="9">
    <w:abstractNumId w:val="12"/>
  </w:num>
  <w:num w:numId="10">
    <w:abstractNumId w:val="0"/>
  </w:num>
  <w:num w:numId="11">
    <w:abstractNumId w:val="3"/>
  </w:num>
  <w:num w:numId="12">
    <w:abstractNumId w:val="17"/>
  </w:num>
  <w:num w:numId="13">
    <w:abstractNumId w:val="2"/>
  </w:num>
  <w:num w:numId="14">
    <w:abstractNumId w:val="13"/>
  </w:num>
  <w:num w:numId="15">
    <w:abstractNumId w:val="18"/>
  </w:num>
  <w:num w:numId="16">
    <w:abstractNumId w:val="10"/>
  </w:num>
  <w:num w:numId="17">
    <w:abstractNumId w:val="16"/>
  </w:num>
  <w:num w:numId="18">
    <w:abstractNumId w:val="6"/>
  </w:num>
  <w:num w:numId="19">
    <w:abstractNumId w:val="14"/>
  </w:num>
  <w:num w:numId="20">
    <w:abstractNumId w:val="9"/>
  </w:num>
  <w:num w:numId="21">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08E"/>
    <w:rsid w:val="000048BC"/>
    <w:rsid w:val="00017F3C"/>
    <w:rsid w:val="0003154D"/>
    <w:rsid w:val="00034542"/>
    <w:rsid w:val="00041EC8"/>
    <w:rsid w:val="0006588D"/>
    <w:rsid w:val="00067A5E"/>
    <w:rsid w:val="000719BB"/>
    <w:rsid w:val="00072A65"/>
    <w:rsid w:val="00072C1E"/>
    <w:rsid w:val="000841E0"/>
    <w:rsid w:val="00095167"/>
    <w:rsid w:val="000A0017"/>
    <w:rsid w:val="000A62D4"/>
    <w:rsid w:val="000B0797"/>
    <w:rsid w:val="000B1BEA"/>
    <w:rsid w:val="000B2009"/>
    <w:rsid w:val="000B4166"/>
    <w:rsid w:val="000B4EB8"/>
    <w:rsid w:val="000B6FCE"/>
    <w:rsid w:val="000B70C8"/>
    <w:rsid w:val="000C41F2"/>
    <w:rsid w:val="000D1270"/>
    <w:rsid w:val="000D22C4"/>
    <w:rsid w:val="000D27D1"/>
    <w:rsid w:val="000E1A7F"/>
    <w:rsid w:val="000F2F54"/>
    <w:rsid w:val="0010456C"/>
    <w:rsid w:val="00111FA4"/>
    <w:rsid w:val="00112864"/>
    <w:rsid w:val="00114472"/>
    <w:rsid w:val="00114988"/>
    <w:rsid w:val="00115069"/>
    <w:rsid w:val="001150F2"/>
    <w:rsid w:val="00124751"/>
    <w:rsid w:val="00133336"/>
    <w:rsid w:val="00143EC0"/>
    <w:rsid w:val="00154193"/>
    <w:rsid w:val="00161382"/>
    <w:rsid w:val="001656A2"/>
    <w:rsid w:val="00165977"/>
    <w:rsid w:val="00170EC5"/>
    <w:rsid w:val="001726D4"/>
    <w:rsid w:val="001747C1"/>
    <w:rsid w:val="00177D6B"/>
    <w:rsid w:val="00190910"/>
    <w:rsid w:val="00191F90"/>
    <w:rsid w:val="001A5B98"/>
    <w:rsid w:val="001B4E74"/>
    <w:rsid w:val="001B77EA"/>
    <w:rsid w:val="001C0AEA"/>
    <w:rsid w:val="001C645F"/>
    <w:rsid w:val="001E057E"/>
    <w:rsid w:val="001E5BB1"/>
    <w:rsid w:val="001E678E"/>
    <w:rsid w:val="001E6BBA"/>
    <w:rsid w:val="001F05EE"/>
    <w:rsid w:val="002038D5"/>
    <w:rsid w:val="0020397D"/>
    <w:rsid w:val="00204180"/>
    <w:rsid w:val="00207062"/>
    <w:rsid w:val="002071BB"/>
    <w:rsid w:val="00207DF5"/>
    <w:rsid w:val="00211CD3"/>
    <w:rsid w:val="00213E0B"/>
    <w:rsid w:val="00226A49"/>
    <w:rsid w:val="00232317"/>
    <w:rsid w:val="002360E6"/>
    <w:rsid w:val="00236DCC"/>
    <w:rsid w:val="002405FD"/>
    <w:rsid w:val="00240B81"/>
    <w:rsid w:val="00246637"/>
    <w:rsid w:val="00246A10"/>
    <w:rsid w:val="00247D01"/>
    <w:rsid w:val="00247F49"/>
    <w:rsid w:val="00251B9B"/>
    <w:rsid w:val="00260E60"/>
    <w:rsid w:val="00261A5B"/>
    <w:rsid w:val="00262344"/>
    <w:rsid w:val="00262B9C"/>
    <w:rsid w:val="00262E5B"/>
    <w:rsid w:val="00266614"/>
    <w:rsid w:val="00270A14"/>
    <w:rsid w:val="00271227"/>
    <w:rsid w:val="00276AFE"/>
    <w:rsid w:val="00285298"/>
    <w:rsid w:val="0029751E"/>
    <w:rsid w:val="002A3B57"/>
    <w:rsid w:val="002A5468"/>
    <w:rsid w:val="002C31BF"/>
    <w:rsid w:val="002D0B49"/>
    <w:rsid w:val="002D7FD6"/>
    <w:rsid w:val="002E0CD7"/>
    <w:rsid w:val="002E0CFB"/>
    <w:rsid w:val="002E5597"/>
    <w:rsid w:val="002E5C7B"/>
    <w:rsid w:val="002F4333"/>
    <w:rsid w:val="002F55DF"/>
    <w:rsid w:val="003038BD"/>
    <w:rsid w:val="00315C27"/>
    <w:rsid w:val="00326C1E"/>
    <w:rsid w:val="00327EEF"/>
    <w:rsid w:val="0033239F"/>
    <w:rsid w:val="003336D9"/>
    <w:rsid w:val="0034274B"/>
    <w:rsid w:val="003460E5"/>
    <w:rsid w:val="0034719F"/>
    <w:rsid w:val="00350A35"/>
    <w:rsid w:val="00352826"/>
    <w:rsid w:val="003571D8"/>
    <w:rsid w:val="00357BC6"/>
    <w:rsid w:val="00361422"/>
    <w:rsid w:val="00361DB3"/>
    <w:rsid w:val="003739DD"/>
    <w:rsid w:val="0037545D"/>
    <w:rsid w:val="00376B87"/>
    <w:rsid w:val="00381EFC"/>
    <w:rsid w:val="00392910"/>
    <w:rsid w:val="00392EB6"/>
    <w:rsid w:val="003956C6"/>
    <w:rsid w:val="0039775F"/>
    <w:rsid w:val="003A197F"/>
    <w:rsid w:val="003A60C1"/>
    <w:rsid w:val="003B4534"/>
    <w:rsid w:val="003B7470"/>
    <w:rsid w:val="003C33F2"/>
    <w:rsid w:val="003D63DF"/>
    <w:rsid w:val="003D756E"/>
    <w:rsid w:val="003E420D"/>
    <w:rsid w:val="003E4C13"/>
    <w:rsid w:val="003F5723"/>
    <w:rsid w:val="00404B40"/>
    <w:rsid w:val="004078F3"/>
    <w:rsid w:val="00415A9B"/>
    <w:rsid w:val="004167D4"/>
    <w:rsid w:val="004240C2"/>
    <w:rsid w:val="00427794"/>
    <w:rsid w:val="00431A48"/>
    <w:rsid w:val="00432E0E"/>
    <w:rsid w:val="00435F4D"/>
    <w:rsid w:val="004436EE"/>
    <w:rsid w:val="00450F07"/>
    <w:rsid w:val="00453CD3"/>
    <w:rsid w:val="0046002F"/>
    <w:rsid w:val="00460660"/>
    <w:rsid w:val="00464BA9"/>
    <w:rsid w:val="00472299"/>
    <w:rsid w:val="004749D3"/>
    <w:rsid w:val="00483969"/>
    <w:rsid w:val="00486107"/>
    <w:rsid w:val="004908EA"/>
    <w:rsid w:val="00491827"/>
    <w:rsid w:val="0049257C"/>
    <w:rsid w:val="00496D6E"/>
    <w:rsid w:val="004A40A1"/>
    <w:rsid w:val="004B5C8B"/>
    <w:rsid w:val="004C4399"/>
    <w:rsid w:val="004C6E09"/>
    <w:rsid w:val="004C787C"/>
    <w:rsid w:val="004D09FB"/>
    <w:rsid w:val="004D7138"/>
    <w:rsid w:val="004E2FCD"/>
    <w:rsid w:val="004E5347"/>
    <w:rsid w:val="004E7A1F"/>
    <w:rsid w:val="004F00DE"/>
    <w:rsid w:val="004F4B9B"/>
    <w:rsid w:val="004F75CC"/>
    <w:rsid w:val="00502690"/>
    <w:rsid w:val="0050666E"/>
    <w:rsid w:val="00506CBB"/>
    <w:rsid w:val="00506DE0"/>
    <w:rsid w:val="00511AB9"/>
    <w:rsid w:val="00523BB5"/>
    <w:rsid w:val="00523EA7"/>
    <w:rsid w:val="005332C9"/>
    <w:rsid w:val="00533555"/>
    <w:rsid w:val="005406EB"/>
    <w:rsid w:val="00541324"/>
    <w:rsid w:val="00543BF5"/>
    <w:rsid w:val="00553375"/>
    <w:rsid w:val="00555884"/>
    <w:rsid w:val="00561318"/>
    <w:rsid w:val="005736B7"/>
    <w:rsid w:val="00574748"/>
    <w:rsid w:val="00575E5A"/>
    <w:rsid w:val="00580245"/>
    <w:rsid w:val="0058594D"/>
    <w:rsid w:val="005A1F44"/>
    <w:rsid w:val="005A3013"/>
    <w:rsid w:val="005C3714"/>
    <w:rsid w:val="005D37EA"/>
    <w:rsid w:val="005D3C39"/>
    <w:rsid w:val="005E25D9"/>
    <w:rsid w:val="005F4353"/>
    <w:rsid w:val="00601A8C"/>
    <w:rsid w:val="0061068E"/>
    <w:rsid w:val="006115D3"/>
    <w:rsid w:val="00612CEA"/>
    <w:rsid w:val="006162E3"/>
    <w:rsid w:val="00625F77"/>
    <w:rsid w:val="00643E9A"/>
    <w:rsid w:val="00644B90"/>
    <w:rsid w:val="00646AB2"/>
    <w:rsid w:val="00647FBB"/>
    <w:rsid w:val="0065610E"/>
    <w:rsid w:val="00660AD3"/>
    <w:rsid w:val="006650B1"/>
    <w:rsid w:val="006708EB"/>
    <w:rsid w:val="00671F70"/>
    <w:rsid w:val="006776B6"/>
    <w:rsid w:val="00681A17"/>
    <w:rsid w:val="006821C1"/>
    <w:rsid w:val="00685209"/>
    <w:rsid w:val="006923FD"/>
    <w:rsid w:val="00693150"/>
    <w:rsid w:val="006A5570"/>
    <w:rsid w:val="006A67D6"/>
    <w:rsid w:val="006A689C"/>
    <w:rsid w:val="006B3D79"/>
    <w:rsid w:val="006B6741"/>
    <w:rsid w:val="006B6FE4"/>
    <w:rsid w:val="006B7093"/>
    <w:rsid w:val="006C2343"/>
    <w:rsid w:val="006C442A"/>
    <w:rsid w:val="006D3D66"/>
    <w:rsid w:val="006D4024"/>
    <w:rsid w:val="006D465A"/>
    <w:rsid w:val="006E0578"/>
    <w:rsid w:val="006E314D"/>
    <w:rsid w:val="006F0C9F"/>
    <w:rsid w:val="006F589E"/>
    <w:rsid w:val="006F71F5"/>
    <w:rsid w:val="00710723"/>
    <w:rsid w:val="007135C8"/>
    <w:rsid w:val="007145F3"/>
    <w:rsid w:val="00721646"/>
    <w:rsid w:val="00723ED1"/>
    <w:rsid w:val="007300A5"/>
    <w:rsid w:val="00740AF5"/>
    <w:rsid w:val="00743525"/>
    <w:rsid w:val="00744076"/>
    <w:rsid w:val="007541A2"/>
    <w:rsid w:val="00755818"/>
    <w:rsid w:val="00760192"/>
    <w:rsid w:val="007616C2"/>
    <w:rsid w:val="0076286B"/>
    <w:rsid w:val="007657D8"/>
    <w:rsid w:val="00766846"/>
    <w:rsid w:val="00766F63"/>
    <w:rsid w:val="0077673A"/>
    <w:rsid w:val="007846E1"/>
    <w:rsid w:val="007847D6"/>
    <w:rsid w:val="007852B1"/>
    <w:rsid w:val="00792CAB"/>
    <w:rsid w:val="0079664B"/>
    <w:rsid w:val="007A5172"/>
    <w:rsid w:val="007A67A0"/>
    <w:rsid w:val="007A6974"/>
    <w:rsid w:val="007B0110"/>
    <w:rsid w:val="007B1356"/>
    <w:rsid w:val="007B570C"/>
    <w:rsid w:val="007C4049"/>
    <w:rsid w:val="007C74D7"/>
    <w:rsid w:val="007D2B15"/>
    <w:rsid w:val="007E44E4"/>
    <w:rsid w:val="007E4A6E"/>
    <w:rsid w:val="007E62AA"/>
    <w:rsid w:val="007F56A7"/>
    <w:rsid w:val="00800851"/>
    <w:rsid w:val="00800BA4"/>
    <w:rsid w:val="008063CD"/>
    <w:rsid w:val="00807864"/>
    <w:rsid w:val="00807DD0"/>
    <w:rsid w:val="008126FA"/>
    <w:rsid w:val="00817F98"/>
    <w:rsid w:val="00821D01"/>
    <w:rsid w:val="00826B7B"/>
    <w:rsid w:val="00846789"/>
    <w:rsid w:val="00866994"/>
    <w:rsid w:val="00870DEA"/>
    <w:rsid w:val="00886856"/>
    <w:rsid w:val="00893139"/>
    <w:rsid w:val="00894EBE"/>
    <w:rsid w:val="00897796"/>
    <w:rsid w:val="008A3568"/>
    <w:rsid w:val="008A4D1B"/>
    <w:rsid w:val="008B30AC"/>
    <w:rsid w:val="008C00FC"/>
    <w:rsid w:val="008C2D4D"/>
    <w:rsid w:val="008C50F3"/>
    <w:rsid w:val="008C7EFE"/>
    <w:rsid w:val="008C7F1A"/>
    <w:rsid w:val="008D03B9"/>
    <w:rsid w:val="008D12AE"/>
    <w:rsid w:val="008D30C7"/>
    <w:rsid w:val="008E1AFC"/>
    <w:rsid w:val="008F18D6"/>
    <w:rsid w:val="008F2C9B"/>
    <w:rsid w:val="008F474D"/>
    <w:rsid w:val="008F797B"/>
    <w:rsid w:val="00903EAD"/>
    <w:rsid w:val="00904780"/>
    <w:rsid w:val="0090635B"/>
    <w:rsid w:val="0091472D"/>
    <w:rsid w:val="00916256"/>
    <w:rsid w:val="00922385"/>
    <w:rsid w:val="009223DF"/>
    <w:rsid w:val="00933F20"/>
    <w:rsid w:val="00936091"/>
    <w:rsid w:val="00940D8A"/>
    <w:rsid w:val="00950EAF"/>
    <w:rsid w:val="00954AF5"/>
    <w:rsid w:val="00962258"/>
    <w:rsid w:val="00964369"/>
    <w:rsid w:val="009678B7"/>
    <w:rsid w:val="00991394"/>
    <w:rsid w:val="00992B63"/>
    <w:rsid w:val="00992D9C"/>
    <w:rsid w:val="00996CB8"/>
    <w:rsid w:val="009A080E"/>
    <w:rsid w:val="009B2E97"/>
    <w:rsid w:val="009B4201"/>
    <w:rsid w:val="009B5146"/>
    <w:rsid w:val="009C250D"/>
    <w:rsid w:val="009C418E"/>
    <w:rsid w:val="009C442C"/>
    <w:rsid w:val="009E07F4"/>
    <w:rsid w:val="009E5BF1"/>
    <w:rsid w:val="009E606C"/>
    <w:rsid w:val="009F0867"/>
    <w:rsid w:val="009F308B"/>
    <w:rsid w:val="009F309B"/>
    <w:rsid w:val="009F392E"/>
    <w:rsid w:val="009F53C5"/>
    <w:rsid w:val="009F638B"/>
    <w:rsid w:val="00A04CEE"/>
    <w:rsid w:val="00A070D7"/>
    <w:rsid w:val="00A0740E"/>
    <w:rsid w:val="00A21A01"/>
    <w:rsid w:val="00A33CBD"/>
    <w:rsid w:val="00A367CA"/>
    <w:rsid w:val="00A50641"/>
    <w:rsid w:val="00A50995"/>
    <w:rsid w:val="00A530BF"/>
    <w:rsid w:val="00A6177B"/>
    <w:rsid w:val="00A66136"/>
    <w:rsid w:val="00A71189"/>
    <w:rsid w:val="00A7364A"/>
    <w:rsid w:val="00A74DCC"/>
    <w:rsid w:val="00A753ED"/>
    <w:rsid w:val="00A77512"/>
    <w:rsid w:val="00A82805"/>
    <w:rsid w:val="00A93D07"/>
    <w:rsid w:val="00A94351"/>
    <w:rsid w:val="00A94C2F"/>
    <w:rsid w:val="00AA19BD"/>
    <w:rsid w:val="00AA3125"/>
    <w:rsid w:val="00AA4CBB"/>
    <w:rsid w:val="00AA65FA"/>
    <w:rsid w:val="00AA7351"/>
    <w:rsid w:val="00AA7AB8"/>
    <w:rsid w:val="00AB66C5"/>
    <w:rsid w:val="00AC0B64"/>
    <w:rsid w:val="00AC33D4"/>
    <w:rsid w:val="00AD056F"/>
    <w:rsid w:val="00AD0C7B"/>
    <w:rsid w:val="00AD5F1A"/>
    <w:rsid w:val="00AD6731"/>
    <w:rsid w:val="00AD71BE"/>
    <w:rsid w:val="00AE786E"/>
    <w:rsid w:val="00AF2BCB"/>
    <w:rsid w:val="00B008D5"/>
    <w:rsid w:val="00B02F73"/>
    <w:rsid w:val="00B05B31"/>
    <w:rsid w:val="00B0619F"/>
    <w:rsid w:val="00B06D17"/>
    <w:rsid w:val="00B13A26"/>
    <w:rsid w:val="00B15D0D"/>
    <w:rsid w:val="00B22106"/>
    <w:rsid w:val="00B22705"/>
    <w:rsid w:val="00B24A25"/>
    <w:rsid w:val="00B32638"/>
    <w:rsid w:val="00B42F40"/>
    <w:rsid w:val="00B47C30"/>
    <w:rsid w:val="00B5431A"/>
    <w:rsid w:val="00B66B71"/>
    <w:rsid w:val="00B72613"/>
    <w:rsid w:val="00B74CF7"/>
    <w:rsid w:val="00B75EE1"/>
    <w:rsid w:val="00B77481"/>
    <w:rsid w:val="00B82F09"/>
    <w:rsid w:val="00B8518B"/>
    <w:rsid w:val="00B92ABC"/>
    <w:rsid w:val="00B94E9E"/>
    <w:rsid w:val="00B97CC3"/>
    <w:rsid w:val="00BA5D63"/>
    <w:rsid w:val="00BC0410"/>
    <w:rsid w:val="00BC06C4"/>
    <w:rsid w:val="00BC0A82"/>
    <w:rsid w:val="00BC7E7D"/>
    <w:rsid w:val="00BD2947"/>
    <w:rsid w:val="00BD7E91"/>
    <w:rsid w:val="00BD7F0D"/>
    <w:rsid w:val="00BE148C"/>
    <w:rsid w:val="00BE23C1"/>
    <w:rsid w:val="00BE24E8"/>
    <w:rsid w:val="00BE3F0A"/>
    <w:rsid w:val="00BF1C50"/>
    <w:rsid w:val="00BF2881"/>
    <w:rsid w:val="00C02D0A"/>
    <w:rsid w:val="00C03912"/>
    <w:rsid w:val="00C03A6E"/>
    <w:rsid w:val="00C226C0"/>
    <w:rsid w:val="00C37459"/>
    <w:rsid w:val="00C42FE6"/>
    <w:rsid w:val="00C44F6A"/>
    <w:rsid w:val="00C45470"/>
    <w:rsid w:val="00C45B9E"/>
    <w:rsid w:val="00C539CB"/>
    <w:rsid w:val="00C57FCA"/>
    <w:rsid w:val="00C6198E"/>
    <w:rsid w:val="00C66209"/>
    <w:rsid w:val="00C708EA"/>
    <w:rsid w:val="00C72D78"/>
    <w:rsid w:val="00C735E9"/>
    <w:rsid w:val="00C778A5"/>
    <w:rsid w:val="00C9498C"/>
    <w:rsid w:val="00C95162"/>
    <w:rsid w:val="00CA24EA"/>
    <w:rsid w:val="00CB4F6D"/>
    <w:rsid w:val="00CB6A37"/>
    <w:rsid w:val="00CB7684"/>
    <w:rsid w:val="00CC7C8F"/>
    <w:rsid w:val="00CD1FC4"/>
    <w:rsid w:val="00CD5D50"/>
    <w:rsid w:val="00CF124D"/>
    <w:rsid w:val="00D01E03"/>
    <w:rsid w:val="00D034A0"/>
    <w:rsid w:val="00D0544F"/>
    <w:rsid w:val="00D21061"/>
    <w:rsid w:val="00D31C6A"/>
    <w:rsid w:val="00D36695"/>
    <w:rsid w:val="00D4108E"/>
    <w:rsid w:val="00D4328E"/>
    <w:rsid w:val="00D47D90"/>
    <w:rsid w:val="00D50496"/>
    <w:rsid w:val="00D5428D"/>
    <w:rsid w:val="00D6163D"/>
    <w:rsid w:val="00D62EA3"/>
    <w:rsid w:val="00D66187"/>
    <w:rsid w:val="00D751CF"/>
    <w:rsid w:val="00D831A3"/>
    <w:rsid w:val="00D9520C"/>
    <w:rsid w:val="00D97BE3"/>
    <w:rsid w:val="00DA3711"/>
    <w:rsid w:val="00DB3E94"/>
    <w:rsid w:val="00DD46F3"/>
    <w:rsid w:val="00DE56F2"/>
    <w:rsid w:val="00DF116D"/>
    <w:rsid w:val="00DF7FC9"/>
    <w:rsid w:val="00E01ECC"/>
    <w:rsid w:val="00E057F5"/>
    <w:rsid w:val="00E075DA"/>
    <w:rsid w:val="00E13ADE"/>
    <w:rsid w:val="00E16FF7"/>
    <w:rsid w:val="00E25A83"/>
    <w:rsid w:val="00E26D68"/>
    <w:rsid w:val="00E3671B"/>
    <w:rsid w:val="00E435EA"/>
    <w:rsid w:val="00E44045"/>
    <w:rsid w:val="00E618C4"/>
    <w:rsid w:val="00E62155"/>
    <w:rsid w:val="00E62928"/>
    <w:rsid w:val="00E67A36"/>
    <w:rsid w:val="00E7415D"/>
    <w:rsid w:val="00E80769"/>
    <w:rsid w:val="00E868F1"/>
    <w:rsid w:val="00E878EE"/>
    <w:rsid w:val="00E901A3"/>
    <w:rsid w:val="00EA585B"/>
    <w:rsid w:val="00EA6EC7"/>
    <w:rsid w:val="00EB104F"/>
    <w:rsid w:val="00EB4139"/>
    <w:rsid w:val="00EB46E5"/>
    <w:rsid w:val="00EB6F2F"/>
    <w:rsid w:val="00EC3BC3"/>
    <w:rsid w:val="00EC707C"/>
    <w:rsid w:val="00ED14BD"/>
    <w:rsid w:val="00ED2614"/>
    <w:rsid w:val="00F016C7"/>
    <w:rsid w:val="00F12DEC"/>
    <w:rsid w:val="00F1715C"/>
    <w:rsid w:val="00F20842"/>
    <w:rsid w:val="00F310F8"/>
    <w:rsid w:val="00F31594"/>
    <w:rsid w:val="00F35939"/>
    <w:rsid w:val="00F419E5"/>
    <w:rsid w:val="00F422D3"/>
    <w:rsid w:val="00F45607"/>
    <w:rsid w:val="00F4722B"/>
    <w:rsid w:val="00F54432"/>
    <w:rsid w:val="00F568F9"/>
    <w:rsid w:val="00F60F76"/>
    <w:rsid w:val="00F659EB"/>
    <w:rsid w:val="00F762A8"/>
    <w:rsid w:val="00F85A4E"/>
    <w:rsid w:val="00F86774"/>
    <w:rsid w:val="00F86BA6"/>
    <w:rsid w:val="00F90EC0"/>
    <w:rsid w:val="00F92FBE"/>
    <w:rsid w:val="00F95FBD"/>
    <w:rsid w:val="00F9740F"/>
    <w:rsid w:val="00FB4145"/>
    <w:rsid w:val="00FB6342"/>
    <w:rsid w:val="00FC6389"/>
    <w:rsid w:val="00FD74AA"/>
    <w:rsid w:val="00FE6AEC"/>
    <w:rsid w:val="00FF4DA4"/>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580F6"/>
  <w14:defaultImageDpi w14:val="32767"/>
  <w15:docId w15:val="{F1D7FC49-47EE-4B47-A80B-943521B0C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uiPriority w:val="1"/>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TPNadpis-2slovan">
    <w:name w:val="TP_Nadpis-2_číslovaný"/>
    <w:next w:val="TPText-1slovan"/>
    <w:qFormat/>
    <w:rsid w:val="0010456C"/>
    <w:pPr>
      <w:keepNext/>
      <w:numPr>
        <w:ilvl w:val="1"/>
        <w:numId w:val="1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qFormat/>
    <w:rsid w:val="0010456C"/>
    <w:pPr>
      <w:numPr>
        <w:ilvl w:val="2"/>
        <w:numId w:val="13"/>
      </w:numPr>
      <w:spacing w:before="80" w:after="0" w:line="240" w:lineRule="auto"/>
      <w:ind w:left="1020" w:hanging="680"/>
      <w:jc w:val="both"/>
    </w:pPr>
    <w:rPr>
      <w:rFonts w:ascii="Calibri" w:eastAsia="Calibri" w:hAnsi="Calibri" w:cs="Arial"/>
      <w:sz w:val="20"/>
      <w:szCs w:val="22"/>
    </w:rPr>
  </w:style>
  <w:style w:type="paragraph" w:customStyle="1" w:styleId="TPNADPIS-1slovan">
    <w:name w:val="TP_NADPIS-1_číslovaný"/>
    <w:next w:val="TPNadpis-2slovan"/>
    <w:qFormat/>
    <w:rsid w:val="0010456C"/>
    <w:pPr>
      <w:keepNext/>
      <w:numPr>
        <w:numId w:val="13"/>
      </w:numPr>
      <w:spacing w:before="240" w:after="0" w:line="240" w:lineRule="auto"/>
      <w:ind w:left="340" w:hanging="340"/>
      <w:jc w:val="both"/>
      <w:outlineLvl w:val="0"/>
    </w:pPr>
    <w:rPr>
      <w:rFonts w:ascii="Calibri" w:eastAsia="Calibri" w:hAnsi="Calibri" w:cs="Arial"/>
      <w:b/>
      <w:caps/>
      <w:sz w:val="24"/>
      <w:szCs w:val="24"/>
    </w:rPr>
  </w:style>
  <w:style w:type="paragraph" w:customStyle="1" w:styleId="TPText-2slovan">
    <w:name w:val="TP_Text-2_ číslovaný"/>
    <w:link w:val="TPText-2slovanChar"/>
    <w:qFormat/>
    <w:rsid w:val="0010456C"/>
    <w:pPr>
      <w:numPr>
        <w:ilvl w:val="3"/>
        <w:numId w:val="13"/>
      </w:numPr>
      <w:spacing w:before="80" w:after="0" w:line="240" w:lineRule="auto"/>
      <w:ind w:left="1985" w:hanging="964"/>
      <w:jc w:val="both"/>
    </w:pPr>
    <w:rPr>
      <w:rFonts w:ascii="Calibri" w:eastAsia="Calibri" w:hAnsi="Calibri" w:cs="Arial"/>
      <w:sz w:val="20"/>
      <w:szCs w:val="22"/>
    </w:rPr>
  </w:style>
  <w:style w:type="character" w:customStyle="1" w:styleId="TPText-2slovanChar">
    <w:name w:val="TP_Text-2_ číslovaný Char"/>
    <w:link w:val="TPText-2slovan"/>
    <w:rsid w:val="0010456C"/>
    <w:rPr>
      <w:rFonts w:ascii="Calibri" w:eastAsia="Calibri" w:hAnsi="Calibri" w:cs="Arial"/>
      <w:sz w:val="20"/>
      <w:szCs w:val="22"/>
    </w:rPr>
  </w:style>
  <w:style w:type="paragraph" w:customStyle="1" w:styleId="TPText-2odrka">
    <w:name w:val="TP_Text-2_• odrážka"/>
    <w:basedOn w:val="TPText-2slovan"/>
    <w:link w:val="TPText-2odrkaChar"/>
    <w:qFormat/>
    <w:rsid w:val="0010456C"/>
    <w:pPr>
      <w:numPr>
        <w:ilvl w:val="0"/>
        <w:numId w:val="15"/>
      </w:numPr>
      <w:tabs>
        <w:tab w:val="left" w:pos="2342"/>
      </w:tabs>
    </w:pPr>
  </w:style>
  <w:style w:type="character" w:customStyle="1" w:styleId="TPText-2odrkaChar">
    <w:name w:val="TP_Text-2_• odrážka Char"/>
    <w:link w:val="TPText-2odrka"/>
    <w:rsid w:val="0010456C"/>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footer" Target="footer21.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1.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166516"/>
    <w:rsid w:val="00237674"/>
    <w:rsid w:val="00275164"/>
    <w:rsid w:val="003528BA"/>
    <w:rsid w:val="005B034B"/>
    <w:rsid w:val="009453A7"/>
    <w:rsid w:val="009453B2"/>
    <w:rsid w:val="00964474"/>
    <w:rsid w:val="00A8142D"/>
    <w:rsid w:val="00AC4FC3"/>
    <w:rsid w:val="00AF1DE3"/>
    <w:rsid w:val="00B5284D"/>
    <w:rsid w:val="00BD06BE"/>
    <w:rsid w:val="00CB72F2"/>
    <w:rsid w:val="00CD40B5"/>
    <w:rsid w:val="00D014FF"/>
    <w:rsid w:val="00DA6AA1"/>
    <w:rsid w:val="00DB7DF8"/>
    <w:rsid w:val="00E4630C"/>
    <w:rsid w:val="00F84C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B034B"/>
    <w:rPr>
      <w:color w:val="808080"/>
    </w:rPr>
  </w:style>
  <w:style w:type="paragraph" w:customStyle="1" w:styleId="2DE08AE602404EA4988F8684AE8FFD93">
    <w:name w:val="2DE08AE602404EA4988F8684AE8FFD93"/>
    <w:rsid w:val="003528BA"/>
  </w:style>
  <w:style w:type="paragraph" w:customStyle="1" w:styleId="5A975B391459482CAED0A1E92A082358">
    <w:name w:val="5A975B391459482CAED0A1E92A082358"/>
    <w:rsid w:val="005B03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670E0341-70D9-443D-9427-F4F867AB3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76</TotalTime>
  <Pages>1</Pages>
  <Words>4418</Words>
  <Characters>26071</Characters>
  <Application>Microsoft Office Word</Application>
  <DocSecurity>0</DocSecurity>
  <Lines>217</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7</cp:revision>
  <cp:lastPrinted>2019-05-22T07:42:00Z</cp:lastPrinted>
  <dcterms:created xsi:type="dcterms:W3CDTF">2021-02-08T14:15:00Z</dcterms:created>
  <dcterms:modified xsi:type="dcterms:W3CDTF">2021-02-22T11:14:00Z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