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8FC3" w14:textId="77777777" w:rsidR="00F02F91" w:rsidRPr="00493B1B" w:rsidRDefault="00F02F91" w:rsidP="00F02F91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>
        <w:rPr>
          <w:lang w:eastAsia="cs-CZ"/>
        </w:rPr>
        <w:t>2</w:t>
      </w:r>
      <w:r w:rsidRPr="00493B1B">
        <w:rPr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0745F0DA" w14:textId="77777777" w:rsidR="00F02F91" w:rsidRPr="00493B1B" w:rsidRDefault="00F02F91" w:rsidP="00F02F91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213599D6" w14:textId="77777777" w:rsidR="00F02F91" w:rsidRPr="00493B1B" w:rsidRDefault="00F02F91" w:rsidP="00F02F91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205B7AE4" w14:textId="77777777" w:rsidR="00F02F91" w:rsidRPr="00493B1B" w:rsidRDefault="00F02F91" w:rsidP="00F02F91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70862FA0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6DE132B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709257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9272B2C" w14:textId="77777777" w:rsidR="00F02F91" w:rsidRPr="00493B1B" w:rsidRDefault="00F02F91" w:rsidP="00F02F91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2EAFF7F3" w14:textId="77777777" w:rsidR="00F02F91" w:rsidRPr="00493B1B" w:rsidRDefault="00F02F91" w:rsidP="00F02F91">
      <w:pPr>
        <w:rPr>
          <w:lang w:eastAsia="cs-CZ"/>
        </w:rPr>
      </w:pPr>
    </w:p>
    <w:p w14:paraId="40279EDC" w14:textId="39AB4CD9" w:rsidR="00F02F91" w:rsidRPr="008660E6" w:rsidRDefault="00F02F91" w:rsidP="00F02F91">
      <w:pPr>
        <w:spacing w:after="0"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Pr="008660E6">
        <w:rPr>
          <w:rFonts w:eastAsia="Times New Roman" w:cs="Times New Roman"/>
          <w:lang w:eastAsia="cs-CZ"/>
        </w:rPr>
        <w:t>nadlimitní sektorovou veřejnou</w:t>
      </w:r>
      <w:r w:rsidRPr="004511E1">
        <w:rPr>
          <w:rFonts w:eastAsia="Times New Roman" w:cs="Times New Roman"/>
          <w:lang w:eastAsia="cs-CZ"/>
        </w:rPr>
        <w:t xml:space="preserve"> zakázku s </w:t>
      </w:r>
      <w:r w:rsidRPr="008660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8660E6">
        <w:rPr>
          <w:rFonts w:eastAsia="Times New Roman" w:cs="Times New Roman"/>
          <w:b/>
          <w:lang w:eastAsia="cs-CZ"/>
        </w:rPr>
        <w:t>„</w:t>
      </w:r>
      <w:bookmarkEnd w:id="0"/>
      <w:r w:rsidR="0024229C" w:rsidRPr="0024229C">
        <w:rPr>
          <w:rFonts w:eastAsia="Times New Roman" w:cs="Times New Roman"/>
          <w:b/>
          <w:lang w:eastAsia="cs-CZ"/>
        </w:rPr>
        <w:t>Požární zásahová technika - ANK M2 Dvoucestný</w:t>
      </w:r>
      <w:r w:rsidRPr="008660E6">
        <w:rPr>
          <w:rFonts w:eastAsia="Times New Roman" w:cs="Times New Roman"/>
          <w:b/>
          <w:lang w:eastAsia="cs-CZ"/>
        </w:rPr>
        <w:t xml:space="preserve">“, </w:t>
      </w:r>
    </w:p>
    <w:p w14:paraId="2FC7EB43" w14:textId="27D779AD" w:rsidR="00F02F91" w:rsidRPr="00493B1B" w:rsidRDefault="009E1C84" w:rsidP="00F02F91">
      <w:pPr>
        <w:rPr>
          <w:lang w:eastAsia="cs-CZ"/>
        </w:rPr>
      </w:pPr>
      <w:proofErr w:type="spellStart"/>
      <w:proofErr w:type="gramStart"/>
      <w:r>
        <w:rPr>
          <w:rFonts w:eastAsia="Times New Roman" w:cs="Times New Roman"/>
          <w:lang w:eastAsia="cs-CZ"/>
        </w:rPr>
        <w:t>č.j</w:t>
      </w:r>
      <w:proofErr w:type="spellEnd"/>
      <w:r>
        <w:rPr>
          <w:rFonts w:eastAsia="Times New Roman" w:cs="Times New Roman"/>
          <w:lang w:eastAsia="cs-CZ"/>
        </w:rPr>
        <w:t xml:space="preserve"> </w:t>
      </w:r>
      <w:r w:rsidR="00821BB9">
        <w:rPr>
          <w:rFonts w:eastAsia="Times New Roman" w:cs="Times New Roman"/>
          <w:lang w:eastAsia="cs-CZ"/>
        </w:rPr>
        <w:t xml:space="preserve"> </w:t>
      </w:r>
      <w:r w:rsidR="00821BB9" w:rsidRPr="00821BB9">
        <w:rPr>
          <w:rFonts w:eastAsia="Times New Roman" w:cs="Times New Roman"/>
          <w:lang w:eastAsia="cs-CZ"/>
        </w:rPr>
        <w:t>871</w:t>
      </w:r>
      <w:r w:rsidR="0024229C">
        <w:rPr>
          <w:rFonts w:eastAsia="Times New Roman" w:cs="Times New Roman"/>
          <w:lang w:eastAsia="cs-CZ"/>
        </w:rPr>
        <w:t>12</w:t>
      </w:r>
      <w:r w:rsidR="00821BB9" w:rsidRPr="00821BB9">
        <w:rPr>
          <w:rFonts w:eastAsia="Times New Roman" w:cs="Times New Roman"/>
          <w:lang w:eastAsia="cs-CZ"/>
        </w:rPr>
        <w:t>/2020</w:t>
      </w:r>
      <w:proofErr w:type="gramEnd"/>
      <w:r w:rsidR="00821BB9" w:rsidRPr="00821BB9">
        <w:rPr>
          <w:rFonts w:eastAsia="Times New Roman" w:cs="Times New Roman"/>
          <w:lang w:eastAsia="cs-CZ"/>
        </w:rPr>
        <w:t>-SŽ-GŘ-O8</w:t>
      </w:r>
      <w:r w:rsidR="00821BB9">
        <w:rPr>
          <w:rFonts w:eastAsia="Times New Roman" w:cs="Times New Roman"/>
          <w:lang w:eastAsia="cs-CZ"/>
        </w:rPr>
        <w:t xml:space="preserve"> </w:t>
      </w:r>
      <w:r w:rsidR="00F02F91" w:rsidRPr="002924C3">
        <w:rPr>
          <w:lang w:eastAsia="cs-CZ"/>
        </w:rPr>
        <w:t>tímto čestně prohlašuje, že není účastníkem</w:t>
      </w:r>
      <w:r w:rsidR="00F02F91" w:rsidRPr="00493B1B">
        <w:rPr>
          <w:lang w:eastAsia="cs-CZ"/>
        </w:rPr>
        <w:t>, který</w:t>
      </w:r>
    </w:p>
    <w:p w14:paraId="07DB73D5" w14:textId="77777777" w:rsidR="008D132D" w:rsidRDefault="008D132D" w:rsidP="008D132D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08F76C27" w14:textId="77777777" w:rsidR="008D132D" w:rsidRDefault="008D132D" w:rsidP="008D132D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16FCC95F" w14:textId="77777777" w:rsidR="008D132D" w:rsidRDefault="008D132D" w:rsidP="008D132D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7AC5F3A3" w14:textId="77777777" w:rsidR="008D132D" w:rsidRDefault="008D132D" w:rsidP="008D132D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1720A1EA" w14:textId="77777777" w:rsidR="008D132D" w:rsidRDefault="008D132D" w:rsidP="008D132D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9F03E7C" w14:textId="77777777" w:rsidR="008D132D" w:rsidRDefault="008D132D" w:rsidP="008D132D">
      <w:pPr>
        <w:rPr>
          <w:lang w:eastAsia="cs-CZ"/>
        </w:rPr>
      </w:pPr>
    </w:p>
    <w:p w14:paraId="709A08E4" w14:textId="77777777" w:rsidR="008D132D" w:rsidRDefault="008D132D" w:rsidP="008D132D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6053F79B" w14:textId="77777777" w:rsidR="008D132D" w:rsidRDefault="008D132D" w:rsidP="008D132D">
      <w:pPr>
        <w:rPr>
          <w:lang w:eastAsia="cs-CZ"/>
        </w:rPr>
      </w:pPr>
    </w:p>
    <w:p w14:paraId="5FBE693E" w14:textId="2337999F" w:rsidR="00F02F91" w:rsidRPr="00493B1B" w:rsidRDefault="008D132D" w:rsidP="00F02F91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  <w:bookmarkStart w:id="1" w:name="_GoBack"/>
      <w:bookmarkEnd w:id="1"/>
    </w:p>
    <w:p w14:paraId="5710E20D" w14:textId="77777777" w:rsidR="00F02F91" w:rsidRPr="00493B1B" w:rsidRDefault="00F02F91" w:rsidP="00F02F91">
      <w:pPr>
        <w:rPr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69685" w14:textId="77777777" w:rsidR="006D42B7" w:rsidRDefault="006D42B7" w:rsidP="00962258">
      <w:pPr>
        <w:spacing w:after="0" w:line="240" w:lineRule="auto"/>
      </w:pPr>
      <w:r>
        <w:separator/>
      </w:r>
    </w:p>
  </w:endnote>
  <w:endnote w:type="continuationSeparator" w:id="0">
    <w:p w14:paraId="746289D7" w14:textId="77777777" w:rsidR="006D42B7" w:rsidRDefault="006D42B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B8CE0D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2F9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BFDE2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8DE01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5A73D3F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D13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D13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55909C85" w:rsidR="00F1715C" w:rsidRDefault="00F1715C" w:rsidP="00460660">
          <w:pPr>
            <w:pStyle w:val="Zpat"/>
          </w:pPr>
          <w:r>
            <w:t>www.s</w:t>
          </w:r>
          <w:r w:rsidR="004B30DF">
            <w:t>pravazeleznic</w:t>
          </w:r>
          <w:r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2459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7482D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4F4EC3" w14:textId="77777777" w:rsidR="006D42B7" w:rsidRDefault="006D42B7" w:rsidP="00962258">
      <w:pPr>
        <w:spacing w:after="0" w:line="240" w:lineRule="auto"/>
      </w:pPr>
      <w:r>
        <w:separator/>
      </w:r>
    </w:p>
  </w:footnote>
  <w:footnote w:type="continuationSeparator" w:id="0">
    <w:p w14:paraId="3E639602" w14:textId="77777777" w:rsidR="006D42B7" w:rsidRDefault="006D42B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229C"/>
    <w:rsid w:val="00280E07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0D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42B7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1BB9"/>
    <w:rsid w:val="008659F3"/>
    <w:rsid w:val="00886D4B"/>
    <w:rsid w:val="00895406"/>
    <w:rsid w:val="00897B1D"/>
    <w:rsid w:val="008A3568"/>
    <w:rsid w:val="008D03B9"/>
    <w:rsid w:val="008D132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E1C8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03DD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F91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D6909E"/>
  <w14:defaultImageDpi w14:val="32767"/>
  <w15:docId w15:val="{93E6DAFB-9036-450D-9FF5-3902C54E8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AB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A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0665915-E173-4E73-B90A-3B1C2338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3</cp:revision>
  <cp:lastPrinted>2017-11-28T17:18:00Z</cp:lastPrinted>
  <dcterms:created xsi:type="dcterms:W3CDTF">2021-01-19T06:36:00Z</dcterms:created>
  <dcterms:modified xsi:type="dcterms:W3CDTF">2021-01-27T09:55:00Z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