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46CD1323" w:rsidR="00F77E39" w:rsidRDefault="00F77E39" w:rsidP="00F77E39">
      <w:pPr>
        <w:pStyle w:val="Titul2"/>
      </w:pPr>
      <w:r>
        <w:t>Projektová dokumentace a z</w:t>
      </w:r>
      <w:r w:rsidRPr="006C2343">
        <w:t xml:space="preserve">hotovení </w:t>
      </w:r>
      <w:r w:rsidR="00A3306A">
        <w:t xml:space="preserve">stavby </w:t>
      </w:r>
      <w:r w:rsidR="00D2426D" w:rsidRPr="004B06EA">
        <w:t>souboru</w:t>
      </w:r>
      <w:r w:rsidR="00D2426D">
        <w:t xml:space="preserve"> staveb </w:t>
      </w:r>
      <w:r w:rsidR="00A92FBA">
        <w:t>–</w:t>
      </w:r>
      <w:r>
        <w:t xml:space="preserve"> podlimitní</w:t>
      </w:r>
    </w:p>
    <w:p w14:paraId="7D98AE72" w14:textId="77777777" w:rsidR="00A92FBA" w:rsidRDefault="00A92FBA" w:rsidP="00F77E39">
      <w:pPr>
        <w:pStyle w:val="Titul2"/>
      </w:pPr>
    </w:p>
    <w:p w14:paraId="11810F86" w14:textId="37AA09F4" w:rsidR="00AD0C7B" w:rsidRPr="006C2343" w:rsidRDefault="00A92FBA" w:rsidP="00EB46E5">
      <w:pPr>
        <w:pStyle w:val="Titul2"/>
      </w:pPr>
      <w:r w:rsidRPr="004B06EA">
        <w:t>„</w:t>
      </w:r>
      <w:r w:rsidR="004B06EA" w:rsidRPr="00B400FE">
        <w:rPr>
          <w:rFonts w:ascii="Verdana" w:hAnsi="Verdana" w:cs="Arial"/>
          <w:sz w:val="40"/>
          <w:szCs w:val="40"/>
        </w:rPr>
        <w:t>Doplnění závor na přejezdech trati Karlovy Vary - Potůčky</w:t>
      </w:r>
      <w:r w:rsidRPr="004B06EA">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5E32AE26" w:rsidR="00826B7B" w:rsidRPr="00D2426D" w:rsidRDefault="00F46EA7" w:rsidP="00A92FBA">
      <w:pPr>
        <w:pStyle w:val="Text1-1"/>
        <w:numPr>
          <w:ilvl w:val="0"/>
          <w:numId w:val="0"/>
        </w:numPr>
        <w:tabs>
          <w:tab w:val="left" w:pos="708"/>
        </w:tabs>
        <w:ind w:left="737" w:hanging="737"/>
        <w:rPr>
          <w:color w:val="FF0000"/>
        </w:rPr>
      </w:pPr>
      <w:proofErr w:type="gramStart"/>
      <w:r w:rsidRPr="00D2426D">
        <w:t>Č.j.</w:t>
      </w:r>
      <w:proofErr w:type="gramEnd"/>
      <w:r w:rsidRPr="00D2426D">
        <w:t xml:space="preserve"> </w:t>
      </w:r>
      <w:r w:rsidR="00906C81" w:rsidRPr="00906C81">
        <w:t>4107/2021-SŽ-SSZ-OVZ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468D9E41"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EC75BF">
          <w:rPr>
            <w:noProof/>
            <w:webHidden/>
          </w:rPr>
          <w:t>3</w:t>
        </w:r>
        <w:r w:rsidR="00501896">
          <w:rPr>
            <w:noProof/>
            <w:webHidden/>
          </w:rPr>
          <w:fldChar w:fldCharType="end"/>
        </w:r>
      </w:hyperlink>
    </w:p>
    <w:p w14:paraId="063EF231" w14:textId="56118165" w:rsidR="00501896" w:rsidRDefault="003F1B06">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EC75BF">
          <w:rPr>
            <w:noProof/>
            <w:webHidden/>
          </w:rPr>
          <w:t>3</w:t>
        </w:r>
        <w:r w:rsidR="00501896">
          <w:rPr>
            <w:noProof/>
            <w:webHidden/>
          </w:rPr>
          <w:fldChar w:fldCharType="end"/>
        </w:r>
      </w:hyperlink>
    </w:p>
    <w:p w14:paraId="37DDEB76" w14:textId="5AB7A7B0" w:rsidR="00501896" w:rsidRDefault="003F1B06">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EC75BF">
          <w:rPr>
            <w:noProof/>
            <w:webHidden/>
          </w:rPr>
          <w:t>4</w:t>
        </w:r>
        <w:r w:rsidR="00501896">
          <w:rPr>
            <w:noProof/>
            <w:webHidden/>
          </w:rPr>
          <w:fldChar w:fldCharType="end"/>
        </w:r>
      </w:hyperlink>
    </w:p>
    <w:p w14:paraId="579EE768" w14:textId="38348BBC" w:rsidR="00501896" w:rsidRDefault="003F1B06">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EC75BF">
          <w:rPr>
            <w:noProof/>
            <w:webHidden/>
          </w:rPr>
          <w:t>4</w:t>
        </w:r>
        <w:r w:rsidR="00501896">
          <w:rPr>
            <w:noProof/>
            <w:webHidden/>
          </w:rPr>
          <w:fldChar w:fldCharType="end"/>
        </w:r>
      </w:hyperlink>
    </w:p>
    <w:p w14:paraId="06205CF2" w14:textId="322D50D6" w:rsidR="00501896" w:rsidRDefault="003F1B06">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EC75BF">
          <w:rPr>
            <w:noProof/>
            <w:webHidden/>
          </w:rPr>
          <w:t>5</w:t>
        </w:r>
        <w:r w:rsidR="00501896">
          <w:rPr>
            <w:noProof/>
            <w:webHidden/>
          </w:rPr>
          <w:fldChar w:fldCharType="end"/>
        </w:r>
      </w:hyperlink>
    </w:p>
    <w:p w14:paraId="229A736D" w14:textId="2A99473D" w:rsidR="00501896" w:rsidRDefault="003F1B06">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EC75BF">
          <w:rPr>
            <w:noProof/>
            <w:webHidden/>
          </w:rPr>
          <w:t>5</w:t>
        </w:r>
        <w:r w:rsidR="00501896">
          <w:rPr>
            <w:noProof/>
            <w:webHidden/>
          </w:rPr>
          <w:fldChar w:fldCharType="end"/>
        </w:r>
      </w:hyperlink>
    </w:p>
    <w:p w14:paraId="1A4AE954" w14:textId="49D55E6E" w:rsidR="00501896" w:rsidRDefault="003F1B06">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EC75BF">
          <w:rPr>
            <w:noProof/>
            <w:webHidden/>
          </w:rPr>
          <w:t>6</w:t>
        </w:r>
        <w:r w:rsidR="00501896">
          <w:rPr>
            <w:noProof/>
            <w:webHidden/>
          </w:rPr>
          <w:fldChar w:fldCharType="end"/>
        </w:r>
      </w:hyperlink>
    </w:p>
    <w:p w14:paraId="46E5EEFE" w14:textId="72DC5C6E" w:rsidR="00501896" w:rsidRDefault="003F1B06">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EC75BF">
          <w:rPr>
            <w:noProof/>
            <w:webHidden/>
          </w:rPr>
          <w:t>6</w:t>
        </w:r>
        <w:r w:rsidR="00501896">
          <w:rPr>
            <w:noProof/>
            <w:webHidden/>
          </w:rPr>
          <w:fldChar w:fldCharType="end"/>
        </w:r>
      </w:hyperlink>
    </w:p>
    <w:p w14:paraId="7E0E57F1" w14:textId="58F05BB1" w:rsidR="00501896" w:rsidRDefault="003F1B06">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EC75BF">
          <w:rPr>
            <w:noProof/>
            <w:webHidden/>
          </w:rPr>
          <w:t>18</w:t>
        </w:r>
        <w:r w:rsidR="00501896">
          <w:rPr>
            <w:noProof/>
            <w:webHidden/>
          </w:rPr>
          <w:fldChar w:fldCharType="end"/>
        </w:r>
      </w:hyperlink>
    </w:p>
    <w:p w14:paraId="0750B84F" w14:textId="00078CEA" w:rsidR="00501896" w:rsidRDefault="003F1B06">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EC75BF">
          <w:rPr>
            <w:noProof/>
            <w:webHidden/>
          </w:rPr>
          <w:t>20</w:t>
        </w:r>
        <w:r w:rsidR="00501896">
          <w:rPr>
            <w:noProof/>
            <w:webHidden/>
          </w:rPr>
          <w:fldChar w:fldCharType="end"/>
        </w:r>
      </w:hyperlink>
    </w:p>
    <w:p w14:paraId="3EBB56A3" w14:textId="1F0B6486" w:rsidR="00501896" w:rsidRDefault="003F1B06">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EC75BF">
          <w:rPr>
            <w:noProof/>
            <w:webHidden/>
          </w:rPr>
          <w:t>20</w:t>
        </w:r>
        <w:r w:rsidR="00501896">
          <w:rPr>
            <w:noProof/>
            <w:webHidden/>
          </w:rPr>
          <w:fldChar w:fldCharType="end"/>
        </w:r>
      </w:hyperlink>
    </w:p>
    <w:p w14:paraId="33F77DF0" w14:textId="3B6AB9EF" w:rsidR="00501896" w:rsidRDefault="003F1B06">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EC75BF">
          <w:rPr>
            <w:noProof/>
            <w:webHidden/>
          </w:rPr>
          <w:t>21</w:t>
        </w:r>
        <w:r w:rsidR="00501896">
          <w:rPr>
            <w:noProof/>
            <w:webHidden/>
          </w:rPr>
          <w:fldChar w:fldCharType="end"/>
        </w:r>
      </w:hyperlink>
    </w:p>
    <w:p w14:paraId="38A7280B" w14:textId="2AB00E1E" w:rsidR="00501896" w:rsidRDefault="003F1B06">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EC75BF">
          <w:rPr>
            <w:noProof/>
            <w:webHidden/>
          </w:rPr>
          <w:t>23</w:t>
        </w:r>
        <w:r w:rsidR="00501896">
          <w:rPr>
            <w:noProof/>
            <w:webHidden/>
          </w:rPr>
          <w:fldChar w:fldCharType="end"/>
        </w:r>
      </w:hyperlink>
    </w:p>
    <w:p w14:paraId="7FB80F40" w14:textId="701AA83D" w:rsidR="00501896" w:rsidRDefault="003F1B06">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EC75BF">
          <w:rPr>
            <w:noProof/>
            <w:webHidden/>
          </w:rPr>
          <w:t>23</w:t>
        </w:r>
        <w:r w:rsidR="00501896">
          <w:rPr>
            <w:noProof/>
            <w:webHidden/>
          </w:rPr>
          <w:fldChar w:fldCharType="end"/>
        </w:r>
      </w:hyperlink>
    </w:p>
    <w:p w14:paraId="532E019C" w14:textId="4728D576" w:rsidR="00501896" w:rsidRDefault="003F1B06">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EC75BF">
          <w:rPr>
            <w:noProof/>
            <w:webHidden/>
          </w:rPr>
          <w:t>23</w:t>
        </w:r>
        <w:r w:rsidR="00501896">
          <w:rPr>
            <w:noProof/>
            <w:webHidden/>
          </w:rPr>
          <w:fldChar w:fldCharType="end"/>
        </w:r>
      </w:hyperlink>
    </w:p>
    <w:p w14:paraId="2700A526" w14:textId="6A5B51F8" w:rsidR="00501896" w:rsidRDefault="003F1B06">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EC75BF">
          <w:rPr>
            <w:noProof/>
            <w:webHidden/>
          </w:rPr>
          <w:t>23</w:t>
        </w:r>
        <w:r w:rsidR="00501896">
          <w:rPr>
            <w:noProof/>
            <w:webHidden/>
          </w:rPr>
          <w:fldChar w:fldCharType="end"/>
        </w:r>
      </w:hyperlink>
    </w:p>
    <w:p w14:paraId="5ECC76B9" w14:textId="494C78F2" w:rsidR="00501896" w:rsidRDefault="003F1B06">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EC75BF">
          <w:rPr>
            <w:noProof/>
            <w:webHidden/>
          </w:rPr>
          <w:t>25</w:t>
        </w:r>
        <w:r w:rsidR="00501896">
          <w:rPr>
            <w:noProof/>
            <w:webHidden/>
          </w:rPr>
          <w:fldChar w:fldCharType="end"/>
        </w:r>
      </w:hyperlink>
    </w:p>
    <w:p w14:paraId="64F381D4" w14:textId="51029280" w:rsidR="00501896" w:rsidRDefault="003F1B06">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EC75BF">
          <w:rPr>
            <w:noProof/>
            <w:webHidden/>
          </w:rPr>
          <w:t>25</w:t>
        </w:r>
        <w:r w:rsidR="00501896">
          <w:rPr>
            <w:noProof/>
            <w:webHidden/>
          </w:rPr>
          <w:fldChar w:fldCharType="end"/>
        </w:r>
      </w:hyperlink>
    </w:p>
    <w:p w14:paraId="6CC88E0F" w14:textId="247C53A2" w:rsidR="00501896" w:rsidRDefault="003F1B06">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EC75BF">
          <w:rPr>
            <w:noProof/>
            <w:webHidden/>
          </w:rPr>
          <w:t>25</w:t>
        </w:r>
        <w:r w:rsidR="00501896">
          <w:rPr>
            <w:noProof/>
            <w:webHidden/>
          </w:rPr>
          <w:fldChar w:fldCharType="end"/>
        </w:r>
      </w:hyperlink>
    </w:p>
    <w:p w14:paraId="64FED2CD" w14:textId="55C6C8CB" w:rsidR="00501896" w:rsidRDefault="003F1B06">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EC75BF">
          <w:rPr>
            <w:noProof/>
            <w:webHidden/>
          </w:rPr>
          <w:t>27</w:t>
        </w:r>
        <w:r w:rsidR="00501896">
          <w:rPr>
            <w:noProof/>
            <w:webHidden/>
          </w:rPr>
          <w:fldChar w:fldCharType="end"/>
        </w:r>
      </w:hyperlink>
    </w:p>
    <w:p w14:paraId="1EE9FE55" w14:textId="37CED0EF" w:rsidR="00501896" w:rsidRDefault="003F1B06">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EC75BF">
          <w:rPr>
            <w:noProof/>
            <w:webHidden/>
          </w:rPr>
          <w:t>27</w:t>
        </w:r>
        <w:r w:rsidR="00501896">
          <w:rPr>
            <w:noProof/>
            <w:webHidden/>
          </w:rPr>
          <w:fldChar w:fldCharType="end"/>
        </w:r>
      </w:hyperlink>
    </w:p>
    <w:p w14:paraId="11CEC006" w14:textId="64A58D13" w:rsidR="00501896" w:rsidRDefault="003F1B06">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EC75BF">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2E5A6D35" w14:textId="38ABC802" w:rsidR="0035531B" w:rsidRPr="007F2B24" w:rsidRDefault="0035531B" w:rsidP="007B796B">
      <w:pPr>
        <w:pStyle w:val="Textbezslovn"/>
        <w:spacing w:after="0"/>
        <w:ind w:left="2127" w:hanging="1390"/>
      </w:pPr>
      <w:r w:rsidRPr="007F2B24">
        <w:t xml:space="preserve">zastoupená: </w:t>
      </w:r>
      <w:r w:rsidRPr="007F2B24">
        <w:tab/>
      </w:r>
      <w:r w:rsidRPr="005406B5">
        <w:t>Ing. Mojmírem Nejezchlebem, náměstkem generálního ředitele pro modernizaci dráhy, na základě pověření č. 2372 ze dne 26. 02. 2018.</w:t>
      </w:r>
    </w:p>
    <w:p w14:paraId="5E1C4CB7" w14:textId="77777777" w:rsidR="0035531B" w:rsidRPr="007F2B24" w:rsidRDefault="0035531B" w:rsidP="0035531B">
      <w:pPr>
        <w:pStyle w:val="Nadpis1-1"/>
      </w:pPr>
      <w:bookmarkStart w:id="6" w:name="_Toc62649421"/>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0CBC2363"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D25EE3">
        <w:t>Bc. Martin Baudis</w:t>
      </w:r>
    </w:p>
    <w:p w14:paraId="7BD36AB3" w14:textId="4372D007" w:rsidR="00A92FBA" w:rsidRDefault="007F2B24" w:rsidP="00BC2638">
      <w:pPr>
        <w:pStyle w:val="Textbezslovn"/>
        <w:spacing w:after="0"/>
      </w:pPr>
      <w:r w:rsidRPr="00A92FBA">
        <w:t xml:space="preserve">telefon: </w:t>
      </w:r>
      <w:r w:rsidRPr="00A92FBA">
        <w:tab/>
      </w:r>
      <w:r w:rsidR="00D25EE3" w:rsidRPr="00D25EE3">
        <w:t>+ 420 601 570 898</w:t>
      </w:r>
    </w:p>
    <w:p w14:paraId="1CC4131D" w14:textId="7391CFE5" w:rsidR="00BC2638" w:rsidRPr="00A92FBA" w:rsidRDefault="007F2B24" w:rsidP="00BC2638">
      <w:pPr>
        <w:pStyle w:val="Textbezslovn"/>
        <w:spacing w:after="0"/>
      </w:pPr>
      <w:r w:rsidRPr="00A92FBA">
        <w:t xml:space="preserve">e-mail: </w:t>
      </w:r>
      <w:r w:rsidRPr="00A92FBA">
        <w:tab/>
      </w:r>
      <w:r w:rsidR="00326873" w:rsidRPr="000C474F">
        <w:t>BaudisM@spravazeleznic.cz</w:t>
      </w:r>
    </w:p>
    <w:p w14:paraId="291DFE40" w14:textId="10B985AF" w:rsidR="00BC2638" w:rsidRDefault="00BC2638" w:rsidP="00BC2638">
      <w:pPr>
        <w:pStyle w:val="Textbezslovn"/>
        <w:spacing w:after="0"/>
      </w:pPr>
      <w:r w:rsidRPr="00A92FBA">
        <w:t xml:space="preserve">adresa: </w:t>
      </w:r>
      <w:r w:rsidRPr="00A92FBA">
        <w:tab/>
      </w:r>
      <w:r w:rsidR="00326873" w:rsidRPr="000C474F">
        <w:t>Správa železnic, státní organizace</w:t>
      </w:r>
    </w:p>
    <w:p w14:paraId="23F4AF06" w14:textId="0F7E1C9E" w:rsidR="00326873" w:rsidRDefault="00326873" w:rsidP="00326873">
      <w:pPr>
        <w:pStyle w:val="Textbezslovn"/>
        <w:spacing w:after="0"/>
        <w:ind w:left="1446" w:firstLine="681"/>
      </w:pPr>
      <w:r w:rsidRPr="000C474F">
        <w:t>Stavební správa západ</w:t>
      </w:r>
    </w:p>
    <w:p w14:paraId="04710B46" w14:textId="77777777" w:rsidR="00326873" w:rsidRDefault="00326873" w:rsidP="00326873">
      <w:pPr>
        <w:pStyle w:val="Textbezslovn"/>
        <w:spacing w:after="0"/>
        <w:ind w:left="1446" w:firstLine="681"/>
      </w:pPr>
      <w:r w:rsidRPr="000C474F">
        <w:t>Sokolovská 1955/278</w:t>
      </w:r>
    </w:p>
    <w:p w14:paraId="2D751524" w14:textId="77777777" w:rsidR="00326873" w:rsidRPr="00A92FBA" w:rsidRDefault="00326873" w:rsidP="00326873">
      <w:pPr>
        <w:pStyle w:val="Textbezslovn"/>
        <w:spacing w:after="0"/>
        <w:ind w:left="1446" w:firstLine="681"/>
      </w:pPr>
      <w:r w:rsidRPr="000C474F">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64F9F0BE" w:rsidR="00E529E6" w:rsidRPr="00E529E6" w:rsidRDefault="00E529E6" w:rsidP="00E529E6">
      <w:pPr>
        <w:pStyle w:val="Textbezslovn"/>
        <w:rPr>
          <w:highlight w:val="green"/>
        </w:rPr>
      </w:pPr>
      <w:r>
        <w:t xml:space="preserve">Předmětem plnění je </w:t>
      </w:r>
      <w:r w:rsidRPr="004721AD">
        <w:t xml:space="preserve">zhotovení Projektové dokumentace pro stavební povolení, Projektové dokumentace pro provádění stavby a Zhotovení </w:t>
      </w:r>
      <w:r w:rsidRPr="00B4387F">
        <w:t>stavby souboru staveb „</w:t>
      </w:r>
      <w:r w:rsidR="00B4387F" w:rsidRPr="00B4387F">
        <w:rPr>
          <w:b/>
        </w:rPr>
        <w:t>Doplnění závor na přejezdech trati Karlovy Vary - Potůčky</w:t>
      </w:r>
      <w:r w:rsidRPr="00B4387F">
        <w:t>“. Konkrétně se jedná o jednotlivé stavby:</w:t>
      </w:r>
    </w:p>
    <w:p w14:paraId="65A611F0" w14:textId="21EDE415" w:rsidR="00E529E6" w:rsidRPr="00B4387F" w:rsidRDefault="00E529E6" w:rsidP="00E529E6">
      <w:pPr>
        <w:pStyle w:val="Textbezslovn"/>
      </w:pPr>
      <w:r w:rsidRPr="00B4387F">
        <w:t>„</w:t>
      </w:r>
      <w:r w:rsidR="00B4387F" w:rsidRPr="00B4387F">
        <w:rPr>
          <w:rFonts w:ascii="Verdana" w:hAnsi="Verdana" w:cs="Arial"/>
          <w:sz w:val="20"/>
          <w:szCs w:val="20"/>
        </w:rPr>
        <w:t>Doplnění závor na přejezdu P173 v km 20,548 trati Karlovy Vary - Potůčky</w:t>
      </w:r>
      <w:r w:rsidRPr="00B4387F">
        <w:t>“</w:t>
      </w:r>
    </w:p>
    <w:p w14:paraId="2F0B1508" w14:textId="77777777" w:rsidR="00E529E6" w:rsidRPr="00B4387F" w:rsidRDefault="00E529E6" w:rsidP="00E529E6">
      <w:pPr>
        <w:pStyle w:val="Textbezslovn"/>
      </w:pPr>
      <w:r w:rsidRPr="00B4387F">
        <w:t>(dále jen „Stavba 1“)</w:t>
      </w:r>
    </w:p>
    <w:p w14:paraId="57329C83" w14:textId="4DD6615F" w:rsidR="00E529E6" w:rsidRPr="00B4387F" w:rsidRDefault="00E529E6" w:rsidP="00E529E6">
      <w:pPr>
        <w:pStyle w:val="Textbezslovn"/>
      </w:pPr>
      <w:r w:rsidRPr="00B4387F">
        <w:t>„</w:t>
      </w:r>
      <w:r w:rsidR="00B4387F" w:rsidRPr="00B4387F">
        <w:rPr>
          <w:rFonts w:ascii="Verdana" w:hAnsi="Verdana" w:cs="Arial"/>
          <w:sz w:val="20"/>
          <w:szCs w:val="20"/>
        </w:rPr>
        <w:t>Doplnění závor na přejezdu P181 v km 24,331 trati Karlovy Vary – Potůčky</w:t>
      </w:r>
      <w:r w:rsidRPr="00B4387F">
        <w:t>“</w:t>
      </w:r>
    </w:p>
    <w:p w14:paraId="4BAB27CE" w14:textId="77777777" w:rsidR="00E529E6" w:rsidRPr="00B4387F" w:rsidRDefault="00E529E6" w:rsidP="00E529E6">
      <w:pPr>
        <w:pStyle w:val="Textbezslovn"/>
      </w:pPr>
      <w:r w:rsidRPr="00B4387F">
        <w:t>(dále jen „Stavba 2“)</w:t>
      </w:r>
    </w:p>
    <w:p w14:paraId="0022D7FE" w14:textId="5501FC74" w:rsidR="00E529E6" w:rsidRPr="00B4387F" w:rsidRDefault="00E529E6" w:rsidP="00E529E6">
      <w:pPr>
        <w:pStyle w:val="Textbezslovn"/>
      </w:pPr>
      <w:r w:rsidRPr="00B4387F">
        <w:t>„</w:t>
      </w:r>
      <w:r w:rsidR="00B4387F" w:rsidRPr="00B4387F">
        <w:rPr>
          <w:rFonts w:ascii="Verdana" w:hAnsi="Verdana" w:cs="Arial"/>
          <w:sz w:val="20"/>
          <w:szCs w:val="20"/>
        </w:rPr>
        <w:t>Doplnění závor na přejezdu P191 v km 34,661 trati Karlovy Vary – Potůčky</w:t>
      </w:r>
      <w:r w:rsidRPr="00B4387F">
        <w:t>“</w:t>
      </w:r>
    </w:p>
    <w:p w14:paraId="53C4C9B2" w14:textId="4AC0FC1D" w:rsidR="00E529E6" w:rsidRDefault="00E529E6" w:rsidP="00E529E6">
      <w:pPr>
        <w:pStyle w:val="Textbezslovn"/>
      </w:pPr>
      <w:r w:rsidRPr="00B4387F">
        <w:t>(dále jen „Stavba 3“)</w:t>
      </w:r>
    </w:p>
    <w:p w14:paraId="23E4C5DA" w14:textId="2E8FD64C" w:rsidR="00B4387F" w:rsidRPr="00B4387F" w:rsidRDefault="00B4387F" w:rsidP="00B4387F">
      <w:pPr>
        <w:pStyle w:val="Textbezslovn"/>
      </w:pPr>
      <w:r w:rsidRPr="00B4387F">
        <w:t>„</w:t>
      </w:r>
      <w:r w:rsidRPr="00B400FE">
        <w:rPr>
          <w:rFonts w:ascii="Verdana" w:hAnsi="Verdana" w:cs="Arial"/>
          <w:sz w:val="20"/>
          <w:szCs w:val="20"/>
        </w:rPr>
        <w:t>Do</w:t>
      </w:r>
      <w:r>
        <w:rPr>
          <w:rFonts w:ascii="Verdana" w:hAnsi="Verdana" w:cs="Arial"/>
          <w:sz w:val="20"/>
          <w:szCs w:val="20"/>
        </w:rPr>
        <w:t xml:space="preserve">plnění závor na přejezdu P203 v </w:t>
      </w:r>
      <w:r w:rsidRPr="00B400FE">
        <w:rPr>
          <w:rFonts w:ascii="Verdana" w:hAnsi="Verdana" w:cs="Arial"/>
          <w:sz w:val="20"/>
          <w:szCs w:val="20"/>
        </w:rPr>
        <w:t>km 45,281 trati Karlovy Vary – Potůčky</w:t>
      </w:r>
      <w:r w:rsidRPr="00B4387F">
        <w:t>“</w:t>
      </w:r>
    </w:p>
    <w:p w14:paraId="1A87010F" w14:textId="4494F921" w:rsidR="00B4387F" w:rsidRDefault="00B4387F" w:rsidP="00B4387F">
      <w:pPr>
        <w:pStyle w:val="Textbezslovn"/>
      </w:pPr>
      <w:r>
        <w:t>(dále jen „Stavba 4</w:t>
      </w:r>
      <w:r w:rsidRPr="00B4387F">
        <w:t>“)</w:t>
      </w:r>
    </w:p>
    <w:p w14:paraId="1320BE8F" w14:textId="3B70CAC3" w:rsidR="00A9754D" w:rsidRDefault="00A9754D" w:rsidP="00BC2638">
      <w:pPr>
        <w:pStyle w:val="Textbezslovn"/>
        <w:rPr>
          <w:highlight w:val="green"/>
        </w:rPr>
      </w:pPr>
    </w:p>
    <w:p w14:paraId="466E41D6" w14:textId="413B1851" w:rsidR="00BC2638" w:rsidRPr="00B4387F" w:rsidRDefault="00BC2638" w:rsidP="00BC2638">
      <w:pPr>
        <w:pStyle w:val="Textbezslovn"/>
      </w:pPr>
      <w:r w:rsidRPr="00B4387F">
        <w:t xml:space="preserve">Projektová dokumentace stavby bude zpracovaná ve stupni Projektová dokumentace pro stavební povolení nebo pro ohlášení stavby ve smyslu přílohy č. 3 vyhlášky </w:t>
      </w:r>
      <w:r w:rsidR="004E6C47" w:rsidRPr="00B4387F">
        <w:t xml:space="preserve">č. </w:t>
      </w:r>
      <w:r w:rsidRPr="00B4387F">
        <w:t>146/2008 Sb.</w:t>
      </w:r>
      <w:r w:rsidR="004E6C47" w:rsidRPr="00B4387F">
        <w:t>,</w:t>
      </w:r>
      <w:r w:rsidRPr="00B4387F">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B4387F" w:rsidRDefault="00BC2638" w:rsidP="00BC2638">
      <w:pPr>
        <w:pStyle w:val="Textbezslovn"/>
      </w:pPr>
      <w:r w:rsidRPr="00B4387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w:t>
      </w:r>
      <w:r w:rsidRPr="00B4387F">
        <w:lastRenderedPageBreak/>
        <w:t xml:space="preserve">Projektová dokumentace bude respektovat schválenou </w:t>
      </w:r>
      <w:r w:rsidR="00FA0295" w:rsidRPr="00B4387F">
        <w:t xml:space="preserve">zjednodušenou </w:t>
      </w:r>
      <w:r w:rsidRPr="00B4387F">
        <w:t>dokumentaci</w:t>
      </w:r>
      <w:r w:rsidR="00FA0295" w:rsidRPr="00B4387F">
        <w:t xml:space="preserve">. </w:t>
      </w:r>
      <w:r w:rsidRPr="00B4387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B4387F" w:rsidRDefault="00BC2638" w:rsidP="00BC2638">
      <w:pPr>
        <w:pStyle w:val="Textbezslovn"/>
      </w:pPr>
      <w:r w:rsidRPr="00B4387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B4387F">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473EA6E" w:rsidR="00BC2638" w:rsidRPr="005C76ED" w:rsidRDefault="00BC2638" w:rsidP="00A9754D">
      <w:pPr>
        <w:pStyle w:val="Text1-1"/>
        <w:ind w:left="737"/>
      </w:pPr>
      <w:r w:rsidRPr="005C76ED">
        <w:t>Předpokládaná hodnota veřejné zakázky činí</w:t>
      </w:r>
      <w:r w:rsidRPr="005C76ED">
        <w:rPr>
          <w:b/>
        </w:rPr>
        <w:t xml:space="preserve"> </w:t>
      </w:r>
      <w:r w:rsidR="00267BCC">
        <w:rPr>
          <w:b/>
        </w:rPr>
        <w:t>37 161</w:t>
      </w:r>
      <w:r w:rsidR="003D63AA">
        <w:rPr>
          <w:b/>
        </w:rPr>
        <w:t> </w:t>
      </w:r>
      <w:r w:rsidR="00267BCC">
        <w:rPr>
          <w:b/>
        </w:rPr>
        <w:t>061</w:t>
      </w:r>
      <w:r w:rsidR="003D63AA">
        <w:rPr>
          <w:b/>
        </w:rPr>
        <w:t>,-</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267BCC">
        <w:t>Předpokládaná hodnota jednotlivých staveb činí:</w:t>
      </w:r>
    </w:p>
    <w:p w14:paraId="399578C3" w14:textId="5E116C17" w:rsidR="003D63AA" w:rsidRPr="003D63AA" w:rsidRDefault="003D63AA" w:rsidP="003D63AA">
      <w:pPr>
        <w:pStyle w:val="Odstavec1-1a"/>
        <w:numPr>
          <w:ilvl w:val="0"/>
          <w:numId w:val="0"/>
        </w:numPr>
        <w:spacing w:after="0"/>
        <w:ind w:left="1077" w:hanging="340"/>
        <w:rPr>
          <w:rFonts w:cs="Arial"/>
          <w:lang w:eastAsia="cs-CZ"/>
        </w:rPr>
      </w:pPr>
      <w:r w:rsidRPr="003D63AA">
        <w:rPr>
          <w:rFonts w:cs="Arial"/>
          <w:lang w:eastAsia="cs-CZ"/>
        </w:rPr>
        <w:t>Stavba 1: 9 124 655,- Kč (bez DPH),</w:t>
      </w:r>
    </w:p>
    <w:p w14:paraId="3646A450" w14:textId="4380E99E" w:rsidR="003D63AA" w:rsidRPr="003D63AA" w:rsidRDefault="003D63AA" w:rsidP="003D63AA">
      <w:pPr>
        <w:pStyle w:val="Odstavec1-1a"/>
        <w:numPr>
          <w:ilvl w:val="0"/>
          <w:numId w:val="0"/>
        </w:numPr>
        <w:spacing w:after="0"/>
        <w:ind w:left="1077" w:hanging="340"/>
        <w:rPr>
          <w:rFonts w:cs="Arial"/>
          <w:lang w:eastAsia="cs-CZ"/>
        </w:rPr>
      </w:pPr>
      <w:r w:rsidRPr="003D63AA">
        <w:rPr>
          <w:rFonts w:cs="Arial"/>
          <w:lang w:eastAsia="cs-CZ"/>
        </w:rPr>
        <w:t>Stavba 2: 9 347 627,- Kč (bez DPH),</w:t>
      </w:r>
    </w:p>
    <w:p w14:paraId="4F1A51E0" w14:textId="0AA3469E" w:rsidR="003D63AA" w:rsidRPr="003D63AA" w:rsidRDefault="003D63AA" w:rsidP="003D63AA">
      <w:pPr>
        <w:pStyle w:val="Odstavec1-1a"/>
        <w:numPr>
          <w:ilvl w:val="0"/>
          <w:numId w:val="0"/>
        </w:numPr>
        <w:spacing w:after="0"/>
        <w:ind w:left="1077" w:hanging="340"/>
        <w:rPr>
          <w:rFonts w:cs="Arial"/>
          <w:lang w:eastAsia="cs-CZ"/>
        </w:rPr>
      </w:pPr>
      <w:r w:rsidRPr="003D63AA">
        <w:rPr>
          <w:rFonts w:cs="Arial"/>
          <w:lang w:eastAsia="cs-CZ"/>
        </w:rPr>
        <w:t>Stavba 3: 8 965 007,- Kč (bez DPH),</w:t>
      </w:r>
    </w:p>
    <w:p w14:paraId="2F48EA0C" w14:textId="736A7D13" w:rsidR="00EE5BA5" w:rsidRPr="003D63AA" w:rsidRDefault="003D63AA" w:rsidP="00EE5BA5">
      <w:pPr>
        <w:pStyle w:val="Odstavec1-1a"/>
        <w:numPr>
          <w:ilvl w:val="0"/>
          <w:numId w:val="0"/>
        </w:numPr>
        <w:spacing w:after="0"/>
        <w:ind w:left="1077" w:hanging="340"/>
        <w:rPr>
          <w:rFonts w:cs="Arial"/>
          <w:lang w:eastAsia="cs-CZ"/>
        </w:rPr>
      </w:pPr>
      <w:r w:rsidRPr="003D63AA">
        <w:rPr>
          <w:rFonts w:cs="Arial"/>
          <w:lang w:eastAsia="cs-CZ"/>
        </w:rPr>
        <w:t>Stavba 4: 9 723 772,- Kč (bez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CBD2ECB"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96142C">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lastRenderedPageBreak/>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D41CFAE" w14:textId="4D80C44B" w:rsidR="0035531B" w:rsidRPr="008F31FD" w:rsidRDefault="00FD39DE" w:rsidP="008F31F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03655FA7"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4318BB">
        <w:rPr>
          <w:b/>
        </w:rPr>
        <w:t>6 pracovních dnů</w:t>
      </w:r>
      <w:r w:rsidR="001F79F7" w:rsidRPr="004318BB">
        <w:t xml:space="preserve"> </w:t>
      </w:r>
      <w:r w:rsidRPr="004318BB">
        <w:t>před</w:t>
      </w:r>
      <w:r w:rsidRPr="00273B66">
        <w:t xml:space="preserve"> uplynutím lhůty pro podání nabídek</w:t>
      </w:r>
      <w:r w:rsidR="00693188" w:rsidRPr="00273B66">
        <w:t>, jinak zadavatel není povinen vysvětlení poskytnout</w:t>
      </w:r>
      <w:r w:rsidRPr="00273B66">
        <w:t>.</w:t>
      </w:r>
    </w:p>
    <w:p w14:paraId="0B436374" w14:textId="1D1BF609" w:rsidR="0035531B" w:rsidRPr="00273B66" w:rsidRDefault="00FD39DE" w:rsidP="001F79F7">
      <w:pPr>
        <w:pStyle w:val="Text1-1"/>
        <w:ind w:left="737"/>
      </w:pPr>
      <w:r w:rsidRPr="00273B66">
        <w:t>Zadavatel poskytne vysvětlení zad</w:t>
      </w:r>
      <w:r w:rsidR="009B75E8">
        <w:t xml:space="preserve">ávací dokumentace nejpozději </w:t>
      </w:r>
      <w:r w:rsidR="009B75E8" w:rsidRPr="009B75E8">
        <w:t xml:space="preserve">do </w:t>
      </w:r>
      <w:r w:rsidR="00B07880" w:rsidRPr="009B75E8">
        <w:rPr>
          <w:b/>
        </w:rPr>
        <w:t xml:space="preserve">3 </w:t>
      </w:r>
      <w:r w:rsidRPr="009B75E8">
        <w:rPr>
          <w:b/>
        </w:rPr>
        <w:t>pracovních dnů</w:t>
      </w:r>
      <w:r w:rsidR="009B75E8">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A7595F">
        <w:t xml:space="preserve">nejméně </w:t>
      </w:r>
      <w:r w:rsidR="00006FB3" w:rsidRPr="00A7595F">
        <w:t>3</w:t>
      </w:r>
      <w:r w:rsidR="00693188" w:rsidRPr="00A7595F">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AF0761" w:rsidRDefault="0035531B" w:rsidP="00CC4380">
      <w:pPr>
        <w:pStyle w:val="Odrka1-2-"/>
      </w:pPr>
      <w:r w:rsidRPr="00AF0761">
        <w:t>Revize, prohlídky</w:t>
      </w:r>
      <w:r w:rsidR="00845C50" w:rsidRPr="00AF0761">
        <w:t xml:space="preserve"> a </w:t>
      </w:r>
      <w:r w:rsidRPr="00AF0761">
        <w:t>zkoušky určených technických zařízení</w:t>
      </w:r>
      <w:r w:rsidR="00092CC9" w:rsidRPr="00AF0761">
        <w:t xml:space="preserve"> v </w:t>
      </w:r>
      <w:r w:rsidRPr="00AF0761">
        <w:t>provozu,</w:t>
      </w:r>
    </w:p>
    <w:p w14:paraId="3A6FD5AB" w14:textId="77777777" w:rsidR="0035531B" w:rsidRPr="00AF0761" w:rsidRDefault="0035531B" w:rsidP="00CC4380">
      <w:pPr>
        <w:pStyle w:val="Odrka1-2-"/>
      </w:pPr>
      <w:r w:rsidRPr="00AF0761">
        <w:t>Výkon zeměměřických činností,</w:t>
      </w:r>
    </w:p>
    <w:p w14:paraId="6F64E227" w14:textId="77777777" w:rsidR="0035531B" w:rsidRPr="00AF0761" w:rsidRDefault="00006FB3" w:rsidP="00006FB3">
      <w:pPr>
        <w:pStyle w:val="Odrka1-2-"/>
        <w:spacing w:after="120"/>
      </w:pPr>
      <w:r w:rsidRPr="00AF0761">
        <w:t>Projektová činnost ve výstavbě</w:t>
      </w:r>
      <w:r w:rsidR="0035531B" w:rsidRPr="00AF0761">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AF0761" w:rsidRDefault="00344A9C" w:rsidP="00344A9C">
      <w:pPr>
        <w:pStyle w:val="Odrka1-1"/>
        <w:numPr>
          <w:ilvl w:val="0"/>
          <w:numId w:val="0"/>
        </w:numPr>
        <w:ind w:left="1190" w:firstLine="341"/>
        <w:rPr>
          <w:b/>
        </w:rPr>
      </w:pPr>
      <w:r w:rsidRPr="00AF0761">
        <w:rPr>
          <w:b/>
        </w:rPr>
        <w:t xml:space="preserve">b) </w:t>
      </w:r>
      <w:r w:rsidRPr="00AF0761">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FA4EE7" w:rsidRDefault="0035531B" w:rsidP="00CC4380">
      <w:pPr>
        <w:pStyle w:val="Odrka1-2-"/>
      </w:pPr>
      <w:r w:rsidRPr="00FA4EE7">
        <w:t>Zadavatel požaduje předložení úředního oprávnění pro ověřování výsledků zeměměřických činností</w:t>
      </w:r>
      <w:r w:rsidR="00092CC9" w:rsidRPr="00FA4EE7">
        <w:t xml:space="preserve"> v </w:t>
      </w:r>
      <w:r w:rsidRPr="00FA4EE7">
        <w:t xml:space="preserve">rozsahu dle § 13 odst. 1 písm. </w:t>
      </w:r>
      <w:r w:rsidRPr="00FA4EE7">
        <w:rPr>
          <w:rStyle w:val="Tun9b"/>
        </w:rPr>
        <w:t>a)</w:t>
      </w:r>
      <w:r w:rsidR="00845C50" w:rsidRPr="00FA4EE7">
        <w:rPr>
          <w:rStyle w:val="Tun9b"/>
        </w:rPr>
        <w:t xml:space="preserve"> </w:t>
      </w:r>
      <w:r w:rsidR="00845C50" w:rsidRPr="00FA4EE7">
        <w:rPr>
          <w:rStyle w:val="Tun9b"/>
          <w:b w:val="0"/>
        </w:rPr>
        <w:t>a </w:t>
      </w:r>
      <w:r w:rsidRPr="00FA4EE7">
        <w:rPr>
          <w:rStyle w:val="Tun9b"/>
        </w:rPr>
        <w:t>c)</w:t>
      </w:r>
      <w:r w:rsidRPr="00FA4EE7">
        <w:t xml:space="preserve"> zákona č. 200/1994 Sb.,</w:t>
      </w:r>
      <w:r w:rsidR="00092CC9" w:rsidRPr="00FA4EE7">
        <w:t xml:space="preserve"> o </w:t>
      </w:r>
      <w:r w:rsidRPr="00FA4EE7">
        <w:t>zeměměřictví</w:t>
      </w:r>
      <w:r w:rsidR="00845C50" w:rsidRPr="00FA4EE7">
        <w:t xml:space="preserve"> a</w:t>
      </w:r>
      <w:r w:rsidR="00092CC9" w:rsidRPr="00FA4EE7">
        <w:t xml:space="preserve"> o </w:t>
      </w:r>
      <w:r w:rsidRPr="00FA4EE7">
        <w:t>změně</w:t>
      </w:r>
      <w:r w:rsidR="00845C50" w:rsidRPr="00FA4EE7">
        <w:t xml:space="preserve"> a </w:t>
      </w:r>
      <w:r w:rsidRPr="00FA4EE7">
        <w:t>doplnění některých zákonů souvisejících</w:t>
      </w:r>
      <w:r w:rsidR="00845C50" w:rsidRPr="00FA4EE7">
        <w:t xml:space="preserve"> s </w:t>
      </w:r>
      <w:r w:rsidRPr="00FA4EE7">
        <w:t>jeho zavedením, ve znění pozdějších předpisů.</w:t>
      </w:r>
    </w:p>
    <w:p w14:paraId="34756C04" w14:textId="77777777" w:rsidR="0035531B" w:rsidRPr="008B640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w:t>
      </w:r>
      <w:r w:rsidRPr="008B640C">
        <w:t>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8B640C">
        <w:t>.</w:t>
      </w:r>
    </w:p>
    <w:p w14:paraId="17BDB630" w14:textId="77777777" w:rsidR="0035531B" w:rsidRPr="008B640C" w:rsidRDefault="0035531B" w:rsidP="00CC4380">
      <w:pPr>
        <w:pStyle w:val="Textbezslovn"/>
        <w:ind w:left="1077"/>
      </w:pPr>
      <w:r w:rsidRPr="008B640C">
        <w:t>Doklady</w:t>
      </w:r>
      <w:r w:rsidR="00BC6D2B" w:rsidRPr="008B640C">
        <w:t xml:space="preserve"> k </w:t>
      </w:r>
      <w:r w:rsidRPr="008B640C">
        <w:t>prokázání profesní způsobilosti dodavatel</w:t>
      </w:r>
      <w:r w:rsidR="00092CC9" w:rsidRPr="008B640C">
        <w:t xml:space="preserve"> v </w:t>
      </w:r>
      <w:r w:rsidRPr="008B640C">
        <w:t>rámci nabídky nemusí předložit, pokud právní předpisy</w:t>
      </w:r>
      <w:r w:rsidR="00092CC9" w:rsidRPr="008B640C">
        <w:t xml:space="preserve"> v </w:t>
      </w:r>
      <w:r w:rsidRPr="008B640C">
        <w:t xml:space="preserve">zemi jeho sídla obdobnou profesní způsobilost nevyžadují. </w:t>
      </w:r>
    </w:p>
    <w:p w14:paraId="64031605" w14:textId="77777777" w:rsidR="0035531B" w:rsidRPr="008B640C" w:rsidRDefault="0035531B" w:rsidP="001F79F7">
      <w:pPr>
        <w:pStyle w:val="Text1-1"/>
        <w:ind w:left="737"/>
        <w:rPr>
          <w:rStyle w:val="Tun9b"/>
        </w:rPr>
      </w:pPr>
      <w:r w:rsidRPr="008B640C">
        <w:rPr>
          <w:rStyle w:val="Tun9b"/>
        </w:rPr>
        <w:t xml:space="preserve">Technická kvalifikace – seznam </w:t>
      </w:r>
      <w:r w:rsidR="00421A08" w:rsidRPr="008B640C">
        <w:rPr>
          <w:rStyle w:val="Tun9b"/>
        </w:rPr>
        <w:t xml:space="preserve">významných služeb a </w:t>
      </w:r>
      <w:r w:rsidRPr="008B640C">
        <w:rPr>
          <w:rStyle w:val="Tun9b"/>
        </w:rPr>
        <w:t>stavebních prací</w:t>
      </w:r>
    </w:p>
    <w:p w14:paraId="65709BB3" w14:textId="4914BD48" w:rsidR="00187DED" w:rsidRPr="008B640C" w:rsidRDefault="00187DED" w:rsidP="00187DED">
      <w:pPr>
        <w:pStyle w:val="Odrka1-1"/>
      </w:pPr>
      <w:r w:rsidRPr="008B640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8B640C">
        <w:t>DSP+</w:t>
      </w:r>
      <w:r w:rsidRPr="008B640C">
        <w:t xml:space="preserve">PDPS) </w:t>
      </w:r>
      <w:r w:rsidR="001E35F3" w:rsidRPr="008B640C">
        <w:t xml:space="preserve">ve společném stupni projektové dokumentace pro společné povolení a projektové dokumentace pro provádění stavby (DUSP+PDPS) </w:t>
      </w:r>
      <w:r w:rsidRPr="008B640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8B640C">
        <w:rPr>
          <w:b/>
        </w:rPr>
        <w:t>projektování automatického přejezdového zabezpečovacího zařízení</w:t>
      </w:r>
      <w:r w:rsidR="00146814" w:rsidRPr="008B640C">
        <w:rPr>
          <w:b/>
        </w:rPr>
        <w:t xml:space="preserve"> vč. přejezdové konstrukce</w:t>
      </w:r>
      <w:r w:rsidR="0007002E" w:rsidRPr="008B640C">
        <w:t xml:space="preserve">. </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64546190"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Pr="00637421">
        <w:rPr>
          <w:b/>
          <w:lang w:eastAsia="cs-CZ"/>
        </w:rPr>
        <w:t xml:space="preserve">alespoň </w:t>
      </w:r>
      <w:r w:rsidR="00637421" w:rsidRPr="00637421">
        <w:rPr>
          <w:b/>
          <w:u w:val="single"/>
          <w:lang w:eastAsia="cs-CZ"/>
        </w:rPr>
        <w:t>dvou</w:t>
      </w:r>
      <w:r w:rsidRPr="00637421">
        <w:rPr>
          <w:b/>
          <w:lang w:eastAsia="cs-CZ"/>
        </w:rPr>
        <w:t xml:space="preserve"> </w:t>
      </w:r>
      <w:r w:rsidRPr="00637421">
        <w:rPr>
          <w:b/>
        </w:rPr>
        <w:t xml:space="preserve"> automatických </w:t>
      </w:r>
      <w:r w:rsidRPr="00637421">
        <w:rPr>
          <w:b/>
          <w:lang w:eastAsia="cs-CZ"/>
        </w:rPr>
        <w:t>přejezdových zabezpečovacích zařízení vč. přejezdové konstrukce</w:t>
      </w:r>
      <w:r w:rsidRPr="00637421">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proofErr w:type="gramStart"/>
      <w:r w:rsidR="00DD72CB" w:rsidRPr="00556951">
        <w:t>této</w:t>
      </w:r>
      <w:proofErr w:type="gramEnd"/>
      <w:r w:rsidR="00DD72CB" w:rsidRPr="00556951">
        <w:t xml:space="preserve">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153756">
        <w:t>automatických přejezdových zabezpečovacích zařízení vč. přejezdové konstrukce</w:t>
      </w:r>
      <w:r w:rsidRPr="00153756">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lastRenderedPageBreak/>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4B63C4FB"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0B4AAA" w:rsidRPr="002D1B3F">
        <w:rPr>
          <w:b/>
          <w:u w:val="single"/>
          <w:lang w:eastAsia="cs-CZ"/>
        </w:rPr>
        <w:t>dvou</w:t>
      </w:r>
      <w:r w:rsidR="00EC46CA" w:rsidRPr="002D1B3F">
        <w:rPr>
          <w:b/>
          <w:lang w:eastAsia="cs-CZ"/>
        </w:rPr>
        <w:t xml:space="preserve"> </w:t>
      </w:r>
      <w:r w:rsidR="001840C6" w:rsidRPr="002D1B3F">
        <w:rPr>
          <w:b/>
          <w:lang w:eastAsia="cs-CZ"/>
        </w:rPr>
        <w:t>přejezdových zabezpečovacích zařízení reléového typu s elektronickými doplňky, nebo plně elektronického typu vč. přejezdové konstrukce</w:t>
      </w:r>
      <w:r w:rsidR="001840C6" w:rsidRPr="000B4AAA">
        <w:rPr>
          <w:lang w:eastAsia="cs-CZ"/>
        </w:rPr>
        <w:t xml:space="preserve"> (dále jen „PZZ</w:t>
      </w:r>
      <w:r w:rsidR="003E7EAF" w:rsidRPr="000B4AAA">
        <w:rPr>
          <w:lang w:eastAsia="cs-CZ"/>
        </w:rPr>
        <w:t xml:space="preserve"> vč. přejezdové konstrukce</w:t>
      </w:r>
      <w:r w:rsidR="001840C6" w:rsidRPr="000B4AAA">
        <w:rPr>
          <w:lang w:eastAsia="cs-CZ"/>
        </w:rPr>
        <w:t>“)</w:t>
      </w:r>
      <w:r w:rsidR="00EC46CA" w:rsidRPr="000B4AAA">
        <w:rPr>
          <w:lang w:eastAsia="cs-CZ"/>
        </w:rPr>
        <w:t>,</w:t>
      </w:r>
      <w:r w:rsidR="00EC46CA">
        <w:rPr>
          <w:lang w:eastAsia="cs-CZ"/>
        </w:rPr>
        <w:t xml:space="preserve"> a </w:t>
      </w:r>
      <w:r w:rsidR="00EC46CA" w:rsidRPr="000B4AAA">
        <w:rPr>
          <w:lang w:eastAsia="cs-CZ"/>
        </w:rPr>
        <w:t>to každého z</w:t>
      </w:r>
      <w:r w:rsidR="000B4AAA" w:rsidRPr="000B4AAA">
        <w:rPr>
          <w:lang w:eastAsia="cs-CZ"/>
        </w:rPr>
        <w:t> </w:t>
      </w:r>
      <w:r w:rsidR="00EC46CA" w:rsidRPr="000B4AAA">
        <w:rPr>
          <w:lang w:eastAsia="cs-CZ"/>
        </w:rPr>
        <w:t>nich</w:t>
      </w:r>
      <w:r w:rsidR="000B4AAA" w:rsidRPr="000B4AAA">
        <w:rPr>
          <w:lang w:eastAsia="cs-CZ"/>
        </w:rPr>
        <w:t xml:space="preserve"> </w:t>
      </w:r>
      <w:r w:rsidR="00EC46CA">
        <w:rPr>
          <w:lang w:eastAsia="cs-CZ"/>
        </w:rPr>
        <w:lastRenderedPageBreak/>
        <w:t xml:space="preserve">v minimální hodnotě plnění ve výši </w:t>
      </w:r>
      <w:r w:rsidR="000B4AAA" w:rsidRPr="000B4AAA">
        <w:rPr>
          <w:b/>
          <w:lang w:eastAsia="cs-CZ"/>
        </w:rPr>
        <w:t>8 500 000,-</w:t>
      </w:r>
      <w:r w:rsidR="00EC46CA" w:rsidRPr="000B4AAA">
        <w:rPr>
          <w:b/>
          <w:lang w:eastAsia="cs-CZ"/>
        </w:rPr>
        <w:t xml:space="preserve"> 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0B4AAA">
        <w:rPr>
          <w:lang w:eastAsia="cs-CZ"/>
        </w:rPr>
        <w:t>PZZ vč. přejezdové konstrukce)</w:t>
      </w:r>
      <w:r w:rsidR="00EC46CA" w:rsidRPr="000B4AAA">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w:t>
      </w:r>
      <w:proofErr w:type="gramStart"/>
      <w:r w:rsidRPr="0000237D">
        <w:t>této</w:t>
      </w:r>
      <w:proofErr w:type="gramEnd"/>
      <w:r w:rsidRPr="0000237D">
        <w:t xml:space="preserve">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00071543">
        <w:rPr>
          <w:lang w:eastAsia="cs-CZ"/>
        </w:rPr>
        <w:t xml:space="preserve"> </w:t>
      </w:r>
      <w:r w:rsidR="00071543" w:rsidRPr="00E76FDB">
        <w:rPr>
          <w:lang w:eastAsia="cs-CZ"/>
        </w:rPr>
        <w:t>vč. přejezdové konstrukce</w:t>
      </w:r>
      <w:r w:rsidRPr="00E76FDB">
        <w:t>, doba a místo provádění stavebních prací, identifikace</w:t>
      </w:r>
      <w:r w:rsidRPr="0000237D">
        <w:t xml:space="preserve"> objednatele a kontaktní údaje na osobu na straně objednatele, u níž je možné ověřit rozhodné skutečnosti ohledně realizované stavební práce. Přílohou seznamu budou </w:t>
      </w:r>
      <w:r w:rsidRPr="0000237D">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00EA0048">
        <w:rPr>
          <w:lang w:eastAsia="cs-CZ"/>
        </w:rPr>
        <w:t xml:space="preserve"> </w:t>
      </w:r>
      <w:r w:rsidR="00EA0048" w:rsidRPr="00E76FDB">
        <w:rPr>
          <w:lang w:eastAsia="cs-CZ"/>
        </w:rPr>
        <w:t>vč. přejezdové konstrukce</w:t>
      </w:r>
      <w:r w:rsidRPr="00E76FDB">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w:t>
      </w:r>
      <w:r w:rsidRPr="0000237D">
        <w:lastRenderedPageBreak/>
        <w:t>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3C89FE6" w14:textId="7369E9FF" w:rsidR="006B6FDB" w:rsidRPr="0000237D" w:rsidRDefault="00AF4A09" w:rsidP="00D030A3">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D030A3" w:rsidRDefault="00E14DD4" w:rsidP="00E14DD4">
      <w:pPr>
        <w:pStyle w:val="Odrka1-2-"/>
      </w:pPr>
      <w:r w:rsidRPr="00D030A3">
        <w:t>vysokoškolské vzdělání;</w:t>
      </w:r>
    </w:p>
    <w:p w14:paraId="4EC148BF" w14:textId="1D655A41" w:rsidR="008030A8" w:rsidRPr="00D030A3" w:rsidRDefault="00E14DD4" w:rsidP="00E14DD4">
      <w:pPr>
        <w:pStyle w:val="Odrka1-2-"/>
      </w:pPr>
      <w:r w:rsidRPr="00D030A3">
        <w:t xml:space="preserve">nejméně 5 let praxe v projektování </w:t>
      </w:r>
      <w:r w:rsidR="00E53E11" w:rsidRPr="00D030A3">
        <w:t>zabezpečovacího zařízení</w:t>
      </w:r>
      <w:r w:rsidRPr="00D030A3">
        <w:t xml:space="preserve"> </w:t>
      </w:r>
      <w:r w:rsidR="00E46A80" w:rsidRPr="00D030A3">
        <w:t xml:space="preserve">železničních </w:t>
      </w:r>
      <w:r w:rsidR="00C34023" w:rsidRPr="00D030A3">
        <w:t>drah;</w:t>
      </w:r>
    </w:p>
    <w:p w14:paraId="3CA8A3E1" w14:textId="03C8EBD4" w:rsidR="00CF3409" w:rsidRPr="009C4F8C" w:rsidRDefault="008030A8" w:rsidP="00CF3409">
      <w:pPr>
        <w:pStyle w:val="Odrka1-2-"/>
      </w:pPr>
      <w:r w:rsidRPr="00D030A3">
        <w:t>zkušenost s projektováním alespoň jedné zakázky na projektové práce pro stavby železničních drah ve stupni</w:t>
      </w:r>
      <w:r w:rsidRPr="005B3029">
        <w:t xml:space="preserve"> DSP nebo DUSP </w:t>
      </w:r>
      <w:r w:rsidRPr="0000237D">
        <w:t>nebo DSP</w:t>
      </w:r>
      <w:r>
        <w:t>+</w:t>
      </w:r>
      <w:r w:rsidRPr="0000237D">
        <w:t>PDPS</w:t>
      </w:r>
      <w:r>
        <w:t xml:space="preserve"> nebo DUSP+PDPS</w:t>
      </w:r>
      <w:r w:rsidRPr="0000237D">
        <w:t xml:space="preserve">, které obsahovaly mimo jiné alespoň následující činnosti: </w:t>
      </w:r>
      <w:r w:rsidRPr="00C12568">
        <w:t xml:space="preserve">projektování automatického přejezdového </w:t>
      </w:r>
      <w:r w:rsidRPr="00F71091">
        <w:t>zabezpečovacího zařízení</w:t>
      </w:r>
      <w:r w:rsidR="00CF3409" w:rsidRPr="00F71091">
        <w:t xml:space="preserve">, </w:t>
      </w:r>
      <w:r w:rsidR="00CF3409" w:rsidRPr="00F71091">
        <w:rPr>
          <w:rFonts w:eastAsia="Times New Roman" w:cs="Calibri"/>
          <w:lang w:eastAsia="cs-CZ"/>
        </w:rPr>
        <w:t>přičemž</w:t>
      </w:r>
      <w:r w:rsidR="00CF3409" w:rsidRPr="00450888">
        <w:rPr>
          <w:rFonts w:eastAsia="Times New Roman" w:cs="Calibri"/>
          <w:lang w:eastAsia="cs-CZ"/>
        </w:rPr>
        <w:t xml:space="preserve"> se musí jednat o zakázku dokončenou</w:t>
      </w:r>
      <w:r w:rsidR="00CF3409">
        <w:rPr>
          <w:rFonts w:eastAsia="Times New Roman" w:cs="Calibri"/>
          <w:lang w:eastAsia="cs-CZ"/>
        </w:rPr>
        <w:t xml:space="preserve"> (</w:t>
      </w:r>
      <w:r w:rsidR="00CF3409" w:rsidRPr="00450888">
        <w:rPr>
          <w:rFonts w:eastAsia="Times New Roman" w:cs="Calibri"/>
          <w:lang w:eastAsia="cs-CZ"/>
        </w:rPr>
        <w:t>pokud byla referovaná činnost součástí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 xml:space="preserve">postačí, pokud je </w:t>
      </w:r>
      <w:r w:rsidR="00CF3409" w:rsidRPr="009C4F8C">
        <w:rPr>
          <w:rFonts w:eastAsia="Times New Roman" w:cs="Calibri"/>
          <w:lang w:eastAsia="cs-CZ"/>
        </w:rPr>
        <w:t>dokončeno plnění v rozsahu referované činnosti)</w:t>
      </w:r>
      <w:r w:rsidR="00CF3409" w:rsidRPr="009C4F8C">
        <w:t>;</w:t>
      </w:r>
    </w:p>
    <w:p w14:paraId="4DBC39CF" w14:textId="77777777" w:rsidR="00E14DD4" w:rsidRPr="009C4F8C" w:rsidRDefault="00E14DD4" w:rsidP="009C4F8C">
      <w:pPr>
        <w:pStyle w:val="Odrka1-2-"/>
        <w:spacing w:after="120"/>
        <w:rPr>
          <w:rStyle w:val="Tun9b"/>
          <w:b w:val="0"/>
        </w:rPr>
      </w:pPr>
      <w:r w:rsidRPr="009C4F8C">
        <w:t xml:space="preserve">doklad o autorizaci v rozsahu dle § 5 odst. 3 písm. </w:t>
      </w:r>
      <w:r w:rsidRPr="007539BD">
        <w:rPr>
          <w:b/>
        </w:rPr>
        <w:t>e)</w:t>
      </w:r>
      <w:r w:rsidRPr="009C4F8C">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7539BD">
        <w:rPr>
          <w:b/>
        </w:rPr>
        <w:t>technologická zařízení staveb</w:t>
      </w:r>
      <w:r w:rsidRPr="009C4F8C">
        <w:t>;</w:t>
      </w:r>
    </w:p>
    <w:p w14:paraId="490290BE" w14:textId="77777777" w:rsidR="0035531B" w:rsidRPr="0000237D" w:rsidRDefault="0035531B" w:rsidP="00275DE5">
      <w:pPr>
        <w:pStyle w:val="Odstavec1-1a"/>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9C4F8C" w:rsidRDefault="0035531B" w:rsidP="00930B79">
      <w:pPr>
        <w:pStyle w:val="Odrka1-2-"/>
      </w:pPr>
      <w:r w:rsidRPr="009C4F8C">
        <w:t>nejméně 5 let praxe</w:t>
      </w:r>
      <w:r w:rsidR="00092CC9" w:rsidRPr="009C4F8C">
        <w:t xml:space="preserve"> v </w:t>
      </w:r>
      <w:r w:rsidRPr="009C4F8C">
        <w:t xml:space="preserve">řízení provádění staveb železničních drah; </w:t>
      </w:r>
    </w:p>
    <w:p w14:paraId="320226E1" w14:textId="78832D53" w:rsidR="0035531B" w:rsidRPr="009C4F8C" w:rsidRDefault="00AF4A09" w:rsidP="00AF4A09">
      <w:pPr>
        <w:pStyle w:val="Odrka1-2-"/>
      </w:pPr>
      <w:r w:rsidRPr="009C4F8C">
        <w:lastRenderedPageBreak/>
        <w:t xml:space="preserve">zkušenost s řízením realizace alespoň jedné zakázky </w:t>
      </w:r>
      <w:r w:rsidR="00642162" w:rsidRPr="009C4F8C">
        <w:t>na stavební práce, jež zahrnovala novostavbu</w:t>
      </w:r>
      <w:r w:rsidR="004A5FBB" w:rsidRPr="009C4F8C">
        <w:t>,</w:t>
      </w:r>
      <w:r w:rsidR="00642162" w:rsidRPr="009C4F8C">
        <w:t xml:space="preserve"> rekonstrukci </w:t>
      </w:r>
      <w:r w:rsidR="004A5FBB" w:rsidRPr="009C4F8C">
        <w:t xml:space="preserve">nebo opravu </w:t>
      </w:r>
      <w:r w:rsidRPr="009C4F8C">
        <w:t>stavby železničních drah v hodnotě nejméně</w:t>
      </w:r>
      <w:r w:rsidRPr="0071152F">
        <w:t xml:space="preserve"> </w:t>
      </w:r>
      <w:r w:rsidR="009C4F8C" w:rsidRPr="009C4F8C">
        <w:rPr>
          <w:b/>
        </w:rPr>
        <w:t>10</w:t>
      </w:r>
      <w:r w:rsidR="0071152F">
        <w:rPr>
          <w:b/>
        </w:rPr>
        <w:t xml:space="preserve"> </w:t>
      </w:r>
      <w:r w:rsidR="009C4F8C" w:rsidRPr="009C4F8C">
        <w:rPr>
          <w:b/>
        </w:rPr>
        <w:t>000</w:t>
      </w:r>
      <w:r w:rsidR="0071152F">
        <w:rPr>
          <w:b/>
        </w:rPr>
        <w:t xml:space="preserve"> </w:t>
      </w:r>
      <w:r w:rsidR="009C4F8C" w:rsidRPr="009C4F8C">
        <w:rPr>
          <w:b/>
        </w:rPr>
        <w:t>000</w:t>
      </w:r>
      <w:r w:rsidR="00ED09D3">
        <w:rPr>
          <w:b/>
        </w:rPr>
        <w:t>,-</w:t>
      </w:r>
      <w:r w:rsidRPr="009C4F8C">
        <w:rPr>
          <w:b/>
        </w:rPr>
        <w:t xml:space="preserve"> Kč </w:t>
      </w:r>
      <w:r w:rsidRPr="00470F84">
        <w:rPr>
          <w:b/>
        </w:rPr>
        <w:t>bez DPH</w:t>
      </w:r>
      <w:r w:rsidRPr="009C4F8C">
        <w:t xml:space="preserve">, a to v posledních 10 letech před zahájením </w:t>
      </w:r>
      <w:r w:rsidR="00E14DD4" w:rsidRPr="009C4F8C">
        <w:t xml:space="preserve">výběrového řízení, </w:t>
      </w:r>
      <w:r w:rsidRPr="009C4F8C">
        <w:t xml:space="preserve">jejíž </w:t>
      </w:r>
      <w:r w:rsidR="00E14DD4" w:rsidRPr="009C4F8C">
        <w:t>součástí</w:t>
      </w:r>
      <w:r w:rsidRPr="009C4F8C">
        <w:t xml:space="preserve"> byla mimo jiné </w:t>
      </w:r>
      <w:r w:rsidR="00BE3236" w:rsidRPr="009C4F8C">
        <w:t>novostavba</w:t>
      </w:r>
      <w:r w:rsidR="00707B4F" w:rsidRPr="009C4F8C">
        <w:t>,</w:t>
      </w:r>
      <w:r w:rsidR="00BE3236" w:rsidRPr="009C4F8C">
        <w:t xml:space="preserve"> </w:t>
      </w:r>
      <w:r w:rsidRPr="009C4F8C">
        <w:t>rekonstrukce</w:t>
      </w:r>
      <w:r w:rsidR="00707B4F" w:rsidRPr="009C4F8C">
        <w:t xml:space="preserve"> nebo oprava</w:t>
      </w:r>
      <w:r w:rsidRPr="009C4F8C">
        <w:t xml:space="preserve"> </w:t>
      </w:r>
      <w:r w:rsidR="00E14DD4" w:rsidRPr="009C4F8C">
        <w:rPr>
          <w:rFonts w:ascii="Verdana" w:hAnsi="Verdana" w:cs="Calibri"/>
        </w:rPr>
        <w:t>přejezdových zabezpečovacích zařízení</w:t>
      </w:r>
      <w:r w:rsidR="00E14DD4" w:rsidRPr="009C4F8C">
        <w:rPr>
          <w:rFonts w:ascii="Verdana" w:hAnsi="Verdana" w:cs="Calibri"/>
          <w:color w:val="FF0000"/>
        </w:rPr>
        <w:t xml:space="preserve"> </w:t>
      </w:r>
      <w:r w:rsidR="00E14DD4" w:rsidRPr="009C4F8C">
        <w:rPr>
          <w:rFonts w:ascii="Verdana" w:hAnsi="Verdana" w:cs="Calibri"/>
        </w:rPr>
        <w:t>reléového typu s elektronickými doplňky, nebo plně elektronického typu vč. přejezdové konstrukce</w:t>
      </w:r>
      <w:r w:rsidR="0035531B" w:rsidRPr="009C4F8C">
        <w:t>;</w:t>
      </w:r>
    </w:p>
    <w:p w14:paraId="179A43A2" w14:textId="4D9E9FC5" w:rsidR="0035531B" w:rsidRPr="004910A8" w:rsidRDefault="0035531B" w:rsidP="009C4F8C">
      <w:pPr>
        <w:pStyle w:val="Odrka1-2-"/>
        <w:spacing w:after="120"/>
      </w:pPr>
      <w:r w:rsidRPr="009C4F8C">
        <w:t>musí předložit doklad</w:t>
      </w:r>
      <w:r w:rsidR="00092CC9" w:rsidRPr="009C4F8C">
        <w:t xml:space="preserve"> o </w:t>
      </w:r>
      <w:r w:rsidRPr="009C4F8C">
        <w:t>autorizaci</w:t>
      </w:r>
      <w:r w:rsidR="00092CC9" w:rsidRPr="009C4F8C">
        <w:t xml:space="preserve"> v </w:t>
      </w:r>
      <w:r w:rsidRPr="009C4F8C">
        <w:t xml:space="preserve">rozsahu dle § 5 odst. 3 písm. </w:t>
      </w:r>
      <w:r w:rsidR="006B6FDB" w:rsidRPr="009C4F8C">
        <w:rPr>
          <w:b/>
        </w:rPr>
        <w:t>e</w:t>
      </w:r>
      <w:r w:rsidRPr="009C4F8C">
        <w:rPr>
          <w:b/>
        </w:rPr>
        <w:t>)</w:t>
      </w:r>
      <w:r w:rsidRPr="009C4F8C">
        <w:t xml:space="preserve"> </w:t>
      </w:r>
      <w:r w:rsidR="007476A8" w:rsidRPr="004910A8">
        <w:t xml:space="preserve">autorizačního </w:t>
      </w:r>
      <w:r w:rsidRPr="004910A8">
        <w:t>zákona, tedy</w:t>
      </w:r>
      <w:r w:rsidR="00092CC9" w:rsidRPr="004910A8">
        <w:t xml:space="preserve"> v </w:t>
      </w:r>
      <w:r w:rsidRPr="004910A8">
        <w:t xml:space="preserve">oboru </w:t>
      </w:r>
      <w:r w:rsidR="006B6FDB" w:rsidRPr="004910A8">
        <w:rPr>
          <w:b/>
        </w:rPr>
        <w:t>technologická zařízení staveb</w:t>
      </w:r>
      <w:r w:rsidRPr="004910A8">
        <w:t>;</w:t>
      </w:r>
    </w:p>
    <w:p w14:paraId="142152AE" w14:textId="77777777" w:rsidR="0035531B" w:rsidRPr="004910A8" w:rsidRDefault="0035531B" w:rsidP="00930B79">
      <w:pPr>
        <w:pStyle w:val="Odstavec1-1a"/>
        <w:rPr>
          <w:rStyle w:val="Tun9b"/>
        </w:rPr>
      </w:pPr>
      <w:r w:rsidRPr="004910A8">
        <w:rPr>
          <w:rStyle w:val="Tun9b"/>
        </w:rPr>
        <w:t>specialista (vedoucí prací) na železniční svršek</w:t>
      </w:r>
      <w:r w:rsidR="00AF4A09" w:rsidRPr="004910A8">
        <w:rPr>
          <w:rStyle w:val="Tun9b"/>
        </w:rPr>
        <w:t xml:space="preserve"> a spodek</w:t>
      </w:r>
      <w:r w:rsidRPr="004910A8">
        <w:rPr>
          <w:rStyle w:val="Tun9b"/>
        </w:rPr>
        <w:t xml:space="preserve"> </w:t>
      </w:r>
    </w:p>
    <w:p w14:paraId="5D6D92DC" w14:textId="77777777" w:rsidR="0035531B" w:rsidRPr="004910A8" w:rsidRDefault="0035531B" w:rsidP="00930B79">
      <w:pPr>
        <w:pStyle w:val="Odrka1-2-"/>
      </w:pPr>
      <w:r w:rsidRPr="004910A8">
        <w:t>minimálně středoškolské vzdělání;</w:t>
      </w:r>
    </w:p>
    <w:p w14:paraId="4FA7DDDC" w14:textId="77777777" w:rsidR="0035531B" w:rsidRPr="004910A8" w:rsidRDefault="0035531B" w:rsidP="00930B79">
      <w:pPr>
        <w:pStyle w:val="Odrka1-2-"/>
      </w:pPr>
      <w:r w:rsidRPr="004910A8">
        <w:t>nejméně 5 let praxe</w:t>
      </w:r>
      <w:r w:rsidR="00092CC9" w:rsidRPr="004910A8">
        <w:t xml:space="preserve"> v </w:t>
      </w:r>
      <w:r w:rsidRPr="004910A8">
        <w:t xml:space="preserve">oboru své specializace </w:t>
      </w:r>
      <w:r w:rsidR="00B07880" w:rsidRPr="004910A8">
        <w:t xml:space="preserve">(železniční svršek a spodek) </w:t>
      </w:r>
      <w:r w:rsidRPr="004910A8">
        <w:t>při provádění staveb;</w:t>
      </w:r>
    </w:p>
    <w:p w14:paraId="75F715E3" w14:textId="77777777" w:rsidR="0035531B" w:rsidRPr="004910A8" w:rsidRDefault="0096212A" w:rsidP="004910A8">
      <w:pPr>
        <w:pStyle w:val="Odrka1-2-"/>
        <w:spacing w:after="120"/>
      </w:pPr>
      <w:r w:rsidRPr="004910A8">
        <w:t xml:space="preserve">musí předložit doklad o autorizaci v rozsahu dle § 5 odst. 3 písm. </w:t>
      </w:r>
      <w:r w:rsidRPr="004910A8">
        <w:rPr>
          <w:b/>
        </w:rPr>
        <w:t>b)</w:t>
      </w:r>
      <w:r w:rsidRPr="004910A8">
        <w:t xml:space="preserve"> autorizačního zákona, tedy v oboru </w:t>
      </w:r>
      <w:r w:rsidRPr="004910A8">
        <w:rPr>
          <w:b/>
        </w:rPr>
        <w:t>dopravní stavby</w:t>
      </w:r>
      <w:r w:rsidRPr="004910A8">
        <w:t>;</w:t>
      </w:r>
    </w:p>
    <w:p w14:paraId="230FA4EC" w14:textId="77777777" w:rsidR="0035531B" w:rsidRPr="004433F4" w:rsidRDefault="0035531B" w:rsidP="008B2021">
      <w:pPr>
        <w:pStyle w:val="Odstavec1-1a"/>
        <w:rPr>
          <w:rStyle w:val="Tun9b"/>
        </w:rPr>
      </w:pPr>
      <w:r w:rsidRPr="004433F4">
        <w:rPr>
          <w:rStyle w:val="Tun9b"/>
        </w:rPr>
        <w:t xml:space="preserve">specialista (vedoucí prací) na </w:t>
      </w:r>
      <w:r w:rsidR="00AF4A09" w:rsidRPr="004433F4">
        <w:rPr>
          <w:rStyle w:val="Tun9b"/>
        </w:rPr>
        <w:t xml:space="preserve">sdělovací a </w:t>
      </w:r>
      <w:r w:rsidRPr="004433F4">
        <w:rPr>
          <w:rStyle w:val="Tun9b"/>
        </w:rPr>
        <w:t>zabezpečovací zařízení</w:t>
      </w:r>
    </w:p>
    <w:p w14:paraId="2A36A42A" w14:textId="77777777" w:rsidR="0035531B" w:rsidRPr="004433F4" w:rsidRDefault="0035531B" w:rsidP="008B2021">
      <w:pPr>
        <w:pStyle w:val="Odrka1-2-"/>
      </w:pPr>
      <w:r w:rsidRPr="004433F4">
        <w:t>minimálně středoškolské vzdělání;</w:t>
      </w:r>
    </w:p>
    <w:p w14:paraId="0D449C1A" w14:textId="77777777" w:rsidR="0035531B" w:rsidRPr="004433F4" w:rsidRDefault="0035531B" w:rsidP="008B2021">
      <w:pPr>
        <w:pStyle w:val="Odrka1-2-"/>
      </w:pPr>
      <w:r w:rsidRPr="004433F4">
        <w:t>nejméně 5 let praxe</w:t>
      </w:r>
      <w:r w:rsidR="00092CC9" w:rsidRPr="004433F4">
        <w:t xml:space="preserve"> v </w:t>
      </w:r>
      <w:r w:rsidRPr="004433F4">
        <w:t xml:space="preserve">oboru své specializace </w:t>
      </w:r>
      <w:r w:rsidR="00B07880" w:rsidRPr="004433F4">
        <w:t xml:space="preserve">(sdělovací a zabezpečovací zařízení) </w:t>
      </w:r>
      <w:r w:rsidRPr="004433F4">
        <w:t>při provádění staveb;</w:t>
      </w:r>
    </w:p>
    <w:p w14:paraId="1C2557CE" w14:textId="77777777" w:rsidR="0035531B" w:rsidRPr="004433F4" w:rsidRDefault="0035531B" w:rsidP="004433F4">
      <w:pPr>
        <w:pStyle w:val="Odrka1-2-"/>
        <w:spacing w:after="120"/>
      </w:pPr>
      <w:r w:rsidRPr="004433F4">
        <w:t>musí předložit doklad</w:t>
      </w:r>
      <w:r w:rsidR="00092CC9" w:rsidRPr="004433F4">
        <w:t xml:space="preserve"> o </w:t>
      </w:r>
      <w:r w:rsidRPr="004433F4">
        <w:t>autorizaci</w:t>
      </w:r>
      <w:r w:rsidR="00092CC9" w:rsidRPr="004433F4">
        <w:t xml:space="preserve"> v </w:t>
      </w:r>
      <w:r w:rsidRPr="004433F4">
        <w:t xml:space="preserve">rozsahu dle § 5 odst. 3 písm. </w:t>
      </w:r>
      <w:r w:rsidRPr="004433F4">
        <w:rPr>
          <w:b/>
        </w:rPr>
        <w:t>e)</w:t>
      </w:r>
      <w:r w:rsidRPr="004433F4">
        <w:t xml:space="preserve"> autorizačního zákona, tedy</w:t>
      </w:r>
      <w:r w:rsidR="00092CC9" w:rsidRPr="004433F4">
        <w:t xml:space="preserve"> v </w:t>
      </w:r>
      <w:r w:rsidRPr="004433F4">
        <w:t xml:space="preserve">oboru </w:t>
      </w:r>
      <w:r w:rsidRPr="004433F4">
        <w:rPr>
          <w:b/>
        </w:rPr>
        <w:t>technologická zařízení</w:t>
      </w:r>
      <w:r w:rsidRPr="004433F4">
        <w:t xml:space="preserve"> </w:t>
      </w:r>
      <w:r w:rsidRPr="004433F4">
        <w:rPr>
          <w:b/>
        </w:rPr>
        <w:t>staveb</w:t>
      </w:r>
      <w:r w:rsidRPr="004433F4">
        <w:t>;</w:t>
      </w:r>
    </w:p>
    <w:p w14:paraId="5FA642D1" w14:textId="77777777" w:rsidR="0035531B" w:rsidRPr="00EF07BB" w:rsidRDefault="0035531B" w:rsidP="008B2021">
      <w:pPr>
        <w:pStyle w:val="Odstavec1-1a"/>
        <w:rPr>
          <w:rStyle w:val="Tun9b"/>
        </w:rPr>
      </w:pPr>
      <w:r w:rsidRPr="00EF07BB">
        <w:rPr>
          <w:rStyle w:val="Tun9b"/>
        </w:rPr>
        <w:t xml:space="preserve">specialista (vedoucí prací) na </w:t>
      </w:r>
      <w:r w:rsidR="00AF4A09" w:rsidRPr="00EF07BB">
        <w:rPr>
          <w:rStyle w:val="Tun9b"/>
        </w:rPr>
        <w:t>silnoproud</w:t>
      </w:r>
      <w:r w:rsidRPr="00EF07BB">
        <w:rPr>
          <w:rStyle w:val="Tun9b"/>
        </w:rPr>
        <w:t xml:space="preserve"> </w:t>
      </w:r>
    </w:p>
    <w:p w14:paraId="085E229F" w14:textId="77777777" w:rsidR="0035531B" w:rsidRPr="00EF07BB" w:rsidRDefault="0035531B" w:rsidP="008B2021">
      <w:pPr>
        <w:pStyle w:val="Odrka1-2-"/>
      </w:pPr>
      <w:r w:rsidRPr="00EF07BB">
        <w:t>minimálně středoškolské vzdělání;</w:t>
      </w:r>
    </w:p>
    <w:p w14:paraId="1E62E74F" w14:textId="77777777" w:rsidR="0035531B" w:rsidRPr="00EF07BB" w:rsidRDefault="0035531B" w:rsidP="008B2021">
      <w:pPr>
        <w:pStyle w:val="Odrka1-2-"/>
      </w:pPr>
      <w:r w:rsidRPr="00EF07BB">
        <w:t>nejméně 5 let praxe</w:t>
      </w:r>
      <w:r w:rsidR="00092CC9" w:rsidRPr="00EF07BB">
        <w:t xml:space="preserve"> v </w:t>
      </w:r>
      <w:r w:rsidRPr="00EF07BB">
        <w:t xml:space="preserve">oboru své specializace </w:t>
      </w:r>
      <w:r w:rsidR="00B07880" w:rsidRPr="00EF07BB">
        <w:t xml:space="preserve">(silnoproud) </w:t>
      </w:r>
      <w:r w:rsidRPr="00EF07BB">
        <w:t>při provádění staveb;</w:t>
      </w:r>
    </w:p>
    <w:p w14:paraId="5350885B" w14:textId="77777777" w:rsidR="0035531B" w:rsidRPr="00EF07BB" w:rsidRDefault="0035531B" w:rsidP="00EF07BB">
      <w:pPr>
        <w:pStyle w:val="Odrka1-2-"/>
        <w:spacing w:after="120"/>
      </w:pPr>
      <w:r w:rsidRPr="00EF07BB">
        <w:t>musí předložit doklad</w:t>
      </w:r>
      <w:r w:rsidR="00092CC9" w:rsidRPr="00EF07BB">
        <w:t xml:space="preserve"> o </w:t>
      </w:r>
      <w:r w:rsidRPr="00EF07BB">
        <w:t>autorizaci</w:t>
      </w:r>
      <w:r w:rsidR="00092CC9" w:rsidRPr="00EF07BB">
        <w:t xml:space="preserve"> v </w:t>
      </w:r>
      <w:r w:rsidRPr="00EF07BB">
        <w:t xml:space="preserve">rozsahu dle § 5 odst. 3 písm. </w:t>
      </w:r>
      <w:r w:rsidRPr="00EF07BB">
        <w:rPr>
          <w:b/>
        </w:rPr>
        <w:t>e)</w:t>
      </w:r>
      <w:r w:rsidRPr="00EF07BB">
        <w:t xml:space="preserve"> autorizačního zákona, tedy</w:t>
      </w:r>
      <w:r w:rsidR="00092CC9" w:rsidRPr="00EF07BB">
        <w:t xml:space="preserve"> v </w:t>
      </w:r>
      <w:r w:rsidRPr="00EF07BB">
        <w:t xml:space="preserve">oboru </w:t>
      </w:r>
      <w:r w:rsidRPr="00EF07BB">
        <w:rPr>
          <w:b/>
        </w:rPr>
        <w:t>technologická zařízení staveb</w:t>
      </w:r>
      <w:r w:rsidRPr="00EF07BB">
        <w:t>;</w:t>
      </w:r>
    </w:p>
    <w:p w14:paraId="4D907F7B" w14:textId="77777777" w:rsidR="0035531B" w:rsidRPr="00783762" w:rsidRDefault="0035531B" w:rsidP="008B2021">
      <w:pPr>
        <w:pStyle w:val="Odstavec1-1a"/>
        <w:rPr>
          <w:rStyle w:val="Tun9b"/>
        </w:rPr>
      </w:pPr>
      <w:r w:rsidRPr="00783762">
        <w:rPr>
          <w:rStyle w:val="Tun9b"/>
        </w:rPr>
        <w:t>úředně oprávněný zeměměřický inženýr</w:t>
      </w:r>
    </w:p>
    <w:p w14:paraId="3B7769F3" w14:textId="77777777" w:rsidR="0035531B" w:rsidRPr="00783762" w:rsidRDefault="0035531B" w:rsidP="008B2021">
      <w:pPr>
        <w:pStyle w:val="Odrka1-2-"/>
      </w:pPr>
      <w:r w:rsidRPr="00783762">
        <w:t>oprávnění pro ověřování výsledků zeměměřických činností</w:t>
      </w:r>
      <w:r w:rsidR="00092CC9" w:rsidRPr="00783762">
        <w:t xml:space="preserve"> v </w:t>
      </w:r>
      <w:r w:rsidRPr="00783762">
        <w:t xml:space="preserve">rozsahu dle § 13 odst. 1 písm. </w:t>
      </w:r>
      <w:r w:rsidRPr="00737FE0">
        <w:rPr>
          <w:b/>
        </w:rPr>
        <w:t>a)</w:t>
      </w:r>
      <w:r w:rsidR="00845C50" w:rsidRPr="00783762">
        <w:t xml:space="preserve"> a </w:t>
      </w:r>
      <w:r w:rsidRPr="00737FE0">
        <w:rPr>
          <w:b/>
        </w:rPr>
        <w:t>c)</w:t>
      </w:r>
      <w:r w:rsidRPr="00783762">
        <w:t xml:space="preserve"> zákona č. 200/1994 Sb.,</w:t>
      </w:r>
      <w:r w:rsidR="00092CC9" w:rsidRPr="00783762">
        <w:t xml:space="preserve"> o </w:t>
      </w:r>
      <w:r w:rsidRPr="00783762">
        <w:t>zeměměřictví</w:t>
      </w:r>
      <w:r w:rsidR="00845C50" w:rsidRPr="00783762">
        <w:t xml:space="preserve"> a</w:t>
      </w:r>
      <w:r w:rsidR="00092CC9" w:rsidRPr="00783762">
        <w:t xml:space="preserve"> o </w:t>
      </w:r>
      <w:r w:rsidRPr="00783762">
        <w:t>změně</w:t>
      </w:r>
      <w:r w:rsidR="00845C50" w:rsidRPr="00783762">
        <w:t xml:space="preserve"> a </w:t>
      </w:r>
      <w:r w:rsidRPr="00783762">
        <w:t>doplnění některých zákonů souvisejících</w:t>
      </w:r>
      <w:r w:rsidR="00845C50" w:rsidRPr="00783762">
        <w:t xml:space="preserve"> s </w:t>
      </w:r>
      <w:r w:rsidRPr="00783762">
        <w:t xml:space="preserve">jeho zavedením, ve znění </w:t>
      </w:r>
      <w:r w:rsidR="004B4827" w:rsidRPr="00783762">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 xml:space="preserve">Postačuje, aby finanční hodnota požadovaných prací byla dosažena za celou dobu realizace referenční stavby, </w:t>
      </w:r>
      <w:r w:rsidR="009B3F75" w:rsidRPr="0000237D">
        <w:lastRenderedPageBreak/>
        <w:t>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783762"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783762">
        <w:rPr>
          <w:rFonts w:ascii="Verdana" w:hAnsi="Verdana"/>
        </w:rPr>
        <w:t>spadající do období více jak 10 let před zahájením výběrového řízení</w:t>
      </w:r>
      <w:r w:rsidRPr="00783762">
        <w:t xml:space="preserve">).   </w:t>
      </w:r>
    </w:p>
    <w:p w14:paraId="48944AF8" w14:textId="77777777" w:rsidR="00FF08AB" w:rsidRPr="0000237D" w:rsidRDefault="00FF08AB" w:rsidP="008B2021">
      <w:pPr>
        <w:pStyle w:val="Textbezslovn"/>
      </w:pPr>
      <w:r w:rsidRPr="00783762">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lastRenderedPageBreak/>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lastRenderedPageBreak/>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783762" w:rsidRDefault="0035531B" w:rsidP="0006499F">
      <w:pPr>
        <w:pStyle w:val="Odrka1-1"/>
      </w:pPr>
      <w:r w:rsidRPr="00783762">
        <w:t>Informace</w:t>
      </w:r>
      <w:r w:rsidR="00BC6D2B" w:rsidRPr="00783762">
        <w:t xml:space="preserve"> k </w:t>
      </w:r>
      <w:r w:rsidRPr="00783762">
        <w:t>doložení úředního oprávnění pro ověřování výsledků zeměměřických činností</w:t>
      </w:r>
      <w:r w:rsidR="00092CC9" w:rsidRPr="00783762">
        <w:t xml:space="preserve"> v </w:t>
      </w:r>
      <w:r w:rsidRPr="00783762">
        <w:t>rozsahu dle § 13 odst. 1 zákona č. 200/1994 Sb.,</w:t>
      </w:r>
      <w:r w:rsidR="00092CC9" w:rsidRPr="00783762">
        <w:t xml:space="preserve"> o </w:t>
      </w:r>
      <w:r w:rsidRPr="00783762">
        <w:t>zeměměřictví</w:t>
      </w:r>
      <w:r w:rsidR="00845C50" w:rsidRPr="00783762">
        <w:t xml:space="preserve"> a</w:t>
      </w:r>
      <w:r w:rsidR="00092CC9" w:rsidRPr="00783762">
        <w:t xml:space="preserve"> o </w:t>
      </w:r>
      <w:r w:rsidRPr="00783762">
        <w:t>změně</w:t>
      </w:r>
      <w:r w:rsidR="00845C50" w:rsidRPr="00783762">
        <w:t xml:space="preserve"> a </w:t>
      </w:r>
      <w:r w:rsidRPr="00783762">
        <w:t>doplnění některých zákonů souvisejících</w:t>
      </w:r>
      <w:r w:rsidR="00845C50" w:rsidRPr="00783762">
        <w:t xml:space="preserve"> s </w:t>
      </w:r>
      <w:r w:rsidRPr="00783762">
        <w:t>jeho zavedením, ve znění pozdějších předpisů, zahraničními osobami (§ 12 až 16 zák. č. 200/1994 Sb.): přeshraniční poskytování služeb</w:t>
      </w:r>
      <w:r w:rsidR="00092CC9" w:rsidRPr="00783762">
        <w:t xml:space="preserve"> v </w:t>
      </w:r>
      <w:r w:rsidRPr="00783762">
        <w:t>České republice zahraniční fyzickou osobou ohledně ověřování výsledků zeměměřických činností je možné pouze na základě úředního oprávnění, které vydává Český úřad zeměměřický</w:t>
      </w:r>
      <w:r w:rsidR="00845C50" w:rsidRPr="00783762">
        <w:t xml:space="preserve"> a </w:t>
      </w:r>
      <w:r w:rsidRPr="00783762">
        <w:t>katastrální. Úřední oprávnění udělí příslušný úřad fyzické osobě, které uzná odbornou kvalifikaci</w:t>
      </w:r>
      <w:r w:rsidR="00845C50" w:rsidRPr="00783762">
        <w:t xml:space="preserve"> a </w:t>
      </w:r>
      <w:r w:rsidRPr="00783762">
        <w:t>bezúhonnost podle zákona</w:t>
      </w:r>
      <w:r w:rsidR="00092CC9" w:rsidRPr="00783762">
        <w:t xml:space="preserve"> o </w:t>
      </w:r>
      <w:r w:rsidRPr="00783762">
        <w:t>uznávání odborné kvalifikace (zák. č. 18/2004 Sb., ve znění pozdějších předpisů). Doklady</w:t>
      </w:r>
      <w:r w:rsidR="00092CC9" w:rsidRPr="00783762">
        <w:t xml:space="preserve"> o </w:t>
      </w:r>
      <w:r w:rsidRPr="00783762">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3F1B06"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 xml:space="preserve">V případě společné účasti dodavatelů prokazuje základní způsobilost a profesní způsobilost podle 8.2 a 8.3 první odrážka této Výzvy každý ze společníků v plném </w:t>
      </w:r>
      <w:r w:rsidRPr="0000237D">
        <w:lastRenderedPageBreak/>
        <w:t>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2649427"/>
      <w:r w:rsidRPr="0000237D">
        <w:lastRenderedPageBreak/>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00237D">
        <w:t>této</w:t>
      </w:r>
      <w:proofErr w:type="gramEnd"/>
      <w:r w:rsidRPr="0000237D">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AA0D74"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AA0D74">
        <w:t>následující zařízení:</w:t>
      </w:r>
    </w:p>
    <w:p w14:paraId="72BDFD4B" w14:textId="6E6FD7C1" w:rsidR="00F6254D" w:rsidRPr="00F6254D" w:rsidRDefault="006A33B0" w:rsidP="00AA0D74">
      <w:pPr>
        <w:pStyle w:val="Odrka1-1"/>
        <w:numPr>
          <w:ilvl w:val="0"/>
          <w:numId w:val="0"/>
        </w:numPr>
        <w:spacing w:after="0"/>
        <w:ind w:left="1077"/>
        <w:rPr>
          <w:highlight w:val="green"/>
        </w:rPr>
      </w:pPr>
      <w:r w:rsidRPr="00AA0D74">
        <w:t>- přejezdové</w:t>
      </w:r>
      <w:r w:rsidRPr="00783762">
        <w:t xml:space="preserve">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 xml:space="preserve">podmínek uvedených pod písm. a) nebo b) § 15 odst. 1 zákona č. 309/2006 </w:t>
      </w:r>
      <w:r w:rsidRPr="00B848EB">
        <w:lastRenderedPageBreak/>
        <w:t>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B848EB">
        <w:t>této</w:t>
      </w:r>
      <w:proofErr w:type="gramEnd"/>
      <w:r w:rsidRPr="00B848EB">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B848EB">
        <w:t>této</w:t>
      </w:r>
      <w:proofErr w:type="gramEnd"/>
      <w:r w:rsidRPr="00B848EB">
        <w:t xml:space="preserve">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B848EB">
        <w:t>této</w:t>
      </w:r>
      <w:proofErr w:type="gramEnd"/>
      <w:r w:rsidRPr="00B848EB">
        <w:t xml:space="preserve">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123659"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B848EB">
        <w:lastRenderedPageBreak/>
        <w:t xml:space="preserve">zadavatele, vyjma údajů, u nichž vyplývá z obsahu těchto závazných požadavků povinnost jejich doplnění (údaje určené k doplnění ze strany dodavatele jsou vyznačeny zvýrazněním žlutou barvou), nebo není-li v této Výzvě uvedeno jinak. Návrh smlouvy </w:t>
      </w:r>
      <w:r w:rsidRPr="00123659">
        <w:t>nemusí být dodavatelem v nabídce podepsán. Do závazného vzoru smlouvy dodavatel doplní mj. následující skutečnosti (za dodržení dále stanovených instrukcí):</w:t>
      </w:r>
    </w:p>
    <w:p w14:paraId="1314E185" w14:textId="1F790DD3" w:rsidR="00616090" w:rsidRPr="00123659" w:rsidRDefault="00616090" w:rsidP="00131E9D">
      <w:pPr>
        <w:pStyle w:val="Odrka1-2-"/>
      </w:pPr>
      <w:r w:rsidRPr="00123659">
        <w:t xml:space="preserve">do těla závazného vzoru smlouvy </w:t>
      </w:r>
      <w:r w:rsidR="00131E9D" w:rsidRPr="00123659">
        <w:t xml:space="preserve">(čl. 3.3) </w:t>
      </w:r>
      <w:r w:rsidRPr="00123659">
        <w:t xml:space="preserve">celkovou nabídkovou cenu díla </w:t>
      </w:r>
      <w:r w:rsidR="00C66E2A" w:rsidRPr="00123659">
        <w:t xml:space="preserve">(tj. Cena Díla souboru staveb) a nabídkovou cenu jednotlivých staveb </w:t>
      </w:r>
      <w:r w:rsidR="00131E9D" w:rsidRPr="00123659">
        <w:t>(tj. Cena Díla stavby 1, Cena Díla stavby 2</w:t>
      </w:r>
      <w:r w:rsidR="00793BDC" w:rsidRPr="00123659">
        <w:t>, Cena Díla stavby 3 a Cena Díla stavby 4</w:t>
      </w:r>
      <w:r w:rsidR="00131E9D" w:rsidRPr="00123659">
        <w:t xml:space="preserve">) </w:t>
      </w:r>
      <w:r w:rsidRPr="00123659">
        <w:t>bez DPH zpracovanou dle požadavků stanovených v článku 13 této Výzvy;</w:t>
      </w:r>
    </w:p>
    <w:p w14:paraId="13E8420B" w14:textId="77777777" w:rsidR="00B6106B" w:rsidRPr="00123659" w:rsidRDefault="00681C1E" w:rsidP="00F56CFF">
      <w:pPr>
        <w:pStyle w:val="Odrka1-2-"/>
        <w:rPr>
          <w:lang w:eastAsia="cs-CZ"/>
        </w:rPr>
      </w:pPr>
      <w:r w:rsidRPr="00123659">
        <w:rPr>
          <w:lang w:eastAsia="cs-CZ"/>
        </w:rPr>
        <w:t xml:space="preserve">do </w:t>
      </w:r>
      <w:r w:rsidRPr="00123659">
        <w:t>Přílohy</w:t>
      </w:r>
      <w:r w:rsidRPr="00123659">
        <w:rPr>
          <w:lang w:eastAsia="cs-CZ"/>
        </w:rPr>
        <w:t xml:space="preserve"> </w:t>
      </w:r>
      <w:proofErr w:type="gramStart"/>
      <w:r w:rsidRPr="00123659">
        <w:rPr>
          <w:lang w:eastAsia="cs-CZ"/>
        </w:rPr>
        <w:t>č. 4 závazného</w:t>
      </w:r>
      <w:proofErr w:type="gramEnd"/>
      <w:r w:rsidRPr="00123659">
        <w:rPr>
          <w:lang w:eastAsia="cs-CZ"/>
        </w:rPr>
        <w:t xml:space="preserve"> vzoru smlouvy s názvem Rekapitulace Ceny Díla</w:t>
      </w:r>
      <w:r w:rsidR="00B6106B" w:rsidRPr="00123659">
        <w:rPr>
          <w:lang w:eastAsia="cs-CZ"/>
        </w:rPr>
        <w:t>:</w:t>
      </w:r>
    </w:p>
    <w:p w14:paraId="231C6BE8" w14:textId="6407A813" w:rsidR="00F56CFF" w:rsidRPr="00123659" w:rsidRDefault="00681C1E" w:rsidP="00B6106B">
      <w:pPr>
        <w:pStyle w:val="Odrka1-3"/>
        <w:rPr>
          <w:lang w:eastAsia="cs-CZ"/>
        </w:rPr>
      </w:pPr>
      <w:r w:rsidRPr="00123659">
        <w:t>všechny</w:t>
      </w:r>
      <w:r w:rsidRPr="00123659">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w:t>
      </w:r>
      <w:proofErr w:type="gramStart"/>
      <w:r w:rsidRPr="00123659">
        <w:rPr>
          <w:lang w:eastAsia="cs-CZ"/>
        </w:rPr>
        <w:t>č. 4 závazného</w:t>
      </w:r>
      <w:proofErr w:type="gramEnd"/>
      <w:r w:rsidRPr="00123659">
        <w:rPr>
          <w:lang w:eastAsia="cs-CZ"/>
        </w:rPr>
        <w:t xml:space="preserve"> vzoru smlouvy musí naprosto korespondovat s hodnotou Ceny Díla </w:t>
      </w:r>
      <w:r w:rsidR="00131E9D" w:rsidRPr="00123659">
        <w:rPr>
          <w:lang w:eastAsia="cs-CZ"/>
        </w:rPr>
        <w:t xml:space="preserve">souboru staveb i jednotlivých staveb </w:t>
      </w:r>
      <w:r w:rsidRPr="00123659">
        <w:rPr>
          <w:lang w:eastAsia="cs-CZ"/>
        </w:rPr>
        <w:t xml:space="preserve">ve smyslu této Výzvy vkládané do těla </w:t>
      </w:r>
      <w:r w:rsidR="00131E9D" w:rsidRPr="00123659">
        <w:rPr>
          <w:lang w:eastAsia="cs-CZ"/>
        </w:rPr>
        <w:t xml:space="preserve">(čl. 3.3) </w:t>
      </w:r>
      <w:r w:rsidRPr="00123659">
        <w:rPr>
          <w:lang w:eastAsia="cs-CZ"/>
        </w:rPr>
        <w:t>závazného vzoru smlouvy.</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2649428"/>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2649429"/>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2649430"/>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lastRenderedPageBreak/>
        <w:t xml:space="preserve">Informace o společnosti dodavatelů ve formě formuláře obsaženého v Příloze </w:t>
      </w:r>
      <w:proofErr w:type="gramStart"/>
      <w:r w:rsidRPr="00B848EB">
        <w:t>č. 3  této Výzvy</w:t>
      </w:r>
      <w:proofErr w:type="gramEnd"/>
      <w:r w:rsidRPr="00B848EB">
        <w:t xml:space="preserve">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w:t>
      </w:r>
      <w:proofErr w:type="gramStart"/>
      <w:r w:rsidRPr="00B848EB">
        <w:t>č. 4 této</w:t>
      </w:r>
      <w:proofErr w:type="gramEnd"/>
      <w:r w:rsidRPr="00B848EB">
        <w:t xml:space="preserve">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 xml:space="preserve">Údaje o poddodavatelích ve formě formuláře obsaženého v Příloze č. 2 </w:t>
      </w:r>
      <w:proofErr w:type="gramStart"/>
      <w:r w:rsidRPr="00B848EB">
        <w:t>této</w:t>
      </w:r>
      <w:proofErr w:type="gramEnd"/>
      <w:r w:rsidRPr="00B848EB">
        <w:t xml:space="preserve">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B848EB">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2649431"/>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8D1CA4">
        <w:t xml:space="preserve">cena </w:t>
      </w:r>
      <w:r w:rsidR="008476A8" w:rsidRPr="008D1CA4">
        <w:t xml:space="preserve">(a to jak souboru staveb, tak i jednotlivých staveb) </w:t>
      </w:r>
      <w:r w:rsidRPr="008D1CA4">
        <w:t>bude</w:t>
      </w:r>
      <w:r w:rsidRPr="00B848EB">
        <w:t xml:space="preserv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w:t>
      </w:r>
      <w:r w:rsidR="008476A8" w:rsidRPr="008D1CA4">
        <w:t xml:space="preserve">souboru staveb </w:t>
      </w:r>
      <w:r w:rsidRPr="008D1CA4">
        <w:t xml:space="preserve">uvedenou v návrhu Smlouvy o dílo a </w:t>
      </w:r>
      <w:r w:rsidR="008476A8" w:rsidRPr="008D1CA4">
        <w:t xml:space="preserve">celkovou </w:t>
      </w:r>
      <w:r w:rsidRPr="008D1CA4">
        <w:t xml:space="preserve">nabídkovou cenou </w:t>
      </w:r>
      <w:r w:rsidR="008476A8" w:rsidRPr="008D1CA4">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62649432"/>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2649433"/>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2649434"/>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xml:space="preserve">, pokud nebude dotčena celková nabídková cena. Provedení změny položkového rozpočtu (včetně ocenění dosud neoceněných položek nebo změny ocenění položek, které již oceněny byly) je možno provést pouze na základě výzvy zadavatele. Skutečnosti </w:t>
      </w:r>
      <w:r w:rsidRPr="00B848EB">
        <w:lastRenderedPageBreak/>
        <w:t>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2649435"/>
      <w:r w:rsidRPr="002306DF">
        <w:t>HODNOCENÍ NABÍDEK</w:t>
      </w:r>
      <w:bookmarkEnd w:id="21"/>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6C3273">
        <w:t xml:space="preserve">souboru staveb </w:t>
      </w:r>
      <w:r w:rsidRPr="006C3273">
        <w:t>v Kč bez DPH ve smyslu odst. 13.3 této Výzvy uvedená v návrhu Smlouvy o díl</w:t>
      </w:r>
      <w:r w:rsidRPr="002306DF">
        <w:t>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2649436"/>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2649437"/>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 xml:space="preserve">Zadavatel upozorňuje, že je vázán vnitřními předpisy zadavatele stanovujícími povinnost písemné elektronické komunikace </w:t>
      </w:r>
      <w:r w:rsidRPr="002306DF">
        <w:rPr>
          <w:b/>
        </w:rPr>
        <w:lastRenderedPageBreak/>
        <w:t>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317122"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 xml:space="preserve">jejich konkretizace, ve znění pozdějších předpisů. Kvalifikace je určena Přílohou č. 4 </w:t>
      </w:r>
      <w:proofErr w:type="gramStart"/>
      <w:r w:rsidRPr="004C0FF1">
        <w:t>této</w:t>
      </w:r>
      <w:proofErr w:type="gramEnd"/>
      <w:r w:rsidRPr="004C0FF1">
        <w:t xml:space="preserve"> vyhlášky, dle čl. 8c -</w:t>
      </w:r>
      <w:r w:rsidR="00092CC9" w:rsidRPr="004C0FF1">
        <w:t xml:space="preserve"> </w:t>
      </w:r>
      <w:r w:rsidR="00092CC9" w:rsidRPr="00317122">
        <w:t>v </w:t>
      </w:r>
      <w:r w:rsidRPr="00317122">
        <w:t>rozsahu projektování UTZ/E;</w:t>
      </w:r>
    </w:p>
    <w:p w14:paraId="5706FC40" w14:textId="77777777" w:rsidR="0035531B" w:rsidRPr="00317122" w:rsidRDefault="0035531B" w:rsidP="007038DC">
      <w:pPr>
        <w:pStyle w:val="Odrka1-1"/>
      </w:pPr>
      <w:r w:rsidRPr="00317122">
        <w:t>kopi</w:t>
      </w:r>
      <w:r w:rsidR="001B5ED5" w:rsidRPr="00317122">
        <w:t>e</w:t>
      </w:r>
      <w:r w:rsidRPr="00317122">
        <w:t xml:space="preserve"> pověření Ministerstva dopravy ČR</w:t>
      </w:r>
      <w:r w:rsidR="00BC6D2B" w:rsidRPr="00317122">
        <w:t xml:space="preserve"> k </w:t>
      </w:r>
      <w:r w:rsidRPr="00317122">
        <w:t>provádění technických prohlídek</w:t>
      </w:r>
      <w:r w:rsidR="00845C50" w:rsidRPr="00317122">
        <w:t xml:space="preserve"> a </w:t>
      </w:r>
      <w:r w:rsidRPr="00317122">
        <w:t>zkoušek určených technických zařízení (UTZ) dle § 47 odst. 4 zákona č. 266/1994 Sb.,</w:t>
      </w:r>
      <w:r w:rsidR="00092CC9" w:rsidRPr="00317122">
        <w:t xml:space="preserve"> o </w:t>
      </w:r>
      <w:r w:rsidRPr="00317122">
        <w:t>drahách, ve znění pozdějších předpisů,</w:t>
      </w:r>
      <w:r w:rsidR="00845C50" w:rsidRPr="00317122">
        <w:t xml:space="preserve"> a </w:t>
      </w:r>
      <w:r w:rsidRPr="00317122">
        <w:t>to elektrických UTZ železničních drah</w:t>
      </w:r>
      <w:r w:rsidR="00092CC9" w:rsidRPr="00317122">
        <w:t xml:space="preserve"> v </w:t>
      </w:r>
      <w:r w:rsidRPr="00317122">
        <w:t xml:space="preserve">rozsahu: </w:t>
      </w:r>
    </w:p>
    <w:p w14:paraId="554A72E0" w14:textId="0DAED3B2" w:rsidR="009F7734" w:rsidRPr="00317122" w:rsidRDefault="009F7734" w:rsidP="00B720A4">
      <w:pPr>
        <w:pStyle w:val="Odrka1-2-"/>
      </w:pPr>
      <w:r w:rsidRPr="00317122">
        <w:t>zabezpečovací zařízení, jehož elektrické obvody plní funkci přímého zajišťování bezpečnosti drážní dopravy.</w:t>
      </w:r>
    </w:p>
    <w:p w14:paraId="299F27A1" w14:textId="77777777" w:rsidR="008B5EEF" w:rsidRPr="00D2426D" w:rsidRDefault="008B5EEF" w:rsidP="00317122">
      <w:pPr>
        <w:pStyle w:val="Odrka1-1"/>
        <w:numPr>
          <w:ilvl w:val="0"/>
          <w:numId w:val="0"/>
        </w:numPr>
        <w:spacing w:after="0"/>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7A7C2C">
        <w:lastRenderedPageBreak/>
        <w:t>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62649438"/>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5" w:name="_Toc62649439"/>
      <w:r>
        <w:t xml:space="preserve">SOCIÁLNĚ </w:t>
      </w:r>
      <w:bookmarkStart w:id="26" w:name="_Toc59538672"/>
      <w:bookmarkStart w:id="27" w:name="_Toc61250223"/>
      <w:bookmarkStart w:id="28" w:name="_Toc61517291"/>
      <w:r w:rsidRPr="00530F25">
        <w:t>A ENVIROMENTÁLNĚ ODPOVĚDNÉ ZADÁVÁNÍ, INOVACE</w:t>
      </w:r>
      <w:bookmarkEnd w:id="25"/>
      <w:bookmarkEnd w:id="26"/>
      <w:bookmarkEnd w:id="27"/>
      <w:bookmarkEnd w:id="28"/>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4FDECA83"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977FDA">
        <w:t>článku</w:t>
      </w:r>
      <w:r w:rsidR="005D14BC" w:rsidRPr="00977FDA">
        <w:t xml:space="preserve"> </w:t>
      </w:r>
      <w:r w:rsidR="00E614ED" w:rsidRPr="00977FDA">
        <w:t>4</w:t>
      </w:r>
      <w:r w:rsidR="00977FDA" w:rsidRPr="00977FDA">
        <w:t>.6</w:t>
      </w:r>
      <w:r w:rsidR="00E614ED" w:rsidRPr="00977FDA">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29" w:name="_Toc62649440"/>
      <w:r w:rsidRPr="007A7C2C">
        <w:lastRenderedPageBreak/>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977FDA" w:rsidRDefault="0035531B" w:rsidP="00564DDD">
      <w:pPr>
        <w:pStyle w:val="Textbezslovn"/>
        <w:spacing w:after="0"/>
      </w:pPr>
      <w:r w:rsidRPr="00977FDA">
        <w:t>Ing. Mojmír Nejezchleb</w:t>
      </w:r>
    </w:p>
    <w:p w14:paraId="0591E387" w14:textId="77777777" w:rsidR="0035531B" w:rsidRPr="00977FDA" w:rsidRDefault="0035531B" w:rsidP="00564DDD">
      <w:pPr>
        <w:pStyle w:val="Textbezslovn"/>
        <w:spacing w:after="0"/>
      </w:pPr>
      <w:r w:rsidRPr="00977FDA">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6883F3E2"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8527D7">
        <w:t>„</w:t>
      </w:r>
      <w:r w:rsidR="008527D7" w:rsidRPr="00B72193">
        <w:t>Doplnění závor na přejezdech trati Karlovy Vary </w:t>
      </w:r>
      <w:r w:rsidR="008527D7">
        <w:t>–</w:t>
      </w:r>
      <w:r w:rsidR="008527D7" w:rsidRPr="00B72193">
        <w:t> Potůčky</w:t>
      </w:r>
      <w:r w:rsidR="008527D7">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Pr="00F71091">
              <w:rPr>
                <w:b/>
              </w:rPr>
              <w:t>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p w14:paraId="7C058082" w14:textId="77777777" w:rsidR="0035531B" w:rsidRPr="007A7C2C" w:rsidRDefault="0035531B" w:rsidP="00307641">
      <w:pPr>
        <w:pStyle w:val="Textbezslovn"/>
      </w:pPr>
      <w:bookmarkStart w:id="30" w:name="_GoBack"/>
      <w:bookmarkEnd w:id="1"/>
      <w:bookmarkEnd w:id="2"/>
      <w:bookmarkEnd w:id="3"/>
      <w:bookmarkEnd w:id="4"/>
      <w:bookmarkEnd w:id="30"/>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D38CE" w14:textId="77777777" w:rsidR="003F1B06" w:rsidRDefault="003F1B06" w:rsidP="00962258">
      <w:pPr>
        <w:spacing w:after="0" w:line="240" w:lineRule="auto"/>
      </w:pPr>
      <w:r>
        <w:separator/>
      </w:r>
    </w:p>
  </w:endnote>
  <w:endnote w:type="continuationSeparator" w:id="0">
    <w:p w14:paraId="6BD7C03C" w14:textId="77777777" w:rsidR="003F1B06" w:rsidRDefault="003F1B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1B3F" w14:paraId="33826CD6" w14:textId="77777777" w:rsidTr="00EB46E5">
      <w:tc>
        <w:tcPr>
          <w:tcW w:w="1361" w:type="dxa"/>
          <w:tcMar>
            <w:left w:w="0" w:type="dxa"/>
            <w:right w:w="0" w:type="dxa"/>
          </w:tcMar>
          <w:vAlign w:val="bottom"/>
        </w:tcPr>
        <w:p w14:paraId="1DE02B12" w14:textId="70A7C918" w:rsidR="002D1B3F" w:rsidRPr="00B8518B" w:rsidRDefault="002D1B3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75BF">
            <w:rPr>
              <w:rStyle w:val="slostrnky"/>
              <w:noProof/>
            </w:rPr>
            <w:t>38</w:t>
          </w:r>
          <w:r w:rsidRPr="00B8518B">
            <w:rPr>
              <w:rStyle w:val="slostrnky"/>
            </w:rPr>
            <w:fldChar w:fldCharType="end"/>
          </w:r>
          <w:r w:rsidRPr="00B8518B">
            <w:rPr>
              <w:rStyle w:val="slostrnky"/>
            </w:rPr>
            <w:t>/</w:t>
          </w:r>
          <w:r w:rsidR="003F1B06">
            <w:fldChar w:fldCharType="begin"/>
          </w:r>
          <w:r w:rsidR="003F1B06">
            <w:instrText xml:space="preserve"> NUMPAGES   \* MERGEFORMAT </w:instrText>
          </w:r>
          <w:r w:rsidR="003F1B06">
            <w:fldChar w:fldCharType="separate"/>
          </w:r>
          <w:r w:rsidR="00EC75BF" w:rsidRPr="00EC75BF">
            <w:rPr>
              <w:rStyle w:val="slostrnky"/>
              <w:noProof/>
            </w:rPr>
            <w:t>39</w:t>
          </w:r>
          <w:r w:rsidR="003F1B06">
            <w:rPr>
              <w:rStyle w:val="slostrnky"/>
              <w:noProof/>
            </w:rPr>
            <w:fldChar w:fldCharType="end"/>
          </w:r>
        </w:p>
      </w:tc>
      <w:tc>
        <w:tcPr>
          <w:tcW w:w="284" w:type="dxa"/>
          <w:shd w:val="clear" w:color="auto" w:fill="auto"/>
          <w:tcMar>
            <w:left w:w="0" w:type="dxa"/>
            <w:right w:w="0" w:type="dxa"/>
          </w:tcMar>
        </w:tcPr>
        <w:p w14:paraId="3BE100F8" w14:textId="77777777" w:rsidR="002D1B3F" w:rsidRDefault="002D1B3F" w:rsidP="00B8518B">
          <w:pPr>
            <w:pStyle w:val="Zpat"/>
          </w:pPr>
        </w:p>
      </w:tc>
      <w:tc>
        <w:tcPr>
          <w:tcW w:w="425" w:type="dxa"/>
          <w:shd w:val="clear" w:color="auto" w:fill="auto"/>
          <w:tcMar>
            <w:left w:w="0" w:type="dxa"/>
            <w:right w:w="0" w:type="dxa"/>
          </w:tcMar>
        </w:tcPr>
        <w:p w14:paraId="41EF031C" w14:textId="77777777" w:rsidR="002D1B3F" w:rsidRDefault="002D1B3F" w:rsidP="00B8518B">
          <w:pPr>
            <w:pStyle w:val="Zpat"/>
          </w:pPr>
        </w:p>
      </w:tc>
      <w:tc>
        <w:tcPr>
          <w:tcW w:w="8505" w:type="dxa"/>
        </w:tcPr>
        <w:p w14:paraId="09571AEC" w14:textId="4AF248CC" w:rsidR="002D1B3F" w:rsidRDefault="002D1B3F" w:rsidP="00EB46E5">
          <w:pPr>
            <w:pStyle w:val="Zpat0"/>
          </w:pPr>
          <w:r w:rsidRPr="00B72193">
            <w:t>„Doplnění závor na přejezdech trati Karlovy Vary - Potůčky“</w:t>
          </w:r>
        </w:p>
        <w:p w14:paraId="6DB089BA" w14:textId="77777777" w:rsidR="002D1B3F" w:rsidRDefault="002D1B3F" w:rsidP="00EB46E5">
          <w:pPr>
            <w:pStyle w:val="Zpat0"/>
          </w:pPr>
          <w:r>
            <w:t>Díl 1 – VÝZVA K PODÁNÍ NABÍDKY</w:t>
          </w:r>
        </w:p>
        <w:p w14:paraId="28A0950A" w14:textId="77777777" w:rsidR="002D1B3F" w:rsidRDefault="002D1B3F" w:rsidP="0035531B">
          <w:pPr>
            <w:pStyle w:val="Zpat0"/>
          </w:pPr>
        </w:p>
      </w:tc>
    </w:tr>
  </w:tbl>
  <w:p w14:paraId="2D961D2B" w14:textId="77777777" w:rsidR="002D1B3F" w:rsidRPr="00B8518B" w:rsidRDefault="002D1B3F"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2D1B3F" w:rsidRPr="00B8518B" w:rsidRDefault="002D1B3F" w:rsidP="00460660">
    <w:pPr>
      <w:pStyle w:val="Zpat"/>
      <w:rPr>
        <w:sz w:val="2"/>
        <w:szCs w:val="2"/>
      </w:rPr>
    </w:pPr>
  </w:p>
  <w:p w14:paraId="765596C1" w14:textId="77777777" w:rsidR="002D1B3F" w:rsidRPr="00460660" w:rsidRDefault="002D1B3F">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0A9C7" w14:textId="77777777" w:rsidR="003F1B06" w:rsidRDefault="003F1B06" w:rsidP="00962258">
      <w:pPr>
        <w:spacing w:after="0" w:line="240" w:lineRule="auto"/>
      </w:pPr>
      <w:r>
        <w:separator/>
      </w:r>
    </w:p>
  </w:footnote>
  <w:footnote w:type="continuationSeparator" w:id="0">
    <w:p w14:paraId="52C49DCE" w14:textId="77777777" w:rsidR="003F1B06" w:rsidRDefault="003F1B06" w:rsidP="00962258">
      <w:pPr>
        <w:spacing w:after="0" w:line="240" w:lineRule="auto"/>
      </w:pPr>
      <w:r>
        <w:continuationSeparator/>
      </w:r>
    </w:p>
  </w:footnote>
  <w:footnote w:id="1">
    <w:p w14:paraId="713513C4" w14:textId="77777777" w:rsidR="002D1B3F" w:rsidRDefault="002D1B3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2D1B3F" w:rsidRDefault="002D1B3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2D1B3F" w:rsidRDefault="002D1B3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2D1B3F" w:rsidRDefault="002D1B3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1B3F" w14:paraId="657D14CC" w14:textId="77777777" w:rsidTr="00C02D0A">
      <w:trPr>
        <w:trHeight w:hRule="exact" w:val="454"/>
      </w:trPr>
      <w:tc>
        <w:tcPr>
          <w:tcW w:w="1361" w:type="dxa"/>
          <w:tcMar>
            <w:top w:w="57" w:type="dxa"/>
            <w:left w:w="0" w:type="dxa"/>
            <w:right w:w="0" w:type="dxa"/>
          </w:tcMar>
        </w:tcPr>
        <w:p w14:paraId="2C18424A" w14:textId="77777777" w:rsidR="002D1B3F" w:rsidRPr="00B8518B" w:rsidRDefault="002D1B3F" w:rsidP="00523EA7">
          <w:pPr>
            <w:pStyle w:val="Zpat"/>
            <w:rPr>
              <w:rStyle w:val="slostrnky"/>
            </w:rPr>
          </w:pPr>
        </w:p>
      </w:tc>
      <w:tc>
        <w:tcPr>
          <w:tcW w:w="3458" w:type="dxa"/>
          <w:shd w:val="clear" w:color="auto" w:fill="auto"/>
          <w:tcMar>
            <w:top w:w="57" w:type="dxa"/>
            <w:left w:w="0" w:type="dxa"/>
            <w:right w:w="0" w:type="dxa"/>
          </w:tcMar>
        </w:tcPr>
        <w:p w14:paraId="39B3CA0E" w14:textId="77777777" w:rsidR="002D1B3F" w:rsidRDefault="002D1B3F" w:rsidP="00523EA7">
          <w:pPr>
            <w:pStyle w:val="Zpat"/>
          </w:pPr>
        </w:p>
      </w:tc>
      <w:tc>
        <w:tcPr>
          <w:tcW w:w="5698" w:type="dxa"/>
          <w:shd w:val="clear" w:color="auto" w:fill="auto"/>
          <w:tcMar>
            <w:top w:w="57" w:type="dxa"/>
            <w:left w:w="0" w:type="dxa"/>
            <w:right w:w="0" w:type="dxa"/>
          </w:tcMar>
        </w:tcPr>
        <w:p w14:paraId="415B4544" w14:textId="77777777" w:rsidR="002D1B3F" w:rsidRPr="00D6163D" w:rsidRDefault="002D1B3F" w:rsidP="00D6163D">
          <w:pPr>
            <w:pStyle w:val="Druhdokumentu"/>
          </w:pPr>
        </w:p>
      </w:tc>
    </w:tr>
  </w:tbl>
  <w:p w14:paraId="0A93C0D0" w14:textId="77777777" w:rsidR="002D1B3F" w:rsidRPr="00D6163D" w:rsidRDefault="002D1B3F">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D1B3F" w14:paraId="1FBC85BC" w14:textId="77777777" w:rsidTr="00B22106">
      <w:trPr>
        <w:trHeight w:hRule="exact" w:val="936"/>
      </w:trPr>
      <w:tc>
        <w:tcPr>
          <w:tcW w:w="1361" w:type="dxa"/>
          <w:tcMar>
            <w:left w:w="0" w:type="dxa"/>
            <w:right w:w="0" w:type="dxa"/>
          </w:tcMar>
        </w:tcPr>
        <w:p w14:paraId="0CE22310" w14:textId="77777777" w:rsidR="002D1B3F" w:rsidRPr="00B8518B" w:rsidRDefault="002D1B3F" w:rsidP="00FC6389">
          <w:pPr>
            <w:pStyle w:val="Zpat"/>
            <w:rPr>
              <w:rStyle w:val="slostrnky"/>
            </w:rPr>
          </w:pPr>
        </w:p>
      </w:tc>
      <w:tc>
        <w:tcPr>
          <w:tcW w:w="3458" w:type="dxa"/>
          <w:shd w:val="clear" w:color="auto" w:fill="auto"/>
          <w:tcMar>
            <w:left w:w="0" w:type="dxa"/>
            <w:right w:w="0" w:type="dxa"/>
          </w:tcMar>
        </w:tcPr>
        <w:p w14:paraId="5A67DD79" w14:textId="77777777" w:rsidR="002D1B3F" w:rsidRDefault="002D1B3F" w:rsidP="00FC6389">
          <w:pPr>
            <w:pStyle w:val="Zpat"/>
          </w:pPr>
        </w:p>
      </w:tc>
      <w:tc>
        <w:tcPr>
          <w:tcW w:w="5756" w:type="dxa"/>
          <w:shd w:val="clear" w:color="auto" w:fill="auto"/>
          <w:tcMar>
            <w:left w:w="0" w:type="dxa"/>
            <w:right w:w="0" w:type="dxa"/>
          </w:tcMar>
        </w:tcPr>
        <w:p w14:paraId="5DA861CB" w14:textId="77777777" w:rsidR="002D1B3F" w:rsidRPr="00D6163D" w:rsidRDefault="002D1B3F" w:rsidP="00FC6389">
          <w:pPr>
            <w:pStyle w:val="Druhdokumentu"/>
          </w:pPr>
        </w:p>
      </w:tc>
    </w:tr>
    <w:tr w:rsidR="002D1B3F" w14:paraId="25E89AA9" w14:textId="77777777" w:rsidTr="00B22106">
      <w:trPr>
        <w:trHeight w:hRule="exact" w:val="936"/>
      </w:trPr>
      <w:tc>
        <w:tcPr>
          <w:tcW w:w="1361" w:type="dxa"/>
          <w:tcMar>
            <w:left w:w="0" w:type="dxa"/>
            <w:right w:w="0" w:type="dxa"/>
          </w:tcMar>
        </w:tcPr>
        <w:p w14:paraId="1E6340BC" w14:textId="77777777" w:rsidR="002D1B3F" w:rsidRPr="00B8518B" w:rsidRDefault="002D1B3F" w:rsidP="00FC6389">
          <w:pPr>
            <w:pStyle w:val="Zpat"/>
            <w:rPr>
              <w:rStyle w:val="slostrnky"/>
            </w:rPr>
          </w:pPr>
        </w:p>
      </w:tc>
      <w:tc>
        <w:tcPr>
          <w:tcW w:w="3458" w:type="dxa"/>
          <w:shd w:val="clear" w:color="auto" w:fill="auto"/>
          <w:tcMar>
            <w:left w:w="0" w:type="dxa"/>
            <w:right w:w="0" w:type="dxa"/>
          </w:tcMar>
        </w:tcPr>
        <w:p w14:paraId="60B7320E" w14:textId="77777777" w:rsidR="002D1B3F" w:rsidRDefault="002D1B3F" w:rsidP="00FC6389">
          <w:pPr>
            <w:pStyle w:val="Zpat"/>
          </w:pPr>
        </w:p>
      </w:tc>
      <w:tc>
        <w:tcPr>
          <w:tcW w:w="5756" w:type="dxa"/>
          <w:shd w:val="clear" w:color="auto" w:fill="auto"/>
          <w:tcMar>
            <w:left w:w="0" w:type="dxa"/>
            <w:right w:w="0" w:type="dxa"/>
          </w:tcMar>
        </w:tcPr>
        <w:p w14:paraId="6F08210B" w14:textId="77777777" w:rsidR="002D1B3F" w:rsidRPr="00D6163D" w:rsidRDefault="002D1B3F" w:rsidP="00FC6389">
          <w:pPr>
            <w:pStyle w:val="Druhdokumentu"/>
          </w:pPr>
        </w:p>
      </w:tc>
    </w:tr>
  </w:tbl>
  <w:p w14:paraId="6781FC04" w14:textId="77777777" w:rsidR="002D1B3F" w:rsidRPr="00D6163D" w:rsidRDefault="002D1B3F"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2D1B3F" w:rsidRPr="00460660" w:rsidRDefault="002D1B3F">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1570B55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69BF"/>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002E"/>
    <w:rsid w:val="00071543"/>
    <w:rsid w:val="000719BB"/>
    <w:rsid w:val="00072A65"/>
    <w:rsid w:val="00072C1E"/>
    <w:rsid w:val="000839DD"/>
    <w:rsid w:val="00085B94"/>
    <w:rsid w:val="0008723B"/>
    <w:rsid w:val="0009058F"/>
    <w:rsid w:val="00091CD6"/>
    <w:rsid w:val="00092CC9"/>
    <w:rsid w:val="000A19C0"/>
    <w:rsid w:val="000B20AE"/>
    <w:rsid w:val="000B4AAA"/>
    <w:rsid w:val="000B4EB8"/>
    <w:rsid w:val="000C0FB9"/>
    <w:rsid w:val="000C2072"/>
    <w:rsid w:val="000C3CD6"/>
    <w:rsid w:val="000C41F2"/>
    <w:rsid w:val="000D04CA"/>
    <w:rsid w:val="000D22C4"/>
    <w:rsid w:val="000D27D1"/>
    <w:rsid w:val="000D5B6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3659"/>
    <w:rsid w:val="0012671B"/>
    <w:rsid w:val="00131E9D"/>
    <w:rsid w:val="00142098"/>
    <w:rsid w:val="00142F26"/>
    <w:rsid w:val="00143306"/>
    <w:rsid w:val="00146496"/>
    <w:rsid w:val="00146814"/>
    <w:rsid w:val="00146BCB"/>
    <w:rsid w:val="001472A9"/>
    <w:rsid w:val="00151C80"/>
    <w:rsid w:val="00153756"/>
    <w:rsid w:val="0015555E"/>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BCC"/>
    <w:rsid w:val="00267CF3"/>
    <w:rsid w:val="00273B66"/>
    <w:rsid w:val="00274903"/>
    <w:rsid w:val="00275DE5"/>
    <w:rsid w:val="002763ED"/>
    <w:rsid w:val="00276AFE"/>
    <w:rsid w:val="00283302"/>
    <w:rsid w:val="00290EC6"/>
    <w:rsid w:val="002924B8"/>
    <w:rsid w:val="002A3B57"/>
    <w:rsid w:val="002B4FA6"/>
    <w:rsid w:val="002C04EE"/>
    <w:rsid w:val="002C1AFF"/>
    <w:rsid w:val="002C1D1C"/>
    <w:rsid w:val="002C31BF"/>
    <w:rsid w:val="002C7EC8"/>
    <w:rsid w:val="002D1B3F"/>
    <w:rsid w:val="002D7FD6"/>
    <w:rsid w:val="002E0CD7"/>
    <w:rsid w:val="002E0CFB"/>
    <w:rsid w:val="002E0F4A"/>
    <w:rsid w:val="002E294C"/>
    <w:rsid w:val="002E5C7B"/>
    <w:rsid w:val="002F4333"/>
    <w:rsid w:val="0030327A"/>
    <w:rsid w:val="003060C9"/>
    <w:rsid w:val="00307641"/>
    <w:rsid w:val="00311F11"/>
    <w:rsid w:val="00317122"/>
    <w:rsid w:val="00317F7D"/>
    <w:rsid w:val="003217B7"/>
    <w:rsid w:val="0032196B"/>
    <w:rsid w:val="00321E17"/>
    <w:rsid w:val="00322579"/>
    <w:rsid w:val="00323577"/>
    <w:rsid w:val="00324AE8"/>
    <w:rsid w:val="00324C4C"/>
    <w:rsid w:val="00326873"/>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63AA"/>
    <w:rsid w:val="003D756E"/>
    <w:rsid w:val="003E0A14"/>
    <w:rsid w:val="003E3CE3"/>
    <w:rsid w:val="003E420D"/>
    <w:rsid w:val="003E4C13"/>
    <w:rsid w:val="003E79F5"/>
    <w:rsid w:val="003E7D2F"/>
    <w:rsid w:val="003E7EAF"/>
    <w:rsid w:val="003F1B06"/>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18BB"/>
    <w:rsid w:val="00436789"/>
    <w:rsid w:val="004433F4"/>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0F84"/>
    <w:rsid w:val="0047483A"/>
    <w:rsid w:val="00474F4D"/>
    <w:rsid w:val="0048094F"/>
    <w:rsid w:val="00481047"/>
    <w:rsid w:val="00483969"/>
    <w:rsid w:val="00484026"/>
    <w:rsid w:val="00485EAD"/>
    <w:rsid w:val="00486107"/>
    <w:rsid w:val="004910A8"/>
    <w:rsid w:val="00491827"/>
    <w:rsid w:val="00495865"/>
    <w:rsid w:val="004A5FBB"/>
    <w:rsid w:val="004B06EA"/>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B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2D75"/>
    <w:rsid w:val="005C3BA2"/>
    <w:rsid w:val="005C57E1"/>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37421"/>
    <w:rsid w:val="00640B30"/>
    <w:rsid w:val="00640E48"/>
    <w:rsid w:val="00642162"/>
    <w:rsid w:val="00642F80"/>
    <w:rsid w:val="006443EA"/>
    <w:rsid w:val="0064673D"/>
    <w:rsid w:val="00653C93"/>
    <w:rsid w:val="00655976"/>
    <w:rsid w:val="0065610E"/>
    <w:rsid w:val="0065652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327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152F"/>
    <w:rsid w:val="007134F3"/>
    <w:rsid w:val="00714865"/>
    <w:rsid w:val="00714AE8"/>
    <w:rsid w:val="00722225"/>
    <w:rsid w:val="00723ED1"/>
    <w:rsid w:val="00725ED5"/>
    <w:rsid w:val="007317D5"/>
    <w:rsid w:val="0073239B"/>
    <w:rsid w:val="007354E9"/>
    <w:rsid w:val="007356BD"/>
    <w:rsid w:val="00737FE0"/>
    <w:rsid w:val="00740AF5"/>
    <w:rsid w:val="00743525"/>
    <w:rsid w:val="00744F6A"/>
    <w:rsid w:val="00745555"/>
    <w:rsid w:val="007476A8"/>
    <w:rsid w:val="007539BD"/>
    <w:rsid w:val="007541A2"/>
    <w:rsid w:val="00755818"/>
    <w:rsid w:val="0075602A"/>
    <w:rsid w:val="0076286B"/>
    <w:rsid w:val="00762C0E"/>
    <w:rsid w:val="00766846"/>
    <w:rsid w:val="0076790E"/>
    <w:rsid w:val="0077218F"/>
    <w:rsid w:val="00773A24"/>
    <w:rsid w:val="00773DC0"/>
    <w:rsid w:val="0077427F"/>
    <w:rsid w:val="0077673A"/>
    <w:rsid w:val="00776A8A"/>
    <w:rsid w:val="00783762"/>
    <w:rsid w:val="007846E1"/>
    <w:rsid w:val="007847D6"/>
    <w:rsid w:val="007857C3"/>
    <w:rsid w:val="00792824"/>
    <w:rsid w:val="00793BDC"/>
    <w:rsid w:val="0079552D"/>
    <w:rsid w:val="007A2107"/>
    <w:rsid w:val="007A5172"/>
    <w:rsid w:val="007A67A0"/>
    <w:rsid w:val="007A703C"/>
    <w:rsid w:val="007A7C2C"/>
    <w:rsid w:val="007B3D4D"/>
    <w:rsid w:val="007B570C"/>
    <w:rsid w:val="007B796B"/>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2FD1"/>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27D7"/>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976A0"/>
    <w:rsid w:val="008A3568"/>
    <w:rsid w:val="008A770F"/>
    <w:rsid w:val="008B2021"/>
    <w:rsid w:val="008B5EEF"/>
    <w:rsid w:val="008B640C"/>
    <w:rsid w:val="008B70C7"/>
    <w:rsid w:val="008C1B6A"/>
    <w:rsid w:val="008C50F3"/>
    <w:rsid w:val="008C65BC"/>
    <w:rsid w:val="008C65E0"/>
    <w:rsid w:val="008C7EFE"/>
    <w:rsid w:val="008D03B9"/>
    <w:rsid w:val="008D1CA4"/>
    <w:rsid w:val="008D30C7"/>
    <w:rsid w:val="008D552B"/>
    <w:rsid w:val="008E05B6"/>
    <w:rsid w:val="008E1138"/>
    <w:rsid w:val="008E278F"/>
    <w:rsid w:val="008F18D6"/>
    <w:rsid w:val="008F1B7F"/>
    <w:rsid w:val="008F290A"/>
    <w:rsid w:val="008F2C9B"/>
    <w:rsid w:val="008F31FD"/>
    <w:rsid w:val="008F3B60"/>
    <w:rsid w:val="008F52F6"/>
    <w:rsid w:val="008F797B"/>
    <w:rsid w:val="00904691"/>
    <w:rsid w:val="009046A6"/>
    <w:rsid w:val="00904780"/>
    <w:rsid w:val="0090635B"/>
    <w:rsid w:val="00906C81"/>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142C"/>
    <w:rsid w:val="0096212A"/>
    <w:rsid w:val="00962258"/>
    <w:rsid w:val="0096257B"/>
    <w:rsid w:val="00964860"/>
    <w:rsid w:val="009678B7"/>
    <w:rsid w:val="00970D4B"/>
    <w:rsid w:val="00977FDA"/>
    <w:rsid w:val="009801E3"/>
    <w:rsid w:val="00980516"/>
    <w:rsid w:val="0098426C"/>
    <w:rsid w:val="00992D9C"/>
    <w:rsid w:val="009954E4"/>
    <w:rsid w:val="009967C7"/>
    <w:rsid w:val="00996CB8"/>
    <w:rsid w:val="009A1677"/>
    <w:rsid w:val="009A7A46"/>
    <w:rsid w:val="009B2E97"/>
    <w:rsid w:val="009B3012"/>
    <w:rsid w:val="009B3F75"/>
    <w:rsid w:val="009B5146"/>
    <w:rsid w:val="009B75E8"/>
    <w:rsid w:val="009C20E8"/>
    <w:rsid w:val="009C418E"/>
    <w:rsid w:val="009C442C"/>
    <w:rsid w:val="009C4F8C"/>
    <w:rsid w:val="009D20A1"/>
    <w:rsid w:val="009E07F4"/>
    <w:rsid w:val="009E3678"/>
    <w:rsid w:val="009E3C12"/>
    <w:rsid w:val="009E475E"/>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306A"/>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595F"/>
    <w:rsid w:val="00A76F06"/>
    <w:rsid w:val="00A77512"/>
    <w:rsid w:val="00A92FBA"/>
    <w:rsid w:val="00A94C2F"/>
    <w:rsid w:val="00A96F59"/>
    <w:rsid w:val="00A9754D"/>
    <w:rsid w:val="00AA0D74"/>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761"/>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387F"/>
    <w:rsid w:val="00B477DA"/>
    <w:rsid w:val="00B537C9"/>
    <w:rsid w:val="00B5431A"/>
    <w:rsid w:val="00B56B8B"/>
    <w:rsid w:val="00B573D3"/>
    <w:rsid w:val="00B60046"/>
    <w:rsid w:val="00B6106B"/>
    <w:rsid w:val="00B61530"/>
    <w:rsid w:val="00B622CC"/>
    <w:rsid w:val="00B71CC3"/>
    <w:rsid w:val="00B720A4"/>
    <w:rsid w:val="00B7219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568"/>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0A3"/>
    <w:rsid w:val="00D034A0"/>
    <w:rsid w:val="00D0362E"/>
    <w:rsid w:val="00D03C1F"/>
    <w:rsid w:val="00D10A2D"/>
    <w:rsid w:val="00D139AC"/>
    <w:rsid w:val="00D16891"/>
    <w:rsid w:val="00D21061"/>
    <w:rsid w:val="00D2426D"/>
    <w:rsid w:val="00D245DF"/>
    <w:rsid w:val="00D25D67"/>
    <w:rsid w:val="00D25EE3"/>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76FDB"/>
    <w:rsid w:val="00E80472"/>
    <w:rsid w:val="00E8058C"/>
    <w:rsid w:val="00E878EE"/>
    <w:rsid w:val="00E93CEB"/>
    <w:rsid w:val="00EA0048"/>
    <w:rsid w:val="00EA38B9"/>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C75BF"/>
    <w:rsid w:val="00ED0703"/>
    <w:rsid w:val="00ED09D3"/>
    <w:rsid w:val="00ED14BD"/>
    <w:rsid w:val="00ED49DB"/>
    <w:rsid w:val="00ED6360"/>
    <w:rsid w:val="00EE1399"/>
    <w:rsid w:val="00EE2244"/>
    <w:rsid w:val="00EE3C5F"/>
    <w:rsid w:val="00EE4F05"/>
    <w:rsid w:val="00EE5BA5"/>
    <w:rsid w:val="00EE7882"/>
    <w:rsid w:val="00EF07BB"/>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1091"/>
    <w:rsid w:val="00F76F41"/>
    <w:rsid w:val="00F77E39"/>
    <w:rsid w:val="00F83EB8"/>
    <w:rsid w:val="00F86BA6"/>
    <w:rsid w:val="00F911D1"/>
    <w:rsid w:val="00F92F06"/>
    <w:rsid w:val="00F95A2C"/>
    <w:rsid w:val="00FA0295"/>
    <w:rsid w:val="00FA4EE7"/>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044A4E1-C6F7-403B-B431-930FDC4D2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146</TotalTime>
  <Pages>1</Pages>
  <Words>16177</Words>
  <Characters>95450</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71</cp:revision>
  <cp:lastPrinted>2021-02-16T10:06:00Z</cp:lastPrinted>
  <dcterms:created xsi:type="dcterms:W3CDTF">2021-01-27T13:28:00Z</dcterms:created>
  <dcterms:modified xsi:type="dcterms:W3CDTF">2021-02-16T10:07:00Z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