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p w14:paraId="6818C6D7" w14:textId="41DB0530" w:rsidR="00826B7B" w:rsidRPr="006C2343" w:rsidRDefault="004007AF" w:rsidP="006C2343">
      <w:pPr>
        <w:pStyle w:val="Titul2"/>
        <w:rPr>
          <w:highlight w:val="green"/>
        </w:rPr>
      </w:pPr>
      <w:r w:rsidRPr="004007AF">
        <w:rPr>
          <w:rStyle w:val="Nzevakce"/>
          <w:b/>
          <w:szCs w:val="24"/>
        </w:rPr>
        <w:t>Doplnění závor na přejezdu P7160 v km 24,320 trati Zaječí - Hodonín</w:t>
      </w: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0BC02DCF" w:rsidR="00C90F19" w:rsidRDefault="00C90F19" w:rsidP="006C2343">
      <w:pPr>
        <w:pStyle w:val="Tituldatum"/>
      </w:pPr>
    </w:p>
    <w:p w14:paraId="66AA071C" w14:textId="0968A668" w:rsidR="004007AF" w:rsidRDefault="004007AF" w:rsidP="006C2343">
      <w:pPr>
        <w:pStyle w:val="Tituldatum"/>
      </w:pPr>
    </w:p>
    <w:p w14:paraId="0EC48EF1" w14:textId="15AFC448" w:rsidR="004007AF" w:rsidRDefault="004007AF" w:rsidP="006C2343">
      <w:pPr>
        <w:pStyle w:val="Tituldatum"/>
      </w:pPr>
    </w:p>
    <w:p w14:paraId="17B1DC11" w14:textId="2A4D3461" w:rsidR="004007AF" w:rsidRDefault="004007AF" w:rsidP="006C2343">
      <w:pPr>
        <w:pStyle w:val="Tituldatum"/>
      </w:pPr>
    </w:p>
    <w:p w14:paraId="6EDF3624" w14:textId="77777777" w:rsidR="004007AF" w:rsidRDefault="004007AF" w:rsidP="006C2343">
      <w:pPr>
        <w:pStyle w:val="Tituldatum"/>
      </w:pPr>
    </w:p>
    <w:p w14:paraId="263FEE39" w14:textId="1E4B58EE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5652AE">
        <w:t>21</w:t>
      </w:r>
      <w:bookmarkStart w:id="0" w:name="_GoBack"/>
      <w:bookmarkEnd w:id="0"/>
      <w:r w:rsidRPr="00B3540C">
        <w:t xml:space="preserve">. </w:t>
      </w:r>
      <w:r w:rsidR="009933B5" w:rsidRPr="00B3540C">
        <w:t>1</w:t>
      </w:r>
      <w:r w:rsidRPr="00B3540C">
        <w:t>. 20</w:t>
      </w:r>
      <w:r w:rsidR="00A616BE" w:rsidRPr="00B3540C">
        <w:t>2</w:t>
      </w:r>
      <w:r w:rsidR="00B5276C">
        <w:t>1</w:t>
      </w:r>
      <w:r w:rsidR="000008ED">
        <w:t xml:space="preserve"> </w:t>
      </w:r>
    </w:p>
    <w:p w14:paraId="79030DB8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5652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5652A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5652A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5652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5652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1" w:name="_Toc58914528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2" w:name="_Toc5891452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7" w:name="_Toc58914530"/>
      <w:r>
        <w:t>Členění ceny Díla</w:t>
      </w:r>
      <w:bookmarkEnd w:id="7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8" w:name="_Toc58914531"/>
      <w:r>
        <w:t>Členění ceny stavby</w:t>
      </w:r>
      <w:bookmarkEnd w:id="8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9909F2">
        <w:t>Stavby_</w:t>
      </w:r>
      <w:r w:rsidR="00F17F49">
        <w:t>X</w:t>
      </w:r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.xlsx</w:t>
      </w:r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r>
        <w:t>vnitrostaveništní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CBD14" w14:textId="77777777" w:rsidR="00582E9E" w:rsidRDefault="00582E9E" w:rsidP="00962258">
      <w:pPr>
        <w:spacing w:after="0" w:line="240" w:lineRule="auto"/>
      </w:pPr>
      <w:r>
        <w:separator/>
      </w:r>
    </w:p>
  </w:endnote>
  <w:endnote w:type="continuationSeparator" w:id="0">
    <w:p w14:paraId="4FEFCAB1" w14:textId="77777777" w:rsidR="00582E9E" w:rsidRDefault="00582E9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5FCA9739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52A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652A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0F30D0B3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5652AE">
            <w:rPr>
              <w:b/>
              <w:noProof/>
            </w:rPr>
            <w:t>Doplnění závor na přejezdu P7160 v km 24,320 trati Zaječí - Hodonín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792949D3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5652AE">
            <w:rPr>
              <w:b/>
              <w:noProof/>
            </w:rPr>
            <w:t>Doplnění závor na přejezdu P7160 v km 24,320 trati Zaječí - Hodonín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4007C1FE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52A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652A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5E6626" w14:textId="77777777" w:rsidR="00582E9E" w:rsidRDefault="00582E9E" w:rsidP="00962258">
      <w:pPr>
        <w:spacing w:after="0" w:line="240" w:lineRule="auto"/>
      </w:pPr>
      <w:r>
        <w:separator/>
      </w:r>
    </w:p>
  </w:footnote>
  <w:footnote w:type="continuationSeparator" w:id="0">
    <w:p w14:paraId="195E8C46" w14:textId="77777777" w:rsidR="00582E9E" w:rsidRDefault="00582E9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133E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2C4F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07AF"/>
    <w:rsid w:val="004078F3"/>
    <w:rsid w:val="00427794"/>
    <w:rsid w:val="00450F07"/>
    <w:rsid w:val="00453CD3"/>
    <w:rsid w:val="00460660"/>
    <w:rsid w:val="00464BA9"/>
    <w:rsid w:val="0047076E"/>
    <w:rsid w:val="0048144D"/>
    <w:rsid w:val="00481C0A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652AE"/>
    <w:rsid w:val="005736B7"/>
    <w:rsid w:val="00575E5A"/>
    <w:rsid w:val="00580245"/>
    <w:rsid w:val="00582E9E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1777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379D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D33F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3540C"/>
    <w:rsid w:val="00B5276C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235C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C4F56F"/>
  <w14:defaultImageDpi w14:val="32767"/>
  <w15:docId w15:val="{AFC620EE-B417-4A67-A54D-5C05549D7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69177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C454853-3E0A-4AC6-99D6-E07C00431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5</TotalTime>
  <Pages>6</Pages>
  <Words>1576</Words>
  <Characters>9300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Jagošová Magdaléna, Ing.</cp:lastModifiedBy>
  <cp:revision>4</cp:revision>
  <cp:lastPrinted>2019-03-13T10:28:00Z</cp:lastPrinted>
  <dcterms:created xsi:type="dcterms:W3CDTF">2021-01-12T10:03:00Z</dcterms:created>
  <dcterms:modified xsi:type="dcterms:W3CDTF">2021-01-26T15:26:00Z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