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rFonts w:asciiTheme="majorHAnsi" w:hAnsiTheme="majorHAnsi"/>
          <w:b/>
          <w:sz w:val="36"/>
        </w:rPr>
        <w:alias w:val="Název akce - VYplnit pole - přenese se do zápatí"/>
        <w:tag w:val="Název akce"/>
        <w:id w:val="1889687308"/>
        <w:placeholder>
          <w:docPart w:val="F2D8A7416E4B415EB6E053C11D8593D5"/>
        </w:placeholder>
        <w:text w:multiLine="1"/>
      </w:sdtPr>
      <w:sdtEndPr/>
      <w:sdtContent>
        <w:p w:rsidR="00BF54FE" w:rsidRDefault="00B71A19" w:rsidP="00B71A19">
          <w:pPr>
            <w:pStyle w:val="Tituldatum"/>
          </w:pPr>
          <w:r w:rsidRPr="00B71A19">
            <w:rPr>
              <w:rFonts w:asciiTheme="majorHAnsi" w:hAnsiTheme="majorHAnsi"/>
              <w:b/>
              <w:sz w:val="36"/>
            </w:rPr>
            <w:t>„Doplnění závor na PZS (P65</w:t>
          </w:r>
          <w:r w:rsidR="005A346E">
            <w:rPr>
              <w:rFonts w:asciiTheme="majorHAnsi" w:hAnsiTheme="majorHAnsi"/>
              <w:b/>
              <w:sz w:val="36"/>
            </w:rPr>
            <w:t>50</w:t>
          </w:r>
          <w:r w:rsidRPr="00B71A19">
            <w:rPr>
              <w:rFonts w:asciiTheme="majorHAnsi" w:hAnsiTheme="majorHAnsi"/>
              <w:b/>
              <w:sz w:val="36"/>
            </w:rPr>
            <w:t>)</w:t>
          </w:r>
          <w:r>
            <w:rPr>
              <w:rFonts w:asciiTheme="majorHAnsi" w:hAnsiTheme="majorHAnsi"/>
              <w:b/>
              <w:sz w:val="36"/>
            </w:rPr>
            <w:br/>
          </w:r>
          <w:r w:rsidRPr="00B71A19">
            <w:rPr>
              <w:rFonts w:asciiTheme="majorHAnsi" w:hAnsiTheme="majorHAnsi"/>
              <w:b/>
              <w:sz w:val="36"/>
            </w:rPr>
            <w:t xml:space="preserve">v km </w:t>
          </w:r>
          <w:r w:rsidR="005A346E">
            <w:rPr>
              <w:rFonts w:asciiTheme="majorHAnsi" w:hAnsiTheme="majorHAnsi"/>
              <w:b/>
              <w:sz w:val="36"/>
            </w:rPr>
            <w:t>6,990</w:t>
          </w:r>
          <w:r w:rsidRPr="00B71A19">
            <w:rPr>
              <w:rFonts w:asciiTheme="majorHAnsi" w:hAnsiTheme="majorHAnsi"/>
              <w:b/>
              <w:sz w:val="36"/>
            </w:rPr>
            <w:t xml:space="preserve"> TÚ Prostějov </w:t>
          </w:r>
          <w:proofErr w:type="spellStart"/>
          <w:r w:rsidRPr="00B71A19">
            <w:rPr>
              <w:rFonts w:asciiTheme="majorHAnsi" w:hAnsiTheme="majorHAnsi"/>
              <w:b/>
              <w:sz w:val="36"/>
            </w:rPr>
            <w:t>hl.n</w:t>
          </w:r>
          <w:proofErr w:type="spellEnd"/>
          <w:r w:rsidRPr="00B71A19">
            <w:rPr>
              <w:rFonts w:asciiTheme="majorHAnsi" w:hAnsiTheme="majorHAnsi"/>
              <w:b/>
              <w:sz w:val="36"/>
            </w:rPr>
            <w:t>. – Třebovice v Čechách“</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E077EE">
        <w:t xml:space="preserve">Datum vydání: </w:t>
      </w:r>
      <w:r w:rsidRPr="00E077EE">
        <w:tab/>
      </w:r>
      <w:r w:rsidR="00FB1C45">
        <w:t>9</w:t>
      </w:r>
      <w:r w:rsidR="00C10F4C" w:rsidRPr="00E077EE">
        <w:t>.</w:t>
      </w:r>
      <w:r w:rsidRPr="00E077EE">
        <w:t xml:space="preserve"> </w:t>
      </w:r>
      <w:r w:rsidR="00E077EE" w:rsidRPr="00E077EE">
        <w:t>2</w:t>
      </w:r>
      <w:r w:rsidRPr="00E077EE">
        <w:t>. 20</w:t>
      </w:r>
      <w:r w:rsidR="00CE507E" w:rsidRPr="00E077EE">
        <w:t>2</w:t>
      </w:r>
      <w:r w:rsidR="00D17EBD" w:rsidRPr="00E077EE">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bookmarkStart w:id="0" w:name="_GoBack"/>
    <w:bookmarkEnd w:id="0"/>
    <w:p w:rsidR="00B41CA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4529161" w:history="1">
        <w:r w:rsidR="00B41CAB" w:rsidRPr="00C97100">
          <w:rPr>
            <w:rStyle w:val="Hypertextovodkaz"/>
          </w:rPr>
          <w:t>SEZNAM ZKRATEK</w:t>
        </w:r>
        <w:r w:rsidR="00B41CAB">
          <w:rPr>
            <w:noProof/>
            <w:webHidden/>
          </w:rPr>
          <w:tab/>
        </w:r>
        <w:r w:rsidR="00B41CAB">
          <w:rPr>
            <w:noProof/>
            <w:webHidden/>
          </w:rPr>
          <w:fldChar w:fldCharType="begin"/>
        </w:r>
        <w:r w:rsidR="00B41CAB">
          <w:rPr>
            <w:noProof/>
            <w:webHidden/>
          </w:rPr>
          <w:instrText xml:space="preserve"> PAGEREF _Toc64529161 \h </w:instrText>
        </w:r>
        <w:r w:rsidR="00B41CAB">
          <w:rPr>
            <w:noProof/>
            <w:webHidden/>
          </w:rPr>
        </w:r>
        <w:r w:rsidR="00B41CAB">
          <w:rPr>
            <w:noProof/>
            <w:webHidden/>
          </w:rPr>
          <w:fldChar w:fldCharType="separate"/>
        </w:r>
        <w:r w:rsidR="00B41CAB">
          <w:rPr>
            <w:noProof/>
            <w:webHidden/>
          </w:rPr>
          <w:t>2</w:t>
        </w:r>
        <w:r w:rsidR="00B41CAB">
          <w:rPr>
            <w:noProof/>
            <w:webHidden/>
          </w:rPr>
          <w:fldChar w:fldCharType="end"/>
        </w:r>
      </w:hyperlink>
    </w:p>
    <w:p w:rsidR="00B41CAB" w:rsidRDefault="00B41CAB">
      <w:pPr>
        <w:pStyle w:val="Obsah1"/>
        <w:rPr>
          <w:rFonts w:asciiTheme="minorHAnsi" w:eastAsiaTheme="minorEastAsia" w:hAnsiTheme="minorHAnsi"/>
          <w:b w:val="0"/>
          <w:caps w:val="0"/>
          <w:noProof/>
          <w:spacing w:val="0"/>
          <w:sz w:val="22"/>
          <w:szCs w:val="22"/>
          <w:lang w:eastAsia="cs-CZ"/>
        </w:rPr>
      </w:pPr>
      <w:hyperlink w:anchor="_Toc64529162" w:history="1">
        <w:r w:rsidRPr="00C97100">
          <w:rPr>
            <w:rStyle w:val="Hypertextovodkaz"/>
          </w:rPr>
          <w:t>1.</w:t>
        </w:r>
        <w:r>
          <w:rPr>
            <w:rFonts w:asciiTheme="minorHAnsi" w:eastAsiaTheme="minorEastAsia" w:hAnsiTheme="minorHAnsi"/>
            <w:b w:val="0"/>
            <w:caps w:val="0"/>
            <w:noProof/>
            <w:spacing w:val="0"/>
            <w:sz w:val="22"/>
            <w:szCs w:val="22"/>
            <w:lang w:eastAsia="cs-CZ"/>
          </w:rPr>
          <w:tab/>
        </w:r>
        <w:r w:rsidRPr="00C97100">
          <w:rPr>
            <w:rStyle w:val="Hypertextovodkaz"/>
          </w:rPr>
          <w:t>SPECIFIKACE PŘEDMĚTU DÍLA</w:t>
        </w:r>
        <w:r>
          <w:rPr>
            <w:noProof/>
            <w:webHidden/>
          </w:rPr>
          <w:tab/>
        </w:r>
        <w:r>
          <w:rPr>
            <w:noProof/>
            <w:webHidden/>
          </w:rPr>
          <w:fldChar w:fldCharType="begin"/>
        </w:r>
        <w:r>
          <w:rPr>
            <w:noProof/>
            <w:webHidden/>
          </w:rPr>
          <w:instrText xml:space="preserve"> PAGEREF _Toc64529162 \h </w:instrText>
        </w:r>
        <w:r>
          <w:rPr>
            <w:noProof/>
            <w:webHidden/>
          </w:rPr>
        </w:r>
        <w:r>
          <w:rPr>
            <w:noProof/>
            <w:webHidden/>
          </w:rPr>
          <w:fldChar w:fldCharType="separate"/>
        </w:r>
        <w:r>
          <w:rPr>
            <w:noProof/>
            <w:webHidden/>
          </w:rPr>
          <w:t>3</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63" w:history="1">
        <w:r w:rsidRPr="00C97100">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C97100">
          <w:rPr>
            <w:rStyle w:val="Hypertextovodkaz"/>
          </w:rPr>
          <w:t>Účel a rozsah předmětu Díla</w:t>
        </w:r>
        <w:r>
          <w:rPr>
            <w:noProof/>
            <w:webHidden/>
          </w:rPr>
          <w:tab/>
        </w:r>
        <w:r>
          <w:rPr>
            <w:noProof/>
            <w:webHidden/>
          </w:rPr>
          <w:fldChar w:fldCharType="begin"/>
        </w:r>
        <w:r>
          <w:rPr>
            <w:noProof/>
            <w:webHidden/>
          </w:rPr>
          <w:instrText xml:space="preserve"> PAGEREF _Toc64529163 \h </w:instrText>
        </w:r>
        <w:r>
          <w:rPr>
            <w:noProof/>
            <w:webHidden/>
          </w:rPr>
        </w:r>
        <w:r>
          <w:rPr>
            <w:noProof/>
            <w:webHidden/>
          </w:rPr>
          <w:fldChar w:fldCharType="separate"/>
        </w:r>
        <w:r>
          <w:rPr>
            <w:noProof/>
            <w:webHidden/>
          </w:rPr>
          <w:t>3</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64" w:history="1">
        <w:r w:rsidRPr="00C97100">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C97100">
          <w:rPr>
            <w:rStyle w:val="Hypertextovodkaz"/>
          </w:rPr>
          <w:t>Umístění stavby</w:t>
        </w:r>
        <w:r>
          <w:rPr>
            <w:noProof/>
            <w:webHidden/>
          </w:rPr>
          <w:tab/>
        </w:r>
        <w:r>
          <w:rPr>
            <w:noProof/>
            <w:webHidden/>
          </w:rPr>
          <w:fldChar w:fldCharType="begin"/>
        </w:r>
        <w:r>
          <w:rPr>
            <w:noProof/>
            <w:webHidden/>
          </w:rPr>
          <w:instrText xml:space="preserve"> PAGEREF _Toc64529164 \h </w:instrText>
        </w:r>
        <w:r>
          <w:rPr>
            <w:noProof/>
            <w:webHidden/>
          </w:rPr>
        </w:r>
        <w:r>
          <w:rPr>
            <w:noProof/>
            <w:webHidden/>
          </w:rPr>
          <w:fldChar w:fldCharType="separate"/>
        </w:r>
        <w:r>
          <w:rPr>
            <w:noProof/>
            <w:webHidden/>
          </w:rPr>
          <w:t>3</w:t>
        </w:r>
        <w:r>
          <w:rPr>
            <w:noProof/>
            <w:webHidden/>
          </w:rPr>
          <w:fldChar w:fldCharType="end"/>
        </w:r>
      </w:hyperlink>
    </w:p>
    <w:p w:rsidR="00B41CAB" w:rsidRDefault="00B41CAB">
      <w:pPr>
        <w:pStyle w:val="Obsah1"/>
        <w:rPr>
          <w:rFonts w:asciiTheme="minorHAnsi" w:eastAsiaTheme="minorEastAsia" w:hAnsiTheme="minorHAnsi"/>
          <w:b w:val="0"/>
          <w:caps w:val="0"/>
          <w:noProof/>
          <w:spacing w:val="0"/>
          <w:sz w:val="22"/>
          <w:szCs w:val="22"/>
          <w:lang w:eastAsia="cs-CZ"/>
        </w:rPr>
      </w:pPr>
      <w:hyperlink w:anchor="_Toc64529165" w:history="1">
        <w:r w:rsidRPr="00C97100">
          <w:rPr>
            <w:rStyle w:val="Hypertextovodkaz"/>
          </w:rPr>
          <w:t>2.</w:t>
        </w:r>
        <w:r>
          <w:rPr>
            <w:rFonts w:asciiTheme="minorHAnsi" w:eastAsiaTheme="minorEastAsia" w:hAnsiTheme="minorHAnsi"/>
            <w:b w:val="0"/>
            <w:caps w:val="0"/>
            <w:noProof/>
            <w:spacing w:val="0"/>
            <w:sz w:val="22"/>
            <w:szCs w:val="22"/>
            <w:lang w:eastAsia="cs-CZ"/>
          </w:rPr>
          <w:tab/>
        </w:r>
        <w:r w:rsidRPr="00C97100">
          <w:rPr>
            <w:rStyle w:val="Hypertextovodkaz"/>
          </w:rPr>
          <w:t>PŘEHLED VÝCHOZÍCH PODKLADŮ</w:t>
        </w:r>
        <w:r>
          <w:rPr>
            <w:noProof/>
            <w:webHidden/>
          </w:rPr>
          <w:tab/>
        </w:r>
        <w:r>
          <w:rPr>
            <w:noProof/>
            <w:webHidden/>
          </w:rPr>
          <w:fldChar w:fldCharType="begin"/>
        </w:r>
        <w:r>
          <w:rPr>
            <w:noProof/>
            <w:webHidden/>
          </w:rPr>
          <w:instrText xml:space="preserve"> PAGEREF _Toc64529165 \h </w:instrText>
        </w:r>
        <w:r>
          <w:rPr>
            <w:noProof/>
            <w:webHidden/>
          </w:rPr>
        </w:r>
        <w:r>
          <w:rPr>
            <w:noProof/>
            <w:webHidden/>
          </w:rPr>
          <w:fldChar w:fldCharType="separate"/>
        </w:r>
        <w:r>
          <w:rPr>
            <w:noProof/>
            <w:webHidden/>
          </w:rPr>
          <w:t>4</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66" w:history="1">
        <w:r w:rsidRPr="00C97100">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C97100">
          <w:rPr>
            <w:rStyle w:val="Hypertextovodkaz"/>
          </w:rPr>
          <w:t>Předprojektová dokumentace</w:t>
        </w:r>
        <w:r>
          <w:rPr>
            <w:noProof/>
            <w:webHidden/>
          </w:rPr>
          <w:tab/>
        </w:r>
        <w:r>
          <w:rPr>
            <w:noProof/>
            <w:webHidden/>
          </w:rPr>
          <w:fldChar w:fldCharType="begin"/>
        </w:r>
        <w:r>
          <w:rPr>
            <w:noProof/>
            <w:webHidden/>
          </w:rPr>
          <w:instrText xml:space="preserve"> PAGEREF _Toc64529166 \h </w:instrText>
        </w:r>
        <w:r>
          <w:rPr>
            <w:noProof/>
            <w:webHidden/>
          </w:rPr>
        </w:r>
        <w:r>
          <w:rPr>
            <w:noProof/>
            <w:webHidden/>
          </w:rPr>
          <w:fldChar w:fldCharType="separate"/>
        </w:r>
        <w:r>
          <w:rPr>
            <w:noProof/>
            <w:webHidden/>
          </w:rPr>
          <w:t>4</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67" w:history="1">
        <w:r w:rsidRPr="00C97100">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C97100">
          <w:rPr>
            <w:rStyle w:val="Hypertextovodkaz"/>
          </w:rPr>
          <w:t>Související dokumentace</w:t>
        </w:r>
        <w:r>
          <w:rPr>
            <w:noProof/>
            <w:webHidden/>
          </w:rPr>
          <w:tab/>
        </w:r>
        <w:r>
          <w:rPr>
            <w:noProof/>
            <w:webHidden/>
          </w:rPr>
          <w:fldChar w:fldCharType="begin"/>
        </w:r>
        <w:r>
          <w:rPr>
            <w:noProof/>
            <w:webHidden/>
          </w:rPr>
          <w:instrText xml:space="preserve"> PAGEREF _Toc64529167 \h </w:instrText>
        </w:r>
        <w:r>
          <w:rPr>
            <w:noProof/>
            <w:webHidden/>
          </w:rPr>
        </w:r>
        <w:r>
          <w:rPr>
            <w:noProof/>
            <w:webHidden/>
          </w:rPr>
          <w:fldChar w:fldCharType="separate"/>
        </w:r>
        <w:r>
          <w:rPr>
            <w:noProof/>
            <w:webHidden/>
          </w:rPr>
          <w:t>4</w:t>
        </w:r>
        <w:r>
          <w:rPr>
            <w:noProof/>
            <w:webHidden/>
          </w:rPr>
          <w:fldChar w:fldCharType="end"/>
        </w:r>
      </w:hyperlink>
    </w:p>
    <w:p w:rsidR="00B41CAB" w:rsidRDefault="00B41CAB">
      <w:pPr>
        <w:pStyle w:val="Obsah1"/>
        <w:rPr>
          <w:rFonts w:asciiTheme="minorHAnsi" w:eastAsiaTheme="minorEastAsia" w:hAnsiTheme="minorHAnsi"/>
          <w:b w:val="0"/>
          <w:caps w:val="0"/>
          <w:noProof/>
          <w:spacing w:val="0"/>
          <w:sz w:val="22"/>
          <w:szCs w:val="22"/>
          <w:lang w:eastAsia="cs-CZ"/>
        </w:rPr>
      </w:pPr>
      <w:hyperlink w:anchor="_Toc64529168" w:history="1">
        <w:r w:rsidRPr="00C97100">
          <w:rPr>
            <w:rStyle w:val="Hypertextovodkaz"/>
          </w:rPr>
          <w:t>3.</w:t>
        </w:r>
        <w:r>
          <w:rPr>
            <w:rFonts w:asciiTheme="minorHAnsi" w:eastAsiaTheme="minorEastAsia" w:hAnsiTheme="minorHAnsi"/>
            <w:b w:val="0"/>
            <w:caps w:val="0"/>
            <w:noProof/>
            <w:spacing w:val="0"/>
            <w:sz w:val="22"/>
            <w:szCs w:val="22"/>
            <w:lang w:eastAsia="cs-CZ"/>
          </w:rPr>
          <w:tab/>
        </w:r>
        <w:r w:rsidRPr="00C97100">
          <w:rPr>
            <w:rStyle w:val="Hypertextovodkaz"/>
          </w:rPr>
          <w:t>KOORDINACE S JINÝMI STAVBAMI</w:t>
        </w:r>
        <w:r>
          <w:rPr>
            <w:noProof/>
            <w:webHidden/>
          </w:rPr>
          <w:tab/>
        </w:r>
        <w:r>
          <w:rPr>
            <w:noProof/>
            <w:webHidden/>
          </w:rPr>
          <w:fldChar w:fldCharType="begin"/>
        </w:r>
        <w:r>
          <w:rPr>
            <w:noProof/>
            <w:webHidden/>
          </w:rPr>
          <w:instrText xml:space="preserve"> PAGEREF _Toc64529168 \h </w:instrText>
        </w:r>
        <w:r>
          <w:rPr>
            <w:noProof/>
            <w:webHidden/>
          </w:rPr>
        </w:r>
        <w:r>
          <w:rPr>
            <w:noProof/>
            <w:webHidden/>
          </w:rPr>
          <w:fldChar w:fldCharType="separate"/>
        </w:r>
        <w:r>
          <w:rPr>
            <w:noProof/>
            <w:webHidden/>
          </w:rPr>
          <w:t>4</w:t>
        </w:r>
        <w:r>
          <w:rPr>
            <w:noProof/>
            <w:webHidden/>
          </w:rPr>
          <w:fldChar w:fldCharType="end"/>
        </w:r>
      </w:hyperlink>
    </w:p>
    <w:p w:rsidR="00B41CAB" w:rsidRDefault="00B41CAB">
      <w:pPr>
        <w:pStyle w:val="Obsah1"/>
        <w:rPr>
          <w:rFonts w:asciiTheme="minorHAnsi" w:eastAsiaTheme="minorEastAsia" w:hAnsiTheme="minorHAnsi"/>
          <w:b w:val="0"/>
          <w:caps w:val="0"/>
          <w:noProof/>
          <w:spacing w:val="0"/>
          <w:sz w:val="22"/>
          <w:szCs w:val="22"/>
          <w:lang w:eastAsia="cs-CZ"/>
        </w:rPr>
      </w:pPr>
      <w:hyperlink w:anchor="_Toc64529169" w:history="1">
        <w:r w:rsidRPr="00C97100">
          <w:rPr>
            <w:rStyle w:val="Hypertextovodkaz"/>
          </w:rPr>
          <w:t>4.</w:t>
        </w:r>
        <w:r>
          <w:rPr>
            <w:rFonts w:asciiTheme="minorHAnsi" w:eastAsiaTheme="minorEastAsia" w:hAnsiTheme="minorHAnsi"/>
            <w:b w:val="0"/>
            <w:caps w:val="0"/>
            <w:noProof/>
            <w:spacing w:val="0"/>
            <w:sz w:val="22"/>
            <w:szCs w:val="22"/>
            <w:lang w:eastAsia="cs-CZ"/>
          </w:rPr>
          <w:tab/>
        </w:r>
        <w:r w:rsidRPr="00C97100">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_Toc64529169 \h </w:instrText>
        </w:r>
        <w:r>
          <w:rPr>
            <w:noProof/>
            <w:webHidden/>
          </w:rPr>
        </w:r>
        <w:r>
          <w:rPr>
            <w:noProof/>
            <w:webHidden/>
          </w:rPr>
          <w:fldChar w:fldCharType="separate"/>
        </w:r>
        <w:r>
          <w:rPr>
            <w:noProof/>
            <w:webHidden/>
          </w:rPr>
          <w:t>4</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70" w:history="1">
        <w:r w:rsidRPr="00C97100">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C97100">
          <w:rPr>
            <w:rStyle w:val="Hypertextovodkaz"/>
          </w:rPr>
          <w:t>Všeobecně</w:t>
        </w:r>
        <w:r>
          <w:rPr>
            <w:noProof/>
            <w:webHidden/>
          </w:rPr>
          <w:tab/>
        </w:r>
        <w:r>
          <w:rPr>
            <w:noProof/>
            <w:webHidden/>
          </w:rPr>
          <w:fldChar w:fldCharType="begin"/>
        </w:r>
        <w:r>
          <w:rPr>
            <w:noProof/>
            <w:webHidden/>
          </w:rPr>
          <w:instrText xml:space="preserve"> PAGEREF _Toc64529170 \h </w:instrText>
        </w:r>
        <w:r>
          <w:rPr>
            <w:noProof/>
            <w:webHidden/>
          </w:rPr>
        </w:r>
        <w:r>
          <w:rPr>
            <w:noProof/>
            <w:webHidden/>
          </w:rPr>
          <w:fldChar w:fldCharType="separate"/>
        </w:r>
        <w:r>
          <w:rPr>
            <w:noProof/>
            <w:webHidden/>
          </w:rPr>
          <w:t>4</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71" w:history="1">
        <w:r w:rsidRPr="00C97100">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C97100">
          <w:rPr>
            <w:rStyle w:val="Hypertextovodkaz"/>
          </w:rPr>
          <w:t>Zhotovení Projektové dokumentace</w:t>
        </w:r>
        <w:r>
          <w:rPr>
            <w:noProof/>
            <w:webHidden/>
          </w:rPr>
          <w:tab/>
        </w:r>
        <w:r>
          <w:rPr>
            <w:noProof/>
            <w:webHidden/>
          </w:rPr>
          <w:fldChar w:fldCharType="begin"/>
        </w:r>
        <w:r>
          <w:rPr>
            <w:noProof/>
            <w:webHidden/>
          </w:rPr>
          <w:instrText xml:space="preserve"> PAGEREF _Toc64529171 \h </w:instrText>
        </w:r>
        <w:r>
          <w:rPr>
            <w:noProof/>
            <w:webHidden/>
          </w:rPr>
        </w:r>
        <w:r>
          <w:rPr>
            <w:noProof/>
            <w:webHidden/>
          </w:rPr>
          <w:fldChar w:fldCharType="separate"/>
        </w:r>
        <w:r>
          <w:rPr>
            <w:noProof/>
            <w:webHidden/>
          </w:rPr>
          <w:t>5</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72" w:history="1">
        <w:r w:rsidRPr="00C97100">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C97100">
          <w:rPr>
            <w:rStyle w:val="Hypertextovodkaz"/>
          </w:rPr>
          <w:t>Zhotovení stavby</w:t>
        </w:r>
        <w:r>
          <w:rPr>
            <w:noProof/>
            <w:webHidden/>
          </w:rPr>
          <w:tab/>
        </w:r>
        <w:r>
          <w:rPr>
            <w:noProof/>
            <w:webHidden/>
          </w:rPr>
          <w:fldChar w:fldCharType="begin"/>
        </w:r>
        <w:r>
          <w:rPr>
            <w:noProof/>
            <w:webHidden/>
          </w:rPr>
          <w:instrText xml:space="preserve"> PAGEREF _Toc64529172 \h </w:instrText>
        </w:r>
        <w:r>
          <w:rPr>
            <w:noProof/>
            <w:webHidden/>
          </w:rPr>
        </w:r>
        <w:r>
          <w:rPr>
            <w:noProof/>
            <w:webHidden/>
          </w:rPr>
          <w:fldChar w:fldCharType="separate"/>
        </w:r>
        <w:r>
          <w:rPr>
            <w:noProof/>
            <w:webHidden/>
          </w:rPr>
          <w:t>7</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73" w:history="1">
        <w:r w:rsidRPr="00C97100">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C97100">
          <w:rPr>
            <w:rStyle w:val="Hypertextovodkaz"/>
          </w:rPr>
          <w:t>Zeměměřická činnost zhotovitele</w:t>
        </w:r>
        <w:r>
          <w:rPr>
            <w:noProof/>
            <w:webHidden/>
          </w:rPr>
          <w:tab/>
        </w:r>
        <w:r>
          <w:rPr>
            <w:noProof/>
            <w:webHidden/>
          </w:rPr>
          <w:fldChar w:fldCharType="begin"/>
        </w:r>
        <w:r>
          <w:rPr>
            <w:noProof/>
            <w:webHidden/>
          </w:rPr>
          <w:instrText xml:space="preserve"> PAGEREF _Toc64529173 \h </w:instrText>
        </w:r>
        <w:r>
          <w:rPr>
            <w:noProof/>
            <w:webHidden/>
          </w:rPr>
        </w:r>
        <w:r>
          <w:rPr>
            <w:noProof/>
            <w:webHidden/>
          </w:rPr>
          <w:fldChar w:fldCharType="separate"/>
        </w:r>
        <w:r>
          <w:rPr>
            <w:noProof/>
            <w:webHidden/>
          </w:rPr>
          <w:t>9</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74" w:history="1">
        <w:r w:rsidRPr="00C97100">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C97100">
          <w:rPr>
            <w:rStyle w:val="Hypertextovodkaz"/>
          </w:rPr>
          <w:t>Doklady překládané zhotovitelem</w:t>
        </w:r>
        <w:r>
          <w:rPr>
            <w:noProof/>
            <w:webHidden/>
          </w:rPr>
          <w:tab/>
        </w:r>
        <w:r>
          <w:rPr>
            <w:noProof/>
            <w:webHidden/>
          </w:rPr>
          <w:fldChar w:fldCharType="begin"/>
        </w:r>
        <w:r>
          <w:rPr>
            <w:noProof/>
            <w:webHidden/>
          </w:rPr>
          <w:instrText xml:space="preserve"> PAGEREF _Toc64529174 \h </w:instrText>
        </w:r>
        <w:r>
          <w:rPr>
            <w:noProof/>
            <w:webHidden/>
          </w:rPr>
        </w:r>
        <w:r>
          <w:rPr>
            <w:noProof/>
            <w:webHidden/>
          </w:rPr>
          <w:fldChar w:fldCharType="separate"/>
        </w:r>
        <w:r>
          <w:rPr>
            <w:noProof/>
            <w:webHidden/>
          </w:rPr>
          <w:t>9</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75" w:history="1">
        <w:r w:rsidRPr="00C97100">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C97100">
          <w:rPr>
            <w:rStyle w:val="Hypertextovodkaz"/>
          </w:rPr>
          <w:t>Dokumentace skutečného provedení stavby</w:t>
        </w:r>
        <w:r>
          <w:rPr>
            <w:noProof/>
            <w:webHidden/>
          </w:rPr>
          <w:tab/>
        </w:r>
        <w:r>
          <w:rPr>
            <w:noProof/>
            <w:webHidden/>
          </w:rPr>
          <w:fldChar w:fldCharType="begin"/>
        </w:r>
        <w:r>
          <w:rPr>
            <w:noProof/>
            <w:webHidden/>
          </w:rPr>
          <w:instrText xml:space="preserve"> PAGEREF _Toc64529175 \h </w:instrText>
        </w:r>
        <w:r>
          <w:rPr>
            <w:noProof/>
            <w:webHidden/>
          </w:rPr>
        </w:r>
        <w:r>
          <w:rPr>
            <w:noProof/>
            <w:webHidden/>
          </w:rPr>
          <w:fldChar w:fldCharType="separate"/>
        </w:r>
        <w:r>
          <w:rPr>
            <w:noProof/>
            <w:webHidden/>
          </w:rPr>
          <w:t>10</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76" w:history="1">
        <w:r w:rsidRPr="00C97100">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C97100">
          <w:rPr>
            <w:rStyle w:val="Hypertextovodkaz"/>
          </w:rPr>
          <w:t>Zabezpečovací zařízení</w:t>
        </w:r>
        <w:r>
          <w:rPr>
            <w:noProof/>
            <w:webHidden/>
          </w:rPr>
          <w:tab/>
        </w:r>
        <w:r>
          <w:rPr>
            <w:noProof/>
            <w:webHidden/>
          </w:rPr>
          <w:fldChar w:fldCharType="begin"/>
        </w:r>
        <w:r>
          <w:rPr>
            <w:noProof/>
            <w:webHidden/>
          </w:rPr>
          <w:instrText xml:space="preserve"> PAGEREF _Toc64529176 \h </w:instrText>
        </w:r>
        <w:r>
          <w:rPr>
            <w:noProof/>
            <w:webHidden/>
          </w:rPr>
        </w:r>
        <w:r>
          <w:rPr>
            <w:noProof/>
            <w:webHidden/>
          </w:rPr>
          <w:fldChar w:fldCharType="separate"/>
        </w:r>
        <w:r>
          <w:rPr>
            <w:noProof/>
            <w:webHidden/>
          </w:rPr>
          <w:t>10</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77" w:history="1">
        <w:r w:rsidRPr="00C97100">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C97100">
          <w:rPr>
            <w:rStyle w:val="Hypertextovodkaz"/>
          </w:rPr>
          <w:t>Sdělovací zařízení</w:t>
        </w:r>
        <w:r>
          <w:rPr>
            <w:noProof/>
            <w:webHidden/>
          </w:rPr>
          <w:tab/>
        </w:r>
        <w:r>
          <w:rPr>
            <w:noProof/>
            <w:webHidden/>
          </w:rPr>
          <w:fldChar w:fldCharType="begin"/>
        </w:r>
        <w:r>
          <w:rPr>
            <w:noProof/>
            <w:webHidden/>
          </w:rPr>
          <w:instrText xml:space="preserve"> PAGEREF _Toc64529177 \h </w:instrText>
        </w:r>
        <w:r>
          <w:rPr>
            <w:noProof/>
            <w:webHidden/>
          </w:rPr>
        </w:r>
        <w:r>
          <w:rPr>
            <w:noProof/>
            <w:webHidden/>
          </w:rPr>
          <w:fldChar w:fldCharType="separate"/>
        </w:r>
        <w:r>
          <w:rPr>
            <w:noProof/>
            <w:webHidden/>
          </w:rPr>
          <w:t>12</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78" w:history="1">
        <w:r w:rsidRPr="00C97100">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C97100">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_Toc64529178 \h </w:instrText>
        </w:r>
        <w:r>
          <w:rPr>
            <w:noProof/>
            <w:webHidden/>
          </w:rPr>
        </w:r>
        <w:r>
          <w:rPr>
            <w:noProof/>
            <w:webHidden/>
          </w:rPr>
          <w:fldChar w:fldCharType="separate"/>
        </w:r>
        <w:r>
          <w:rPr>
            <w:noProof/>
            <w:webHidden/>
          </w:rPr>
          <w:t>12</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79" w:history="1">
        <w:r w:rsidRPr="00C97100">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C97100">
          <w:rPr>
            <w:rStyle w:val="Hypertextovodkaz"/>
          </w:rPr>
          <w:t>Železniční svršek a spodek</w:t>
        </w:r>
        <w:r>
          <w:rPr>
            <w:noProof/>
            <w:webHidden/>
          </w:rPr>
          <w:tab/>
        </w:r>
        <w:r>
          <w:rPr>
            <w:noProof/>
            <w:webHidden/>
          </w:rPr>
          <w:fldChar w:fldCharType="begin"/>
        </w:r>
        <w:r>
          <w:rPr>
            <w:noProof/>
            <w:webHidden/>
          </w:rPr>
          <w:instrText xml:space="preserve"> PAGEREF _Toc64529179 \h </w:instrText>
        </w:r>
        <w:r>
          <w:rPr>
            <w:noProof/>
            <w:webHidden/>
          </w:rPr>
        </w:r>
        <w:r>
          <w:rPr>
            <w:noProof/>
            <w:webHidden/>
          </w:rPr>
          <w:fldChar w:fldCharType="separate"/>
        </w:r>
        <w:r>
          <w:rPr>
            <w:noProof/>
            <w:webHidden/>
          </w:rPr>
          <w:t>13</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80" w:history="1">
        <w:r w:rsidRPr="00C97100">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C97100">
          <w:rPr>
            <w:rStyle w:val="Hypertextovodkaz"/>
          </w:rPr>
          <w:t>Železniční přejezdy</w:t>
        </w:r>
        <w:r>
          <w:rPr>
            <w:noProof/>
            <w:webHidden/>
          </w:rPr>
          <w:tab/>
        </w:r>
        <w:r>
          <w:rPr>
            <w:noProof/>
            <w:webHidden/>
          </w:rPr>
          <w:fldChar w:fldCharType="begin"/>
        </w:r>
        <w:r>
          <w:rPr>
            <w:noProof/>
            <w:webHidden/>
          </w:rPr>
          <w:instrText xml:space="preserve"> PAGEREF _Toc64529180 \h </w:instrText>
        </w:r>
        <w:r>
          <w:rPr>
            <w:noProof/>
            <w:webHidden/>
          </w:rPr>
        </w:r>
        <w:r>
          <w:rPr>
            <w:noProof/>
            <w:webHidden/>
          </w:rPr>
          <w:fldChar w:fldCharType="separate"/>
        </w:r>
        <w:r>
          <w:rPr>
            <w:noProof/>
            <w:webHidden/>
          </w:rPr>
          <w:t>13</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81" w:history="1">
        <w:r w:rsidRPr="00C97100">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C97100">
          <w:rPr>
            <w:rStyle w:val="Hypertextovodkaz"/>
          </w:rPr>
          <w:t>Ostatní inženýrské objekty</w:t>
        </w:r>
        <w:r>
          <w:rPr>
            <w:noProof/>
            <w:webHidden/>
          </w:rPr>
          <w:tab/>
        </w:r>
        <w:r>
          <w:rPr>
            <w:noProof/>
            <w:webHidden/>
          </w:rPr>
          <w:fldChar w:fldCharType="begin"/>
        </w:r>
        <w:r>
          <w:rPr>
            <w:noProof/>
            <w:webHidden/>
          </w:rPr>
          <w:instrText xml:space="preserve"> PAGEREF _Toc64529181 \h </w:instrText>
        </w:r>
        <w:r>
          <w:rPr>
            <w:noProof/>
            <w:webHidden/>
          </w:rPr>
        </w:r>
        <w:r>
          <w:rPr>
            <w:noProof/>
            <w:webHidden/>
          </w:rPr>
          <w:fldChar w:fldCharType="separate"/>
        </w:r>
        <w:r>
          <w:rPr>
            <w:noProof/>
            <w:webHidden/>
          </w:rPr>
          <w:t>13</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82" w:history="1">
        <w:r w:rsidRPr="00C97100">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C97100">
          <w:rPr>
            <w:rStyle w:val="Hypertextovodkaz"/>
          </w:rPr>
          <w:t>Vyzískaný materiál</w:t>
        </w:r>
        <w:r>
          <w:rPr>
            <w:noProof/>
            <w:webHidden/>
          </w:rPr>
          <w:tab/>
        </w:r>
        <w:r>
          <w:rPr>
            <w:noProof/>
            <w:webHidden/>
          </w:rPr>
          <w:fldChar w:fldCharType="begin"/>
        </w:r>
        <w:r>
          <w:rPr>
            <w:noProof/>
            <w:webHidden/>
          </w:rPr>
          <w:instrText xml:space="preserve"> PAGEREF _Toc64529182 \h </w:instrText>
        </w:r>
        <w:r>
          <w:rPr>
            <w:noProof/>
            <w:webHidden/>
          </w:rPr>
        </w:r>
        <w:r>
          <w:rPr>
            <w:noProof/>
            <w:webHidden/>
          </w:rPr>
          <w:fldChar w:fldCharType="separate"/>
        </w:r>
        <w:r>
          <w:rPr>
            <w:noProof/>
            <w:webHidden/>
          </w:rPr>
          <w:t>13</w:t>
        </w:r>
        <w:r>
          <w:rPr>
            <w:noProof/>
            <w:webHidden/>
          </w:rPr>
          <w:fldChar w:fldCharType="end"/>
        </w:r>
      </w:hyperlink>
    </w:p>
    <w:p w:rsidR="00B41CAB" w:rsidRDefault="00B41CAB">
      <w:pPr>
        <w:pStyle w:val="Obsah2"/>
        <w:rPr>
          <w:rFonts w:asciiTheme="minorHAnsi" w:eastAsiaTheme="minorEastAsia" w:hAnsiTheme="minorHAnsi"/>
          <w:noProof/>
          <w:spacing w:val="0"/>
          <w:sz w:val="22"/>
          <w:szCs w:val="22"/>
          <w:lang w:eastAsia="cs-CZ"/>
        </w:rPr>
      </w:pPr>
      <w:hyperlink w:anchor="_Toc64529183" w:history="1">
        <w:r w:rsidRPr="00C97100">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C97100">
          <w:rPr>
            <w:rStyle w:val="Hypertextovodkaz"/>
          </w:rPr>
          <w:t>Životní prostředí a nakládání s odpady</w:t>
        </w:r>
        <w:r>
          <w:rPr>
            <w:noProof/>
            <w:webHidden/>
          </w:rPr>
          <w:tab/>
        </w:r>
        <w:r>
          <w:rPr>
            <w:noProof/>
            <w:webHidden/>
          </w:rPr>
          <w:fldChar w:fldCharType="begin"/>
        </w:r>
        <w:r>
          <w:rPr>
            <w:noProof/>
            <w:webHidden/>
          </w:rPr>
          <w:instrText xml:space="preserve"> PAGEREF _Toc64529183 \h </w:instrText>
        </w:r>
        <w:r>
          <w:rPr>
            <w:noProof/>
            <w:webHidden/>
          </w:rPr>
        </w:r>
        <w:r>
          <w:rPr>
            <w:noProof/>
            <w:webHidden/>
          </w:rPr>
          <w:fldChar w:fldCharType="separate"/>
        </w:r>
        <w:r>
          <w:rPr>
            <w:noProof/>
            <w:webHidden/>
          </w:rPr>
          <w:t>13</w:t>
        </w:r>
        <w:r>
          <w:rPr>
            <w:noProof/>
            <w:webHidden/>
          </w:rPr>
          <w:fldChar w:fldCharType="end"/>
        </w:r>
      </w:hyperlink>
    </w:p>
    <w:p w:rsidR="00B41CAB" w:rsidRDefault="00B41CAB">
      <w:pPr>
        <w:pStyle w:val="Obsah1"/>
        <w:rPr>
          <w:rFonts w:asciiTheme="minorHAnsi" w:eastAsiaTheme="minorEastAsia" w:hAnsiTheme="minorHAnsi"/>
          <w:b w:val="0"/>
          <w:caps w:val="0"/>
          <w:noProof/>
          <w:spacing w:val="0"/>
          <w:sz w:val="22"/>
          <w:szCs w:val="22"/>
          <w:lang w:eastAsia="cs-CZ"/>
        </w:rPr>
      </w:pPr>
      <w:hyperlink w:anchor="_Toc64529184" w:history="1">
        <w:r w:rsidRPr="00C97100">
          <w:rPr>
            <w:rStyle w:val="Hypertextovodkaz"/>
          </w:rPr>
          <w:t>5.</w:t>
        </w:r>
        <w:r>
          <w:rPr>
            <w:rFonts w:asciiTheme="minorHAnsi" w:eastAsiaTheme="minorEastAsia" w:hAnsiTheme="minorHAnsi"/>
            <w:b w:val="0"/>
            <w:caps w:val="0"/>
            <w:noProof/>
            <w:spacing w:val="0"/>
            <w:sz w:val="22"/>
            <w:szCs w:val="22"/>
            <w:lang w:eastAsia="cs-CZ"/>
          </w:rPr>
          <w:tab/>
        </w:r>
        <w:r w:rsidRPr="00C97100">
          <w:rPr>
            <w:rStyle w:val="Hypertextovodkaz"/>
          </w:rPr>
          <w:t>ORGANIZACE VÝSTAVBY, VÝLUKY</w:t>
        </w:r>
        <w:r>
          <w:rPr>
            <w:noProof/>
            <w:webHidden/>
          </w:rPr>
          <w:tab/>
        </w:r>
        <w:r>
          <w:rPr>
            <w:noProof/>
            <w:webHidden/>
          </w:rPr>
          <w:fldChar w:fldCharType="begin"/>
        </w:r>
        <w:r>
          <w:rPr>
            <w:noProof/>
            <w:webHidden/>
          </w:rPr>
          <w:instrText xml:space="preserve"> PAGEREF _Toc64529184 \h </w:instrText>
        </w:r>
        <w:r>
          <w:rPr>
            <w:noProof/>
            <w:webHidden/>
          </w:rPr>
        </w:r>
        <w:r>
          <w:rPr>
            <w:noProof/>
            <w:webHidden/>
          </w:rPr>
          <w:fldChar w:fldCharType="separate"/>
        </w:r>
        <w:r>
          <w:rPr>
            <w:noProof/>
            <w:webHidden/>
          </w:rPr>
          <w:t>15</w:t>
        </w:r>
        <w:r>
          <w:rPr>
            <w:noProof/>
            <w:webHidden/>
          </w:rPr>
          <w:fldChar w:fldCharType="end"/>
        </w:r>
      </w:hyperlink>
    </w:p>
    <w:p w:rsidR="00B41CAB" w:rsidRDefault="00B41CAB">
      <w:pPr>
        <w:pStyle w:val="Obsah1"/>
        <w:rPr>
          <w:rFonts w:asciiTheme="minorHAnsi" w:eastAsiaTheme="minorEastAsia" w:hAnsiTheme="minorHAnsi"/>
          <w:b w:val="0"/>
          <w:caps w:val="0"/>
          <w:noProof/>
          <w:spacing w:val="0"/>
          <w:sz w:val="22"/>
          <w:szCs w:val="22"/>
          <w:lang w:eastAsia="cs-CZ"/>
        </w:rPr>
      </w:pPr>
      <w:hyperlink w:anchor="_Toc64529185" w:history="1">
        <w:r w:rsidRPr="00C97100">
          <w:rPr>
            <w:rStyle w:val="Hypertextovodkaz"/>
          </w:rPr>
          <w:t>6.</w:t>
        </w:r>
        <w:r>
          <w:rPr>
            <w:rFonts w:asciiTheme="minorHAnsi" w:eastAsiaTheme="minorEastAsia" w:hAnsiTheme="minorHAnsi"/>
            <w:b w:val="0"/>
            <w:caps w:val="0"/>
            <w:noProof/>
            <w:spacing w:val="0"/>
            <w:sz w:val="22"/>
            <w:szCs w:val="22"/>
            <w:lang w:eastAsia="cs-CZ"/>
          </w:rPr>
          <w:tab/>
        </w:r>
        <w:r w:rsidRPr="00C97100">
          <w:rPr>
            <w:rStyle w:val="Hypertextovodkaz"/>
          </w:rPr>
          <w:t>SPECIFICKÉ POŽADAVKY</w:t>
        </w:r>
        <w:r>
          <w:rPr>
            <w:noProof/>
            <w:webHidden/>
          </w:rPr>
          <w:tab/>
        </w:r>
        <w:r>
          <w:rPr>
            <w:noProof/>
            <w:webHidden/>
          </w:rPr>
          <w:fldChar w:fldCharType="begin"/>
        </w:r>
        <w:r>
          <w:rPr>
            <w:noProof/>
            <w:webHidden/>
          </w:rPr>
          <w:instrText xml:space="preserve"> PAGEREF _Toc64529185 \h </w:instrText>
        </w:r>
        <w:r>
          <w:rPr>
            <w:noProof/>
            <w:webHidden/>
          </w:rPr>
        </w:r>
        <w:r>
          <w:rPr>
            <w:noProof/>
            <w:webHidden/>
          </w:rPr>
          <w:fldChar w:fldCharType="separate"/>
        </w:r>
        <w:r>
          <w:rPr>
            <w:noProof/>
            <w:webHidden/>
          </w:rPr>
          <w:t>16</w:t>
        </w:r>
        <w:r>
          <w:rPr>
            <w:noProof/>
            <w:webHidden/>
          </w:rPr>
          <w:fldChar w:fldCharType="end"/>
        </w:r>
      </w:hyperlink>
    </w:p>
    <w:p w:rsidR="00B41CAB" w:rsidRDefault="00B41CAB">
      <w:pPr>
        <w:pStyle w:val="Obsah1"/>
        <w:rPr>
          <w:rFonts w:asciiTheme="minorHAnsi" w:eastAsiaTheme="minorEastAsia" w:hAnsiTheme="minorHAnsi"/>
          <w:b w:val="0"/>
          <w:caps w:val="0"/>
          <w:noProof/>
          <w:spacing w:val="0"/>
          <w:sz w:val="22"/>
          <w:szCs w:val="22"/>
          <w:lang w:eastAsia="cs-CZ"/>
        </w:rPr>
      </w:pPr>
      <w:hyperlink w:anchor="_Toc64529186" w:history="1">
        <w:r w:rsidRPr="00C97100">
          <w:rPr>
            <w:rStyle w:val="Hypertextovodkaz"/>
          </w:rPr>
          <w:t>7.</w:t>
        </w:r>
        <w:r>
          <w:rPr>
            <w:rFonts w:asciiTheme="minorHAnsi" w:eastAsiaTheme="minorEastAsia" w:hAnsiTheme="minorHAnsi"/>
            <w:b w:val="0"/>
            <w:caps w:val="0"/>
            <w:noProof/>
            <w:spacing w:val="0"/>
            <w:sz w:val="22"/>
            <w:szCs w:val="22"/>
            <w:lang w:eastAsia="cs-CZ"/>
          </w:rPr>
          <w:tab/>
        </w:r>
        <w:r w:rsidRPr="00C97100">
          <w:rPr>
            <w:rStyle w:val="Hypertextovodkaz"/>
          </w:rPr>
          <w:t>SOUVISEJÍCÍ DOKUMENTY A PŘEDPISY</w:t>
        </w:r>
        <w:r>
          <w:rPr>
            <w:noProof/>
            <w:webHidden/>
          </w:rPr>
          <w:tab/>
        </w:r>
        <w:r>
          <w:rPr>
            <w:noProof/>
            <w:webHidden/>
          </w:rPr>
          <w:fldChar w:fldCharType="begin"/>
        </w:r>
        <w:r>
          <w:rPr>
            <w:noProof/>
            <w:webHidden/>
          </w:rPr>
          <w:instrText xml:space="preserve"> PAGEREF _Toc64529186 \h </w:instrText>
        </w:r>
        <w:r>
          <w:rPr>
            <w:noProof/>
            <w:webHidden/>
          </w:rPr>
        </w:r>
        <w:r>
          <w:rPr>
            <w:noProof/>
            <w:webHidden/>
          </w:rPr>
          <w:fldChar w:fldCharType="separate"/>
        </w:r>
        <w:r>
          <w:rPr>
            <w:noProof/>
            <w:webHidden/>
          </w:rPr>
          <w:t>16</w:t>
        </w:r>
        <w:r>
          <w:rPr>
            <w:noProof/>
            <w:webHidden/>
          </w:rPr>
          <w:fldChar w:fldCharType="end"/>
        </w:r>
      </w:hyperlink>
    </w:p>
    <w:p w:rsidR="00B41CAB" w:rsidRDefault="00B41CAB">
      <w:pPr>
        <w:pStyle w:val="Obsah1"/>
        <w:rPr>
          <w:rFonts w:asciiTheme="minorHAnsi" w:eastAsiaTheme="minorEastAsia" w:hAnsiTheme="minorHAnsi"/>
          <w:b w:val="0"/>
          <w:caps w:val="0"/>
          <w:noProof/>
          <w:spacing w:val="0"/>
          <w:sz w:val="22"/>
          <w:szCs w:val="22"/>
          <w:lang w:eastAsia="cs-CZ"/>
        </w:rPr>
      </w:pPr>
      <w:hyperlink w:anchor="_Toc64529187" w:history="1">
        <w:r w:rsidRPr="00C97100">
          <w:rPr>
            <w:rStyle w:val="Hypertextovodkaz"/>
          </w:rPr>
          <w:t>8.</w:t>
        </w:r>
        <w:r>
          <w:rPr>
            <w:rFonts w:asciiTheme="minorHAnsi" w:eastAsiaTheme="minorEastAsia" w:hAnsiTheme="minorHAnsi"/>
            <w:b w:val="0"/>
            <w:caps w:val="0"/>
            <w:noProof/>
            <w:spacing w:val="0"/>
            <w:sz w:val="22"/>
            <w:szCs w:val="22"/>
            <w:lang w:eastAsia="cs-CZ"/>
          </w:rPr>
          <w:tab/>
        </w:r>
        <w:r w:rsidRPr="00C97100">
          <w:rPr>
            <w:rStyle w:val="Hypertextovodkaz"/>
          </w:rPr>
          <w:t>PŘÍLOHY</w:t>
        </w:r>
        <w:r>
          <w:rPr>
            <w:noProof/>
            <w:webHidden/>
          </w:rPr>
          <w:tab/>
        </w:r>
        <w:r>
          <w:rPr>
            <w:noProof/>
            <w:webHidden/>
          </w:rPr>
          <w:fldChar w:fldCharType="begin"/>
        </w:r>
        <w:r>
          <w:rPr>
            <w:noProof/>
            <w:webHidden/>
          </w:rPr>
          <w:instrText xml:space="preserve"> PAGEREF _Toc64529187 \h </w:instrText>
        </w:r>
        <w:r>
          <w:rPr>
            <w:noProof/>
            <w:webHidden/>
          </w:rPr>
        </w:r>
        <w:r>
          <w:rPr>
            <w:noProof/>
            <w:webHidden/>
          </w:rPr>
          <w:fldChar w:fldCharType="separate"/>
        </w:r>
        <w:r>
          <w:rPr>
            <w:noProof/>
            <w:webHidden/>
          </w:rPr>
          <w:t>16</w:t>
        </w:r>
        <w:r>
          <w:rPr>
            <w:noProof/>
            <w:webHidden/>
          </w:rPr>
          <w:fldChar w:fldCharType="end"/>
        </w:r>
      </w:hyperlink>
    </w:p>
    <w:p w:rsidR="0069470F" w:rsidRPr="00FD2F86" w:rsidRDefault="00BD7E91" w:rsidP="00454F99">
      <w:pPr>
        <w:pStyle w:val="Textbezodsazen"/>
        <w:rPr>
          <w:b/>
        </w:rPr>
      </w:pPr>
      <w:r>
        <w:fldChar w:fldCharType="end"/>
      </w:r>
    </w:p>
    <w:p w:rsidR="0069470F" w:rsidRPr="001612AC" w:rsidRDefault="0069470F" w:rsidP="005D7A71">
      <w:pPr>
        <w:pStyle w:val="Nadpisbezsl1-1"/>
        <w:outlineLvl w:val="0"/>
      </w:pPr>
      <w:bookmarkStart w:id="1" w:name="_Toc64529161"/>
      <w:r w:rsidRPr="001612AC">
        <w:t>SEZNAM ZKRATEK</w:t>
      </w:r>
      <w:bookmarkEnd w:id="1"/>
    </w:p>
    <w:p w:rsidR="0069470F" w:rsidRPr="001612AC" w:rsidRDefault="0069470F" w:rsidP="0069470F">
      <w:pPr>
        <w:pStyle w:val="Textbezslovn"/>
        <w:ind w:left="0"/>
        <w:rPr>
          <w:rStyle w:val="Tun"/>
          <w:b w:val="0"/>
        </w:rPr>
      </w:pPr>
      <w:r w:rsidRPr="001612AC">
        <w:rPr>
          <w:rStyle w:val="Tun"/>
        </w:rPr>
        <w:t>Není-li v těchto ZTP výslovně uvedeno jinak, mají zkratky použité v těchto ZTP význam definovaný ve V</w:t>
      </w:r>
      <w:r w:rsidR="007F52E9" w:rsidRPr="001612AC">
        <w:rPr>
          <w:rStyle w:val="Tun"/>
        </w:rPr>
        <w:t>TP</w:t>
      </w:r>
      <w:r w:rsidRPr="001612AC">
        <w:rPr>
          <w:rStyle w:val="Tun"/>
        </w:rPr>
        <w:t>.</w:t>
      </w:r>
      <w:r w:rsidR="007F52E9" w:rsidRPr="001612AC">
        <w:rPr>
          <w:rStyle w:val="Tun"/>
        </w:rPr>
        <w:t xml:space="preserve"> </w:t>
      </w:r>
      <w:r w:rsidR="007F52E9" w:rsidRPr="001612AC">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EH</w:t>
            </w:r>
            <w:r w:rsidRPr="001612AC">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r w:rsidRPr="001612AC">
              <w:rPr>
                <w:rFonts w:asciiTheme="minorHAnsi" w:hAnsiTheme="minorHAnsi"/>
              </w:rPr>
              <w:t>Hodnocení ekonomické efektivnosti</w:t>
            </w:r>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proofErr w:type="spellStart"/>
            <w:r w:rsidRPr="001612AC">
              <w:rPr>
                <w:rFonts w:asciiTheme="minorHAnsi" w:hAnsiTheme="minorHAnsi" w:cs="Tahoma"/>
              </w:rPr>
              <w:t>Vysokohustotní</w:t>
            </w:r>
            <w:proofErr w:type="spellEnd"/>
            <w:r w:rsidRPr="001612AC">
              <w:rPr>
                <w:rFonts w:asciiTheme="minorHAnsi" w:hAnsiTheme="minorHAnsi" w:cs="Tahoma"/>
              </w:rPr>
              <w:t xml:space="preserve"> </w:t>
            </w:r>
            <w:proofErr w:type="spellStart"/>
            <w:r w:rsidRPr="001612AC">
              <w:rPr>
                <w:rFonts w:asciiTheme="minorHAnsi" w:hAnsiTheme="minorHAnsi" w:cs="Tahoma"/>
              </w:rPr>
              <w:t>polyethylen</w:t>
            </w:r>
            <w:proofErr w:type="spellEnd"/>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proofErr w:type="spellStart"/>
            <w:r w:rsidRPr="001612AC">
              <w:rPr>
                <w:rFonts w:asciiTheme="minorHAnsi" w:hAnsiTheme="minorHAnsi" w:cs="Arial"/>
                <w:shd w:val="clear" w:color="auto" w:fill="FFFFFF"/>
              </w:rPr>
              <w:t>Light</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Emitting</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Diode</w:t>
            </w:r>
            <w:proofErr w:type="spellEnd"/>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r w:rsidRPr="001612AC">
              <w:rPr>
                <w:rFonts w:asciiTheme="minorHAnsi" w:hAnsiTheme="minorHAnsi" w:cs="Tahoma"/>
              </w:rPr>
              <w:t>Přejezdové zabezpečovací zařízení světelné</w:t>
            </w:r>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Reléový domek</w:t>
            </w:r>
          </w:p>
        </w:tc>
      </w:tr>
      <w:tr w:rsidR="00962766" w:rsidRPr="001612AC" w:rsidTr="00A40D82">
        <w:tc>
          <w:tcPr>
            <w:tcW w:w="1250" w:type="dxa"/>
            <w:shd w:val="clear" w:color="auto" w:fill="FFFFFF" w:themeFill="background1"/>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proofErr w:type="spellStart"/>
            <w:r w:rsidRPr="001612AC">
              <w:rPr>
                <w:rFonts w:asciiTheme="minorHAnsi" w:hAnsiTheme="minorHAnsi" w:cs="Arial"/>
                <w:bCs/>
              </w:rPr>
              <w:t>Radio</w:t>
            </w:r>
            <w:proofErr w:type="spellEnd"/>
            <w:r w:rsidRPr="001612AC">
              <w:rPr>
                <w:rFonts w:asciiTheme="minorHAnsi" w:hAnsiTheme="minorHAnsi" w:cs="Arial"/>
                <w:bCs/>
              </w:rPr>
              <w:t xml:space="preserve"> </w:t>
            </w:r>
            <w:proofErr w:type="spellStart"/>
            <w:r w:rsidRPr="001612AC">
              <w:rPr>
                <w:rFonts w:asciiTheme="minorHAnsi" w:hAnsiTheme="minorHAnsi" w:cs="Arial"/>
                <w:bCs/>
              </w:rPr>
              <w:t>Frequency</w:t>
            </w:r>
            <w:proofErr w:type="spellEnd"/>
            <w:r w:rsidRPr="001612AC">
              <w:rPr>
                <w:rFonts w:asciiTheme="minorHAnsi" w:hAnsiTheme="minorHAnsi" w:cs="Arial"/>
              </w:rPr>
              <w:t xml:space="preserve"> </w:t>
            </w:r>
            <w:proofErr w:type="spellStart"/>
            <w:r w:rsidRPr="001612AC">
              <w:rPr>
                <w:rFonts w:asciiTheme="minorHAnsi" w:hAnsiTheme="minorHAnsi" w:cs="Arial"/>
                <w:bCs/>
              </w:rPr>
              <w:t>Identification</w:t>
            </w:r>
            <w:proofErr w:type="spellEnd"/>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 xml:space="preserve">SŽDC </w:t>
            </w:r>
            <w:r w:rsidRPr="001612AC">
              <w:rPr>
                <w:rFonts w:asciiTheme="minorHAnsi" w:hAnsiTheme="minorHAnsi"/>
                <w:szCs w:val="16"/>
              </w:rPr>
              <w:tab/>
            </w:r>
          </w:p>
        </w:tc>
        <w:tc>
          <w:tcPr>
            <w:tcW w:w="7452" w:type="dxa"/>
            <w:tcMar>
              <w:top w:w="28" w:type="dxa"/>
              <w:left w:w="0" w:type="dxa"/>
              <w:bottom w:w="28" w:type="dxa"/>
              <w:right w:w="0" w:type="dxa"/>
            </w:tcMar>
          </w:tcPr>
          <w:p w:rsidR="00962766" w:rsidRPr="001612AC" w:rsidRDefault="00962766" w:rsidP="00FD2F86">
            <w:pPr>
              <w:pStyle w:val="Zkratky2"/>
              <w:spacing w:line="276" w:lineRule="auto"/>
              <w:jc w:val="both"/>
              <w:rPr>
                <w:rFonts w:asciiTheme="minorHAnsi" w:hAnsiTheme="minorHAnsi"/>
              </w:rPr>
            </w:pPr>
            <w:r w:rsidRPr="001612AC">
              <w:rPr>
                <w:rFonts w:asciiTheme="minorHAnsi" w:hAnsiTheme="minorHAnsi"/>
              </w:rPr>
              <w:t>Správa železniční dopravní cesty, státní organizace</w:t>
            </w:r>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TEN-T ………</w:t>
            </w:r>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rPr>
            </w:pPr>
            <w:r w:rsidRPr="001612AC">
              <w:rPr>
                <w:rFonts w:asciiTheme="minorHAnsi" w:hAnsiTheme="minorHAnsi"/>
              </w:rPr>
              <w:t>Trans-</w:t>
            </w:r>
            <w:proofErr w:type="spellStart"/>
            <w:r w:rsidRPr="001612AC">
              <w:rPr>
                <w:rFonts w:asciiTheme="minorHAnsi" w:hAnsiTheme="minorHAnsi"/>
              </w:rPr>
              <w:t>European</w:t>
            </w:r>
            <w:proofErr w:type="spellEnd"/>
            <w:r w:rsidRPr="001612AC">
              <w:rPr>
                <w:rFonts w:asciiTheme="minorHAnsi" w:hAnsiTheme="minorHAnsi"/>
              </w:rPr>
              <w:t xml:space="preserve"> Transport </w:t>
            </w:r>
            <w:proofErr w:type="spellStart"/>
            <w:r w:rsidRPr="001612AC">
              <w:rPr>
                <w:rFonts w:asciiTheme="minorHAnsi" w:hAnsiTheme="minorHAnsi"/>
              </w:rPr>
              <w:t>Networks</w:t>
            </w:r>
            <w:proofErr w:type="spellEnd"/>
            <w:r w:rsidRPr="001612AC">
              <w:rPr>
                <w:rFonts w:asciiTheme="minorHAnsi" w:hAnsiTheme="minorHAnsi"/>
              </w:rPr>
              <w:t xml:space="preserve"> (transevropská dopravní síť)</w:t>
            </w:r>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TV …………..</w:t>
            </w:r>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Trakční vedení</w:t>
            </w:r>
          </w:p>
        </w:tc>
      </w:tr>
      <w:tr w:rsidR="00962766" w:rsidRPr="001612AC"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UTZ ………….</w:t>
            </w:r>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1612AC" w:rsidRDefault="00962766" w:rsidP="00A40D82">
            <w:pPr>
              <w:pStyle w:val="Zkratky1"/>
              <w:spacing w:line="276" w:lineRule="auto"/>
              <w:jc w:val="both"/>
              <w:rPr>
                <w:rFonts w:asciiTheme="minorHAnsi" w:hAnsiTheme="minorHAnsi"/>
                <w:szCs w:val="16"/>
              </w:rPr>
            </w:pPr>
            <w:r w:rsidRPr="001612AC">
              <w:rPr>
                <w:rFonts w:asciiTheme="minorHAnsi" w:hAnsiTheme="minorHAnsi"/>
                <w:szCs w:val="16"/>
              </w:rPr>
              <w:t>ZZ …………..</w:t>
            </w:r>
          </w:p>
        </w:tc>
        <w:tc>
          <w:tcPr>
            <w:tcW w:w="7452" w:type="dxa"/>
            <w:tcMar>
              <w:top w:w="28" w:type="dxa"/>
              <w:left w:w="0" w:type="dxa"/>
              <w:bottom w:w="28" w:type="dxa"/>
              <w:right w:w="0" w:type="dxa"/>
            </w:tcMar>
          </w:tcPr>
          <w:p w:rsidR="00962766" w:rsidRPr="001612AC" w:rsidRDefault="00962766" w:rsidP="00A40D82">
            <w:pPr>
              <w:pStyle w:val="Zkratky2"/>
              <w:spacing w:line="276" w:lineRule="auto"/>
              <w:jc w:val="both"/>
              <w:rPr>
                <w:rFonts w:asciiTheme="minorHAnsi" w:hAnsiTheme="minorHAnsi" w:cs="Tahoma"/>
              </w:rPr>
            </w:pPr>
            <w:r w:rsidRPr="001612AC">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2" w:name="_Toc7077108"/>
      <w:bookmarkStart w:id="3" w:name="_Toc64529162"/>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4529163"/>
      <w:r>
        <w:t>Účel a rozsah předmětu Díla</w:t>
      </w:r>
      <w:bookmarkEnd w:id="4"/>
      <w:bookmarkEnd w:id="5"/>
    </w:p>
    <w:p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B71A19">
        <w:rPr>
          <w:rStyle w:val="Tun"/>
        </w:rPr>
        <w:t>Doplnění závor na PZS (P65</w:t>
      </w:r>
      <w:r w:rsidR="00193A8E">
        <w:rPr>
          <w:rStyle w:val="Tun"/>
        </w:rPr>
        <w:t>50</w:t>
      </w:r>
      <w:r w:rsidR="00B71A19">
        <w:rPr>
          <w:rStyle w:val="Tun"/>
        </w:rPr>
        <w:t xml:space="preserve">) v km </w:t>
      </w:r>
      <w:r w:rsidR="00193A8E">
        <w:rPr>
          <w:rStyle w:val="Tun"/>
        </w:rPr>
        <w:t>6,990</w:t>
      </w:r>
      <w:r w:rsidR="00B71A19">
        <w:rPr>
          <w:rStyle w:val="Tun"/>
        </w:rPr>
        <w:t xml:space="preserve"> TÚ Prostějov </w:t>
      </w:r>
      <w:proofErr w:type="spellStart"/>
      <w:r w:rsidR="00B71A19">
        <w:rPr>
          <w:rStyle w:val="Tun"/>
        </w:rPr>
        <w:t>hl.n</w:t>
      </w:r>
      <w:proofErr w:type="spellEnd"/>
      <w:r w:rsidR="00B71A19">
        <w:rPr>
          <w:rStyle w:val="Tun"/>
        </w:rPr>
        <w:t>. – Třebovice v Čechách</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B71A19">
        <w:t xml:space="preserve"> nového přejezdového zabezpečovacího zařízení světelného se závorami</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B71A19">
        <w:rPr>
          <w:rStyle w:val="Tun"/>
        </w:rPr>
        <w:t>Doplnění závor na PZS (P65</w:t>
      </w:r>
      <w:r w:rsidR="00193A8E">
        <w:rPr>
          <w:rStyle w:val="Tun"/>
        </w:rPr>
        <w:t>50</w:t>
      </w:r>
      <w:r w:rsidR="00B71A19">
        <w:rPr>
          <w:rStyle w:val="Tun"/>
        </w:rPr>
        <w:t xml:space="preserve">) v km </w:t>
      </w:r>
      <w:r w:rsidR="00193A8E">
        <w:rPr>
          <w:rStyle w:val="Tun"/>
        </w:rPr>
        <w:t>6,990</w:t>
      </w:r>
      <w:r w:rsidR="00B71A19">
        <w:rPr>
          <w:rStyle w:val="Tun"/>
        </w:rPr>
        <w:t xml:space="preserve"> TÚ Prostějov </w:t>
      </w:r>
      <w:proofErr w:type="spellStart"/>
      <w:r w:rsidR="00B71A19">
        <w:rPr>
          <w:rStyle w:val="Tun"/>
        </w:rPr>
        <w:t>hl.n</w:t>
      </w:r>
      <w:proofErr w:type="spellEnd"/>
      <w:r w:rsidR="00B71A19">
        <w:rPr>
          <w:rStyle w:val="Tun"/>
        </w:rPr>
        <w:t>. – Třebovice v Čechách</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Pr="00D25ED9" w:rsidRDefault="00421FEC" w:rsidP="00421FEC">
      <w:pPr>
        <w:pStyle w:val="Text2-2"/>
      </w:pPr>
      <w:r w:rsidRPr="00D25ED9">
        <w:rPr>
          <w:rStyle w:val="Tun"/>
        </w:rPr>
        <w:t>Zhotovení Díla</w:t>
      </w:r>
      <w:r w:rsidRPr="00D25ED9">
        <w:t xml:space="preserve"> dle schválené Projektové dokumentace a pravomocného stavebního povolení.</w:t>
      </w:r>
    </w:p>
    <w:p w:rsidR="0080457C" w:rsidRPr="00D25ED9" w:rsidRDefault="0080457C" w:rsidP="0080457C">
      <w:pPr>
        <w:pStyle w:val="Text2-2"/>
      </w:pPr>
      <w:r w:rsidRPr="00D25ED9">
        <w:t>Zhotovení přejezdových tabulek a jejich odsouhlasení S</w:t>
      </w:r>
      <w:r w:rsidR="00D62BB3" w:rsidRPr="00D25ED9">
        <w:t>právou železnic, státní organizace (dále jen „S</w:t>
      </w:r>
      <w:r w:rsidRPr="00D25ED9">
        <w:t>Ž</w:t>
      </w:r>
      <w:r w:rsidR="00D62BB3" w:rsidRPr="00D25ED9">
        <w:t>“)</w:t>
      </w:r>
      <w:r w:rsidRPr="00D25ED9">
        <w:t xml:space="preserve">, CTD. </w:t>
      </w:r>
    </w:p>
    <w:p w:rsidR="005E5BC5" w:rsidRPr="00D25ED9" w:rsidRDefault="006A3233" w:rsidP="005E5BC5">
      <w:pPr>
        <w:pStyle w:val="Text2-2"/>
        <w:rPr>
          <w:rStyle w:val="Tun"/>
          <w:b w:val="0"/>
        </w:rPr>
      </w:pPr>
      <w:r w:rsidRPr="00D25ED9">
        <w:rPr>
          <w:rStyle w:val="Tun"/>
          <w:b w:val="0"/>
        </w:rPr>
        <w:t>N</w:t>
      </w:r>
      <w:r w:rsidR="005E5BC5" w:rsidRPr="00D25ED9">
        <w:rPr>
          <w:rStyle w:val="Tun"/>
          <w:b w:val="0"/>
        </w:rPr>
        <w:t>ezávislé posouzení bezpečnosti, analýz</w:t>
      </w:r>
      <w:r w:rsidR="00D1292F" w:rsidRPr="00D25ED9">
        <w:rPr>
          <w:rStyle w:val="Tun"/>
          <w:b w:val="0"/>
        </w:rPr>
        <w:t>a</w:t>
      </w:r>
      <w:r w:rsidR="005E5BC5" w:rsidRPr="00D25ED9">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4529164"/>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4F3E76" w:rsidRDefault="00B71A19" w:rsidP="00D1292F">
            <w:pPr>
              <w:pStyle w:val="Tabulka-7"/>
              <w:rPr>
                <w:sz w:val="16"/>
              </w:rPr>
            </w:pPr>
            <w:r w:rsidRPr="004F3E76">
              <w:rPr>
                <w:sz w:val="16"/>
              </w:rPr>
              <w:t xml:space="preserve">Olomoucký </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4F3E76" w:rsidRDefault="00B71A19" w:rsidP="00665B6B">
            <w:pPr>
              <w:pStyle w:val="Tabulka-7"/>
              <w:rPr>
                <w:sz w:val="16"/>
              </w:rPr>
            </w:pPr>
            <w:r w:rsidRPr="004F3E76">
              <w:rPr>
                <w:sz w:val="16"/>
              </w:rPr>
              <w:t>Prostějov</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4F3E76" w:rsidRDefault="00193A8E" w:rsidP="00665B6B">
            <w:pPr>
              <w:pStyle w:val="Tabulka-7"/>
              <w:rPr>
                <w:sz w:val="16"/>
              </w:rPr>
            </w:pPr>
            <w:r>
              <w:rPr>
                <w:sz w:val="16"/>
              </w:rPr>
              <w:t>Kostelec na Hané</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4F3E76" w:rsidRDefault="00B71A19" w:rsidP="00665B6B">
            <w:pPr>
              <w:pStyle w:val="Tabulka-7"/>
              <w:rPr>
                <w:sz w:val="16"/>
              </w:rPr>
            </w:pPr>
            <w:r w:rsidRPr="004F3E76">
              <w:rPr>
                <w:sz w:val="16"/>
              </w:rPr>
              <w:t xml:space="preserve">1911 Prostějov </w:t>
            </w:r>
            <w:proofErr w:type="spellStart"/>
            <w:r w:rsidRPr="004F3E76">
              <w:rPr>
                <w:sz w:val="16"/>
              </w:rPr>
              <w:t>hl.n</w:t>
            </w:r>
            <w:proofErr w:type="spellEnd"/>
            <w:r w:rsidRPr="004F3E76">
              <w:rPr>
                <w:sz w:val="16"/>
              </w:rPr>
              <w:t>. (mimo) – Třebovice v Čechách (mimo)</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4F3E76" w:rsidRDefault="00B71A19" w:rsidP="00193A8E">
            <w:pPr>
              <w:pStyle w:val="Tabulka-7"/>
              <w:rPr>
                <w:sz w:val="16"/>
              </w:rPr>
            </w:pPr>
            <w:r w:rsidRPr="004F3E76">
              <w:rPr>
                <w:sz w:val="16"/>
              </w:rPr>
              <w:t>0</w:t>
            </w:r>
            <w:r w:rsidR="00193A8E">
              <w:rPr>
                <w:sz w:val="16"/>
              </w:rPr>
              <w:t>6 Kostelec na Hané - Ptení</w:t>
            </w:r>
          </w:p>
        </w:tc>
      </w:tr>
      <w:tr w:rsidR="00FC4AD3" w:rsidRPr="005A2CE9" w:rsidTr="005E7A26">
        <w:tc>
          <w:tcPr>
            <w:tcW w:w="3289" w:type="dxa"/>
          </w:tcPr>
          <w:p w:rsidR="00FC4AD3" w:rsidRPr="00C85330" w:rsidRDefault="00FC4AD3">
            <w:pPr>
              <w:pStyle w:val="Tabulka-8"/>
              <w:rPr>
                <w:b/>
              </w:rPr>
            </w:pPr>
            <w:r w:rsidRPr="00C85330">
              <w:rPr>
                <w:b/>
              </w:rPr>
              <w:t>Staničení začátku a konce stavby</w:t>
            </w:r>
          </w:p>
        </w:tc>
        <w:tc>
          <w:tcPr>
            <w:tcW w:w="4791" w:type="dxa"/>
          </w:tcPr>
          <w:p w:rsidR="00FC4AD3" w:rsidRPr="00193A8E" w:rsidRDefault="00193A8E" w:rsidP="00E077EE">
            <w:pPr>
              <w:pStyle w:val="Tabulka-7"/>
              <w:rPr>
                <w:sz w:val="16"/>
              </w:rPr>
            </w:pPr>
            <w:r>
              <w:rPr>
                <w:sz w:val="16"/>
              </w:rPr>
              <w:t>Km 6,700 – 8,600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4F3E76">
            <w:pPr>
              <w:pStyle w:val="Tabulka-8"/>
            </w:pPr>
            <w:r>
              <w:t>regionální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C75EE7">
            <w:pPr>
              <w:pStyle w:val="Tabulka-8"/>
            </w:pPr>
            <w:r>
              <w:t>P6 / 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pPr>
              <w:pStyle w:val="Tabulka-8"/>
            </w:pPr>
            <w:r w:rsidRPr="005A2CE9">
              <w:t>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4F3E76">
            <w:pPr>
              <w:pStyle w:val="Tabulka-8"/>
            </w:pPr>
            <w:r>
              <w:t>762</w:t>
            </w:r>
          </w:p>
        </w:tc>
      </w:tr>
      <w:tr w:rsidR="00F737F2" w:rsidRPr="005A2CE9" w:rsidTr="00FC5EFB">
        <w:tc>
          <w:tcPr>
            <w:tcW w:w="4536" w:type="dxa"/>
          </w:tcPr>
          <w:p w:rsidR="00F737F2" w:rsidRPr="00FC5EFB" w:rsidRDefault="00F737F2">
            <w:pPr>
              <w:pStyle w:val="Tabulka-8"/>
              <w:rPr>
                <w:b/>
              </w:rPr>
            </w:pPr>
            <w:r w:rsidRPr="00FC5EFB">
              <w:rPr>
                <w:b/>
              </w:rPr>
              <w:t>Číslo trati podle nákresného jízdního řádu</w:t>
            </w:r>
          </w:p>
        </w:tc>
        <w:tc>
          <w:tcPr>
            <w:tcW w:w="3544" w:type="dxa"/>
          </w:tcPr>
          <w:p w:rsidR="00F737F2" w:rsidRPr="005A2CE9" w:rsidRDefault="00C75EE7">
            <w:pPr>
              <w:pStyle w:val="Tabulka-8"/>
            </w:pPr>
            <w:r>
              <w:t>313D</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4F3E76">
            <w:pPr>
              <w:pStyle w:val="Tabulka-8"/>
            </w:pPr>
            <w:r>
              <w:t>306</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4F3E76" w:rsidP="00193A8E">
            <w:pPr>
              <w:pStyle w:val="Tabulka-8"/>
            </w:pPr>
            <w:r>
              <w:t>1911</w:t>
            </w:r>
            <w:r w:rsidR="00193A8E">
              <w:t>06</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4F3E76">
            <w:pPr>
              <w:pStyle w:val="Tabulka-8"/>
            </w:pPr>
            <w:r>
              <w:t>C3 (20t / 7,2 t)</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4F3E76">
            <w:pPr>
              <w:pStyle w:val="Tabulka-8"/>
            </w:pPr>
            <w:r>
              <w:t>60</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4F3E76">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5A2CE9" w:rsidRDefault="004F3E76">
            <w:pPr>
              <w:pStyle w:val="Tabulka-8"/>
              <w:rPr>
                <w:b/>
              </w:rPr>
            </w:pPr>
            <w:r>
              <w:rPr>
                <w:b/>
              </w:rPr>
              <w:t>1</w:t>
            </w:r>
          </w:p>
        </w:tc>
      </w:tr>
    </w:tbl>
    <w:p w:rsidR="003C4D88" w:rsidRPr="00A71CA8" w:rsidRDefault="003C4D88" w:rsidP="00FC5EFB">
      <w:pPr>
        <w:pStyle w:val="Textbezslovn"/>
      </w:pPr>
      <w:r>
        <w:lastRenderedPageBreak/>
        <w:t xml:space="preserve">Správcem zařízení je SŽ, Oblastní </w:t>
      </w:r>
      <w:r w:rsidRPr="004F3E76">
        <w:t xml:space="preserve">ředitelství </w:t>
      </w:r>
      <w:r w:rsidR="004F3E76" w:rsidRPr="004F3E76">
        <w:t>Olomouc</w:t>
      </w:r>
      <w:r w:rsidRPr="004F3E76">
        <w:t>.</w:t>
      </w:r>
    </w:p>
    <w:p w:rsidR="0069470F" w:rsidRDefault="0069470F" w:rsidP="0069470F">
      <w:pPr>
        <w:pStyle w:val="Nadpis2-1"/>
      </w:pPr>
      <w:bookmarkStart w:id="15" w:name="_Toc21008998"/>
      <w:bookmarkStart w:id="16" w:name="_Toc7077111"/>
      <w:bookmarkStart w:id="17" w:name="_Toc64529165"/>
      <w:bookmarkEnd w:id="15"/>
      <w:r>
        <w:t>PŘEHLED VÝCHOZÍCH PODKLADŮ</w:t>
      </w:r>
      <w:bookmarkEnd w:id="16"/>
      <w:bookmarkEnd w:id="17"/>
    </w:p>
    <w:p w:rsidR="0069470F" w:rsidRDefault="0069470F" w:rsidP="0069470F">
      <w:pPr>
        <w:pStyle w:val="Nadpis2-2"/>
      </w:pPr>
      <w:bookmarkStart w:id="18" w:name="_Toc7077112"/>
      <w:bookmarkStart w:id="19" w:name="_Toc64529166"/>
      <w:r>
        <w:t>P</w:t>
      </w:r>
      <w:r w:rsidR="00E53053">
        <w:t>ředp</w:t>
      </w:r>
      <w:r>
        <w:t>rojektová dokumentace</w:t>
      </w:r>
      <w:bookmarkEnd w:id="18"/>
      <w:bookmarkEnd w:id="19"/>
    </w:p>
    <w:p w:rsidR="003C4D88" w:rsidRPr="00E077EE" w:rsidRDefault="003C4D88" w:rsidP="003C4D88">
      <w:pPr>
        <w:pStyle w:val="Text2-1"/>
      </w:pPr>
      <w:r>
        <w:t xml:space="preserve">Zjednodušená dokumentace </w:t>
      </w:r>
      <w:r w:rsidR="00FC4AD3">
        <w:t xml:space="preserve">stavby </w:t>
      </w:r>
      <w:r w:rsidRPr="00811815">
        <w:t>„</w:t>
      </w:r>
      <w:r w:rsidR="00992F05">
        <w:rPr>
          <w:rStyle w:val="Tun"/>
        </w:rPr>
        <w:t>Doplnění závor na PZS (P65</w:t>
      </w:r>
      <w:r w:rsidR="00193A8E">
        <w:rPr>
          <w:rStyle w:val="Tun"/>
        </w:rPr>
        <w:t>50</w:t>
      </w:r>
      <w:r w:rsidR="00992F05">
        <w:rPr>
          <w:rStyle w:val="Tun"/>
        </w:rPr>
        <w:t xml:space="preserve">) v km </w:t>
      </w:r>
      <w:r w:rsidR="00193A8E">
        <w:rPr>
          <w:rStyle w:val="Tun"/>
        </w:rPr>
        <w:t>6,990</w:t>
      </w:r>
      <w:r w:rsidR="00992F05">
        <w:rPr>
          <w:rStyle w:val="Tun"/>
        </w:rPr>
        <w:t xml:space="preserve"> TÚ </w:t>
      </w:r>
      <w:r w:rsidR="00992F05" w:rsidRPr="00E077EE">
        <w:rPr>
          <w:rStyle w:val="Tun"/>
        </w:rPr>
        <w:t xml:space="preserve">Prostějov </w:t>
      </w:r>
      <w:proofErr w:type="spellStart"/>
      <w:r w:rsidR="00992F05" w:rsidRPr="00E077EE">
        <w:rPr>
          <w:rStyle w:val="Tun"/>
        </w:rPr>
        <w:t>hl.n</w:t>
      </w:r>
      <w:proofErr w:type="spellEnd"/>
      <w:r w:rsidR="00992F05" w:rsidRPr="00E077EE">
        <w:rPr>
          <w:rStyle w:val="Tun"/>
        </w:rPr>
        <w:t>. – Třebovice v Čechách</w:t>
      </w:r>
      <w:r w:rsidRPr="00E077EE">
        <w:t>“, zpracovatel SŽ</w:t>
      </w:r>
      <w:r w:rsidR="00477BF5" w:rsidRPr="00E077EE">
        <w:t xml:space="preserve">, datum </w:t>
      </w:r>
      <w:r w:rsidR="00992F05" w:rsidRPr="00E077EE">
        <w:t>12. 10. 2020</w:t>
      </w:r>
      <w:r w:rsidRPr="00E077EE">
        <w:t>.</w:t>
      </w:r>
    </w:p>
    <w:p w:rsidR="003C4D88" w:rsidRPr="00E077EE" w:rsidRDefault="003C4D88" w:rsidP="003C4D88">
      <w:pPr>
        <w:pStyle w:val="Text2-1"/>
      </w:pPr>
      <w:r w:rsidRPr="00E077EE">
        <w:t xml:space="preserve">Dokumentace skutečného provedení stávajícího stavu, kterou </w:t>
      </w:r>
      <w:r w:rsidR="00477BF5" w:rsidRPr="00E077EE">
        <w:t>Z</w:t>
      </w:r>
      <w:r w:rsidRPr="00E077EE">
        <w:t>hotovitel</w:t>
      </w:r>
      <w:r w:rsidR="00477BF5" w:rsidRPr="00E077EE">
        <w:t xml:space="preserve">i poskytne na vyžádání </w:t>
      </w:r>
      <w:r w:rsidRPr="00E077EE">
        <w:t xml:space="preserve">správce OŘ </w:t>
      </w:r>
      <w:r w:rsidR="00992F05" w:rsidRPr="00E077EE">
        <w:t>Olomouc</w:t>
      </w:r>
      <w:r w:rsidRPr="00E077EE">
        <w:t>.</w:t>
      </w:r>
    </w:p>
    <w:p w:rsidR="003C4D88" w:rsidRPr="00E077EE" w:rsidRDefault="003C4D88" w:rsidP="00FC5EFB">
      <w:pPr>
        <w:pStyle w:val="Text2-1"/>
      </w:pPr>
      <w:r w:rsidRPr="00E077EE">
        <w:t xml:space="preserve">Geodetické a mapové podklady v TUDU </w:t>
      </w:r>
      <w:r w:rsidR="006A3233" w:rsidRPr="00E077EE">
        <w:t>19110</w:t>
      </w:r>
      <w:r w:rsidR="00193A8E">
        <w:t>6</w:t>
      </w:r>
      <w:r w:rsidR="006A3233" w:rsidRPr="00E077EE">
        <w:t xml:space="preserve"> Ptení – Konice </w:t>
      </w:r>
      <w:r w:rsidRPr="00E077EE">
        <w:t>zajistí Objednatel prostřednictvím SŽG</w:t>
      </w:r>
      <w:r w:rsidR="006A3233" w:rsidRPr="00E077EE">
        <w:t>, Regionální pracoviště Olomouc</w:t>
      </w:r>
      <w:r w:rsidRPr="00E077EE">
        <w:t>. Mapové podklady budou zpracovány do hranic dráhy. Ostatní potřebné podklady pro zpracování dokumentace si zajistí Zhotovitel na vlastní náklady.</w:t>
      </w:r>
    </w:p>
    <w:p w:rsidR="0069470F" w:rsidRDefault="0069470F" w:rsidP="0069470F">
      <w:pPr>
        <w:pStyle w:val="Nadpis2-2"/>
      </w:pPr>
      <w:bookmarkStart w:id="20" w:name="_Toc7077113"/>
      <w:bookmarkStart w:id="21" w:name="_Toc64529167"/>
      <w:r>
        <w:t>Související dokumentace</w:t>
      </w:r>
      <w:bookmarkEnd w:id="20"/>
      <w:bookmarkEnd w:id="21"/>
    </w:p>
    <w:p w:rsidR="0069470F" w:rsidRPr="007B72E0" w:rsidRDefault="0069470F" w:rsidP="0069470F">
      <w:pPr>
        <w:pStyle w:val="Text2-1"/>
      </w:pPr>
      <w:r>
        <w:t xml:space="preserve">Schvalovací </w:t>
      </w:r>
      <w:r w:rsidRPr="00D1292F">
        <w:t xml:space="preserve">protokol </w:t>
      </w:r>
      <w:r w:rsidR="00EF7C12" w:rsidRPr="00D1292F">
        <w:t xml:space="preserve">DUR / Zjednodušená dokumentace </w:t>
      </w:r>
      <w:r w:rsidRPr="00D1292F">
        <w:t>SŽ</w:t>
      </w:r>
      <w:r>
        <w:t xml:space="preserve"> č</w:t>
      </w:r>
      <w:r w:rsidR="00992F05">
        <w:t>.</w:t>
      </w:r>
      <w:r w:rsidR="00D1292F">
        <w:t xml:space="preserve"> </w:t>
      </w:r>
      <w:r>
        <w:t>j</w:t>
      </w:r>
      <w:r w:rsidR="00992F05" w:rsidRPr="007B72E0">
        <w:t>.</w:t>
      </w:r>
      <w:r w:rsidRPr="007B72E0">
        <w:t xml:space="preserve">: </w:t>
      </w:r>
      <w:r w:rsidR="00992F05" w:rsidRPr="007B72E0">
        <w:t>8778</w:t>
      </w:r>
      <w:r w:rsidR="007B72E0" w:rsidRPr="007B72E0">
        <w:t>8</w:t>
      </w:r>
      <w:r w:rsidR="00992F05" w:rsidRPr="007B72E0">
        <w:t>/2020-SŽ-GŘ-O</w:t>
      </w:r>
      <w:r w:rsidR="00B71381">
        <w:t>6</w:t>
      </w:r>
      <w:r w:rsidR="00992F05" w:rsidRPr="007B72E0">
        <w:t>-Hlo</w:t>
      </w:r>
      <w:r w:rsidRPr="007B72E0">
        <w:t xml:space="preserve"> ze dne </w:t>
      </w:r>
      <w:r w:rsidR="00992F05" w:rsidRPr="007B72E0">
        <w:t>16. 12. 2020.</w:t>
      </w:r>
    </w:p>
    <w:p w:rsidR="0069470F" w:rsidRDefault="0069470F" w:rsidP="0069470F">
      <w:pPr>
        <w:pStyle w:val="Nadpis2-1"/>
      </w:pPr>
      <w:bookmarkStart w:id="22" w:name="_Toc56686796"/>
      <w:bookmarkStart w:id="23" w:name="_Toc7077114"/>
      <w:bookmarkStart w:id="24" w:name="_Toc64529168"/>
      <w:bookmarkEnd w:id="22"/>
      <w:r>
        <w:t>KOORDINACE S JINÝMI STAVBAMI</w:t>
      </w:r>
      <w:bookmarkEnd w:id="23"/>
      <w:bookmarkEnd w:id="24"/>
      <w:r>
        <w:t xml:space="preserve"> </w:t>
      </w:r>
    </w:p>
    <w:p w:rsidR="0069470F" w:rsidRPr="00E077EE"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přípravě a </w:t>
      </w:r>
      <w:r w:rsidR="00FC4AD3" w:rsidRPr="00E077EE">
        <w:t xml:space="preserve">zhotovení </w:t>
      </w:r>
      <w:r w:rsidRPr="00E077EE">
        <w:t>prací, poskytování a rozsahu výluk, přidělení prostorů pro staveniště v</w:t>
      </w:r>
      <w:r w:rsidR="00FC4AD3" w:rsidRPr="00E077EE">
        <w:t> </w:t>
      </w:r>
      <w:r w:rsidRPr="00E077EE">
        <w:t xml:space="preserve">jednotlivých žst. apod. </w:t>
      </w:r>
    </w:p>
    <w:p w:rsidR="0069470F" w:rsidRDefault="0069470F" w:rsidP="0069470F">
      <w:pPr>
        <w:pStyle w:val="Nadpis2-1"/>
      </w:pPr>
      <w:bookmarkStart w:id="25" w:name="_Toc7077115"/>
      <w:bookmarkStart w:id="26" w:name="_Toc64529169"/>
      <w:r>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64529170"/>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264BED">
      <w:pPr>
        <w:pStyle w:val="Odstavec1-1a"/>
        <w:numPr>
          <w:ilvl w:val="0"/>
          <w:numId w:val="18"/>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lastRenderedPageBreak/>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rsidR="00EF7C12" w:rsidRPr="0015657A" w:rsidRDefault="00EF7C12" w:rsidP="00013EB6">
      <w:pPr>
        <w:pStyle w:val="Text2-1"/>
      </w:pPr>
      <w:r w:rsidRPr="0015657A">
        <w:t>Stavba není spolufinancována z dotačních zdrojů EU.</w:t>
      </w:r>
    </w:p>
    <w:p w:rsidR="00806E3F" w:rsidRPr="0015657A" w:rsidRDefault="00806E3F" w:rsidP="00806E3F">
      <w:pPr>
        <w:pStyle w:val="Text2-1"/>
      </w:pPr>
      <w:r w:rsidRPr="0015657A">
        <w:t>S ohledem na skutečnost, že stavbou je upravováno mimo jiné i stávající zabezpečovací zařízení, je nutné, aby zhotovení Díla probíhalo v úzké spolupráci se správcem zařízení a jeho odbornými složkami</w:t>
      </w:r>
      <w:r w:rsidR="0015657A">
        <w:t xml:space="preserve"> (Správa železnic, státní organizace, Oblastní ředitelství Olomouc, Správa sdělovací a zabezpečovací techniky)</w:t>
      </w:r>
      <w:r w:rsidRPr="0015657A">
        <w:t>.</w:t>
      </w:r>
    </w:p>
    <w:p w:rsidR="00EE5578" w:rsidRPr="00811815" w:rsidRDefault="00EE5578" w:rsidP="00EE5578">
      <w:pPr>
        <w:pStyle w:val="Nadpis2-2"/>
      </w:pPr>
      <w:bookmarkStart w:id="29" w:name="_Toc12371206"/>
      <w:bookmarkStart w:id="30" w:name="_Toc64529171"/>
      <w:r w:rsidRPr="00811815">
        <w:t xml:space="preserve">Zhotovení </w:t>
      </w:r>
      <w:r w:rsidRPr="00EE5578">
        <w:t>Projektové</w:t>
      </w:r>
      <w:r w:rsidRPr="00811815">
        <w:t xml:space="preserve">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B41CAB">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B41CAB">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 xml:space="preserve">DSP. </w:t>
      </w:r>
      <w:r w:rsidRPr="00413B17">
        <w:lastRenderedPageBreak/>
        <w:t>V</w:t>
      </w:r>
      <w:r>
        <w:t> </w:t>
      </w:r>
      <w:r w:rsidRPr="00413B17">
        <w:t>případě vydaného platného územního rozhodnutí, zajistí souhlas se změnou konvence značení pro potřeby stavebního řízení.</w:t>
      </w:r>
    </w:p>
    <w:p w:rsidR="00D62BB3" w:rsidRDefault="00D62BB3" w:rsidP="00264BED">
      <w:pPr>
        <w:pStyle w:val="Text2-2"/>
        <w:numPr>
          <w:ilvl w:val="3"/>
          <w:numId w:val="15"/>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264BED">
      <w:pPr>
        <w:pStyle w:val="Text2-2"/>
        <w:numPr>
          <w:ilvl w:val="3"/>
          <w:numId w:val="16"/>
        </w:numPr>
      </w:pPr>
      <w:r w:rsidRPr="00FC5EFB">
        <w:t>Oba stupně dokumentace (DSP a PDPS) budou projednány a odsouhlaseny společně.</w:t>
      </w:r>
    </w:p>
    <w:p w:rsidR="00D62BB3" w:rsidRPr="0015657A" w:rsidRDefault="00D62BB3" w:rsidP="00D62BB3">
      <w:pPr>
        <w:pStyle w:val="Text2-2"/>
      </w:pPr>
      <w:r>
        <w:t xml:space="preserve">Nad rámec povinných příloh dle vyhlášky 146/2008 Sb. budou v Dokladové části dokumentace doložené </w:t>
      </w:r>
      <w:r w:rsidRPr="0015657A">
        <w:t xml:space="preserve">dle přílohy č. 2 </w:t>
      </w:r>
      <w:r w:rsidR="007B3B23" w:rsidRPr="0015657A">
        <w:t>S</w:t>
      </w:r>
      <w:r w:rsidRPr="0015657A">
        <w:t xml:space="preserve">měrnice </w:t>
      </w:r>
      <w:r w:rsidR="007B3B23" w:rsidRPr="0015657A">
        <w:t>GŘ</w:t>
      </w:r>
      <w:r w:rsidRPr="0015657A">
        <w:t xml:space="preserve"> č. 11/2006 části G, H a I a dle VTP/P+R/06/20 části J a K.</w:t>
      </w:r>
    </w:p>
    <w:p w:rsidR="00417DF3" w:rsidRDefault="00417DF3" w:rsidP="00417DF3">
      <w:pPr>
        <w:pStyle w:val="Text2-2"/>
      </w:pPr>
      <w:r w:rsidRPr="0015657A">
        <w:t>Zhotovitel</w:t>
      </w:r>
      <w:r>
        <w:t xml:space="preserve">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rsidR="0015657A">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15657A" w:rsidRDefault="003728F4" w:rsidP="003728F4">
      <w:pPr>
        <w:pStyle w:val="Text2-1"/>
      </w:pPr>
      <w:r w:rsidRPr="00556757">
        <w:t xml:space="preserve">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w:t>
      </w:r>
      <w:r w:rsidRPr="0015657A">
        <w:t>pozemků ČD a ostatní pozemky.</w:t>
      </w:r>
    </w:p>
    <w:p w:rsidR="001F3AF3" w:rsidRPr="00193A8E" w:rsidRDefault="001F3AF3" w:rsidP="001F3AF3">
      <w:pPr>
        <w:pStyle w:val="Text2-1"/>
      </w:pPr>
      <w:r w:rsidRPr="0015657A">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w:t>
      </w:r>
      <w:r w:rsidRPr="00193A8E">
        <w:t xml:space="preserve">-mail: </w:t>
      </w:r>
      <w:hyperlink r:id="rId12" w:history="1">
        <w:r w:rsidR="00DD394B" w:rsidRPr="00193A8E">
          <w:rPr>
            <w:rStyle w:val="Hypertextovodkaz"/>
            <w:noProof w:val="0"/>
            <w:color w:val="auto"/>
          </w:rPr>
          <w:t>HorakI@spravazeleznic.cz</w:t>
        </w:r>
      </w:hyperlink>
      <w:r w:rsidRPr="00193A8E">
        <w:t>.</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Pr="00E077EE"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w:t>
      </w:r>
      <w:r w:rsidRPr="00E077EE">
        <w:t>, vody popř. plynu včetně řešení nutného sociálního zázemí pro pracovníky. Podmínky napojení na inženýrské sítě pro účely zařízení staveniště budou projednány se správci sítí.</w:t>
      </w:r>
    </w:p>
    <w:p w:rsidR="003728F4" w:rsidRPr="00E077EE" w:rsidRDefault="003728F4" w:rsidP="003728F4">
      <w:pPr>
        <w:pStyle w:val="Text2-1"/>
      </w:pPr>
      <w:r w:rsidRPr="00E077EE">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E077EE">
        <w:lastRenderedPageBreak/>
        <w:t>P</w:t>
      </w:r>
      <w:r w:rsidRPr="00E077EE">
        <w:t xml:space="preserve">rojektové dokumentace. Toto je </w:t>
      </w:r>
      <w:r w:rsidR="00E812EC" w:rsidRPr="00E077EE">
        <w:t>Z</w:t>
      </w:r>
      <w:r w:rsidRPr="00E077EE">
        <w:t>hotovitel povinen předložit nejpozději do 1 měsíce po odsouhlasení projekt</w:t>
      </w:r>
      <w:r w:rsidR="007D2E01" w:rsidRPr="00E077EE">
        <w:t xml:space="preserve">ové dokumentace </w:t>
      </w:r>
      <w:r w:rsidRPr="00E077EE">
        <w:t>u posledního PS nebo SO.</w:t>
      </w:r>
      <w:r w:rsidR="00D75B5F" w:rsidRPr="00E077EE">
        <w:t xml:space="preserve"> </w:t>
      </w:r>
    </w:p>
    <w:p w:rsidR="00417DF3" w:rsidRPr="00E077EE" w:rsidRDefault="00417DF3" w:rsidP="00417DF3">
      <w:pPr>
        <w:pStyle w:val="Text2-1"/>
      </w:pPr>
      <w:r w:rsidRPr="00E077EE">
        <w:t xml:space="preserve">V článku 5.2 ve VTP/P+R/06/20 se v celém článku nahrazuje označení „Část I. Geodetická dokumentace“ na označení „Dokladová část - Geodetická dokumentace“, viz „Manuál struktury a popisu dokumentace“ (viz Příloha </w:t>
      </w:r>
      <w:r w:rsidRPr="00E077EE">
        <w:fldChar w:fldCharType="begin"/>
      </w:r>
      <w:r w:rsidRPr="00E077EE">
        <w:instrText xml:space="preserve"> REF _Ref56682081 \r \h </w:instrText>
      </w:r>
      <w:r w:rsidR="0015657A" w:rsidRPr="00E077EE">
        <w:instrText xml:space="preserve"> \* MERGEFORMAT </w:instrText>
      </w:r>
      <w:r w:rsidRPr="00E077EE">
        <w:fldChar w:fldCharType="separate"/>
      </w:r>
      <w:r w:rsidR="00B41CAB">
        <w:t>8.1.1</w:t>
      </w:r>
      <w:r w:rsidRPr="00E077EE">
        <w:fldChar w:fldCharType="end"/>
      </w:r>
      <w:r w:rsidRPr="00E077EE">
        <w:t>).</w:t>
      </w:r>
    </w:p>
    <w:p w:rsidR="00417DF3" w:rsidRPr="00E077EE" w:rsidRDefault="00417DF3" w:rsidP="005E7A26">
      <w:pPr>
        <w:pStyle w:val="Text2-1"/>
      </w:pPr>
      <w:r w:rsidRPr="00E077EE">
        <w:t>Zhotovitel nebude zpracovávat 3D vizualizace a 3D zákresy vizualizací do fotografií v rozsahu dle kapitoly 4.6 Vizualizace a zákresy do fotek VTP/P+R/06/20.</w:t>
      </w:r>
    </w:p>
    <w:p w:rsidR="00EE5578" w:rsidRPr="00E077EE" w:rsidRDefault="00EE5578" w:rsidP="00EE5578">
      <w:pPr>
        <w:pStyle w:val="Text2-1"/>
      </w:pPr>
      <w:r w:rsidRPr="00E077EE">
        <w:t xml:space="preserve">Zhotovitel </w:t>
      </w:r>
      <w:r w:rsidR="00135D67" w:rsidRPr="00E077EE">
        <w:t>D</w:t>
      </w:r>
      <w:r w:rsidRPr="00E077EE">
        <w:t xml:space="preserve">íla zajistí důsledné plnění požadavků vyplývající z vyjádření dotčených orgánů a osob uvedených v dokladové části </w:t>
      </w:r>
      <w:r w:rsidR="00417DF3" w:rsidRPr="00E077EE">
        <w:t xml:space="preserve">předchozího stupně dokumentace </w:t>
      </w:r>
      <w:r w:rsidRPr="00E077EE">
        <w:t>a</w:t>
      </w:r>
      <w:r w:rsidR="005E7A26" w:rsidRPr="00E077EE">
        <w:t> </w:t>
      </w:r>
      <w:r w:rsidRPr="00E077EE">
        <w:t>související dokumentace a to ve vzájemné součinnosti a návaznosti.</w:t>
      </w:r>
    </w:p>
    <w:p w:rsidR="003B59E5" w:rsidRPr="00E077EE" w:rsidRDefault="005601FE" w:rsidP="005601FE">
      <w:pPr>
        <w:pStyle w:val="Text2-1"/>
      </w:pPr>
      <w:r w:rsidRPr="00E077EE">
        <w:t>Zhotovitel zajistí zpracování a podání žádosti o potřebné stavební povolení na základě udělení plné moci Objednatelem a zajistí vydání stavebního povolení, nebo oznámení ve zkráceném řízení.</w:t>
      </w:r>
    </w:p>
    <w:p w:rsidR="00EE5578" w:rsidRPr="00E077EE" w:rsidRDefault="00417DF3" w:rsidP="00EE5578">
      <w:pPr>
        <w:pStyle w:val="Text2-1"/>
        <w:rPr>
          <w:b/>
        </w:rPr>
      </w:pPr>
      <w:r w:rsidRPr="00E077EE">
        <w:rPr>
          <w:b/>
        </w:rPr>
        <w:t xml:space="preserve">Zhotovení </w:t>
      </w:r>
      <w:r w:rsidR="00EE5578" w:rsidRPr="00E077EE">
        <w:rPr>
          <w:b/>
        </w:rPr>
        <w:t>stavby lze zahájit až po schválení Projektové dokumentace Objednatelem a nabytí právní moci stavebního povolení.</w:t>
      </w:r>
    </w:p>
    <w:p w:rsidR="001F3AF3" w:rsidRPr="00E077EE" w:rsidRDefault="001F3AF3" w:rsidP="00EE5578">
      <w:pPr>
        <w:pStyle w:val="Text2-1"/>
      </w:pPr>
      <w:r w:rsidRPr="00E077EE">
        <w:t xml:space="preserve">Odstavec 4.1.18 </w:t>
      </w:r>
      <w:r w:rsidR="00C8737A" w:rsidRPr="00E077EE">
        <w:t>VTP/P+R/06/20 se ruší a nahrazuje se následujícím textem:</w:t>
      </w:r>
    </w:p>
    <w:p w:rsidR="00C8737A" w:rsidRDefault="00C8737A" w:rsidP="005E7A26">
      <w:pPr>
        <w:pStyle w:val="Textbezslovn"/>
      </w:pPr>
      <w:r w:rsidRPr="00E077EE">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w:t>
      </w:r>
      <w:r w:rsidRPr="002E230A">
        <w:t xml:space="preserve">do stavby. Navržený časový plán bude </w:t>
      </w:r>
      <w:r w:rsidRPr="002E230A">
        <w:rPr>
          <w:b/>
        </w:rPr>
        <w:t>efektivně využívat 7 dnů v týdnu</w:t>
      </w:r>
      <w:r w:rsidRPr="002E230A">
        <w:t xml:space="preserve">, se zohledněním státem uznávaných svátků v ČR a </w:t>
      </w:r>
      <w:r w:rsidRPr="002E230A">
        <w:rPr>
          <w:b/>
        </w:rPr>
        <w:t>využitím dvousměnné pracovní doby (5:00 – 22:00 hodin)</w:t>
      </w:r>
      <w:r w:rsidRPr="002E230A">
        <w:t xml:space="preserve">. Při návrhu harmonogramu projektant prověří možnost souběhu jednotlivých postupů pro maximální zkrácení doby výstavby </w:t>
      </w:r>
      <w:r w:rsidRPr="002E230A">
        <w:rPr>
          <w:b/>
        </w:rPr>
        <w:t>a možnost provádění vybraných činností v</w:t>
      </w:r>
      <w:r w:rsidR="003C53EE" w:rsidRPr="002E230A">
        <w:rPr>
          <w:b/>
        </w:rPr>
        <w:t> </w:t>
      </w:r>
      <w:r w:rsidRPr="002E230A">
        <w:rPr>
          <w:b/>
        </w:rPr>
        <w:t>nočních směnách</w:t>
      </w:r>
      <w:r w:rsidRPr="002E230A">
        <w:t>. Pro noční práce budou vždy stanovené podmínky a požadavky, za kterých se budou práce provádět.  V harmonogramu stavby bude taktéž definovaná kritická cesta pro realizaci stavby, která bude zahrnovat seznam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2E230A">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1" w:name="_Toc12371207"/>
      <w:bookmarkStart w:id="32" w:name="_Toc64529172"/>
      <w:r w:rsidRPr="00811815">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Po vyt</w:t>
      </w:r>
      <w:r w:rsidR="00D75B5F">
        <w:t>y</w:t>
      </w:r>
      <w:r w:rsidRPr="0093670A">
        <w:t xml:space="preserve">čení kabelových tras a před zahájením výkopových prací je Zhotovitel povinen svolat </w:t>
      </w:r>
      <w:r w:rsidRPr="00D75B5F">
        <w:t xml:space="preserve">jednání </w:t>
      </w:r>
      <w:r w:rsidR="001F209B" w:rsidRPr="00D75B5F">
        <w:t xml:space="preserve">v dané železniční stanici a přilehlém mezistaničním úseku </w:t>
      </w:r>
      <w:r w:rsidRPr="00D75B5F">
        <w:t>za účasti zhotovitele projektové dokumentace sdělovacího a zabezpečovacího zařízení a</w:t>
      </w:r>
      <w:r w:rsidR="001F209B" w:rsidRPr="00D75B5F">
        <w:t> </w:t>
      </w:r>
      <w:r w:rsidRPr="00D75B5F">
        <w:t xml:space="preserve">silnoproudu, jednotlivých podzhotovitelů a </w:t>
      </w:r>
      <w:r w:rsidR="001F209B" w:rsidRPr="00D75B5F">
        <w:t>Objednatele</w:t>
      </w:r>
      <w:r w:rsidRPr="00D75B5F">
        <w:t>. Cílem je na místě upřesnit a</w:t>
      </w:r>
      <w:r w:rsidR="001F209B" w:rsidRPr="00D75B5F">
        <w:t> </w:t>
      </w:r>
      <w:r w:rsidRPr="00D75B5F">
        <w:t>zkoordinovat jednotlivé trasy a 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lastRenderedPageBreak/>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w:t>
      </w:r>
      <w:r w:rsidR="00D75B5F">
        <w:t>Á</w:t>
      </w:r>
      <w:r w:rsidRPr="006C33D8">
        <w:t>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4529173"/>
      <w:r>
        <w:lastRenderedPageBreak/>
        <w:t>Zeměměřická činnost zhotovitele</w:t>
      </w:r>
      <w:bookmarkEnd w:id="33"/>
      <w:bookmarkEnd w:id="34"/>
    </w:p>
    <w:p w:rsidR="004D4AD5" w:rsidRPr="0052103C" w:rsidRDefault="004D4AD5" w:rsidP="004D4AD5">
      <w:pPr>
        <w:pStyle w:val="Text2-1"/>
      </w:pPr>
      <w:r w:rsidRPr="0052103C">
        <w:t>Geodetická dokumentace bude zpracována podle VTP/P+R/06/20, bod 5. Požadavky na zpracování geodetické dokumentace a bod 11. Zeměměřická činnost zhotovitele.</w:t>
      </w:r>
    </w:p>
    <w:p w:rsidR="004D4AD5" w:rsidRDefault="004D4AD5" w:rsidP="004D4AD5">
      <w:pPr>
        <w:pStyle w:val="Text2-1"/>
      </w:pPr>
      <w:r w:rsidRPr="0052103C">
        <w:t>Objednatel prostřednictvím SŽG</w:t>
      </w:r>
      <w:r w:rsidR="0052103C">
        <w:t>, Regionální pracoviště Olomouc</w:t>
      </w:r>
      <w:r w:rsidRPr="0052103C">
        <w:t xml:space="preserve"> dodá reambulované geodetické a mapové podklady v rozsahu TÚ </w:t>
      </w:r>
      <w:r w:rsidR="0052103C">
        <w:t xml:space="preserve">1911 km </w:t>
      </w:r>
      <w:r w:rsidR="00193A8E">
        <w:t>6,400 – 7,840</w:t>
      </w:r>
      <w:r w:rsidR="0052103C">
        <w:t xml:space="preserve"> do hranic</w:t>
      </w:r>
      <w:r w:rsidRPr="0052103C">
        <w:t xml:space="preserve"> dráhy</w:t>
      </w:r>
      <w:r w:rsidR="0052103C">
        <w:t xml:space="preserve"> a v místě př</w:t>
      </w:r>
      <w:r w:rsidR="00675236">
        <w:t>e</w:t>
      </w:r>
      <w:r w:rsidR="0052103C">
        <w:t>jezdu 30 m na obě strany</w:t>
      </w:r>
      <w:r w:rsidRPr="0052103C">
        <w:t xml:space="preserve">, které nebudou starší než 3 měsíce před podpisem SOD. </w:t>
      </w:r>
      <w:r w:rsidR="00675236">
        <w:t>Mapové podklady neobsahují aktuální podzemní vedení. Ostatní potřebné podklady pro zpracování dokumentace si zajistí Zhotovitel na vlastní náklady.</w:t>
      </w:r>
      <w:r w:rsidR="00675236" w:rsidRPr="0052103C">
        <w:t xml:space="preserve"> </w:t>
      </w:r>
      <w:r w:rsidRPr="0052103C">
        <w:t xml:space="preserve">Tyto geodetické a mapové podklady budou splňovat TKP staveb státních drah v souladu s přílohou č. 2 Směrnice GŘ č. 11/2006 části I. 6 Geodetické a mapové podklady. </w:t>
      </w:r>
    </w:p>
    <w:p w:rsidR="00193A8E" w:rsidRDefault="00675236" w:rsidP="00530D7C">
      <w:pPr>
        <w:pStyle w:val="Text2-1"/>
      </w:pPr>
      <w:r>
        <w:t xml:space="preserve">Další </w:t>
      </w:r>
      <w:r w:rsidRPr="00530D7C">
        <w:t>dostupná</w:t>
      </w:r>
      <w:r>
        <w:t xml:space="preserve"> geodetická dokumentace v okolí stavby: </w:t>
      </w:r>
    </w:p>
    <w:p w:rsidR="00675236" w:rsidRDefault="00675236" w:rsidP="00530D7C">
      <w:pPr>
        <w:pStyle w:val="Odrka1-1"/>
      </w:pPr>
      <w:r>
        <w:t>Mapování TÚ 1911 Prostějov - Dzbel, Rok 201</w:t>
      </w:r>
      <w:r w:rsidR="00193A8E">
        <w:t>8</w:t>
      </w:r>
      <w:r>
        <w:t>, TKP ANO, účelová mapa</w:t>
      </w:r>
    </w:p>
    <w:p w:rsidR="00193A8E" w:rsidRPr="0052103C" w:rsidRDefault="00193A8E" w:rsidP="00530D7C">
      <w:pPr>
        <w:pStyle w:val="Odrka1-1"/>
      </w:pPr>
      <w:r>
        <w:t>Zab</w:t>
      </w:r>
      <w:r w:rsidR="000D088A">
        <w:t>ezpečova</w:t>
      </w:r>
      <w:r w:rsidR="00FB1C45">
        <w:t>c</w:t>
      </w:r>
      <w:r w:rsidR="000D088A">
        <w:t xml:space="preserve">í </w:t>
      </w:r>
      <w:r>
        <w:t>zařízení v žst. Kostelec na Hané, Rok 2005, TKP NE, DPSP</w:t>
      </w:r>
    </w:p>
    <w:p w:rsidR="004D4AD5" w:rsidRPr="000D06D1" w:rsidRDefault="004D4AD5" w:rsidP="00530D7C">
      <w:pPr>
        <w:pStyle w:val="Text2-1"/>
      </w:pPr>
      <w:r w:rsidRPr="0052103C">
        <w:t xml:space="preserve">Zhotovitel se zavazuje k </w:t>
      </w:r>
      <w:r w:rsidRPr="00530D7C">
        <w:t>vyhotovení</w:t>
      </w:r>
      <w:r w:rsidRPr="0052103C">
        <w:t xml:space="preserve"> majetkoprávní části v rozsahu podle VTP/P+R/06/20, bod 5.2.1, část I.</w:t>
      </w:r>
      <w:r w:rsidR="000D088A">
        <w:t xml:space="preserve"> </w:t>
      </w:r>
      <w:r w:rsidRPr="0052103C">
        <w:t>2 Majetkoprávní část, podklady a aktuální stav UMVŽST bude součástí Geodetických a mapových</w:t>
      </w:r>
      <w:r w:rsidRPr="000D06D1">
        <w:t xml:space="preserve"> podkladů I.</w:t>
      </w:r>
      <w:r w:rsidR="000D088A">
        <w:t xml:space="preserve"> </w:t>
      </w:r>
      <w:r w:rsidRPr="000D06D1">
        <w:t>6, které dodá Objednatel.</w:t>
      </w:r>
    </w:p>
    <w:p w:rsidR="00DD787F" w:rsidRPr="00FE2EDE" w:rsidRDefault="00DD787F" w:rsidP="00DD787F">
      <w:pPr>
        <w:pStyle w:val="Text2-1"/>
        <w:rPr>
          <w:rFonts w:asciiTheme="minorHAnsi" w:hAnsiTheme="minorHAnsi"/>
        </w:rPr>
      </w:pPr>
      <w:r w:rsidRPr="00FE2EDE">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rsidR="004D4AD5" w:rsidRPr="000D06D1" w:rsidRDefault="004D4AD5" w:rsidP="004D4AD5">
      <w:pPr>
        <w:pStyle w:val="Text2-1"/>
      </w:pPr>
      <w:r w:rsidRPr="000D06D1">
        <w:t>Souborné zpracování geodetické části dokumentace skutečného provedení bude v</w:t>
      </w:r>
      <w:r>
        <w:t> </w:t>
      </w:r>
      <w:r w:rsidRPr="000D06D1">
        <w:t xml:space="preserve">souladu se Směrnicí SŽDC č. 117 v platném znění odevzdána Zhotovitelem ke </w:t>
      </w:r>
      <w:r w:rsidRPr="002E230A">
        <w:t>kontrole na SŽ, S</w:t>
      </w:r>
      <w:r w:rsidR="0052103C" w:rsidRPr="002E230A">
        <w:t>práva železniční geodezie, Regionální pracoviště Olomouc</w:t>
      </w:r>
      <w:r w:rsidRPr="002E230A">
        <w:t xml:space="preserve"> a </w:t>
      </w:r>
      <w:r w:rsidRPr="000D06D1">
        <w:t>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5" w:name="_Toc7077118"/>
      <w:bookmarkStart w:id="36" w:name="_Toc64529174"/>
      <w:r>
        <w:t>Doklady překládané zhotovitelem</w:t>
      </w:r>
      <w:bookmarkEnd w:id="35"/>
      <w:bookmarkEnd w:id="36"/>
    </w:p>
    <w:p w:rsidR="00160EC0" w:rsidRPr="006C33D8"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3558EC">
        <w:t xml:space="preserve">těchto dokladů </w:t>
      </w:r>
      <w:r w:rsidRPr="006C33D8">
        <w:t>nebude možné zahájit práce na výše uvedených objektech.</w:t>
      </w:r>
    </w:p>
    <w:p w:rsidR="0069470F" w:rsidRPr="00264BED" w:rsidRDefault="0069470F" w:rsidP="0069470F">
      <w:pPr>
        <w:pStyle w:val="Text2-1"/>
      </w:pPr>
      <w:r w:rsidRPr="00264BED">
        <w:t xml:space="preserve">Zhotovitel doloží </w:t>
      </w:r>
      <w:r w:rsidRPr="00264BED">
        <w:rPr>
          <w:b/>
        </w:rPr>
        <w:t>mimo jiné</w:t>
      </w:r>
      <w:r w:rsidRPr="00264BED">
        <w:t xml:space="preserve"> před zahájením prací na železniční dopravní cestě prosté kopie dokladů o kvalifikaci zhotovitelů dle Předpisu o odborné způsobilosti a znalosti osob při provozování dráhy a drážní dopravy SŽDC Zam1, v platném znění:</w:t>
      </w:r>
    </w:p>
    <w:p w:rsidR="00675236" w:rsidRPr="00264BED" w:rsidRDefault="00675236" w:rsidP="00530D7C">
      <w:pPr>
        <w:pStyle w:val="Odrka1-1"/>
      </w:pPr>
      <w:r w:rsidRPr="00264BED">
        <w:rPr>
          <w:b/>
        </w:rPr>
        <w:t>K–05/2</w:t>
      </w:r>
      <w:r w:rsidRPr="00264BED">
        <w:t xml:space="preserve"> Vedoucí prací na železničním spodku a svršku,</w:t>
      </w:r>
    </w:p>
    <w:p w:rsidR="00675236" w:rsidRPr="00264BED" w:rsidRDefault="00675236" w:rsidP="00530D7C">
      <w:pPr>
        <w:pStyle w:val="Odrka1-1"/>
      </w:pPr>
      <w:r w:rsidRPr="00264BED">
        <w:rPr>
          <w:b/>
        </w:rPr>
        <w:t>T-05 c)</w:t>
      </w:r>
      <w:r w:rsidRPr="00264BED">
        <w:t xml:space="preserve"> nebo platná F-08 Vedoucí prací pro montáž sdělovacích zařízení,</w:t>
      </w:r>
    </w:p>
    <w:p w:rsidR="00675236" w:rsidRPr="00264BED" w:rsidRDefault="00675236" w:rsidP="00530D7C">
      <w:pPr>
        <w:pStyle w:val="Odrka1-1"/>
      </w:pPr>
      <w:r w:rsidRPr="00264BED">
        <w:rPr>
          <w:rFonts w:eastAsia="Times New Roman"/>
          <w:b/>
          <w:iCs/>
          <w:lang w:eastAsia="cs-CZ"/>
        </w:rPr>
        <w:t>T–05 d)</w:t>
      </w:r>
      <w:r w:rsidRPr="00264BED">
        <w:rPr>
          <w:rFonts w:eastAsia="Times New Roman"/>
          <w:iCs/>
          <w:lang w:eastAsia="cs-CZ"/>
        </w:rPr>
        <w:t xml:space="preserve"> Projektování a související činnosti na sdělovacím (telekomunikačním) zařízení</w:t>
      </w:r>
    </w:p>
    <w:p w:rsidR="00675236" w:rsidRPr="00264BED" w:rsidRDefault="00675236" w:rsidP="00530D7C">
      <w:pPr>
        <w:pStyle w:val="Odrka1-1"/>
      </w:pPr>
      <w:r w:rsidRPr="00264BED">
        <w:rPr>
          <w:b/>
        </w:rPr>
        <w:t>Z-06 c)</w:t>
      </w:r>
      <w:r w:rsidRPr="00264BED">
        <w:t xml:space="preserve"> nebo platná F-06 Vedoucí prací pro montáž zabezpečovacích zařízení,</w:t>
      </w:r>
    </w:p>
    <w:p w:rsidR="00675236" w:rsidRPr="00264BED" w:rsidRDefault="00675236" w:rsidP="00530D7C">
      <w:pPr>
        <w:pStyle w:val="Odrka1-1"/>
      </w:pPr>
      <w:r w:rsidRPr="00264BED">
        <w:rPr>
          <w:rFonts w:eastAsia="Times New Roman"/>
          <w:b/>
          <w:iCs/>
          <w:lang w:eastAsia="cs-CZ"/>
        </w:rPr>
        <w:t>Z–06 e)</w:t>
      </w:r>
      <w:r w:rsidRPr="00264BED">
        <w:rPr>
          <w:rFonts w:eastAsia="Times New Roman"/>
          <w:iCs/>
          <w:lang w:eastAsia="cs-CZ"/>
        </w:rPr>
        <w:t xml:space="preserve"> Projektování a související činnosti na zabezpečovacím zařízení;</w:t>
      </w:r>
    </w:p>
    <w:p w:rsidR="00675236" w:rsidRPr="00264BED" w:rsidRDefault="00675236" w:rsidP="00530D7C">
      <w:pPr>
        <w:pStyle w:val="Odrka1-1"/>
      </w:pPr>
      <w:r w:rsidRPr="00264BED">
        <w:rPr>
          <w:b/>
        </w:rPr>
        <w:t>E-04 a)</w:t>
      </w:r>
      <w:r w:rsidRPr="00264BED">
        <w:t xml:space="preserve"> nebo platná F-10 Vedoucí prací na ostatních elektrických zařízeních</w:t>
      </w:r>
    </w:p>
    <w:p w:rsidR="00675236" w:rsidRPr="00264BED" w:rsidRDefault="00675236" w:rsidP="00530D7C">
      <w:pPr>
        <w:pStyle w:val="Odrka1-1"/>
      </w:pPr>
      <w:r w:rsidRPr="00264BED">
        <w:rPr>
          <w:rFonts w:eastAsia="Times New Roman"/>
          <w:iCs/>
          <w:lang w:eastAsia="cs-CZ"/>
        </w:rPr>
        <w:t>Projektování elektrických zařízení UTZ/E a VTZ, do i nad 1000 V, s i bez nebezpečí výbuchu včetně hromosvodů;</w:t>
      </w:r>
    </w:p>
    <w:p w:rsidR="00675236" w:rsidRPr="00264BED" w:rsidRDefault="00675236" w:rsidP="00530D7C">
      <w:pPr>
        <w:pStyle w:val="Odrka1-1"/>
      </w:pPr>
      <w:r w:rsidRPr="00264BED">
        <w:rPr>
          <w:rFonts w:eastAsia="Times New Roman" w:cs="Arial"/>
          <w:b/>
          <w:iCs/>
          <w:lang w:eastAsia="cs-CZ"/>
        </w:rPr>
        <w:t>TZE</w:t>
      </w:r>
      <w:r w:rsidRPr="00264BED">
        <w:rPr>
          <w:rFonts w:eastAsia="Times New Roman" w:cs="Arial"/>
          <w:iCs/>
          <w:lang w:eastAsia="cs-CZ"/>
        </w:rPr>
        <w:t xml:space="preserve"> Osoba odborně způsobilá k provádění revizí, prohlídek a zkoušek UTZ;</w:t>
      </w:r>
    </w:p>
    <w:p w:rsidR="00675236" w:rsidRPr="00264BED" w:rsidRDefault="00675236" w:rsidP="00530D7C">
      <w:pPr>
        <w:pStyle w:val="Odrka1-1"/>
      </w:pPr>
      <w:r w:rsidRPr="00264BED">
        <w:rPr>
          <w:b/>
          <w:iCs/>
          <w:sz w:val="20"/>
          <w:szCs w:val="20"/>
        </w:rPr>
        <w:lastRenderedPageBreak/>
        <w:t>D–04</w:t>
      </w:r>
      <w:r w:rsidRPr="00264BED">
        <w:rPr>
          <w:iCs/>
          <w:sz w:val="20"/>
          <w:szCs w:val="20"/>
        </w:rPr>
        <w:t xml:space="preserve"> zaměstnanec pro realizaci výluk a dodržování podmínek stanovených výlukovým rozkazem, řízení sledu, řízení a provádění posunu;</w:t>
      </w:r>
    </w:p>
    <w:p w:rsidR="0069470F" w:rsidRPr="00675236" w:rsidRDefault="0069470F" w:rsidP="00530D7C">
      <w:pPr>
        <w:pStyle w:val="Text2-1"/>
      </w:pPr>
      <w:r w:rsidRPr="00264BED">
        <w:t xml:space="preserve">Výše uvedené doklady upravující </w:t>
      </w:r>
      <w:r w:rsidRPr="00530D7C">
        <w:t>odbornou</w:t>
      </w:r>
      <w:r w:rsidRPr="00264BED">
        <w:t xml:space="preserve"> způsobilost</w:t>
      </w:r>
      <w:r w:rsidRPr="00675236">
        <w:t xml:space="preserve"> musí osvědčit odbornou způsobilost samotného dodavatele (je-li fyzickou osobou) nebo jiné osoby, která bude pro dodavatele příslušnou činnost vykonávat.  </w:t>
      </w:r>
    </w:p>
    <w:p w:rsidR="0069470F" w:rsidRPr="002E230A" w:rsidRDefault="0069470F" w:rsidP="0069470F">
      <w:pPr>
        <w:pStyle w:val="Nadpis2-2"/>
      </w:pPr>
      <w:bookmarkStart w:id="37" w:name="_Toc7077120"/>
      <w:bookmarkStart w:id="38" w:name="_Toc64529175"/>
      <w:r w:rsidRPr="002E230A">
        <w:t>Dokumentace skutečného provedení stavby</w:t>
      </w:r>
      <w:bookmarkEnd w:id="37"/>
      <w:bookmarkEnd w:id="38"/>
    </w:p>
    <w:p w:rsidR="000D088A" w:rsidRPr="004C1E41" w:rsidRDefault="000D088A" w:rsidP="00530D7C">
      <w:pPr>
        <w:pStyle w:val="Text2-1"/>
      </w:pPr>
      <w:bookmarkStart w:id="39" w:name="_Ref62143555"/>
      <w:r w:rsidRPr="009E728E">
        <w:t xml:space="preserve">ES prohlášení o </w:t>
      </w:r>
      <w:r w:rsidRPr="00530D7C">
        <w:t>ověření</w:t>
      </w:r>
      <w:r w:rsidRPr="009E728E">
        <w:t xml:space="preserve"> subsystému:</w:t>
      </w:r>
      <w:bookmarkEnd w:id="39"/>
    </w:p>
    <w:p w:rsidR="000D088A" w:rsidRPr="00530D7C" w:rsidRDefault="000D088A" w:rsidP="00530D7C">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 xml:space="preserve">ci </w:t>
      </w:r>
      <w:r w:rsidRPr="00530D7C">
        <w:t xml:space="preserve">stávajícího ES certifikátu o ověření subsystému nebo zajištění vydání Posouzení změny subsystému notifikovanou osobou jako doplňku stávajícího ES certifikátu o ověření subsystému. </w:t>
      </w:r>
    </w:p>
    <w:p w:rsidR="000D088A" w:rsidRPr="00530D7C" w:rsidRDefault="000D088A" w:rsidP="00530D7C">
      <w:pPr>
        <w:pStyle w:val="Text2-2"/>
      </w:pPr>
      <w:r w:rsidRPr="00530D7C">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0D088A" w:rsidRPr="00530D7C" w:rsidRDefault="000D088A" w:rsidP="00530D7C">
      <w:pPr>
        <w:pStyle w:val="Text2-2"/>
      </w:pPr>
      <w:r w:rsidRPr="00530D7C">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0D088A" w:rsidRPr="00530D7C" w:rsidRDefault="000D088A" w:rsidP="00530D7C">
      <w:pPr>
        <w:pStyle w:val="Text2-2"/>
      </w:pPr>
      <w:r w:rsidRPr="00530D7C">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0D088A" w:rsidRPr="00530D7C" w:rsidRDefault="000D088A" w:rsidP="00530D7C">
      <w:pPr>
        <w:pStyle w:val="Text2-2"/>
      </w:pPr>
      <w:r w:rsidRPr="00530D7C">
        <w:t>Ve sporných případech, kdy není možno určit, zda lze použít postup s vydáním Posouzení změny subsystému notifikovanou osobou, musí Zhotovitel postupovat podle stanoviska notifikované osoby.</w:t>
      </w:r>
    </w:p>
    <w:p w:rsidR="0069470F" w:rsidRPr="002E230A" w:rsidRDefault="000D088A" w:rsidP="00530D7C">
      <w:pPr>
        <w:pStyle w:val="Text2-2"/>
      </w:pPr>
      <w:r w:rsidRPr="00530D7C">
        <w:t>Zhotovitel musí rovněž zajistit</w:t>
      </w:r>
      <w:r>
        <w:t xml:space="preserve"> aktualizaci nebo vydání nového průkazu způsobilosti UTZ</w:t>
      </w:r>
      <w:r w:rsidR="00264BED" w:rsidRPr="002E230A">
        <w:rPr>
          <w:rFonts w:eastAsia="Verdana" w:cs="Times New Roman"/>
          <w:sz w:val="20"/>
          <w:szCs w:val="20"/>
        </w:rPr>
        <w:t>.</w:t>
      </w:r>
    </w:p>
    <w:p w:rsidR="0069470F" w:rsidRDefault="0069470F" w:rsidP="0069470F">
      <w:pPr>
        <w:pStyle w:val="Nadpis2-2"/>
      </w:pPr>
      <w:bookmarkStart w:id="40" w:name="_Toc7077121"/>
      <w:bookmarkStart w:id="41" w:name="_Toc64529176"/>
      <w:r>
        <w:t>Zabezpečovací zařízení</w:t>
      </w:r>
      <w:bookmarkEnd w:id="40"/>
      <w:bookmarkEnd w:id="41"/>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rsidR="00160EC0" w:rsidRPr="0054055F" w:rsidRDefault="0054055F" w:rsidP="00160EC0">
      <w:pPr>
        <w:pStyle w:val="Text2-2"/>
        <w:rPr>
          <w:rFonts w:asciiTheme="minorHAnsi" w:hAnsiTheme="minorHAnsi"/>
        </w:rPr>
      </w:pPr>
      <w:r w:rsidRPr="0054055F">
        <w:rPr>
          <w:rFonts w:cs="Arial"/>
          <w:szCs w:val="20"/>
        </w:rPr>
        <w:t>V současnosti je přejezd zabezpečený světelným přejezdovým zabezpečovacím zařízením typu AŽD 71 (rekonstrukce 2002) kategorie 3S</w:t>
      </w:r>
      <w:r w:rsidR="009C2A16">
        <w:rPr>
          <w:rFonts w:cs="Arial"/>
          <w:szCs w:val="20"/>
        </w:rPr>
        <w:t>N</w:t>
      </w:r>
      <w:r w:rsidRPr="0054055F">
        <w:rPr>
          <w:rFonts w:cs="Arial"/>
          <w:szCs w:val="20"/>
        </w:rPr>
        <w:t>I.</w:t>
      </w:r>
    </w:p>
    <w:p w:rsidR="0054055F" w:rsidRPr="0054055F" w:rsidRDefault="0054055F" w:rsidP="00160EC0">
      <w:pPr>
        <w:pStyle w:val="Text2-2"/>
        <w:rPr>
          <w:rFonts w:asciiTheme="minorHAnsi" w:hAnsiTheme="minorHAnsi"/>
        </w:rPr>
      </w:pPr>
      <w:r w:rsidRPr="0054055F">
        <w:t xml:space="preserve">Stavba se nachází na neelektrizované regionální trati Prostějov </w:t>
      </w:r>
      <w:proofErr w:type="spellStart"/>
      <w:r w:rsidRPr="0054055F">
        <w:t>hl.n</w:t>
      </w:r>
      <w:proofErr w:type="spellEnd"/>
      <w:r w:rsidRPr="0054055F">
        <w:t xml:space="preserve">. - </w:t>
      </w:r>
      <w:r>
        <w:t>Dzbel</w:t>
      </w:r>
      <w:r w:rsidRPr="0054055F">
        <w:t xml:space="preserve"> v traťovém úseku </w:t>
      </w:r>
      <w:r w:rsidR="009C2A16">
        <w:t xml:space="preserve">Kostelec na Hané – </w:t>
      </w:r>
      <w:r w:rsidRPr="0054055F">
        <w:t>Ptení. V úseku Kostelec na Hané – Chornice</w:t>
      </w:r>
      <w:r w:rsidR="006410B5">
        <w:t xml:space="preserve"> probíhá</w:t>
      </w:r>
      <w:r w:rsidRPr="0054055F">
        <w:t xml:space="preserve"> organizování a provozování drážní dopravy podle předpisu SŽDC D3.</w:t>
      </w:r>
    </w:p>
    <w:p w:rsidR="0054055F" w:rsidRPr="0054055F" w:rsidRDefault="009C2A16" w:rsidP="00160EC0">
      <w:pPr>
        <w:pStyle w:val="Text2-2"/>
        <w:rPr>
          <w:rFonts w:asciiTheme="minorHAnsi" w:hAnsiTheme="minorHAnsi"/>
        </w:rPr>
      </w:pPr>
      <w:r w:rsidRPr="0045294D">
        <w:t xml:space="preserve">ŽST Kostelec na Hané je zabezpečena </w:t>
      </w:r>
      <w:r w:rsidR="006410B5">
        <w:t xml:space="preserve">staničním </w:t>
      </w:r>
      <w:r w:rsidRPr="0045294D">
        <w:t>ZZ typu TEST 14 ovládaným z JOP (přenosové zařízení REMOTE) s elektromotorickými přestavníky, světelnými návěstidly, kolejovými obvody KO 3500 s DSŠ12P. Traťový úsek Kostelec na Hané – Ptení je opatřen kolejovými obvody KO 2941 (50 Hz, jednopásové s relé NMVŠ 2-1000/1000)</w:t>
      </w:r>
      <w:r w:rsidR="0054055F" w:rsidRPr="0054055F">
        <w:t>.</w:t>
      </w:r>
    </w:p>
    <w:p w:rsidR="00160EC0" w:rsidRPr="002E230A" w:rsidRDefault="00160EC0" w:rsidP="00160EC0">
      <w:pPr>
        <w:pStyle w:val="Text2-1"/>
        <w:rPr>
          <w:rStyle w:val="Tun"/>
          <w:rFonts w:asciiTheme="minorHAnsi" w:hAnsiTheme="minorHAnsi"/>
          <w:b w:val="0"/>
        </w:rPr>
      </w:pPr>
      <w:r w:rsidRPr="005E7A26">
        <w:rPr>
          <w:rStyle w:val="Tun"/>
          <w:rFonts w:asciiTheme="minorHAnsi" w:hAnsiTheme="minorHAnsi"/>
        </w:rPr>
        <w:t xml:space="preserve">Požadavky na </w:t>
      </w:r>
      <w:r w:rsidRPr="002E230A">
        <w:rPr>
          <w:rStyle w:val="Tun"/>
          <w:rFonts w:asciiTheme="minorHAnsi" w:hAnsiTheme="minorHAnsi"/>
        </w:rPr>
        <w:t>nový stav</w:t>
      </w:r>
    </w:p>
    <w:p w:rsidR="00160EC0" w:rsidRPr="00530D7C" w:rsidRDefault="00F23ADD" w:rsidP="00530D7C">
      <w:pPr>
        <w:pStyle w:val="Text2-2"/>
      </w:pPr>
      <w:r w:rsidRPr="002E230A">
        <w:t xml:space="preserve">Stávající přejezdové </w:t>
      </w:r>
      <w:r w:rsidRPr="00530D7C">
        <w:t xml:space="preserve">zabezpečovací zařízení bez závor bude nahrazeno novým </w:t>
      </w:r>
      <w:r w:rsidR="005F7583" w:rsidRPr="00530D7C">
        <w:t>PZS</w:t>
      </w:r>
      <w:r w:rsidRPr="00530D7C">
        <w:t xml:space="preserve"> se závorami, 3. kategorie dle ČSN 34 2650 ed.2. Počet výstražníků a závor bude určen v rámci Rozhodnutí DÚ o změně a rozsahu </w:t>
      </w:r>
      <w:r w:rsidRPr="00530D7C">
        <w:lastRenderedPageBreak/>
        <w:t xml:space="preserve">zabezpečení, navrhujeme celé závory (nutno posoudit v případě </w:t>
      </w:r>
      <w:proofErr w:type="spellStart"/>
      <w:r w:rsidRPr="00530D7C">
        <w:t>čtyřkvadrantových</w:t>
      </w:r>
      <w:proofErr w:type="spellEnd"/>
      <w:r w:rsidRPr="00530D7C">
        <w:t xml:space="preserve"> závor, zda lze realizovat postupné sklápění).</w:t>
      </w:r>
    </w:p>
    <w:p w:rsidR="00F23ADD" w:rsidRPr="00530D7C" w:rsidRDefault="00F23ADD" w:rsidP="00530D7C">
      <w:pPr>
        <w:pStyle w:val="Text2-2"/>
      </w:pPr>
      <w:r w:rsidRPr="00530D7C">
        <w:t>Zhotovitel dokumentace zajistí veřejnoprávní jednání s DÚ ČR pro vydání Rozhodnutí o změně způsobu zabezpečení přejezdu.</w:t>
      </w:r>
    </w:p>
    <w:p w:rsidR="00160EC0" w:rsidRPr="00530D7C" w:rsidRDefault="00F23ADD" w:rsidP="00530D7C">
      <w:pPr>
        <w:pStyle w:val="Text2-2"/>
      </w:pPr>
      <w:r w:rsidRPr="00530D7C">
        <w:t>S ohledem na umístění přejezdu v </w:t>
      </w:r>
      <w:proofErr w:type="spellStart"/>
      <w:r w:rsidRPr="00530D7C">
        <w:t>intravilánu</w:t>
      </w:r>
      <w:proofErr w:type="spellEnd"/>
      <w:r w:rsidRPr="00530D7C">
        <w:t xml:space="preserve"> se přednostně zvolí taková konfigurace vnějších prvků, aby bylo možné vypínat zvukovou výstrahu při dolní poloze břeven. </w:t>
      </w:r>
      <w:r w:rsidR="009C2A16" w:rsidRPr="00530D7C">
        <w:t xml:space="preserve">PZS bude vybaveno zvukovou signalizací pro nevidomé, závory přes chodníky zarážkou slepecké hole. </w:t>
      </w:r>
      <w:r w:rsidRPr="00530D7C">
        <w:t>Budou použity výstražníky s LED světly, OŘ Olomouc preferuje závory hliníkové konstrukce.</w:t>
      </w:r>
    </w:p>
    <w:p w:rsidR="00160EC0" w:rsidRPr="00530D7C" w:rsidRDefault="00DE6AAC" w:rsidP="00530D7C">
      <w:pPr>
        <w:pStyle w:val="Text2-2"/>
      </w:pPr>
      <w:r w:rsidRPr="00530D7C">
        <w:t xml:space="preserve">Nové PZS bude mít vazbu do </w:t>
      </w:r>
      <w:r w:rsidR="005F7583" w:rsidRPr="00530D7C">
        <w:t xml:space="preserve">staničního </w:t>
      </w:r>
      <w:r w:rsidRPr="00530D7C">
        <w:t>ZZ ŽST Kostelec na Hané. Pro zjišťování volnosti přibližovacích úseků budou využity v prostoru ŽST stávající kolejové obvody, na trati nově počítače náprav</w:t>
      </w:r>
      <w:r w:rsidR="00F23ADD" w:rsidRPr="00530D7C">
        <w:t>.</w:t>
      </w:r>
    </w:p>
    <w:p w:rsidR="00160EC0" w:rsidRPr="00530D7C" w:rsidRDefault="00DE6AAC" w:rsidP="00530D7C">
      <w:pPr>
        <w:pStyle w:val="Text2-2"/>
      </w:pPr>
      <w:r w:rsidRPr="00530D7C">
        <w:t xml:space="preserve">Vnitřní výstroj nově navrženého PZS se umístí do nového zatepleného betonového </w:t>
      </w:r>
      <w:r w:rsidR="005F7583" w:rsidRPr="00530D7C">
        <w:t>RD</w:t>
      </w:r>
      <w:r w:rsidRPr="00530D7C">
        <w:t xml:space="preserve"> s řízeným temperováním a sedlovou nebo valbovou střechou, který se umístí poblíž přejezdu. Způsob instalace </w:t>
      </w:r>
      <w:r w:rsidR="005F7583" w:rsidRPr="00530D7C">
        <w:t xml:space="preserve">RD </w:t>
      </w:r>
      <w:r w:rsidRPr="00530D7C">
        <w:t>do terénu bude řešen dle pokynů výrobce (např. na betonové patky). Do nového technologického objektu bude instalována i vnitřní technologie PZS přejezdu P7655, jehož rozsah a způsob zabezpečení se nemění</w:t>
      </w:r>
      <w:r w:rsidR="00F23ADD" w:rsidRPr="00530D7C">
        <w:t>.</w:t>
      </w:r>
    </w:p>
    <w:p w:rsidR="00160EC0" w:rsidRPr="00530D7C" w:rsidRDefault="00F23ADD" w:rsidP="00530D7C">
      <w:pPr>
        <w:pStyle w:val="Text2-2"/>
      </w:pPr>
      <w:r w:rsidRPr="00530D7C">
        <w:t>V blízkosti nového RD bude umístěna společná skříňka s venkovním telefonním objektem (VTO) a skříňka místní</w:t>
      </w:r>
      <w:r w:rsidR="00DE6AAC" w:rsidRPr="00530D7C">
        <w:t>ho</w:t>
      </w:r>
      <w:r w:rsidRPr="00530D7C">
        <w:t xml:space="preserve"> ovládání PZZ (SMO) s výhledem na trať. Vstupní dveře do RD budou v takovém provedení, aby při chůzi z RD ke skříni s VTO a SMO nebylo nutné obcházet křídlo dveří.</w:t>
      </w:r>
    </w:p>
    <w:p w:rsidR="00160EC0" w:rsidRPr="00530D7C" w:rsidRDefault="00F23ADD" w:rsidP="00530D7C">
      <w:pPr>
        <w:pStyle w:val="Text2-2"/>
      </w:pPr>
      <w:r w:rsidRPr="00530D7C">
        <w:t>VTO a SMO umístit  na/v blízkosti RD. Bude doplněn dveřní kontakt na RD a tento kontakt bude připraven pro budoucí zapojení do DDTS.</w:t>
      </w:r>
      <w:r w:rsidR="00C52FA3" w:rsidRPr="00530D7C">
        <w:t xml:space="preserve"> </w:t>
      </w:r>
      <w:r w:rsidRPr="00530D7C">
        <w:t>V prostoru před výstražníky a za pohony závor bude zřízena rovná plocha pro bezpečné provádění údržby (přístupu k pohonům a výstražníkům)</w:t>
      </w:r>
      <w:r w:rsidR="00160EC0" w:rsidRPr="00530D7C">
        <w:t>.</w:t>
      </w:r>
    </w:p>
    <w:p w:rsidR="00160EC0" w:rsidRPr="00530D7C" w:rsidRDefault="00F23ADD" w:rsidP="00530D7C">
      <w:pPr>
        <w:pStyle w:val="Text2-2"/>
      </w:pPr>
      <w:r w:rsidRPr="00530D7C">
        <w:t>Ovládací a indikační prvky budou umístěny na JOP v</w:t>
      </w:r>
      <w:r w:rsidR="00C52FA3" w:rsidRPr="00530D7C">
        <w:t> dopravní kanceláři</w:t>
      </w:r>
      <w:r w:rsidRPr="00530D7C">
        <w:t xml:space="preserve"> ŽST Kostelec na Hané</w:t>
      </w:r>
      <w:r w:rsidR="00DE6AAC" w:rsidRPr="00530D7C">
        <w:t xml:space="preserve">. PZS bude vybaveno stavovou a měřící diagnostikou s online přenosem informací do stávajícího diagnostického serveru SSZT na pracovišti údržby v Prostějově </w:t>
      </w:r>
      <w:proofErr w:type="spellStart"/>
      <w:r w:rsidR="00DE6AAC" w:rsidRPr="00530D7C">
        <w:t>hl.n</w:t>
      </w:r>
      <w:proofErr w:type="spellEnd"/>
      <w:r w:rsidR="00160EC0" w:rsidRPr="00530D7C">
        <w:t xml:space="preserve">. </w:t>
      </w:r>
    </w:p>
    <w:p w:rsidR="00160EC0" w:rsidRPr="00530D7C" w:rsidRDefault="00F23ADD" w:rsidP="00530D7C">
      <w:pPr>
        <w:pStyle w:val="Text2-2"/>
      </w:pPr>
      <w:r w:rsidRPr="00530D7C">
        <w:t>Součástí stavby bude i demontáž vnějších a vnitřních prvků rušeného PZS.</w:t>
      </w:r>
      <w:r w:rsidR="00DE6AAC" w:rsidRPr="00530D7C">
        <w:t xml:space="preserve"> Dále dojde k úpravě vedení chodníku za účelem zajištění dostatečného prostoru pro závorový stojan a úprava značení pro nevidomé.</w:t>
      </w:r>
    </w:p>
    <w:p w:rsidR="00F23ADD" w:rsidRPr="00530D7C" w:rsidRDefault="00DE6AAC" w:rsidP="00530D7C">
      <w:pPr>
        <w:pStyle w:val="Text2-2"/>
      </w:pPr>
      <w:r w:rsidRPr="00530D7C">
        <w:t>Nová kabelizace se předpokládá v úseku od přejezdu k začátku přibližovacího úseku od dopravny Ptení. Budou použity typizované výrobky</w:t>
      </w:r>
      <w:r w:rsidR="00F23ADD" w:rsidRPr="00530D7C">
        <w:t>.</w:t>
      </w:r>
    </w:p>
    <w:p w:rsidR="00160EC0" w:rsidRPr="00530D7C" w:rsidRDefault="00160EC0" w:rsidP="00530D7C">
      <w:pPr>
        <w:pStyle w:val="Text2-2"/>
      </w:pPr>
      <w:r w:rsidRPr="00530D7C">
        <w:t>Detailní řešení bude upřesněno při zahájení projekčních prací.</w:t>
      </w:r>
    </w:p>
    <w:p w:rsidR="00160EC0" w:rsidRPr="00530D7C" w:rsidRDefault="00160EC0" w:rsidP="00530D7C">
      <w:pPr>
        <w:pStyle w:val="Text2-2"/>
      </w:pPr>
      <w:r w:rsidRPr="00530D7C">
        <w:t>V rámci stavby budou použity kompozitní závorová břevna s LED břevnovými svítilnami, velké výstražné kříže a výstražníky v LED provedení.</w:t>
      </w:r>
    </w:p>
    <w:p w:rsidR="00160EC0" w:rsidRPr="00530D7C" w:rsidRDefault="00160EC0" w:rsidP="00530D7C">
      <w:pPr>
        <w:pStyle w:val="Text2-2"/>
      </w:pPr>
      <w:r w:rsidRPr="00530D7C">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530D7C">
        <w:fldChar w:fldCharType="begin"/>
      </w:r>
      <w:r w:rsidRPr="00530D7C">
        <w:instrText xml:space="preserve"> REF _Ref56174244 \r \h </w:instrText>
      </w:r>
      <w:r w:rsidR="00F23ADD" w:rsidRPr="00530D7C">
        <w:instrText xml:space="preserve"> \* MERGEFORMAT </w:instrText>
      </w:r>
      <w:r w:rsidRPr="00530D7C">
        <w:fldChar w:fldCharType="separate"/>
      </w:r>
      <w:r w:rsidR="00B41CAB">
        <w:t>8.1.3</w:t>
      </w:r>
      <w:r w:rsidRPr="00530D7C">
        <w:fldChar w:fldCharType="end"/>
      </w:r>
      <w:r w:rsidRPr="00530D7C">
        <w:t xml:space="preserve">. V případě negativního výsledku prověření použití postupného (sekvenčního) sklápění závor musí být tato skutečnost, včetně souvisejících důvodů, </w:t>
      </w:r>
      <w:r w:rsidR="00D87B4E" w:rsidRPr="00530D7C">
        <w:t>uvedena</w:t>
      </w:r>
      <w:r w:rsidRPr="00530D7C">
        <w:t xml:space="preserve"> v </w:t>
      </w:r>
      <w:r w:rsidR="00D87B4E" w:rsidRPr="00530D7C">
        <w:t>P</w:t>
      </w:r>
      <w:r w:rsidRPr="00530D7C">
        <w:t>rojektové dokumentaci.</w:t>
      </w:r>
    </w:p>
    <w:p w:rsidR="00160EC0" w:rsidRPr="00530D7C" w:rsidRDefault="00160EC0" w:rsidP="00530D7C">
      <w:pPr>
        <w:pStyle w:val="Text2-2"/>
      </w:pPr>
      <w:r w:rsidRPr="00530D7C">
        <w:t>V případě výstavby nebo rekonstrukce závor se požaduje navržení a zřízení břevnových svítilen na:</w:t>
      </w:r>
    </w:p>
    <w:p w:rsidR="00160EC0" w:rsidRPr="002E230A" w:rsidRDefault="00160EC0" w:rsidP="00530D7C">
      <w:pPr>
        <w:pStyle w:val="Odrka1-4"/>
      </w:pPr>
      <w:r w:rsidRPr="002E230A">
        <w:t>silnicích I. a II. třídy,</w:t>
      </w:r>
    </w:p>
    <w:p w:rsidR="00160EC0" w:rsidRPr="002E230A" w:rsidRDefault="00160EC0" w:rsidP="00530D7C">
      <w:pPr>
        <w:pStyle w:val="Odrka1-4"/>
      </w:pPr>
      <w:r w:rsidRPr="002E230A">
        <w:t>místních komunikacích funkční třídy B,</w:t>
      </w:r>
    </w:p>
    <w:p w:rsidR="00160EC0" w:rsidRPr="002E230A" w:rsidRDefault="00160EC0" w:rsidP="00530D7C">
      <w:pPr>
        <w:pStyle w:val="Odrka1-4"/>
      </w:pPr>
      <w:r w:rsidRPr="002E230A">
        <w:lastRenderedPageBreak/>
        <w:t>pozemních komunikacích, kde je nejbližší hranice křižovatky od nebezpečného pásma přejezdu blíže, než stanoví ČSN 736380 pro nově zřizované přejezdy.</w:t>
      </w:r>
    </w:p>
    <w:p w:rsidR="00160EC0" w:rsidRPr="00D87B4E" w:rsidRDefault="00160EC0" w:rsidP="00160EC0">
      <w:pPr>
        <w:pStyle w:val="Text2-2"/>
        <w:numPr>
          <w:ilvl w:val="0"/>
          <w:numId w:val="0"/>
        </w:numPr>
        <w:ind w:left="1701"/>
        <w:rPr>
          <w:rFonts w:asciiTheme="minorHAnsi" w:hAnsiTheme="minorHAnsi"/>
          <w:bCs/>
          <w:iCs/>
          <w:sz w:val="16"/>
          <w:szCs w:val="20"/>
        </w:rPr>
      </w:pPr>
      <w:r w:rsidRPr="002E230A">
        <w:rPr>
          <w:rFonts w:asciiTheme="minorHAnsi" w:hAnsiTheme="minorHAnsi"/>
          <w:bCs/>
          <w:iCs/>
          <w:szCs w:val="20"/>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2E230A">
        <w:rPr>
          <w:rFonts w:asciiTheme="minorHAnsi" w:hAnsiTheme="minorHAnsi"/>
        </w:rPr>
        <w:t xml:space="preserve"> - viz Příloha </w:t>
      </w:r>
      <w:r w:rsidRPr="002E230A">
        <w:rPr>
          <w:rFonts w:asciiTheme="minorHAnsi" w:hAnsiTheme="minorHAnsi"/>
        </w:rPr>
        <w:fldChar w:fldCharType="begin"/>
      </w:r>
      <w:r w:rsidRPr="002E230A">
        <w:rPr>
          <w:rFonts w:asciiTheme="minorHAnsi" w:hAnsiTheme="minorHAnsi"/>
        </w:rPr>
        <w:instrText xml:space="preserve"> REF _Ref56174337 \r \h </w:instrText>
      </w:r>
      <w:r w:rsidR="00D87B4E" w:rsidRPr="002E230A">
        <w:rPr>
          <w:rFonts w:asciiTheme="minorHAnsi" w:hAnsiTheme="minorHAnsi"/>
        </w:rPr>
        <w:instrText xml:space="preserve"> \* MERGEFORMAT </w:instrText>
      </w:r>
      <w:r w:rsidRPr="002E230A">
        <w:rPr>
          <w:rFonts w:asciiTheme="minorHAnsi" w:hAnsiTheme="minorHAnsi"/>
        </w:rPr>
      </w:r>
      <w:r w:rsidRPr="002E230A">
        <w:rPr>
          <w:rFonts w:asciiTheme="minorHAnsi" w:hAnsiTheme="minorHAnsi"/>
        </w:rPr>
        <w:fldChar w:fldCharType="separate"/>
      </w:r>
      <w:r w:rsidR="00B41CAB">
        <w:rPr>
          <w:rFonts w:asciiTheme="minorHAnsi" w:hAnsiTheme="minorHAnsi"/>
        </w:rPr>
        <w:t>8.1.4</w:t>
      </w:r>
      <w:r w:rsidRPr="002E230A">
        <w:rPr>
          <w:rFonts w:asciiTheme="minorHAnsi" w:hAnsiTheme="minorHAnsi"/>
        </w:rPr>
        <w:fldChar w:fldCharType="end"/>
      </w:r>
      <w:r w:rsidRPr="002E230A">
        <w:rPr>
          <w:rFonts w:asciiTheme="minorHAnsi" w:hAnsiTheme="minorHAnsi"/>
          <w:bCs/>
          <w:iCs/>
          <w:szCs w:val="20"/>
        </w:rPr>
        <w:t xml:space="preserve">. Výsledek posouzení, včetně souvisejících důvodů, bude </w:t>
      </w:r>
      <w:r w:rsidR="00D87B4E" w:rsidRPr="002E230A">
        <w:rPr>
          <w:rFonts w:asciiTheme="minorHAnsi" w:hAnsiTheme="minorHAnsi"/>
          <w:bCs/>
          <w:iCs/>
          <w:szCs w:val="20"/>
        </w:rPr>
        <w:t>uveden</w:t>
      </w:r>
      <w:r w:rsidRPr="002E230A">
        <w:rPr>
          <w:rFonts w:asciiTheme="minorHAnsi" w:hAnsiTheme="minorHAnsi"/>
          <w:bCs/>
          <w:iCs/>
          <w:szCs w:val="20"/>
        </w:rPr>
        <w:t xml:space="preserve"> v </w:t>
      </w:r>
      <w:r w:rsidR="00D87B4E" w:rsidRPr="002E230A">
        <w:rPr>
          <w:rFonts w:asciiTheme="minorHAnsi" w:hAnsiTheme="minorHAnsi"/>
          <w:bCs/>
          <w:iCs/>
          <w:szCs w:val="20"/>
        </w:rPr>
        <w:t>P</w:t>
      </w:r>
      <w:r w:rsidRPr="002E230A">
        <w:rPr>
          <w:rFonts w:asciiTheme="minorHAnsi" w:hAnsiTheme="minorHAnsi"/>
          <w:bCs/>
          <w:iCs/>
          <w:szCs w:val="20"/>
        </w:rPr>
        <w:t>rojektové dokumentaci.</w:t>
      </w:r>
    </w:p>
    <w:p w:rsidR="0069470F" w:rsidRDefault="0069470F" w:rsidP="0069470F">
      <w:pPr>
        <w:pStyle w:val="Nadpis2-2"/>
      </w:pPr>
      <w:bookmarkStart w:id="42" w:name="_Toc7077122"/>
      <w:bookmarkStart w:id="43" w:name="_Toc64529177"/>
      <w:r>
        <w:t>Sdělovací zařízení</w:t>
      </w:r>
      <w:bookmarkEnd w:id="42"/>
      <w:bookmarkEnd w:id="43"/>
    </w:p>
    <w:p w:rsidR="00D87B4E" w:rsidRPr="00B721A3" w:rsidRDefault="00D87B4E" w:rsidP="00D87B4E">
      <w:pPr>
        <w:pStyle w:val="Text2-1"/>
        <w:rPr>
          <w:rStyle w:val="Tun"/>
          <w:rFonts w:asciiTheme="minorHAnsi" w:hAnsiTheme="minorHAnsi"/>
          <w:b w:val="0"/>
        </w:rPr>
      </w:pPr>
      <w:r w:rsidRPr="00B721A3">
        <w:rPr>
          <w:rStyle w:val="Tun"/>
          <w:rFonts w:asciiTheme="minorHAnsi" w:hAnsiTheme="minorHAnsi"/>
        </w:rPr>
        <w:t xml:space="preserve">Popis stávajícího stavu </w:t>
      </w:r>
    </w:p>
    <w:p w:rsidR="00D87B4E" w:rsidRPr="00B721A3" w:rsidRDefault="00D87B4E" w:rsidP="00D87B4E">
      <w:pPr>
        <w:pStyle w:val="Text2-2"/>
      </w:pPr>
      <w:r w:rsidRPr="00B721A3">
        <w:t xml:space="preserve">V současné době není </w:t>
      </w:r>
      <w:r w:rsidR="002E230A" w:rsidRPr="00B721A3">
        <w:t xml:space="preserve">k řešenému </w:t>
      </w:r>
      <w:r w:rsidRPr="00B721A3">
        <w:t xml:space="preserve">přejezdu </w:t>
      </w:r>
      <w:r w:rsidR="002E230A" w:rsidRPr="00B721A3">
        <w:t xml:space="preserve">vázáno </w:t>
      </w:r>
      <w:r w:rsidRPr="00B721A3">
        <w:t>žádné sdělovací zařízení.</w:t>
      </w:r>
    </w:p>
    <w:p w:rsidR="00D87B4E" w:rsidRPr="00B721A3" w:rsidRDefault="00D87B4E" w:rsidP="00D87B4E">
      <w:pPr>
        <w:pStyle w:val="Text2-1"/>
      </w:pPr>
      <w:r w:rsidRPr="00B721A3">
        <w:rPr>
          <w:rStyle w:val="Tun"/>
          <w:rFonts w:asciiTheme="minorHAnsi" w:hAnsiTheme="minorHAnsi"/>
        </w:rPr>
        <w:t>Požadavky na nový stav</w:t>
      </w:r>
    </w:p>
    <w:p w:rsidR="00D87B4E" w:rsidRPr="00B721A3" w:rsidRDefault="00DE6AAC" w:rsidP="00D87B4E">
      <w:pPr>
        <w:pStyle w:val="Text2-2"/>
      </w:pPr>
      <w:r>
        <w:t>V</w:t>
      </w:r>
      <w:r w:rsidRPr="00B721A3">
        <w:t>enkovní telefonní objekt</w:t>
      </w:r>
      <w:r>
        <w:t xml:space="preserve"> bude umístěn se skříňkou místní obsluhy</w:t>
      </w:r>
      <w:r w:rsidR="00C52FA3">
        <w:t xml:space="preserve"> do společné venkovní skříně</w:t>
      </w:r>
      <w:r w:rsidR="00D87B4E" w:rsidRPr="00B721A3">
        <w:t>.</w:t>
      </w:r>
    </w:p>
    <w:p w:rsidR="0069470F" w:rsidRPr="00B721A3" w:rsidRDefault="00D87B4E" w:rsidP="00A85D54">
      <w:pPr>
        <w:pStyle w:val="Text2-2"/>
      </w:pPr>
      <w:r w:rsidRPr="00B721A3">
        <w:t xml:space="preserve">Detailní řešení bude upřesněno </w:t>
      </w:r>
      <w:r w:rsidR="00A85D54" w:rsidRPr="00B721A3">
        <w:t>při zahájení projekčních prací.</w:t>
      </w:r>
    </w:p>
    <w:p w:rsidR="0069470F" w:rsidRDefault="0069470F" w:rsidP="0069470F">
      <w:pPr>
        <w:pStyle w:val="Nadpis2-2"/>
      </w:pPr>
      <w:bookmarkStart w:id="44" w:name="_Toc7077123"/>
      <w:bookmarkStart w:id="45" w:name="_Toc64529178"/>
      <w:r>
        <w:t>Silnoproudá technologie včetně DŘT, trakční a energetická zařízení</w:t>
      </w:r>
      <w:bookmarkEnd w:id="44"/>
      <w:bookmarkEnd w:id="45"/>
    </w:p>
    <w:p w:rsidR="00D87B4E" w:rsidRPr="00794B29" w:rsidRDefault="00D87B4E" w:rsidP="00D87B4E">
      <w:pPr>
        <w:pStyle w:val="Text2-1"/>
      </w:pPr>
      <w:r w:rsidRPr="005E7A26">
        <w:rPr>
          <w:rStyle w:val="Tun"/>
          <w:rFonts w:asciiTheme="minorHAnsi" w:hAnsiTheme="minorHAnsi"/>
        </w:rPr>
        <w:t xml:space="preserve">Popis </w:t>
      </w:r>
      <w:r w:rsidRPr="00794B29">
        <w:rPr>
          <w:rStyle w:val="Tun"/>
          <w:rFonts w:asciiTheme="minorHAnsi" w:hAnsiTheme="minorHAnsi"/>
        </w:rPr>
        <w:t>stávajícího stavu</w:t>
      </w:r>
    </w:p>
    <w:p w:rsidR="00D87B4E" w:rsidRPr="00794B29" w:rsidRDefault="00DE6AAC" w:rsidP="00D87B4E">
      <w:pPr>
        <w:pStyle w:val="Text2-2"/>
      </w:pPr>
      <w:r w:rsidRPr="00535A17">
        <w:t>Napájení el. energií RD PZS P6550 je ve stávajícím stavu provedeno po kabelizaci SSZT z prostoru stávající reléové místnosti. Napojení na el. rozvod ŽST je provedeno z hlavního rozváděče ER-RH v dopravní kanceláři. Zdrojem el. energie je síť E.ON Distribuce</w:t>
      </w:r>
      <w:r w:rsidR="00C52FA3">
        <w:t xml:space="preserve"> a.s.</w:t>
      </w:r>
      <w:r w:rsidRPr="00535A17">
        <w:t>, kabelová skříň na objektu VB s hl.</w:t>
      </w:r>
      <w:r>
        <w:t xml:space="preserve"> </w:t>
      </w:r>
      <w:r w:rsidRPr="00535A17">
        <w:t xml:space="preserve">pojistkami 3x100A. V rozváděči ER-RH, který je umístěn v DK, je provedeno podružné měření technologie SZZ a PZZ přes </w:t>
      </w:r>
      <w:proofErr w:type="spellStart"/>
      <w:r w:rsidRPr="00535A17">
        <w:t>hl.j</w:t>
      </w:r>
      <w:proofErr w:type="spellEnd"/>
      <w:r w:rsidRPr="00535A17">
        <w:t xml:space="preserve">. 3x40A </w:t>
      </w:r>
      <w:proofErr w:type="spellStart"/>
      <w:r w:rsidRPr="00535A17">
        <w:t>char.B</w:t>
      </w:r>
      <w:proofErr w:type="spellEnd"/>
      <w:r w:rsidRPr="00535A17">
        <w:t xml:space="preserve">. Ve směru na SZZ je pak jištěn stávající kabel CYKY 5Cx6 hl.j.3x32A </w:t>
      </w:r>
      <w:proofErr w:type="spellStart"/>
      <w:r w:rsidRPr="00535A17">
        <w:t>char</w:t>
      </w:r>
      <w:proofErr w:type="spellEnd"/>
      <w:r w:rsidRPr="00535A17">
        <w:t>.</w:t>
      </w:r>
      <w:r>
        <w:t xml:space="preserve"> </w:t>
      </w:r>
      <w:r w:rsidRPr="00535A17">
        <w:t xml:space="preserve">C a ve směru na napájení PZZ – RE je jištěn kabel typu CYKY 5Cx6 </w:t>
      </w:r>
      <w:proofErr w:type="spellStart"/>
      <w:r w:rsidRPr="00535A17">
        <w:t>hl.j</w:t>
      </w:r>
      <w:proofErr w:type="spellEnd"/>
      <w:r w:rsidRPr="00535A17">
        <w:t xml:space="preserve">. 3x25A </w:t>
      </w:r>
      <w:proofErr w:type="spellStart"/>
      <w:r w:rsidRPr="00535A17">
        <w:t>char.B</w:t>
      </w:r>
      <w:proofErr w:type="spellEnd"/>
      <w:r w:rsidRPr="00535A17">
        <w:t>.</w:t>
      </w:r>
    </w:p>
    <w:p w:rsidR="00D87B4E" w:rsidRPr="00794B29" w:rsidRDefault="00D87B4E" w:rsidP="00D87B4E">
      <w:pPr>
        <w:pStyle w:val="Text2-1"/>
      </w:pPr>
      <w:r w:rsidRPr="00794B29">
        <w:rPr>
          <w:rStyle w:val="Tun"/>
          <w:rFonts w:asciiTheme="minorHAnsi" w:hAnsiTheme="minorHAnsi"/>
        </w:rPr>
        <w:t>Požadavky na nový stav</w:t>
      </w:r>
    </w:p>
    <w:p w:rsidR="00794B29" w:rsidRPr="00794B29" w:rsidRDefault="00DE6AAC" w:rsidP="00D87B4E">
      <w:pPr>
        <w:pStyle w:val="Text2-2"/>
      </w:pPr>
      <w:r w:rsidRPr="00535A17">
        <w:t>Rekonstruovaná technologie bude napájena z</w:t>
      </w:r>
      <w:r>
        <w:t> výše uvedených</w:t>
      </w:r>
      <w:r w:rsidRPr="00535A17">
        <w:t xml:space="preserve"> stávajících přípojek NN do technologických pr</w:t>
      </w:r>
      <w:r>
        <w:t>ostor SSZT OŘ Olomouc</w:t>
      </w:r>
      <w:r w:rsidR="00794B29" w:rsidRPr="00794B29">
        <w:t xml:space="preserve">. </w:t>
      </w:r>
    </w:p>
    <w:p w:rsidR="00D87B4E" w:rsidRDefault="00794B29" w:rsidP="00D87B4E">
      <w:pPr>
        <w:pStyle w:val="Text2-2"/>
      </w:pPr>
      <w:r w:rsidRPr="00794B29">
        <w:t xml:space="preserve">Záložní napájení </w:t>
      </w:r>
      <w:r>
        <w:t xml:space="preserve">PZS </w:t>
      </w:r>
      <w:r w:rsidRPr="00794B29">
        <w:t xml:space="preserve">bude provedeno z akumulátorových baterií s řízeným dobíječem v rámci technologie. </w:t>
      </w:r>
      <w:r w:rsidR="00DE6AAC" w:rsidRPr="00535A17">
        <w:t>Na straně zařízení silnoproudu ve správě SEE OŘ bez úprav</w:t>
      </w:r>
      <w:r w:rsidR="00DE6AAC">
        <w:t xml:space="preserve">. </w:t>
      </w:r>
      <w:r w:rsidR="00DE6AAC" w:rsidRPr="00510D98">
        <w:t>Součástí napájení PZS bude zásuvka pro zapojení DA v případě dlouhodobého výpadku elektrické energie</w:t>
      </w:r>
      <w:r w:rsidR="00D87B4E" w:rsidRPr="00794B29">
        <w:t>.</w:t>
      </w:r>
    </w:p>
    <w:p w:rsidR="001A227B" w:rsidRPr="00794B29" w:rsidRDefault="001A227B" w:rsidP="00D87B4E">
      <w:pPr>
        <w:pStyle w:val="Text2-2"/>
      </w:pPr>
      <w:r w:rsidRPr="00535A17">
        <w:t>Veškeré úpravy napájení v technologických prostorách SSZT spojené s instalací rekonstruované technologie budou provedeny v rámci technologie zab</w:t>
      </w:r>
      <w:r>
        <w:t xml:space="preserve">ezpečovacího </w:t>
      </w:r>
      <w:r w:rsidRPr="00535A17">
        <w:t>zařízení</w:t>
      </w:r>
      <w:r>
        <w:t>.</w:t>
      </w:r>
    </w:p>
    <w:p w:rsidR="00D87B4E" w:rsidRPr="00794B29" w:rsidRDefault="00D87B4E" w:rsidP="00D87B4E">
      <w:pPr>
        <w:pStyle w:val="Text2-2"/>
      </w:pPr>
      <w:r w:rsidRPr="00794B29">
        <w:t>Návrh napájení PZS musí splňovat podmínky ČSN 37 6605 ed.2, ČSN 34 2650 ed.2 a současně splňovat ustanovení předpisu SŽDC E8 – Přepis pro provoz zařízení energetického napájení zabezpečovacích zařízení, ve znění platném od 1. 5. 2013.</w:t>
      </w:r>
    </w:p>
    <w:p w:rsidR="00D87B4E" w:rsidRPr="00794B29" w:rsidRDefault="00794B29" w:rsidP="00D87B4E">
      <w:pPr>
        <w:pStyle w:val="Text2-2"/>
      </w:pPr>
      <w:r w:rsidRPr="00794B29">
        <w:t xml:space="preserve">Dokumentace skutečného provedení stavby bude na OŘ Olomouc předána ve 4 písemných vyhotoveních a v digitální podobě. </w:t>
      </w:r>
      <w:r w:rsidR="00D87B4E" w:rsidRPr="00794B29">
        <w:t xml:space="preserve">Po dokončení stavby </w:t>
      </w:r>
      <w:r w:rsidRPr="00794B29">
        <w:t>zhotovitel</w:t>
      </w:r>
      <w:r w:rsidR="00D87B4E" w:rsidRPr="00794B29">
        <w:t xml:space="preserve"> dodá DSPS včetně GEO zaměření dle skutečného provedení, revizní zprávu, protokol UTZ a průkaz způsobilosti el. UTZ.</w:t>
      </w:r>
    </w:p>
    <w:p w:rsidR="00D87B4E" w:rsidRPr="00FB1C45" w:rsidRDefault="00D87B4E" w:rsidP="00D87B4E">
      <w:pPr>
        <w:pStyle w:val="Text2-2"/>
      </w:pPr>
      <w:r w:rsidRPr="00FB1C45">
        <w:t>Detailní řešení bude upřesněno při zahájení projekčních prací.</w:t>
      </w:r>
    </w:p>
    <w:p w:rsidR="0069470F" w:rsidRPr="00FB1C45" w:rsidRDefault="0069470F" w:rsidP="00E077EE">
      <w:pPr>
        <w:pStyle w:val="Nadpis2-2"/>
      </w:pPr>
      <w:bookmarkStart w:id="46" w:name="_Toc7077125"/>
      <w:bookmarkStart w:id="47" w:name="_Toc64529179"/>
      <w:r w:rsidRPr="00FB1C45">
        <w:lastRenderedPageBreak/>
        <w:t>Železniční svršek</w:t>
      </w:r>
      <w:bookmarkEnd w:id="46"/>
      <w:r w:rsidRPr="00FB1C45">
        <w:t xml:space="preserve"> </w:t>
      </w:r>
      <w:r w:rsidR="00D87B4E" w:rsidRPr="00FB1C45">
        <w:t>a spodek</w:t>
      </w:r>
      <w:bookmarkEnd w:id="47"/>
    </w:p>
    <w:p w:rsidR="00D87B4E" w:rsidRPr="00FB1C45" w:rsidRDefault="00D87B4E" w:rsidP="00530D7C">
      <w:pPr>
        <w:pStyle w:val="Text2-1"/>
        <w:keepNext/>
        <w:rPr>
          <w:rStyle w:val="Tun"/>
          <w:rFonts w:asciiTheme="minorHAnsi" w:hAnsiTheme="minorHAnsi"/>
          <w:b w:val="0"/>
        </w:rPr>
      </w:pPr>
      <w:r w:rsidRPr="00FB1C45">
        <w:rPr>
          <w:rStyle w:val="Tun"/>
          <w:rFonts w:asciiTheme="minorHAnsi" w:hAnsiTheme="minorHAnsi"/>
        </w:rPr>
        <w:t xml:space="preserve">Popis stávajícího stavu </w:t>
      </w:r>
    </w:p>
    <w:p w:rsidR="00D87B4E" w:rsidRPr="00FB1C45" w:rsidRDefault="00D87B4E" w:rsidP="00D87B4E">
      <w:pPr>
        <w:pStyle w:val="Text2-2"/>
      </w:pPr>
      <w:r w:rsidRPr="00FB1C45">
        <w:t xml:space="preserve">Stávající železniční svršek </w:t>
      </w:r>
      <w:r w:rsidR="00FB1C45" w:rsidRPr="00FB1C45">
        <w:t>z roku 2014 s</w:t>
      </w:r>
      <w:r w:rsidRPr="00FB1C45">
        <w:t xml:space="preserve">e skládá z </w:t>
      </w:r>
      <w:r w:rsidR="00FB1C45" w:rsidRPr="00FB1C45">
        <w:t>betonových</w:t>
      </w:r>
      <w:r w:rsidRPr="00FB1C45">
        <w:t xml:space="preserve"> pražců</w:t>
      </w:r>
      <w:r w:rsidR="00FB1C45" w:rsidRPr="00FB1C45">
        <w:t xml:space="preserve"> PB2</w:t>
      </w:r>
      <w:r w:rsidR="00B721A3" w:rsidRPr="00FB1C45">
        <w:t xml:space="preserve"> a</w:t>
      </w:r>
      <w:r w:rsidRPr="00FB1C45">
        <w:t xml:space="preserve"> kol</w:t>
      </w:r>
      <w:r w:rsidR="006A3233" w:rsidRPr="00FB1C45">
        <w:t xml:space="preserve">ejnic </w:t>
      </w:r>
      <w:r w:rsidR="00FB1C45" w:rsidRPr="00FB1C45">
        <w:t xml:space="preserve">tvaru </w:t>
      </w:r>
      <w:r w:rsidR="006A3233" w:rsidRPr="00FB1C45">
        <w:t>S49</w:t>
      </w:r>
      <w:r w:rsidRPr="00FB1C45">
        <w:t>.</w:t>
      </w:r>
    </w:p>
    <w:p w:rsidR="00D87B4E" w:rsidRPr="000D1327" w:rsidRDefault="00D87B4E" w:rsidP="00D87B4E">
      <w:pPr>
        <w:pStyle w:val="Text2-1"/>
        <w:rPr>
          <w:rStyle w:val="Tun"/>
          <w:rFonts w:asciiTheme="minorHAnsi" w:hAnsiTheme="minorHAnsi"/>
          <w:b w:val="0"/>
        </w:rPr>
      </w:pPr>
      <w:r w:rsidRPr="000D1327">
        <w:rPr>
          <w:rStyle w:val="Tun"/>
          <w:rFonts w:asciiTheme="minorHAnsi" w:hAnsiTheme="minorHAnsi"/>
        </w:rPr>
        <w:t xml:space="preserve">Požadavky na nový stav </w:t>
      </w:r>
    </w:p>
    <w:p w:rsidR="00A85D54" w:rsidRPr="000D1327" w:rsidRDefault="00AD3BB9" w:rsidP="00A85D54">
      <w:pPr>
        <w:pStyle w:val="Text2-2"/>
      </w:pPr>
      <w:r>
        <w:t>V místě přejezdu bude podbita</w:t>
      </w:r>
      <w:r w:rsidRPr="008351E8">
        <w:t xml:space="preserve"> koleje ASP včetně přilehlých oblouků</w:t>
      </w:r>
      <w:r>
        <w:t xml:space="preserve"> a přechodnic a</w:t>
      </w:r>
      <w:r w:rsidRPr="008351E8">
        <w:t xml:space="preserve"> </w:t>
      </w:r>
      <w:r>
        <w:t>d</w:t>
      </w:r>
      <w:r w:rsidRPr="008351E8">
        <w:t>ojde k výměně opotřebovaných částí konstrukce železničního svršku na přejezdu</w:t>
      </w:r>
      <w:r w:rsidR="00A85D54" w:rsidRPr="000D1327">
        <w:t>.</w:t>
      </w:r>
    </w:p>
    <w:p w:rsidR="00D87B4E" w:rsidRPr="000D1327" w:rsidRDefault="00D87B4E" w:rsidP="00D87B4E">
      <w:pPr>
        <w:pStyle w:val="Text2-2"/>
      </w:pPr>
      <w:r w:rsidRPr="000D1327">
        <w:t>Detailní řešení bude upřesněno při zahájení projekčních prací.</w:t>
      </w:r>
    </w:p>
    <w:p w:rsidR="0069470F" w:rsidRPr="000D1327" w:rsidRDefault="0069470F" w:rsidP="0069470F">
      <w:pPr>
        <w:pStyle w:val="Nadpis2-2"/>
      </w:pPr>
      <w:bookmarkStart w:id="48" w:name="_Toc7077128"/>
      <w:bookmarkStart w:id="49" w:name="_Toc64529180"/>
      <w:r w:rsidRPr="000D1327">
        <w:t>Železniční přejezdy</w:t>
      </w:r>
      <w:bookmarkEnd w:id="48"/>
      <w:bookmarkEnd w:id="49"/>
    </w:p>
    <w:p w:rsidR="00D87B4E" w:rsidRPr="000D1327" w:rsidRDefault="00D87B4E" w:rsidP="00D87B4E">
      <w:pPr>
        <w:pStyle w:val="Text2-1"/>
        <w:rPr>
          <w:rStyle w:val="Tun"/>
          <w:rFonts w:asciiTheme="minorHAnsi" w:hAnsiTheme="minorHAnsi"/>
          <w:b w:val="0"/>
        </w:rPr>
      </w:pPr>
      <w:r w:rsidRPr="000D1327">
        <w:rPr>
          <w:rStyle w:val="Tun"/>
          <w:rFonts w:asciiTheme="minorHAnsi" w:hAnsiTheme="minorHAnsi"/>
        </w:rPr>
        <w:t xml:space="preserve">Popis stávajícího stavu </w:t>
      </w:r>
    </w:p>
    <w:p w:rsidR="00D87B4E" w:rsidRPr="000D1327" w:rsidRDefault="00D87B4E" w:rsidP="00D87B4E">
      <w:pPr>
        <w:pStyle w:val="Text2-2"/>
      </w:pPr>
      <w:r w:rsidRPr="000D1327">
        <w:t xml:space="preserve">Stávající přejezdová konstrukce je </w:t>
      </w:r>
      <w:r w:rsidR="00AD3BB9">
        <w:t>pryžová značky STRAIL</w:t>
      </w:r>
      <w:r w:rsidRPr="000D1327">
        <w:t xml:space="preserve">. </w:t>
      </w:r>
    </w:p>
    <w:p w:rsidR="00D87B4E" w:rsidRPr="000D1327" w:rsidRDefault="00D87B4E" w:rsidP="00D87B4E">
      <w:pPr>
        <w:pStyle w:val="Text2-1"/>
        <w:rPr>
          <w:rStyle w:val="Tun"/>
          <w:rFonts w:asciiTheme="minorHAnsi" w:hAnsiTheme="minorHAnsi"/>
          <w:b w:val="0"/>
        </w:rPr>
      </w:pPr>
      <w:r w:rsidRPr="000D1327">
        <w:rPr>
          <w:rStyle w:val="Tun"/>
          <w:rFonts w:asciiTheme="minorHAnsi" w:hAnsiTheme="minorHAnsi"/>
        </w:rPr>
        <w:t xml:space="preserve">Požadavky na nový stav </w:t>
      </w:r>
    </w:p>
    <w:p w:rsidR="00D87B4E" w:rsidRPr="000D1327" w:rsidRDefault="009E4B41" w:rsidP="00D87B4E">
      <w:pPr>
        <w:pStyle w:val="Text2-2"/>
      </w:pPr>
      <w:r w:rsidRPr="000D1327">
        <w:t xml:space="preserve">V rámci stavby dojde k demontáži </w:t>
      </w:r>
      <w:r w:rsidR="00AD3BB9" w:rsidRPr="008351E8">
        <w:t>stávající přejezdové pryžové konstrukce STRAIL a odfrézování přilehlé živičné konstrukce vozovky</w:t>
      </w:r>
      <w:r w:rsidRPr="000D1327">
        <w:t>.</w:t>
      </w:r>
    </w:p>
    <w:p w:rsidR="009E4B41" w:rsidRPr="000D1327" w:rsidRDefault="009E4B41" w:rsidP="00D87B4E">
      <w:pPr>
        <w:pStyle w:val="Text2-2"/>
      </w:pPr>
      <w:r w:rsidRPr="000D1327">
        <w:t xml:space="preserve">Dále bude provedena montáž nové přejezdové pryžové konstrukce </w:t>
      </w:r>
      <w:r w:rsidR="00AD3BB9">
        <w:t>s uložením vnějších panelů na závěrných zídkách</w:t>
      </w:r>
      <w:r w:rsidRPr="000D1327">
        <w:t xml:space="preserve"> a bude provedeno položení nových vrstev konstrukce živičné vozovky v oblasti přejezdu v takovém rozsahu, aby niveleta komunikace plynule navazovala na přilehlé úseky.</w:t>
      </w:r>
    </w:p>
    <w:p w:rsidR="009E4B41" w:rsidRPr="000D1327" w:rsidRDefault="009E4B41" w:rsidP="00D87B4E">
      <w:pPr>
        <w:pStyle w:val="Text2-2"/>
      </w:pPr>
      <w:r w:rsidRPr="000D1327">
        <w:t>Všechny stavební úpravy budou provedeny v souladu s ČSN 73 6380 „Železniční přejezdy a přechody“.</w:t>
      </w:r>
    </w:p>
    <w:p w:rsidR="00D87B4E" w:rsidRPr="000D1327" w:rsidRDefault="00D87B4E" w:rsidP="00D87B4E">
      <w:pPr>
        <w:pStyle w:val="Text2-2"/>
      </w:pPr>
      <w:r w:rsidRPr="000D1327">
        <w:t>Detailní řešení bude upřesněno při zahájení projekčních prací.</w:t>
      </w:r>
    </w:p>
    <w:p w:rsidR="0069470F" w:rsidRPr="000D1327" w:rsidRDefault="0069470F" w:rsidP="0069470F">
      <w:pPr>
        <w:pStyle w:val="Nadpis2-2"/>
      </w:pPr>
      <w:bookmarkStart w:id="50" w:name="_Toc7077130"/>
      <w:bookmarkStart w:id="51" w:name="_Toc64529181"/>
      <w:r w:rsidRPr="000D1327">
        <w:t>Ostatní inženýrské objekty</w:t>
      </w:r>
      <w:bookmarkEnd w:id="50"/>
      <w:bookmarkEnd w:id="51"/>
    </w:p>
    <w:p w:rsidR="00D87B4E" w:rsidRDefault="00D87B4E" w:rsidP="00D87B4E">
      <w:pPr>
        <w:pStyle w:val="Text2-1"/>
      </w:pPr>
      <w:r w:rsidRPr="000D1327">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rsidR="00C52FA3" w:rsidRDefault="00C52FA3" w:rsidP="00D87B4E">
      <w:pPr>
        <w:pStyle w:val="Text2-1"/>
      </w:pPr>
      <w:r>
        <w:t>Úprava</w:t>
      </w:r>
      <w:r w:rsidRPr="00DE6AAC">
        <w:t xml:space="preserve"> </w:t>
      </w:r>
      <w:r w:rsidRPr="0045294D">
        <w:t>vedení chodníku za účelem zajištění dostatečného prostoru pro závorový stojan a úprava značení pro nevidomé</w:t>
      </w:r>
      <w:r>
        <w:t>.</w:t>
      </w:r>
      <w:r w:rsidR="00AD3BB9">
        <w:t xml:space="preserve"> </w:t>
      </w:r>
      <w:r w:rsidR="00AD3BB9" w:rsidRPr="008351E8">
        <w:t>Součástí stavebních prací bude provedení bezbariérových úprav na chodníku pro osoby s omezenou schopností pohybu a orientace</w:t>
      </w:r>
      <w:r w:rsidR="00AD3BB9">
        <w:t>.</w:t>
      </w:r>
    </w:p>
    <w:p w:rsidR="00AD3BB9" w:rsidRPr="000D1327" w:rsidRDefault="00AD3BB9" w:rsidP="00D87B4E">
      <w:pPr>
        <w:pStyle w:val="Text2-1"/>
      </w:pPr>
      <w:r>
        <w:t>Vzhledem k nedostatečné vzdálenosti křižovatky ulic 8. května a Třebízského od přejezdu bude v rámci stavby projednáno a upraveno dopravní značení omezující pravé odbočení z přejezdu do ulice Třebízského, aby bylo zajištěno bezkolizní míjení vozidel.</w:t>
      </w:r>
    </w:p>
    <w:p w:rsidR="0069470F" w:rsidRPr="000D1327" w:rsidRDefault="0069470F" w:rsidP="0069470F">
      <w:pPr>
        <w:pStyle w:val="Nadpis2-2"/>
      </w:pPr>
      <w:bookmarkStart w:id="52" w:name="_Toc7077137"/>
      <w:bookmarkStart w:id="53" w:name="_Toc64529182"/>
      <w:r w:rsidRPr="000D1327">
        <w:t>Vyzískaný materiál</w:t>
      </w:r>
      <w:bookmarkEnd w:id="52"/>
      <w:bookmarkEnd w:id="53"/>
    </w:p>
    <w:p w:rsidR="0069470F" w:rsidRPr="000D1327" w:rsidRDefault="00D87B4E" w:rsidP="0055590C">
      <w:pPr>
        <w:pStyle w:val="Text2-1"/>
      </w:pPr>
      <w:r w:rsidRPr="000D1327">
        <w:t xml:space="preserve">Vyzískaný materiál ze stavby zůstává v majetku Objednatele. Vyzískaný materiál převezme protokolárně Oblastní ředitelství </w:t>
      </w:r>
      <w:r w:rsidR="0055590C" w:rsidRPr="000D1327">
        <w:t xml:space="preserve">Olomouc. </w:t>
      </w:r>
      <w:r w:rsidR="0069470F" w:rsidRPr="000D1327">
        <w:t xml:space="preserve"> </w:t>
      </w:r>
    </w:p>
    <w:p w:rsidR="0069470F" w:rsidRDefault="0069470F" w:rsidP="0069470F">
      <w:pPr>
        <w:pStyle w:val="Nadpis2-2"/>
      </w:pPr>
      <w:bookmarkStart w:id="54" w:name="_Toc7077138"/>
      <w:bookmarkStart w:id="55" w:name="_Toc64529183"/>
      <w:r>
        <w:t>Životní prostředí a nakládání s odpady</w:t>
      </w:r>
      <w:bookmarkEnd w:id="54"/>
      <w:bookmarkEnd w:id="55"/>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B721A3"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w:t>
      </w:r>
      <w:r w:rsidRPr="00B721A3">
        <w:rPr>
          <w:rFonts w:eastAsia="Verdana" w:cs="Times New Roman"/>
          <w:sz w:val="18"/>
          <w:szCs w:val="18"/>
        </w:rPr>
        <w:t xml:space="preserve">ochraně přírody a krajiny, které bude ihned po obdržení předáno Objednateli (specialisté ŽP </w:t>
      </w:r>
      <w:r w:rsidR="0055590C" w:rsidRPr="00B721A3">
        <w:rPr>
          <w:rFonts w:eastAsia="Verdana" w:cs="Times New Roman"/>
          <w:sz w:val="18"/>
          <w:szCs w:val="18"/>
        </w:rPr>
        <w:t>SSV</w:t>
      </w:r>
      <w:r w:rsidRPr="00B721A3">
        <w:rPr>
          <w:rFonts w:eastAsia="Verdana" w:cs="Times New Roman"/>
          <w:sz w:val="18"/>
          <w:szCs w:val="18"/>
        </w:rPr>
        <w:t>). Součás</w:t>
      </w:r>
      <w:r w:rsidR="00D02C51" w:rsidRPr="00B721A3">
        <w:rPr>
          <w:rFonts w:eastAsia="Verdana" w:cs="Times New Roman"/>
          <w:sz w:val="18"/>
          <w:szCs w:val="18"/>
        </w:rPr>
        <w:t>tí žádosti bude mapový výstup s </w:t>
      </w:r>
      <w:r w:rsidRPr="00B721A3">
        <w:rPr>
          <w:rFonts w:eastAsia="Verdana" w:cs="Times New Roman"/>
          <w:sz w:val="18"/>
          <w:szCs w:val="18"/>
        </w:rPr>
        <w:t xml:space="preserve">vyznačením lokalit hodnotných z hlediska životního prostředí v okolí stavby. </w:t>
      </w:r>
    </w:p>
    <w:p w:rsidR="00DA5794" w:rsidRPr="00B721A3" w:rsidRDefault="00DA5794" w:rsidP="00264BED">
      <w:pPr>
        <w:numPr>
          <w:ilvl w:val="2"/>
          <w:numId w:val="7"/>
        </w:numPr>
        <w:spacing w:after="120" w:line="264" w:lineRule="auto"/>
        <w:jc w:val="both"/>
        <w:rPr>
          <w:rFonts w:eastAsia="Verdana" w:cs="Times New Roman"/>
          <w:sz w:val="18"/>
          <w:szCs w:val="18"/>
        </w:rPr>
      </w:pPr>
      <w:r w:rsidRPr="00B721A3">
        <w:rPr>
          <w:rFonts w:eastAsia="Verdana" w:cs="Times New Roman"/>
          <w:sz w:val="18"/>
          <w:szCs w:val="18"/>
        </w:rPr>
        <w:lastRenderedPageBreak/>
        <w:t>Na základě odůvodněného stanoviska dle § 45i Zhotovitel požádá příslušný úřad o vyjádření dle zákona č. 100/2001 Sb., o posuzování vlivů na životní prostředí. Bezprostředně po vydání Zhotovitel zašle vyjádření Objednateli (specialisté ŽP SS</w:t>
      </w:r>
      <w:r w:rsidR="0055590C" w:rsidRPr="00B721A3">
        <w:rPr>
          <w:rFonts w:eastAsia="Verdana" w:cs="Times New Roman"/>
          <w:sz w:val="18"/>
          <w:szCs w:val="18"/>
        </w:rPr>
        <w:t>V</w:t>
      </w:r>
      <w:r w:rsidRPr="00B721A3">
        <w:rPr>
          <w:rFonts w:eastAsia="Verdana" w:cs="Times New Roman"/>
          <w:sz w:val="18"/>
          <w:szCs w:val="18"/>
        </w:rPr>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rsidR="00DA5794" w:rsidRPr="00110B06" w:rsidRDefault="00DA5794" w:rsidP="00264BED">
      <w:pPr>
        <w:pStyle w:val="Odstavec1-1a"/>
        <w:numPr>
          <w:ilvl w:val="0"/>
          <w:numId w:val="17"/>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B721A3"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 xml:space="preserve">předpokládaném </w:t>
      </w:r>
      <w:r w:rsidRPr="00B721A3">
        <w:rPr>
          <w:rFonts w:eastAsia="Verdana" w:cs="Times New Roman"/>
          <w:sz w:val="18"/>
          <w:szCs w:val="18"/>
        </w:rPr>
        <w:t>množství jednotlivých odpadů prověřeny jejich kapacity.</w:t>
      </w:r>
    </w:p>
    <w:p w:rsidR="00DA5794" w:rsidRPr="00B721A3" w:rsidRDefault="00DA5794" w:rsidP="00264BED">
      <w:pPr>
        <w:numPr>
          <w:ilvl w:val="2"/>
          <w:numId w:val="7"/>
        </w:numPr>
        <w:spacing w:after="120" w:line="264" w:lineRule="auto"/>
        <w:jc w:val="both"/>
        <w:rPr>
          <w:rFonts w:eastAsia="Verdana" w:cs="Times New Roman"/>
          <w:sz w:val="18"/>
          <w:szCs w:val="18"/>
        </w:rPr>
      </w:pPr>
      <w:r w:rsidRPr="00B721A3">
        <w:rPr>
          <w:rFonts w:eastAsia="Verdana" w:cs="Times New Roman"/>
          <w:sz w:val="18"/>
          <w:szCs w:val="18"/>
        </w:rPr>
        <w:lastRenderedPageBreak/>
        <w:t>Ochrana podzemních a povrchových vod – vzhledem k blízkosti občasného vodního toku (zřejmě odvodňovacího nebo melioračního příkopu) nutnost jeho zpracování bude konzultována s příslušným vodoprávním úřadem.</w:t>
      </w:r>
    </w:p>
    <w:p w:rsidR="00722360" w:rsidRPr="00B721A3" w:rsidRDefault="00D87B4E" w:rsidP="00110B06">
      <w:pPr>
        <w:pStyle w:val="Textbezslovn"/>
        <w:rPr>
          <w:b/>
        </w:rPr>
      </w:pPr>
      <w:r w:rsidRPr="00B721A3">
        <w:rPr>
          <w:b/>
        </w:rPr>
        <w:t xml:space="preserve">Část B - </w:t>
      </w:r>
      <w:r w:rsidR="00DA5794" w:rsidRPr="00B721A3">
        <w:rPr>
          <w:b/>
        </w:rPr>
        <w:t>Zhotovení stavby</w:t>
      </w:r>
    </w:p>
    <w:p w:rsidR="00D87B4E" w:rsidRPr="00B721A3" w:rsidRDefault="00D87B4E" w:rsidP="00264BED">
      <w:pPr>
        <w:numPr>
          <w:ilvl w:val="2"/>
          <w:numId w:val="7"/>
        </w:numPr>
        <w:spacing w:after="120" w:line="264" w:lineRule="auto"/>
        <w:jc w:val="both"/>
        <w:rPr>
          <w:rFonts w:eastAsia="Verdana" w:cs="Times New Roman"/>
          <w:sz w:val="18"/>
          <w:szCs w:val="18"/>
        </w:rPr>
      </w:pPr>
      <w:r w:rsidRPr="00B721A3">
        <w:rPr>
          <w:rFonts w:asciiTheme="minorHAnsi" w:hAnsiTheme="minorHAnsi"/>
        </w:rPr>
        <w:t xml:space="preserve">V případě jednání Zhotovitele s orgány ochrany přírody, Zhotovitel vždy přizve specialistu životního prostředí Objednatele: Mgr. </w:t>
      </w:r>
      <w:r w:rsidR="004E18E0" w:rsidRPr="00B721A3">
        <w:rPr>
          <w:rFonts w:asciiTheme="minorHAnsi" w:hAnsiTheme="minorHAnsi"/>
        </w:rPr>
        <w:t xml:space="preserve">Milan </w:t>
      </w:r>
      <w:proofErr w:type="spellStart"/>
      <w:r w:rsidR="004E18E0" w:rsidRPr="00B721A3">
        <w:rPr>
          <w:rFonts w:asciiTheme="minorHAnsi" w:hAnsiTheme="minorHAnsi"/>
        </w:rPr>
        <w:t>Bussinow</w:t>
      </w:r>
      <w:proofErr w:type="spellEnd"/>
      <w:r w:rsidR="004E18E0" w:rsidRPr="00B721A3">
        <w:rPr>
          <w:rFonts w:asciiTheme="minorHAnsi" w:hAnsiTheme="minorHAnsi"/>
        </w:rPr>
        <w:t>, Ph.D.</w:t>
      </w:r>
      <w:r w:rsidRPr="00B721A3">
        <w:rPr>
          <w:rFonts w:asciiTheme="minorHAnsi" w:hAnsiTheme="minorHAnsi"/>
        </w:rPr>
        <w:t>,</w:t>
      </w:r>
      <w:r w:rsidR="004E18E0" w:rsidRPr="00B721A3">
        <w:rPr>
          <w:rFonts w:asciiTheme="minorHAnsi" w:hAnsiTheme="minorHAnsi"/>
        </w:rPr>
        <w:t xml:space="preserve"> M: 702 122 658, E: Bussinow@spravazeleznic.cz</w:t>
      </w:r>
      <w:r w:rsidRPr="00B721A3">
        <w:rPr>
          <w:rFonts w:asciiTheme="minorHAnsi" w:hAnsiTheme="minorHAnsi"/>
        </w:rPr>
        <w:t>.</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264BED">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56" w:name="_Toc7077140"/>
      <w:bookmarkStart w:id="57" w:name="_Toc64529184"/>
      <w:r w:rsidRPr="00EC2E51">
        <w:t>ORGANIZACE</w:t>
      </w:r>
      <w:r>
        <w:t xml:space="preserve"> VÝSTAVBY, VÝLUKY</w:t>
      </w:r>
      <w:bookmarkEnd w:id="56"/>
      <w:bookmarkEnd w:id="57"/>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B41CAB">
        <w:rPr>
          <w:rFonts w:asciiTheme="minorHAnsi" w:hAnsiTheme="minorHAnsi"/>
        </w:rPr>
        <w:t>1.2</w:t>
      </w:r>
      <w:r>
        <w:rPr>
          <w:rFonts w:asciiTheme="minorHAnsi" w:hAnsiTheme="minorHAnsi"/>
        </w:rPr>
        <w:fldChar w:fldCharType="end"/>
      </w:r>
      <w:r w:rsidRPr="006C33D8">
        <w:rPr>
          <w:rFonts w:asciiTheme="minorHAnsi" w:hAnsiTheme="minorHAnsi"/>
        </w:rPr>
        <w:t>. ZTP</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530D7C">
      <w:pPr>
        <w:pStyle w:val="Odrka1-1"/>
      </w:pPr>
      <w:r w:rsidRPr="006C33D8">
        <w:t xml:space="preserve">délka trvání výluky v kalendářních dnech (popř. v hodinách u významných denních nebo nočních výluk zastavující provoz); </w:t>
      </w:r>
    </w:p>
    <w:p w:rsidR="00AF15D3" w:rsidRPr="006C33D8" w:rsidRDefault="00AF15D3" w:rsidP="00530D7C">
      <w:pPr>
        <w:pStyle w:val="Odrka1-1"/>
      </w:pPr>
      <w:r w:rsidRPr="006C33D8">
        <w:t>vymezení vylučovaných kolejí (námezníkem či hrotem výhybky/ návěstidlem/ kilometricky);</w:t>
      </w:r>
    </w:p>
    <w:p w:rsidR="00AF15D3" w:rsidRPr="006C33D8" w:rsidRDefault="00AF15D3" w:rsidP="00530D7C">
      <w:pPr>
        <w:pStyle w:val="Odrka1-1"/>
      </w:pPr>
      <w:r w:rsidRPr="006C33D8">
        <w:t>činnost zabezpečovacího zařízení (je vhodné se zaměřit zejména na období přepínání ZZ) a zajištění jízd vlaků a zjišťování volnosti v těchto obdobích;</w:t>
      </w:r>
    </w:p>
    <w:p w:rsidR="00AF15D3" w:rsidRPr="006C33D8" w:rsidRDefault="00AF15D3" w:rsidP="00530D7C">
      <w:pPr>
        <w:pStyle w:val="Odrka1-1"/>
      </w:pPr>
      <w:r w:rsidRPr="006C33D8">
        <w:t>při všech změnách stavu je nutno přesně specifikovat rozsah funkčnosti ZZ;</w:t>
      </w:r>
    </w:p>
    <w:p w:rsidR="00AF15D3" w:rsidRPr="006C33D8" w:rsidRDefault="00AF15D3" w:rsidP="00530D7C">
      <w:pPr>
        <w:pStyle w:val="Odrka1-1"/>
      </w:pPr>
      <w:r w:rsidRPr="006C33D8">
        <w:t xml:space="preserve">stručný rozsah prací; </w:t>
      </w:r>
    </w:p>
    <w:p w:rsidR="00AF15D3" w:rsidRPr="006C33D8" w:rsidRDefault="00AF15D3" w:rsidP="00530D7C">
      <w:pPr>
        <w:pStyle w:val="Odrka1-1"/>
      </w:pPr>
      <w:r w:rsidRPr="006C33D8">
        <w:t>počet vlaků, které je třeba odklonit, či odřeknout, a vyčíslení finanční náročnosti NAD;</w:t>
      </w:r>
    </w:p>
    <w:p w:rsidR="00AF15D3" w:rsidRPr="006C33D8" w:rsidRDefault="00AF15D3" w:rsidP="00530D7C">
      <w:pPr>
        <w:pStyle w:val="Odrka1-1"/>
      </w:pPr>
      <w:r w:rsidRPr="006C33D8">
        <w:lastRenderedPageBreak/>
        <w:t>přístup mechanizace;</w:t>
      </w:r>
    </w:p>
    <w:p w:rsidR="00AF15D3" w:rsidRPr="006C33D8" w:rsidRDefault="00AF15D3" w:rsidP="00530D7C">
      <w:pPr>
        <w:pStyle w:val="Odrka1-1"/>
      </w:pPr>
      <w:r w:rsidRPr="006C33D8">
        <w:t>přístup mechanizace na staveniště.</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58" w:name="_Toc12371215"/>
      <w:bookmarkStart w:id="59" w:name="_Toc64529185"/>
      <w:r w:rsidRPr="00811815">
        <w:t>SPECIFICKÉ POŽADAVKY</w:t>
      </w:r>
      <w:bookmarkEnd w:id="58"/>
      <w:bookmarkEnd w:id="59"/>
    </w:p>
    <w:p w:rsidR="00DA6953" w:rsidRPr="00B721A3" w:rsidRDefault="00DA6953" w:rsidP="00DA6953">
      <w:pPr>
        <w:pStyle w:val="Text2-1"/>
      </w:pPr>
      <w:r w:rsidRPr="00DA6953">
        <w:t>Podmínky</w:t>
      </w:r>
      <w:r w:rsidRPr="00811815">
        <w:t xml:space="preserve"> pro přidělení výlukových časů</w:t>
      </w:r>
      <w:r w:rsidR="00E812EC">
        <w:t xml:space="preserve"> pro </w:t>
      </w:r>
      <w:r w:rsidR="00E812EC" w:rsidRPr="00B721A3">
        <w:t>projekční práce</w:t>
      </w:r>
      <w:r w:rsidRPr="00B721A3">
        <w:t>, případně jiných omezení železničního provozu, uzavírky komunikací nebo jiné podmínky související s</w:t>
      </w:r>
      <w:r w:rsidR="00E812EC" w:rsidRPr="00B721A3">
        <w:t> </w:t>
      </w:r>
      <w:r w:rsidRPr="00B721A3">
        <w:t>prováděním díla:</w:t>
      </w:r>
    </w:p>
    <w:p w:rsidR="00DA6953" w:rsidRPr="00B721A3" w:rsidRDefault="004E18E0" w:rsidP="00DA6953">
      <w:pPr>
        <w:pStyle w:val="Odrka1-1"/>
      </w:pPr>
      <w:r w:rsidRPr="00B721A3">
        <w:t>OŘ Olomouc projedná přidělení požadované výluky 7N na výlukovém rameni č.</w:t>
      </w:r>
      <w:r w:rsidR="006410B5">
        <w:t xml:space="preserve"> </w:t>
      </w:r>
      <w:r w:rsidRPr="00B721A3">
        <w:t xml:space="preserve">313 </w:t>
      </w:r>
      <w:r w:rsidR="00B721A3">
        <w:t xml:space="preserve">na </w:t>
      </w:r>
      <w:r w:rsidRPr="00B721A3">
        <w:t>druh</w:t>
      </w:r>
      <w:r w:rsidR="00B721A3">
        <w:t>ou</w:t>
      </w:r>
      <w:r w:rsidRPr="00B721A3">
        <w:t xml:space="preserve"> polovin</w:t>
      </w:r>
      <w:r w:rsidR="00B721A3">
        <w:t>u</w:t>
      </w:r>
      <w:r w:rsidRPr="00B721A3">
        <w:t xml:space="preserve"> roku 2022</w:t>
      </w:r>
      <w:r w:rsidR="00DA6953" w:rsidRPr="00B721A3">
        <w:t>.</w:t>
      </w:r>
    </w:p>
    <w:p w:rsidR="003C53EE" w:rsidRPr="00B721A3" w:rsidRDefault="003C53EE" w:rsidP="005E7A26">
      <w:pPr>
        <w:pStyle w:val="Text2-1"/>
        <w:rPr>
          <w:b/>
        </w:rPr>
      </w:pPr>
      <w:r w:rsidRPr="00B721A3">
        <w:rPr>
          <w:b/>
        </w:rPr>
        <w:t>Ekonomické hodnocení</w:t>
      </w:r>
    </w:p>
    <w:p w:rsidR="003C53EE" w:rsidRPr="00F869CA" w:rsidRDefault="003C53EE" w:rsidP="003C53EE">
      <w:pPr>
        <w:pStyle w:val="Text2-1"/>
        <w:numPr>
          <w:ilvl w:val="0"/>
          <w:numId w:val="0"/>
        </w:numPr>
        <w:ind w:left="737"/>
        <w:rPr>
          <w:rFonts w:asciiTheme="minorHAnsi" w:hAnsiTheme="minorHAnsi"/>
        </w:rPr>
      </w:pPr>
      <w:r w:rsidRPr="00B721A3">
        <w:rPr>
          <w:rFonts w:asciiTheme="minorHAnsi" w:hAnsiTheme="minorHAnsi"/>
        </w:rPr>
        <w:t>Zhotovitel ověří ekonomickou efektivnost projektu na základě zpracovaného ekonomického hodnocení z předchozího stupně a v případě nutnosti</w:t>
      </w:r>
      <w:r w:rsidRPr="00F869CA">
        <w:rPr>
          <w:rFonts w:asciiTheme="minorHAnsi" w:hAnsiTheme="minorHAnsi"/>
        </w:rPr>
        <w:t xml:space="preserve"> provede aktualizaci EH.</w:t>
      </w:r>
    </w:p>
    <w:p w:rsidR="0069470F" w:rsidRDefault="0069470F" w:rsidP="00C95003">
      <w:pPr>
        <w:pStyle w:val="Nadpis2-1"/>
      </w:pPr>
      <w:bookmarkStart w:id="60" w:name="_Toc7077141"/>
      <w:bookmarkStart w:id="61" w:name="_Toc64529186"/>
      <w:r w:rsidRPr="00EC2E51">
        <w:t>SOUVISEJÍCÍ</w:t>
      </w:r>
      <w:r>
        <w:t xml:space="preserve"> DOKUMENTY A PŘEDPISY</w:t>
      </w:r>
      <w:bookmarkEnd w:id="60"/>
      <w:bookmarkEnd w:id="61"/>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2" w:name="_Toc7077142"/>
      <w:bookmarkStart w:id="63" w:name="_Toc64529187"/>
      <w:r>
        <w:t>PŘÍLOHY</w:t>
      </w:r>
      <w:bookmarkEnd w:id="62"/>
      <w:bookmarkEnd w:id="63"/>
    </w:p>
    <w:p w:rsidR="00D62BB3" w:rsidRPr="00FB1C45" w:rsidRDefault="00D62BB3" w:rsidP="00D62BB3">
      <w:pPr>
        <w:pStyle w:val="Text2-1"/>
      </w:pPr>
      <w:bookmarkStart w:id="64" w:name="_Ref56682081"/>
      <w:r w:rsidRPr="00FB1C45">
        <w:t>Manuál struktury a popisu dokumentace</w:t>
      </w:r>
      <w:bookmarkEnd w:id="64"/>
      <w:r w:rsidR="00661E90" w:rsidRPr="00FB1C45">
        <w:t>;</w:t>
      </w:r>
    </w:p>
    <w:p w:rsidR="00D62BB3" w:rsidRPr="00FB1C45" w:rsidRDefault="00D62BB3" w:rsidP="00D62BB3">
      <w:pPr>
        <w:pStyle w:val="Text2-1"/>
      </w:pPr>
      <w:bookmarkStart w:id="65" w:name="_Ref56682089"/>
      <w:r w:rsidRPr="00FB1C45">
        <w:t>Vzory Popisového pole a Seznamu</w:t>
      </w:r>
      <w:bookmarkEnd w:id="65"/>
      <w:r w:rsidR="00661E90" w:rsidRPr="00FB1C45">
        <w:t>;</w:t>
      </w:r>
    </w:p>
    <w:p w:rsidR="00EF7C12" w:rsidRPr="00FE73A5" w:rsidRDefault="00EF7C12" w:rsidP="00EF7C12">
      <w:pPr>
        <w:pStyle w:val="Text2-1"/>
      </w:pPr>
      <w:bookmarkStart w:id="66" w:name="_Ref56174244"/>
      <w:r w:rsidRPr="00FB1C45">
        <w:t>Dopis O14 č.j. 3867/2017-SŽDC-O14</w:t>
      </w:r>
      <w:bookmarkEnd w:id="66"/>
      <w:r w:rsidR="00661E90" w:rsidRPr="00FB1C45">
        <w:t xml:space="preserve"> (Upřesnění výpočtu dob u PZS s postupným (sekvenčním</w:t>
      </w:r>
      <w:r w:rsidR="00661E90">
        <w:t>) sklápěním závor;</w:t>
      </w:r>
    </w:p>
    <w:p w:rsidR="00826B7B" w:rsidRDefault="00EF7C12" w:rsidP="00530D7C">
      <w:pPr>
        <w:pStyle w:val="Text2-1"/>
      </w:pPr>
      <w:bookmarkStart w:id="67" w:name="_Ref56174337"/>
      <w:r>
        <w:t>Dopis O14 č.j. 22098/2020-SŽ-GŘ-O14 a dokument „Dočasné požadavky na břevnové svítilny pro akce OŘ“</w:t>
      </w:r>
      <w:bookmarkEnd w:id="67"/>
      <w:r w:rsidR="00661E90">
        <w:t>;</w:t>
      </w:r>
    </w:p>
    <w:sectPr w:rsidR="00826B7B" w:rsidSect="00646589">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AAD" w:rsidRDefault="006A7AAD" w:rsidP="00962258">
      <w:pPr>
        <w:spacing w:after="0" w:line="240" w:lineRule="auto"/>
      </w:pPr>
      <w:r>
        <w:separator/>
      </w:r>
    </w:p>
  </w:endnote>
  <w:endnote w:type="continuationSeparator" w:id="0">
    <w:p w:rsidR="006A7AAD" w:rsidRDefault="006A7A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F7583" w:rsidRPr="003462EB" w:rsidTr="00633336">
      <w:tc>
        <w:tcPr>
          <w:tcW w:w="907" w:type="dxa"/>
          <w:tcMar>
            <w:left w:w="0" w:type="dxa"/>
            <w:right w:w="0" w:type="dxa"/>
          </w:tcMar>
          <w:vAlign w:val="bottom"/>
        </w:tcPr>
        <w:p w:rsidR="005F7583" w:rsidRPr="00B8518B" w:rsidRDefault="005F758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1CA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1CAB">
            <w:rPr>
              <w:rStyle w:val="slostrnky"/>
              <w:noProof/>
            </w:rPr>
            <w:t>16</w:t>
          </w:r>
          <w:r w:rsidRPr="00B8518B">
            <w:rPr>
              <w:rStyle w:val="slostrnky"/>
            </w:rPr>
            <w:fldChar w:fldCharType="end"/>
          </w:r>
        </w:p>
      </w:tc>
      <w:tc>
        <w:tcPr>
          <w:tcW w:w="0" w:type="auto"/>
          <w:vAlign w:val="bottom"/>
        </w:tcPr>
        <w:p w:rsidR="005F7583" w:rsidRPr="00D1292F" w:rsidRDefault="005F7583" w:rsidP="00722CCE">
          <w:pPr>
            <w:pStyle w:val="Zpatvlevo"/>
          </w:pPr>
          <w:r w:rsidRPr="00D1292F">
            <w:rPr>
              <w:rFonts w:asciiTheme="majorHAnsi" w:hAnsiTheme="majorHAnsi"/>
            </w:rPr>
            <w:t>Doplnění závor na PZS (P65</w:t>
          </w:r>
          <w:r>
            <w:rPr>
              <w:rFonts w:asciiTheme="majorHAnsi" w:hAnsiTheme="majorHAnsi"/>
            </w:rPr>
            <w:t>50</w:t>
          </w:r>
          <w:r w:rsidRPr="00D1292F">
            <w:rPr>
              <w:rFonts w:asciiTheme="majorHAnsi" w:hAnsiTheme="majorHAnsi"/>
            </w:rPr>
            <w:t>)</w:t>
          </w:r>
          <w:r>
            <w:rPr>
              <w:rFonts w:asciiTheme="majorHAnsi" w:hAnsiTheme="majorHAnsi"/>
            </w:rPr>
            <w:t xml:space="preserve"> </w:t>
          </w:r>
          <w:r w:rsidRPr="00D1292F">
            <w:rPr>
              <w:rFonts w:asciiTheme="majorHAnsi" w:hAnsiTheme="majorHAnsi"/>
            </w:rPr>
            <w:t xml:space="preserve">v km </w:t>
          </w:r>
          <w:r>
            <w:rPr>
              <w:rFonts w:asciiTheme="majorHAnsi" w:hAnsiTheme="majorHAnsi"/>
            </w:rPr>
            <w:t>6,990</w:t>
          </w:r>
          <w:r w:rsidRPr="00D1292F">
            <w:rPr>
              <w:rFonts w:asciiTheme="majorHAnsi" w:hAnsiTheme="majorHAnsi"/>
            </w:rPr>
            <w:t xml:space="preserve"> TÚ Prostějov </w:t>
          </w:r>
          <w:proofErr w:type="spellStart"/>
          <w:r w:rsidRPr="00D1292F">
            <w:rPr>
              <w:rFonts w:asciiTheme="majorHAnsi" w:hAnsiTheme="majorHAnsi"/>
            </w:rPr>
            <w:t>hl.n</w:t>
          </w:r>
          <w:proofErr w:type="spellEnd"/>
          <w:r w:rsidRPr="00D1292F">
            <w:rPr>
              <w:rFonts w:asciiTheme="majorHAnsi" w:hAnsiTheme="majorHAnsi"/>
            </w:rPr>
            <w:t>. – Třebovice v Čechách</w:t>
          </w:r>
          <w:r w:rsidRPr="00D1292F">
            <w:rPr>
              <w:sz w:val="2"/>
            </w:rPr>
            <w:t xml:space="preserve"> </w:t>
          </w:r>
        </w:p>
        <w:p w:rsidR="005F7583" w:rsidRDefault="005F7583" w:rsidP="00722CCE">
          <w:pPr>
            <w:pStyle w:val="Zpatvlevo"/>
          </w:pPr>
          <w:r>
            <w:t>Příloha č. 2 d) - Zvláštní</w:t>
          </w:r>
          <w:r w:rsidRPr="003462EB">
            <w:t xml:space="preserve"> technické podmínky</w:t>
          </w:r>
        </w:p>
        <w:p w:rsidR="005F7583" w:rsidRPr="003462EB" w:rsidRDefault="005F7583" w:rsidP="005A346E">
          <w:pPr>
            <w:pStyle w:val="Zpatvlevo"/>
          </w:pPr>
          <w:r>
            <w:t xml:space="preserve">Zhotovení Projektové dokumentace a </w:t>
          </w:r>
          <w:r w:rsidRPr="003462EB">
            <w:t>Zhotovení stavby</w:t>
          </w:r>
          <w:r>
            <w:t xml:space="preserve"> (ZTP P+R)</w:t>
          </w:r>
        </w:p>
      </w:tc>
    </w:tr>
  </w:tbl>
  <w:p w:rsidR="005F7583" w:rsidRPr="00614E71" w:rsidRDefault="005F7583">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F7583" w:rsidRPr="009E09BE" w:rsidTr="00633336">
      <w:tc>
        <w:tcPr>
          <w:tcW w:w="0" w:type="auto"/>
          <w:tcMar>
            <w:left w:w="0" w:type="dxa"/>
            <w:right w:w="0" w:type="dxa"/>
          </w:tcMar>
          <w:vAlign w:val="bottom"/>
        </w:tcPr>
        <w:p w:rsidR="005F7583" w:rsidRDefault="005F7583" w:rsidP="002454AA">
          <w:pPr>
            <w:pStyle w:val="Zpatvpravo"/>
          </w:pPr>
          <w:r w:rsidRPr="00D1292F">
            <w:rPr>
              <w:rFonts w:asciiTheme="majorHAnsi" w:hAnsiTheme="majorHAnsi"/>
            </w:rPr>
            <w:t>Doplnění závor na PZS (P65</w:t>
          </w:r>
          <w:r>
            <w:rPr>
              <w:rFonts w:asciiTheme="majorHAnsi" w:hAnsiTheme="majorHAnsi"/>
            </w:rPr>
            <w:t>50</w:t>
          </w:r>
          <w:r w:rsidRPr="00D1292F">
            <w:rPr>
              <w:rFonts w:asciiTheme="majorHAnsi" w:hAnsiTheme="majorHAnsi"/>
            </w:rPr>
            <w:t>)</w:t>
          </w:r>
          <w:r>
            <w:rPr>
              <w:rFonts w:asciiTheme="majorHAnsi" w:hAnsiTheme="majorHAnsi"/>
            </w:rPr>
            <w:t xml:space="preserve"> </w:t>
          </w:r>
          <w:r w:rsidRPr="00D1292F">
            <w:rPr>
              <w:rFonts w:asciiTheme="majorHAnsi" w:hAnsiTheme="majorHAnsi"/>
            </w:rPr>
            <w:t xml:space="preserve">v km </w:t>
          </w:r>
          <w:r>
            <w:rPr>
              <w:rFonts w:asciiTheme="majorHAnsi" w:hAnsiTheme="majorHAnsi"/>
            </w:rPr>
            <w:t>6,990</w:t>
          </w:r>
          <w:r w:rsidRPr="00D1292F">
            <w:rPr>
              <w:rFonts w:asciiTheme="majorHAnsi" w:hAnsiTheme="majorHAnsi"/>
            </w:rPr>
            <w:t xml:space="preserve"> TÚ Prostějov </w:t>
          </w:r>
          <w:proofErr w:type="spellStart"/>
          <w:r w:rsidRPr="00D1292F">
            <w:rPr>
              <w:rFonts w:asciiTheme="majorHAnsi" w:hAnsiTheme="majorHAnsi"/>
            </w:rPr>
            <w:t>hl.n</w:t>
          </w:r>
          <w:proofErr w:type="spellEnd"/>
          <w:r w:rsidRPr="00D1292F">
            <w:rPr>
              <w:rFonts w:asciiTheme="majorHAnsi" w:hAnsiTheme="majorHAnsi"/>
            </w:rPr>
            <w:t>. – Třebovice v Čechách</w:t>
          </w:r>
          <w:r>
            <w:t xml:space="preserve"> </w:t>
          </w:r>
        </w:p>
        <w:p w:rsidR="005F7583" w:rsidRDefault="005F7583" w:rsidP="002454AA">
          <w:pPr>
            <w:pStyle w:val="Zpatvpravo"/>
          </w:pPr>
          <w:r>
            <w:t>Příloha č. 2 d) - Zvláštní</w:t>
          </w:r>
          <w:r w:rsidRPr="003462EB">
            <w:t xml:space="preserve"> technické podmínky</w:t>
          </w:r>
          <w:r w:rsidDel="00E812EC">
            <w:t xml:space="preserve"> </w:t>
          </w:r>
        </w:p>
        <w:p w:rsidR="005F7583" w:rsidRPr="003462EB" w:rsidRDefault="005F7583" w:rsidP="005A346E">
          <w:pPr>
            <w:pStyle w:val="Zpatvpravo"/>
            <w:rPr>
              <w:rStyle w:val="slostrnky"/>
              <w:b w:val="0"/>
              <w:color w:val="auto"/>
              <w:sz w:val="12"/>
            </w:rPr>
          </w:pPr>
          <w:r>
            <w:t xml:space="preserve">Zhotovení Projektové dokumentace a </w:t>
          </w:r>
          <w:r w:rsidRPr="003462EB">
            <w:t>Zhotovení stavby</w:t>
          </w:r>
          <w:r>
            <w:t xml:space="preserve"> (ZTP P+R)</w:t>
          </w:r>
        </w:p>
      </w:tc>
      <w:tc>
        <w:tcPr>
          <w:tcW w:w="907" w:type="dxa"/>
          <w:vAlign w:val="bottom"/>
        </w:tcPr>
        <w:p w:rsidR="005F7583" w:rsidRPr="009E09BE" w:rsidRDefault="005F7583"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41CAB">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1CAB">
            <w:rPr>
              <w:rStyle w:val="slostrnky"/>
              <w:noProof/>
            </w:rPr>
            <w:t>16</w:t>
          </w:r>
          <w:r w:rsidRPr="00B8518B">
            <w:rPr>
              <w:rStyle w:val="slostrnky"/>
            </w:rPr>
            <w:fldChar w:fldCharType="end"/>
          </w:r>
        </w:p>
      </w:tc>
    </w:tr>
  </w:tbl>
  <w:p w:rsidR="005F7583" w:rsidRPr="00B8518B" w:rsidRDefault="005F7583"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583" w:rsidRPr="00B8518B" w:rsidRDefault="005F7583" w:rsidP="00460660">
    <w:pPr>
      <w:pStyle w:val="Zpat"/>
      <w:rPr>
        <w:sz w:val="2"/>
        <w:szCs w:val="2"/>
      </w:rPr>
    </w:pPr>
  </w:p>
  <w:p w:rsidR="005F7583" w:rsidRDefault="005F7583" w:rsidP="00646589">
    <w:pPr>
      <w:pStyle w:val="Zpatvlevo"/>
      <w:rPr>
        <w:rFonts w:cs="Calibri"/>
        <w:szCs w:val="12"/>
      </w:rPr>
    </w:pPr>
  </w:p>
  <w:p w:rsidR="005F7583" w:rsidRPr="00460660" w:rsidRDefault="005F758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AAD" w:rsidRDefault="006A7AAD" w:rsidP="00962258">
      <w:pPr>
        <w:spacing w:after="0" w:line="240" w:lineRule="auto"/>
      </w:pPr>
      <w:r>
        <w:separator/>
      </w:r>
    </w:p>
  </w:footnote>
  <w:footnote w:type="continuationSeparator" w:id="0">
    <w:p w:rsidR="006A7AAD" w:rsidRDefault="006A7AA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F7583" w:rsidTr="00B22106">
      <w:trPr>
        <w:trHeight w:hRule="exact" w:val="936"/>
      </w:trPr>
      <w:tc>
        <w:tcPr>
          <w:tcW w:w="1361" w:type="dxa"/>
          <w:tcMar>
            <w:left w:w="0" w:type="dxa"/>
            <w:right w:w="0" w:type="dxa"/>
          </w:tcMar>
        </w:tcPr>
        <w:p w:rsidR="005F7583" w:rsidRPr="00B8518B" w:rsidRDefault="005F7583" w:rsidP="00FC6389">
          <w:pPr>
            <w:pStyle w:val="Zpat"/>
            <w:rPr>
              <w:rStyle w:val="slostrnky"/>
            </w:rPr>
          </w:pPr>
        </w:p>
      </w:tc>
      <w:tc>
        <w:tcPr>
          <w:tcW w:w="3458" w:type="dxa"/>
          <w:shd w:val="clear" w:color="auto" w:fill="auto"/>
          <w:tcMar>
            <w:left w:w="0" w:type="dxa"/>
            <w:right w:w="0" w:type="dxa"/>
          </w:tcMar>
        </w:tcPr>
        <w:p w:rsidR="005F7583" w:rsidRDefault="005F7583"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F7583" w:rsidRPr="00D6163D" w:rsidRDefault="005F7583" w:rsidP="00FC6389">
          <w:pPr>
            <w:pStyle w:val="Druhdokumentu"/>
          </w:pPr>
        </w:p>
      </w:tc>
    </w:tr>
    <w:tr w:rsidR="005F7583" w:rsidTr="00B22106">
      <w:trPr>
        <w:trHeight w:hRule="exact" w:val="936"/>
      </w:trPr>
      <w:tc>
        <w:tcPr>
          <w:tcW w:w="1361" w:type="dxa"/>
          <w:tcMar>
            <w:left w:w="0" w:type="dxa"/>
            <w:right w:w="0" w:type="dxa"/>
          </w:tcMar>
        </w:tcPr>
        <w:p w:rsidR="005F7583" w:rsidRPr="00B8518B" w:rsidRDefault="005F7583" w:rsidP="00FC6389">
          <w:pPr>
            <w:pStyle w:val="Zpat"/>
            <w:rPr>
              <w:rStyle w:val="slostrnky"/>
            </w:rPr>
          </w:pPr>
        </w:p>
      </w:tc>
      <w:tc>
        <w:tcPr>
          <w:tcW w:w="3458" w:type="dxa"/>
          <w:shd w:val="clear" w:color="auto" w:fill="auto"/>
          <w:tcMar>
            <w:left w:w="0" w:type="dxa"/>
            <w:right w:w="0" w:type="dxa"/>
          </w:tcMar>
        </w:tcPr>
        <w:p w:rsidR="005F7583" w:rsidRDefault="005F7583" w:rsidP="00FC6389">
          <w:pPr>
            <w:pStyle w:val="Zpat"/>
          </w:pPr>
        </w:p>
      </w:tc>
      <w:tc>
        <w:tcPr>
          <w:tcW w:w="5756" w:type="dxa"/>
          <w:shd w:val="clear" w:color="auto" w:fill="auto"/>
          <w:tcMar>
            <w:left w:w="0" w:type="dxa"/>
            <w:right w:w="0" w:type="dxa"/>
          </w:tcMar>
        </w:tcPr>
        <w:p w:rsidR="005F7583" w:rsidRPr="00D6163D" w:rsidRDefault="005F7583" w:rsidP="00FC6389">
          <w:pPr>
            <w:pStyle w:val="Druhdokumentu"/>
          </w:pPr>
        </w:p>
      </w:tc>
    </w:tr>
  </w:tbl>
  <w:p w:rsidR="005F7583" w:rsidRPr="00D6163D" w:rsidRDefault="005F7583" w:rsidP="00FC6389">
    <w:pPr>
      <w:pStyle w:val="Zhlav"/>
      <w:rPr>
        <w:sz w:val="8"/>
        <w:szCs w:val="8"/>
      </w:rPr>
    </w:pPr>
  </w:p>
  <w:p w:rsidR="005F7583" w:rsidRPr="00460660" w:rsidRDefault="005F758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3D1228"/>
    <w:multiLevelType w:val="hybridMultilevel"/>
    <w:tmpl w:val="61BC008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8"/>
  </w:num>
  <w:num w:numId="5">
    <w:abstractNumId w:val="11"/>
  </w:num>
  <w:num w:numId="6">
    <w:abstractNumId w:val="0"/>
  </w:num>
  <w:num w:numId="7">
    <w:abstractNumId w:val="5"/>
  </w:num>
  <w:num w:numId="8">
    <w:abstractNumId w:val="13"/>
  </w:num>
  <w:num w:numId="9">
    <w:abstractNumId w:val="9"/>
  </w:num>
  <w:num w:numId="10">
    <w:abstractNumId w:val="8"/>
  </w:num>
  <w:num w:numId="11">
    <w:abstractNumId w:val="11"/>
  </w:num>
  <w:num w:numId="12">
    <w:abstractNumId w:val="12"/>
  </w:num>
  <w:num w:numId="13">
    <w:abstractNumId w:val="1"/>
  </w:num>
  <w:num w:numId="14">
    <w:abstractNumId w:val="13"/>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0"/>
  </w:num>
  <w:num w:numId="21">
    <w:abstractNumId w:val="2"/>
  </w:num>
  <w:num w:numId="22">
    <w:abstractNumId w:val="5"/>
  </w:num>
  <w:num w:numId="23">
    <w:abstractNumId w:val="5"/>
  </w:num>
  <w:num w:numId="24">
    <w:abstractNumId w:val="5"/>
  </w:num>
  <w:num w:numId="25">
    <w:abstractNumId w:val="1"/>
  </w:num>
  <w:num w:numId="26">
    <w:abstractNumId w:val="5"/>
  </w:num>
  <w:num w:numId="27">
    <w:abstractNumId w:val="5"/>
  </w:num>
  <w:num w:numId="28">
    <w:abstractNumId w:val="8"/>
  </w:num>
  <w:num w:numId="29">
    <w:abstractNumId w:val="8"/>
  </w:num>
  <w:num w:numId="30">
    <w:abstractNumId w:val="8"/>
  </w:num>
  <w:num w:numId="31">
    <w:abstractNumId w:val="8"/>
  </w:num>
  <w:num w:numId="32">
    <w:abstractNumId w:val="8"/>
  </w:num>
  <w:num w:numId="33">
    <w:abstractNumId w:val="11"/>
  </w:num>
  <w:num w:numId="34">
    <w:abstractNumId w:val="11"/>
  </w:num>
  <w:num w:numId="35">
    <w:abstractNumId w:val="11"/>
  </w:num>
  <w:num w:numId="36">
    <w:abstractNumId w:val="11"/>
  </w:num>
  <w:num w:numId="37">
    <w:abstractNumId w:val="12"/>
  </w:num>
  <w:num w:numId="38">
    <w:abstractNumId w:val="1"/>
  </w:num>
  <w:num w:numId="39">
    <w:abstractNumId w:val="1"/>
  </w:num>
  <w:num w:numId="40">
    <w:abstractNumId w:val="5"/>
  </w:num>
  <w:num w:numId="41">
    <w:abstractNumId w:val="5"/>
  </w:num>
  <w:num w:numId="42">
    <w:abstractNumId w:val="13"/>
  </w:num>
  <w:num w:numId="43">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C6D"/>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6B14"/>
    <w:rsid w:val="0008461A"/>
    <w:rsid w:val="0009771A"/>
    <w:rsid w:val="000A6E75"/>
    <w:rsid w:val="000B3386"/>
    <w:rsid w:val="000B408F"/>
    <w:rsid w:val="000B4EB8"/>
    <w:rsid w:val="000C41F2"/>
    <w:rsid w:val="000D088A"/>
    <w:rsid w:val="000D1327"/>
    <w:rsid w:val="000D22C4"/>
    <w:rsid w:val="000D27D1"/>
    <w:rsid w:val="000D28D0"/>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5657A"/>
    <w:rsid w:val="00160EC0"/>
    <w:rsid w:val="001612AC"/>
    <w:rsid w:val="001656A2"/>
    <w:rsid w:val="00170EC5"/>
    <w:rsid w:val="001747C1"/>
    <w:rsid w:val="00177D6B"/>
    <w:rsid w:val="001843C2"/>
    <w:rsid w:val="001861CB"/>
    <w:rsid w:val="00191F90"/>
    <w:rsid w:val="00193A8E"/>
    <w:rsid w:val="001A227B"/>
    <w:rsid w:val="001A3B3C"/>
    <w:rsid w:val="001B4180"/>
    <w:rsid w:val="001B4E74"/>
    <w:rsid w:val="001B7668"/>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61A5B"/>
    <w:rsid w:val="00262DEF"/>
    <w:rsid w:val="00262E5B"/>
    <w:rsid w:val="00264BED"/>
    <w:rsid w:val="00276AFE"/>
    <w:rsid w:val="00277FBD"/>
    <w:rsid w:val="00284981"/>
    <w:rsid w:val="002A034B"/>
    <w:rsid w:val="002A355D"/>
    <w:rsid w:val="002A3B57"/>
    <w:rsid w:val="002B2AF2"/>
    <w:rsid w:val="002B4E1D"/>
    <w:rsid w:val="002B6B58"/>
    <w:rsid w:val="002C054B"/>
    <w:rsid w:val="002C31BF"/>
    <w:rsid w:val="002C50C8"/>
    <w:rsid w:val="002D0011"/>
    <w:rsid w:val="002D2102"/>
    <w:rsid w:val="002D6E31"/>
    <w:rsid w:val="002D7FD6"/>
    <w:rsid w:val="002E0CD7"/>
    <w:rsid w:val="002E0CFB"/>
    <w:rsid w:val="002E230A"/>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58EC"/>
    <w:rsid w:val="00356A54"/>
    <w:rsid w:val="003571D8"/>
    <w:rsid w:val="00357BC6"/>
    <w:rsid w:val="00361422"/>
    <w:rsid w:val="003728F4"/>
    <w:rsid w:val="0037545D"/>
    <w:rsid w:val="00384D57"/>
    <w:rsid w:val="00386FF1"/>
    <w:rsid w:val="00392EB6"/>
    <w:rsid w:val="003940A4"/>
    <w:rsid w:val="003956C6"/>
    <w:rsid w:val="003B111D"/>
    <w:rsid w:val="003B3764"/>
    <w:rsid w:val="003B59E5"/>
    <w:rsid w:val="003C33F2"/>
    <w:rsid w:val="003C4D88"/>
    <w:rsid w:val="003C53EE"/>
    <w:rsid w:val="003C6679"/>
    <w:rsid w:val="003D33E5"/>
    <w:rsid w:val="003D756E"/>
    <w:rsid w:val="003D7E0C"/>
    <w:rsid w:val="003E420D"/>
    <w:rsid w:val="003E4C13"/>
    <w:rsid w:val="00404FCA"/>
    <w:rsid w:val="00405AE4"/>
    <w:rsid w:val="004078F3"/>
    <w:rsid w:val="00413B17"/>
    <w:rsid w:val="00417DF3"/>
    <w:rsid w:val="00421FEC"/>
    <w:rsid w:val="00422A8F"/>
    <w:rsid w:val="00427794"/>
    <w:rsid w:val="00443C6D"/>
    <w:rsid w:val="004449EE"/>
    <w:rsid w:val="0044590C"/>
    <w:rsid w:val="00450F07"/>
    <w:rsid w:val="00453CD3"/>
    <w:rsid w:val="00454F99"/>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18E0"/>
    <w:rsid w:val="004E7A1F"/>
    <w:rsid w:val="004F3E76"/>
    <w:rsid w:val="004F4B9B"/>
    <w:rsid w:val="004F70CD"/>
    <w:rsid w:val="00504471"/>
    <w:rsid w:val="0050666E"/>
    <w:rsid w:val="00511AB9"/>
    <w:rsid w:val="00513E85"/>
    <w:rsid w:val="0052103C"/>
    <w:rsid w:val="00523BB5"/>
    <w:rsid w:val="00523EA7"/>
    <w:rsid w:val="00530D7C"/>
    <w:rsid w:val="00531CB9"/>
    <w:rsid w:val="00535ABB"/>
    <w:rsid w:val="005403D3"/>
    <w:rsid w:val="0054055F"/>
    <w:rsid w:val="005406EB"/>
    <w:rsid w:val="00545AD1"/>
    <w:rsid w:val="00553375"/>
    <w:rsid w:val="00555884"/>
    <w:rsid w:val="0055590C"/>
    <w:rsid w:val="005601FE"/>
    <w:rsid w:val="0056271D"/>
    <w:rsid w:val="00564E35"/>
    <w:rsid w:val="00572A42"/>
    <w:rsid w:val="005736B7"/>
    <w:rsid w:val="00575E5A"/>
    <w:rsid w:val="00580245"/>
    <w:rsid w:val="0058742A"/>
    <w:rsid w:val="00590B8F"/>
    <w:rsid w:val="00590BAF"/>
    <w:rsid w:val="00597B05"/>
    <w:rsid w:val="005A1F44"/>
    <w:rsid w:val="005A346E"/>
    <w:rsid w:val="005D3C39"/>
    <w:rsid w:val="005D61E2"/>
    <w:rsid w:val="005D7706"/>
    <w:rsid w:val="005D7A71"/>
    <w:rsid w:val="005E5BC5"/>
    <w:rsid w:val="005E7A26"/>
    <w:rsid w:val="005F7583"/>
    <w:rsid w:val="0060109A"/>
    <w:rsid w:val="00601A8C"/>
    <w:rsid w:val="0061068E"/>
    <w:rsid w:val="006115D3"/>
    <w:rsid w:val="00614E71"/>
    <w:rsid w:val="006208DF"/>
    <w:rsid w:val="00622A53"/>
    <w:rsid w:val="00633336"/>
    <w:rsid w:val="006410B5"/>
    <w:rsid w:val="00646589"/>
    <w:rsid w:val="0064770C"/>
    <w:rsid w:val="00652CF1"/>
    <w:rsid w:val="00655976"/>
    <w:rsid w:val="0065610E"/>
    <w:rsid w:val="00660AD3"/>
    <w:rsid w:val="00661E90"/>
    <w:rsid w:val="00665B6B"/>
    <w:rsid w:val="00675236"/>
    <w:rsid w:val="006776B6"/>
    <w:rsid w:val="0069136C"/>
    <w:rsid w:val="006928EE"/>
    <w:rsid w:val="00693150"/>
    <w:rsid w:val="0069470F"/>
    <w:rsid w:val="0069769D"/>
    <w:rsid w:val="006A019B"/>
    <w:rsid w:val="006A3233"/>
    <w:rsid w:val="006A5570"/>
    <w:rsid w:val="006A689C"/>
    <w:rsid w:val="006A7AAD"/>
    <w:rsid w:val="006B099A"/>
    <w:rsid w:val="006B2318"/>
    <w:rsid w:val="006B3D79"/>
    <w:rsid w:val="006B4079"/>
    <w:rsid w:val="006B630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0E1F"/>
    <w:rsid w:val="007846E1"/>
    <w:rsid w:val="007847D6"/>
    <w:rsid w:val="007869B2"/>
    <w:rsid w:val="00794B29"/>
    <w:rsid w:val="007A202B"/>
    <w:rsid w:val="007A5172"/>
    <w:rsid w:val="007A67A0"/>
    <w:rsid w:val="007B0FD5"/>
    <w:rsid w:val="007B3108"/>
    <w:rsid w:val="007B3B23"/>
    <w:rsid w:val="007B570C"/>
    <w:rsid w:val="007B72E0"/>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75DB"/>
    <w:rsid w:val="00821D01"/>
    <w:rsid w:val="00825A2C"/>
    <w:rsid w:val="00826B7B"/>
    <w:rsid w:val="0083197D"/>
    <w:rsid w:val="00834146"/>
    <w:rsid w:val="00844085"/>
    <w:rsid w:val="00846789"/>
    <w:rsid w:val="0085360C"/>
    <w:rsid w:val="00857A0D"/>
    <w:rsid w:val="008633B5"/>
    <w:rsid w:val="008664BF"/>
    <w:rsid w:val="00874A1A"/>
    <w:rsid w:val="008858AB"/>
    <w:rsid w:val="00887F36"/>
    <w:rsid w:val="00890A4F"/>
    <w:rsid w:val="008A01EA"/>
    <w:rsid w:val="008A3568"/>
    <w:rsid w:val="008B1BDF"/>
    <w:rsid w:val="008B5C1C"/>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062C"/>
    <w:rsid w:val="00962258"/>
    <w:rsid w:val="00962766"/>
    <w:rsid w:val="00966365"/>
    <w:rsid w:val="009678B7"/>
    <w:rsid w:val="0097239D"/>
    <w:rsid w:val="009838B5"/>
    <w:rsid w:val="00992D9C"/>
    <w:rsid w:val="00992F05"/>
    <w:rsid w:val="00996CB8"/>
    <w:rsid w:val="009A404E"/>
    <w:rsid w:val="009B2E97"/>
    <w:rsid w:val="009B4FE6"/>
    <w:rsid w:val="009B5146"/>
    <w:rsid w:val="009B7E32"/>
    <w:rsid w:val="009C2A16"/>
    <w:rsid w:val="009C418E"/>
    <w:rsid w:val="009C442C"/>
    <w:rsid w:val="009D2FC5"/>
    <w:rsid w:val="009E07F4"/>
    <w:rsid w:val="009E09BE"/>
    <w:rsid w:val="009E3ADB"/>
    <w:rsid w:val="009E4B41"/>
    <w:rsid w:val="009E6404"/>
    <w:rsid w:val="009F25DD"/>
    <w:rsid w:val="009F309B"/>
    <w:rsid w:val="009F392E"/>
    <w:rsid w:val="009F53C5"/>
    <w:rsid w:val="00A04D7F"/>
    <w:rsid w:val="00A0740E"/>
    <w:rsid w:val="00A2025A"/>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85D54"/>
    <w:rsid w:val="00A94C2F"/>
    <w:rsid w:val="00AA4CBB"/>
    <w:rsid w:val="00AA65FA"/>
    <w:rsid w:val="00AA7351"/>
    <w:rsid w:val="00AC3E83"/>
    <w:rsid w:val="00AC59BD"/>
    <w:rsid w:val="00AC66E9"/>
    <w:rsid w:val="00AD056F"/>
    <w:rsid w:val="00AD0C7B"/>
    <w:rsid w:val="00AD38D0"/>
    <w:rsid w:val="00AD3BB9"/>
    <w:rsid w:val="00AD5F1A"/>
    <w:rsid w:val="00AD6731"/>
    <w:rsid w:val="00AE252C"/>
    <w:rsid w:val="00AE578A"/>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41CAB"/>
    <w:rsid w:val="00B50AB2"/>
    <w:rsid w:val="00B5431A"/>
    <w:rsid w:val="00B54A61"/>
    <w:rsid w:val="00B56EB2"/>
    <w:rsid w:val="00B61CB7"/>
    <w:rsid w:val="00B71381"/>
    <w:rsid w:val="00B71A19"/>
    <w:rsid w:val="00B721A3"/>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52FA3"/>
    <w:rsid w:val="00C6198E"/>
    <w:rsid w:val="00C648C9"/>
    <w:rsid w:val="00C6494F"/>
    <w:rsid w:val="00C708EA"/>
    <w:rsid w:val="00C71821"/>
    <w:rsid w:val="00C71A1B"/>
    <w:rsid w:val="00C75EE7"/>
    <w:rsid w:val="00C77454"/>
    <w:rsid w:val="00C778A5"/>
    <w:rsid w:val="00C85330"/>
    <w:rsid w:val="00C8737A"/>
    <w:rsid w:val="00C94BE7"/>
    <w:rsid w:val="00C95003"/>
    <w:rsid w:val="00C95162"/>
    <w:rsid w:val="00CB6A37"/>
    <w:rsid w:val="00CB7684"/>
    <w:rsid w:val="00CC1E3F"/>
    <w:rsid w:val="00CC396D"/>
    <w:rsid w:val="00CC780C"/>
    <w:rsid w:val="00CC7C8F"/>
    <w:rsid w:val="00CD1D0B"/>
    <w:rsid w:val="00CD1E30"/>
    <w:rsid w:val="00CD1FC4"/>
    <w:rsid w:val="00CD6506"/>
    <w:rsid w:val="00CE507E"/>
    <w:rsid w:val="00D02C51"/>
    <w:rsid w:val="00D034A0"/>
    <w:rsid w:val="00D0732C"/>
    <w:rsid w:val="00D1292F"/>
    <w:rsid w:val="00D12A47"/>
    <w:rsid w:val="00D13344"/>
    <w:rsid w:val="00D16C90"/>
    <w:rsid w:val="00D17EBD"/>
    <w:rsid w:val="00D21061"/>
    <w:rsid w:val="00D25ED9"/>
    <w:rsid w:val="00D27A3A"/>
    <w:rsid w:val="00D322B7"/>
    <w:rsid w:val="00D33ACB"/>
    <w:rsid w:val="00D4108E"/>
    <w:rsid w:val="00D521D0"/>
    <w:rsid w:val="00D5384C"/>
    <w:rsid w:val="00D6163D"/>
    <w:rsid w:val="00D62BB3"/>
    <w:rsid w:val="00D65C00"/>
    <w:rsid w:val="00D724D1"/>
    <w:rsid w:val="00D75B5F"/>
    <w:rsid w:val="00D80E28"/>
    <w:rsid w:val="00D831A3"/>
    <w:rsid w:val="00D85204"/>
    <w:rsid w:val="00D86441"/>
    <w:rsid w:val="00D87B4E"/>
    <w:rsid w:val="00D90C8B"/>
    <w:rsid w:val="00D96058"/>
    <w:rsid w:val="00D97BE3"/>
    <w:rsid w:val="00DA022D"/>
    <w:rsid w:val="00DA27EA"/>
    <w:rsid w:val="00DA365D"/>
    <w:rsid w:val="00DA3711"/>
    <w:rsid w:val="00DA5794"/>
    <w:rsid w:val="00DA6953"/>
    <w:rsid w:val="00DB6450"/>
    <w:rsid w:val="00DD394B"/>
    <w:rsid w:val="00DD46F3"/>
    <w:rsid w:val="00DD787F"/>
    <w:rsid w:val="00DE51A5"/>
    <w:rsid w:val="00DE56F2"/>
    <w:rsid w:val="00DE6AAC"/>
    <w:rsid w:val="00DF116D"/>
    <w:rsid w:val="00DF4DDD"/>
    <w:rsid w:val="00E0052D"/>
    <w:rsid w:val="00E014A7"/>
    <w:rsid w:val="00E04A7B"/>
    <w:rsid w:val="00E0578D"/>
    <w:rsid w:val="00E0778F"/>
    <w:rsid w:val="00E077EE"/>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4C3A"/>
    <w:rsid w:val="00E873EE"/>
    <w:rsid w:val="00E878EE"/>
    <w:rsid w:val="00E93CC4"/>
    <w:rsid w:val="00E94BD7"/>
    <w:rsid w:val="00EA0BC4"/>
    <w:rsid w:val="00EA6EC7"/>
    <w:rsid w:val="00EB104F"/>
    <w:rsid w:val="00EB46E5"/>
    <w:rsid w:val="00EC3F5D"/>
    <w:rsid w:val="00ED0703"/>
    <w:rsid w:val="00ED14BD"/>
    <w:rsid w:val="00ED2399"/>
    <w:rsid w:val="00EE5578"/>
    <w:rsid w:val="00EF1373"/>
    <w:rsid w:val="00EF7C12"/>
    <w:rsid w:val="00F016C7"/>
    <w:rsid w:val="00F12DEC"/>
    <w:rsid w:val="00F1715C"/>
    <w:rsid w:val="00F200F2"/>
    <w:rsid w:val="00F23844"/>
    <w:rsid w:val="00F23ADD"/>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1C45"/>
    <w:rsid w:val="00FB5DE8"/>
    <w:rsid w:val="00FB6342"/>
    <w:rsid w:val="00FC2739"/>
    <w:rsid w:val="00FC4AD3"/>
    <w:rsid w:val="00FC5871"/>
    <w:rsid w:val="00FC5EFB"/>
    <w:rsid w:val="00FC6389"/>
    <w:rsid w:val="00FD2F86"/>
    <w:rsid w:val="00FE35C0"/>
    <w:rsid w:val="00FE5F22"/>
    <w:rsid w:val="00FE6AEC"/>
    <w:rsid w:val="00FF30DA"/>
    <w:rsid w:val="00FF36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30D7C"/>
    <w:pPr>
      <w:keepNext/>
      <w:numPr>
        <w:numId w:val="4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30D7C"/>
    <w:pPr>
      <w:numPr>
        <w:ilvl w:val="1"/>
      </w:numPr>
      <w:spacing w:before="200"/>
      <w:outlineLvl w:val="1"/>
    </w:pPr>
    <w:rPr>
      <w:caps w:val="0"/>
      <w:sz w:val="20"/>
    </w:rPr>
  </w:style>
  <w:style w:type="character" w:customStyle="1" w:styleId="Nadpis2-1Char">
    <w:name w:val="_Nadpis_2-1 Char"/>
    <w:basedOn w:val="Standardnpsmoodstavce"/>
    <w:link w:val="Nadpis2-1"/>
    <w:rsid w:val="00530D7C"/>
    <w:rPr>
      <w:rFonts w:ascii="Verdana" w:hAnsi="Verdana"/>
      <w:b/>
      <w:caps/>
      <w:sz w:val="22"/>
    </w:rPr>
  </w:style>
  <w:style w:type="paragraph" w:customStyle="1" w:styleId="Text2-1">
    <w:name w:val="_Text_2-1"/>
    <w:basedOn w:val="Odstavecseseznamem"/>
    <w:link w:val="Text2-1Char"/>
    <w:qFormat/>
    <w:rsid w:val="00530D7C"/>
    <w:pPr>
      <w:numPr>
        <w:ilvl w:val="2"/>
        <w:numId w:val="41"/>
      </w:numPr>
      <w:spacing w:after="120" w:line="264" w:lineRule="auto"/>
      <w:contextualSpacing w:val="0"/>
      <w:jc w:val="both"/>
    </w:pPr>
    <w:rPr>
      <w:sz w:val="18"/>
      <w:szCs w:val="18"/>
    </w:rPr>
  </w:style>
  <w:style w:type="character" w:customStyle="1" w:styleId="Nadpis2-2Char">
    <w:name w:val="_Nadpis_2-2 Char"/>
    <w:basedOn w:val="Nadpis2-1Char"/>
    <w:link w:val="Nadpis2-2"/>
    <w:rsid w:val="00530D7C"/>
    <w:rPr>
      <w:rFonts w:ascii="Verdana" w:hAnsi="Verdana"/>
      <w:b/>
      <w:caps w:val="0"/>
      <w:sz w:val="20"/>
    </w:rPr>
  </w:style>
  <w:style w:type="paragraph" w:customStyle="1" w:styleId="Titul1">
    <w:name w:val="_Titul_1"/>
    <w:basedOn w:val="Normln"/>
    <w:qFormat/>
    <w:rsid w:val="00530D7C"/>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30D7C"/>
    <w:rPr>
      <w:rFonts w:ascii="Verdana" w:hAnsi="Verdana"/>
    </w:rPr>
  </w:style>
  <w:style w:type="paragraph" w:customStyle="1" w:styleId="Titul2">
    <w:name w:val="_Titul_2"/>
    <w:basedOn w:val="Normln"/>
    <w:qFormat/>
    <w:rsid w:val="00530D7C"/>
    <w:pPr>
      <w:tabs>
        <w:tab w:val="left" w:pos="6796"/>
      </w:tabs>
      <w:spacing w:after="240" w:line="264" w:lineRule="auto"/>
    </w:pPr>
    <w:rPr>
      <w:b/>
      <w:sz w:val="36"/>
      <w:szCs w:val="32"/>
    </w:rPr>
  </w:style>
  <w:style w:type="paragraph" w:customStyle="1" w:styleId="Tituldatum">
    <w:name w:val="_Titul_datum"/>
    <w:basedOn w:val="Normln"/>
    <w:link w:val="TituldatumChar"/>
    <w:qFormat/>
    <w:rsid w:val="00530D7C"/>
    <w:pPr>
      <w:spacing w:after="240" w:line="264" w:lineRule="auto"/>
    </w:pPr>
    <w:rPr>
      <w:sz w:val="24"/>
      <w:szCs w:val="24"/>
    </w:rPr>
  </w:style>
  <w:style w:type="character" w:customStyle="1" w:styleId="TituldatumChar">
    <w:name w:val="_Titul_datum Char"/>
    <w:basedOn w:val="Standardnpsmoodstavce"/>
    <w:link w:val="Tituldatum"/>
    <w:rsid w:val="00530D7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30D7C"/>
    <w:pPr>
      <w:numPr>
        <w:ilvl w:val="2"/>
      </w:numPr>
    </w:pPr>
  </w:style>
  <w:style w:type="paragraph" w:customStyle="1" w:styleId="Text1-1">
    <w:name w:val="_Text_1-1"/>
    <w:basedOn w:val="Normln"/>
    <w:link w:val="Text1-1Char"/>
    <w:rsid w:val="00530D7C"/>
    <w:pPr>
      <w:numPr>
        <w:ilvl w:val="1"/>
        <w:numId w:val="39"/>
      </w:numPr>
      <w:spacing w:after="120" w:line="264" w:lineRule="auto"/>
      <w:jc w:val="both"/>
    </w:pPr>
    <w:rPr>
      <w:sz w:val="18"/>
      <w:szCs w:val="18"/>
    </w:rPr>
  </w:style>
  <w:style w:type="paragraph" w:customStyle="1" w:styleId="Nadpis1-1">
    <w:name w:val="_Nadpis_1-1"/>
    <w:basedOn w:val="Odstavecseseznamem"/>
    <w:next w:val="Normln"/>
    <w:link w:val="Nadpis1-1Char"/>
    <w:qFormat/>
    <w:rsid w:val="00530D7C"/>
    <w:pPr>
      <w:keepNext/>
      <w:numPr>
        <w:numId w:val="39"/>
      </w:numPr>
      <w:spacing w:before="280" w:after="120" w:line="264" w:lineRule="auto"/>
      <w:outlineLvl w:val="0"/>
    </w:pPr>
    <w:rPr>
      <w:b/>
      <w:caps/>
      <w:sz w:val="22"/>
      <w:szCs w:val="18"/>
    </w:rPr>
  </w:style>
  <w:style w:type="paragraph" w:customStyle="1" w:styleId="Odrka1-1">
    <w:name w:val="_Odrážka_1-1_•"/>
    <w:basedOn w:val="Normln"/>
    <w:link w:val="Odrka1-1Char"/>
    <w:qFormat/>
    <w:rsid w:val="00530D7C"/>
    <w:pPr>
      <w:numPr>
        <w:numId w:val="32"/>
      </w:numPr>
      <w:spacing w:after="80" w:line="264" w:lineRule="auto"/>
      <w:jc w:val="both"/>
    </w:pPr>
    <w:rPr>
      <w:sz w:val="18"/>
      <w:szCs w:val="18"/>
    </w:rPr>
  </w:style>
  <w:style w:type="character" w:customStyle="1" w:styleId="Text1-1Char">
    <w:name w:val="_Text_1-1 Char"/>
    <w:basedOn w:val="Standardnpsmoodstavce"/>
    <w:link w:val="Text1-1"/>
    <w:rsid w:val="00530D7C"/>
    <w:rPr>
      <w:rFonts w:ascii="Verdana" w:hAnsi="Verdana"/>
    </w:rPr>
  </w:style>
  <w:style w:type="character" w:customStyle="1" w:styleId="Nadpis1-1Char">
    <w:name w:val="_Nadpis_1-1 Char"/>
    <w:basedOn w:val="Standardnpsmoodstavce"/>
    <w:link w:val="Nadpis1-1"/>
    <w:rsid w:val="00530D7C"/>
    <w:rPr>
      <w:rFonts w:ascii="Verdana" w:hAnsi="Verdana"/>
      <w:b/>
      <w:caps/>
      <w:sz w:val="22"/>
    </w:rPr>
  </w:style>
  <w:style w:type="character" w:customStyle="1" w:styleId="Text1-2Char">
    <w:name w:val="_Text_1-2 Char"/>
    <w:basedOn w:val="Text1-1Char"/>
    <w:link w:val="Text1-2"/>
    <w:rsid w:val="00530D7C"/>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30D7C"/>
    <w:rPr>
      <w:rFonts w:ascii="Verdana" w:hAnsi="Verdana"/>
    </w:rPr>
  </w:style>
  <w:style w:type="paragraph" w:customStyle="1" w:styleId="Odrka1-2-">
    <w:name w:val="_Odrážka_1-2_-"/>
    <w:basedOn w:val="Odrka1-1"/>
    <w:qFormat/>
    <w:rsid w:val="00530D7C"/>
    <w:pPr>
      <w:numPr>
        <w:ilvl w:val="1"/>
      </w:numPr>
    </w:pPr>
  </w:style>
  <w:style w:type="paragraph" w:customStyle="1" w:styleId="Odrka1-3">
    <w:name w:val="_Odrážka_1-3_·"/>
    <w:basedOn w:val="Odrka1-2-"/>
    <w:qFormat/>
    <w:rsid w:val="00530D7C"/>
    <w:pPr>
      <w:numPr>
        <w:ilvl w:val="2"/>
      </w:numPr>
    </w:pPr>
  </w:style>
  <w:style w:type="paragraph" w:customStyle="1" w:styleId="Odstavec1-1a">
    <w:name w:val="_Odstavec_1-1_a)"/>
    <w:basedOn w:val="Normln"/>
    <w:link w:val="Odstavec1-1aChar"/>
    <w:qFormat/>
    <w:rsid w:val="00530D7C"/>
    <w:pPr>
      <w:numPr>
        <w:numId w:val="36"/>
      </w:numPr>
      <w:spacing w:after="80" w:line="264" w:lineRule="auto"/>
      <w:jc w:val="both"/>
    </w:pPr>
    <w:rPr>
      <w:sz w:val="18"/>
      <w:szCs w:val="18"/>
    </w:rPr>
  </w:style>
  <w:style w:type="paragraph" w:customStyle="1" w:styleId="Odstavec1-2i">
    <w:name w:val="_Odstavec_1-2_(i)"/>
    <w:basedOn w:val="Odstavec1-1a"/>
    <w:qFormat/>
    <w:rsid w:val="00530D7C"/>
    <w:pPr>
      <w:numPr>
        <w:ilvl w:val="1"/>
      </w:numPr>
    </w:pPr>
  </w:style>
  <w:style w:type="paragraph" w:customStyle="1" w:styleId="Odstavec1-31">
    <w:name w:val="_Odstavec_1-3_1)"/>
    <w:basedOn w:val="Odstavec1-2i"/>
    <w:qFormat/>
    <w:rsid w:val="00530D7C"/>
    <w:pPr>
      <w:numPr>
        <w:ilvl w:val="2"/>
      </w:numPr>
    </w:pPr>
  </w:style>
  <w:style w:type="paragraph" w:customStyle="1" w:styleId="Textbezslovn">
    <w:name w:val="_Text_bez_číslování"/>
    <w:basedOn w:val="Normln"/>
    <w:link w:val="TextbezslovnChar"/>
    <w:qFormat/>
    <w:rsid w:val="00530D7C"/>
    <w:pPr>
      <w:spacing w:after="120" w:line="264" w:lineRule="auto"/>
      <w:ind w:left="737"/>
      <w:jc w:val="both"/>
    </w:pPr>
    <w:rPr>
      <w:sz w:val="18"/>
      <w:szCs w:val="18"/>
    </w:rPr>
  </w:style>
  <w:style w:type="paragraph" w:customStyle="1" w:styleId="Zpatvlevo">
    <w:name w:val="_Zápatí_vlevo"/>
    <w:basedOn w:val="Zpatvpravo"/>
    <w:qFormat/>
    <w:rsid w:val="00530D7C"/>
    <w:pPr>
      <w:jc w:val="left"/>
    </w:pPr>
  </w:style>
  <w:style w:type="character" w:customStyle="1" w:styleId="Tun">
    <w:name w:val="_Tučně"/>
    <w:basedOn w:val="Standardnpsmoodstavce"/>
    <w:qFormat/>
    <w:rsid w:val="00530D7C"/>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30D7C"/>
    <w:pPr>
      <w:numPr>
        <w:ilvl w:val="3"/>
      </w:numPr>
    </w:pPr>
  </w:style>
  <w:style w:type="character" w:customStyle="1" w:styleId="Text2-2Char">
    <w:name w:val="_Text_2-2 Char"/>
    <w:basedOn w:val="Text2-1Char"/>
    <w:link w:val="Text2-2"/>
    <w:rsid w:val="00530D7C"/>
    <w:rPr>
      <w:rFonts w:ascii="Verdana" w:hAnsi="Verdana"/>
    </w:rPr>
  </w:style>
  <w:style w:type="paragraph" w:customStyle="1" w:styleId="Zkratky1">
    <w:name w:val="_Zkratky_1"/>
    <w:basedOn w:val="Normln"/>
    <w:qFormat/>
    <w:rsid w:val="00530D7C"/>
    <w:pPr>
      <w:tabs>
        <w:tab w:val="right" w:leader="dot" w:pos="1134"/>
      </w:tabs>
      <w:spacing w:after="0" w:line="240" w:lineRule="auto"/>
    </w:pPr>
    <w:rPr>
      <w:b/>
      <w:sz w:val="16"/>
      <w:szCs w:val="18"/>
    </w:rPr>
  </w:style>
  <w:style w:type="paragraph" w:customStyle="1" w:styleId="Seznam1">
    <w:name w:val="_Seznam_[1]"/>
    <w:basedOn w:val="Normln"/>
    <w:qFormat/>
    <w:rsid w:val="00530D7C"/>
    <w:pPr>
      <w:numPr>
        <w:numId w:val="37"/>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30D7C"/>
    <w:pPr>
      <w:spacing w:after="0" w:line="240" w:lineRule="auto"/>
    </w:pPr>
    <w:rPr>
      <w:sz w:val="16"/>
      <w:szCs w:val="16"/>
    </w:rPr>
  </w:style>
  <w:style w:type="character" w:customStyle="1" w:styleId="Tun-ZRUIT">
    <w:name w:val="_Tučně-ZRUŠIT"/>
    <w:basedOn w:val="Standardnpsmoodstavce"/>
    <w:qFormat/>
    <w:rsid w:val="00530D7C"/>
    <w:rPr>
      <w:b w:val="0"/>
      <w:i w:val="0"/>
    </w:rPr>
  </w:style>
  <w:style w:type="paragraph" w:customStyle="1" w:styleId="Nadpisbezsl1-1">
    <w:name w:val="_Nadpis_bez_čísl_1-1"/>
    <w:next w:val="Nadpisbezsl1-2"/>
    <w:qFormat/>
    <w:rsid w:val="00530D7C"/>
    <w:pPr>
      <w:keepNext/>
      <w:spacing w:before="280" w:after="120"/>
    </w:pPr>
    <w:rPr>
      <w:rFonts w:ascii="Verdana" w:hAnsi="Verdana"/>
      <w:b/>
      <w:caps/>
      <w:sz w:val="22"/>
    </w:rPr>
  </w:style>
  <w:style w:type="paragraph" w:customStyle="1" w:styleId="Nadpisbezsl1-2">
    <w:name w:val="_Nadpis_bez_čísl_1-2"/>
    <w:next w:val="Text2-1"/>
    <w:qFormat/>
    <w:rsid w:val="00530D7C"/>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30D7C"/>
    <w:pPr>
      <w:spacing w:after="120" w:line="264" w:lineRule="auto"/>
      <w:jc w:val="both"/>
    </w:pPr>
    <w:rPr>
      <w:sz w:val="18"/>
      <w:szCs w:val="18"/>
    </w:rPr>
  </w:style>
  <w:style w:type="character" w:customStyle="1" w:styleId="TextbezodsazenChar">
    <w:name w:val="_Text_bez_odsazení Char"/>
    <w:basedOn w:val="Standardnpsmoodstavce"/>
    <w:link w:val="Textbezodsazen"/>
    <w:rsid w:val="00530D7C"/>
    <w:rPr>
      <w:rFonts w:ascii="Verdana" w:hAnsi="Verdana"/>
    </w:rPr>
  </w:style>
  <w:style w:type="paragraph" w:customStyle="1" w:styleId="ZTPinfo-text">
    <w:name w:val="_ZTP_info-text"/>
    <w:basedOn w:val="Textbezslovn"/>
    <w:link w:val="ZTPinfo-textChar"/>
    <w:qFormat/>
    <w:rsid w:val="00530D7C"/>
    <w:pPr>
      <w:ind w:left="0"/>
    </w:pPr>
    <w:rPr>
      <w:i/>
      <w:color w:val="00A1E0"/>
    </w:rPr>
  </w:style>
  <w:style w:type="character" w:customStyle="1" w:styleId="ZTPinfo-textChar">
    <w:name w:val="_ZTP_info-text Char"/>
    <w:basedOn w:val="Standardnpsmoodstavce"/>
    <w:link w:val="ZTPinfo-text"/>
    <w:rsid w:val="00530D7C"/>
    <w:rPr>
      <w:rFonts w:ascii="Verdana" w:hAnsi="Verdana"/>
      <w:i/>
      <w:color w:val="00A1E0"/>
    </w:rPr>
  </w:style>
  <w:style w:type="paragraph" w:customStyle="1" w:styleId="ZTPinfo-text-odr">
    <w:name w:val="_ZTP_info-text-odr"/>
    <w:basedOn w:val="ZTPinfo-text"/>
    <w:link w:val="ZTPinfo-text-odrChar"/>
    <w:qFormat/>
    <w:rsid w:val="00530D7C"/>
    <w:pPr>
      <w:numPr>
        <w:numId w:val="43"/>
      </w:numPr>
    </w:pPr>
  </w:style>
  <w:style w:type="character" w:customStyle="1" w:styleId="ZTPinfo-text-odrChar">
    <w:name w:val="_ZTP_info-text-odr Char"/>
    <w:basedOn w:val="ZTPinfo-textChar"/>
    <w:link w:val="ZTPinfo-text-odr"/>
    <w:rsid w:val="00530D7C"/>
    <w:rPr>
      <w:rFonts w:ascii="Verdana" w:hAnsi="Verdana"/>
      <w:i/>
      <w:color w:val="00A1E0"/>
    </w:rPr>
  </w:style>
  <w:style w:type="paragraph" w:customStyle="1" w:styleId="Tabulka">
    <w:name w:val="_Tabulka"/>
    <w:basedOn w:val="Normln"/>
    <w:qFormat/>
    <w:rsid w:val="00530D7C"/>
    <w:pPr>
      <w:spacing w:before="40" w:after="40" w:line="240" w:lineRule="auto"/>
      <w:jc w:val="both"/>
    </w:pPr>
    <w:rPr>
      <w:sz w:val="18"/>
      <w:szCs w:val="18"/>
    </w:rPr>
  </w:style>
  <w:style w:type="paragraph" w:customStyle="1" w:styleId="Odrka1-4">
    <w:name w:val="_Odrážka_1-4_•"/>
    <w:basedOn w:val="Odrka1-1"/>
    <w:qFormat/>
    <w:rsid w:val="00530D7C"/>
    <w:pPr>
      <w:numPr>
        <w:ilvl w:val="3"/>
      </w:numPr>
    </w:pPr>
  </w:style>
  <w:style w:type="character" w:customStyle="1" w:styleId="Odstavec1-1aChar">
    <w:name w:val="_Odstavec_1-1_a) Char"/>
    <w:basedOn w:val="Standardnpsmoodstavce"/>
    <w:link w:val="Odstavec1-1a"/>
    <w:rsid w:val="00530D7C"/>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30D7C"/>
    <w:rPr>
      <w:rFonts w:ascii="Verdana" w:hAnsi="Verdana"/>
      <w:b/>
      <w:sz w:val="36"/>
    </w:rPr>
  </w:style>
  <w:style w:type="paragraph" w:customStyle="1" w:styleId="Zpatvpravo">
    <w:name w:val="_Zápatí_vpravo"/>
    <w:qFormat/>
    <w:rsid w:val="00530D7C"/>
    <w:pPr>
      <w:spacing w:after="0" w:line="240" w:lineRule="auto"/>
      <w:jc w:val="right"/>
    </w:pPr>
    <w:rPr>
      <w:rFonts w:ascii="Verdana" w:hAnsi="Verdana"/>
      <w:sz w:val="12"/>
    </w:rPr>
  </w:style>
  <w:style w:type="character" w:customStyle="1" w:styleId="Nzevakce">
    <w:name w:val="_Název_akce"/>
    <w:basedOn w:val="Standardnpsmoodstavce"/>
    <w:qFormat/>
    <w:rsid w:val="00530D7C"/>
    <w:rPr>
      <w:rFonts w:ascii="Verdana" w:hAnsi="Verdana"/>
      <w:b/>
      <w:sz w:val="36"/>
    </w:rPr>
  </w:style>
  <w:style w:type="character" w:customStyle="1" w:styleId="TextbezslovnChar">
    <w:name w:val="_Text_bez_číslování Char"/>
    <w:basedOn w:val="Standardnpsmoodstavce"/>
    <w:link w:val="Textbezslovn"/>
    <w:rsid w:val="00530D7C"/>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30D7C"/>
    <w:pPr>
      <w:numPr>
        <w:ilvl w:val="1"/>
      </w:numPr>
      <w:spacing w:after="80"/>
      <w:contextualSpacing/>
    </w:pPr>
  </w:style>
  <w:style w:type="character" w:customStyle="1" w:styleId="ZTPinfo-text-odrChar0">
    <w:name w:val="_ZTP_info-text-odr_• Char"/>
    <w:basedOn w:val="ZTPinfo-text-odrChar"/>
    <w:link w:val="ZTPinfo-text-odr0"/>
    <w:rsid w:val="00530D7C"/>
    <w:rPr>
      <w:rFonts w:ascii="Verdana" w:hAnsi="Verdana"/>
      <w:i/>
      <w:color w:val="00A1E0"/>
    </w:rPr>
  </w:style>
  <w:style w:type="paragraph" w:customStyle="1" w:styleId="Tabulka-9">
    <w:name w:val="_Tabulka-9"/>
    <w:basedOn w:val="Textbezodsazen"/>
    <w:qFormat/>
    <w:rsid w:val="00530D7C"/>
    <w:pPr>
      <w:spacing w:before="40" w:after="40" w:line="240" w:lineRule="auto"/>
      <w:jc w:val="left"/>
    </w:pPr>
  </w:style>
  <w:style w:type="paragraph" w:customStyle="1" w:styleId="Tabulka-8">
    <w:name w:val="_Tabulka-8"/>
    <w:basedOn w:val="Tabulka-9"/>
    <w:qFormat/>
    <w:rsid w:val="00530D7C"/>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30D7C"/>
    <w:pPr>
      <w:numPr>
        <w:ilvl w:val="3"/>
      </w:numPr>
    </w:pPr>
  </w:style>
  <w:style w:type="character" w:customStyle="1" w:styleId="Odstavec1-4aChar">
    <w:name w:val="_Odstavec_1-4_(a) Char"/>
    <w:basedOn w:val="Odstavec1-1aChar"/>
    <w:link w:val="Odstavec1-4a"/>
    <w:rsid w:val="00530D7C"/>
    <w:rPr>
      <w:rFonts w:ascii="Verdana" w:hAnsi="Verdana"/>
    </w:rPr>
  </w:style>
  <w:style w:type="table" w:customStyle="1" w:styleId="TabulkaS-zahlzap">
    <w:name w:val="_Tabulka_SŽ-zahl+zap"/>
    <w:basedOn w:val="Mkatabulky"/>
    <w:uiPriority w:val="99"/>
    <w:rsid w:val="00530D7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30D7C"/>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30D7C"/>
    <w:pPr>
      <w:spacing w:before="20" w:after="20"/>
    </w:pPr>
    <w:rPr>
      <w:sz w:val="14"/>
    </w:rPr>
  </w:style>
  <w:style w:type="table" w:customStyle="1" w:styleId="TKPTabulka">
    <w:name w:val="_TKP_Tabulka"/>
    <w:basedOn w:val="Normlntabulka"/>
    <w:uiPriority w:val="99"/>
    <w:rsid w:val="00530D7C"/>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30D7C"/>
    <w:pPr>
      <w:numPr>
        <w:ilvl w:val="4"/>
      </w:numPr>
      <w:spacing w:after="40"/>
    </w:pPr>
  </w:style>
  <w:style w:type="character" w:customStyle="1" w:styleId="Odrka1-5-Char">
    <w:name w:val="_Odrážka_1-5_- Char"/>
    <w:basedOn w:val="Standardnpsmoodstavce"/>
    <w:link w:val="Odrka1-5-"/>
    <w:rsid w:val="00530D7C"/>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30D7C"/>
    <w:pPr>
      <w:keepNext/>
      <w:numPr>
        <w:numId w:val="4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30D7C"/>
    <w:pPr>
      <w:numPr>
        <w:ilvl w:val="1"/>
      </w:numPr>
      <w:spacing w:before="200"/>
      <w:outlineLvl w:val="1"/>
    </w:pPr>
    <w:rPr>
      <w:caps w:val="0"/>
      <w:sz w:val="20"/>
    </w:rPr>
  </w:style>
  <w:style w:type="character" w:customStyle="1" w:styleId="Nadpis2-1Char">
    <w:name w:val="_Nadpis_2-1 Char"/>
    <w:basedOn w:val="Standardnpsmoodstavce"/>
    <w:link w:val="Nadpis2-1"/>
    <w:rsid w:val="00530D7C"/>
    <w:rPr>
      <w:rFonts w:ascii="Verdana" w:hAnsi="Verdana"/>
      <w:b/>
      <w:caps/>
      <w:sz w:val="22"/>
    </w:rPr>
  </w:style>
  <w:style w:type="paragraph" w:customStyle="1" w:styleId="Text2-1">
    <w:name w:val="_Text_2-1"/>
    <w:basedOn w:val="Odstavecseseznamem"/>
    <w:link w:val="Text2-1Char"/>
    <w:qFormat/>
    <w:rsid w:val="00530D7C"/>
    <w:pPr>
      <w:numPr>
        <w:ilvl w:val="2"/>
        <w:numId w:val="41"/>
      </w:numPr>
      <w:spacing w:after="120" w:line="264" w:lineRule="auto"/>
      <w:contextualSpacing w:val="0"/>
      <w:jc w:val="both"/>
    </w:pPr>
    <w:rPr>
      <w:sz w:val="18"/>
      <w:szCs w:val="18"/>
    </w:rPr>
  </w:style>
  <w:style w:type="character" w:customStyle="1" w:styleId="Nadpis2-2Char">
    <w:name w:val="_Nadpis_2-2 Char"/>
    <w:basedOn w:val="Nadpis2-1Char"/>
    <w:link w:val="Nadpis2-2"/>
    <w:rsid w:val="00530D7C"/>
    <w:rPr>
      <w:rFonts w:ascii="Verdana" w:hAnsi="Verdana"/>
      <w:b/>
      <w:caps w:val="0"/>
      <w:sz w:val="20"/>
    </w:rPr>
  </w:style>
  <w:style w:type="paragraph" w:customStyle="1" w:styleId="Titul1">
    <w:name w:val="_Titul_1"/>
    <w:basedOn w:val="Normln"/>
    <w:qFormat/>
    <w:rsid w:val="00530D7C"/>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30D7C"/>
    <w:rPr>
      <w:rFonts w:ascii="Verdana" w:hAnsi="Verdana"/>
    </w:rPr>
  </w:style>
  <w:style w:type="paragraph" w:customStyle="1" w:styleId="Titul2">
    <w:name w:val="_Titul_2"/>
    <w:basedOn w:val="Normln"/>
    <w:qFormat/>
    <w:rsid w:val="00530D7C"/>
    <w:pPr>
      <w:tabs>
        <w:tab w:val="left" w:pos="6796"/>
      </w:tabs>
      <w:spacing w:after="240" w:line="264" w:lineRule="auto"/>
    </w:pPr>
    <w:rPr>
      <w:b/>
      <w:sz w:val="36"/>
      <w:szCs w:val="32"/>
    </w:rPr>
  </w:style>
  <w:style w:type="paragraph" w:customStyle="1" w:styleId="Tituldatum">
    <w:name w:val="_Titul_datum"/>
    <w:basedOn w:val="Normln"/>
    <w:link w:val="TituldatumChar"/>
    <w:qFormat/>
    <w:rsid w:val="00530D7C"/>
    <w:pPr>
      <w:spacing w:after="240" w:line="264" w:lineRule="auto"/>
    </w:pPr>
    <w:rPr>
      <w:sz w:val="24"/>
      <w:szCs w:val="24"/>
    </w:rPr>
  </w:style>
  <w:style w:type="character" w:customStyle="1" w:styleId="TituldatumChar">
    <w:name w:val="_Titul_datum Char"/>
    <w:basedOn w:val="Standardnpsmoodstavce"/>
    <w:link w:val="Tituldatum"/>
    <w:rsid w:val="00530D7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30D7C"/>
    <w:pPr>
      <w:numPr>
        <w:ilvl w:val="2"/>
      </w:numPr>
    </w:pPr>
  </w:style>
  <w:style w:type="paragraph" w:customStyle="1" w:styleId="Text1-1">
    <w:name w:val="_Text_1-1"/>
    <w:basedOn w:val="Normln"/>
    <w:link w:val="Text1-1Char"/>
    <w:rsid w:val="00530D7C"/>
    <w:pPr>
      <w:numPr>
        <w:ilvl w:val="1"/>
        <w:numId w:val="39"/>
      </w:numPr>
      <w:spacing w:after="120" w:line="264" w:lineRule="auto"/>
      <w:jc w:val="both"/>
    </w:pPr>
    <w:rPr>
      <w:sz w:val="18"/>
      <w:szCs w:val="18"/>
    </w:rPr>
  </w:style>
  <w:style w:type="paragraph" w:customStyle="1" w:styleId="Nadpis1-1">
    <w:name w:val="_Nadpis_1-1"/>
    <w:basedOn w:val="Odstavecseseznamem"/>
    <w:next w:val="Normln"/>
    <w:link w:val="Nadpis1-1Char"/>
    <w:qFormat/>
    <w:rsid w:val="00530D7C"/>
    <w:pPr>
      <w:keepNext/>
      <w:numPr>
        <w:numId w:val="39"/>
      </w:numPr>
      <w:spacing w:before="280" w:after="120" w:line="264" w:lineRule="auto"/>
      <w:outlineLvl w:val="0"/>
    </w:pPr>
    <w:rPr>
      <w:b/>
      <w:caps/>
      <w:sz w:val="22"/>
      <w:szCs w:val="18"/>
    </w:rPr>
  </w:style>
  <w:style w:type="paragraph" w:customStyle="1" w:styleId="Odrka1-1">
    <w:name w:val="_Odrážka_1-1_•"/>
    <w:basedOn w:val="Normln"/>
    <w:link w:val="Odrka1-1Char"/>
    <w:qFormat/>
    <w:rsid w:val="00530D7C"/>
    <w:pPr>
      <w:numPr>
        <w:numId w:val="32"/>
      </w:numPr>
      <w:spacing w:after="80" w:line="264" w:lineRule="auto"/>
      <w:jc w:val="both"/>
    </w:pPr>
    <w:rPr>
      <w:sz w:val="18"/>
      <w:szCs w:val="18"/>
    </w:rPr>
  </w:style>
  <w:style w:type="character" w:customStyle="1" w:styleId="Text1-1Char">
    <w:name w:val="_Text_1-1 Char"/>
    <w:basedOn w:val="Standardnpsmoodstavce"/>
    <w:link w:val="Text1-1"/>
    <w:rsid w:val="00530D7C"/>
    <w:rPr>
      <w:rFonts w:ascii="Verdana" w:hAnsi="Verdana"/>
    </w:rPr>
  </w:style>
  <w:style w:type="character" w:customStyle="1" w:styleId="Nadpis1-1Char">
    <w:name w:val="_Nadpis_1-1 Char"/>
    <w:basedOn w:val="Standardnpsmoodstavce"/>
    <w:link w:val="Nadpis1-1"/>
    <w:rsid w:val="00530D7C"/>
    <w:rPr>
      <w:rFonts w:ascii="Verdana" w:hAnsi="Verdana"/>
      <w:b/>
      <w:caps/>
      <w:sz w:val="22"/>
    </w:rPr>
  </w:style>
  <w:style w:type="character" w:customStyle="1" w:styleId="Text1-2Char">
    <w:name w:val="_Text_1-2 Char"/>
    <w:basedOn w:val="Text1-1Char"/>
    <w:link w:val="Text1-2"/>
    <w:rsid w:val="00530D7C"/>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30D7C"/>
    <w:rPr>
      <w:rFonts w:ascii="Verdana" w:hAnsi="Verdana"/>
    </w:rPr>
  </w:style>
  <w:style w:type="paragraph" w:customStyle="1" w:styleId="Odrka1-2-">
    <w:name w:val="_Odrážka_1-2_-"/>
    <w:basedOn w:val="Odrka1-1"/>
    <w:qFormat/>
    <w:rsid w:val="00530D7C"/>
    <w:pPr>
      <w:numPr>
        <w:ilvl w:val="1"/>
      </w:numPr>
    </w:pPr>
  </w:style>
  <w:style w:type="paragraph" w:customStyle="1" w:styleId="Odrka1-3">
    <w:name w:val="_Odrážka_1-3_·"/>
    <w:basedOn w:val="Odrka1-2-"/>
    <w:qFormat/>
    <w:rsid w:val="00530D7C"/>
    <w:pPr>
      <w:numPr>
        <w:ilvl w:val="2"/>
      </w:numPr>
    </w:pPr>
  </w:style>
  <w:style w:type="paragraph" w:customStyle="1" w:styleId="Odstavec1-1a">
    <w:name w:val="_Odstavec_1-1_a)"/>
    <w:basedOn w:val="Normln"/>
    <w:link w:val="Odstavec1-1aChar"/>
    <w:qFormat/>
    <w:rsid w:val="00530D7C"/>
    <w:pPr>
      <w:numPr>
        <w:numId w:val="36"/>
      </w:numPr>
      <w:spacing w:after="80" w:line="264" w:lineRule="auto"/>
      <w:jc w:val="both"/>
    </w:pPr>
    <w:rPr>
      <w:sz w:val="18"/>
      <w:szCs w:val="18"/>
    </w:rPr>
  </w:style>
  <w:style w:type="paragraph" w:customStyle="1" w:styleId="Odstavec1-2i">
    <w:name w:val="_Odstavec_1-2_(i)"/>
    <w:basedOn w:val="Odstavec1-1a"/>
    <w:qFormat/>
    <w:rsid w:val="00530D7C"/>
    <w:pPr>
      <w:numPr>
        <w:ilvl w:val="1"/>
      </w:numPr>
    </w:pPr>
  </w:style>
  <w:style w:type="paragraph" w:customStyle="1" w:styleId="Odstavec1-31">
    <w:name w:val="_Odstavec_1-3_1)"/>
    <w:basedOn w:val="Odstavec1-2i"/>
    <w:qFormat/>
    <w:rsid w:val="00530D7C"/>
    <w:pPr>
      <w:numPr>
        <w:ilvl w:val="2"/>
      </w:numPr>
    </w:pPr>
  </w:style>
  <w:style w:type="paragraph" w:customStyle="1" w:styleId="Textbezslovn">
    <w:name w:val="_Text_bez_číslování"/>
    <w:basedOn w:val="Normln"/>
    <w:link w:val="TextbezslovnChar"/>
    <w:qFormat/>
    <w:rsid w:val="00530D7C"/>
    <w:pPr>
      <w:spacing w:after="120" w:line="264" w:lineRule="auto"/>
      <w:ind w:left="737"/>
      <w:jc w:val="both"/>
    </w:pPr>
    <w:rPr>
      <w:sz w:val="18"/>
      <w:szCs w:val="18"/>
    </w:rPr>
  </w:style>
  <w:style w:type="paragraph" w:customStyle="1" w:styleId="Zpatvlevo">
    <w:name w:val="_Zápatí_vlevo"/>
    <w:basedOn w:val="Zpatvpravo"/>
    <w:qFormat/>
    <w:rsid w:val="00530D7C"/>
    <w:pPr>
      <w:jc w:val="left"/>
    </w:pPr>
  </w:style>
  <w:style w:type="character" w:customStyle="1" w:styleId="Tun">
    <w:name w:val="_Tučně"/>
    <w:basedOn w:val="Standardnpsmoodstavce"/>
    <w:qFormat/>
    <w:rsid w:val="00530D7C"/>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30D7C"/>
    <w:pPr>
      <w:numPr>
        <w:ilvl w:val="3"/>
      </w:numPr>
    </w:pPr>
  </w:style>
  <w:style w:type="character" w:customStyle="1" w:styleId="Text2-2Char">
    <w:name w:val="_Text_2-2 Char"/>
    <w:basedOn w:val="Text2-1Char"/>
    <w:link w:val="Text2-2"/>
    <w:rsid w:val="00530D7C"/>
    <w:rPr>
      <w:rFonts w:ascii="Verdana" w:hAnsi="Verdana"/>
    </w:rPr>
  </w:style>
  <w:style w:type="paragraph" w:customStyle="1" w:styleId="Zkratky1">
    <w:name w:val="_Zkratky_1"/>
    <w:basedOn w:val="Normln"/>
    <w:qFormat/>
    <w:rsid w:val="00530D7C"/>
    <w:pPr>
      <w:tabs>
        <w:tab w:val="right" w:leader="dot" w:pos="1134"/>
      </w:tabs>
      <w:spacing w:after="0" w:line="240" w:lineRule="auto"/>
    </w:pPr>
    <w:rPr>
      <w:b/>
      <w:sz w:val="16"/>
      <w:szCs w:val="18"/>
    </w:rPr>
  </w:style>
  <w:style w:type="paragraph" w:customStyle="1" w:styleId="Seznam1">
    <w:name w:val="_Seznam_[1]"/>
    <w:basedOn w:val="Normln"/>
    <w:qFormat/>
    <w:rsid w:val="00530D7C"/>
    <w:pPr>
      <w:numPr>
        <w:numId w:val="37"/>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30D7C"/>
    <w:pPr>
      <w:spacing w:after="0" w:line="240" w:lineRule="auto"/>
    </w:pPr>
    <w:rPr>
      <w:sz w:val="16"/>
      <w:szCs w:val="16"/>
    </w:rPr>
  </w:style>
  <w:style w:type="character" w:customStyle="1" w:styleId="Tun-ZRUIT">
    <w:name w:val="_Tučně-ZRUŠIT"/>
    <w:basedOn w:val="Standardnpsmoodstavce"/>
    <w:qFormat/>
    <w:rsid w:val="00530D7C"/>
    <w:rPr>
      <w:b w:val="0"/>
      <w:i w:val="0"/>
    </w:rPr>
  </w:style>
  <w:style w:type="paragraph" w:customStyle="1" w:styleId="Nadpisbezsl1-1">
    <w:name w:val="_Nadpis_bez_čísl_1-1"/>
    <w:next w:val="Nadpisbezsl1-2"/>
    <w:qFormat/>
    <w:rsid w:val="00530D7C"/>
    <w:pPr>
      <w:keepNext/>
      <w:spacing w:before="280" w:after="120"/>
    </w:pPr>
    <w:rPr>
      <w:rFonts w:ascii="Verdana" w:hAnsi="Verdana"/>
      <w:b/>
      <w:caps/>
      <w:sz w:val="22"/>
    </w:rPr>
  </w:style>
  <w:style w:type="paragraph" w:customStyle="1" w:styleId="Nadpisbezsl1-2">
    <w:name w:val="_Nadpis_bez_čísl_1-2"/>
    <w:next w:val="Text2-1"/>
    <w:qFormat/>
    <w:rsid w:val="00530D7C"/>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30D7C"/>
    <w:pPr>
      <w:spacing w:after="120" w:line="264" w:lineRule="auto"/>
      <w:jc w:val="both"/>
    </w:pPr>
    <w:rPr>
      <w:sz w:val="18"/>
      <w:szCs w:val="18"/>
    </w:rPr>
  </w:style>
  <w:style w:type="character" w:customStyle="1" w:styleId="TextbezodsazenChar">
    <w:name w:val="_Text_bez_odsazení Char"/>
    <w:basedOn w:val="Standardnpsmoodstavce"/>
    <w:link w:val="Textbezodsazen"/>
    <w:rsid w:val="00530D7C"/>
    <w:rPr>
      <w:rFonts w:ascii="Verdana" w:hAnsi="Verdana"/>
    </w:rPr>
  </w:style>
  <w:style w:type="paragraph" w:customStyle="1" w:styleId="ZTPinfo-text">
    <w:name w:val="_ZTP_info-text"/>
    <w:basedOn w:val="Textbezslovn"/>
    <w:link w:val="ZTPinfo-textChar"/>
    <w:qFormat/>
    <w:rsid w:val="00530D7C"/>
    <w:pPr>
      <w:ind w:left="0"/>
    </w:pPr>
    <w:rPr>
      <w:i/>
      <w:color w:val="00A1E0"/>
    </w:rPr>
  </w:style>
  <w:style w:type="character" w:customStyle="1" w:styleId="ZTPinfo-textChar">
    <w:name w:val="_ZTP_info-text Char"/>
    <w:basedOn w:val="Standardnpsmoodstavce"/>
    <w:link w:val="ZTPinfo-text"/>
    <w:rsid w:val="00530D7C"/>
    <w:rPr>
      <w:rFonts w:ascii="Verdana" w:hAnsi="Verdana"/>
      <w:i/>
      <w:color w:val="00A1E0"/>
    </w:rPr>
  </w:style>
  <w:style w:type="paragraph" w:customStyle="1" w:styleId="ZTPinfo-text-odr">
    <w:name w:val="_ZTP_info-text-odr"/>
    <w:basedOn w:val="ZTPinfo-text"/>
    <w:link w:val="ZTPinfo-text-odrChar"/>
    <w:qFormat/>
    <w:rsid w:val="00530D7C"/>
    <w:pPr>
      <w:numPr>
        <w:numId w:val="43"/>
      </w:numPr>
    </w:pPr>
  </w:style>
  <w:style w:type="character" w:customStyle="1" w:styleId="ZTPinfo-text-odrChar">
    <w:name w:val="_ZTP_info-text-odr Char"/>
    <w:basedOn w:val="ZTPinfo-textChar"/>
    <w:link w:val="ZTPinfo-text-odr"/>
    <w:rsid w:val="00530D7C"/>
    <w:rPr>
      <w:rFonts w:ascii="Verdana" w:hAnsi="Verdana"/>
      <w:i/>
      <w:color w:val="00A1E0"/>
    </w:rPr>
  </w:style>
  <w:style w:type="paragraph" w:customStyle="1" w:styleId="Tabulka">
    <w:name w:val="_Tabulka"/>
    <w:basedOn w:val="Normln"/>
    <w:qFormat/>
    <w:rsid w:val="00530D7C"/>
    <w:pPr>
      <w:spacing w:before="40" w:after="40" w:line="240" w:lineRule="auto"/>
      <w:jc w:val="both"/>
    </w:pPr>
    <w:rPr>
      <w:sz w:val="18"/>
      <w:szCs w:val="18"/>
    </w:rPr>
  </w:style>
  <w:style w:type="paragraph" w:customStyle="1" w:styleId="Odrka1-4">
    <w:name w:val="_Odrážka_1-4_•"/>
    <w:basedOn w:val="Odrka1-1"/>
    <w:qFormat/>
    <w:rsid w:val="00530D7C"/>
    <w:pPr>
      <w:numPr>
        <w:ilvl w:val="3"/>
      </w:numPr>
    </w:pPr>
  </w:style>
  <w:style w:type="character" w:customStyle="1" w:styleId="Odstavec1-1aChar">
    <w:name w:val="_Odstavec_1-1_a) Char"/>
    <w:basedOn w:val="Standardnpsmoodstavce"/>
    <w:link w:val="Odstavec1-1a"/>
    <w:rsid w:val="00530D7C"/>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30D7C"/>
    <w:rPr>
      <w:rFonts w:ascii="Verdana" w:hAnsi="Verdana"/>
      <w:b/>
      <w:sz w:val="36"/>
    </w:rPr>
  </w:style>
  <w:style w:type="paragraph" w:customStyle="1" w:styleId="Zpatvpravo">
    <w:name w:val="_Zápatí_vpravo"/>
    <w:qFormat/>
    <w:rsid w:val="00530D7C"/>
    <w:pPr>
      <w:spacing w:after="0" w:line="240" w:lineRule="auto"/>
      <w:jc w:val="right"/>
    </w:pPr>
    <w:rPr>
      <w:rFonts w:ascii="Verdana" w:hAnsi="Verdana"/>
      <w:sz w:val="12"/>
    </w:rPr>
  </w:style>
  <w:style w:type="character" w:customStyle="1" w:styleId="Nzevakce">
    <w:name w:val="_Název_akce"/>
    <w:basedOn w:val="Standardnpsmoodstavce"/>
    <w:qFormat/>
    <w:rsid w:val="00530D7C"/>
    <w:rPr>
      <w:rFonts w:ascii="Verdana" w:hAnsi="Verdana"/>
      <w:b/>
      <w:sz w:val="36"/>
    </w:rPr>
  </w:style>
  <w:style w:type="character" w:customStyle="1" w:styleId="TextbezslovnChar">
    <w:name w:val="_Text_bez_číslování Char"/>
    <w:basedOn w:val="Standardnpsmoodstavce"/>
    <w:link w:val="Textbezslovn"/>
    <w:rsid w:val="00530D7C"/>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30D7C"/>
    <w:pPr>
      <w:numPr>
        <w:ilvl w:val="1"/>
      </w:numPr>
      <w:spacing w:after="80"/>
      <w:contextualSpacing/>
    </w:pPr>
  </w:style>
  <w:style w:type="character" w:customStyle="1" w:styleId="ZTPinfo-text-odrChar0">
    <w:name w:val="_ZTP_info-text-odr_• Char"/>
    <w:basedOn w:val="ZTPinfo-text-odrChar"/>
    <w:link w:val="ZTPinfo-text-odr0"/>
    <w:rsid w:val="00530D7C"/>
    <w:rPr>
      <w:rFonts w:ascii="Verdana" w:hAnsi="Verdana"/>
      <w:i/>
      <w:color w:val="00A1E0"/>
    </w:rPr>
  </w:style>
  <w:style w:type="paragraph" w:customStyle="1" w:styleId="Tabulka-9">
    <w:name w:val="_Tabulka-9"/>
    <w:basedOn w:val="Textbezodsazen"/>
    <w:qFormat/>
    <w:rsid w:val="00530D7C"/>
    <w:pPr>
      <w:spacing w:before="40" w:after="40" w:line="240" w:lineRule="auto"/>
      <w:jc w:val="left"/>
    </w:pPr>
  </w:style>
  <w:style w:type="paragraph" w:customStyle="1" w:styleId="Tabulka-8">
    <w:name w:val="_Tabulka-8"/>
    <w:basedOn w:val="Tabulka-9"/>
    <w:qFormat/>
    <w:rsid w:val="00530D7C"/>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30D7C"/>
    <w:pPr>
      <w:numPr>
        <w:ilvl w:val="3"/>
      </w:numPr>
    </w:pPr>
  </w:style>
  <w:style w:type="character" w:customStyle="1" w:styleId="Odstavec1-4aChar">
    <w:name w:val="_Odstavec_1-4_(a) Char"/>
    <w:basedOn w:val="Odstavec1-1aChar"/>
    <w:link w:val="Odstavec1-4a"/>
    <w:rsid w:val="00530D7C"/>
    <w:rPr>
      <w:rFonts w:ascii="Verdana" w:hAnsi="Verdana"/>
    </w:rPr>
  </w:style>
  <w:style w:type="table" w:customStyle="1" w:styleId="TabulkaS-zahlzap">
    <w:name w:val="_Tabulka_SŽ-zahl+zap"/>
    <w:basedOn w:val="Mkatabulky"/>
    <w:uiPriority w:val="99"/>
    <w:rsid w:val="00530D7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30D7C"/>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30D7C"/>
    <w:pPr>
      <w:spacing w:before="20" w:after="20"/>
    </w:pPr>
    <w:rPr>
      <w:sz w:val="14"/>
    </w:rPr>
  </w:style>
  <w:style w:type="table" w:customStyle="1" w:styleId="TKPTabulka">
    <w:name w:val="_TKP_Tabulka"/>
    <w:basedOn w:val="Normlntabulka"/>
    <w:uiPriority w:val="99"/>
    <w:rsid w:val="00530D7C"/>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30D7C"/>
    <w:pPr>
      <w:numPr>
        <w:ilvl w:val="4"/>
      </w:numPr>
      <w:spacing w:after="40"/>
    </w:pPr>
  </w:style>
  <w:style w:type="character" w:customStyle="1" w:styleId="Odrka1-5-Char">
    <w:name w:val="_Odrážka_1-5_- Char"/>
    <w:basedOn w:val="Standardnpsmoodstavce"/>
    <w:link w:val="Odrka1-5-"/>
    <w:rsid w:val="00530D7C"/>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98274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2D8A7416E4B415EB6E053C11D8593D5"/>
        <w:category>
          <w:name w:val="Obecné"/>
          <w:gallery w:val="placeholder"/>
        </w:category>
        <w:types>
          <w:type w:val="bbPlcHdr"/>
        </w:types>
        <w:behaviors>
          <w:behavior w:val="content"/>
        </w:behaviors>
        <w:guid w:val="{DEB59082-918C-45FD-8538-DCBA74EB29E7}"/>
      </w:docPartPr>
      <w:docPartBody>
        <w:p w:rsidR="002F7972" w:rsidRDefault="00664422">
          <w:pPr>
            <w:pStyle w:val="F2D8A7416E4B415EB6E053C11D8593D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422"/>
    <w:rsid w:val="000068B1"/>
    <w:rsid w:val="00014BD3"/>
    <w:rsid w:val="000A7052"/>
    <w:rsid w:val="000D158E"/>
    <w:rsid w:val="000E630D"/>
    <w:rsid w:val="001A4F82"/>
    <w:rsid w:val="001C520B"/>
    <w:rsid w:val="00230CC3"/>
    <w:rsid w:val="00234943"/>
    <w:rsid w:val="002D356B"/>
    <w:rsid w:val="002F7972"/>
    <w:rsid w:val="00334861"/>
    <w:rsid w:val="00336C25"/>
    <w:rsid w:val="0036753E"/>
    <w:rsid w:val="00396E3A"/>
    <w:rsid w:val="004C3D06"/>
    <w:rsid w:val="004E4305"/>
    <w:rsid w:val="005103EB"/>
    <w:rsid w:val="00511877"/>
    <w:rsid w:val="00555086"/>
    <w:rsid w:val="00577721"/>
    <w:rsid w:val="005F64D6"/>
    <w:rsid w:val="00604D21"/>
    <w:rsid w:val="00657CDA"/>
    <w:rsid w:val="00664422"/>
    <w:rsid w:val="00665057"/>
    <w:rsid w:val="00704075"/>
    <w:rsid w:val="00763D58"/>
    <w:rsid w:val="007E0E27"/>
    <w:rsid w:val="008356E0"/>
    <w:rsid w:val="009150D4"/>
    <w:rsid w:val="00967B4F"/>
    <w:rsid w:val="009C035D"/>
    <w:rsid w:val="009C652A"/>
    <w:rsid w:val="009F03A5"/>
    <w:rsid w:val="009F1A14"/>
    <w:rsid w:val="009F1F4B"/>
    <w:rsid w:val="00A74A4C"/>
    <w:rsid w:val="00AC3C88"/>
    <w:rsid w:val="00AC5083"/>
    <w:rsid w:val="00B726E0"/>
    <w:rsid w:val="00BD133E"/>
    <w:rsid w:val="00BF0EDF"/>
    <w:rsid w:val="00C14606"/>
    <w:rsid w:val="00C225B9"/>
    <w:rsid w:val="00C328B8"/>
    <w:rsid w:val="00C92BAF"/>
    <w:rsid w:val="00CC3CF8"/>
    <w:rsid w:val="00CE34B4"/>
    <w:rsid w:val="00D76D67"/>
    <w:rsid w:val="00DC27D2"/>
    <w:rsid w:val="00DD7521"/>
    <w:rsid w:val="00E073F5"/>
    <w:rsid w:val="00E73291"/>
    <w:rsid w:val="00E75A2B"/>
    <w:rsid w:val="00FA5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585EDA0-5E20-43FF-9B0D-4E4336508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16</Pages>
  <Words>6777</Words>
  <Characters>39989</Characters>
  <Application>Microsoft Office Word</Application>
  <DocSecurity>0</DocSecurity>
  <Lines>333</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46673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Fojta Petr, Ing.</dc:creator>
  <cp:lastModifiedBy>Petr Fojta</cp:lastModifiedBy>
  <cp:revision>12</cp:revision>
  <cp:lastPrinted>2019-03-07T14:42:00Z</cp:lastPrinted>
  <dcterms:created xsi:type="dcterms:W3CDTF">2021-02-04T11:57:00Z</dcterms:created>
  <dcterms:modified xsi:type="dcterms:W3CDTF">2021-02-18T07:25:00Z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