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C71CC" w14:textId="77777777" w:rsidR="001B0560" w:rsidRDefault="001B0560" w:rsidP="001B0560">
      <w:r>
        <w:t>Název investora:</w:t>
      </w:r>
      <w:r>
        <w:tab/>
      </w:r>
      <w:r w:rsidRPr="001B0560">
        <w:t>Správa železnic, státní organizace</w:t>
      </w:r>
    </w:p>
    <w:p w14:paraId="2DE68DA1" w14:textId="77777777" w:rsidR="001B0560" w:rsidRDefault="001B0560" w:rsidP="001B0560">
      <w:r>
        <w:t>Adresa včetně PSČ:</w:t>
      </w:r>
      <w:r>
        <w:tab/>
        <w:t>Dlážděná 1003/7, 110 00 Praha 1 – Nové Město</w:t>
      </w:r>
    </w:p>
    <w:p w14:paraId="00D43042" w14:textId="77777777" w:rsidR="001B0560" w:rsidRDefault="001B0560" w:rsidP="001B0560">
      <w:r>
        <w:t xml:space="preserve">IČ: </w:t>
      </w:r>
      <w:r>
        <w:tab/>
      </w:r>
      <w:r>
        <w:tab/>
      </w:r>
      <w:r>
        <w:tab/>
        <w:t>709 94 234</w:t>
      </w:r>
    </w:p>
    <w:p w14:paraId="674C147D" w14:textId="77777777" w:rsidR="001B0560" w:rsidRDefault="001B0560" w:rsidP="001B0560">
      <w:r>
        <w:t>DIČ:</w:t>
      </w:r>
      <w:r>
        <w:tab/>
      </w:r>
      <w:r>
        <w:tab/>
      </w:r>
      <w:r>
        <w:tab/>
        <w:t>CZ 709 94 234</w:t>
      </w:r>
    </w:p>
    <w:p w14:paraId="6CBAE84F" w14:textId="77777777" w:rsidR="001B0560" w:rsidRDefault="001B0560" w:rsidP="001B0560"/>
    <w:p w14:paraId="596F0F64" w14:textId="77777777" w:rsidR="001B0560" w:rsidRDefault="001B0560" w:rsidP="001B0560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>
        <w:t xml:space="preserve">              </w:t>
      </w:r>
    </w:p>
    <w:p w14:paraId="14AE505D" w14:textId="6D10C03E" w:rsidR="001B0560" w:rsidRDefault="00E214D1" w:rsidP="00E214D1">
      <w:pPr>
        <w:ind w:left="3540" w:hanging="3540"/>
      </w:pPr>
      <w:r>
        <w:t>investiční akce malého rozsahu:</w:t>
      </w:r>
      <w:r>
        <w:tab/>
      </w:r>
      <w:r w:rsidRPr="00E214D1">
        <w:rPr>
          <w:b/>
        </w:rPr>
        <w:t xml:space="preserve">Doplnění závor na přejezdu P3805 v km 23,633 trati Havlíčkův Brod </w:t>
      </w:r>
      <w:r w:rsidR="001D7100">
        <w:rPr>
          <w:b/>
        </w:rPr>
        <w:t>-</w:t>
      </w:r>
      <w:r w:rsidR="001D7100" w:rsidRPr="00E214D1">
        <w:rPr>
          <w:b/>
        </w:rPr>
        <w:t xml:space="preserve"> </w:t>
      </w:r>
      <w:r w:rsidRPr="00E214D1">
        <w:rPr>
          <w:b/>
        </w:rPr>
        <w:t>Humpolec</w:t>
      </w:r>
    </w:p>
    <w:p w14:paraId="7E4DBBE0" w14:textId="77777777" w:rsidR="001B0560" w:rsidRDefault="001B0560" w:rsidP="001B0560">
      <w:pPr>
        <w:pStyle w:val="Nadpis2"/>
      </w:pPr>
      <w:r>
        <w:t>1)</w:t>
      </w:r>
      <w:r>
        <w:tab/>
        <w:t>Identifikační údaje projektu</w:t>
      </w:r>
    </w:p>
    <w:p w14:paraId="072D7425" w14:textId="77777777" w:rsidR="001B0560" w:rsidRDefault="001B0560" w:rsidP="001B0560"/>
    <w:p w14:paraId="75CD54FA" w14:textId="1B8318FD" w:rsidR="001B0560" w:rsidRPr="009459C3" w:rsidRDefault="001B0560" w:rsidP="001B0560">
      <w:pPr>
        <w:spacing w:after="120"/>
      </w:pPr>
      <w:r>
        <w:t xml:space="preserve">Číslo projektu:  </w:t>
      </w:r>
      <w:r>
        <w:tab/>
      </w:r>
      <w:r w:rsidR="00E214D1">
        <w:tab/>
      </w:r>
      <w:r w:rsidR="00E214D1" w:rsidRPr="009459C3">
        <w:tab/>
      </w:r>
      <w:r w:rsidR="000835E3" w:rsidRPr="009459C3">
        <w:t>S 622 000 352</w:t>
      </w:r>
    </w:p>
    <w:p w14:paraId="6141FB19" w14:textId="36ABF645" w:rsidR="001B0560" w:rsidRPr="009459C3" w:rsidRDefault="001B0560" w:rsidP="00E214D1">
      <w:pPr>
        <w:spacing w:after="120"/>
        <w:ind w:left="3540" w:hanging="3540"/>
      </w:pPr>
      <w:r w:rsidRPr="009459C3">
        <w:t xml:space="preserve">Název projektu: </w:t>
      </w:r>
      <w:r w:rsidRPr="009459C3">
        <w:tab/>
      </w:r>
      <w:r w:rsidRPr="009459C3">
        <w:rPr>
          <w:b/>
          <w:i/>
        </w:rPr>
        <w:t>„</w:t>
      </w:r>
      <w:r w:rsidR="00E214D1" w:rsidRPr="009459C3">
        <w:rPr>
          <w:b/>
          <w:i/>
        </w:rPr>
        <w:t xml:space="preserve">Doplnění závor na přejezdu P3805 v km 23,633 trati Havlíčkův Brod </w:t>
      </w:r>
      <w:r w:rsidR="001D7100">
        <w:rPr>
          <w:b/>
          <w:i/>
        </w:rPr>
        <w:t>-</w:t>
      </w:r>
      <w:r w:rsidR="001D7100" w:rsidRPr="009459C3">
        <w:rPr>
          <w:b/>
          <w:i/>
        </w:rPr>
        <w:t xml:space="preserve"> </w:t>
      </w:r>
      <w:r w:rsidR="00E214D1" w:rsidRPr="009459C3">
        <w:rPr>
          <w:b/>
          <w:i/>
        </w:rPr>
        <w:t>Humpolec</w:t>
      </w:r>
      <w:r w:rsidRPr="009459C3">
        <w:t>“</w:t>
      </w:r>
    </w:p>
    <w:p w14:paraId="3B4AC6B9" w14:textId="77777777" w:rsidR="001B0560" w:rsidRPr="009459C3" w:rsidRDefault="001B0560" w:rsidP="001B0560">
      <w:pPr>
        <w:spacing w:after="120"/>
      </w:pPr>
      <w:r w:rsidRPr="009459C3">
        <w:t xml:space="preserve">Místo realizace (kraj): </w:t>
      </w:r>
      <w:r w:rsidRPr="009459C3">
        <w:tab/>
      </w:r>
      <w:r w:rsidRPr="009459C3">
        <w:tab/>
      </w:r>
      <w:r w:rsidRPr="009459C3">
        <w:tab/>
      </w:r>
      <w:r w:rsidR="00DA0554" w:rsidRPr="009459C3">
        <w:t>Kraj Vysočina</w:t>
      </w:r>
    </w:p>
    <w:p w14:paraId="3EB67C7A" w14:textId="77777777" w:rsidR="001B0560" w:rsidRPr="009459C3" w:rsidRDefault="001B0560" w:rsidP="001B0560">
      <w:pPr>
        <w:spacing w:after="120"/>
      </w:pPr>
      <w:r w:rsidRPr="009459C3">
        <w:t>Číslo železničního přejezdu:</w:t>
      </w:r>
      <w:r w:rsidRPr="009459C3">
        <w:tab/>
      </w:r>
      <w:r w:rsidR="00491F13" w:rsidRPr="009459C3">
        <w:tab/>
      </w:r>
      <w:r w:rsidRPr="009459C3">
        <w:t>P</w:t>
      </w:r>
      <w:r w:rsidR="00E214D1" w:rsidRPr="009459C3">
        <w:t>3805</w:t>
      </w:r>
    </w:p>
    <w:p w14:paraId="79D222EB" w14:textId="77777777" w:rsidR="001B0560" w:rsidRPr="009459C3" w:rsidRDefault="001B0560" w:rsidP="001B0560">
      <w:pPr>
        <w:spacing w:after="120"/>
      </w:pPr>
      <w:r w:rsidRPr="009459C3">
        <w:t>Kód TUDU:</w:t>
      </w:r>
      <w:r w:rsidRPr="009459C3">
        <w:tab/>
      </w:r>
      <w:r w:rsidRPr="009459C3">
        <w:tab/>
      </w:r>
      <w:r w:rsidRPr="009459C3">
        <w:tab/>
      </w:r>
      <w:r w:rsidRPr="009459C3">
        <w:tab/>
      </w:r>
      <w:r w:rsidR="00021CE0" w:rsidRPr="009459C3">
        <w:t>1221 08</w:t>
      </w:r>
    </w:p>
    <w:p w14:paraId="0D927FF8" w14:textId="77777777" w:rsidR="001B0560" w:rsidRPr="009459C3" w:rsidRDefault="001B0560" w:rsidP="001B0560">
      <w:pPr>
        <w:spacing w:after="120"/>
      </w:pPr>
      <w:r w:rsidRPr="009459C3">
        <w:t>Název definičního traťového úseku:</w:t>
      </w:r>
      <w:r w:rsidRPr="009459C3">
        <w:tab/>
      </w:r>
      <w:r w:rsidR="00021CE0" w:rsidRPr="009459C3">
        <w:t>Herálec - Humpolec</w:t>
      </w:r>
    </w:p>
    <w:p w14:paraId="48440477" w14:textId="77777777" w:rsidR="001B0560" w:rsidRPr="009459C3" w:rsidRDefault="001B0560" w:rsidP="001B0560">
      <w:pPr>
        <w:spacing w:after="120"/>
      </w:pPr>
      <w:r w:rsidRPr="009459C3">
        <w:t>Evidenční km - poloha přejezdu:</w:t>
      </w:r>
      <w:r w:rsidRPr="009459C3">
        <w:tab/>
      </w:r>
      <w:r w:rsidR="00021CE0" w:rsidRPr="009459C3">
        <w:t>23,633</w:t>
      </w:r>
    </w:p>
    <w:p w14:paraId="746C2BFC" w14:textId="1765B16A" w:rsidR="001B0560" w:rsidRPr="009459C3" w:rsidRDefault="001B0560" w:rsidP="001B0560">
      <w:pPr>
        <w:spacing w:after="120"/>
      </w:pPr>
      <w:r w:rsidRPr="009459C3">
        <w:t>Předpokládaná doba realizace:</w:t>
      </w:r>
      <w:r w:rsidRPr="009459C3">
        <w:tab/>
      </w:r>
      <w:r w:rsidRPr="009459C3">
        <w:tab/>
      </w:r>
      <w:r w:rsidR="00C21C00" w:rsidRPr="009459C3">
        <w:t>8 měsíců, v letech 04/2022-12/2022</w:t>
      </w:r>
    </w:p>
    <w:p w14:paraId="74E04BD1" w14:textId="77777777" w:rsidR="00021CE0" w:rsidRDefault="00A44740" w:rsidP="001B0560">
      <w:pPr>
        <w:spacing w:after="12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FC91B" wp14:editId="41C2D8BD">
                <wp:simplePos x="0" y="0"/>
                <wp:positionH relativeFrom="column">
                  <wp:posOffset>4140200</wp:posOffset>
                </wp:positionH>
                <wp:positionV relativeFrom="paragraph">
                  <wp:posOffset>1022985</wp:posOffset>
                </wp:positionV>
                <wp:extent cx="612000" cy="2160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" cy="21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C1A388" w14:textId="77777777" w:rsidR="00A44740" w:rsidRPr="00A44740" w:rsidRDefault="00A4474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A44740">
                              <w:rPr>
                                <w:b/>
                                <w:color w:val="FF0000"/>
                              </w:rPr>
                              <w:t>P3805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AFC91B" id="_x0000_t202" coordsize="21600,21600" o:spt="202" path="m,l,21600r21600,l21600,xe">
                <v:stroke joinstyle="miter"/>
                <v:path gradientshapeok="t" o:connecttype="rect"/>
              </v:shapetype>
              <v:shape id="Textové pole 8" o:spid="_x0000_s1026" type="#_x0000_t202" style="position:absolute;margin-left:326pt;margin-top:80.55pt;width:48.2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" filled="f" stroked="f" strokeweight=".5pt">
                <v:textbox>
                  <w:txbxContent>
                    <w:p w14:paraId="6DC1A388" w14:textId="77777777" w:rsidR="00A44740" w:rsidRPr="00A44740" w:rsidRDefault="00A44740">
                      <w:pPr>
                        <w:rPr>
                          <w:b/>
                          <w:color w:val="FF0000"/>
                        </w:rPr>
                      </w:pPr>
                      <w:r w:rsidRPr="00A44740">
                        <w:rPr>
                          <w:b/>
                          <w:color w:val="FF0000"/>
                        </w:rPr>
                        <w:t>P3805</w:t>
                      </w:r>
                    </w:p>
                  </w:txbxContent>
                </v:textbox>
              </v:shape>
            </w:pict>
          </mc:Fallback>
        </mc:AlternateContent>
      </w:r>
      <w:r w:rsidR="00021CE0" w:rsidRPr="00021CE0">
        <w:rPr>
          <w:noProof/>
          <w:lang w:eastAsia="cs-CZ"/>
        </w:rPr>
        <w:drawing>
          <wp:inline distT="0" distB="0" distL="0" distR="0" wp14:anchorId="6B01B2E2" wp14:editId="3B387B58">
            <wp:extent cx="5400000" cy="2461343"/>
            <wp:effectExtent l="0" t="0" r="0" b="0"/>
            <wp:docPr id="6" name="Obrázek 6" descr="C:\Users\BuresJ\Desktop\Výstřiže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resJ\Desktop\Výstřižek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28"/>
                    <a:stretch/>
                  </pic:blipFill>
                  <pic:spPr bwMode="auto">
                    <a:xfrm>
                      <a:off x="0" y="0"/>
                      <a:ext cx="5400000" cy="2461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C99912" w14:textId="77777777" w:rsidR="001B0560" w:rsidRDefault="001B0560" w:rsidP="001B0560"/>
    <w:p w14:paraId="60022306" w14:textId="77777777" w:rsidR="001B0560" w:rsidRDefault="001B0560" w:rsidP="001B0560">
      <w:pPr>
        <w:pStyle w:val="Nadpis2"/>
      </w:pPr>
      <w:r>
        <w:lastRenderedPageBreak/>
        <w:t>2)</w:t>
      </w:r>
      <w:r>
        <w:tab/>
      </w:r>
      <w:r w:rsidRPr="00BE5D5D">
        <w:t>Zdůvodnění potřebnosti investiční akce</w:t>
      </w:r>
    </w:p>
    <w:p w14:paraId="4D069511" w14:textId="77777777" w:rsidR="001B0560" w:rsidRPr="00F629E7" w:rsidRDefault="001B0560" w:rsidP="001B0560"/>
    <w:p w14:paraId="109178A2" w14:textId="77777777" w:rsidR="00021CE0" w:rsidRDefault="001B0560" w:rsidP="001B056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62769">
        <w:rPr>
          <w:rFonts w:cs="Arial"/>
          <w:szCs w:val="20"/>
        </w:rPr>
        <w:t xml:space="preserve">Účelem stavby je změnit </w:t>
      </w:r>
      <w:r w:rsidR="001F5232">
        <w:rPr>
          <w:rFonts w:cs="Arial"/>
          <w:szCs w:val="20"/>
        </w:rPr>
        <w:t>rozsah</w:t>
      </w:r>
      <w:r w:rsidRPr="00062769">
        <w:rPr>
          <w:rFonts w:cs="Arial"/>
          <w:szCs w:val="20"/>
        </w:rPr>
        <w:t xml:space="preserve"> zabezpečení řešeného železničního přejezdu, který je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 xml:space="preserve">v současnosti zabezpečený pouze světelným přejezdovým zabezpečovacím zařízením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>bez závor.</w:t>
      </w:r>
    </w:p>
    <w:p w14:paraId="37CD8EF5" w14:textId="77777777" w:rsidR="00021CE0" w:rsidRPr="009459C3" w:rsidRDefault="00021CE0" w:rsidP="00021CE0">
      <w:pPr>
        <w:autoSpaceDE w:val="0"/>
        <w:autoSpaceDN w:val="0"/>
        <w:adjustRightInd w:val="0"/>
        <w:jc w:val="both"/>
      </w:pPr>
      <w:r w:rsidRPr="009459C3">
        <w:t>Z hlediska lokalizace vůči dráze se předmětná stavba nachází na traťovém úseku 12</w:t>
      </w:r>
      <w:r w:rsidR="00DA0554" w:rsidRPr="009459C3">
        <w:t>21</w:t>
      </w:r>
      <w:r w:rsidRPr="009459C3">
        <w:t xml:space="preserve"> </w:t>
      </w:r>
      <w:r w:rsidR="00DA0554" w:rsidRPr="009459C3">
        <w:t>Havlíčkův Brod (mimo) - Humpolec (včetně)</w:t>
      </w:r>
      <w:r w:rsidRPr="009459C3">
        <w:t>. Stavbou je konkrétně dotčen definiční úsek 12</w:t>
      </w:r>
      <w:r w:rsidR="003F16B1" w:rsidRPr="009459C3">
        <w:t>21</w:t>
      </w:r>
      <w:r w:rsidR="00DA0554" w:rsidRPr="009459C3">
        <w:t> 08</w:t>
      </w:r>
      <w:r w:rsidRPr="009459C3">
        <w:t xml:space="preserve"> </w:t>
      </w:r>
      <w:r w:rsidR="00DA0554" w:rsidRPr="009459C3">
        <w:t>Herálec - Humpolec</w:t>
      </w:r>
      <w:r w:rsidRPr="009459C3">
        <w:t xml:space="preserve">. V místě stavby se jedná o jednokolejnou </w:t>
      </w:r>
      <w:r w:rsidR="00DA0554" w:rsidRPr="009459C3">
        <w:t>ne</w:t>
      </w:r>
      <w:r w:rsidRPr="009459C3">
        <w:t xml:space="preserve">elektrizovanou </w:t>
      </w:r>
      <w:r w:rsidR="00DA0554" w:rsidRPr="009459C3">
        <w:t>r</w:t>
      </w:r>
      <w:r w:rsidRPr="009459C3">
        <w:t>e</w:t>
      </w:r>
      <w:r w:rsidR="00DA0554" w:rsidRPr="009459C3">
        <w:t>gionální</w:t>
      </w:r>
      <w:r w:rsidRPr="009459C3">
        <w:t xml:space="preserve"> dráhu, která není součástí transevropské</w:t>
      </w:r>
      <w:r w:rsidR="0077367D" w:rsidRPr="009459C3">
        <w:t>ho</w:t>
      </w:r>
      <w:r w:rsidRPr="009459C3">
        <w:t xml:space="preserve"> konvenčního železničního systému (TEN-T).</w:t>
      </w:r>
    </w:p>
    <w:p w14:paraId="63F21801" w14:textId="77777777" w:rsidR="00021CE0" w:rsidRPr="009459C3" w:rsidRDefault="00021CE0" w:rsidP="00021CE0">
      <w:pPr>
        <w:autoSpaceDE w:val="0"/>
        <w:autoSpaceDN w:val="0"/>
        <w:adjustRightInd w:val="0"/>
        <w:jc w:val="both"/>
      </w:pPr>
      <w:r w:rsidRPr="009459C3">
        <w:t>Železniční přejezd P3</w:t>
      </w:r>
      <w:r w:rsidR="00DA0554" w:rsidRPr="009459C3">
        <w:t>805</w:t>
      </w:r>
      <w:r w:rsidRPr="009459C3">
        <w:t xml:space="preserve"> je úrovňovým křížením silnice II. třídy č. </w:t>
      </w:r>
      <w:r w:rsidR="00DA0554" w:rsidRPr="009459C3">
        <w:t>523</w:t>
      </w:r>
      <w:r w:rsidRPr="009459C3">
        <w:t xml:space="preserve"> s výše uvedenou dráhou </w:t>
      </w:r>
      <w:r w:rsidR="00DA0554" w:rsidRPr="009459C3">
        <w:t>regionální</w:t>
      </w:r>
      <w:r w:rsidRPr="009459C3">
        <w:t xml:space="preserve">. Z hlediska lokalizace vůči dráze se předmětný přejezd nachází v evidenčním km </w:t>
      </w:r>
      <w:r w:rsidR="00DA0554" w:rsidRPr="009459C3">
        <w:t>23,633</w:t>
      </w:r>
      <w:r w:rsidRPr="009459C3">
        <w:t xml:space="preserve"> výše uvedeného traťového úseku.</w:t>
      </w:r>
    </w:p>
    <w:p w14:paraId="598FD7BF" w14:textId="77777777" w:rsidR="00021CE0" w:rsidRPr="009459C3" w:rsidRDefault="00021CE0" w:rsidP="00021CE0">
      <w:pPr>
        <w:autoSpaceDE w:val="0"/>
        <w:autoSpaceDN w:val="0"/>
        <w:adjustRightInd w:val="0"/>
        <w:jc w:val="both"/>
      </w:pPr>
      <w:r w:rsidRPr="009459C3">
        <w:t xml:space="preserve">Z hlediska geografické lokalizace se stavba nachází v obci </w:t>
      </w:r>
      <w:r w:rsidR="00DA0554" w:rsidRPr="009459C3">
        <w:t>Humpolec</w:t>
      </w:r>
      <w:r w:rsidRPr="009459C3">
        <w:t xml:space="preserve">, okres </w:t>
      </w:r>
      <w:r w:rsidR="00DA0554" w:rsidRPr="009459C3">
        <w:t>Pelhřimov</w:t>
      </w:r>
      <w:r w:rsidRPr="009459C3">
        <w:t>, Kraj Vysočina.</w:t>
      </w:r>
    </w:p>
    <w:p w14:paraId="7E549E1D" w14:textId="50891E81" w:rsidR="001B0560" w:rsidRPr="009459C3" w:rsidRDefault="001B0560" w:rsidP="001B0560">
      <w:pPr>
        <w:autoSpaceDE w:val="0"/>
        <w:autoSpaceDN w:val="0"/>
        <w:adjustRightInd w:val="0"/>
        <w:jc w:val="both"/>
      </w:pPr>
      <w:r w:rsidRPr="009459C3">
        <w:t xml:space="preserve">Přejezd je zabezpečen reléovým přejezdovým zabezpečovacím zařízením </w:t>
      </w:r>
      <w:r w:rsidR="001D7100">
        <w:t>druhu</w:t>
      </w:r>
      <w:r w:rsidR="001D7100" w:rsidRPr="009459C3">
        <w:t xml:space="preserve"> </w:t>
      </w:r>
      <w:r w:rsidR="002D5738" w:rsidRPr="009459C3">
        <w:t>PZS 3SBL s úplnými závislostmi, bez závor, s pozitivním signálem, informace je předávána strojvedoucímu.  Počítač náprav je typu Frauscher, výstražníky AŽD 97 se s</w:t>
      </w:r>
      <w:r w:rsidR="000F14BD" w:rsidRPr="009459C3">
        <w:t>v</w:t>
      </w:r>
      <w:r w:rsidR="002D5738" w:rsidRPr="009459C3">
        <w:t>ítilnami PVL 111 a PVL 112 a přejezdníky</w:t>
      </w:r>
      <w:r w:rsidR="002B32C7" w:rsidRPr="009459C3">
        <w:t>. PZS je z roku 201</w:t>
      </w:r>
      <w:r w:rsidR="009D5AE4" w:rsidRPr="009459C3">
        <w:t>1</w:t>
      </w:r>
      <w:r w:rsidRPr="009459C3">
        <w:t xml:space="preserve">. </w:t>
      </w:r>
      <w:r w:rsidR="00944BFF" w:rsidRPr="009459C3">
        <w:t>Nejvyšší t</w:t>
      </w:r>
      <w:r w:rsidRPr="009459C3">
        <w:t xml:space="preserve">raťová rychlost </w:t>
      </w:r>
      <w:r w:rsidR="00944BFF" w:rsidRPr="009459C3">
        <w:t>na</w:t>
      </w:r>
      <w:r w:rsidRPr="009459C3">
        <w:t xml:space="preserve"> přejezd</w:t>
      </w:r>
      <w:r w:rsidR="00944BFF" w:rsidRPr="009459C3">
        <w:t>u</w:t>
      </w:r>
      <w:r w:rsidRPr="009459C3">
        <w:t xml:space="preserve"> je </w:t>
      </w:r>
      <w:r w:rsidR="002A75B2" w:rsidRPr="009459C3">
        <w:t>5</w:t>
      </w:r>
      <w:r w:rsidRPr="009459C3">
        <w:t>0</w:t>
      </w:r>
      <w:r w:rsidR="00021CE0" w:rsidRPr="009459C3">
        <w:t xml:space="preserve"> </w:t>
      </w:r>
      <w:r w:rsidRPr="009459C3">
        <w:t>km/h</w:t>
      </w:r>
      <w:r w:rsidR="00021CE0" w:rsidRPr="009459C3">
        <w:t>.</w:t>
      </w:r>
    </w:p>
    <w:p w14:paraId="0F42B5AD" w14:textId="70135062" w:rsidR="001B0560" w:rsidRPr="009459C3" w:rsidRDefault="001B0560" w:rsidP="001B0560">
      <w:pPr>
        <w:autoSpaceDE w:val="0"/>
        <w:autoSpaceDN w:val="0"/>
        <w:adjustRightInd w:val="0"/>
        <w:spacing w:after="120"/>
        <w:jc w:val="both"/>
      </w:pPr>
      <w:r w:rsidRPr="009459C3">
        <w:t>Na přejezdu jsou od roku 20</w:t>
      </w:r>
      <w:r w:rsidR="002D5738" w:rsidRPr="009459C3">
        <w:t>01</w:t>
      </w:r>
      <w:r w:rsidRPr="009459C3">
        <w:t xml:space="preserve"> evidovány </w:t>
      </w:r>
      <w:r w:rsidR="002D5738" w:rsidRPr="009459C3">
        <w:t>5</w:t>
      </w:r>
      <w:r w:rsidRPr="009459C3">
        <w:t xml:space="preserve"> střetnutí:</w:t>
      </w:r>
    </w:p>
    <w:p w14:paraId="65282768" w14:textId="7CAB7C9B" w:rsidR="002D5738" w:rsidRPr="009459C3" w:rsidRDefault="000F14BD" w:rsidP="001B0560">
      <w:pPr>
        <w:autoSpaceDE w:val="0"/>
        <w:autoSpaceDN w:val="0"/>
        <w:adjustRightInd w:val="0"/>
        <w:spacing w:after="120"/>
        <w:ind w:left="2124" w:hanging="1416"/>
        <w:jc w:val="both"/>
      </w:pPr>
      <w:r w:rsidRPr="009459C3">
        <w:t>22.3.2001</w:t>
      </w:r>
      <w:r w:rsidRPr="009459C3">
        <w:tab/>
        <w:t>Střet osobního automobilu s Os 742 158-9</w:t>
      </w:r>
    </w:p>
    <w:p w14:paraId="59D83CEB" w14:textId="2B3E8943" w:rsidR="000F14BD" w:rsidRPr="009459C3" w:rsidRDefault="000F14BD" w:rsidP="001B0560">
      <w:pPr>
        <w:autoSpaceDE w:val="0"/>
        <w:autoSpaceDN w:val="0"/>
        <w:adjustRightInd w:val="0"/>
        <w:spacing w:after="120"/>
        <w:ind w:left="2124" w:hanging="1416"/>
        <w:jc w:val="both"/>
      </w:pPr>
      <w:r w:rsidRPr="009459C3">
        <w:t>1.6.2001</w:t>
      </w:r>
      <w:r w:rsidRPr="009459C3">
        <w:tab/>
        <w:t>Střet nákladního automobilu Liaz s Os 852 002-5</w:t>
      </w:r>
    </w:p>
    <w:p w14:paraId="1924A97B" w14:textId="53A74FA2" w:rsidR="000F14BD" w:rsidRPr="009459C3" w:rsidRDefault="000F14BD" w:rsidP="001B0560">
      <w:pPr>
        <w:autoSpaceDE w:val="0"/>
        <w:autoSpaceDN w:val="0"/>
        <w:adjustRightInd w:val="0"/>
        <w:spacing w:after="120"/>
        <w:ind w:left="2124" w:hanging="1416"/>
        <w:jc w:val="both"/>
      </w:pPr>
      <w:r w:rsidRPr="009459C3">
        <w:t>5.7.2004</w:t>
      </w:r>
      <w:r w:rsidRPr="009459C3">
        <w:tab/>
        <w:t>Střet nákladního automobilu SCANIA s Os 15957.</w:t>
      </w:r>
    </w:p>
    <w:p w14:paraId="54A6DAE2" w14:textId="0CF2A722" w:rsidR="000F14BD" w:rsidRPr="009459C3" w:rsidRDefault="000F14BD" w:rsidP="001B0560">
      <w:pPr>
        <w:autoSpaceDE w:val="0"/>
        <w:autoSpaceDN w:val="0"/>
        <w:adjustRightInd w:val="0"/>
        <w:spacing w:after="120"/>
        <w:ind w:left="2124" w:hanging="1416"/>
        <w:jc w:val="both"/>
      </w:pPr>
      <w:r w:rsidRPr="009459C3">
        <w:t>23.1.2005</w:t>
      </w:r>
      <w:r w:rsidRPr="009459C3">
        <w:tab/>
        <w:t>Střet osobního automobilu s Os 15965</w:t>
      </w:r>
    </w:p>
    <w:p w14:paraId="54026B23" w14:textId="3F11E08F" w:rsidR="000F14BD" w:rsidRPr="009459C3" w:rsidRDefault="000F14BD" w:rsidP="001B0560">
      <w:pPr>
        <w:autoSpaceDE w:val="0"/>
        <w:autoSpaceDN w:val="0"/>
        <w:adjustRightInd w:val="0"/>
        <w:spacing w:after="120"/>
        <w:ind w:left="2124" w:hanging="1416"/>
        <w:jc w:val="both"/>
      </w:pPr>
      <w:r w:rsidRPr="009459C3">
        <w:t>30.10.2008</w:t>
      </w:r>
      <w:r w:rsidRPr="009459C3">
        <w:tab/>
        <w:t>Střet osobního automobilu ŠKODA Felicia s Os 15953. Nehoda zaviněná účastníkem silničního provozu. Nedošlo k újmě na zdraví osob.</w:t>
      </w:r>
    </w:p>
    <w:p w14:paraId="4342E6D5" w14:textId="77777777" w:rsidR="001B0560" w:rsidRDefault="001B0560" w:rsidP="001B0560">
      <w:pPr>
        <w:pStyle w:val="Nadpis2"/>
      </w:pPr>
      <w:r>
        <w:t>3)</w:t>
      </w:r>
      <w:r>
        <w:tab/>
        <w:t>P</w:t>
      </w:r>
      <w:r w:rsidRPr="00BE5D5D">
        <w:t>opis technického řešení</w:t>
      </w:r>
    </w:p>
    <w:p w14:paraId="789E44E7" w14:textId="77777777" w:rsidR="00A9436F" w:rsidRDefault="00A9436F" w:rsidP="00A9436F">
      <w:pPr>
        <w:spacing w:after="0"/>
      </w:pPr>
    </w:p>
    <w:p w14:paraId="6AC655B7" w14:textId="20815D6F" w:rsidR="009C3979" w:rsidRPr="009459C3" w:rsidRDefault="001B0560" w:rsidP="000C468C">
      <w:pPr>
        <w:jc w:val="both"/>
      </w:pPr>
      <w:r>
        <w:t xml:space="preserve">Předmětem stavby je doplnění zabezpečení železničního přejezdu stávajícího přejezdového </w:t>
      </w:r>
      <w:r w:rsidRPr="009459C3">
        <w:t xml:space="preserve">zabezpečovacího zařízení bez závor </w:t>
      </w:r>
      <w:r w:rsidR="00E26231" w:rsidRPr="009459C3">
        <w:t>za upravené a doplněné přejezdové zabezpečovací zařízení 3. kategorie dle ČSN 34 2650 ed.2 se závorami</w:t>
      </w:r>
      <w:r w:rsidR="00CA0062">
        <w:t xml:space="preserve"> druhu PZS 3ZBI</w:t>
      </w:r>
      <w:r w:rsidRPr="009459C3">
        <w:t>. Přesný počet výstražníků a</w:t>
      </w:r>
      <w:r w:rsidR="00CA0062">
        <w:t> </w:t>
      </w:r>
      <w:r w:rsidRPr="009459C3">
        <w:t>závor bude upřesněn v rámci Rozhodnutí DÚ o změně a rozsahu zabezpečení. Pro volnost přibližovacích úseků budou využity stávající počítače náprav se směrovým výstupem, který bude využit k</w:t>
      </w:r>
      <w:r w:rsidR="001D7100">
        <w:t> </w:t>
      </w:r>
      <w:r w:rsidRPr="009459C3">
        <w:t xml:space="preserve">ukončování výstrahy na přejezdu po projetí vlaku. </w:t>
      </w:r>
      <w:r w:rsidR="00A57183" w:rsidRPr="009459C3">
        <w:t>Stávající diagnostika PZS bude doplněna, upravena.</w:t>
      </w:r>
      <w:r w:rsidR="000C468C">
        <w:t xml:space="preserve"> Vzhledem k šířce komunikace 5,5 m jsou dle čl. 5.3.2.7 písm. c) normy ČSN 34 2650 ed.2 požadovány celé závory.</w:t>
      </w:r>
    </w:p>
    <w:p w14:paraId="388C04A1" w14:textId="0E993136" w:rsidR="00E26231" w:rsidRPr="009459C3" w:rsidRDefault="00E26231" w:rsidP="001B0560">
      <w:pPr>
        <w:jc w:val="both"/>
      </w:pPr>
      <w:r w:rsidRPr="009459C3">
        <w:t xml:space="preserve">Veškeré části PZS, zejména pak stožáry výstražníků, výstražníky a závory </w:t>
      </w:r>
      <w:r w:rsidR="00054AA0" w:rsidRPr="009459C3">
        <w:t>je požadováno pokud možno</w:t>
      </w:r>
      <w:r w:rsidRPr="009459C3">
        <w:t xml:space="preserve"> situov</w:t>
      </w:r>
      <w:r w:rsidR="00054AA0" w:rsidRPr="009459C3">
        <w:t>at</w:t>
      </w:r>
      <w:r w:rsidRPr="009459C3">
        <w:t xml:space="preserve"> tak, aby v budoucnu umožnily převést </w:t>
      </w:r>
      <w:r w:rsidR="00AD6F1E" w:rsidRPr="009459C3">
        <w:t xml:space="preserve">přes přejezd </w:t>
      </w:r>
      <w:r w:rsidRPr="009459C3">
        <w:t>komunikaci pro pěší</w:t>
      </w:r>
      <w:r w:rsidR="00AD6F1E" w:rsidRPr="009459C3">
        <w:t xml:space="preserve"> a nebylo tak do budoucna třeba provádět úpravy PZS (vzorový příklad viz obrázek níže). V</w:t>
      </w:r>
      <w:r w:rsidRPr="009459C3">
        <w:t xml:space="preserve">e stávajícím stavu </w:t>
      </w:r>
      <w:r w:rsidR="00AD6F1E" w:rsidRPr="009459C3">
        <w:t xml:space="preserve">je tato komunikace vedena v přidruženém dopravním prostoru převáděné silnice s tím, že je </w:t>
      </w:r>
      <w:r w:rsidRPr="009459C3">
        <w:t>ukončena v těsné blízkosti přejezdu</w:t>
      </w:r>
      <w:r w:rsidR="00AD6F1E" w:rsidRPr="009459C3">
        <w:t>.</w:t>
      </w:r>
      <w:r w:rsidR="006F26CE" w:rsidRPr="009459C3">
        <w:t xml:space="preserve"> Na základě znalosti místních poměrů lze očekávat, že město bude mít zájem </w:t>
      </w:r>
      <w:r w:rsidR="00FC0681">
        <w:t xml:space="preserve">situovat PZZ tak, aby bylo v budoucnu možné </w:t>
      </w:r>
      <w:r w:rsidR="006F26CE" w:rsidRPr="009459C3">
        <w:t>převést chodce bezpečně přes přejezd.</w:t>
      </w:r>
    </w:p>
    <w:p w14:paraId="6C8C2557" w14:textId="79AC78F5" w:rsidR="00E26231" w:rsidRDefault="00E26231" w:rsidP="001B0560">
      <w:pPr>
        <w:jc w:val="both"/>
        <w:rPr>
          <w:color w:val="FF0000"/>
        </w:rPr>
      </w:pPr>
      <w:r w:rsidRPr="00E26231">
        <w:rPr>
          <w:noProof/>
          <w:color w:val="FF0000"/>
          <w:lang w:eastAsia="cs-CZ"/>
        </w:rPr>
        <w:lastRenderedPageBreak/>
        <w:drawing>
          <wp:inline distT="0" distB="0" distL="0" distR="0" wp14:anchorId="46C05BED" wp14:editId="06C0D79B">
            <wp:extent cx="5525770" cy="3430260"/>
            <wp:effectExtent l="19050" t="19050" r="17780" b="18415"/>
            <wp:docPr id="4" name="Obrázek 4" descr="C:\Users\BuresJ\Desktop\Výstřiž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resJ\Desktop\Výstřižek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43026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5D33ACD" w14:textId="6C3D7075" w:rsidR="009C3979" w:rsidRPr="009459C3" w:rsidRDefault="001B0560" w:rsidP="001B0560">
      <w:pPr>
        <w:jc w:val="both"/>
      </w:pPr>
      <w:r w:rsidRPr="009459C3">
        <w:t>Pro nově doplněnou výstroj závor bude přednostně využit stávající reléový domek PZS v</w:t>
      </w:r>
      <w:r w:rsidR="009C3979" w:rsidRPr="009459C3">
        <w:t> </w:t>
      </w:r>
      <w:r w:rsidRPr="009459C3">
        <w:t xml:space="preserve">blízkosti přejezdu. V případě nutnosti zřídit nový </w:t>
      </w:r>
      <w:r w:rsidR="00E26231" w:rsidRPr="009459C3">
        <w:t>reléový/</w:t>
      </w:r>
      <w:r w:rsidRPr="009459C3">
        <w:t>technologický domek bude tento objekt v</w:t>
      </w:r>
      <w:r w:rsidR="009C3979" w:rsidRPr="009459C3">
        <w:t> </w:t>
      </w:r>
      <w:r w:rsidRPr="009459C3">
        <w:t xml:space="preserve">blízkosti přejezdu a bude umístěn tak, aby byly splněny předepsané rozhledové </w:t>
      </w:r>
      <w:r w:rsidR="00A9436F" w:rsidRPr="009459C3">
        <w:t>poměry.</w:t>
      </w:r>
      <w:r w:rsidR="009C3979" w:rsidRPr="009459C3">
        <w:t xml:space="preserve"> </w:t>
      </w:r>
      <w:r w:rsidRPr="009459C3">
        <w:t>Umístění technologického objektu do terénu bude řešeno dle pokynů výro</w:t>
      </w:r>
      <w:r w:rsidR="009C3979" w:rsidRPr="009459C3">
        <w:t>bce (např.</w:t>
      </w:r>
      <w:r w:rsidR="00E26231" w:rsidRPr="009459C3">
        <w:t> </w:t>
      </w:r>
      <w:r w:rsidR="009C3979" w:rsidRPr="009459C3">
        <w:t>na betonové patky).</w:t>
      </w:r>
      <w:r w:rsidR="00B23DC0" w:rsidRPr="009459C3">
        <w:t xml:space="preserve"> Vzhled nového technologického domku bude odpovídat pokynu č.</w:t>
      </w:r>
      <w:r w:rsidR="001D7100">
        <w:t> </w:t>
      </w:r>
      <w:r w:rsidR="00B23DC0" w:rsidRPr="009459C3">
        <w:t>SŽ PO 10/2020 GŘ.</w:t>
      </w:r>
    </w:p>
    <w:p w14:paraId="2383A4EA" w14:textId="542F0504" w:rsidR="009C3979" w:rsidRPr="009459C3" w:rsidRDefault="001B0560" w:rsidP="001B0560">
      <w:pPr>
        <w:jc w:val="both"/>
      </w:pPr>
      <w:r w:rsidRPr="009459C3">
        <w:t>Nová kabelizace se předpokládá pouze v místě přejezdu od reléového domku k novým výstražníkům se závorovými stojany. Stavba je umístěna kromě částí kabelizace v extravilánu, tím pádem nebude mít výrazný urbanistický, či architektonický dopad. Budou použity typizované výrobky – tec</w:t>
      </w:r>
      <w:r w:rsidR="009C3979" w:rsidRPr="009459C3">
        <w:t>hnologický domek a výstražníky.</w:t>
      </w:r>
      <w:r w:rsidR="00AD6F1E" w:rsidRPr="009459C3">
        <w:t xml:space="preserve"> </w:t>
      </w:r>
      <w:r w:rsidR="00F0744D" w:rsidRPr="009459C3">
        <w:t>PZS bude doplněno o dálkově ovládanou zvukovou signalizací pro nevidomé</w:t>
      </w:r>
      <w:r w:rsidR="00AD6F1E" w:rsidRPr="009459C3">
        <w:t>.</w:t>
      </w:r>
      <w:r w:rsidR="00B00006" w:rsidRPr="009459C3">
        <w:t xml:space="preserve"> Závory budou </w:t>
      </w:r>
      <w:r w:rsidR="00721A26" w:rsidRPr="009459C3">
        <w:t>připraveny</w:t>
      </w:r>
      <w:r w:rsidR="00B00006" w:rsidRPr="009459C3">
        <w:t xml:space="preserve"> </w:t>
      </w:r>
      <w:r w:rsidR="00721A26" w:rsidRPr="009459C3">
        <w:t xml:space="preserve">na budoucí </w:t>
      </w:r>
      <w:r w:rsidR="00B00006" w:rsidRPr="009459C3">
        <w:t>dopl</w:t>
      </w:r>
      <w:r w:rsidR="00721A26" w:rsidRPr="009459C3">
        <w:t xml:space="preserve">nění </w:t>
      </w:r>
      <w:r w:rsidR="00B00006" w:rsidRPr="009459C3">
        <w:t>ZSH (zábrana slepecké hole) dle vyhlášky č.</w:t>
      </w:r>
      <w:r w:rsidR="002241CA" w:rsidRPr="009459C3">
        <w:t xml:space="preserve"> </w:t>
      </w:r>
      <w:r w:rsidR="00B00006" w:rsidRPr="009459C3">
        <w:t>398/2009</w:t>
      </w:r>
      <w:r w:rsidR="002241CA" w:rsidRPr="009459C3">
        <w:t xml:space="preserve"> Sb</w:t>
      </w:r>
      <w:r w:rsidR="00B00006" w:rsidRPr="009459C3">
        <w:t>.</w:t>
      </w:r>
      <w:r w:rsidR="000104C6">
        <w:t xml:space="preserve"> Závory jsou požadovány s LED svítilnami.</w:t>
      </w:r>
    </w:p>
    <w:p w14:paraId="0C5A61B4" w14:textId="1C3AE1E3" w:rsidR="001B0560" w:rsidRDefault="00B60C77" w:rsidP="001B0560">
      <w:pPr>
        <w:jc w:val="both"/>
      </w:pPr>
      <w:r w:rsidRPr="00B60C77">
        <w:t>Pro napájení PZS bude vybudována nová napájecí přípojka v 3f. provedení a to za stávající 1f přípojku.  Provedení nové přípojky musí odpovídat platným požadavkům a standardům PDS–E.ON Distribuce a.s. Instalace bude provedena podle uzavřené smlouvy o zřízení odběrného místa. Nová přípojka bude osazena ve skříni společnosti E-ON Distribuce a.s. Součástí přípojky bude třífázový elektroměrový rozvaděč RE s jištěním 16 A. Součástí záložního napájení budou baterie s dobíječem a zásuvkou pro mobilní náhradní zdroj.</w:t>
      </w:r>
    </w:p>
    <w:p w14:paraId="19F88654" w14:textId="0E85B2F1" w:rsidR="00EC485A" w:rsidRPr="009459C3" w:rsidRDefault="00EC485A" w:rsidP="001B0560">
      <w:pPr>
        <w:jc w:val="both"/>
      </w:pPr>
      <w:r w:rsidRPr="00EC485A">
        <w:t>V rámci stavby bude řešena úprava a doplnění dopravního značení.</w:t>
      </w:r>
    </w:p>
    <w:p w14:paraId="0262EED1" w14:textId="77777777" w:rsidR="001B0560" w:rsidRDefault="001B0560" w:rsidP="001B0560">
      <w:pPr>
        <w:pStyle w:val="Nadpis2"/>
      </w:pPr>
      <w:r>
        <w:t>4)</w:t>
      </w:r>
      <w:r>
        <w:tab/>
        <w:t>Objektová skladba</w:t>
      </w:r>
    </w:p>
    <w:p w14:paraId="287072C9" w14:textId="77777777" w:rsidR="001B0560" w:rsidRDefault="001B0560" w:rsidP="001B0560">
      <w:pPr>
        <w:spacing w:after="0"/>
      </w:pPr>
    </w:p>
    <w:p w14:paraId="3120A7C1" w14:textId="389E5A39" w:rsidR="00AD6F1E" w:rsidRPr="009459C3" w:rsidRDefault="00396101" w:rsidP="00AD6F1E">
      <w:pPr>
        <w:spacing w:after="120"/>
        <w:ind w:firstLine="709"/>
      </w:pPr>
      <w:r>
        <w:t xml:space="preserve">PS 01-01-31 Zabezpečovací zařízení </w:t>
      </w:r>
      <w:r w:rsidR="00227740">
        <w:t xml:space="preserve">(PZS) </w:t>
      </w:r>
      <w:r w:rsidRPr="00396101">
        <w:t xml:space="preserve"> </w:t>
      </w:r>
      <w:r w:rsidRPr="00396101">
        <w:rPr>
          <w:rFonts w:ascii="Arial" w:hAnsi="Arial" w:cs="Arial"/>
        </w:rPr>
        <w:t>̶̵</w:t>
      </w:r>
      <w:r w:rsidRPr="00396101">
        <w:t xml:space="preserve">  </w:t>
      </w:r>
      <w:r w:rsidRPr="00396101">
        <w:rPr>
          <w:rFonts w:ascii="Verdana" w:hAnsi="Verdana" w:cs="Verdana"/>
        </w:rPr>
        <w:t>ž</w:t>
      </w:r>
      <w:r w:rsidRPr="00396101">
        <w:t>elezni</w:t>
      </w:r>
      <w:r w:rsidRPr="00396101">
        <w:rPr>
          <w:rFonts w:ascii="Verdana" w:hAnsi="Verdana" w:cs="Verdana"/>
        </w:rPr>
        <w:t>č</w:t>
      </w:r>
      <w:r w:rsidRPr="00396101">
        <w:t>n</w:t>
      </w:r>
      <w:r w:rsidRPr="00396101">
        <w:rPr>
          <w:rFonts w:ascii="Verdana" w:hAnsi="Verdana" w:cs="Verdana"/>
        </w:rPr>
        <w:t>í</w:t>
      </w:r>
      <w:r w:rsidRPr="00396101">
        <w:t xml:space="preserve"> p</w:t>
      </w:r>
      <w:r w:rsidRPr="00396101">
        <w:rPr>
          <w:rFonts w:ascii="Verdana" w:hAnsi="Verdana" w:cs="Verdana"/>
        </w:rPr>
        <w:t>ř</w:t>
      </w:r>
      <w:r w:rsidRPr="00396101">
        <w:t>ejezd v km 23,633 (P3805)</w:t>
      </w:r>
    </w:p>
    <w:p w14:paraId="4CD05DFF" w14:textId="65FC4811" w:rsidR="00AD6F1E" w:rsidRPr="009459C3" w:rsidRDefault="00396101" w:rsidP="00396101">
      <w:pPr>
        <w:spacing w:after="120"/>
        <w:ind w:firstLine="709"/>
      </w:pPr>
      <w:r>
        <w:t xml:space="preserve">SO 01-13-01 Pozemní komunikace </w:t>
      </w:r>
      <w:r w:rsidRPr="00396101">
        <w:t xml:space="preserve"> </w:t>
      </w:r>
      <w:r w:rsidRPr="00396101">
        <w:rPr>
          <w:rFonts w:ascii="Arial" w:hAnsi="Arial" w:cs="Arial"/>
        </w:rPr>
        <w:t>̶̵</w:t>
      </w:r>
      <w:r w:rsidRPr="00396101">
        <w:t xml:space="preserve">  </w:t>
      </w:r>
      <w:r w:rsidRPr="00396101">
        <w:rPr>
          <w:rFonts w:ascii="Verdana" w:hAnsi="Verdana" w:cs="Verdana"/>
        </w:rPr>
        <w:t>ž</w:t>
      </w:r>
      <w:r w:rsidRPr="00396101">
        <w:t>elezni</w:t>
      </w:r>
      <w:r w:rsidRPr="00396101">
        <w:rPr>
          <w:rFonts w:ascii="Verdana" w:hAnsi="Verdana" w:cs="Verdana"/>
        </w:rPr>
        <w:t>č</w:t>
      </w:r>
      <w:r w:rsidRPr="00396101">
        <w:t>n</w:t>
      </w:r>
      <w:r w:rsidRPr="00396101">
        <w:rPr>
          <w:rFonts w:ascii="Verdana" w:hAnsi="Verdana" w:cs="Verdana"/>
        </w:rPr>
        <w:t>í</w:t>
      </w:r>
      <w:r w:rsidRPr="00396101">
        <w:t xml:space="preserve"> p</w:t>
      </w:r>
      <w:r w:rsidRPr="00396101">
        <w:rPr>
          <w:rFonts w:ascii="Verdana" w:hAnsi="Verdana" w:cs="Verdana"/>
        </w:rPr>
        <w:t>ř</w:t>
      </w:r>
      <w:r w:rsidRPr="00396101">
        <w:t>ejezd v km 23,633 (P3805)</w:t>
      </w:r>
    </w:p>
    <w:p w14:paraId="08972787" w14:textId="62E92B1A" w:rsidR="009B43A1" w:rsidRPr="00396101" w:rsidRDefault="00AD6F1E" w:rsidP="00396101">
      <w:pPr>
        <w:spacing w:after="120"/>
        <w:ind w:firstLine="709"/>
      </w:pPr>
      <w:r w:rsidRPr="009459C3">
        <w:t>SO</w:t>
      </w:r>
      <w:r w:rsidR="00396101">
        <w:t xml:space="preserve"> 01-86-01 P</w:t>
      </w:r>
      <w:r w:rsidRPr="009459C3">
        <w:t xml:space="preserve">řípojka </w:t>
      </w:r>
      <w:r w:rsidR="00396101">
        <w:t xml:space="preserve">napájení </w:t>
      </w:r>
      <w:r w:rsidRPr="009459C3">
        <w:t>NN</w:t>
      </w:r>
      <w:r w:rsidR="005A4C2D">
        <w:t xml:space="preserve"> </w:t>
      </w:r>
      <w:r w:rsidR="005A4C2D" w:rsidRPr="005A4C2D">
        <w:t xml:space="preserve"> </w:t>
      </w:r>
      <w:r w:rsidR="005A4C2D" w:rsidRPr="005A4C2D">
        <w:rPr>
          <w:rFonts w:ascii="Arial" w:hAnsi="Arial" w:cs="Arial"/>
        </w:rPr>
        <w:t>̶̵</w:t>
      </w:r>
      <w:r w:rsidR="005A4C2D" w:rsidRPr="005A4C2D">
        <w:t xml:space="preserve">  </w:t>
      </w:r>
      <w:r w:rsidR="005A4C2D" w:rsidRPr="005A4C2D">
        <w:rPr>
          <w:rFonts w:ascii="Verdana" w:hAnsi="Verdana" w:cs="Verdana"/>
        </w:rPr>
        <w:t>ž</w:t>
      </w:r>
      <w:r w:rsidR="005A4C2D" w:rsidRPr="005A4C2D">
        <w:t>elezni</w:t>
      </w:r>
      <w:r w:rsidR="005A4C2D" w:rsidRPr="005A4C2D">
        <w:rPr>
          <w:rFonts w:ascii="Verdana" w:hAnsi="Verdana" w:cs="Verdana"/>
        </w:rPr>
        <w:t>č</w:t>
      </w:r>
      <w:r w:rsidR="005A4C2D" w:rsidRPr="005A4C2D">
        <w:t>n</w:t>
      </w:r>
      <w:r w:rsidR="005A4C2D" w:rsidRPr="005A4C2D">
        <w:rPr>
          <w:rFonts w:ascii="Verdana" w:hAnsi="Verdana" w:cs="Verdana"/>
        </w:rPr>
        <w:t>í</w:t>
      </w:r>
      <w:r w:rsidR="005A4C2D" w:rsidRPr="005A4C2D">
        <w:t xml:space="preserve"> p</w:t>
      </w:r>
      <w:r w:rsidR="005A4C2D" w:rsidRPr="005A4C2D">
        <w:rPr>
          <w:rFonts w:ascii="Verdana" w:hAnsi="Verdana" w:cs="Verdana"/>
        </w:rPr>
        <w:t>ř</w:t>
      </w:r>
      <w:r w:rsidR="005A4C2D" w:rsidRPr="005A4C2D">
        <w:t>ejezd v km 23,633 (P3805)</w:t>
      </w:r>
    </w:p>
    <w:p w14:paraId="553E8E1B" w14:textId="241D4EA2" w:rsidR="009B43A1" w:rsidRDefault="009B43A1" w:rsidP="00AD6F1E">
      <w:pPr>
        <w:spacing w:after="120"/>
        <w:ind w:firstLine="709"/>
        <w:rPr>
          <w:color w:val="00B050"/>
        </w:rPr>
      </w:pPr>
    </w:p>
    <w:p w14:paraId="135E5460" w14:textId="012006C6" w:rsidR="009B43A1" w:rsidRDefault="009B43A1" w:rsidP="00AD6F1E">
      <w:pPr>
        <w:spacing w:after="120"/>
        <w:ind w:firstLine="709"/>
        <w:rPr>
          <w:color w:val="00B050"/>
        </w:rPr>
      </w:pPr>
    </w:p>
    <w:p w14:paraId="44B08A09" w14:textId="57E3E996" w:rsidR="009B43A1" w:rsidRDefault="009B43A1" w:rsidP="00AD6F1E">
      <w:pPr>
        <w:spacing w:after="120"/>
        <w:ind w:firstLine="709"/>
        <w:rPr>
          <w:color w:val="00B050"/>
        </w:rPr>
      </w:pPr>
    </w:p>
    <w:p w14:paraId="5D85167A" w14:textId="77777777" w:rsidR="009B43A1" w:rsidRPr="00AD6F1E" w:rsidRDefault="009B43A1" w:rsidP="00AD6F1E">
      <w:pPr>
        <w:spacing w:after="120"/>
        <w:ind w:firstLine="709"/>
        <w:rPr>
          <w:color w:val="00B050"/>
        </w:rPr>
      </w:pPr>
    </w:p>
    <w:p w14:paraId="4BFA6142" w14:textId="77777777" w:rsidR="001B0560" w:rsidRDefault="001B0560" w:rsidP="001B0560">
      <w:pPr>
        <w:pStyle w:val="Nadpis2"/>
      </w:pPr>
      <w:r>
        <w:t>5)</w:t>
      </w:r>
      <w:r>
        <w:tab/>
        <w:t>Situační schéma přejezdu</w:t>
      </w:r>
    </w:p>
    <w:p w14:paraId="5F720A19" w14:textId="7ED1CDFD" w:rsidR="001B0560" w:rsidRDefault="001B0560" w:rsidP="009B43A1">
      <w:pPr>
        <w:spacing w:after="0"/>
      </w:pPr>
    </w:p>
    <w:p w14:paraId="51D85DA4" w14:textId="3EF62A41" w:rsidR="00AD6F1E" w:rsidRPr="0050267A" w:rsidRDefault="00AD6F1E" w:rsidP="001B0560">
      <w:r>
        <w:rPr>
          <w:noProof/>
          <w:lang w:eastAsia="cs-CZ"/>
        </w:rPr>
        <w:drawing>
          <wp:inline distT="0" distB="0" distL="0" distR="0" wp14:anchorId="04BFC753" wp14:editId="07641AD6">
            <wp:extent cx="5525770" cy="2979420"/>
            <wp:effectExtent l="19050" t="19050" r="17780" b="1143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97942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38A29AC" w14:textId="77777777" w:rsidR="001B0560" w:rsidRDefault="001B0560" w:rsidP="001B0560">
      <w:pPr>
        <w:pStyle w:val="Nadpis2"/>
      </w:pPr>
      <w:r>
        <w:t>6)</w:t>
      </w:r>
      <w:r>
        <w:tab/>
        <w:t>Územně technické podmínky</w:t>
      </w:r>
    </w:p>
    <w:p w14:paraId="666D530B" w14:textId="77777777" w:rsidR="001B0560" w:rsidRPr="00F629E7" w:rsidRDefault="001B0560" w:rsidP="00A9436F">
      <w:pPr>
        <w:spacing w:after="0"/>
      </w:pPr>
    </w:p>
    <w:p w14:paraId="0B17C99B" w14:textId="2FEA5ABA" w:rsidR="001B0560" w:rsidRPr="009459C3" w:rsidRDefault="001B0560" w:rsidP="001B0560">
      <w:pPr>
        <w:jc w:val="both"/>
      </w:pPr>
      <w:r w:rsidRPr="009459C3">
        <w:t xml:space="preserve">V rámci stavby </w:t>
      </w:r>
      <w:r w:rsidRPr="009459C3">
        <w:rPr>
          <w:i/>
        </w:rPr>
        <w:t>„</w:t>
      </w:r>
      <w:r w:rsidR="00E214D1" w:rsidRPr="009459C3">
        <w:rPr>
          <w:i/>
        </w:rPr>
        <w:t xml:space="preserve">Doplnění závor na přejezdu P3805 v km 23,633 trati Havlíčkův Brod </w:t>
      </w:r>
      <w:r w:rsidR="00AD1F06">
        <w:rPr>
          <w:i/>
        </w:rPr>
        <w:t>-</w:t>
      </w:r>
      <w:r w:rsidR="00E214D1" w:rsidRPr="009459C3">
        <w:rPr>
          <w:i/>
        </w:rPr>
        <w:t xml:space="preserve"> Humpolec</w:t>
      </w:r>
      <w:r w:rsidRPr="009459C3">
        <w:rPr>
          <w:i/>
        </w:rPr>
        <w:t>“</w:t>
      </w:r>
      <w:r w:rsidRPr="009459C3">
        <w:t xml:space="preserve"> budou prováděny pouze technologické úpravy na stávajícím zařízení. Stavební práce</w:t>
      </w:r>
      <w:r w:rsidR="00FD73FE" w:rsidRPr="009459C3">
        <w:t xml:space="preserve"> </w:t>
      </w:r>
      <w:r w:rsidRPr="009459C3">
        <w:t>proběhnou</w:t>
      </w:r>
      <w:r w:rsidR="00FD73FE" w:rsidRPr="009459C3">
        <w:t xml:space="preserve"> </w:t>
      </w:r>
      <w:r w:rsidRPr="009459C3">
        <w:t>výlučně</w:t>
      </w:r>
      <w:r w:rsidR="00FD73FE" w:rsidRPr="009459C3">
        <w:t xml:space="preserve"> </w:t>
      </w:r>
      <w:r w:rsidRPr="009459C3">
        <w:t>v prostoru již provozované dráhy. Veškeré práce nebudou mít vliv na okolní</w:t>
      </w:r>
      <w:r w:rsidR="00FD73FE" w:rsidRPr="009459C3">
        <w:t xml:space="preserve"> </w:t>
      </w:r>
      <w:r w:rsidRPr="009459C3">
        <w:t>prostředí.</w:t>
      </w:r>
      <w:r w:rsidR="00FD73FE" w:rsidRPr="009459C3">
        <w:t xml:space="preserve"> </w:t>
      </w:r>
      <w:r w:rsidRPr="009459C3">
        <w:t>Stavba neovlivní rozhodujícím způsobem životní prostředí v nejbližším okolí.</w:t>
      </w:r>
    </w:p>
    <w:p w14:paraId="2A9DF569" w14:textId="77777777" w:rsidR="001B0560" w:rsidRDefault="001B0560" w:rsidP="001B0560">
      <w:pPr>
        <w:jc w:val="both"/>
      </w:pPr>
      <w:r>
        <w:t>Stavba nevyvolává žádné přeložky stávajících inženýrských sítí, nevyvolává omezení dosavadních staveb a ani potřeby kácení zeleně, kromě náletové zeleně.</w:t>
      </w:r>
    </w:p>
    <w:p w14:paraId="08DC762B" w14:textId="77777777" w:rsidR="001B0560" w:rsidRDefault="001B0560" w:rsidP="001B0560">
      <w:pPr>
        <w:autoSpaceDE w:val="0"/>
        <w:autoSpaceDN w:val="0"/>
        <w:adjustRightInd w:val="0"/>
        <w:jc w:val="both"/>
      </w:pPr>
      <w:r>
        <w:t>Vlastní stavba bude realizována v rozsahu pozemků se způsobem využití dráha, silnice, ostatní komunikace a jiná plocha.</w:t>
      </w:r>
    </w:p>
    <w:p w14:paraId="0CAE0BDE" w14:textId="77777777" w:rsidR="001B0560" w:rsidRDefault="001B0560" w:rsidP="001B0560">
      <w:pPr>
        <w:pStyle w:val="Nadpis2"/>
      </w:pPr>
      <w:r>
        <w:t>7</w:t>
      </w:r>
      <w:r w:rsidRPr="00331635">
        <w:t>)</w:t>
      </w:r>
      <w:r w:rsidRPr="00331635">
        <w:tab/>
      </w:r>
      <w:r w:rsidRPr="00BE5D5D">
        <w:t>Odhad investičních nákladů včetně jeho zdůvodnění</w:t>
      </w:r>
    </w:p>
    <w:p w14:paraId="0C09F8A0" w14:textId="77777777" w:rsidR="001B0560" w:rsidRPr="00F629E7" w:rsidRDefault="001B0560" w:rsidP="00A9436F">
      <w:pPr>
        <w:spacing w:after="0"/>
      </w:pPr>
    </w:p>
    <w:p w14:paraId="7593D5B5" w14:textId="12003D8D" w:rsidR="001B0560" w:rsidRDefault="001B0560" w:rsidP="001B0560">
      <w:pPr>
        <w:jc w:val="both"/>
      </w:pPr>
      <w:r w:rsidRPr="009459C3">
        <w:t xml:space="preserve">Celkové investiční náklady byly odhadnuty na základě </w:t>
      </w:r>
      <w:r w:rsidR="008021D9" w:rsidRPr="009459C3">
        <w:rPr>
          <w:i/>
        </w:rPr>
        <w:t>„Sborník</w:t>
      </w:r>
      <w:r w:rsidR="007F0168" w:rsidRPr="009459C3">
        <w:rPr>
          <w:i/>
        </w:rPr>
        <w:t>u</w:t>
      </w:r>
      <w:r w:rsidR="008021D9" w:rsidRPr="009459C3">
        <w:rPr>
          <w:i/>
        </w:rPr>
        <w:t xml:space="preserve"> pro oceňování železničních staveb ve stupni studie proveditelnosti a záměr projektu“</w:t>
      </w:r>
      <w:r w:rsidR="008021D9" w:rsidRPr="009459C3">
        <w:t xml:space="preserve"> (SFDI, schváleno březen 2019)</w:t>
      </w:r>
      <w:r w:rsidRPr="009459C3">
        <w:t>.</w:t>
      </w:r>
    </w:p>
    <w:p w14:paraId="2E46124E" w14:textId="1168B4EA" w:rsidR="00956DF0" w:rsidRDefault="00956DF0" w:rsidP="001B0560">
      <w:pPr>
        <w:jc w:val="both"/>
      </w:pPr>
    </w:p>
    <w:p w14:paraId="78F12E1A" w14:textId="53AED2BC" w:rsidR="00956DF0" w:rsidRDefault="00956DF0" w:rsidP="001B0560">
      <w:pPr>
        <w:jc w:val="both"/>
      </w:pPr>
    </w:p>
    <w:p w14:paraId="74D75AD9" w14:textId="0082E662" w:rsidR="00956DF0" w:rsidRDefault="00956DF0" w:rsidP="001B0560">
      <w:pPr>
        <w:jc w:val="both"/>
      </w:pPr>
    </w:p>
    <w:p w14:paraId="38CCFFB0" w14:textId="304368C1" w:rsidR="00956DF0" w:rsidRDefault="00956DF0" w:rsidP="001B0560">
      <w:pPr>
        <w:jc w:val="both"/>
      </w:pPr>
    </w:p>
    <w:p w14:paraId="251686D6" w14:textId="7233B8CE" w:rsidR="00956DF0" w:rsidRDefault="00956DF0" w:rsidP="001B0560">
      <w:pPr>
        <w:jc w:val="both"/>
      </w:pPr>
    </w:p>
    <w:p w14:paraId="4545AB93" w14:textId="502BCCAB" w:rsidR="00956DF0" w:rsidRDefault="00956DF0" w:rsidP="001B0560">
      <w:pPr>
        <w:jc w:val="both"/>
      </w:pPr>
    </w:p>
    <w:p w14:paraId="3B579C2E" w14:textId="3DB1D486" w:rsidR="00956DF0" w:rsidRDefault="00956DF0" w:rsidP="001B0560">
      <w:pPr>
        <w:jc w:val="both"/>
      </w:pPr>
      <w:bookmarkStart w:id="0" w:name="_GoBack"/>
      <w:bookmarkEnd w:id="0"/>
    </w:p>
    <w:p w14:paraId="6A32E0C2" w14:textId="77777777" w:rsidR="00956DF0" w:rsidRPr="009459C3" w:rsidRDefault="00956DF0" w:rsidP="001B0560">
      <w:pPr>
        <w:jc w:val="both"/>
      </w:pPr>
    </w:p>
    <w:p w14:paraId="0214E1A7" w14:textId="4DF700E6" w:rsidR="001B0560" w:rsidRPr="009459C3" w:rsidRDefault="001B0560" w:rsidP="001B0560">
      <w:pPr>
        <w:pStyle w:val="Nadpis4"/>
      </w:pPr>
      <w:r w:rsidRPr="009459C3">
        <w:t>Celkové investiční náklady (CÚ 20</w:t>
      </w:r>
      <w:r w:rsidR="00021CE0" w:rsidRPr="009459C3">
        <w:t>20</w:t>
      </w:r>
      <w:r w:rsidRPr="009459C3">
        <w:t xml:space="preserve"> - 202</w:t>
      </w:r>
      <w:r w:rsidR="001D7100">
        <w:t>3</w:t>
      </w:r>
      <w:r w:rsidRPr="009459C3">
        <w:t>)</w:t>
      </w:r>
    </w:p>
    <w:p w14:paraId="78638D05" w14:textId="29CF8E9F" w:rsidR="004C3A94" w:rsidRDefault="004C3A94" w:rsidP="001B0560">
      <w:pPr>
        <w:spacing w:after="0"/>
      </w:pPr>
    </w:p>
    <w:tbl>
      <w:tblPr>
        <w:tblW w:w="67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1340"/>
      </w:tblGrid>
      <w:tr w:rsidR="004C3A94" w:rsidRPr="004C3A94" w14:paraId="31958927" w14:textId="77777777" w:rsidTr="004C3A94">
        <w:trPr>
          <w:trHeight w:val="225"/>
        </w:trPr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497B0"/>
            <w:vAlign w:val="center"/>
            <w:hideMark/>
          </w:tcPr>
          <w:p w14:paraId="1E25F786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  <w:t>Přehled investičních nákladů:</w:t>
            </w:r>
          </w:p>
        </w:tc>
      </w:tr>
      <w:tr w:rsidR="004C3A94" w:rsidRPr="004C3A94" w14:paraId="1E611B9B" w14:textId="77777777" w:rsidTr="004C3A94">
        <w:trPr>
          <w:trHeight w:val="225"/>
        </w:trPr>
        <w:tc>
          <w:tcPr>
            <w:tcW w:w="5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8497B0"/>
            <w:vAlign w:val="center"/>
            <w:hideMark/>
          </w:tcPr>
          <w:p w14:paraId="50BB5CDB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Zařazení nákladů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8497B0"/>
            <w:vAlign w:val="center"/>
            <w:hideMark/>
          </w:tcPr>
          <w:p w14:paraId="3EE62689" w14:textId="77777777" w:rsidR="004C3A94" w:rsidRPr="004C3A94" w:rsidRDefault="004C3A94" w:rsidP="004C3A9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Celkové náklady</w:t>
            </w:r>
            <w:r w:rsidRPr="004C3A94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br/>
            </w:r>
            <w:r w:rsidRPr="004C3A94">
              <w:rPr>
                <w:rFonts w:ascii="Verdana" w:eastAsia="Times New Roman" w:hAnsi="Verdana" w:cs="Times New Roman"/>
                <w:i/>
                <w:iCs/>
                <w:color w:val="000000"/>
                <w:lang w:eastAsia="cs-CZ"/>
              </w:rPr>
              <w:t>[ Kč ]</w:t>
            </w:r>
          </w:p>
        </w:tc>
      </w:tr>
      <w:tr w:rsidR="004C3A94" w:rsidRPr="004C3A94" w14:paraId="78416381" w14:textId="77777777" w:rsidTr="004C3A94">
        <w:trPr>
          <w:trHeight w:val="493"/>
        </w:trPr>
        <w:tc>
          <w:tcPr>
            <w:tcW w:w="5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E6CC7E1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E3CA98C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4C3A94" w:rsidRPr="004C3A94" w14:paraId="35B04F14" w14:textId="77777777" w:rsidTr="004C3A94">
        <w:trPr>
          <w:trHeight w:val="240"/>
        </w:trPr>
        <w:tc>
          <w:tcPr>
            <w:tcW w:w="540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93519B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color w:val="000000"/>
                <w:lang w:eastAsia="cs-CZ"/>
              </w:rPr>
              <w:t>1. Poplatky za plány/stavební projekt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EB05A" w14:textId="77777777" w:rsidR="004C3A94" w:rsidRPr="004C3A94" w:rsidRDefault="004C3A94" w:rsidP="004C3A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4C3A94" w:rsidRPr="004C3A94" w14:paraId="20A05B65" w14:textId="77777777" w:rsidTr="004C3A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D678B3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color w:val="000000"/>
                <w:lang w:eastAsia="cs-CZ"/>
              </w:rPr>
              <w:t>2. Nákup pozemků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13AFB" w14:textId="77777777" w:rsidR="004C3A94" w:rsidRPr="004C3A94" w:rsidRDefault="004C3A94" w:rsidP="004C3A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4C3A94" w:rsidRPr="004C3A94" w14:paraId="43C3CD3C" w14:textId="77777777" w:rsidTr="004C3A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DEEB9C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color w:val="000000"/>
                <w:lang w:eastAsia="cs-CZ"/>
              </w:rPr>
              <w:t>3. Výstavba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1A92B" w14:textId="77777777" w:rsidR="004C3A94" w:rsidRPr="004C3A94" w:rsidRDefault="004C3A94" w:rsidP="004C3A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4C3A94" w:rsidRPr="004C3A94" w14:paraId="64DC95A8" w14:textId="77777777" w:rsidTr="004C3A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A53EF4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color w:val="000000"/>
                <w:lang w:eastAsia="cs-CZ"/>
              </w:rPr>
              <w:t>4. Stroje a zařízení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CED68" w14:textId="77777777" w:rsidR="004C3A94" w:rsidRPr="004C3A94" w:rsidRDefault="004C3A94" w:rsidP="004C3A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4C3A94" w:rsidRPr="004C3A94" w14:paraId="6623A20F" w14:textId="77777777" w:rsidTr="004C3A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6636ED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color w:val="000000"/>
                <w:lang w:eastAsia="cs-CZ"/>
              </w:rPr>
              <w:t>5. Nepředvídatelné události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62DB0" w14:textId="77777777" w:rsidR="004C3A94" w:rsidRPr="004C3A94" w:rsidRDefault="004C3A94" w:rsidP="004C3A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4C3A94" w:rsidRPr="004C3A94" w14:paraId="0E5F7ADB" w14:textId="77777777" w:rsidTr="004C3A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0D1396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color w:val="000000"/>
                <w:lang w:eastAsia="cs-CZ"/>
              </w:rPr>
              <w:t>6. Úprava ceny (v případě potřeby)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517D2" w14:textId="77777777" w:rsidR="004C3A94" w:rsidRPr="004C3A94" w:rsidRDefault="004C3A94" w:rsidP="004C3A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4C3A94" w:rsidRPr="004C3A94" w14:paraId="781B0FE4" w14:textId="77777777" w:rsidTr="004C3A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F8E117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color w:val="000000"/>
                <w:lang w:eastAsia="cs-CZ"/>
              </w:rPr>
              <w:t>7. Propagace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02C95" w14:textId="77777777" w:rsidR="004C3A94" w:rsidRPr="004C3A94" w:rsidRDefault="004C3A94" w:rsidP="004C3A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4C3A94" w:rsidRPr="004C3A94" w14:paraId="232F86A0" w14:textId="77777777" w:rsidTr="004C3A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3D8DC5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color w:val="000000"/>
                <w:lang w:eastAsia="cs-CZ"/>
              </w:rPr>
              <w:t>8. Dozor v průběhu výstavby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4A6CA" w14:textId="77777777" w:rsidR="004C3A94" w:rsidRPr="004C3A94" w:rsidRDefault="004C3A94" w:rsidP="004C3A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4C3A94" w:rsidRPr="004C3A94" w14:paraId="0004EE63" w14:textId="77777777" w:rsidTr="004C3A94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C69AF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color w:val="000000"/>
                <w:lang w:eastAsia="cs-CZ"/>
              </w:rPr>
              <w:t>9. Technická pomoc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F5C4E" w14:textId="77777777" w:rsidR="004C3A94" w:rsidRPr="004C3A94" w:rsidRDefault="004C3A94" w:rsidP="004C3A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4C3A94" w:rsidRPr="004C3A94" w14:paraId="62AFAB40" w14:textId="77777777" w:rsidTr="004C3A94">
        <w:trPr>
          <w:trHeight w:val="255"/>
        </w:trPr>
        <w:tc>
          <w:tcPr>
            <w:tcW w:w="5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000000"/>
            </w:tcBorders>
            <w:shd w:val="clear" w:color="000000" w:fill="ACB9CA"/>
            <w:vAlign w:val="center"/>
            <w:hideMark/>
          </w:tcPr>
          <w:p w14:paraId="5839FB78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10. Mezisoučet</w:t>
            </w:r>
          </w:p>
        </w:tc>
        <w:tc>
          <w:tcPr>
            <w:tcW w:w="13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43710A94" w14:textId="77777777" w:rsidR="004C3A94" w:rsidRPr="004C3A94" w:rsidRDefault="004C3A94" w:rsidP="004C3A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  <w:tr w:rsidR="004C3A94" w:rsidRPr="004C3A94" w14:paraId="576C8816" w14:textId="77777777" w:rsidTr="004C3A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9AE24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color w:val="000000"/>
                <w:lang w:eastAsia="cs-CZ"/>
              </w:rPr>
              <w:t>11. DPH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402C" w14:textId="77777777" w:rsidR="004C3A94" w:rsidRPr="004C3A94" w:rsidRDefault="004C3A94" w:rsidP="004C3A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4C3A94" w:rsidRPr="004C3A94" w14:paraId="3E180BC8" w14:textId="77777777" w:rsidTr="004C3A94">
        <w:trPr>
          <w:trHeight w:val="225"/>
        </w:trPr>
        <w:tc>
          <w:tcPr>
            <w:tcW w:w="54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CB9CA"/>
            <w:vAlign w:val="center"/>
            <w:hideMark/>
          </w:tcPr>
          <w:p w14:paraId="79ADA55B" w14:textId="77777777" w:rsidR="004C3A94" w:rsidRPr="004C3A94" w:rsidRDefault="004C3A94" w:rsidP="004C3A9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12. CELKEM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15AD8D72" w14:textId="77777777" w:rsidR="004C3A94" w:rsidRPr="004C3A94" w:rsidRDefault="004C3A94" w:rsidP="004C3A9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C3A94"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</w:tbl>
    <w:p w14:paraId="50E0E761" w14:textId="1F8CD211" w:rsidR="001B0560" w:rsidRDefault="001B0560" w:rsidP="001B0560">
      <w:pPr>
        <w:spacing w:after="0"/>
      </w:pPr>
    </w:p>
    <w:p w14:paraId="3726F8DD" w14:textId="77777777" w:rsidR="00956DF0" w:rsidRDefault="00956DF0" w:rsidP="001B0560">
      <w:pPr>
        <w:spacing w:after="0"/>
        <w:jc w:val="both"/>
      </w:pPr>
    </w:p>
    <w:p w14:paraId="5F196168" w14:textId="769B1950" w:rsidR="001B0560" w:rsidRPr="009459C3" w:rsidRDefault="001B0560" w:rsidP="001B0560">
      <w:pPr>
        <w:spacing w:after="0"/>
        <w:jc w:val="both"/>
      </w:pPr>
      <w:r w:rsidRPr="009459C3">
        <w:t xml:space="preserve">Do celkových investičních nákladů je zahrnut inflační koeficient ve výši </w:t>
      </w:r>
      <w:r w:rsidR="008021D9" w:rsidRPr="009459C3">
        <w:t>3,7 </w:t>
      </w:r>
      <w:r w:rsidRPr="009459C3">
        <w:t>% p. a. v letech realizace 202</w:t>
      </w:r>
      <w:r w:rsidR="00021CE0" w:rsidRPr="009459C3">
        <w:t>2</w:t>
      </w:r>
      <w:r w:rsidRPr="009459C3">
        <w:t>.</w:t>
      </w:r>
    </w:p>
    <w:p w14:paraId="6BBAC592" w14:textId="77777777" w:rsidR="001B0560" w:rsidRDefault="001B0560" w:rsidP="001B0560">
      <w:pPr>
        <w:spacing w:after="0"/>
      </w:pPr>
    </w:p>
    <w:p w14:paraId="773A565D" w14:textId="77777777" w:rsidR="001B0560" w:rsidRPr="001D3747" w:rsidRDefault="001B0560" w:rsidP="001B0560">
      <w:pPr>
        <w:pStyle w:val="Nadpis2"/>
      </w:pPr>
      <w:r>
        <w:t xml:space="preserve">8) </w:t>
      </w:r>
      <w:r>
        <w:tab/>
      </w:r>
      <w:r w:rsidRPr="00BE5D5D">
        <w:t>Ekonomické hodnocení</w:t>
      </w:r>
    </w:p>
    <w:p w14:paraId="14103662" w14:textId="77777777" w:rsidR="001B0560" w:rsidRDefault="001B0560" w:rsidP="001B0560">
      <w:pPr>
        <w:pStyle w:val="Nadpis4"/>
      </w:pPr>
      <w:r w:rsidRPr="001D3747">
        <w:t xml:space="preserve">Analýza problému </w:t>
      </w:r>
    </w:p>
    <w:p w14:paraId="4D03062C" w14:textId="77777777" w:rsidR="001B0560" w:rsidRPr="00A973EE" w:rsidRDefault="001B0560" w:rsidP="001B0560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</w:p>
    <w:p w14:paraId="0810A526" w14:textId="7011ECE0" w:rsidR="001B0560" w:rsidRPr="009459C3" w:rsidRDefault="001B0560" w:rsidP="001B0560">
      <w:pPr>
        <w:jc w:val="both"/>
      </w:pPr>
      <w:r w:rsidRPr="00A973EE">
        <w:t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vjedou na přejezd v době, kdy to zákon zakazuje.</w:t>
      </w:r>
      <w:r>
        <w:t xml:space="preserve"> Toto riskantní chování řidičů potvrzuje i</w:t>
      </w:r>
      <w:r w:rsidR="009C3979">
        <w:t> </w:t>
      </w:r>
      <w:r>
        <w:t xml:space="preserve">dlouhodobá statistika Drážní inspekce. </w:t>
      </w:r>
      <w:r w:rsidRPr="00A973EE">
        <w:t>Podle ní se na přejezdech vybavených světelným signalizačním 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hlediska jeví jako nejméně rizikový. </w:t>
      </w:r>
      <w:r w:rsidR="001D7100" w:rsidRPr="001D7100">
        <w:t>Posuzovaná stavba spadá do stavby ke zvýšení bezpečnosti úrovňových železničních přejezdů a svým charakterem představuje rekonstrukci, kterou se odstraňují účinky celkového fyzického opotřebení nebo degradace v</w:t>
      </w:r>
      <w:r w:rsidR="001D7100">
        <w:t> </w:t>
      </w:r>
      <w:r w:rsidR="001D7100" w:rsidRPr="001D7100">
        <w:t>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platných Prováděcích pokynů pro hodnocení efektivnosti projektů dopravní infrastruktury z</w:t>
      </w:r>
      <w:r w:rsidR="001D7100">
        <w:t> </w:t>
      </w:r>
      <w:r w:rsidR="001D7100" w:rsidRPr="001D7100">
        <w:t>15.11.2017 – bod IV. Odlišné postupy, bod 2, písmeno o).</w:t>
      </w:r>
    </w:p>
    <w:p w14:paraId="019C4A25" w14:textId="1825388C" w:rsidR="001B0560" w:rsidRPr="009459C3" w:rsidRDefault="001B0560" w:rsidP="001B0560">
      <w:pPr>
        <w:jc w:val="both"/>
      </w:pPr>
      <w:r w:rsidRPr="009459C3">
        <w:lastRenderedPageBreak/>
        <w:t xml:space="preserve">Současné přejezdové zabezpečovací zařízení </w:t>
      </w:r>
      <w:r w:rsidR="00B2636B" w:rsidRPr="009459C3">
        <w:t>prošlo úpravami</w:t>
      </w:r>
      <w:r w:rsidRPr="009459C3">
        <w:t> </w:t>
      </w:r>
      <w:r w:rsidR="00B2636B" w:rsidRPr="009459C3">
        <w:t xml:space="preserve">v </w:t>
      </w:r>
      <w:r w:rsidRPr="009459C3">
        <w:t>ro</w:t>
      </w:r>
      <w:r w:rsidR="00B2636B" w:rsidRPr="009459C3">
        <w:t>ce</w:t>
      </w:r>
      <w:r w:rsidRPr="009459C3">
        <w:t xml:space="preserve"> 20</w:t>
      </w:r>
      <w:r w:rsidR="002B32C7" w:rsidRPr="009459C3">
        <w:t>1</w:t>
      </w:r>
      <w:r w:rsidR="009D5AE4" w:rsidRPr="009459C3">
        <w:t>1</w:t>
      </w:r>
      <w:r w:rsidRPr="009459C3">
        <w:t>. V rámci stavby bude provedena nezbytná úprava stávajícího světelného přejezdového zabezpečení vyvolaná požadavkem na doplnění závor.</w:t>
      </w:r>
    </w:p>
    <w:p w14:paraId="63D52EC7" w14:textId="77777777" w:rsidR="001B0560" w:rsidRPr="009459C3" w:rsidRDefault="001B0560" w:rsidP="001B0560">
      <w:pPr>
        <w:pStyle w:val="Nadpis4"/>
      </w:pPr>
      <w:r w:rsidRPr="009459C3">
        <w:t>Stanovení cílů - Přínosy stavby</w:t>
      </w:r>
    </w:p>
    <w:p w14:paraId="0470711F" w14:textId="00BE284F" w:rsidR="001B0560" w:rsidRPr="009459C3" w:rsidRDefault="001B0560" w:rsidP="001B0560">
      <w:pPr>
        <w:jc w:val="both"/>
      </w:pPr>
      <w:r w:rsidRPr="009459C3">
        <w:t>Zabezpečovací zařízení se závorami výrazně zvýší bezpečnost železniční i silniční dopravy a</w:t>
      </w:r>
      <w:r w:rsidR="009C3979" w:rsidRPr="009459C3">
        <w:t> </w:t>
      </w:r>
      <w:r w:rsidRPr="009459C3">
        <w:t>bude tak předcházet vzniku mimořádných událostí (na přejezdu j</w:t>
      </w:r>
      <w:r w:rsidR="00C056A6" w:rsidRPr="009459C3">
        <w:t>e</w:t>
      </w:r>
      <w:r w:rsidRPr="009459C3">
        <w:t xml:space="preserve"> od roku 20</w:t>
      </w:r>
      <w:r w:rsidR="00B2636B" w:rsidRPr="009459C3">
        <w:t>01</w:t>
      </w:r>
      <w:r w:rsidRPr="009459C3">
        <w:t xml:space="preserve"> evidován</w:t>
      </w:r>
      <w:r w:rsidR="00C056A6" w:rsidRPr="009459C3">
        <w:t>o</w:t>
      </w:r>
      <w:r w:rsidRPr="009459C3">
        <w:t xml:space="preserve"> </w:t>
      </w:r>
      <w:r w:rsidR="00B2636B" w:rsidRPr="009459C3">
        <w:t>5</w:t>
      </w:r>
      <w:r w:rsidRPr="009459C3">
        <w:t xml:space="preserve"> nehod)</w:t>
      </w:r>
      <w:r w:rsidR="00C056A6" w:rsidRPr="009459C3">
        <w:t>.</w:t>
      </w:r>
    </w:p>
    <w:p w14:paraId="68B0759F" w14:textId="77777777" w:rsidR="001B0560" w:rsidRDefault="001B0560" w:rsidP="001B0560">
      <w:pPr>
        <w:pStyle w:val="Nadpis4"/>
      </w:pPr>
      <w:r>
        <w:t>Návrh možných variant řešení</w:t>
      </w:r>
    </w:p>
    <w:p w14:paraId="549D39EA" w14:textId="77777777" w:rsidR="001B0560" w:rsidRDefault="001B0560" w:rsidP="001B0560">
      <w:pPr>
        <w:jc w:val="both"/>
      </w:pPr>
      <w:r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2EC3A817" w14:textId="77777777" w:rsidR="001B0560" w:rsidRDefault="001B0560" w:rsidP="001B0560">
      <w:pPr>
        <w:pStyle w:val="Nadpis4"/>
      </w:pPr>
      <w:r>
        <w:t>Posouzení variant řešení</w:t>
      </w:r>
    </w:p>
    <w:p w14:paraId="23144B48" w14:textId="77777777" w:rsidR="001B0560" w:rsidRDefault="001B0560" w:rsidP="001B0560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5C98C339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vytvoření množiny sledovaných ukazatelů,</w:t>
      </w:r>
    </w:p>
    <w:p w14:paraId="6B865924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srovnání současného stavu s výhledovým stavem po realizaci projektu,</w:t>
      </w:r>
    </w:p>
    <w:p w14:paraId="1C16A873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vyhodnocení stavby.</w:t>
      </w:r>
    </w:p>
    <w:p w14:paraId="2C490CAF" w14:textId="77777777" w:rsidR="001B0560" w:rsidRDefault="001B0560" w:rsidP="001B0560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0978654D" w14:textId="77777777" w:rsidR="001B0560" w:rsidRDefault="001B0560" w:rsidP="001B0560">
      <w:pPr>
        <w:jc w:val="both"/>
      </w:pPr>
      <w:r>
        <w:t>1. Technická a legislativní naléhavost</w:t>
      </w:r>
    </w:p>
    <w:p w14:paraId="6AD2F8A3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3A9971DD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2BB1ED73" w14:textId="77777777" w:rsidR="001B0560" w:rsidRDefault="001B0560" w:rsidP="001B0560">
      <w:pPr>
        <w:jc w:val="both"/>
      </w:pPr>
      <w:r>
        <w:t>2. Zvýšení množství informací o provozním stavu pro investora a orgány činné v trestním řízení</w:t>
      </w:r>
    </w:p>
    <w:p w14:paraId="63EF1729" w14:textId="4EB06B10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>výhledový stav – zabezpečovací zařízení bude nově nadále ovládáno automaticky jízdou kolejových vozidel.</w:t>
      </w:r>
    </w:p>
    <w:p w14:paraId="66587D8C" w14:textId="3042BA2C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 xml:space="preserve">současný </w:t>
      </w:r>
      <w:r w:rsidRPr="006A55F5">
        <w:t>stav – na přejezdu je instalováno zabezpečovací zařízení s ovládán</w:t>
      </w:r>
      <w:r>
        <w:t>ím</w:t>
      </w:r>
      <w:r w:rsidRPr="006A55F5">
        <w:t xml:space="preserve"> automaticky jízdou kolejových vozidel</w:t>
      </w:r>
      <w:r>
        <w:t>.</w:t>
      </w:r>
    </w:p>
    <w:p w14:paraId="6BD55526" w14:textId="77777777" w:rsidR="001B0560" w:rsidRDefault="001B0560" w:rsidP="001B0560">
      <w:pPr>
        <w:jc w:val="both"/>
      </w:pPr>
      <w:r>
        <w:t>3. Zvýšení množství informací o provozním stavu pro uživatele silniční dopravy</w:t>
      </w:r>
    </w:p>
    <w:p w14:paraId="72308538" w14:textId="77777777" w:rsidR="001B0560" w:rsidRPr="009459C3" w:rsidRDefault="001B0560" w:rsidP="001B0560">
      <w:pPr>
        <w:pStyle w:val="Odstavecseseznamem"/>
        <w:numPr>
          <w:ilvl w:val="0"/>
          <w:numId w:val="37"/>
        </w:numPr>
        <w:jc w:val="both"/>
      </w:pPr>
      <w:r w:rsidRPr="009459C3"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4A739D45" w14:textId="680E9052" w:rsidR="001B0560" w:rsidRPr="009459C3" w:rsidRDefault="001B0560" w:rsidP="001B0560">
      <w:pPr>
        <w:pStyle w:val="Odstavecseseznamem"/>
        <w:numPr>
          <w:ilvl w:val="0"/>
          <w:numId w:val="37"/>
        </w:numPr>
        <w:jc w:val="both"/>
      </w:pPr>
      <w:r w:rsidRPr="009459C3">
        <w:t>současný stav – současné zabezpečení přejezdu je bez závor a s počtem výstražníků ve výši dvou</w:t>
      </w:r>
      <w:r w:rsidR="00B2636B" w:rsidRPr="009459C3">
        <w:t xml:space="preserve"> (2 skříně výstražníku)</w:t>
      </w:r>
      <w:r w:rsidRPr="009459C3">
        <w:t>.</w:t>
      </w:r>
    </w:p>
    <w:p w14:paraId="50653782" w14:textId="77777777" w:rsidR="001B0560" w:rsidRPr="009459C3" w:rsidRDefault="001B0560" w:rsidP="001B0560">
      <w:pPr>
        <w:jc w:val="both"/>
      </w:pPr>
      <w:r w:rsidRPr="009459C3">
        <w:t>4. Zajištění plynulosti dopravy</w:t>
      </w:r>
    </w:p>
    <w:p w14:paraId="560F4F17" w14:textId="1896EE27" w:rsidR="001B0560" w:rsidRPr="009459C3" w:rsidRDefault="001B0560" w:rsidP="001B0560">
      <w:pPr>
        <w:pStyle w:val="Odstavecseseznamem"/>
        <w:numPr>
          <w:ilvl w:val="0"/>
          <w:numId w:val="38"/>
        </w:numPr>
        <w:jc w:val="both"/>
      </w:pPr>
      <w:r w:rsidRPr="009459C3">
        <w:t xml:space="preserve">výhledový stav – po instalaci nového zabezpečovacího zařízení zůstane zachována stávající rychlost průjezdu </w:t>
      </w:r>
      <w:r w:rsidR="005B4843" w:rsidRPr="009459C3">
        <w:t xml:space="preserve">silničních vozidel </w:t>
      </w:r>
      <w:r w:rsidRPr="009459C3">
        <w:t>přes přejezd 50 km/h;</w:t>
      </w:r>
    </w:p>
    <w:p w14:paraId="245A0F88" w14:textId="7F87D6FB" w:rsidR="001B0560" w:rsidRDefault="001B0560" w:rsidP="001B0560">
      <w:pPr>
        <w:pStyle w:val="Odstavecseseznamem"/>
        <w:numPr>
          <w:ilvl w:val="0"/>
          <w:numId w:val="38"/>
        </w:numPr>
        <w:jc w:val="both"/>
      </w:pPr>
      <w:r w:rsidRPr="009459C3">
        <w:t>současný stav – i bez realizace projektu zůstanou parametry pro projíždějící silniční vozidla zachovány.</w:t>
      </w:r>
    </w:p>
    <w:p w14:paraId="194F558B" w14:textId="77777777" w:rsidR="00EC485A" w:rsidRPr="009459C3" w:rsidRDefault="00EC485A" w:rsidP="00E10E13">
      <w:pPr>
        <w:pStyle w:val="Odstavecseseznamem"/>
        <w:jc w:val="both"/>
      </w:pPr>
    </w:p>
    <w:p w14:paraId="2E1296A5" w14:textId="77777777" w:rsidR="001B0560" w:rsidRDefault="001B0560" w:rsidP="001B0560">
      <w:pPr>
        <w:jc w:val="both"/>
      </w:pPr>
      <w:r>
        <w:lastRenderedPageBreak/>
        <w:t>5. Přínosnost varianty z hlediska vynaložených nákladů</w:t>
      </w:r>
    </w:p>
    <w:p w14:paraId="1A2A014D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Výhledový stav – investiční náročnost dané stavby odpovídá jiným projektům obdobného charakteru, náklady stavby jsou tak s ohledem na parametry budovaného zařízení přijatelné;</w:t>
      </w:r>
    </w:p>
    <w:p w14:paraId="588093C7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Současný stav – s jeho zachováním nejsou spojeny investiční náklady.</w:t>
      </w:r>
    </w:p>
    <w:p w14:paraId="57B22AF5" w14:textId="77777777" w:rsidR="001B0560" w:rsidRDefault="001B0560" w:rsidP="001B0560">
      <w:pPr>
        <w:jc w:val="both"/>
      </w:pPr>
      <w:r>
        <w:t>6. Energetická náročnost stavby</w:t>
      </w:r>
    </w:p>
    <w:p w14:paraId="6926E7E5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 xml:space="preserve">Výhledový stav – realizace stavby si vyžádá mírné zvýšení nákladů údržby, dojde tak </w:t>
      </w:r>
      <w:r>
        <w:br/>
        <w:t>k celkovému nárůstu provozních nákladů;</w:t>
      </w:r>
    </w:p>
    <w:p w14:paraId="149B35CE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>Současný stav – s jeho zachováním nejsou spojeny žádné dodatečné provozní náklady.</w:t>
      </w:r>
    </w:p>
    <w:p w14:paraId="216BCBBF" w14:textId="77777777" w:rsidR="001B0560" w:rsidRDefault="001B0560" w:rsidP="001B0560">
      <w:pPr>
        <w:pStyle w:val="Nadpis4"/>
        <w:jc w:val="both"/>
      </w:pPr>
      <w:r>
        <w:t>Závěrečné vyhodnocení</w:t>
      </w:r>
    </w:p>
    <w:p w14:paraId="3F7422CC" w14:textId="77777777" w:rsidR="001B0560" w:rsidRDefault="001B0560" w:rsidP="001B0560">
      <w:pPr>
        <w:jc w:val="both"/>
      </w:pPr>
      <w:r w:rsidRPr="00F64E89">
        <w:t xml:space="preserve">Zatímco zachování současného stavu má kladnou vazbu pouze na kritéria 5 a 6, ve vztahu </w:t>
      </w:r>
      <w:r>
        <w:br/>
      </w:r>
      <w:r w:rsidRPr="00F64E89">
        <w:t xml:space="preserve">ke kritériu 4 je neutrální a z hlediska kritérií 1 až 3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 </w:t>
      </w:r>
      <w:r>
        <w:br/>
      </w:r>
      <w:r w:rsidRPr="00F64E89">
        <w:t xml:space="preserve">Z výše uvedených důvodů má realizace tohoto projektu opodstatnění a je možné ji doporučit </w:t>
      </w:r>
      <w:r>
        <w:br/>
      </w:r>
      <w:r w:rsidRPr="00F64E89">
        <w:t xml:space="preserve">k realizaci dle </w:t>
      </w:r>
      <w:r>
        <w:t>prováděcích pokynů odstavce IV. bodu 2b).</w:t>
      </w:r>
    </w:p>
    <w:p w14:paraId="6567BFBA" w14:textId="77777777" w:rsidR="001B0560" w:rsidRDefault="001B0560" w:rsidP="001B0560">
      <w:pPr>
        <w:pStyle w:val="Nadpis2"/>
      </w:pPr>
      <w:r>
        <w:t>9)</w:t>
      </w:r>
      <w:r>
        <w:tab/>
        <w:t>Závěr</w:t>
      </w:r>
    </w:p>
    <w:p w14:paraId="583337AF" w14:textId="77777777" w:rsidR="001B0560" w:rsidRDefault="001B0560" w:rsidP="00A9436F">
      <w:pPr>
        <w:spacing w:after="0"/>
      </w:pPr>
    </w:p>
    <w:p w14:paraId="3FEC0ABE" w14:textId="77777777" w:rsidR="001B0560" w:rsidRPr="009459C3" w:rsidRDefault="001B0560" w:rsidP="001B0560">
      <w:r w:rsidRPr="009459C3">
        <w:t xml:space="preserve">Tato zjednodušená dokumentace ve stádiu 2 slouží jako podklad pro schválení investiční akce malého rozsahu v rámci </w:t>
      </w:r>
      <w:r w:rsidR="00D779E4" w:rsidRPr="009459C3">
        <w:t>Správy železnic</w:t>
      </w:r>
      <w:r w:rsidRPr="009459C3">
        <w:t xml:space="preserve">. </w:t>
      </w:r>
    </w:p>
    <w:p w14:paraId="5D64F084" w14:textId="77777777" w:rsidR="001B0560" w:rsidRPr="009459C3" w:rsidRDefault="001B0560" w:rsidP="001B0560">
      <w:r w:rsidRPr="009459C3">
        <w:t xml:space="preserve">Dne: </w:t>
      </w:r>
      <w:r w:rsidR="00E214D1" w:rsidRPr="009459C3">
        <w:t>21</w:t>
      </w:r>
      <w:r w:rsidRPr="009459C3">
        <w:t xml:space="preserve">. </w:t>
      </w:r>
      <w:r w:rsidR="00E214D1" w:rsidRPr="009459C3">
        <w:t>8</w:t>
      </w:r>
      <w:r w:rsidRPr="009459C3">
        <w:t>. 20</w:t>
      </w:r>
      <w:r w:rsidR="00E214D1" w:rsidRPr="009459C3">
        <w:t>20</w:t>
      </w:r>
    </w:p>
    <w:p w14:paraId="3FF456B9" w14:textId="5A37559D" w:rsidR="009F392E" w:rsidRPr="001B0560" w:rsidRDefault="001B0560" w:rsidP="001B0560">
      <w:r w:rsidRPr="009459C3">
        <w:t xml:space="preserve">Vypracoval: kolektiv </w:t>
      </w:r>
      <w:r w:rsidR="00E214D1" w:rsidRPr="009459C3">
        <w:t>Správy železnic</w:t>
      </w:r>
      <w:r w:rsidRPr="009459C3">
        <w:t xml:space="preserve">, </w:t>
      </w:r>
      <w:r w:rsidR="0034143C" w:rsidRPr="009459C3">
        <w:t>Oblastní ředitelství Brno</w:t>
      </w:r>
    </w:p>
    <w:sectPr w:rsidR="009F392E" w:rsidRPr="001B0560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7ED4D" w14:textId="77777777" w:rsidR="00096972" w:rsidRDefault="00096972" w:rsidP="00962258">
      <w:pPr>
        <w:spacing w:after="0" w:line="240" w:lineRule="auto"/>
      </w:pPr>
      <w:r>
        <w:separator/>
      </w:r>
    </w:p>
  </w:endnote>
  <w:endnote w:type="continuationSeparator" w:id="0">
    <w:p w14:paraId="76C6AF2A" w14:textId="77777777" w:rsidR="00096972" w:rsidRDefault="0009697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0B89C2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94E888" w14:textId="0009F60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3A9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3A9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A98C3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F75CA0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4D4BF39" w14:textId="77777777" w:rsidR="00F1715C" w:rsidRDefault="00F1715C" w:rsidP="00D831A3">
          <w:pPr>
            <w:pStyle w:val="Zpat"/>
          </w:pPr>
        </w:p>
      </w:tc>
    </w:tr>
  </w:tbl>
  <w:p w14:paraId="754BC2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D51C5C" wp14:editId="69ADE8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C9CC2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FBDC36E" wp14:editId="3DFF24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3193E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BD8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38792" w14:textId="7351E72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3A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3A9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44DEE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9282F4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5AB0EE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E66EE9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DCAFD6" w14:textId="77777777"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7652846C" w14:textId="77777777"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56AF21B6" w14:textId="77777777"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17AD3456" w14:textId="77777777"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14:paraId="04BD38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8A21D82" wp14:editId="4E52B8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703F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6726528" wp14:editId="7D9F92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C2564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1EF3A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B4F25" w14:textId="77777777" w:rsidR="00096972" w:rsidRDefault="00096972" w:rsidP="00962258">
      <w:pPr>
        <w:spacing w:after="0" w:line="240" w:lineRule="auto"/>
      </w:pPr>
      <w:r>
        <w:separator/>
      </w:r>
    </w:p>
  </w:footnote>
  <w:footnote w:type="continuationSeparator" w:id="0">
    <w:p w14:paraId="43F0D27C" w14:textId="77777777" w:rsidR="00096972" w:rsidRDefault="0009697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D7D013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2F75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B8D3C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0A24D52" w14:textId="77777777" w:rsidR="00F1715C" w:rsidRPr="00D6163D" w:rsidRDefault="00F1715C" w:rsidP="00D6163D">
          <w:pPr>
            <w:pStyle w:val="Druhdokumentu"/>
          </w:pPr>
        </w:p>
      </w:tc>
    </w:tr>
  </w:tbl>
  <w:p w14:paraId="1FA40D7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41CD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7BFBE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7ABB2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6BC8D3" w14:textId="77777777" w:rsidR="00F1715C" w:rsidRPr="00D6163D" w:rsidRDefault="00F1715C" w:rsidP="00FC6389">
          <w:pPr>
            <w:pStyle w:val="Druhdokumentu"/>
          </w:pPr>
        </w:p>
      </w:tc>
    </w:tr>
    <w:tr w:rsidR="009F392E" w14:paraId="0ABC4E7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CD279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6D12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1E2F420" w14:textId="77777777" w:rsidR="009F392E" w:rsidRPr="00D6163D" w:rsidRDefault="009F392E" w:rsidP="00FC6389">
          <w:pPr>
            <w:pStyle w:val="Druhdokumentu"/>
          </w:pPr>
        </w:p>
      </w:tc>
    </w:tr>
  </w:tbl>
  <w:p w14:paraId="751BC33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02D343F" wp14:editId="6139FCB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1DCCF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2"/>
  </w:num>
  <w:num w:numId="36">
    <w:abstractNumId w:val="15"/>
  </w:num>
  <w:num w:numId="37">
    <w:abstractNumId w:val="9"/>
  </w:num>
  <w:num w:numId="38">
    <w:abstractNumId w:val="11"/>
  </w:num>
  <w:num w:numId="39">
    <w:abstractNumId w:val="12"/>
  </w:num>
  <w:num w:numId="4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60"/>
    <w:rsid w:val="000104C6"/>
    <w:rsid w:val="00021CE0"/>
    <w:rsid w:val="00054AA0"/>
    <w:rsid w:val="00062D4F"/>
    <w:rsid w:val="00072C1E"/>
    <w:rsid w:val="000835E3"/>
    <w:rsid w:val="00096972"/>
    <w:rsid w:val="000A6885"/>
    <w:rsid w:val="000C468C"/>
    <w:rsid w:val="000E23A7"/>
    <w:rsid w:val="000F14BD"/>
    <w:rsid w:val="0010693F"/>
    <w:rsid w:val="00114472"/>
    <w:rsid w:val="001550BC"/>
    <w:rsid w:val="001605B9"/>
    <w:rsid w:val="0016695C"/>
    <w:rsid w:val="00170EC5"/>
    <w:rsid w:val="001747C1"/>
    <w:rsid w:val="00184743"/>
    <w:rsid w:val="001B0560"/>
    <w:rsid w:val="001C0CB1"/>
    <w:rsid w:val="001C1EE9"/>
    <w:rsid w:val="001D7100"/>
    <w:rsid w:val="001F132A"/>
    <w:rsid w:val="001F5232"/>
    <w:rsid w:val="00207DF5"/>
    <w:rsid w:val="002241CA"/>
    <w:rsid w:val="00227740"/>
    <w:rsid w:val="002452DA"/>
    <w:rsid w:val="00280E07"/>
    <w:rsid w:val="002A75B2"/>
    <w:rsid w:val="002B32C7"/>
    <w:rsid w:val="002C31BF"/>
    <w:rsid w:val="002D08B1"/>
    <w:rsid w:val="002D5738"/>
    <w:rsid w:val="002E0CD7"/>
    <w:rsid w:val="002E4CD1"/>
    <w:rsid w:val="002F5A83"/>
    <w:rsid w:val="00316B65"/>
    <w:rsid w:val="003259DC"/>
    <w:rsid w:val="0034143C"/>
    <w:rsid w:val="00341DCF"/>
    <w:rsid w:val="00357AA3"/>
    <w:rsid w:val="00357BC6"/>
    <w:rsid w:val="003956C6"/>
    <w:rsid w:val="00396101"/>
    <w:rsid w:val="003B429C"/>
    <w:rsid w:val="003F16B1"/>
    <w:rsid w:val="003F4FC8"/>
    <w:rsid w:val="00417D1B"/>
    <w:rsid w:val="00441430"/>
    <w:rsid w:val="00450F07"/>
    <w:rsid w:val="00453CD3"/>
    <w:rsid w:val="00456CF9"/>
    <w:rsid w:val="00460660"/>
    <w:rsid w:val="00474E20"/>
    <w:rsid w:val="00486107"/>
    <w:rsid w:val="00491827"/>
    <w:rsid w:val="00491F13"/>
    <w:rsid w:val="004B348C"/>
    <w:rsid w:val="004B7DAF"/>
    <w:rsid w:val="004C1B79"/>
    <w:rsid w:val="004C3A94"/>
    <w:rsid w:val="004C4399"/>
    <w:rsid w:val="004C787C"/>
    <w:rsid w:val="004D3015"/>
    <w:rsid w:val="004E143C"/>
    <w:rsid w:val="004E3A53"/>
    <w:rsid w:val="004F20BC"/>
    <w:rsid w:val="004F4B9B"/>
    <w:rsid w:val="004F69EA"/>
    <w:rsid w:val="00511AB9"/>
    <w:rsid w:val="00523EA7"/>
    <w:rsid w:val="00551987"/>
    <w:rsid w:val="00553375"/>
    <w:rsid w:val="00557C28"/>
    <w:rsid w:val="005736B7"/>
    <w:rsid w:val="00575E5A"/>
    <w:rsid w:val="00577E95"/>
    <w:rsid w:val="005A4C2D"/>
    <w:rsid w:val="005B1E3F"/>
    <w:rsid w:val="005B4843"/>
    <w:rsid w:val="005D75C7"/>
    <w:rsid w:val="005F1404"/>
    <w:rsid w:val="006026A3"/>
    <w:rsid w:val="0061068E"/>
    <w:rsid w:val="00617953"/>
    <w:rsid w:val="0064506A"/>
    <w:rsid w:val="006453B5"/>
    <w:rsid w:val="00660AD3"/>
    <w:rsid w:val="00677B7F"/>
    <w:rsid w:val="00686294"/>
    <w:rsid w:val="006A5570"/>
    <w:rsid w:val="006A689C"/>
    <w:rsid w:val="006B3D79"/>
    <w:rsid w:val="006D7AFE"/>
    <w:rsid w:val="006E0578"/>
    <w:rsid w:val="006E314D"/>
    <w:rsid w:val="006F26CE"/>
    <w:rsid w:val="006F7574"/>
    <w:rsid w:val="00710723"/>
    <w:rsid w:val="00721A26"/>
    <w:rsid w:val="00723ED1"/>
    <w:rsid w:val="00743525"/>
    <w:rsid w:val="0076286B"/>
    <w:rsid w:val="00766846"/>
    <w:rsid w:val="0077367D"/>
    <w:rsid w:val="0077673A"/>
    <w:rsid w:val="00780817"/>
    <w:rsid w:val="007846E1"/>
    <w:rsid w:val="007A7232"/>
    <w:rsid w:val="007B570C"/>
    <w:rsid w:val="007C589B"/>
    <w:rsid w:val="007E4A6E"/>
    <w:rsid w:val="007F0168"/>
    <w:rsid w:val="007F0923"/>
    <w:rsid w:val="007F56A7"/>
    <w:rsid w:val="008021D9"/>
    <w:rsid w:val="00805DB5"/>
    <w:rsid w:val="00807DD0"/>
    <w:rsid w:val="00812C02"/>
    <w:rsid w:val="00831958"/>
    <w:rsid w:val="008659F3"/>
    <w:rsid w:val="00886D4B"/>
    <w:rsid w:val="00895406"/>
    <w:rsid w:val="008A3568"/>
    <w:rsid w:val="008D03B9"/>
    <w:rsid w:val="008E30D3"/>
    <w:rsid w:val="008F18D6"/>
    <w:rsid w:val="00904780"/>
    <w:rsid w:val="00912901"/>
    <w:rsid w:val="00921F85"/>
    <w:rsid w:val="00922385"/>
    <w:rsid w:val="009223DF"/>
    <w:rsid w:val="00923DE9"/>
    <w:rsid w:val="00936091"/>
    <w:rsid w:val="00940D8A"/>
    <w:rsid w:val="00944BFF"/>
    <w:rsid w:val="009459C3"/>
    <w:rsid w:val="009475CE"/>
    <w:rsid w:val="00956DF0"/>
    <w:rsid w:val="00962258"/>
    <w:rsid w:val="009678B7"/>
    <w:rsid w:val="009833E1"/>
    <w:rsid w:val="00992D9C"/>
    <w:rsid w:val="00996CB8"/>
    <w:rsid w:val="00996D3D"/>
    <w:rsid w:val="009B14A9"/>
    <w:rsid w:val="009B2E97"/>
    <w:rsid w:val="009B43A1"/>
    <w:rsid w:val="009C0643"/>
    <w:rsid w:val="009C3979"/>
    <w:rsid w:val="009D5AE4"/>
    <w:rsid w:val="009D5D59"/>
    <w:rsid w:val="009D7281"/>
    <w:rsid w:val="009E07F4"/>
    <w:rsid w:val="009E60E3"/>
    <w:rsid w:val="009F2FB5"/>
    <w:rsid w:val="009F392E"/>
    <w:rsid w:val="00A05FEA"/>
    <w:rsid w:val="00A416E2"/>
    <w:rsid w:val="00A44740"/>
    <w:rsid w:val="00A46EC8"/>
    <w:rsid w:val="00A57183"/>
    <w:rsid w:val="00A6177B"/>
    <w:rsid w:val="00A66136"/>
    <w:rsid w:val="00A864DE"/>
    <w:rsid w:val="00A9436F"/>
    <w:rsid w:val="00AA1BE8"/>
    <w:rsid w:val="00AA4CBB"/>
    <w:rsid w:val="00AA581E"/>
    <w:rsid w:val="00AA65FA"/>
    <w:rsid w:val="00AA7351"/>
    <w:rsid w:val="00AA78CD"/>
    <w:rsid w:val="00AB300C"/>
    <w:rsid w:val="00AD056F"/>
    <w:rsid w:val="00AD1F06"/>
    <w:rsid w:val="00AD6731"/>
    <w:rsid w:val="00AD6F1E"/>
    <w:rsid w:val="00B00006"/>
    <w:rsid w:val="00B03FA3"/>
    <w:rsid w:val="00B11597"/>
    <w:rsid w:val="00B15D0D"/>
    <w:rsid w:val="00B16E17"/>
    <w:rsid w:val="00B23DC0"/>
    <w:rsid w:val="00B2636B"/>
    <w:rsid w:val="00B60C77"/>
    <w:rsid w:val="00B75EE1"/>
    <w:rsid w:val="00B77481"/>
    <w:rsid w:val="00B81753"/>
    <w:rsid w:val="00B8518B"/>
    <w:rsid w:val="00B927C8"/>
    <w:rsid w:val="00B97FF9"/>
    <w:rsid w:val="00BA2FAF"/>
    <w:rsid w:val="00BD7E91"/>
    <w:rsid w:val="00C02D0A"/>
    <w:rsid w:val="00C03A6E"/>
    <w:rsid w:val="00C056A6"/>
    <w:rsid w:val="00C21C00"/>
    <w:rsid w:val="00C377DD"/>
    <w:rsid w:val="00C44F6A"/>
    <w:rsid w:val="00C47AE3"/>
    <w:rsid w:val="00C76BA6"/>
    <w:rsid w:val="00CA0062"/>
    <w:rsid w:val="00CB58ED"/>
    <w:rsid w:val="00CD1FC4"/>
    <w:rsid w:val="00D21061"/>
    <w:rsid w:val="00D4108E"/>
    <w:rsid w:val="00D6163D"/>
    <w:rsid w:val="00D73D46"/>
    <w:rsid w:val="00D779E4"/>
    <w:rsid w:val="00D831A3"/>
    <w:rsid w:val="00D91A32"/>
    <w:rsid w:val="00D94D7D"/>
    <w:rsid w:val="00DA0554"/>
    <w:rsid w:val="00DC75F3"/>
    <w:rsid w:val="00DD46F3"/>
    <w:rsid w:val="00DE56F2"/>
    <w:rsid w:val="00DF116D"/>
    <w:rsid w:val="00DF7A8E"/>
    <w:rsid w:val="00E10E13"/>
    <w:rsid w:val="00E11689"/>
    <w:rsid w:val="00E214D1"/>
    <w:rsid w:val="00E26231"/>
    <w:rsid w:val="00E45080"/>
    <w:rsid w:val="00E51B03"/>
    <w:rsid w:val="00EB104F"/>
    <w:rsid w:val="00EC1256"/>
    <w:rsid w:val="00EC485A"/>
    <w:rsid w:val="00ED14BD"/>
    <w:rsid w:val="00F0533E"/>
    <w:rsid w:val="00F0744D"/>
    <w:rsid w:val="00F07E14"/>
    <w:rsid w:val="00F1048D"/>
    <w:rsid w:val="00F12DEC"/>
    <w:rsid w:val="00F1715C"/>
    <w:rsid w:val="00F310F8"/>
    <w:rsid w:val="00F35939"/>
    <w:rsid w:val="00F425B3"/>
    <w:rsid w:val="00F45607"/>
    <w:rsid w:val="00F5558F"/>
    <w:rsid w:val="00F659EB"/>
    <w:rsid w:val="00F721B9"/>
    <w:rsid w:val="00F86BA6"/>
    <w:rsid w:val="00FC0681"/>
    <w:rsid w:val="00FC6389"/>
    <w:rsid w:val="00FD73FE"/>
    <w:rsid w:val="00FF0FE4"/>
    <w:rsid w:val="00FF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A3FB9"/>
  <w14:defaultImageDpi w14:val="32767"/>
  <w15:docId w15:val="{76DB4F96-2FA0-4576-AC35-2E724708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56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9129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29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29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29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29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6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Zad&#225;n&#225;%20pr&#225;ce%202020\41%20Po&#382;adavkov&#233;%20listy%20-%208%20p&#345;ejezd&#367;\06%20Moje%20p&#345;ejezdy%20-%20Zjed.dok%20rev.3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B747991-7E7B-4CB0-B9BC-D7B79E4EC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</Template>
  <TotalTime>1</TotalTime>
  <Pages>7</Pages>
  <Words>1873</Words>
  <Characters>11057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Bureš Jakub, Ing.</dc:creator>
  <cp:lastModifiedBy>Heuer Jiří, Bc.</cp:lastModifiedBy>
  <cp:revision>3</cp:revision>
  <cp:lastPrinted>2017-11-28T17:18:00Z</cp:lastPrinted>
  <dcterms:created xsi:type="dcterms:W3CDTF">2021-01-27T04:48:00Z</dcterms:created>
  <dcterms:modified xsi:type="dcterms:W3CDTF">2021-01-27T04:49:00Z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