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6344ED" w:rsidRDefault="00F422D3" w:rsidP="00022F72">
      <w:pPr>
        <w:pStyle w:val="Titul1"/>
        <w:rPr>
          <w:sz w:val="36"/>
        </w:rPr>
      </w:pPr>
      <w:r w:rsidRPr="006344ED">
        <w:rPr>
          <w:sz w:val="36"/>
        </w:rPr>
        <w:t>S</w:t>
      </w:r>
      <w:r w:rsidR="00022F72" w:rsidRPr="006344ED">
        <w:rPr>
          <w:sz w:val="36"/>
        </w:rPr>
        <w:t xml:space="preserve">mlouva o dílo na zhotovení </w:t>
      </w:r>
      <w:r w:rsidR="00934B6B" w:rsidRPr="006344ED">
        <w:rPr>
          <w:sz w:val="36"/>
        </w:rPr>
        <w:t>Projektové dokumentace a</w:t>
      </w:r>
      <w:r w:rsidR="00BB1F16" w:rsidRPr="006344ED">
        <w:rPr>
          <w:sz w:val="36"/>
        </w:rPr>
        <w:t> </w:t>
      </w:r>
      <w:r w:rsidR="00022F72" w:rsidRPr="006344ED">
        <w:rPr>
          <w:sz w:val="36"/>
        </w:rPr>
        <w:t>stavby</w:t>
      </w:r>
    </w:p>
    <w:p w14:paraId="5E480921" w14:textId="2C2D2051" w:rsidR="00F422D3" w:rsidRDefault="00F422D3" w:rsidP="00BB1390">
      <w:pPr>
        <w:pStyle w:val="Titul2"/>
      </w:pPr>
      <w:r>
        <w:t xml:space="preserve">Název </w:t>
      </w:r>
      <w:r w:rsidRPr="00BB1390">
        <w:t>zakázky</w:t>
      </w:r>
      <w:r>
        <w:t>: „</w:t>
      </w:r>
      <w:r w:rsidR="004B4E47">
        <w:t>Úprava napájecích zdrojů BTS GSM-R</w:t>
      </w:r>
      <w:r>
        <w:t>“</w:t>
      </w:r>
    </w:p>
    <w:p w14:paraId="7BCABE7C" w14:textId="77777777" w:rsidR="00B2022B" w:rsidRDefault="00B2022B" w:rsidP="00B42F40">
      <w:pPr>
        <w:pStyle w:val="Nadpisbezsl1-2"/>
      </w:pPr>
    </w:p>
    <w:p w14:paraId="0C930FC8" w14:textId="3DBC4C5F"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52193CAA" w14:textId="3F56AB65"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6344ED">
        <w:t xml:space="preserve"> </w:t>
      </w:r>
      <w:r>
        <w:t>spisová značka A 48384</w:t>
      </w:r>
    </w:p>
    <w:p w14:paraId="24F5A4BA" w14:textId="77777777" w:rsidR="003F4B11" w:rsidRDefault="003F4B11" w:rsidP="003F4B11">
      <w:pPr>
        <w:pStyle w:val="Textbezodsazen"/>
        <w:spacing w:before="240" w:after="240"/>
        <w:rPr>
          <w:rStyle w:val="Zdraznnjemn"/>
          <w:b/>
          <w:iCs w:val="0"/>
          <w:color w:val="auto"/>
        </w:rPr>
      </w:pPr>
      <w:r>
        <w:t>zastoupena</w:t>
      </w:r>
      <w:r w:rsidRPr="007E383A">
        <w:t xml:space="preserve">: </w:t>
      </w:r>
      <w:r w:rsidRPr="00233EB0">
        <w:rPr>
          <w:rFonts w:cs="Calibri"/>
          <w:b/>
        </w:rPr>
        <w:t>Ing. Petrem Hofhanzlem</w:t>
      </w:r>
      <w:r w:rsidRPr="00D624D0">
        <w:rPr>
          <w:rFonts w:cs="Calibri"/>
        </w:rPr>
        <w:t>, ředitelem Stavební správy západ</w:t>
      </w:r>
      <w:r w:rsidRPr="00B42F40">
        <w:rPr>
          <w:rStyle w:val="Zdraznnjemn"/>
          <w:b/>
          <w:iCs w:val="0"/>
          <w:color w:val="auto"/>
        </w:rPr>
        <w:t xml:space="preserve"> </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1D4051" w14:textId="77777777" w:rsidR="003F4B11" w:rsidRPr="003F4B11" w:rsidRDefault="003F4B11" w:rsidP="003F4B11">
      <w:pPr>
        <w:pStyle w:val="Textbezodsazen"/>
        <w:spacing w:after="0"/>
      </w:pPr>
      <w:r w:rsidRPr="00C2004D">
        <w:t xml:space="preserve">Správa </w:t>
      </w:r>
      <w:r w:rsidRPr="003F4B11">
        <w:t>železnic, státní organizace</w:t>
      </w:r>
    </w:p>
    <w:p w14:paraId="33394103" w14:textId="77777777" w:rsidR="003F4B11" w:rsidRPr="003F4B11" w:rsidRDefault="003F4B11" w:rsidP="003F4B11">
      <w:pPr>
        <w:pStyle w:val="Textbezodsazen"/>
      </w:pPr>
      <w:r w:rsidRPr="003F4B11">
        <w:t>Stavební správa západ, Sokolovská 1955/278, 190 00 Praha 9</w:t>
      </w:r>
    </w:p>
    <w:p w14:paraId="0138E73A" w14:textId="1B84DF39" w:rsidR="00F422D3" w:rsidRDefault="00F422D3" w:rsidP="00B42F40">
      <w:pPr>
        <w:pStyle w:val="Textbezodsazen"/>
        <w:spacing w:after="0"/>
      </w:pPr>
      <w:r w:rsidRPr="003F4B11">
        <w:t>číslo smlouvy</w:t>
      </w:r>
      <w:r w:rsidR="006344ED">
        <w:t xml:space="preserve"> Objednatele</w:t>
      </w:r>
      <w:r w:rsidRPr="003F4B11">
        <w:t xml:space="preserve">: </w:t>
      </w:r>
      <w:r w:rsidRPr="006344ED">
        <w:rPr>
          <w:b/>
        </w:rPr>
        <w:t>"[VLOŽÍ OBJEDNATEL]"</w:t>
      </w:r>
      <w:r>
        <w:t xml:space="preserve"> </w:t>
      </w:r>
    </w:p>
    <w:p w14:paraId="7F0B4DE5" w14:textId="00CF5802" w:rsidR="00F422D3" w:rsidRDefault="00F422D3" w:rsidP="00B42F40">
      <w:pPr>
        <w:pStyle w:val="Textbezodsazen"/>
      </w:pPr>
      <w:r w:rsidRPr="003F4B11">
        <w:t xml:space="preserve">ISPROFOND: </w:t>
      </w:r>
      <w:r w:rsidRPr="006344ED">
        <w:rPr>
          <w:b/>
        </w:rPr>
        <w:t>5</w:t>
      </w:r>
      <w:r w:rsidR="003F4B11" w:rsidRPr="006344ED">
        <w:rPr>
          <w:b/>
        </w:rPr>
        <w:t>00</w:t>
      </w:r>
      <w:r w:rsidR="006344ED" w:rsidRPr="006344ED">
        <w:rPr>
          <w:b/>
        </w:rPr>
        <w:t> </w:t>
      </w:r>
      <w:r w:rsidR="003F4B11" w:rsidRPr="006344ED">
        <w:rPr>
          <w:b/>
        </w:rPr>
        <w:t>352</w:t>
      </w:r>
      <w:r w:rsidR="006344ED" w:rsidRPr="006344ED">
        <w:rPr>
          <w:b/>
        </w:rPr>
        <w:t xml:space="preserve"> </w:t>
      </w:r>
      <w:r w:rsidR="003F4B11" w:rsidRPr="006344ED">
        <w:rPr>
          <w:b/>
        </w:rPr>
        <w:t>0195/327</w:t>
      </w:r>
      <w:r w:rsidR="006344ED" w:rsidRPr="006344ED">
        <w:rPr>
          <w:b/>
        </w:rPr>
        <w:t xml:space="preserve"> </w:t>
      </w:r>
      <w:r w:rsidR="003F4B11" w:rsidRPr="006344ED">
        <w:rPr>
          <w:b/>
        </w:rPr>
        <w:t>321</w:t>
      </w:r>
      <w:r w:rsidR="006344ED" w:rsidRPr="006344ED">
        <w:rPr>
          <w:b/>
        </w:rPr>
        <w:t xml:space="preserve"> </w:t>
      </w:r>
      <w:r w:rsidR="003F4B11" w:rsidRPr="006344ED">
        <w:rPr>
          <w:b/>
        </w:rPr>
        <w:t>4993</w:t>
      </w:r>
    </w:p>
    <w:p w14:paraId="0A4D3CC9" w14:textId="77777777" w:rsidR="006344ED" w:rsidRPr="003F4B11" w:rsidRDefault="006344ED" w:rsidP="006344ED">
      <w:pPr>
        <w:pStyle w:val="Textbezodsazen"/>
      </w:pPr>
      <w:r w:rsidRPr="003F4B11">
        <w:t>(dále jen „</w:t>
      </w:r>
      <w:r w:rsidRPr="003F4B11">
        <w:rPr>
          <w:b/>
        </w:rPr>
        <w:t>Objednatel</w:t>
      </w:r>
      <w:r w:rsidRPr="003F4B11">
        <w:t>“)</w:t>
      </w:r>
    </w:p>
    <w:p w14:paraId="7F0626A5" w14:textId="77777777" w:rsidR="006344ED" w:rsidRDefault="006344ED" w:rsidP="00B42F40">
      <w:pPr>
        <w:pStyle w:val="Textbezodsazen"/>
      </w:pPr>
    </w:p>
    <w:p w14:paraId="0AD74FBE" w14:textId="7E7F91B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19E0C88" w14:textId="6C7B2332" w:rsidR="00F422D3" w:rsidRPr="00B42F40" w:rsidRDefault="00F422D3" w:rsidP="006344ED">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006344ED">
        <w:t>]"</w:t>
      </w:r>
      <w:r w:rsidRPr="00B42F40">
        <w:t>,</w:t>
      </w:r>
      <w:r w:rsidR="006344ED">
        <w:t xml:space="preserve"> </w:t>
      </w: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6344ED">
      <w:pPr>
        <w:pStyle w:val="Textbezodsazen"/>
        <w:spacing w:before="240" w:after="240"/>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719740E" w14:textId="702D061E" w:rsidR="00F422D3" w:rsidRPr="00B42F40" w:rsidRDefault="00F422D3" w:rsidP="00B42F40">
      <w:pPr>
        <w:pStyle w:val="Textbezodsazen"/>
      </w:pPr>
      <w:r w:rsidRPr="00B42F40">
        <w:t>číslo smlouvy</w:t>
      </w:r>
      <w:r w:rsidR="006344ED">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CEF0FA3" w14:textId="77777777" w:rsidR="006344ED" w:rsidRPr="00B42F40" w:rsidRDefault="006344ED" w:rsidP="006344ED">
      <w:pPr>
        <w:pStyle w:val="Textbezodsazen"/>
      </w:pPr>
      <w:r w:rsidRPr="00B42F40">
        <w:t>(dále jen „</w:t>
      </w:r>
      <w:r w:rsidRPr="00B42F40">
        <w:rPr>
          <w:rStyle w:val="Tun"/>
        </w:rPr>
        <w:t>Zhotovitel</w:t>
      </w:r>
      <w:r w:rsidRPr="00B42F40">
        <w:t>“)</w:t>
      </w:r>
    </w:p>
    <w:p w14:paraId="068622B1" w14:textId="3F91A5E3"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6344ED">
        <w:t xml:space="preserve"> </w:t>
      </w:r>
    </w:p>
    <w:p w14:paraId="62ED9F77" w14:textId="5B08E224"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7ED85C36" w14:textId="77777777" w:rsidR="006344ED" w:rsidRDefault="006344ED" w:rsidP="00106CD8">
      <w:pPr>
        <w:pStyle w:val="Textbezodsazen"/>
        <w:rPr>
          <w:b/>
        </w:rPr>
      </w:pPr>
    </w:p>
    <w:p w14:paraId="510B76CA" w14:textId="77777777" w:rsidR="007D26F9" w:rsidRPr="00BC5BDD" w:rsidRDefault="007D26F9" w:rsidP="00BC5BDD">
      <w:pPr>
        <w:pStyle w:val="Nadpis1-1"/>
      </w:pPr>
      <w:r w:rsidRPr="00BC5BDD">
        <w:lastRenderedPageBreak/>
        <w:t>ÚVODNÍ USTANOVENÍ</w:t>
      </w:r>
    </w:p>
    <w:p w14:paraId="3FD90610" w14:textId="0CFF042B" w:rsidR="007D26F9" w:rsidRDefault="007D26F9" w:rsidP="00BC5BDD">
      <w:pPr>
        <w:pStyle w:val="Text1-1"/>
      </w:pPr>
      <w:r>
        <w:t>Objednatel prohlašuje, že je státní organizací, která vznikla</w:t>
      </w:r>
      <w:r w:rsidR="00A349C6">
        <w:t xml:space="preserve"> k </w:t>
      </w:r>
      <w:r w:rsidR="0026433F">
        <w:t>0</w:t>
      </w:r>
      <w:r>
        <w:t xml:space="preserve">1. </w:t>
      </w:r>
      <w:r w:rsidR="0026433F">
        <w:t>0</w:t>
      </w:r>
      <w:r>
        <w:t>1. 2003 na základě zákona č. 77/2002 Sb.,</w:t>
      </w:r>
      <w:r w:rsidR="00A349C6">
        <w:t xml:space="preserve"> o </w:t>
      </w:r>
      <w:r>
        <w:t>akciové společnosti České dráhy, státní organizaci Správa železni</w:t>
      </w:r>
      <w:r w:rsidR="002959A1">
        <w:t>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86165FE"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w:t>
      </w:r>
      <w:r w:rsidR="00E3419E">
        <w:t xml:space="preserve"> na vyžádání</w:t>
      </w:r>
      <w:r>
        <w:t xml:space="preserve">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 xml:space="preserve">XDC, </w:t>
      </w:r>
      <w:hyperlink r:id="rId11" w:history="1">
        <w:r w:rsidR="00B2022B" w:rsidRPr="00752F78">
          <w:rPr>
            <w:rStyle w:val="Hypertextovodkaz"/>
            <w:noProof w:val="0"/>
          </w:rPr>
          <w:t>https://xdc.szdc.cz</w:t>
        </w:r>
      </w:hyperlink>
      <w:r w:rsidR="00B2022B">
        <w:rPr>
          <w:color w:val="000000" w:themeColor="text1"/>
        </w:rPr>
        <w:t>)</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159971B3" w:rsidR="007D26F9" w:rsidRDefault="007D26F9" w:rsidP="004B4E47">
      <w:pPr>
        <w:pStyle w:val="Text1-1"/>
      </w:pPr>
      <w:r>
        <w:t xml:space="preserve">Objednatel oznámil uveřejněním na profilu zadavatele: </w:t>
      </w:r>
      <w:hyperlink r:id="rId12" w:history="1">
        <w:r w:rsidR="000D4090">
          <w:rPr>
            <w:rStyle w:val="Hypertextovodkaz"/>
          </w:rPr>
          <w:t>https://zakazky.spravazeleznic.cz/</w:t>
        </w:r>
      </w:hyperlink>
      <w:r w:rsidR="00B2022B" w:rsidRPr="00B2022B">
        <w:rPr>
          <w:rStyle w:val="Hypertextovodkaz"/>
          <w:u w:val="none"/>
        </w:rPr>
        <w:t xml:space="preserve"> </w:t>
      </w:r>
      <w:r>
        <w:t xml:space="preserve">dne </w:t>
      </w:r>
      <w:r w:rsidR="00B2022B">
        <w:t xml:space="preserve">……………… </w:t>
      </w:r>
      <w:r>
        <w:t xml:space="preserve">pod evidenčním číslem </w:t>
      </w:r>
      <w:r w:rsidR="004B4E47" w:rsidRPr="0026433F">
        <w:rPr>
          <w:b/>
        </w:rPr>
        <w:t>61821041</w:t>
      </w:r>
      <w:r w:rsidR="004B4E47">
        <w:t xml:space="preserve"> </w:t>
      </w:r>
      <w:r>
        <w:t>svůj úmysl zadat veřejnou zakázku</w:t>
      </w:r>
      <w:r w:rsidR="00A349C6">
        <w:t xml:space="preserve"> s </w:t>
      </w:r>
      <w:r>
        <w:t xml:space="preserve">názvem </w:t>
      </w:r>
      <w:r w:rsidRPr="004B4E47">
        <w:rPr>
          <w:b/>
        </w:rPr>
        <w:t>„</w:t>
      </w:r>
      <w:r w:rsidR="004B4E47" w:rsidRPr="004B4E47">
        <w:rPr>
          <w:b/>
        </w:rPr>
        <w:t>Úpravy napájecích zdrojů BTS GSM-R</w:t>
      </w:r>
      <w:r w:rsidRPr="004B4E47">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Pr="003F6263" w:rsidRDefault="00C01453" w:rsidP="00C01453">
      <w:pPr>
        <w:pStyle w:val="Text1-1"/>
      </w:pPr>
      <w:r w:rsidRPr="00C01453">
        <w:t xml:space="preserve">Zhotovitel se zavazuje v souladu </w:t>
      </w:r>
      <w:r w:rsidRPr="003F6263">
        <w:t>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3F6263">
        <w:rPr>
          <w:b/>
        </w:rPr>
        <w:t>Dílo</w:t>
      </w:r>
      <w:r w:rsidRPr="003F6263">
        <w:t>“).</w:t>
      </w:r>
    </w:p>
    <w:p w14:paraId="55139E65" w14:textId="77777777" w:rsidR="00C01453" w:rsidRPr="003F6263" w:rsidRDefault="00C01453" w:rsidP="00C01453">
      <w:pPr>
        <w:pStyle w:val="Text1-1"/>
      </w:pPr>
      <w:r w:rsidRPr="003F6263">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rsidRPr="003F6263">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326665C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26433F">
        <w:t xml:space="preserve">zních souborů (PS) je uveden v </w:t>
      </w:r>
      <w:r w:rsidRPr="00C01453">
        <w:t>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09DB55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3E6A6D9A" w14:textId="77777777" w:rsidR="00B2022B" w:rsidRDefault="00B2022B" w:rsidP="00B2022B">
      <w:pPr>
        <w:pStyle w:val="Text1-1"/>
        <w:numPr>
          <w:ilvl w:val="0"/>
          <w:numId w:val="0"/>
        </w:numPr>
        <w:ind w:left="737"/>
      </w:pPr>
    </w:p>
    <w:p w14:paraId="13471F04" w14:textId="77777777" w:rsidR="00AF7AEE" w:rsidRDefault="00AF7AEE" w:rsidP="00AF7AEE">
      <w:pPr>
        <w:pStyle w:val="Text1-1"/>
      </w:pPr>
      <w:r w:rsidRPr="00AF7AEE">
        <w:lastRenderedPageBreak/>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10E64DA7" w:rsidR="008911C8" w:rsidRDefault="008911C8" w:rsidP="008911C8">
      <w:pPr>
        <w:pStyle w:val="Textbezslovn"/>
      </w:pPr>
      <w:r>
        <w:t xml:space="preserve">Celková lhůta pro provedení Díla činí celkem </w:t>
      </w:r>
      <w:r w:rsidR="003F6263">
        <w:rPr>
          <w:rStyle w:val="Tun"/>
        </w:rPr>
        <w:t>14</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4366160C" w:rsidR="008911C8" w:rsidRDefault="008911C8" w:rsidP="008911C8">
      <w:pPr>
        <w:pStyle w:val="Textbezslovn"/>
      </w:pPr>
      <w:r>
        <w:t xml:space="preserve">Zpracování a předání dílčí části Projektové dokumentace v rozsahu Přílohy č. 3 vyhlášky č.146/2008 Sb. spolu se zajištěním stavebního povolení bude provedeno do </w:t>
      </w:r>
      <w:r w:rsidRPr="008911C8">
        <w:rPr>
          <w:rStyle w:val="Tun"/>
        </w:rPr>
        <w:t> </w:t>
      </w:r>
      <w:r w:rsidR="003F6263">
        <w:rPr>
          <w:rStyle w:val="Tun"/>
        </w:rPr>
        <w:t xml:space="preserve">4 </w:t>
      </w:r>
      <w:r w:rsidRPr="008911C8">
        <w:rPr>
          <w:rStyle w:val="Tun"/>
        </w:rPr>
        <w:t>měsíců</w:t>
      </w:r>
      <w:r>
        <w:t xml:space="preserve"> ode dne nabytí účinnosti Smlouvy.</w:t>
      </w:r>
    </w:p>
    <w:p w14:paraId="34BD7111" w14:textId="7DF66E48" w:rsidR="008911C8" w:rsidRPr="0008787F"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rsidRPr="0008787F">
        <w:t xml:space="preserve">stavebních prací) činí celkem </w:t>
      </w:r>
      <w:r w:rsidR="003F6263" w:rsidRPr="0008787F">
        <w:rPr>
          <w:rStyle w:val="Tun"/>
        </w:rPr>
        <w:t xml:space="preserve">11 </w:t>
      </w:r>
      <w:r w:rsidRPr="0008787F">
        <w:rPr>
          <w:rStyle w:val="Tun"/>
        </w:rPr>
        <w:t>měsíců</w:t>
      </w:r>
      <w:r w:rsidRPr="0008787F">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12987B28" w:rsidR="008911C8" w:rsidRPr="0008787F" w:rsidRDefault="008911C8" w:rsidP="00CB2DC6">
      <w:pPr>
        <w:pStyle w:val="Textbezslovn"/>
      </w:pPr>
      <w:r w:rsidRPr="0008787F">
        <w:t>Předání posouzení interoperability, včetně zajištění všech souvisejících dokladů, podle ust. § 49b zákona 266/1994 Sb. ve znění pozdějších předpisů, předání osvědčení o</w:t>
      </w:r>
      <w:r w:rsidR="00CB2DC6" w:rsidRPr="0008787F">
        <w:t> </w:t>
      </w:r>
      <w:r w:rsidRPr="0008787F">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08787F">
        <w:t> </w:t>
      </w:r>
      <w:r w:rsidRPr="0008787F">
        <w:t xml:space="preserve">kompletní technické části dokumentace skutečného provedení stavby bude provedeno nejpozději do </w:t>
      </w:r>
      <w:r w:rsidR="003F6263" w:rsidRPr="0008787F">
        <w:rPr>
          <w:rStyle w:val="Tun"/>
        </w:rPr>
        <w:t>3</w:t>
      </w:r>
      <w:r w:rsidRPr="0008787F">
        <w:rPr>
          <w:rStyle w:val="Tun"/>
        </w:rPr>
        <w:t xml:space="preserve"> měsíců</w:t>
      </w:r>
      <w:r w:rsidRPr="0008787F">
        <w:t xml:space="preserve"> ode dne podpisu posledního Zápisu o předání a převzetí Díla.</w:t>
      </w:r>
    </w:p>
    <w:p w14:paraId="02D7049A" w14:textId="77777777" w:rsidR="008911C8" w:rsidRPr="0008787F" w:rsidRDefault="008911C8" w:rsidP="00CB2DC6">
      <w:pPr>
        <w:pStyle w:val="Textbezslovn"/>
      </w:pPr>
      <w:r w:rsidRPr="0008787F">
        <w:t>Lhůty stanovené v odst</w:t>
      </w:r>
      <w:r w:rsidRPr="0008787F">
        <w:rPr>
          <w:color w:val="000000" w:themeColor="text1"/>
        </w:rPr>
        <w:t xml:space="preserve">. 13.3.3 Všeobecných </w:t>
      </w:r>
      <w:r w:rsidRPr="0008787F">
        <w:t>technických podmínek a lhůty stanovené v odst.</w:t>
      </w:r>
      <w:r w:rsidR="00CB2DC6" w:rsidRPr="0008787F">
        <w:t xml:space="preserve"> </w:t>
      </w:r>
      <w:r w:rsidRPr="0008787F">
        <w:t>2.10 a 2.11 Obchodních podmínek se v případě této Smlouvy nepoužijí.</w:t>
      </w:r>
    </w:p>
    <w:p w14:paraId="3DCAF49F" w14:textId="77777777" w:rsidR="00AF7AEE" w:rsidRPr="0008787F" w:rsidRDefault="00CB2DC6" w:rsidP="00CB2DC6">
      <w:pPr>
        <w:pStyle w:val="Text1-1"/>
      </w:pPr>
      <w:r w:rsidRPr="0008787F">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63A9F411" w:rsidR="007D26F9" w:rsidRPr="00BC5BDD" w:rsidRDefault="007D26F9" w:rsidP="00BC5BDD">
      <w:pPr>
        <w:pStyle w:val="Nadpis1-1"/>
      </w:pPr>
      <w:r w:rsidRPr="00BC5BDD">
        <w:lastRenderedPageBreak/>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6D88695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07C690F9"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rsidR="0026433F">
        <w:br/>
      </w:r>
      <w:r>
        <w:t>č.</w:t>
      </w:r>
      <w:r w:rsidR="0026433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5739857C"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79687D7F" w14:textId="77777777" w:rsidR="00650EB9" w:rsidRPr="00296BC1" w:rsidRDefault="00650EB9" w:rsidP="00650EB9">
      <w:pPr>
        <w:pStyle w:val="Text1-1"/>
        <w:numPr>
          <w:ilvl w:val="1"/>
          <w:numId w:val="9"/>
        </w:numPr>
      </w:pPr>
      <w:r>
        <w:t xml:space="preserve">Compliance </w:t>
      </w:r>
      <w:r w:rsidRPr="00345521">
        <w:t>doložka a etické zásady</w:t>
      </w:r>
    </w:p>
    <w:p w14:paraId="38A35F22" w14:textId="77777777" w:rsidR="00650EB9" w:rsidRPr="00345521" w:rsidRDefault="00650EB9" w:rsidP="00650EB9">
      <w:pPr>
        <w:pStyle w:val="Text1-1"/>
        <w:numPr>
          <w:ilvl w:val="0"/>
          <w:numId w:val="0"/>
        </w:numPr>
        <w:ind w:left="737"/>
      </w:pPr>
      <w:r w:rsidRPr="00345521">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E8567B3" w14:textId="77777777" w:rsidR="00650EB9" w:rsidRPr="00022305" w:rsidRDefault="00650EB9" w:rsidP="00650EB9">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0EE841C1" w14:textId="77777777" w:rsidR="00650EB9" w:rsidRPr="00022305" w:rsidRDefault="00650EB9" w:rsidP="00650EB9">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7F2F492C" w14:textId="7C6079D4" w:rsidR="00650EB9" w:rsidRPr="005A1495" w:rsidRDefault="00650EB9" w:rsidP="00650EB9">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Pr>
          <w:rFonts w:eastAsia="Times New Roman" w:cs="Times New Roman"/>
          <w:sz w:val="18"/>
          <w:szCs w:val="18"/>
        </w:rPr>
        <w:t xml:space="preserve">ředložit Objednateli do sedmi </w:t>
      </w:r>
      <w:r w:rsidRPr="00022305">
        <w:rPr>
          <w:rFonts w:eastAsia="Times New Roman" w:cs="Times New Roman"/>
          <w:sz w:val="18"/>
          <w:szCs w:val="18"/>
        </w:rPr>
        <w:t xml:space="preserve">dnů od doručení výzvy smluvní dokumentaci (včetně jejích případných změn) se </w:t>
      </w:r>
      <w:bookmarkStart w:id="0" w:name="_GoBack"/>
      <w:r w:rsidRPr="005A1495">
        <w:rPr>
          <w:rFonts w:eastAsia="Times New Roman" w:cs="Times New Roman"/>
          <w:sz w:val="18"/>
          <w:szCs w:val="18"/>
        </w:rPr>
        <w:t>smluvními partnery Zhotovitele uvedenými ve výzvě Objednatele, ze kterých bude vyplývat</w:t>
      </w:r>
      <w:r w:rsidRPr="005A1495">
        <w:rPr>
          <w:rFonts w:eastAsia="Times New Roman" w:cs="Times New Roman"/>
        </w:rPr>
        <w:t xml:space="preserve"> splnění povinnosti Zhotovitele dle předchozího odstavce </w:t>
      </w:r>
      <w:r w:rsidRPr="005A1495">
        <w:rPr>
          <w:rFonts w:eastAsia="Times New Roman" w:cs="Times New Roman"/>
          <w:sz w:val="18"/>
          <w:szCs w:val="18"/>
        </w:rPr>
        <w:t>4.</w:t>
      </w:r>
      <w:r w:rsidR="006B0B36" w:rsidRPr="005A1495">
        <w:rPr>
          <w:rFonts w:eastAsia="Times New Roman" w:cs="Times New Roman"/>
          <w:sz w:val="18"/>
          <w:szCs w:val="18"/>
        </w:rPr>
        <w:t>6</w:t>
      </w:r>
      <w:r w:rsidRPr="005A1495">
        <w:rPr>
          <w:rFonts w:eastAsia="Times New Roman" w:cs="Times New Roman"/>
          <w:sz w:val="18"/>
          <w:szCs w:val="18"/>
        </w:rPr>
        <w:t>.1.</w:t>
      </w:r>
      <w:r w:rsidRPr="005A1495">
        <w:rPr>
          <w:rFonts w:eastAsia="Times New Roman" w:cs="Times New Roman"/>
        </w:rPr>
        <w:t xml:space="preserve"> Předkládaná smluvní</w:t>
      </w:r>
      <w:r w:rsidRPr="005A1495">
        <w:rPr>
          <w:rFonts w:eastAsia="Times New Roman" w:cs="Times New Roman"/>
          <w:u w:val="single"/>
        </w:rPr>
        <w:t xml:space="preserve"> </w:t>
      </w:r>
      <w:r w:rsidRPr="005A149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 4.</w:t>
      </w:r>
      <w:r w:rsidR="006B0B36" w:rsidRPr="005A1495">
        <w:rPr>
          <w:rFonts w:eastAsia="Times New Roman" w:cs="Times New Roman"/>
          <w:sz w:val="18"/>
          <w:szCs w:val="18"/>
        </w:rPr>
        <w:t>6</w:t>
      </w:r>
      <w:r w:rsidRPr="005A1495">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541728CD" w14:textId="77777777"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Porady a jednání, která budou probíhat dle odst. 2.3 Přílohy č. 2b) této Smlouvy, budou probíhat primárně distančním způsobem (elektronicky, např. MS Teams, Google meet, atp.), pokud nebude nutné, aby byly spojeny s místním šetřením.</w:t>
      </w:r>
    </w:p>
    <w:p w14:paraId="17851837" w14:textId="77777777"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67FEC45A" w14:textId="77777777"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5A149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3BFB0C0" w14:textId="77777777"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BEC797C" w14:textId="77777777"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19FD6BAE" w14:textId="5B8C2EA9"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2A18BFB0" w14:textId="5D3B6A9D"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Zhotovitel bude důsledně dodržovat povinnost recyklovat kamenivo vyzískané z kolejového lože v souladu s ustanovením 10.2.6 přílohy č.</w:t>
      </w:r>
      <w:r w:rsidR="006B0B36" w:rsidRPr="005A1495">
        <w:rPr>
          <w:rFonts w:eastAsia="Times New Roman" w:cs="Times New Roman"/>
          <w:sz w:val="18"/>
          <w:szCs w:val="18"/>
        </w:rPr>
        <w:t xml:space="preserve"> </w:t>
      </w:r>
      <w:r w:rsidRPr="005A1495">
        <w:rPr>
          <w:rFonts w:eastAsia="Times New Roman" w:cs="Times New Roman"/>
          <w:sz w:val="18"/>
          <w:szCs w:val="18"/>
        </w:rPr>
        <w:t>2b) této Smlouvy.</w:t>
      </w:r>
    </w:p>
    <w:p w14:paraId="54C2D9BC" w14:textId="3A50AF56" w:rsidR="00650EB9" w:rsidRPr="005A1495" w:rsidRDefault="00650EB9" w:rsidP="00650EB9">
      <w:pPr>
        <w:numPr>
          <w:ilvl w:val="2"/>
          <w:numId w:val="32"/>
        </w:numPr>
        <w:spacing w:after="120" w:line="264" w:lineRule="auto"/>
        <w:jc w:val="both"/>
        <w:rPr>
          <w:sz w:val="18"/>
          <w:szCs w:val="18"/>
        </w:rPr>
      </w:pPr>
      <w:r w:rsidRPr="005A1495">
        <w:rPr>
          <w:rFonts w:eastAsia="Times New Roman" w:cs="Times New Roman"/>
          <w:sz w:val="18"/>
          <w:szCs w:val="18"/>
        </w:rPr>
        <w:t>Ustanoveními o smluvních pokutách uvedenými v odst. 4.</w:t>
      </w:r>
      <w:r w:rsidR="006B0B36" w:rsidRPr="005A1495">
        <w:rPr>
          <w:rFonts w:eastAsia="Times New Roman" w:cs="Times New Roman"/>
          <w:sz w:val="18"/>
          <w:szCs w:val="18"/>
        </w:rPr>
        <w:t>6</w:t>
      </w:r>
      <w:r w:rsidRPr="005A1495">
        <w:rPr>
          <w:rFonts w:eastAsia="Times New Roman" w:cs="Times New Roman"/>
          <w:sz w:val="18"/>
          <w:szCs w:val="18"/>
        </w:rPr>
        <w:t xml:space="preserve"> není dotčeno uplatňování smluvních pokut uvedených v čl. 17 Obchodních podmínek.</w:t>
      </w:r>
    </w:p>
    <w:p w14:paraId="7D037B9D" w14:textId="504BE17A" w:rsidR="002D6EE5" w:rsidRPr="005A1495" w:rsidRDefault="008E504A" w:rsidP="002D6EE5">
      <w:pPr>
        <w:pStyle w:val="Text1-1"/>
        <w:rPr>
          <w:i/>
        </w:rPr>
      </w:pPr>
      <w:r w:rsidRPr="005A1495">
        <w:rPr>
          <w:i/>
        </w:rPr>
        <w:t>NEOBSAZENO</w:t>
      </w:r>
    </w:p>
    <w:p w14:paraId="1A015FE5" w14:textId="77777777" w:rsidR="00394474" w:rsidRPr="00A4241B" w:rsidRDefault="00394474" w:rsidP="00394474">
      <w:pPr>
        <w:pStyle w:val="Text1-1"/>
        <w:numPr>
          <w:ilvl w:val="1"/>
          <w:numId w:val="9"/>
        </w:numPr>
      </w:pPr>
      <w:r w:rsidRPr="005A1495">
        <w:t xml:space="preserve">Objednatel vydá na žádost Zhotovitele/ společníka/ poddodavatele/ člena koncernu, v případě řádného poskytnutí a dokončení prací, Osvědčení o řádném plnění veřejné zakázky ve smyslu § 79, odst. 2, písm. a) zákona č.134/2016 </w:t>
      </w:r>
      <w:bookmarkEnd w:id="0"/>
      <w:r w:rsidRPr="00A4241B">
        <w:t xml:space="preserve">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A4241B" w:rsidRDefault="00394474" w:rsidP="00394474">
      <w:pPr>
        <w:pStyle w:val="Text1-1"/>
        <w:numPr>
          <w:ilvl w:val="0"/>
          <w:numId w:val="0"/>
        </w:numPr>
        <w:ind w:left="737"/>
      </w:pPr>
      <w:r w:rsidRPr="00A4241B">
        <w:t xml:space="preserve">a) hodnota provedených prací Zhotovitelem, včetně hodnoty vyhrazeného plnění, v případě dvou a více společníků specifikovaná v Kč dle jednotlivých společníků, </w:t>
      </w:r>
    </w:p>
    <w:p w14:paraId="464B6E4F" w14:textId="77777777" w:rsidR="00394474" w:rsidRPr="00A4241B" w:rsidRDefault="00394474" w:rsidP="00394474">
      <w:pPr>
        <w:pStyle w:val="Text1-1"/>
        <w:numPr>
          <w:ilvl w:val="0"/>
          <w:numId w:val="0"/>
        </w:numPr>
        <w:ind w:left="737"/>
      </w:pPr>
      <w:r w:rsidRPr="00A4241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66974073" w:rsidR="00394474" w:rsidRPr="00A4241B" w:rsidRDefault="00394474" w:rsidP="00394474">
      <w:pPr>
        <w:pStyle w:val="Text1-1"/>
        <w:numPr>
          <w:ilvl w:val="0"/>
          <w:numId w:val="0"/>
        </w:numPr>
        <w:ind w:left="737"/>
      </w:pPr>
      <w:r w:rsidRPr="00A4241B">
        <w:t>Součet hodnot dle výše uvedeného písm.</w:t>
      </w:r>
      <w:r w:rsidR="00486B53">
        <w:t xml:space="preserve"> </w:t>
      </w:r>
      <w:r w:rsidRPr="00A4241B">
        <w:t>a) a písm.</w:t>
      </w:r>
      <w:r w:rsidR="00486B53">
        <w:t xml:space="preserve"> </w:t>
      </w:r>
      <w:r w:rsidRPr="00A4241B">
        <w:t>b) se musí rovnat 100% hodnotě veškerých prací provedených v souladu se Smlouvou.</w:t>
      </w:r>
    </w:p>
    <w:p w14:paraId="106990A7" w14:textId="70B930CF" w:rsidR="00394474" w:rsidRPr="00A4241B" w:rsidRDefault="00394474" w:rsidP="00394474">
      <w:pPr>
        <w:pStyle w:val="Text1-1"/>
        <w:numPr>
          <w:ilvl w:val="0"/>
          <w:numId w:val="0"/>
        </w:numPr>
        <w:ind w:left="737"/>
      </w:pPr>
      <w:r w:rsidRPr="00A4241B">
        <w:t>Požadované údaje, předložené formou čestného prohlášení podepsaného Zhotovitelem, jsou nezbytné pro vydání Osvědčení o řádném plnění veřejné zakázky uvedeného v příloze č.</w:t>
      </w:r>
      <w:r w:rsidR="0026433F">
        <w:t xml:space="preserve"> </w:t>
      </w:r>
      <w:r w:rsidRPr="00A4241B">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22D5AB34" w14:textId="77777777" w:rsidR="00650EB9" w:rsidRDefault="00650EB9" w:rsidP="00650EB9">
      <w:pPr>
        <w:pStyle w:val="Text1-1"/>
      </w:pPr>
      <w:r w:rsidRPr="000A1915">
        <w:t xml:space="preserve">Tuto Smlouvu je možné měnit pouze dohodou smluvních stran </w:t>
      </w:r>
      <w:r>
        <w:t>v elektronické podobě</w:t>
      </w:r>
      <w:r w:rsidRPr="000A1915">
        <w:t xml:space="preserve"> ve formě číslovaných dodatků této Smlouvy, podepsaných za každou smluvní stranu osobou nebo osobami oprávněnými jednat za smluvní stranu</w:t>
      </w:r>
      <w:r>
        <w:t xml:space="preserve">. </w:t>
      </w:r>
    </w:p>
    <w:p w14:paraId="3558906B"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5B4C64D2"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A4241B" w:rsidRDefault="002333E5" w:rsidP="00BE5FD5">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t>,</w:t>
      </w:r>
      <w:r w:rsidR="00BE5FD5" w:rsidRPr="00BE5FD5">
        <w:rPr>
          <w:color w:val="FF0000"/>
        </w:rPr>
        <w:t xml:space="preserve"> </w:t>
      </w:r>
      <w:r w:rsidR="00BE5FD5" w:rsidRPr="00A4241B">
        <w:t>není-li jinde ve Smlouvě uvedeno jinak.</w:t>
      </w:r>
    </w:p>
    <w:p w14:paraId="53EF0664" w14:textId="77777777" w:rsidR="00BE5FD5" w:rsidRPr="00A4241B" w:rsidRDefault="00BE5FD5" w:rsidP="00BE5FD5">
      <w:pPr>
        <w:pStyle w:val="Text1-2"/>
        <w:numPr>
          <w:ilvl w:val="2"/>
          <w:numId w:val="9"/>
        </w:numPr>
      </w:pPr>
      <w:r w:rsidRPr="00A4241B">
        <w:t>Zhotovitel nesmí bez předchozího</w:t>
      </w:r>
      <w:r w:rsidRPr="00A4241B">
        <w:rPr>
          <w:rFonts w:asciiTheme="minorHAnsi" w:hAnsiTheme="minorHAnsi"/>
        </w:rPr>
        <w:t xml:space="preserve"> </w:t>
      </w:r>
      <w:r w:rsidRPr="00A4241B">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A4241B" w:rsidRDefault="00BE5FD5" w:rsidP="00BE5FD5">
      <w:pPr>
        <w:pStyle w:val="Text1-2"/>
        <w:numPr>
          <w:ilvl w:val="2"/>
          <w:numId w:val="9"/>
        </w:numPr>
      </w:pPr>
      <w:r w:rsidRPr="00A4241B">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483367" w14:textId="4D31D63B" w:rsidR="00650EB9" w:rsidRDefault="00B2022B" w:rsidP="00B2022B">
      <w:pPr>
        <w:pStyle w:val="Text1-1"/>
      </w:pPr>
      <w:r w:rsidRPr="00B2022B">
        <w:t>Tato Smlouva je vyhotovena elektronicky, každý elektronický obraz Smlouvy má platnost originálu.</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234B6BB8"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CA926B2" w:rsidR="007D26F9" w:rsidRDefault="007D26F9" w:rsidP="00B2022B">
      <w:pPr>
        <w:pStyle w:val="Textbezslovn"/>
        <w:spacing w:after="80"/>
      </w:pPr>
      <w:r w:rsidRPr="00A349C6">
        <w:rPr>
          <w:b/>
        </w:rPr>
        <w:t>Příloha č. 1:</w:t>
      </w:r>
      <w:r w:rsidR="008F7242">
        <w:t xml:space="preserve"> </w:t>
      </w:r>
      <w:r w:rsidR="008F7242">
        <w:tab/>
      </w:r>
      <w:r>
        <w:t xml:space="preserve">Obchodní podmínky – </w:t>
      </w:r>
      <w:r w:rsidR="007C14AA">
        <w:t>OP/P+R/2</w:t>
      </w:r>
      <w:r w:rsidR="00AD0ACD">
        <w:t>5</w:t>
      </w:r>
      <w:r w:rsidR="007C14AA">
        <w:t>/2</w:t>
      </w:r>
      <w:r w:rsidR="00AD0ACD">
        <w:t>1</w:t>
      </w:r>
    </w:p>
    <w:p w14:paraId="2CC124A7" w14:textId="77777777" w:rsidR="007D26F9" w:rsidRDefault="007D26F9" w:rsidP="00B2022B">
      <w:pPr>
        <w:pStyle w:val="Textbezslovn"/>
        <w:spacing w:after="80"/>
      </w:pPr>
      <w:r w:rsidRPr="00A349C6">
        <w:rPr>
          <w:b/>
        </w:rPr>
        <w:t>Příloha č. 2:</w:t>
      </w:r>
      <w:r w:rsidR="008F7242">
        <w:t xml:space="preserve"> </w:t>
      </w:r>
      <w:r w:rsidR="008F7242">
        <w:tab/>
      </w:r>
      <w:r>
        <w:t xml:space="preserve">Technické podmínky: </w:t>
      </w:r>
    </w:p>
    <w:p w14:paraId="08A7F782" w14:textId="77777777" w:rsidR="007D26F9" w:rsidRDefault="00F43D42" w:rsidP="00B2022B">
      <w:pPr>
        <w:pStyle w:val="Textbezslovn"/>
        <w:spacing w:after="80"/>
        <w:ind w:left="2127"/>
      </w:pPr>
      <w:r>
        <w:t xml:space="preserve">a) </w:t>
      </w:r>
      <w:r w:rsidR="007D26F9">
        <w:t xml:space="preserve">Technické kvalitativní </w:t>
      </w:r>
      <w:r w:rsidR="007D26F9" w:rsidRPr="00342DC7">
        <w:t>podmínky</w:t>
      </w:r>
      <w:r w:rsidR="007D26F9">
        <w:t xml:space="preserve"> staveb státních drah (TKP) </w:t>
      </w:r>
    </w:p>
    <w:p w14:paraId="2ECEEBBA" w14:textId="43256650" w:rsidR="007D26F9" w:rsidRDefault="00F43D42" w:rsidP="00B2022B">
      <w:pPr>
        <w:pStyle w:val="Textbezslovn"/>
        <w:spacing w:after="80"/>
        <w:ind w:left="2127"/>
      </w:pPr>
      <w:r>
        <w:t xml:space="preserve">b) </w:t>
      </w:r>
      <w:r w:rsidR="007D26F9">
        <w:t xml:space="preserve">Všeobecné technické podmínky – </w:t>
      </w:r>
      <w:r w:rsidR="007C14AA">
        <w:t>VTP/P+R/06/20</w:t>
      </w:r>
    </w:p>
    <w:p w14:paraId="53360C92" w14:textId="77777777" w:rsidR="007D26F9" w:rsidRDefault="00F43D42" w:rsidP="00B2022B">
      <w:pPr>
        <w:pStyle w:val="Textbezslovn"/>
        <w:spacing w:after="80"/>
        <w:ind w:left="2127"/>
      </w:pPr>
      <w:r>
        <w:t xml:space="preserve">c) </w:t>
      </w:r>
      <w:r w:rsidR="007D26F9">
        <w:t xml:space="preserve">Zvláštní technické podmínky </w:t>
      </w:r>
    </w:p>
    <w:p w14:paraId="5B8D1A40" w14:textId="77777777" w:rsidR="007D26F9" w:rsidRDefault="007D26F9" w:rsidP="00B2022B">
      <w:pPr>
        <w:pStyle w:val="Textbezslovn"/>
        <w:spacing w:after="80"/>
      </w:pPr>
      <w:r w:rsidRPr="00A349C6">
        <w:rPr>
          <w:b/>
        </w:rPr>
        <w:t>Příloha č. 3:</w:t>
      </w:r>
      <w:r w:rsidR="008F7242">
        <w:t xml:space="preserve"> </w:t>
      </w:r>
      <w:r w:rsidR="00342DC7">
        <w:tab/>
      </w:r>
      <w:r>
        <w:t>Související dokumenty</w:t>
      </w:r>
    </w:p>
    <w:p w14:paraId="4F34E197" w14:textId="77777777" w:rsidR="007D26F9" w:rsidRDefault="007D26F9" w:rsidP="00B2022B">
      <w:pPr>
        <w:pStyle w:val="Textbezslovn"/>
        <w:spacing w:after="80"/>
      </w:pPr>
      <w:r w:rsidRPr="00A349C6">
        <w:rPr>
          <w:b/>
        </w:rPr>
        <w:t>Příloha č. 4:</w:t>
      </w:r>
      <w:r w:rsidR="008F7242">
        <w:t xml:space="preserve"> </w:t>
      </w:r>
      <w:r w:rsidR="00342DC7">
        <w:tab/>
      </w:r>
      <w:r>
        <w:t>Rekapitulace Ceny Díla</w:t>
      </w:r>
    </w:p>
    <w:p w14:paraId="3ABF3D9D" w14:textId="77777777" w:rsidR="007D26F9" w:rsidRDefault="007D26F9" w:rsidP="00B2022B">
      <w:pPr>
        <w:pStyle w:val="Textbezslovn"/>
        <w:spacing w:after="80"/>
      </w:pPr>
      <w:r w:rsidRPr="00A349C6">
        <w:rPr>
          <w:b/>
        </w:rPr>
        <w:t>Příloha č. 5:</w:t>
      </w:r>
      <w:r w:rsidR="008F7242">
        <w:t xml:space="preserve"> </w:t>
      </w:r>
      <w:r w:rsidR="00342DC7">
        <w:tab/>
      </w:r>
      <w:r>
        <w:t>Harmonogram postupu prací</w:t>
      </w:r>
    </w:p>
    <w:p w14:paraId="55AB8F1E" w14:textId="77777777" w:rsidR="007D26F9" w:rsidRDefault="007D26F9" w:rsidP="00B2022B">
      <w:pPr>
        <w:pStyle w:val="Textbezslovn"/>
        <w:spacing w:after="80"/>
      </w:pPr>
      <w:r w:rsidRPr="00A349C6">
        <w:rPr>
          <w:b/>
        </w:rPr>
        <w:t>Příloha č. 6:</w:t>
      </w:r>
      <w:r w:rsidR="008F7242">
        <w:t xml:space="preserve"> </w:t>
      </w:r>
      <w:r w:rsidR="00342DC7">
        <w:tab/>
      </w:r>
      <w:r>
        <w:t>Oprávněné osoby</w:t>
      </w:r>
    </w:p>
    <w:p w14:paraId="319E5EFF" w14:textId="77777777" w:rsidR="007D26F9" w:rsidRDefault="007D26F9" w:rsidP="00B2022B">
      <w:pPr>
        <w:pStyle w:val="Textbezslovn"/>
        <w:spacing w:after="80"/>
      </w:pPr>
      <w:r w:rsidRPr="00A349C6">
        <w:rPr>
          <w:b/>
        </w:rPr>
        <w:t>Příloha č. 7:</w:t>
      </w:r>
      <w:r w:rsidR="008F7242">
        <w:t xml:space="preserve"> </w:t>
      </w:r>
      <w:r w:rsidR="00342DC7">
        <w:tab/>
      </w:r>
      <w:r>
        <w:t>Seznam požadovaných pojištění</w:t>
      </w:r>
    </w:p>
    <w:p w14:paraId="23AF2219" w14:textId="77777777" w:rsidR="008F7242" w:rsidRDefault="007D26F9" w:rsidP="00B2022B">
      <w:pPr>
        <w:pStyle w:val="Textbezslovn"/>
        <w:spacing w:after="80"/>
      </w:pPr>
      <w:r w:rsidRPr="00A349C6">
        <w:rPr>
          <w:b/>
        </w:rPr>
        <w:t>Příloha č. 8:</w:t>
      </w:r>
      <w:r w:rsidR="008F7242">
        <w:t xml:space="preserve"> </w:t>
      </w:r>
      <w:r w:rsidR="00342DC7">
        <w:tab/>
      </w:r>
      <w:r w:rsidR="008F7242">
        <w:t>Seznam poddodavatelů</w:t>
      </w:r>
    </w:p>
    <w:p w14:paraId="10BBDB2C" w14:textId="77777777" w:rsidR="007D26F9" w:rsidRDefault="007D26F9" w:rsidP="00B2022B">
      <w:pPr>
        <w:pStyle w:val="Textbezslovn"/>
        <w:spacing w:after="80"/>
      </w:pPr>
      <w:r w:rsidRPr="00A349C6">
        <w:rPr>
          <w:b/>
        </w:rPr>
        <w:t>Příloha č. 9:</w:t>
      </w:r>
      <w:r>
        <w:tab/>
        <w:t>Zmocnění Vedoucího Zhotovitele</w:t>
      </w:r>
    </w:p>
    <w:p w14:paraId="11D3E268" w14:textId="71E39796" w:rsidR="00BE5FD5" w:rsidRPr="00BE5FD5" w:rsidRDefault="00BE5FD5" w:rsidP="00B2022B">
      <w:pPr>
        <w:pStyle w:val="Textbezslovn"/>
        <w:spacing w:after="80"/>
        <w:ind w:left="851" w:hanging="284"/>
        <w:rPr>
          <w:i/>
          <w:color w:val="00B050"/>
        </w:rPr>
      </w:pPr>
      <w:r>
        <w:rPr>
          <w:b/>
        </w:rPr>
        <w:t xml:space="preserve">Příloha </w:t>
      </w:r>
      <w:r w:rsidRPr="00BE5FD5">
        <w:rPr>
          <w:b/>
        </w:rPr>
        <w:t>č.</w:t>
      </w:r>
      <w:r w:rsidR="00486B53">
        <w:rPr>
          <w:b/>
        </w:rPr>
        <w:t xml:space="preserve"> </w:t>
      </w:r>
      <w:r w:rsidRPr="00BE5FD5">
        <w:rPr>
          <w:b/>
        </w:rPr>
        <w:t>10</w:t>
      </w:r>
      <w:r>
        <w:t xml:space="preserve">: </w:t>
      </w:r>
      <w:r w:rsidRPr="00A4241B">
        <w:t>Osvědčení</w:t>
      </w:r>
      <w:r>
        <w:t xml:space="preserve"> </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32386E23" w:rsidR="00F422D3" w:rsidRDefault="00486B53" w:rsidP="009F0867">
      <w:pPr>
        <w:pStyle w:val="Textbezodsazen"/>
      </w:pPr>
      <w:r>
        <w:t>Za Objednatele:</w:t>
      </w:r>
      <w:r>
        <w:tab/>
      </w:r>
      <w:r>
        <w:tab/>
      </w:r>
      <w:r>
        <w:tab/>
      </w:r>
      <w:r>
        <w:tab/>
      </w:r>
      <w:r>
        <w:tab/>
        <w:t>Za Zhotovitele:</w:t>
      </w:r>
    </w:p>
    <w:p w14:paraId="6C72F409" w14:textId="4861EF3D" w:rsidR="00F422D3" w:rsidRDefault="00F422D3" w:rsidP="009F0867">
      <w:pPr>
        <w:pStyle w:val="Textbezodsazen"/>
      </w:pPr>
      <w:r>
        <w:t>V</w:t>
      </w:r>
      <w:r w:rsidR="00B2022B">
        <w:t xml:space="preserve"> Praze</w:t>
      </w:r>
      <w:r>
        <w:t xml:space="preserve"> dne ……………. </w:t>
      </w:r>
      <w:r>
        <w:tab/>
      </w:r>
      <w:r>
        <w:tab/>
      </w:r>
      <w:r>
        <w:tab/>
      </w:r>
      <w:r>
        <w:tab/>
      </w:r>
      <w:r w:rsidR="00B2022B">
        <w:tab/>
      </w:r>
      <w:r>
        <w:t xml:space="preserve">V…………………. dne </w:t>
      </w:r>
      <w:r w:rsidR="00B2022B">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15236F9C" w:rsidR="00F422D3" w:rsidRDefault="00F422D3" w:rsidP="00B2022B">
      <w:pPr>
        <w:pStyle w:val="Textbezodsazen"/>
        <w:spacing w:after="0"/>
      </w:pPr>
      <w:r>
        <w:t>……………………………</w:t>
      </w:r>
      <w:r w:rsidR="00342DC7">
        <w:t>……</w:t>
      </w:r>
      <w:r w:rsidR="00B2022B">
        <w:t>……</w:t>
      </w:r>
      <w:r>
        <w:t>…………</w:t>
      </w:r>
      <w:r>
        <w:tab/>
      </w:r>
      <w:r>
        <w:tab/>
      </w:r>
      <w:r>
        <w:tab/>
      </w:r>
      <w:r w:rsidR="00B2022B">
        <w:t xml:space="preserve">            </w:t>
      </w:r>
      <w:r>
        <w:t>………………………</w:t>
      </w:r>
      <w:r w:rsidR="00342DC7">
        <w:t>…</w:t>
      </w:r>
      <w:r w:rsidR="00B2022B">
        <w:t>…</w:t>
      </w:r>
      <w:r>
        <w:t>………………</w:t>
      </w:r>
      <w:r w:rsidR="00B2022B">
        <w:t>…</w:t>
      </w:r>
    </w:p>
    <w:p w14:paraId="3964AA7A" w14:textId="328C8A49" w:rsidR="00F422D3" w:rsidRPr="00F43D42" w:rsidRDefault="00342DC7" w:rsidP="00B2022B">
      <w:pPr>
        <w:pStyle w:val="Textbezodsazen"/>
        <w:spacing w:after="0"/>
        <w:rPr>
          <w:b/>
        </w:rPr>
      </w:pPr>
      <w:r w:rsidRPr="00F43D42">
        <w:rPr>
          <w:b/>
        </w:rPr>
        <w:t xml:space="preserve">Ing. </w:t>
      </w:r>
      <w:r w:rsidR="00B2022B">
        <w:rPr>
          <w:b/>
        </w:rPr>
        <w:t>Petr Hofhanzl</w:t>
      </w:r>
      <w:r w:rsidRPr="00F43D42">
        <w:rPr>
          <w:b/>
        </w:rPr>
        <w:tab/>
      </w:r>
      <w:r w:rsidRPr="00F43D42">
        <w:rPr>
          <w:b/>
        </w:rPr>
        <w:tab/>
      </w:r>
      <w:r w:rsidRPr="00F43D42">
        <w:rPr>
          <w:b/>
        </w:rPr>
        <w:tab/>
      </w:r>
      <w:r w:rsidRPr="00F43D42">
        <w:rPr>
          <w:b/>
        </w:rPr>
        <w:tab/>
      </w:r>
      <w:r w:rsidR="00B2022B">
        <w:rPr>
          <w:b/>
        </w:rPr>
        <w:tab/>
      </w:r>
      <w:r w:rsidRPr="00F43D42">
        <w:rPr>
          <w:b/>
          <w:highlight w:val="yellow"/>
        </w:rPr>
        <w:t>„[VLOŽÍ ZHOTOVITEL]“</w:t>
      </w:r>
    </w:p>
    <w:p w14:paraId="65ECDA7E" w14:textId="5573CB8F" w:rsidR="00342DC7" w:rsidRDefault="00B2022B" w:rsidP="00B2022B">
      <w:pPr>
        <w:pStyle w:val="Textbezodsazen"/>
        <w:spacing w:after="0"/>
      </w:pPr>
      <w:r>
        <w:t>ředitel</w:t>
      </w:r>
      <w:r w:rsidR="00342DC7">
        <w:tab/>
      </w:r>
      <w:r w:rsidR="00342DC7">
        <w:tab/>
      </w:r>
      <w:r w:rsidR="00342DC7">
        <w:tab/>
      </w:r>
      <w:r>
        <w:tab/>
      </w:r>
      <w:r>
        <w:tab/>
      </w:r>
      <w:r>
        <w:tab/>
      </w:r>
      <w:r>
        <w:tab/>
      </w:r>
      <w:r w:rsidR="00342DC7" w:rsidRPr="00342DC7">
        <w:rPr>
          <w:highlight w:val="yellow"/>
        </w:rPr>
        <w:t>„[VLOŽÍ ZHOTOVITEL]“</w:t>
      </w:r>
    </w:p>
    <w:p w14:paraId="2E2B4225" w14:textId="6C7ED56B" w:rsidR="00B2022B" w:rsidRDefault="00B2022B" w:rsidP="00342DC7">
      <w:pPr>
        <w:pStyle w:val="Textbezodsazen"/>
        <w:spacing w:after="0"/>
      </w:pPr>
      <w:r>
        <w:t>Stavební správy západ</w:t>
      </w:r>
      <w:r w:rsidRPr="000A1915">
        <w:t xml:space="preserve"> </w:t>
      </w:r>
      <w:r>
        <w:tab/>
      </w:r>
      <w:r>
        <w:tab/>
      </w:r>
      <w:r>
        <w:tab/>
      </w:r>
      <w:r>
        <w:tab/>
      </w:r>
      <w:r>
        <w:tab/>
      </w:r>
      <w:r w:rsidRPr="00342DC7">
        <w:rPr>
          <w:highlight w:val="yellow"/>
        </w:rPr>
        <w:t>„[VLOŽÍ ZHOTOVITEL]“</w:t>
      </w:r>
    </w:p>
    <w:p w14:paraId="411A8C92" w14:textId="43C24A0B" w:rsidR="00F422D3" w:rsidRDefault="00342DC7" w:rsidP="00B2022B">
      <w:pPr>
        <w:pStyle w:val="Textbezodsazen"/>
        <w:spacing w:after="0"/>
      </w:pPr>
      <w:r w:rsidRPr="000A1915">
        <w:t>Správa</w:t>
      </w:r>
      <w:r w:rsidR="003149C0" w:rsidRPr="000A1915">
        <w:t xml:space="preserve"> železnic</w:t>
      </w:r>
      <w:r w:rsidRPr="000A1915">
        <w:t xml:space="preserve">, státní </w:t>
      </w:r>
      <w:r>
        <w:t>organizace</w:t>
      </w: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7CFE192F" w:rsidR="007145F3" w:rsidRDefault="007C14AA" w:rsidP="00CB4F6D">
      <w:pPr>
        <w:pStyle w:val="Textbezodsazen"/>
      </w:pPr>
      <w:r>
        <w:t>OP/P+R/2</w:t>
      </w:r>
      <w:r w:rsidR="009C73AB">
        <w:t>5</w:t>
      </w:r>
      <w:r>
        <w:t>/2</w:t>
      </w:r>
      <w:r w:rsidR="009C73AB">
        <w:t>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486B53">
      <w:pPr>
        <w:pStyle w:val="Odstavec1-1a"/>
        <w:numPr>
          <w:ilvl w:val="0"/>
          <w:numId w:val="13"/>
        </w:numPr>
        <w:spacing w:after="240"/>
        <w:rPr>
          <w:rStyle w:val="Tun"/>
        </w:rPr>
      </w:pPr>
      <w:r w:rsidRPr="00AE4B52">
        <w:rPr>
          <w:rStyle w:val="Tun"/>
        </w:rPr>
        <w:t xml:space="preserve">Technické kvalitativní podmínky staveb státních drah (TKP) </w:t>
      </w:r>
    </w:p>
    <w:p w14:paraId="00DD40A8" w14:textId="544362E6" w:rsidR="00342DC7" w:rsidRDefault="00342DC7" w:rsidP="00B2022B">
      <w:pPr>
        <w:pStyle w:val="Textbezslovn"/>
        <w:ind w:left="1134"/>
      </w:pPr>
      <w:r>
        <w:t xml:space="preserve">Technické kvalitativní podmínky staveb státních drah (TKP) nejsou pevně připojeny ke Smlouvě, ale jsou přístupné na </w:t>
      </w:r>
      <w:hyperlink r:id="rId20" w:history="1">
        <w:r w:rsidR="00B2022B" w:rsidRPr="00752F78">
          <w:rPr>
            <w:rStyle w:val="Hypertextovodkaz"/>
            <w:noProof w:val="0"/>
          </w:rPr>
          <w:t>http://typdok.tudc.cz</w:t>
        </w:r>
      </w:hyperlink>
      <w:r w:rsidR="00B2022B">
        <w:t>;</w:t>
      </w:r>
      <w:r>
        <w:t xml:space="preserve"> byly taktéž poskytnuty jako součást zadávací dokumentace uveřejněné na profilu zadavatele.</w:t>
      </w:r>
    </w:p>
    <w:p w14:paraId="430614D1" w14:textId="77777777" w:rsidR="00342DC7" w:rsidRDefault="00342DC7" w:rsidP="00B2022B">
      <w:pPr>
        <w:pStyle w:val="Textbezslovn"/>
        <w:spacing w:after="240"/>
        <w:ind w:left="1134"/>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3F959B8" w:rsidR="00342DC7" w:rsidRPr="00AE4B52" w:rsidRDefault="00342DC7" w:rsidP="00486B53">
      <w:pPr>
        <w:pStyle w:val="Odstavec1-1a"/>
        <w:spacing w:after="240"/>
        <w:rPr>
          <w:rStyle w:val="Tun"/>
        </w:rPr>
      </w:pPr>
      <w:r w:rsidRPr="00AE4B52">
        <w:rPr>
          <w:rStyle w:val="Tun"/>
        </w:rPr>
        <w:t xml:space="preserve">Všeobecné technické podmínky </w:t>
      </w:r>
      <w:r w:rsidR="007C14AA">
        <w:rPr>
          <w:rStyle w:val="Tun"/>
        </w:rPr>
        <w:t xml:space="preserve"> VTP</w:t>
      </w:r>
      <w:r w:rsidR="0008787F">
        <w:rPr>
          <w:rStyle w:val="Tun"/>
        </w:rPr>
        <w:t>/</w:t>
      </w:r>
      <w:r w:rsidR="007C14AA">
        <w:rPr>
          <w:rStyle w:val="Tun"/>
        </w:rPr>
        <w:t>P+R/</w:t>
      </w:r>
      <w:r w:rsidR="009C73AB">
        <w:rPr>
          <w:rStyle w:val="Tun"/>
        </w:rPr>
        <w:t>06</w:t>
      </w:r>
      <w:r w:rsidR="007C14AA">
        <w:rPr>
          <w:rStyle w:val="Tun"/>
        </w:rPr>
        <w:t>/2</w:t>
      </w:r>
      <w:r w:rsidR="009C73AB">
        <w:rPr>
          <w:rStyle w:val="Tun"/>
        </w:rPr>
        <w:t>0</w:t>
      </w:r>
      <w:r w:rsidRPr="00AE4B52">
        <w:rPr>
          <w:rStyle w:val="Tun"/>
        </w:rPr>
        <w:t xml:space="preserve"> </w:t>
      </w:r>
    </w:p>
    <w:p w14:paraId="510E5AB8" w14:textId="661F12D7" w:rsidR="00342DC7" w:rsidRDefault="00342DC7" w:rsidP="00486B53">
      <w:pPr>
        <w:pStyle w:val="Odstavec1-1a"/>
        <w:spacing w:after="240"/>
      </w:pPr>
      <w:r w:rsidRPr="00AE4B52">
        <w:rPr>
          <w:rStyle w:val="Tun"/>
        </w:rPr>
        <w:t xml:space="preserve">Zvláštní technické podmínky </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Pr="0008787F" w:rsidRDefault="00AE4B52" w:rsidP="001F518E">
      <w:pPr>
        <w:pStyle w:val="Nadpisbezsl1-2"/>
      </w:pPr>
      <w:r w:rsidRPr="0008787F">
        <w:t>Související dokumenty</w:t>
      </w:r>
    </w:p>
    <w:p w14:paraId="126D2046" w14:textId="783ABA30" w:rsidR="002D3591" w:rsidRPr="0008787F" w:rsidRDefault="00343D4E" w:rsidP="002D3591">
      <w:pPr>
        <w:pStyle w:val="Textbezslovn"/>
      </w:pPr>
      <w:r w:rsidRPr="0008787F">
        <w:rPr>
          <w:noProof/>
        </w:rPr>
        <w:t>„Úpravy napájecích zdrojů BTS GSM-R“</w:t>
      </w:r>
    </w:p>
    <w:p w14:paraId="7F7BCA62" w14:textId="1522E342" w:rsidR="002D3591" w:rsidRPr="0008787F" w:rsidRDefault="00DA49E5" w:rsidP="00AE4B52">
      <w:pPr>
        <w:pStyle w:val="Odrka1-1"/>
      </w:pPr>
      <w:r w:rsidRPr="0008787F">
        <w:t>Schvalovací protokol stavby v přípravě Úpravy napájecích zdrojů BTS GSM-R ve stádiu 2, včetně posuzovací části SŽ čj: 72838/2020 - SŽ - GŘ - O6 - Hlo ze dne 26. 10. 2020.</w:t>
      </w:r>
      <w:r w:rsidR="002D3591" w:rsidRPr="0008787F">
        <w:t xml:space="preserve"> </w:t>
      </w:r>
    </w:p>
    <w:p w14:paraId="4270DE9E" w14:textId="4D6F6ADE" w:rsidR="002D3591" w:rsidRPr="0008787F" w:rsidRDefault="00DA49E5" w:rsidP="00AE4B52">
      <w:pPr>
        <w:pStyle w:val="Odrka1-1"/>
      </w:pPr>
      <w:r w:rsidRPr="0008787F">
        <w:t>Dokumentace pro územní řízení „Úpravy napájecích zdrojů BTS GSM-R.“, zpracovatel IXPROJEKTA s.r.o., datum: 10/2020</w:t>
      </w:r>
    </w:p>
    <w:p w14:paraId="7F192E5C" w14:textId="77777777" w:rsidR="001F518E" w:rsidRDefault="001F518E" w:rsidP="00AE4B52">
      <w:pPr>
        <w:pStyle w:val="Textbezodsazen"/>
      </w:pPr>
    </w:p>
    <w:p w14:paraId="04146CE5" w14:textId="3D6E7BC8" w:rsidR="001F518E" w:rsidRDefault="00486B53" w:rsidP="00486B53">
      <w:pPr>
        <w:pStyle w:val="Textbezodsazen"/>
        <w:jc w:val="center"/>
      </w:pPr>
      <w:r w:rsidRPr="00BE4DCC">
        <w:rPr>
          <w:rStyle w:val="Tun"/>
        </w:rPr>
        <w:t xml:space="preserve">Související dokumenty obdržel Zhotovitel jako součást Zadávací dokumentace a </w:t>
      </w:r>
      <w:r w:rsidR="00066757">
        <w:rPr>
          <w:rStyle w:val="Tun"/>
        </w:rPr>
        <w:br/>
      </w:r>
      <w:r w:rsidRPr="00BE4DCC">
        <w:rPr>
          <w:rStyle w:val="Tun"/>
        </w:rPr>
        <w:t>k této smlouvě o dílo se</w:t>
      </w:r>
      <w:r>
        <w:rPr>
          <w:rStyle w:val="Tun"/>
        </w:rPr>
        <w:t xml:space="preserve"> tak </w:t>
      </w:r>
      <w:r w:rsidRPr="00BE4DCC">
        <w:rPr>
          <w:rStyle w:val="Tun"/>
        </w:rPr>
        <w:t>již nepřipojují.</w:t>
      </w: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29BA321E"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AD0ACD">
        <w:rPr>
          <w:sz w:val="18"/>
          <w:szCs w:val="18"/>
        </w:rPr>
        <w:t>7</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683A4253"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2552"/>
        <w:gridCol w:w="6316"/>
      </w:tblGrid>
      <w:tr w:rsidR="00AD0ACD" w:rsidRPr="00AD0ACD" w14:paraId="4BAA6258" w14:textId="77777777" w:rsidTr="00486B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552" w:type="dxa"/>
          </w:tcPr>
          <w:p w14:paraId="207D8293" w14:textId="77777777" w:rsidR="00502690" w:rsidRPr="00AD0ACD" w:rsidRDefault="002038D5" w:rsidP="002038D5">
            <w:pPr>
              <w:pStyle w:val="Tabulka"/>
              <w:rPr>
                <w:rStyle w:val="Nadpisvtabulce"/>
              </w:rPr>
            </w:pPr>
            <w:r w:rsidRPr="00AD0ACD">
              <w:rPr>
                <w:rStyle w:val="Nadpisvtabulce"/>
              </w:rPr>
              <w:t>Jméno</w:t>
            </w:r>
            <w:r w:rsidR="00A349C6" w:rsidRPr="00AD0ACD">
              <w:rPr>
                <w:rStyle w:val="Nadpisvtabulce"/>
              </w:rPr>
              <w:t xml:space="preserve"> a </w:t>
            </w:r>
            <w:r w:rsidRPr="00AD0ACD">
              <w:rPr>
                <w:rStyle w:val="Nadpisvtabulce"/>
              </w:rPr>
              <w:t>příjmení</w:t>
            </w:r>
          </w:p>
        </w:tc>
        <w:tc>
          <w:tcPr>
            <w:tcW w:w="6316" w:type="dxa"/>
          </w:tcPr>
          <w:p w14:paraId="0A070DD5" w14:textId="322A687B" w:rsidR="00502690" w:rsidRPr="00486B53" w:rsidRDefault="00486B53" w:rsidP="00343D4E">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Mgr. Petr Hocký</w:t>
            </w:r>
          </w:p>
        </w:tc>
      </w:tr>
      <w:tr w:rsidR="00AD0ACD" w:rsidRPr="00AD0ACD" w14:paraId="6EF7A241" w14:textId="77777777" w:rsidTr="00486B53">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0094ED28" w14:textId="77777777" w:rsidR="002038D5" w:rsidRPr="00AD0ACD" w:rsidRDefault="002038D5" w:rsidP="002038D5">
            <w:pPr>
              <w:pStyle w:val="Tabulka"/>
            </w:pPr>
            <w:r w:rsidRPr="00AD0ACD">
              <w:t>E-mail</w:t>
            </w:r>
          </w:p>
        </w:tc>
        <w:tc>
          <w:tcPr>
            <w:tcW w:w="6316" w:type="dxa"/>
          </w:tcPr>
          <w:p w14:paraId="6C5AB5A6" w14:textId="342F48D1" w:rsidR="002038D5" w:rsidRPr="00AD0ACD" w:rsidRDefault="00225D18"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486B53" w:rsidRPr="00752F78">
                <w:rPr>
                  <w:rStyle w:val="Hypertextovodkaz"/>
                  <w:noProof w:val="0"/>
                </w:rPr>
                <w:t>HockyP@spravazeleznic.cz</w:t>
              </w:r>
            </w:hyperlink>
            <w:r w:rsidR="00486B53">
              <w:t xml:space="preserve"> </w:t>
            </w:r>
          </w:p>
        </w:tc>
      </w:tr>
      <w:tr w:rsidR="00AD0ACD" w:rsidRPr="00AD0ACD" w14:paraId="12F71218" w14:textId="77777777" w:rsidTr="00486B53">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2D189438" w14:textId="77777777" w:rsidR="002038D5" w:rsidRPr="00AD0ACD" w:rsidRDefault="002038D5" w:rsidP="002038D5">
            <w:pPr>
              <w:pStyle w:val="Tabulka"/>
            </w:pPr>
            <w:r w:rsidRPr="00AD0ACD">
              <w:t>Telefon</w:t>
            </w:r>
          </w:p>
        </w:tc>
        <w:tc>
          <w:tcPr>
            <w:tcW w:w="6316" w:type="dxa"/>
          </w:tcPr>
          <w:p w14:paraId="22FB04E2" w14:textId="6F6B769E" w:rsidR="002038D5" w:rsidRPr="00AD0ACD" w:rsidRDefault="00AD34AD" w:rsidP="00486B53">
            <w:pPr>
              <w:pStyle w:val="Tabulka"/>
              <w:cnfStyle w:val="000000000000" w:firstRow="0" w:lastRow="0" w:firstColumn="0" w:lastColumn="0" w:oddVBand="0" w:evenVBand="0" w:oddHBand="0" w:evenHBand="0" w:firstRowFirstColumn="0" w:firstRowLastColumn="0" w:lastRowFirstColumn="0" w:lastRowLastColumn="0"/>
            </w:pPr>
            <w:r w:rsidRPr="00AD0ACD">
              <w:t>+420</w:t>
            </w:r>
            <w:r w:rsidR="00486B53">
              <w:t> 606 796 337</w:t>
            </w:r>
          </w:p>
        </w:tc>
      </w:tr>
    </w:tbl>
    <w:p w14:paraId="2B7DDAD7" w14:textId="77777777" w:rsidR="002038D5" w:rsidRPr="00AD0ACD" w:rsidRDefault="002038D5" w:rsidP="00502690">
      <w:pPr>
        <w:pStyle w:val="Textbezodsazen"/>
      </w:pPr>
    </w:p>
    <w:p w14:paraId="164145D2" w14:textId="77777777" w:rsidR="002038D5" w:rsidRPr="00AD0ACD" w:rsidRDefault="002038D5" w:rsidP="002038D5">
      <w:pPr>
        <w:pStyle w:val="Nadpistabulky"/>
        <w:rPr>
          <w:rFonts w:asciiTheme="minorHAnsi" w:hAnsiTheme="minorHAnsi"/>
          <w:sz w:val="18"/>
          <w:szCs w:val="18"/>
        </w:rPr>
      </w:pPr>
      <w:r w:rsidRPr="00AD0AC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552"/>
        <w:gridCol w:w="6316"/>
      </w:tblGrid>
      <w:tr w:rsidR="00AD0ACD" w:rsidRPr="00AD0ACD" w14:paraId="6D727465" w14:textId="77777777" w:rsidTr="0048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120495A" w14:textId="77777777" w:rsidR="002038D5" w:rsidRPr="00AD0ACD" w:rsidRDefault="002038D5" w:rsidP="002038D5">
            <w:pPr>
              <w:pStyle w:val="Tabulka"/>
              <w:rPr>
                <w:rStyle w:val="Nadpisvtabulce"/>
                <w:b w:val="0"/>
              </w:rPr>
            </w:pPr>
            <w:r w:rsidRPr="00AD0ACD">
              <w:rPr>
                <w:rStyle w:val="Nadpisvtabulce"/>
                <w:b w:val="0"/>
              </w:rPr>
              <w:t>Jméno</w:t>
            </w:r>
            <w:r w:rsidR="00A349C6" w:rsidRPr="00AD0ACD">
              <w:rPr>
                <w:rStyle w:val="Nadpisvtabulce"/>
                <w:b w:val="0"/>
              </w:rPr>
              <w:t xml:space="preserve"> a </w:t>
            </w:r>
            <w:r w:rsidRPr="00AD0ACD">
              <w:rPr>
                <w:rStyle w:val="Nadpisvtabulce"/>
                <w:b w:val="0"/>
              </w:rPr>
              <w:t>příjmení</w:t>
            </w:r>
          </w:p>
        </w:tc>
        <w:tc>
          <w:tcPr>
            <w:tcW w:w="6316" w:type="dxa"/>
          </w:tcPr>
          <w:p w14:paraId="2EAAE726" w14:textId="775C15CF" w:rsidR="002038D5" w:rsidRPr="00486B53" w:rsidRDefault="00AD34AD" w:rsidP="00590C91">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Bc. Pavel Žejdl</w:t>
            </w:r>
          </w:p>
        </w:tc>
      </w:tr>
      <w:tr w:rsidR="00AD0ACD" w:rsidRPr="00AD0ACD" w14:paraId="0FB129BA"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60CA5155" w14:textId="77777777" w:rsidR="002038D5" w:rsidRPr="00AD0ACD" w:rsidRDefault="002038D5" w:rsidP="002038D5">
            <w:pPr>
              <w:pStyle w:val="Tabulka"/>
            </w:pPr>
            <w:r w:rsidRPr="00AD0ACD">
              <w:t>E-mail</w:t>
            </w:r>
          </w:p>
        </w:tc>
        <w:tc>
          <w:tcPr>
            <w:tcW w:w="6316" w:type="dxa"/>
          </w:tcPr>
          <w:p w14:paraId="4C9F2091" w14:textId="2E267B44" w:rsidR="002038D5" w:rsidRPr="00AD0ACD" w:rsidRDefault="00225D18"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00486B53" w:rsidRPr="00752F78">
                <w:rPr>
                  <w:rStyle w:val="Hypertextovodkaz"/>
                  <w:noProof w:val="0"/>
                </w:rPr>
                <w:t>Zejdl@spravazeleznic.cz</w:t>
              </w:r>
            </w:hyperlink>
            <w:r w:rsidR="00486B53">
              <w:t xml:space="preserve"> </w:t>
            </w:r>
          </w:p>
        </w:tc>
      </w:tr>
      <w:tr w:rsidR="00AD0ACD" w:rsidRPr="00AD0ACD" w14:paraId="338944FB"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1A9A9040" w14:textId="77777777" w:rsidR="002038D5" w:rsidRPr="00AD0ACD" w:rsidRDefault="002038D5" w:rsidP="002038D5">
            <w:pPr>
              <w:pStyle w:val="Tabulka"/>
            </w:pPr>
            <w:r w:rsidRPr="00AD0ACD">
              <w:t>Telefon</w:t>
            </w:r>
          </w:p>
        </w:tc>
        <w:tc>
          <w:tcPr>
            <w:tcW w:w="6316" w:type="dxa"/>
          </w:tcPr>
          <w:p w14:paraId="369CAC43" w14:textId="59191D6A" w:rsidR="002038D5" w:rsidRPr="00AD0ACD" w:rsidRDefault="00AD34AD" w:rsidP="00590C91">
            <w:pPr>
              <w:pStyle w:val="Tabulka"/>
              <w:cnfStyle w:val="000000000000" w:firstRow="0" w:lastRow="0" w:firstColumn="0" w:lastColumn="0" w:oddVBand="0" w:evenVBand="0" w:oddHBand="0" w:evenHBand="0" w:firstRowFirstColumn="0" w:firstRowLastColumn="0" w:lastRowFirstColumn="0" w:lastRowLastColumn="0"/>
            </w:pPr>
            <w:r w:rsidRPr="00AD0ACD">
              <w:t>+420 607 040 074</w:t>
            </w:r>
          </w:p>
        </w:tc>
      </w:tr>
    </w:tbl>
    <w:p w14:paraId="34282554" w14:textId="77777777" w:rsidR="002038D5" w:rsidRPr="00AD0ACD" w:rsidRDefault="002038D5" w:rsidP="002038D5">
      <w:pPr>
        <w:pStyle w:val="Textbezodsazen"/>
      </w:pPr>
    </w:p>
    <w:p w14:paraId="032CE0AF" w14:textId="77777777" w:rsidR="002038D5" w:rsidRPr="00AD0ACD" w:rsidRDefault="001F518E" w:rsidP="002038D5">
      <w:pPr>
        <w:pStyle w:val="Nadpistabulky"/>
        <w:rPr>
          <w:rFonts w:asciiTheme="minorHAnsi" w:hAnsiTheme="minorHAnsi"/>
          <w:sz w:val="18"/>
          <w:szCs w:val="18"/>
        </w:rPr>
      </w:pPr>
      <w:r w:rsidRPr="00AD0ACD">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2552"/>
        <w:gridCol w:w="6316"/>
      </w:tblGrid>
      <w:tr w:rsidR="00AD0ACD" w:rsidRPr="00AD0ACD" w14:paraId="5A6EFFA1" w14:textId="77777777" w:rsidTr="0048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BB452E4" w14:textId="77777777" w:rsidR="002038D5" w:rsidRPr="00AD0ACD" w:rsidRDefault="002038D5" w:rsidP="002038D5">
            <w:pPr>
              <w:pStyle w:val="Tabulka"/>
              <w:rPr>
                <w:rStyle w:val="Nadpisvtabulce"/>
                <w:b w:val="0"/>
              </w:rPr>
            </w:pPr>
            <w:r w:rsidRPr="00AD0ACD">
              <w:rPr>
                <w:rStyle w:val="Nadpisvtabulce"/>
                <w:b w:val="0"/>
              </w:rPr>
              <w:t>Jméno</w:t>
            </w:r>
            <w:r w:rsidR="00A349C6" w:rsidRPr="00AD0ACD">
              <w:rPr>
                <w:rStyle w:val="Nadpisvtabulce"/>
                <w:b w:val="0"/>
              </w:rPr>
              <w:t xml:space="preserve"> a </w:t>
            </w:r>
            <w:r w:rsidRPr="00AD0ACD">
              <w:rPr>
                <w:rStyle w:val="Nadpisvtabulce"/>
                <w:b w:val="0"/>
              </w:rPr>
              <w:t>příjmení</w:t>
            </w:r>
          </w:p>
        </w:tc>
        <w:tc>
          <w:tcPr>
            <w:tcW w:w="6316" w:type="dxa"/>
          </w:tcPr>
          <w:p w14:paraId="7FDCF34E" w14:textId="7A3F3A60" w:rsidR="002038D5" w:rsidRPr="00486B53" w:rsidRDefault="00AD34AD" w:rsidP="00590C91">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Bc. Pavel Žejdl</w:t>
            </w:r>
          </w:p>
        </w:tc>
      </w:tr>
      <w:tr w:rsidR="00AD0ACD" w:rsidRPr="00AD0ACD" w14:paraId="783B48B6"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0FF1D829" w14:textId="77777777" w:rsidR="002038D5" w:rsidRPr="00AD0ACD" w:rsidRDefault="002038D5" w:rsidP="002038D5">
            <w:pPr>
              <w:pStyle w:val="Tabulka"/>
            </w:pPr>
            <w:r w:rsidRPr="00AD0ACD">
              <w:t>E-mail</w:t>
            </w:r>
          </w:p>
        </w:tc>
        <w:tc>
          <w:tcPr>
            <w:tcW w:w="6316" w:type="dxa"/>
          </w:tcPr>
          <w:p w14:paraId="4BFE5CCF" w14:textId="0B489DDF" w:rsidR="002038D5" w:rsidRPr="00AD0ACD" w:rsidRDefault="00225D18" w:rsidP="00590C91">
            <w:pPr>
              <w:pStyle w:val="Tabulka"/>
              <w:cnfStyle w:val="000000000000" w:firstRow="0" w:lastRow="0" w:firstColumn="0" w:lastColumn="0" w:oddVBand="0" w:evenVBand="0" w:oddHBand="0" w:evenHBand="0" w:firstRowFirstColumn="0" w:firstRowLastColumn="0" w:lastRowFirstColumn="0" w:lastRowLastColumn="0"/>
            </w:pPr>
            <w:hyperlink r:id="rId34" w:history="1">
              <w:r w:rsidR="00486B53" w:rsidRPr="00752F78">
                <w:rPr>
                  <w:rStyle w:val="Hypertextovodkaz"/>
                  <w:noProof w:val="0"/>
                </w:rPr>
                <w:t>Zejdl@spravazeleznic.cz</w:t>
              </w:r>
            </w:hyperlink>
            <w:r w:rsidR="00486B53">
              <w:t xml:space="preserve"> </w:t>
            </w:r>
          </w:p>
        </w:tc>
      </w:tr>
      <w:tr w:rsidR="00AD0ACD" w:rsidRPr="00AD0ACD" w14:paraId="6CF8AC61"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15617451" w14:textId="77777777" w:rsidR="002038D5" w:rsidRPr="00AD0ACD" w:rsidRDefault="002038D5" w:rsidP="002038D5">
            <w:pPr>
              <w:pStyle w:val="Tabulka"/>
            </w:pPr>
            <w:r w:rsidRPr="00AD0ACD">
              <w:t>Telefon</w:t>
            </w:r>
          </w:p>
        </w:tc>
        <w:tc>
          <w:tcPr>
            <w:tcW w:w="6316" w:type="dxa"/>
          </w:tcPr>
          <w:p w14:paraId="56B80730" w14:textId="671E654A" w:rsidR="002038D5" w:rsidRPr="00AD0ACD" w:rsidRDefault="00AD34AD" w:rsidP="00590C91">
            <w:pPr>
              <w:pStyle w:val="Tabulka"/>
              <w:cnfStyle w:val="000000000000" w:firstRow="0" w:lastRow="0" w:firstColumn="0" w:lastColumn="0" w:oddVBand="0" w:evenVBand="0" w:oddHBand="0" w:evenHBand="0" w:firstRowFirstColumn="0" w:firstRowLastColumn="0" w:lastRowFirstColumn="0" w:lastRowLastColumn="0"/>
            </w:pPr>
            <w:r w:rsidRPr="00AD0ACD">
              <w:t>+420 607 040 074</w:t>
            </w:r>
          </w:p>
        </w:tc>
      </w:tr>
    </w:tbl>
    <w:p w14:paraId="1AF9ED51" w14:textId="77777777" w:rsidR="002038D5" w:rsidRPr="00AD0ACD" w:rsidRDefault="002038D5" w:rsidP="002038D5">
      <w:pPr>
        <w:pStyle w:val="Textbezodsazen"/>
      </w:pPr>
    </w:p>
    <w:p w14:paraId="0111FB72" w14:textId="1420BAAD" w:rsidR="002038D5" w:rsidRPr="00AD0ACD" w:rsidRDefault="001F518E" w:rsidP="002038D5">
      <w:pPr>
        <w:pStyle w:val="Nadpistabulky"/>
        <w:rPr>
          <w:rFonts w:asciiTheme="minorHAnsi" w:hAnsiTheme="minorHAnsi"/>
          <w:sz w:val="18"/>
          <w:szCs w:val="18"/>
        </w:rPr>
      </w:pPr>
      <w:r w:rsidRPr="00AD0ACD">
        <w:rPr>
          <w:rFonts w:asciiTheme="minorHAnsi" w:hAnsiTheme="minorHAnsi"/>
          <w:sz w:val="18"/>
          <w:szCs w:val="18"/>
        </w:rPr>
        <w:t>Ve věc</w:t>
      </w:r>
      <w:r w:rsidR="00C717BC" w:rsidRPr="00AD0ACD">
        <w:rPr>
          <w:rFonts w:asciiTheme="minorHAnsi" w:hAnsiTheme="minorHAnsi"/>
          <w:sz w:val="18"/>
          <w:szCs w:val="18"/>
        </w:rPr>
        <w:t xml:space="preserve">i </w:t>
      </w:r>
      <w:r w:rsidR="0056278A" w:rsidRPr="00AD0ACD">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2552"/>
        <w:gridCol w:w="6316"/>
      </w:tblGrid>
      <w:tr w:rsidR="008E5914" w:rsidRPr="00AD0ACD" w14:paraId="6A40ADD6" w14:textId="77777777" w:rsidTr="007E57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29E7EEAD" w14:textId="77777777" w:rsidR="008E5914" w:rsidRPr="00AD0ACD" w:rsidRDefault="008E5914" w:rsidP="008E5914">
            <w:pPr>
              <w:pStyle w:val="Tabulka"/>
              <w:rPr>
                <w:rStyle w:val="Nadpisvtabulce"/>
              </w:rPr>
            </w:pPr>
            <w:r w:rsidRPr="00AD0ACD">
              <w:rPr>
                <w:rStyle w:val="Nadpisvtabulce"/>
              </w:rPr>
              <w:t>Jméno a příjmení</w:t>
            </w:r>
          </w:p>
        </w:tc>
        <w:tc>
          <w:tcPr>
            <w:tcW w:w="6316" w:type="dxa"/>
            <w:vAlign w:val="top"/>
          </w:tcPr>
          <w:p w14:paraId="41BC2769" w14:textId="28E10B5C" w:rsidR="008E5914" w:rsidRPr="008E5914" w:rsidRDefault="008E5914" w:rsidP="008E5914">
            <w:pPr>
              <w:pStyle w:val="Tabulka"/>
              <w:cnfStyle w:val="100000000000" w:firstRow="1" w:lastRow="0" w:firstColumn="0" w:lastColumn="0" w:oddVBand="0" w:evenVBand="0" w:oddHBand="0" w:evenHBand="0" w:firstRowFirstColumn="0" w:firstRowLastColumn="0" w:lastRowFirstColumn="0" w:lastRowLastColumn="0"/>
              <w:rPr>
                <w:b/>
              </w:rPr>
            </w:pPr>
            <w:r w:rsidRPr="008E5914">
              <w:rPr>
                <w:b/>
              </w:rPr>
              <w:t>[</w:t>
            </w:r>
            <w:r w:rsidRPr="008E5914">
              <w:rPr>
                <w:b/>
                <w:highlight w:val="green"/>
              </w:rPr>
              <w:t>VLOŽÍ OBJEDNATEL</w:t>
            </w:r>
            <w:r w:rsidRPr="008E5914">
              <w:rPr>
                <w:b/>
              </w:rPr>
              <w:t>]</w:t>
            </w:r>
          </w:p>
        </w:tc>
      </w:tr>
      <w:tr w:rsidR="008E5914" w:rsidRPr="00AD0ACD" w14:paraId="4075B7F0" w14:textId="77777777" w:rsidTr="007E5760">
        <w:tc>
          <w:tcPr>
            <w:cnfStyle w:val="001000000000" w:firstRow="0" w:lastRow="0" w:firstColumn="1" w:lastColumn="0" w:oddVBand="0" w:evenVBand="0" w:oddHBand="0" w:evenHBand="0" w:firstRowFirstColumn="0" w:firstRowLastColumn="0" w:lastRowFirstColumn="0" w:lastRowLastColumn="0"/>
            <w:tcW w:w="2552" w:type="dxa"/>
          </w:tcPr>
          <w:p w14:paraId="4B2A258D" w14:textId="77777777" w:rsidR="008E5914" w:rsidRPr="00AD0ACD" w:rsidRDefault="008E5914" w:rsidP="008E5914">
            <w:pPr>
              <w:pStyle w:val="Tabulka"/>
            </w:pPr>
            <w:r w:rsidRPr="00AD0ACD">
              <w:t>E-mail</w:t>
            </w:r>
          </w:p>
        </w:tc>
        <w:tc>
          <w:tcPr>
            <w:tcW w:w="6316" w:type="dxa"/>
            <w:vAlign w:val="top"/>
          </w:tcPr>
          <w:p w14:paraId="2AEF7C06" w14:textId="58F50AF6"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r w:rsidR="008E5914" w:rsidRPr="00AD0ACD" w14:paraId="1019296F" w14:textId="77777777" w:rsidTr="007E5760">
        <w:tc>
          <w:tcPr>
            <w:cnfStyle w:val="001000000000" w:firstRow="0" w:lastRow="0" w:firstColumn="1" w:lastColumn="0" w:oddVBand="0" w:evenVBand="0" w:oddHBand="0" w:evenHBand="0" w:firstRowFirstColumn="0" w:firstRowLastColumn="0" w:lastRowFirstColumn="0" w:lastRowLastColumn="0"/>
            <w:tcW w:w="2552" w:type="dxa"/>
          </w:tcPr>
          <w:p w14:paraId="7F1E5025" w14:textId="77777777" w:rsidR="008E5914" w:rsidRPr="00AD0ACD" w:rsidRDefault="008E5914" w:rsidP="008E5914">
            <w:pPr>
              <w:pStyle w:val="Tabulka"/>
            </w:pPr>
            <w:r w:rsidRPr="00AD0ACD">
              <w:t>Telefon</w:t>
            </w:r>
          </w:p>
        </w:tc>
        <w:tc>
          <w:tcPr>
            <w:tcW w:w="6316" w:type="dxa"/>
            <w:vAlign w:val="top"/>
          </w:tcPr>
          <w:p w14:paraId="48F5931A" w14:textId="1653FE10"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bl>
    <w:p w14:paraId="30574AC3" w14:textId="77777777" w:rsidR="002038D5" w:rsidRPr="00AD0ACD" w:rsidRDefault="002038D5" w:rsidP="002038D5">
      <w:pPr>
        <w:pStyle w:val="Textbezodsazen"/>
      </w:pPr>
    </w:p>
    <w:p w14:paraId="1FDBE09A" w14:textId="56B1C0C5" w:rsidR="00C717BC" w:rsidRPr="00AD0ACD" w:rsidRDefault="00C717BC" w:rsidP="00C717BC">
      <w:pPr>
        <w:pStyle w:val="Nadpistabulky"/>
        <w:rPr>
          <w:rFonts w:asciiTheme="minorHAnsi" w:hAnsiTheme="minorHAnsi"/>
          <w:sz w:val="18"/>
          <w:szCs w:val="18"/>
        </w:rPr>
      </w:pPr>
      <w:r w:rsidRPr="00AD0ACD">
        <w:rPr>
          <w:rFonts w:asciiTheme="minorHAnsi" w:hAnsiTheme="minorHAnsi"/>
          <w:sz w:val="18"/>
          <w:szCs w:val="18"/>
        </w:rPr>
        <w:t>V</w:t>
      </w:r>
      <w:r w:rsidR="008928D0" w:rsidRPr="00AD0ACD">
        <w:rPr>
          <w:rFonts w:asciiTheme="minorHAnsi" w:hAnsiTheme="minorHAnsi"/>
          <w:sz w:val="18"/>
          <w:szCs w:val="18"/>
        </w:rPr>
        <w:t>e věcech realizace stavby</w:t>
      </w:r>
      <w:r w:rsidR="00486B53" w:rsidRPr="00486B53">
        <w:t xml:space="preserve"> </w:t>
      </w:r>
      <w:r w:rsidR="00486B53" w:rsidRPr="00486B53">
        <w:rPr>
          <w:rFonts w:asciiTheme="minorHAnsi" w:hAnsiTheme="minorHAnsi"/>
          <w:sz w:val="18"/>
          <w:szCs w:val="18"/>
        </w:rPr>
        <w:t xml:space="preserve">a </w:t>
      </w:r>
      <w:r w:rsidR="00486B53">
        <w:rPr>
          <w:rFonts w:asciiTheme="minorHAnsi" w:hAnsiTheme="minorHAnsi"/>
          <w:sz w:val="18"/>
          <w:szCs w:val="18"/>
        </w:rPr>
        <w:t xml:space="preserve">ve věcech </w:t>
      </w:r>
      <w:r w:rsidR="00486B53" w:rsidRPr="00486B53">
        <w:rPr>
          <w:rFonts w:asciiTheme="minorHAnsi" w:hAnsiTheme="minorHAnsi"/>
          <w:sz w:val="18"/>
          <w:szCs w:val="18"/>
        </w:rPr>
        <w:t>obchodních</w:t>
      </w:r>
    </w:p>
    <w:p w14:paraId="51442B8B" w14:textId="77777777" w:rsidR="002038D5" w:rsidRPr="00AD0ACD" w:rsidRDefault="00C717BC" w:rsidP="00C717BC">
      <w:pPr>
        <w:pStyle w:val="Textbezodsazen"/>
      </w:pPr>
      <w:r w:rsidRPr="00AD0ACD">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2552"/>
        <w:gridCol w:w="6316"/>
      </w:tblGrid>
      <w:tr w:rsidR="00AD0ACD" w:rsidRPr="00AD0ACD" w14:paraId="6EB79BDC" w14:textId="77777777" w:rsidTr="0048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F4744CB" w14:textId="77777777" w:rsidR="002038D5" w:rsidRPr="00AD0ACD" w:rsidRDefault="002038D5" w:rsidP="002038D5">
            <w:pPr>
              <w:pStyle w:val="Tabulka"/>
              <w:rPr>
                <w:rStyle w:val="Nadpisvtabulce"/>
              </w:rPr>
            </w:pPr>
            <w:r w:rsidRPr="00AD0ACD">
              <w:rPr>
                <w:rStyle w:val="Nadpisvtabulce"/>
              </w:rPr>
              <w:t>Jméno</w:t>
            </w:r>
            <w:r w:rsidR="00A349C6" w:rsidRPr="00AD0ACD">
              <w:rPr>
                <w:rStyle w:val="Nadpisvtabulce"/>
              </w:rPr>
              <w:t xml:space="preserve"> a </w:t>
            </w:r>
            <w:r w:rsidRPr="00AD0ACD">
              <w:rPr>
                <w:rStyle w:val="Nadpisvtabulce"/>
              </w:rPr>
              <w:t>příjmení</w:t>
            </w:r>
          </w:p>
        </w:tc>
        <w:tc>
          <w:tcPr>
            <w:tcW w:w="6316" w:type="dxa"/>
          </w:tcPr>
          <w:p w14:paraId="2C26FCA9" w14:textId="393BECDD" w:rsidR="002038D5" w:rsidRPr="00486B53" w:rsidRDefault="00AD34AD" w:rsidP="00AD34AD">
            <w:pPr>
              <w:pStyle w:val="Tabulka"/>
              <w:cnfStyle w:val="100000000000" w:firstRow="1" w:lastRow="0" w:firstColumn="0" w:lastColumn="0" w:oddVBand="0" w:evenVBand="0" w:oddHBand="0" w:evenHBand="0" w:firstRowFirstColumn="0" w:firstRowLastColumn="0" w:lastRowFirstColumn="0" w:lastRowLastColumn="0"/>
              <w:rPr>
                <w:b/>
              </w:rPr>
            </w:pPr>
            <w:r w:rsidRPr="00486B53">
              <w:rPr>
                <w:b/>
              </w:rPr>
              <w:t>Ing. Ondřej Göpfert</w:t>
            </w:r>
          </w:p>
        </w:tc>
      </w:tr>
      <w:tr w:rsidR="00AD0ACD" w:rsidRPr="00AD0ACD" w14:paraId="407C04F3"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0B9CB7F8" w14:textId="77777777" w:rsidR="002038D5" w:rsidRPr="00AD0ACD" w:rsidRDefault="002038D5" w:rsidP="002038D5">
            <w:pPr>
              <w:pStyle w:val="Tabulka"/>
            </w:pPr>
            <w:r w:rsidRPr="00AD0ACD">
              <w:t>E-mail</w:t>
            </w:r>
          </w:p>
        </w:tc>
        <w:tc>
          <w:tcPr>
            <w:tcW w:w="6316" w:type="dxa"/>
          </w:tcPr>
          <w:p w14:paraId="164A6E74" w14:textId="067EE635" w:rsidR="002038D5" w:rsidRPr="00AD0ACD" w:rsidRDefault="00225D18" w:rsidP="00590C91">
            <w:pPr>
              <w:pStyle w:val="Tabulka"/>
              <w:cnfStyle w:val="000000000000" w:firstRow="0" w:lastRow="0" w:firstColumn="0" w:lastColumn="0" w:oddVBand="0" w:evenVBand="0" w:oddHBand="0" w:evenHBand="0" w:firstRowFirstColumn="0" w:firstRowLastColumn="0" w:lastRowFirstColumn="0" w:lastRowLastColumn="0"/>
            </w:pPr>
            <w:hyperlink r:id="rId35" w:history="1">
              <w:r w:rsidR="00486B53" w:rsidRPr="00752F78">
                <w:rPr>
                  <w:rStyle w:val="Hypertextovodkaz"/>
                  <w:noProof w:val="0"/>
                </w:rPr>
                <w:t>Gopfert@spravazeleznic.cz</w:t>
              </w:r>
            </w:hyperlink>
            <w:r w:rsidR="00486B53">
              <w:t xml:space="preserve"> </w:t>
            </w:r>
          </w:p>
        </w:tc>
      </w:tr>
      <w:tr w:rsidR="00AD0ACD" w:rsidRPr="00AD0ACD" w14:paraId="575F03A4" w14:textId="77777777" w:rsidTr="00486B53">
        <w:tc>
          <w:tcPr>
            <w:cnfStyle w:val="001000000000" w:firstRow="0" w:lastRow="0" w:firstColumn="1" w:lastColumn="0" w:oddVBand="0" w:evenVBand="0" w:oddHBand="0" w:evenHBand="0" w:firstRowFirstColumn="0" w:firstRowLastColumn="0" w:lastRowFirstColumn="0" w:lastRowLastColumn="0"/>
            <w:tcW w:w="2552" w:type="dxa"/>
          </w:tcPr>
          <w:p w14:paraId="70D6A994" w14:textId="77777777" w:rsidR="002038D5" w:rsidRPr="00AD0ACD" w:rsidRDefault="002038D5" w:rsidP="002038D5">
            <w:pPr>
              <w:pStyle w:val="Tabulka"/>
            </w:pPr>
            <w:r w:rsidRPr="00AD0ACD">
              <w:t>Telefon</w:t>
            </w:r>
          </w:p>
        </w:tc>
        <w:tc>
          <w:tcPr>
            <w:tcW w:w="6316" w:type="dxa"/>
          </w:tcPr>
          <w:p w14:paraId="763481A8" w14:textId="6A502614" w:rsidR="002038D5" w:rsidRPr="00AD0ACD" w:rsidRDefault="00AD34AD" w:rsidP="00590C91">
            <w:pPr>
              <w:pStyle w:val="Tabulka"/>
              <w:cnfStyle w:val="000000000000" w:firstRow="0" w:lastRow="0" w:firstColumn="0" w:lastColumn="0" w:oddVBand="0" w:evenVBand="0" w:oddHBand="0" w:evenHBand="0" w:firstRowFirstColumn="0" w:firstRowLastColumn="0" w:lastRowFirstColumn="0" w:lastRowLastColumn="0"/>
            </w:pPr>
            <w:r w:rsidRPr="00AD0ACD">
              <w:t>+420 724 343 005</w:t>
            </w:r>
          </w:p>
        </w:tc>
      </w:tr>
    </w:tbl>
    <w:p w14:paraId="73C412D0" w14:textId="77777777" w:rsidR="001F518E" w:rsidRPr="00AD0ACD" w:rsidRDefault="001F518E" w:rsidP="002038D5">
      <w:pPr>
        <w:pStyle w:val="Textbezodsazen"/>
      </w:pPr>
    </w:p>
    <w:p w14:paraId="4412A535" w14:textId="77777777" w:rsidR="00C717BC" w:rsidRPr="00AD0ACD" w:rsidRDefault="00C717BC" w:rsidP="00C717BC">
      <w:pPr>
        <w:pStyle w:val="Nadpistabulky"/>
        <w:rPr>
          <w:rFonts w:asciiTheme="minorHAnsi" w:hAnsiTheme="minorHAnsi"/>
          <w:sz w:val="18"/>
          <w:szCs w:val="18"/>
        </w:rPr>
      </w:pPr>
      <w:r w:rsidRPr="00AD0ACD">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2552"/>
        <w:gridCol w:w="6316"/>
      </w:tblGrid>
      <w:tr w:rsidR="008E5914" w:rsidRPr="00AD0ACD" w14:paraId="4CC37F66" w14:textId="77777777" w:rsidTr="007C5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A58AE9C" w14:textId="77777777" w:rsidR="008E5914" w:rsidRPr="00AD0ACD" w:rsidRDefault="008E5914" w:rsidP="008E5914">
            <w:pPr>
              <w:pStyle w:val="Tabulka"/>
              <w:rPr>
                <w:rStyle w:val="Nadpisvtabulce"/>
              </w:rPr>
            </w:pPr>
            <w:r w:rsidRPr="00AD0ACD">
              <w:rPr>
                <w:rStyle w:val="Nadpisvtabulce"/>
              </w:rPr>
              <w:t>Jméno a příjmení</w:t>
            </w:r>
          </w:p>
        </w:tc>
        <w:tc>
          <w:tcPr>
            <w:tcW w:w="6316" w:type="dxa"/>
            <w:vAlign w:val="top"/>
          </w:tcPr>
          <w:p w14:paraId="572F4DAB" w14:textId="644AA9C2" w:rsidR="008E5914" w:rsidRPr="008E5914" w:rsidRDefault="008E5914" w:rsidP="008E5914">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8E5914">
              <w:rPr>
                <w:b/>
                <w:highlight w:val="green"/>
              </w:rPr>
              <w:t>[VLOŽÍ OBJEDNATEL]</w:t>
            </w:r>
          </w:p>
        </w:tc>
      </w:tr>
      <w:tr w:rsidR="008E5914" w:rsidRPr="00AD0ACD" w14:paraId="740CAC10" w14:textId="77777777" w:rsidTr="007C5B32">
        <w:tc>
          <w:tcPr>
            <w:cnfStyle w:val="001000000000" w:firstRow="0" w:lastRow="0" w:firstColumn="1" w:lastColumn="0" w:oddVBand="0" w:evenVBand="0" w:oddHBand="0" w:evenHBand="0" w:firstRowFirstColumn="0" w:firstRowLastColumn="0" w:lastRowFirstColumn="0" w:lastRowLastColumn="0"/>
            <w:tcW w:w="2552" w:type="dxa"/>
          </w:tcPr>
          <w:p w14:paraId="02FB4393" w14:textId="77777777" w:rsidR="008E5914" w:rsidRPr="00AD0ACD" w:rsidRDefault="008E5914" w:rsidP="008E5914">
            <w:pPr>
              <w:pStyle w:val="Tabulka"/>
            </w:pPr>
            <w:r w:rsidRPr="00AD0ACD">
              <w:t>Adresa</w:t>
            </w:r>
          </w:p>
        </w:tc>
        <w:tc>
          <w:tcPr>
            <w:tcW w:w="6316" w:type="dxa"/>
            <w:vAlign w:val="top"/>
          </w:tcPr>
          <w:p w14:paraId="7C5C17DE" w14:textId="647DDD82"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r w:rsidR="008E5914" w:rsidRPr="00AD0ACD" w14:paraId="364E021B" w14:textId="77777777" w:rsidTr="007C5B32">
        <w:tc>
          <w:tcPr>
            <w:cnfStyle w:val="001000000000" w:firstRow="0" w:lastRow="0" w:firstColumn="1" w:lastColumn="0" w:oddVBand="0" w:evenVBand="0" w:oddHBand="0" w:evenHBand="0" w:firstRowFirstColumn="0" w:firstRowLastColumn="0" w:lastRowFirstColumn="0" w:lastRowLastColumn="0"/>
            <w:tcW w:w="2552" w:type="dxa"/>
          </w:tcPr>
          <w:p w14:paraId="2531E1DE" w14:textId="77777777" w:rsidR="008E5914" w:rsidRPr="00AD0ACD" w:rsidRDefault="008E5914" w:rsidP="008E5914">
            <w:pPr>
              <w:pStyle w:val="Tabulka"/>
            </w:pPr>
            <w:r w:rsidRPr="00AD0ACD">
              <w:t>E-mail</w:t>
            </w:r>
          </w:p>
        </w:tc>
        <w:tc>
          <w:tcPr>
            <w:tcW w:w="6316" w:type="dxa"/>
            <w:vAlign w:val="top"/>
          </w:tcPr>
          <w:p w14:paraId="05B2C576" w14:textId="0F300547"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r w:rsidR="008E5914" w:rsidRPr="00AD0ACD" w14:paraId="07117445" w14:textId="77777777" w:rsidTr="007C5B32">
        <w:tc>
          <w:tcPr>
            <w:cnfStyle w:val="001000000000" w:firstRow="0" w:lastRow="0" w:firstColumn="1" w:lastColumn="0" w:oddVBand="0" w:evenVBand="0" w:oddHBand="0" w:evenHBand="0" w:firstRowFirstColumn="0" w:firstRowLastColumn="0" w:lastRowFirstColumn="0" w:lastRowLastColumn="0"/>
            <w:tcW w:w="2552" w:type="dxa"/>
          </w:tcPr>
          <w:p w14:paraId="69B38F29" w14:textId="77777777" w:rsidR="008E5914" w:rsidRPr="00AD0ACD" w:rsidRDefault="008E5914" w:rsidP="008E5914">
            <w:pPr>
              <w:pStyle w:val="Tabulka"/>
            </w:pPr>
            <w:r w:rsidRPr="00AD0ACD">
              <w:t>Telefon</w:t>
            </w:r>
          </w:p>
        </w:tc>
        <w:tc>
          <w:tcPr>
            <w:tcW w:w="6316" w:type="dxa"/>
            <w:vAlign w:val="top"/>
          </w:tcPr>
          <w:p w14:paraId="2888116E" w14:textId="564D6F0A" w:rsidR="008E5914" w:rsidRPr="008E5914" w:rsidRDefault="008E5914" w:rsidP="008E59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5914">
              <w:rPr>
                <w:highlight w:val="green"/>
              </w:rPr>
              <w:t>[VLOŽÍ OBJEDNATEL]</w:t>
            </w:r>
          </w:p>
        </w:tc>
      </w:tr>
    </w:tbl>
    <w:p w14:paraId="43A61D3C" w14:textId="77777777" w:rsidR="00C717BC" w:rsidRPr="00AD0ACD" w:rsidRDefault="00C717BC" w:rsidP="00C717BC">
      <w:pPr>
        <w:pStyle w:val="Textbezodsazen"/>
      </w:pPr>
    </w:p>
    <w:p w14:paraId="56BC5A0B" w14:textId="77777777" w:rsidR="00E62689" w:rsidRPr="00AD0ACD" w:rsidRDefault="00E62689" w:rsidP="00C717BC">
      <w:pPr>
        <w:pStyle w:val="Textbezodsazen"/>
      </w:pPr>
    </w:p>
    <w:p w14:paraId="637D5D79" w14:textId="7E2B7AE4" w:rsidR="001F518E" w:rsidRDefault="001F518E" w:rsidP="001F518E">
      <w:pPr>
        <w:pStyle w:val="Nadpisbezsl1-2"/>
      </w:pPr>
      <w:r>
        <w:lastRenderedPageBreak/>
        <w:t>Za Zhotovitele:</w:t>
      </w:r>
    </w:p>
    <w:p w14:paraId="65168113" w14:textId="77777777" w:rsidR="00486B53" w:rsidRPr="00486B53" w:rsidRDefault="00486B53" w:rsidP="008E5914">
      <w:pPr>
        <w:pStyle w:val="Text2-1"/>
        <w:numPr>
          <w:ilvl w:val="0"/>
          <w:numId w:val="0"/>
        </w:numPr>
        <w:ind w:left="737"/>
      </w:pP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A4241B" w:rsidRDefault="00855469" w:rsidP="00486B53">
      <w:pPr>
        <w:pStyle w:val="Textbezodsazen"/>
        <w:spacing w:after="0"/>
      </w:pPr>
      <w:r w:rsidRPr="00A4241B">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C8868DC" w14:textId="4B4C962E" w:rsidR="008928D0" w:rsidRPr="00734095" w:rsidRDefault="008928D0" w:rsidP="00D86204">
      <w:pPr>
        <w:pStyle w:val="Nadpistabulky"/>
        <w:rPr>
          <w:sz w:val="18"/>
          <w:szCs w:val="18"/>
          <w:lang w:val="en-US"/>
        </w:rPr>
      </w:pPr>
      <w:r w:rsidRPr="00A55CF4">
        <w:rPr>
          <w:sz w:val="18"/>
          <w:szCs w:val="18"/>
        </w:rPr>
        <w:t>Projekt manager</w:t>
      </w:r>
      <w:r w:rsidR="00A55CF4">
        <w:rPr>
          <w:sz w:val="18"/>
          <w:szCs w:val="18"/>
        </w:rPr>
        <w:t xml:space="preserve"> </w:t>
      </w:r>
      <w:r w:rsidR="00A55CF4">
        <w:rPr>
          <w:sz w:val="18"/>
          <w:szCs w:val="18"/>
          <w:lang w:val="en-US"/>
        </w:rPr>
        <w:t>(</w:t>
      </w:r>
      <w:r w:rsidR="00A55CF4">
        <w:rPr>
          <w:sz w:val="18"/>
          <w:szCs w:val="18"/>
        </w:rPr>
        <w:t>hlavní stavbyvedoucí – vedoucí prací</w:t>
      </w:r>
      <w:r w:rsidR="00A55CF4">
        <w:rPr>
          <w:sz w:val="18"/>
          <w:szCs w:val="18"/>
          <w:lang w:val="en-US"/>
        </w:rPr>
        <w:t>)</w:t>
      </w:r>
    </w:p>
    <w:tbl>
      <w:tblPr>
        <w:tblStyle w:val="Tabulka10"/>
        <w:tblW w:w="8868" w:type="dxa"/>
        <w:tblLook w:val="04A0" w:firstRow="1" w:lastRow="0" w:firstColumn="1" w:lastColumn="0" w:noHBand="0" w:noVBand="1"/>
      </w:tblPr>
      <w:tblGrid>
        <w:gridCol w:w="3056"/>
        <w:gridCol w:w="5812"/>
      </w:tblGrid>
      <w:tr w:rsidR="008928D0" w:rsidRPr="00A55CF4" w14:paraId="13A8E452" w14:textId="72AAD8C0"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6133B3DE" w:rsidR="008928D0" w:rsidRPr="00A55CF4" w:rsidRDefault="008928D0" w:rsidP="008928D0">
            <w:pPr>
              <w:pStyle w:val="Tabulka"/>
              <w:rPr>
                <w:rStyle w:val="Nadpisvtabulce"/>
              </w:rPr>
            </w:pPr>
            <w:r w:rsidRPr="00A55CF4">
              <w:rPr>
                <w:rStyle w:val="Nadpisvtabulce"/>
              </w:rPr>
              <w:t>Jméno a příjmení</w:t>
            </w:r>
          </w:p>
        </w:tc>
        <w:tc>
          <w:tcPr>
            <w:tcW w:w="5812" w:type="dxa"/>
          </w:tcPr>
          <w:p w14:paraId="2E8DDECB" w14:textId="3CA3CAE0" w:rsidR="008928D0" w:rsidRPr="00467D64" w:rsidRDefault="008928D0" w:rsidP="008928D0">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467D64">
              <w:rPr>
                <w:b/>
                <w:highlight w:val="yellow"/>
              </w:rPr>
              <w:t>[VLOŽÍ ZHOTOVITEL]</w:t>
            </w:r>
          </w:p>
        </w:tc>
      </w:tr>
      <w:tr w:rsidR="008928D0" w:rsidRPr="00A55CF4" w14:paraId="253EA1DD" w14:textId="741C5441"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CD5FB37" w:rsidR="008928D0" w:rsidRPr="00A55CF4" w:rsidRDefault="008928D0" w:rsidP="008928D0">
            <w:pPr>
              <w:pStyle w:val="Tabulka"/>
            </w:pPr>
            <w:r w:rsidRPr="00A55CF4">
              <w:t>Adresa</w:t>
            </w:r>
          </w:p>
        </w:tc>
        <w:tc>
          <w:tcPr>
            <w:tcW w:w="5812" w:type="dxa"/>
          </w:tcPr>
          <w:p w14:paraId="659F2440" w14:textId="5D788893" w:rsidR="008928D0" w:rsidRPr="00467D64" w:rsidRDefault="008928D0" w:rsidP="008928D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67D64">
              <w:rPr>
                <w:highlight w:val="yellow"/>
              </w:rPr>
              <w:t>[VLOŽÍ ZHOTOVITEL]</w:t>
            </w:r>
          </w:p>
        </w:tc>
      </w:tr>
      <w:tr w:rsidR="008928D0" w:rsidRPr="00A55CF4" w14:paraId="20CD1AFD" w14:textId="2BC470BF"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0FCDA28F" w:rsidR="008928D0" w:rsidRPr="00A55CF4" w:rsidRDefault="008928D0" w:rsidP="008928D0">
            <w:pPr>
              <w:pStyle w:val="Tabulka"/>
            </w:pPr>
            <w:r w:rsidRPr="00A55CF4">
              <w:t>E-mail</w:t>
            </w:r>
          </w:p>
        </w:tc>
        <w:tc>
          <w:tcPr>
            <w:tcW w:w="5812" w:type="dxa"/>
          </w:tcPr>
          <w:p w14:paraId="64F4DCF2" w14:textId="20490152" w:rsidR="008928D0" w:rsidRPr="00467D64" w:rsidRDefault="008928D0" w:rsidP="008928D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67D64">
              <w:rPr>
                <w:highlight w:val="yellow"/>
              </w:rPr>
              <w:t>[VLOŽÍ ZHOTOVITEL]</w:t>
            </w:r>
          </w:p>
        </w:tc>
      </w:tr>
      <w:tr w:rsidR="008928D0" w:rsidRPr="00F95FBD" w14:paraId="36704315" w14:textId="0A7BDDE5"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10E3B777" w:rsidR="008928D0" w:rsidRPr="00A55CF4" w:rsidRDefault="008928D0" w:rsidP="008928D0">
            <w:pPr>
              <w:pStyle w:val="Tabulka"/>
            </w:pPr>
            <w:r w:rsidRPr="00A55CF4">
              <w:t>Telefon</w:t>
            </w:r>
          </w:p>
        </w:tc>
        <w:tc>
          <w:tcPr>
            <w:tcW w:w="5812" w:type="dxa"/>
          </w:tcPr>
          <w:p w14:paraId="1646D544" w14:textId="6AEFBEE9" w:rsidR="008928D0" w:rsidRPr="00467D64" w:rsidRDefault="008928D0" w:rsidP="008928D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67D64">
              <w:rPr>
                <w:highlight w:val="yellow"/>
              </w:rPr>
              <w:t>[VLOŽÍ ZHOTOVITEL]</w:t>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5B01583E" w14:textId="11AC6572" w:rsidR="008928D0" w:rsidRPr="00F95FBD" w:rsidRDefault="00CB1C6E" w:rsidP="008928D0">
      <w:pPr>
        <w:pStyle w:val="Nadpistabulky"/>
        <w:rPr>
          <w:sz w:val="18"/>
          <w:szCs w:val="18"/>
        </w:rPr>
      </w:pPr>
      <w:r>
        <w:rPr>
          <w:sz w:val="18"/>
          <w:szCs w:val="18"/>
        </w:rPr>
        <w:t>S</w:t>
      </w:r>
      <w:r w:rsidRPr="00CB1C6E">
        <w:rPr>
          <w:sz w:val="18"/>
          <w:szCs w:val="18"/>
        </w:rPr>
        <w:t>pecialista na sdělovací zařízení</w:t>
      </w:r>
    </w:p>
    <w:tbl>
      <w:tblPr>
        <w:tblStyle w:val="Tabulka10"/>
        <w:tblW w:w="8868" w:type="dxa"/>
        <w:tblLook w:val="04A0" w:firstRow="1" w:lastRow="0" w:firstColumn="1" w:lastColumn="0" w:noHBand="0" w:noVBand="1"/>
      </w:tblPr>
      <w:tblGrid>
        <w:gridCol w:w="3056"/>
        <w:gridCol w:w="5812"/>
      </w:tblGrid>
      <w:tr w:rsidR="008928D0" w:rsidRPr="00F95FBD" w14:paraId="17952E0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E998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7EBC2B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8928D0" w:rsidRPr="00F95FBD" w:rsidRDefault="008928D0" w:rsidP="00D86204">
            <w:pPr>
              <w:pStyle w:val="Tabulka"/>
            </w:pPr>
            <w:r w:rsidRPr="00F95FBD">
              <w:t>Adresa</w:t>
            </w:r>
          </w:p>
        </w:tc>
        <w:tc>
          <w:tcPr>
            <w:tcW w:w="5812" w:type="dxa"/>
          </w:tcPr>
          <w:p w14:paraId="21C9707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8C54FC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8928D0" w:rsidRPr="00F95FBD" w:rsidRDefault="008928D0" w:rsidP="00D86204">
            <w:pPr>
              <w:pStyle w:val="Tabulka"/>
            </w:pPr>
            <w:r w:rsidRPr="00F95FBD">
              <w:t>E-mail</w:t>
            </w:r>
          </w:p>
        </w:tc>
        <w:tc>
          <w:tcPr>
            <w:tcW w:w="5812" w:type="dxa"/>
          </w:tcPr>
          <w:p w14:paraId="19003A32"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5566EA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8928D0" w:rsidRPr="00F95FBD" w:rsidRDefault="008928D0" w:rsidP="00D86204">
            <w:pPr>
              <w:pStyle w:val="Tabulka"/>
            </w:pPr>
            <w:r w:rsidRPr="00F95FBD">
              <w:t>Telefon</w:t>
            </w:r>
          </w:p>
        </w:tc>
        <w:tc>
          <w:tcPr>
            <w:tcW w:w="5812" w:type="dxa"/>
          </w:tcPr>
          <w:p w14:paraId="7F91BEE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FD53DB" w14:textId="766B8386" w:rsidR="00A55CF4" w:rsidRPr="00F95FBD" w:rsidRDefault="00A55CF4" w:rsidP="00486B53">
      <w:pPr>
        <w:pStyle w:val="Nadpistabulky"/>
        <w:spacing w:before="1080"/>
        <w:rPr>
          <w:sz w:val="18"/>
          <w:szCs w:val="18"/>
        </w:rPr>
      </w:pPr>
      <w:r>
        <w:rPr>
          <w:sz w:val="18"/>
          <w:szCs w:val="18"/>
        </w:rPr>
        <w:lastRenderedPageBreak/>
        <w:t>Specialista</w:t>
      </w:r>
      <w:r w:rsidRPr="00CB1C6E">
        <w:rPr>
          <w:sz w:val="18"/>
          <w:szCs w:val="18"/>
        </w:rPr>
        <w:t xml:space="preserve">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A55CF4" w:rsidRPr="00F95FBD" w14:paraId="7AC9E697" w14:textId="77777777" w:rsidTr="00264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86C7AF" w14:textId="77777777" w:rsidR="00A55CF4" w:rsidRPr="00F95FBD" w:rsidRDefault="00A55CF4" w:rsidP="0026433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CA75738" w14:textId="77777777" w:rsidR="00A55CF4" w:rsidRPr="00F95FBD" w:rsidRDefault="00A55CF4" w:rsidP="0026433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55CF4" w:rsidRPr="00F95FBD" w14:paraId="71E725AE" w14:textId="77777777" w:rsidTr="0026433F">
        <w:tc>
          <w:tcPr>
            <w:cnfStyle w:val="001000000000" w:firstRow="0" w:lastRow="0" w:firstColumn="1" w:lastColumn="0" w:oddVBand="0" w:evenVBand="0" w:oddHBand="0" w:evenHBand="0" w:firstRowFirstColumn="0" w:firstRowLastColumn="0" w:lastRowFirstColumn="0" w:lastRowLastColumn="0"/>
            <w:tcW w:w="3056" w:type="dxa"/>
          </w:tcPr>
          <w:p w14:paraId="2EA03A99" w14:textId="77777777" w:rsidR="00A55CF4" w:rsidRPr="00F95FBD" w:rsidRDefault="00A55CF4" w:rsidP="0026433F">
            <w:pPr>
              <w:pStyle w:val="Tabulka"/>
            </w:pPr>
            <w:r w:rsidRPr="00F95FBD">
              <w:t>Adresa</w:t>
            </w:r>
          </w:p>
        </w:tc>
        <w:tc>
          <w:tcPr>
            <w:tcW w:w="5812" w:type="dxa"/>
          </w:tcPr>
          <w:p w14:paraId="53F4D047" w14:textId="77777777" w:rsidR="00A55CF4" w:rsidRPr="00F95FBD" w:rsidRDefault="00A55CF4" w:rsidP="0026433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5CF4" w:rsidRPr="00F95FBD" w14:paraId="099080BA" w14:textId="77777777" w:rsidTr="0026433F">
        <w:tc>
          <w:tcPr>
            <w:cnfStyle w:val="001000000000" w:firstRow="0" w:lastRow="0" w:firstColumn="1" w:lastColumn="0" w:oddVBand="0" w:evenVBand="0" w:oddHBand="0" w:evenHBand="0" w:firstRowFirstColumn="0" w:firstRowLastColumn="0" w:lastRowFirstColumn="0" w:lastRowLastColumn="0"/>
            <w:tcW w:w="3056" w:type="dxa"/>
          </w:tcPr>
          <w:p w14:paraId="4B9D8802" w14:textId="77777777" w:rsidR="00A55CF4" w:rsidRPr="00F95FBD" w:rsidRDefault="00A55CF4" w:rsidP="0026433F">
            <w:pPr>
              <w:pStyle w:val="Tabulka"/>
            </w:pPr>
            <w:r w:rsidRPr="00F95FBD">
              <w:t>E-mail</w:t>
            </w:r>
          </w:p>
        </w:tc>
        <w:tc>
          <w:tcPr>
            <w:tcW w:w="5812" w:type="dxa"/>
          </w:tcPr>
          <w:p w14:paraId="7577A20B" w14:textId="77777777" w:rsidR="00A55CF4" w:rsidRPr="00F95FBD" w:rsidRDefault="00A55CF4" w:rsidP="0026433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55CF4" w:rsidRPr="00F95FBD" w14:paraId="6BD399CB" w14:textId="77777777" w:rsidTr="0026433F">
        <w:tc>
          <w:tcPr>
            <w:cnfStyle w:val="001000000000" w:firstRow="0" w:lastRow="0" w:firstColumn="1" w:lastColumn="0" w:oddVBand="0" w:evenVBand="0" w:oddHBand="0" w:evenHBand="0" w:firstRowFirstColumn="0" w:firstRowLastColumn="0" w:lastRowFirstColumn="0" w:lastRowLastColumn="0"/>
            <w:tcW w:w="3056" w:type="dxa"/>
          </w:tcPr>
          <w:p w14:paraId="07A71573" w14:textId="77777777" w:rsidR="00A55CF4" w:rsidRPr="00F95FBD" w:rsidRDefault="00A55CF4" w:rsidP="0026433F">
            <w:pPr>
              <w:pStyle w:val="Tabulka"/>
            </w:pPr>
            <w:r w:rsidRPr="00F95FBD">
              <w:t>Telefon</w:t>
            </w:r>
          </w:p>
        </w:tc>
        <w:tc>
          <w:tcPr>
            <w:tcW w:w="5812" w:type="dxa"/>
          </w:tcPr>
          <w:p w14:paraId="2FEE80E5" w14:textId="77777777" w:rsidR="00A55CF4" w:rsidRPr="00F95FBD" w:rsidRDefault="00A55CF4" w:rsidP="0026433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183DDC" w14:textId="77777777" w:rsidR="008928D0" w:rsidRPr="00F95FBD" w:rsidRDefault="008928D0" w:rsidP="008928D0">
      <w:pPr>
        <w:pStyle w:val="Tabulka"/>
      </w:pPr>
    </w:p>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14:paraId="756ED1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47C574"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30524BA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8928D0" w:rsidRPr="00F95FBD" w:rsidRDefault="008928D0" w:rsidP="00D86204">
            <w:pPr>
              <w:pStyle w:val="Tabulka"/>
            </w:pPr>
            <w:r w:rsidRPr="00F95FBD">
              <w:t>Adresa</w:t>
            </w:r>
          </w:p>
        </w:tc>
        <w:tc>
          <w:tcPr>
            <w:tcW w:w="5812" w:type="dxa"/>
          </w:tcPr>
          <w:p w14:paraId="1B97F9A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F8A13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8928D0" w:rsidRPr="00F95FBD" w:rsidRDefault="008928D0" w:rsidP="00D86204">
            <w:pPr>
              <w:pStyle w:val="Tabulka"/>
            </w:pPr>
            <w:r w:rsidRPr="00F95FBD">
              <w:t>E-mail</w:t>
            </w:r>
          </w:p>
        </w:tc>
        <w:tc>
          <w:tcPr>
            <w:tcW w:w="5812" w:type="dxa"/>
          </w:tcPr>
          <w:p w14:paraId="355C74C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F0DBD6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8928D0" w:rsidRPr="00F95FBD" w:rsidRDefault="008928D0" w:rsidP="00D86204">
            <w:pPr>
              <w:pStyle w:val="Tabulka"/>
            </w:pPr>
            <w:r w:rsidRPr="00F95FBD">
              <w:t>Telefon</w:t>
            </w:r>
          </w:p>
        </w:tc>
        <w:tc>
          <w:tcPr>
            <w:tcW w:w="5812" w:type="dxa"/>
          </w:tcPr>
          <w:p w14:paraId="7C08220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82369" w14:textId="77777777" w:rsidR="00CB1C6E" w:rsidRPr="00F95FBD" w:rsidRDefault="00CB1C6E"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8E5914" w:rsidRDefault="007C5289" w:rsidP="007C5289">
            <w:pPr>
              <w:pStyle w:val="Tabulka"/>
              <w:cnfStyle w:val="000000000000" w:firstRow="0" w:lastRow="0" w:firstColumn="0" w:lastColumn="0" w:oddVBand="0" w:evenVBand="0" w:oddHBand="0" w:evenHBand="0" w:firstRowFirstColumn="0" w:firstRowLastColumn="0" w:lastRowFirstColumn="0" w:lastRowLastColumn="0"/>
              <w:rPr>
                <w:i/>
              </w:rPr>
            </w:pPr>
            <w:r w:rsidRPr="008E5914">
              <w:rPr>
                <w:i/>
              </w:rPr>
              <w:t>Na toto místo bude jako minimální výše pojistného plnění vložena částka, která bude odpovídat výši Ceny Díla bez DPH, kterou uchazeč včlení do těla závazného vzoru Smlouvy předloženého</w:t>
            </w:r>
            <w:r w:rsidR="00A349C6" w:rsidRPr="008E5914">
              <w:rPr>
                <w:i/>
              </w:rPr>
              <w:t xml:space="preserve"> v </w:t>
            </w:r>
            <w:r w:rsidRPr="008E5914">
              <w:rPr>
                <w:i/>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A10187B" w:rsidR="007C5289" w:rsidRPr="007C5289" w:rsidRDefault="007C5289" w:rsidP="00734095">
            <w:pPr>
              <w:pStyle w:val="Tabulka"/>
              <w:cnfStyle w:val="000000000000" w:firstRow="0" w:lastRow="0" w:firstColumn="0" w:lastColumn="0" w:oddVBand="0" w:evenVBand="0" w:oddHBand="0" w:evenHBand="0" w:firstRowFirstColumn="0" w:firstRowLastColumn="0" w:lastRowFirstColumn="0" w:lastRowLastColumn="0"/>
            </w:pPr>
            <w:r w:rsidRPr="00734095">
              <w:t xml:space="preserve">Minimálně </w:t>
            </w:r>
            <w:r w:rsidR="00BD1DA0" w:rsidRPr="00734095">
              <w:t>2</w:t>
            </w:r>
            <w:r w:rsidRPr="00734095">
              <w:t>0 mil. Kč na jednu pojistnou událost</w:t>
            </w:r>
            <w:r w:rsidR="00A349C6" w:rsidRPr="00734095">
              <w:t xml:space="preserve"> a </w:t>
            </w:r>
            <w:r w:rsidR="00734095">
              <w:t>8</w:t>
            </w:r>
            <w:r w:rsidRPr="00734095">
              <w:t>0 mil. Kč</w:t>
            </w:r>
            <w:r w:rsidR="00A349C6" w:rsidRPr="00734095">
              <w:t xml:space="preserve"> v </w:t>
            </w:r>
            <w:r w:rsidRPr="00734095">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3D275466" w14:textId="4A216FA8" w:rsidR="00B67F32" w:rsidRDefault="0030003A" w:rsidP="00F762A8">
      <w:pPr>
        <w:pStyle w:val="Nadpisbezsl1-2"/>
      </w:pPr>
      <w:r>
        <w:t>Zmocnění Vedoucího Zhotovitele</w:t>
      </w:r>
    </w:p>
    <w:p w14:paraId="7827B3BC" w14:textId="77777777" w:rsidR="00B67F32" w:rsidRDefault="00B67F32" w:rsidP="00F762A8">
      <w:pPr>
        <w:pStyle w:val="Nadpisbezsl1-2"/>
        <w:sectPr w:rsidR="00B67F32"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7D8C26C" w14:textId="77777777" w:rsidR="00650EB9" w:rsidRDefault="00650EB9" w:rsidP="00650EB9">
      <w:pPr>
        <w:pStyle w:val="Nadpisbezsl1-1"/>
        <w:rPr>
          <w:rFonts w:eastAsia="Times New Roman"/>
          <w:sz w:val="16"/>
        </w:rPr>
      </w:pPr>
      <w:r>
        <w:lastRenderedPageBreak/>
        <w:t>Příloha č. 10</w:t>
      </w:r>
      <w:r>
        <w:rPr>
          <w:rFonts w:eastAsia="Times New Roman"/>
          <w:sz w:val="16"/>
        </w:rPr>
        <w:tab/>
      </w:r>
    </w:p>
    <w:p w14:paraId="01A7A7A4" w14:textId="77777777" w:rsidR="00650EB9" w:rsidRDefault="00650EB9" w:rsidP="00650EB9">
      <w:pPr>
        <w:keepNext/>
        <w:spacing w:after="60"/>
        <w:jc w:val="center"/>
        <w:outlineLvl w:val="3"/>
        <w:rPr>
          <w:rFonts w:eastAsia="Times New Roman"/>
          <w:sz w:val="16"/>
        </w:rPr>
      </w:pPr>
    </w:p>
    <w:p w14:paraId="17D70277" w14:textId="77777777" w:rsidR="00650EB9" w:rsidRPr="009E0C6D" w:rsidRDefault="00650EB9" w:rsidP="00650EB9">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2E865870" w14:textId="77777777" w:rsidR="00650EB9" w:rsidRPr="009E0C6D" w:rsidRDefault="00650EB9" w:rsidP="00650EB9">
      <w:pPr>
        <w:keepNext/>
        <w:spacing w:after="60" w:line="264" w:lineRule="auto"/>
        <w:outlineLvl w:val="3"/>
        <w:rPr>
          <w:rFonts w:eastAsia="Times New Roman"/>
          <w:bCs/>
        </w:rPr>
      </w:pPr>
      <w:r w:rsidRPr="009E0C6D">
        <w:rPr>
          <w:rFonts w:eastAsia="Times New Roman"/>
          <w:bCs/>
        </w:rPr>
        <w:t>č.j. [●]</w:t>
      </w:r>
    </w:p>
    <w:tbl>
      <w:tblPr>
        <w:tblStyle w:val="Mkatabulky"/>
        <w:tblW w:w="5000" w:type="pct"/>
        <w:tblLook w:val="04A0" w:firstRow="1" w:lastRow="0" w:firstColumn="1" w:lastColumn="0" w:noHBand="0" w:noVBand="1"/>
      </w:tblPr>
      <w:tblGrid>
        <w:gridCol w:w="4454"/>
        <w:gridCol w:w="4266"/>
      </w:tblGrid>
      <w:tr w:rsidR="00650EB9" w:rsidRPr="00E84087" w14:paraId="775D2F6A" w14:textId="77777777" w:rsidTr="007C14AA">
        <w:tc>
          <w:tcPr>
            <w:tcW w:w="2554" w:type="pct"/>
            <w:shd w:val="clear" w:color="auto" w:fill="FFBFBF" w:themeFill="accent6" w:themeFillTint="33"/>
            <w:vAlign w:val="center"/>
          </w:tcPr>
          <w:p w14:paraId="75C44A44"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0661F769"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C72156C" w14:textId="77777777" w:rsidTr="007C14AA">
        <w:tc>
          <w:tcPr>
            <w:tcW w:w="2554" w:type="pct"/>
            <w:shd w:val="clear" w:color="auto" w:fill="FFBFBF" w:themeFill="accent6" w:themeFillTint="33"/>
            <w:vAlign w:val="center"/>
          </w:tcPr>
          <w:p w14:paraId="4CF0DF28"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4FADDFD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19A1A66" w14:textId="77777777" w:rsidTr="007C14AA">
        <w:tc>
          <w:tcPr>
            <w:tcW w:w="2554" w:type="pct"/>
            <w:shd w:val="clear" w:color="auto" w:fill="FFBFBF" w:themeFill="accent6" w:themeFillTint="33"/>
            <w:vAlign w:val="center"/>
          </w:tcPr>
          <w:p w14:paraId="1FACBEE8"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4124889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81204AA" w14:textId="77777777" w:rsidTr="007C14AA">
        <w:tc>
          <w:tcPr>
            <w:tcW w:w="2554" w:type="pct"/>
            <w:shd w:val="clear" w:color="auto" w:fill="FFBFBF" w:themeFill="accent6" w:themeFillTint="33"/>
            <w:vAlign w:val="center"/>
          </w:tcPr>
          <w:p w14:paraId="7FF37E56"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3B42ADC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EEA9E5F" w14:textId="77777777" w:rsidTr="007C14AA">
        <w:tc>
          <w:tcPr>
            <w:tcW w:w="2554" w:type="pct"/>
            <w:shd w:val="clear" w:color="auto" w:fill="FFBFBF" w:themeFill="accent6" w:themeFillTint="33"/>
            <w:vAlign w:val="center"/>
          </w:tcPr>
          <w:p w14:paraId="36499EE9"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162307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0570F53" w14:textId="77777777" w:rsidTr="007C14AA">
        <w:tc>
          <w:tcPr>
            <w:tcW w:w="2554" w:type="pct"/>
            <w:shd w:val="clear" w:color="auto" w:fill="FFBFBF" w:themeFill="accent6" w:themeFillTint="33"/>
            <w:vAlign w:val="center"/>
          </w:tcPr>
          <w:p w14:paraId="39CA8B7D"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2A560052"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7A0CECC" w14:textId="77777777" w:rsidTr="007C14AA">
        <w:tc>
          <w:tcPr>
            <w:tcW w:w="2554" w:type="pct"/>
            <w:shd w:val="clear" w:color="auto" w:fill="FFBFBF" w:themeFill="accent6" w:themeFillTint="33"/>
            <w:vAlign w:val="center"/>
          </w:tcPr>
          <w:p w14:paraId="66F3AC35"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2D224AE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4F5E91C" w14:textId="77777777" w:rsidTr="007C14AA">
        <w:tc>
          <w:tcPr>
            <w:tcW w:w="2554" w:type="pct"/>
            <w:shd w:val="clear" w:color="auto" w:fill="FFBFBF" w:themeFill="accent6" w:themeFillTint="33"/>
            <w:vAlign w:val="center"/>
          </w:tcPr>
          <w:p w14:paraId="0F2A2F25"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605F5969"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79CFDD73" w14:textId="77777777" w:rsidTr="007C14AA">
        <w:tc>
          <w:tcPr>
            <w:tcW w:w="2554" w:type="pct"/>
            <w:shd w:val="clear" w:color="auto" w:fill="FFBFBF" w:themeFill="accent6" w:themeFillTint="33"/>
            <w:vAlign w:val="center"/>
          </w:tcPr>
          <w:p w14:paraId="28FCBA74" w14:textId="77777777" w:rsidR="00650EB9" w:rsidRPr="00E84087" w:rsidRDefault="00650EB9" w:rsidP="007C14AA">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0289C178"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A1E4F2A" w14:textId="77777777" w:rsidTr="007C14AA">
        <w:tc>
          <w:tcPr>
            <w:tcW w:w="2554" w:type="pct"/>
            <w:shd w:val="clear" w:color="auto" w:fill="FFBFBF" w:themeFill="accent6" w:themeFillTint="33"/>
            <w:vAlign w:val="center"/>
          </w:tcPr>
          <w:p w14:paraId="366F8236"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6EE31EB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897D77D" w14:textId="77777777" w:rsidTr="007C14AA">
        <w:tc>
          <w:tcPr>
            <w:tcW w:w="2554" w:type="pct"/>
            <w:shd w:val="clear" w:color="auto" w:fill="FFBFBF" w:themeFill="accent6" w:themeFillTint="33"/>
            <w:vAlign w:val="center"/>
          </w:tcPr>
          <w:p w14:paraId="17CFBB54"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17523A6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2C130414" w14:textId="77777777" w:rsidTr="007C14AA">
        <w:tc>
          <w:tcPr>
            <w:tcW w:w="2554" w:type="pct"/>
            <w:shd w:val="clear" w:color="auto" w:fill="FFBFBF" w:themeFill="accent6" w:themeFillTint="33"/>
            <w:vAlign w:val="center"/>
          </w:tcPr>
          <w:p w14:paraId="0432AE3B"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2752BC6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26F11C7" w14:textId="77777777" w:rsidTr="007C14AA">
        <w:tc>
          <w:tcPr>
            <w:tcW w:w="2554" w:type="pct"/>
            <w:shd w:val="clear" w:color="auto" w:fill="FFBFBF" w:themeFill="accent6" w:themeFillTint="33"/>
            <w:vAlign w:val="center"/>
          </w:tcPr>
          <w:p w14:paraId="7090375F"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z toho :</w:t>
            </w:r>
          </w:p>
        </w:tc>
        <w:tc>
          <w:tcPr>
            <w:tcW w:w="2446" w:type="pct"/>
            <w:tcBorders>
              <w:top w:val="single" w:sz="2" w:space="0" w:color="auto"/>
              <w:bottom w:val="single" w:sz="2" w:space="0" w:color="auto"/>
            </w:tcBorders>
            <w:shd w:val="clear" w:color="auto" w:fill="F2F2F2" w:themeFill="background1" w:themeFillShade="F2"/>
            <w:vAlign w:val="center"/>
          </w:tcPr>
          <w:p w14:paraId="67A93BFC"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B156022" w14:textId="77777777" w:rsidTr="007C14AA">
        <w:tc>
          <w:tcPr>
            <w:tcW w:w="2554" w:type="pct"/>
            <w:shd w:val="clear" w:color="auto" w:fill="FFBFBF" w:themeFill="accent6" w:themeFillTint="33"/>
            <w:vAlign w:val="center"/>
          </w:tcPr>
          <w:p w14:paraId="5A09FA53" w14:textId="77777777" w:rsidR="00650EB9" w:rsidRPr="00E84087" w:rsidRDefault="00650EB9" w:rsidP="007C14AA">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4BD525B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7400B908" w14:textId="77777777" w:rsidTr="007C14AA">
        <w:tc>
          <w:tcPr>
            <w:tcW w:w="2554" w:type="pct"/>
            <w:shd w:val="clear" w:color="auto" w:fill="FFBFBF" w:themeFill="accent6" w:themeFillTint="33"/>
            <w:vAlign w:val="center"/>
          </w:tcPr>
          <w:p w14:paraId="0E15D318" w14:textId="77777777" w:rsidR="00650EB9" w:rsidRPr="00E84087" w:rsidRDefault="00650EB9" w:rsidP="007C14AA">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764FF1E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F4DF503" w14:textId="77777777" w:rsidTr="007C14AA">
        <w:tc>
          <w:tcPr>
            <w:tcW w:w="2554" w:type="pct"/>
            <w:shd w:val="clear" w:color="auto" w:fill="FFBFBF" w:themeFill="accent6" w:themeFillTint="33"/>
            <w:vAlign w:val="center"/>
          </w:tcPr>
          <w:p w14:paraId="5AC76110" w14:textId="77777777" w:rsidR="00650EB9" w:rsidRPr="00E84087" w:rsidRDefault="00650EB9" w:rsidP="007C14AA">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36E96E99" w14:textId="2F8B6DDC" w:rsidR="00650EB9" w:rsidRPr="00B67F32" w:rsidRDefault="00650EB9" w:rsidP="00B67F32">
            <w:pPr>
              <w:rPr>
                <w:rFonts w:asciiTheme="minorHAnsi" w:hAnsiTheme="minorHAnsi"/>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650EB9" w:rsidRPr="00E84087" w14:paraId="28882D18" w14:textId="77777777" w:rsidTr="007C14AA">
        <w:tc>
          <w:tcPr>
            <w:tcW w:w="4576" w:type="dxa"/>
            <w:shd w:val="clear" w:color="auto" w:fill="FFBFBF" w:themeFill="accent6" w:themeFillTint="33"/>
            <w:vAlign w:val="center"/>
          </w:tcPr>
          <w:p w14:paraId="3CBD1AFA"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3DC0CD13"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3FA29F6" w14:textId="77777777" w:rsidTr="007C14AA">
        <w:tc>
          <w:tcPr>
            <w:tcW w:w="4576" w:type="dxa"/>
            <w:shd w:val="clear" w:color="auto" w:fill="FFBFBF" w:themeFill="accent6" w:themeFillTint="33"/>
            <w:vAlign w:val="center"/>
          </w:tcPr>
          <w:p w14:paraId="0B36A75F"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ABF9D1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DD53095" w14:textId="77777777" w:rsidTr="007C14AA">
        <w:tc>
          <w:tcPr>
            <w:tcW w:w="4576" w:type="dxa"/>
            <w:shd w:val="clear" w:color="auto" w:fill="FFBFBF" w:themeFill="accent6" w:themeFillTint="33"/>
            <w:vAlign w:val="center"/>
          </w:tcPr>
          <w:p w14:paraId="1F289B76"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73E0B03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3F94AE6" w14:textId="77777777" w:rsidTr="007C14AA">
        <w:tc>
          <w:tcPr>
            <w:tcW w:w="4576" w:type="dxa"/>
            <w:shd w:val="clear" w:color="auto" w:fill="FFBFBF" w:themeFill="accent6" w:themeFillTint="33"/>
            <w:vAlign w:val="center"/>
          </w:tcPr>
          <w:p w14:paraId="46B58EAF"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E2F9F2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89402AF" w14:textId="77777777" w:rsidTr="007C14AA">
        <w:tc>
          <w:tcPr>
            <w:tcW w:w="4576" w:type="dxa"/>
            <w:shd w:val="clear" w:color="auto" w:fill="FFBFBF" w:themeFill="accent6" w:themeFillTint="33"/>
            <w:vAlign w:val="center"/>
          </w:tcPr>
          <w:p w14:paraId="4DBB2814"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1FFD6EE5"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2CBD3EA3" w14:textId="77777777" w:rsidTr="007C14AA">
        <w:tc>
          <w:tcPr>
            <w:tcW w:w="4576" w:type="dxa"/>
            <w:shd w:val="clear" w:color="auto" w:fill="FFBFBF" w:themeFill="accent6" w:themeFillTint="33"/>
            <w:vAlign w:val="center"/>
          </w:tcPr>
          <w:p w14:paraId="4137D5F5"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1617DE70" w14:textId="77777777" w:rsidR="00650EB9" w:rsidRPr="00E84087" w:rsidRDefault="00650EB9" w:rsidP="007C14AA">
            <w:pPr>
              <w:keepNext/>
              <w:spacing w:after="60" w:line="264" w:lineRule="auto"/>
              <w:outlineLvl w:val="3"/>
              <w:rPr>
                <w:rFonts w:asciiTheme="minorHAnsi" w:hAnsiTheme="minorHAnsi"/>
                <w:bCs/>
                <w:sz w:val="18"/>
                <w:szCs w:val="18"/>
              </w:rPr>
            </w:pPr>
          </w:p>
        </w:tc>
      </w:tr>
    </w:tbl>
    <w:tbl>
      <w:tblPr>
        <w:tblStyle w:val="Mkatabulky"/>
        <w:tblW w:w="8868" w:type="dxa"/>
        <w:tblLook w:val="04A0" w:firstRow="1" w:lastRow="0" w:firstColumn="1" w:lastColumn="0" w:noHBand="0" w:noVBand="1"/>
      </w:tblPr>
      <w:tblGrid>
        <w:gridCol w:w="2948"/>
        <w:gridCol w:w="2886"/>
        <w:gridCol w:w="23"/>
        <w:gridCol w:w="3011"/>
      </w:tblGrid>
      <w:tr w:rsidR="00650EB9" w:rsidRPr="00E84087" w14:paraId="76292839" w14:textId="77777777" w:rsidTr="006344ED">
        <w:tc>
          <w:tcPr>
            <w:tcW w:w="2948" w:type="dxa"/>
            <w:shd w:val="clear" w:color="auto" w:fill="FFBFBF" w:themeFill="accent6" w:themeFillTint="33"/>
          </w:tcPr>
          <w:p w14:paraId="1868904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lastRenderedPageBreak/>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7E74C38B"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3034" w:type="dxa"/>
            <w:gridSpan w:val="2"/>
            <w:shd w:val="clear" w:color="auto" w:fill="FFBFBF" w:themeFill="accent6" w:themeFillTint="33"/>
          </w:tcPr>
          <w:p w14:paraId="607EA913"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650EB9" w:rsidRPr="00E84087" w14:paraId="55F40BC6" w14:textId="77777777" w:rsidTr="006344ED">
        <w:tc>
          <w:tcPr>
            <w:tcW w:w="2948" w:type="dxa"/>
            <w:vAlign w:val="center"/>
          </w:tcPr>
          <w:p w14:paraId="23F9093F"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2886" w:type="dxa"/>
            <w:vAlign w:val="center"/>
          </w:tcPr>
          <w:p w14:paraId="23E47727"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034" w:type="dxa"/>
            <w:gridSpan w:val="2"/>
            <w:vAlign w:val="center"/>
          </w:tcPr>
          <w:p w14:paraId="0EBBCEA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2F7FEC0" w14:textId="77777777" w:rsidTr="006344ED">
        <w:tc>
          <w:tcPr>
            <w:tcW w:w="2948" w:type="dxa"/>
            <w:vAlign w:val="center"/>
          </w:tcPr>
          <w:p w14:paraId="0E7497BB"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2886" w:type="dxa"/>
            <w:vAlign w:val="center"/>
          </w:tcPr>
          <w:p w14:paraId="29ED8A85"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034" w:type="dxa"/>
            <w:gridSpan w:val="2"/>
            <w:vAlign w:val="center"/>
          </w:tcPr>
          <w:p w14:paraId="18E7E2E4"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2EF9BA0" w14:textId="77777777" w:rsidTr="00D44D99">
        <w:tc>
          <w:tcPr>
            <w:tcW w:w="5857" w:type="dxa"/>
            <w:gridSpan w:val="3"/>
            <w:shd w:val="clear" w:color="auto" w:fill="FFBFBF" w:themeFill="accent6" w:themeFillTint="33"/>
            <w:vAlign w:val="center"/>
          </w:tcPr>
          <w:p w14:paraId="659E2FC5"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Rozsah prací:</w:t>
            </w:r>
          </w:p>
          <w:p w14:paraId="009B928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B51F9F8"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9B31175" w14:textId="77777777" w:rsidTr="00D44D99">
        <w:tc>
          <w:tcPr>
            <w:tcW w:w="5857" w:type="dxa"/>
            <w:gridSpan w:val="3"/>
            <w:shd w:val="clear" w:color="auto" w:fill="FFBFBF" w:themeFill="accent6" w:themeFillTint="33"/>
            <w:vAlign w:val="center"/>
          </w:tcPr>
          <w:p w14:paraId="7D322A27"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088822F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E476F19" w14:textId="77777777" w:rsidTr="00D44D99">
        <w:tc>
          <w:tcPr>
            <w:tcW w:w="5857" w:type="dxa"/>
            <w:gridSpan w:val="3"/>
            <w:shd w:val="clear" w:color="auto" w:fill="FFBFBF" w:themeFill="accent6" w:themeFillTint="33"/>
            <w:vAlign w:val="center"/>
          </w:tcPr>
          <w:p w14:paraId="15B1B5A2"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5D91D28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21F1D6AB" w14:textId="77777777" w:rsidTr="00D44D99">
        <w:tc>
          <w:tcPr>
            <w:tcW w:w="5857" w:type="dxa"/>
            <w:gridSpan w:val="3"/>
            <w:shd w:val="clear" w:color="auto" w:fill="FFBFBF" w:themeFill="accent6" w:themeFillTint="33"/>
            <w:vAlign w:val="center"/>
          </w:tcPr>
          <w:p w14:paraId="557DDFE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5904A319"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2AEDD76" w14:textId="77777777" w:rsidTr="00D44D99">
        <w:tc>
          <w:tcPr>
            <w:tcW w:w="5857" w:type="dxa"/>
            <w:gridSpan w:val="3"/>
            <w:shd w:val="clear" w:color="auto" w:fill="FFBFBF" w:themeFill="accent6" w:themeFillTint="33"/>
            <w:vAlign w:val="center"/>
          </w:tcPr>
          <w:p w14:paraId="55C516C4"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0507435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047BB30" w14:textId="77777777" w:rsidTr="00D44D99">
        <w:tc>
          <w:tcPr>
            <w:tcW w:w="5857" w:type="dxa"/>
            <w:gridSpan w:val="3"/>
            <w:shd w:val="clear" w:color="auto" w:fill="FFBFBF" w:themeFill="accent6" w:themeFillTint="33"/>
            <w:vAlign w:val="center"/>
          </w:tcPr>
          <w:p w14:paraId="0972B995"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1464813"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DF0DF60" w14:textId="77777777" w:rsidTr="00D44D99">
        <w:tc>
          <w:tcPr>
            <w:tcW w:w="5857" w:type="dxa"/>
            <w:gridSpan w:val="3"/>
            <w:shd w:val="clear" w:color="auto" w:fill="FFBFBF" w:themeFill="accent6" w:themeFillTint="33"/>
            <w:vAlign w:val="center"/>
          </w:tcPr>
          <w:p w14:paraId="6AE4F72A"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6CEAFCC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36092E1" w14:textId="77777777" w:rsidTr="00D44D99">
        <w:tc>
          <w:tcPr>
            <w:tcW w:w="5857" w:type="dxa"/>
            <w:gridSpan w:val="3"/>
            <w:shd w:val="clear" w:color="auto" w:fill="FFBFBF" w:themeFill="accent6" w:themeFillTint="33"/>
            <w:vAlign w:val="center"/>
          </w:tcPr>
          <w:p w14:paraId="6CB62171"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222DD56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3785FA0" w14:textId="77777777" w:rsidTr="00D44D99">
        <w:tc>
          <w:tcPr>
            <w:tcW w:w="5857" w:type="dxa"/>
            <w:gridSpan w:val="3"/>
            <w:shd w:val="clear" w:color="auto" w:fill="FFBFBF" w:themeFill="accent6" w:themeFillTint="33"/>
            <w:vAlign w:val="center"/>
          </w:tcPr>
          <w:p w14:paraId="3AEFA000"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15D9E6C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5991880" w14:textId="77777777" w:rsidTr="00D44D99">
        <w:tc>
          <w:tcPr>
            <w:tcW w:w="5857" w:type="dxa"/>
            <w:gridSpan w:val="3"/>
            <w:shd w:val="clear" w:color="auto" w:fill="FFBFBF" w:themeFill="accent6" w:themeFillTint="33"/>
            <w:vAlign w:val="center"/>
          </w:tcPr>
          <w:p w14:paraId="1BF96175"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491C814C"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49DD7293" w14:textId="77777777" w:rsidTr="00D44D99">
        <w:tc>
          <w:tcPr>
            <w:tcW w:w="5857" w:type="dxa"/>
            <w:gridSpan w:val="3"/>
            <w:shd w:val="clear" w:color="auto" w:fill="FFBFBF" w:themeFill="accent6" w:themeFillTint="33"/>
            <w:vAlign w:val="center"/>
          </w:tcPr>
          <w:p w14:paraId="3D4DC2D0"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6B377702"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B745D3E" w14:textId="77777777" w:rsidTr="00D44D99">
        <w:tc>
          <w:tcPr>
            <w:tcW w:w="5857" w:type="dxa"/>
            <w:gridSpan w:val="3"/>
            <w:shd w:val="clear" w:color="auto" w:fill="FFBFBF" w:themeFill="accent6" w:themeFillTint="33"/>
            <w:vAlign w:val="center"/>
          </w:tcPr>
          <w:p w14:paraId="4F814C24"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2E52D9A5"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23F485B" w14:textId="77777777" w:rsidTr="00D44D99">
        <w:tc>
          <w:tcPr>
            <w:tcW w:w="5857" w:type="dxa"/>
            <w:gridSpan w:val="3"/>
            <w:shd w:val="clear" w:color="auto" w:fill="FFBFBF" w:themeFill="accent6" w:themeFillTint="33"/>
            <w:vAlign w:val="center"/>
          </w:tcPr>
          <w:p w14:paraId="7A29E63E"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3472C6B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80C7C31" w14:textId="77777777" w:rsidTr="00D44D99">
        <w:tc>
          <w:tcPr>
            <w:tcW w:w="5857" w:type="dxa"/>
            <w:gridSpan w:val="3"/>
            <w:shd w:val="clear" w:color="auto" w:fill="FFBFBF" w:themeFill="accent6" w:themeFillTint="33"/>
            <w:vAlign w:val="center"/>
          </w:tcPr>
          <w:p w14:paraId="40C7A306"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45C60076"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B9FFD6C" w14:textId="77777777" w:rsidTr="00D44D99">
        <w:tc>
          <w:tcPr>
            <w:tcW w:w="5857" w:type="dxa"/>
            <w:gridSpan w:val="3"/>
            <w:shd w:val="clear" w:color="auto" w:fill="FFBFBF" w:themeFill="accent6" w:themeFillTint="33"/>
            <w:vAlign w:val="center"/>
          </w:tcPr>
          <w:p w14:paraId="72054F05"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50B5703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7237B888" w14:textId="77777777" w:rsidTr="00D44D99">
        <w:tc>
          <w:tcPr>
            <w:tcW w:w="5857" w:type="dxa"/>
            <w:gridSpan w:val="3"/>
            <w:shd w:val="clear" w:color="auto" w:fill="FFBFBF" w:themeFill="accent6" w:themeFillTint="33"/>
            <w:vAlign w:val="center"/>
          </w:tcPr>
          <w:p w14:paraId="23C9FE97"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17389EFB"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3B989D7" w14:textId="77777777" w:rsidTr="00D44D99">
        <w:tc>
          <w:tcPr>
            <w:tcW w:w="5857" w:type="dxa"/>
            <w:gridSpan w:val="3"/>
            <w:shd w:val="clear" w:color="auto" w:fill="FFBFBF" w:themeFill="accent6" w:themeFillTint="33"/>
            <w:vAlign w:val="center"/>
          </w:tcPr>
          <w:p w14:paraId="5EAF1FD5"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7F6513E7"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1AE9DC4" w14:textId="77777777" w:rsidTr="00D44D99">
        <w:tc>
          <w:tcPr>
            <w:tcW w:w="5857" w:type="dxa"/>
            <w:gridSpan w:val="3"/>
            <w:shd w:val="clear" w:color="auto" w:fill="FFBFBF" w:themeFill="accent6" w:themeFillTint="33"/>
            <w:vAlign w:val="center"/>
          </w:tcPr>
          <w:p w14:paraId="5FE9DFEF"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lastRenderedPageBreak/>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2A40C412"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D1D07E4" w14:textId="77777777" w:rsidTr="00D44D99">
        <w:tc>
          <w:tcPr>
            <w:tcW w:w="5857" w:type="dxa"/>
            <w:gridSpan w:val="3"/>
            <w:shd w:val="clear" w:color="auto" w:fill="FFBFBF" w:themeFill="accent6" w:themeFillTint="33"/>
            <w:vAlign w:val="center"/>
          </w:tcPr>
          <w:p w14:paraId="72E716A8"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265D1C8D"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04712A91" w14:textId="77777777" w:rsidTr="00D44D99">
        <w:tc>
          <w:tcPr>
            <w:tcW w:w="5857" w:type="dxa"/>
            <w:gridSpan w:val="3"/>
            <w:shd w:val="clear" w:color="auto" w:fill="FFBFBF" w:themeFill="accent6" w:themeFillTint="33"/>
            <w:vAlign w:val="center"/>
          </w:tcPr>
          <w:p w14:paraId="3DC49849"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3A12F5EC" w14:textId="77777777" w:rsidR="00650EB9" w:rsidRPr="00E84087" w:rsidRDefault="00650EB9" w:rsidP="007C14AA">
            <w:pPr>
              <w:keepNext/>
              <w:spacing w:after="60" w:line="264" w:lineRule="auto"/>
              <w:outlineLvl w:val="3"/>
              <w:rPr>
                <w:rFonts w:asciiTheme="minorHAnsi" w:hAnsiTheme="minorHAnsi"/>
                <w:bCs/>
                <w:sz w:val="18"/>
                <w:szCs w:val="18"/>
              </w:rPr>
            </w:pPr>
          </w:p>
        </w:tc>
      </w:tr>
    </w:tbl>
    <w:p w14:paraId="047AA943" w14:textId="77777777" w:rsidR="00650EB9" w:rsidRPr="00E84087" w:rsidRDefault="00650EB9" w:rsidP="00650EB9">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650EB9" w:rsidRPr="00E84087" w14:paraId="03F3498A" w14:textId="77777777" w:rsidTr="007C14AA">
        <w:tc>
          <w:tcPr>
            <w:tcW w:w="3259" w:type="dxa"/>
            <w:shd w:val="clear" w:color="auto" w:fill="FFBFBF" w:themeFill="accent6" w:themeFillTint="33"/>
          </w:tcPr>
          <w:p w14:paraId="70BC25BC"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D00988D"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1AE951C9"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650EB9" w:rsidRPr="00E84087" w14:paraId="4807F9D4" w14:textId="77777777" w:rsidTr="007C14AA">
        <w:tc>
          <w:tcPr>
            <w:tcW w:w="3259" w:type="dxa"/>
            <w:shd w:val="clear" w:color="auto" w:fill="FFBFBF" w:themeFill="accent6" w:themeFillTint="33"/>
          </w:tcPr>
          <w:p w14:paraId="2758EB7B"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194E97F1"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7727AC40"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FAC7468" w14:textId="77777777" w:rsidTr="007C14AA">
        <w:tc>
          <w:tcPr>
            <w:tcW w:w="3259" w:type="dxa"/>
            <w:shd w:val="clear" w:color="auto" w:fill="FFBFBF" w:themeFill="accent6" w:themeFillTint="33"/>
          </w:tcPr>
          <w:p w14:paraId="7508071D"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005E037"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0C77816A"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19D18E72" w14:textId="77777777" w:rsidTr="007C14AA">
        <w:tc>
          <w:tcPr>
            <w:tcW w:w="3259" w:type="dxa"/>
            <w:shd w:val="clear" w:color="auto" w:fill="FFBFBF" w:themeFill="accent6" w:themeFillTint="33"/>
          </w:tcPr>
          <w:p w14:paraId="75FA9CC2"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A5CBCA8"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42BE4E60"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704C311" w14:textId="77777777" w:rsidTr="007C14AA">
        <w:tc>
          <w:tcPr>
            <w:tcW w:w="3259" w:type="dxa"/>
            <w:shd w:val="clear" w:color="auto" w:fill="FFBFBF" w:themeFill="accent6" w:themeFillTint="33"/>
          </w:tcPr>
          <w:p w14:paraId="17526F87"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08D45CA"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56BB359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C92470A" w14:textId="77777777" w:rsidTr="007C14AA">
        <w:tc>
          <w:tcPr>
            <w:tcW w:w="3259" w:type="dxa"/>
            <w:shd w:val="clear" w:color="auto" w:fill="FFBFBF" w:themeFill="accent6" w:themeFillTint="33"/>
          </w:tcPr>
          <w:p w14:paraId="3CBC46C2" w14:textId="77777777" w:rsidR="00650EB9" w:rsidRPr="00E84087" w:rsidRDefault="00650EB9" w:rsidP="007C14AA">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1DF34351"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3260" w:type="dxa"/>
            <w:vAlign w:val="center"/>
          </w:tcPr>
          <w:p w14:paraId="186A2ECE"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02B3ABD" w14:textId="77777777" w:rsidTr="007C14AA">
        <w:tc>
          <w:tcPr>
            <w:tcW w:w="3259" w:type="dxa"/>
            <w:shd w:val="clear" w:color="auto" w:fill="FFBFBF" w:themeFill="accent6" w:themeFillTint="33"/>
          </w:tcPr>
          <w:p w14:paraId="52BC18EF"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15155B8C"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xxx</w:t>
            </w:r>
          </w:p>
        </w:tc>
        <w:tc>
          <w:tcPr>
            <w:tcW w:w="3260" w:type="dxa"/>
            <w:shd w:val="clear" w:color="auto" w:fill="FFBFBF" w:themeFill="accent6" w:themeFillTint="33"/>
          </w:tcPr>
          <w:p w14:paraId="6F65D1B7" w14:textId="77777777" w:rsidR="00650EB9" w:rsidRPr="00E84087" w:rsidRDefault="00650EB9" w:rsidP="007C14AA">
            <w:pPr>
              <w:keepNext/>
              <w:spacing w:after="60" w:line="264" w:lineRule="auto"/>
              <w:outlineLvl w:val="3"/>
              <w:rPr>
                <w:rFonts w:asciiTheme="minorHAnsi" w:hAnsiTheme="minorHAnsi"/>
                <w:b/>
                <w:bCs/>
                <w:sz w:val="18"/>
                <w:szCs w:val="18"/>
              </w:rPr>
            </w:pPr>
          </w:p>
        </w:tc>
      </w:tr>
    </w:tbl>
    <w:p w14:paraId="057935D0" w14:textId="77777777" w:rsidR="00650EB9" w:rsidRPr="00E84087" w:rsidRDefault="00650EB9" w:rsidP="00650EB9">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650EB9" w:rsidRPr="00E84087" w14:paraId="38FBC629" w14:textId="77777777" w:rsidTr="007C14AA">
        <w:tc>
          <w:tcPr>
            <w:tcW w:w="4889" w:type="dxa"/>
            <w:shd w:val="clear" w:color="auto" w:fill="FFBFBF" w:themeFill="accent6" w:themeFillTint="33"/>
            <w:vAlign w:val="center"/>
          </w:tcPr>
          <w:p w14:paraId="1612152D"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EC3240E" w14:textId="77777777" w:rsidR="00650EB9" w:rsidRPr="00E84087" w:rsidRDefault="00650EB9" w:rsidP="007C14AA">
            <w:pPr>
              <w:keepNext/>
              <w:spacing w:after="60" w:line="264" w:lineRule="auto"/>
              <w:outlineLvl w:val="3"/>
              <w:rPr>
                <w:rFonts w:asciiTheme="minorHAnsi" w:hAnsiTheme="minorHAnsi"/>
                <w:b/>
                <w:bCs/>
                <w:sz w:val="18"/>
                <w:szCs w:val="18"/>
              </w:rPr>
            </w:pPr>
          </w:p>
          <w:p w14:paraId="2F4B1C95" w14:textId="77777777" w:rsidR="00650EB9" w:rsidRPr="00E84087" w:rsidRDefault="00650EB9" w:rsidP="007C14AA">
            <w:pPr>
              <w:keepNext/>
              <w:spacing w:after="60" w:line="264" w:lineRule="auto"/>
              <w:outlineLvl w:val="3"/>
              <w:rPr>
                <w:rFonts w:asciiTheme="minorHAnsi" w:hAnsiTheme="minorHAnsi"/>
                <w:bCs/>
                <w:sz w:val="18"/>
                <w:szCs w:val="18"/>
              </w:rPr>
            </w:pPr>
          </w:p>
          <w:p w14:paraId="6F943E64" w14:textId="77777777" w:rsidR="00650EB9" w:rsidRPr="00E84087" w:rsidRDefault="00650EB9" w:rsidP="007C14AA">
            <w:pPr>
              <w:keepNext/>
              <w:spacing w:after="60" w:line="264" w:lineRule="auto"/>
              <w:outlineLvl w:val="3"/>
              <w:rPr>
                <w:rFonts w:asciiTheme="minorHAnsi" w:hAnsiTheme="minorHAnsi"/>
                <w:bCs/>
                <w:sz w:val="18"/>
                <w:szCs w:val="18"/>
              </w:rPr>
            </w:pPr>
          </w:p>
          <w:p w14:paraId="252A805C" w14:textId="77777777" w:rsidR="00650EB9" w:rsidRPr="00E84087" w:rsidRDefault="00650EB9" w:rsidP="007C14AA">
            <w:pPr>
              <w:keepNext/>
              <w:spacing w:after="60" w:line="264" w:lineRule="auto"/>
              <w:outlineLvl w:val="3"/>
              <w:rPr>
                <w:rFonts w:asciiTheme="minorHAnsi" w:hAnsiTheme="minorHAnsi"/>
                <w:bCs/>
                <w:sz w:val="18"/>
                <w:szCs w:val="18"/>
              </w:rPr>
            </w:pPr>
          </w:p>
          <w:p w14:paraId="6A8B10FA" w14:textId="77777777" w:rsidR="00650EB9" w:rsidRPr="00E84087" w:rsidRDefault="00650EB9" w:rsidP="007C14AA">
            <w:pPr>
              <w:keepNext/>
              <w:spacing w:after="60" w:line="264" w:lineRule="auto"/>
              <w:outlineLvl w:val="3"/>
              <w:rPr>
                <w:rFonts w:asciiTheme="minorHAnsi" w:hAnsiTheme="minorHAnsi"/>
                <w:bCs/>
                <w:sz w:val="18"/>
                <w:szCs w:val="18"/>
              </w:rPr>
            </w:pPr>
          </w:p>
        </w:tc>
        <w:tc>
          <w:tcPr>
            <w:tcW w:w="4890" w:type="dxa"/>
            <w:vAlign w:val="center"/>
          </w:tcPr>
          <w:p w14:paraId="74173290" w14:textId="77777777" w:rsidR="00650EB9" w:rsidRPr="00E84087" w:rsidRDefault="00650EB9" w:rsidP="007C14AA">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650EB9" w:rsidRPr="00E84087" w14:paraId="156972C1" w14:textId="77777777" w:rsidTr="007C14AA">
        <w:tc>
          <w:tcPr>
            <w:tcW w:w="4889" w:type="dxa"/>
            <w:shd w:val="clear" w:color="auto" w:fill="FFBFBF" w:themeFill="accent6" w:themeFillTint="33"/>
          </w:tcPr>
          <w:p w14:paraId="2DEDD283"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7B1A73C" w14:textId="77777777" w:rsidR="00650EB9" w:rsidRPr="00E84087" w:rsidRDefault="00650EB9" w:rsidP="007C14AA">
            <w:pPr>
              <w:keepNext/>
              <w:spacing w:after="60" w:line="264" w:lineRule="auto"/>
              <w:outlineLvl w:val="3"/>
              <w:rPr>
                <w:rFonts w:asciiTheme="minorHAnsi" w:hAnsiTheme="minorHAnsi"/>
                <w:bCs/>
                <w:sz w:val="18"/>
                <w:szCs w:val="18"/>
              </w:rPr>
            </w:pPr>
          </w:p>
        </w:tc>
      </w:tr>
    </w:tbl>
    <w:p w14:paraId="0964144F" w14:textId="77777777" w:rsidR="00650EB9" w:rsidRPr="00E84087" w:rsidRDefault="00650EB9" w:rsidP="00650EB9">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650EB9" w:rsidRPr="00E84087" w14:paraId="7FB5308B" w14:textId="77777777" w:rsidTr="007C14AA">
        <w:tc>
          <w:tcPr>
            <w:tcW w:w="4889" w:type="dxa"/>
            <w:shd w:val="clear" w:color="auto" w:fill="FFBFBF" w:themeFill="accent6" w:themeFillTint="33"/>
            <w:vAlign w:val="center"/>
          </w:tcPr>
          <w:p w14:paraId="5F6BC508"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4472B5CC"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6E72BDD1" w14:textId="77777777" w:rsidTr="007C14AA">
        <w:tc>
          <w:tcPr>
            <w:tcW w:w="4889" w:type="dxa"/>
            <w:shd w:val="clear" w:color="auto" w:fill="FFBFBF" w:themeFill="accent6" w:themeFillTint="33"/>
            <w:vAlign w:val="center"/>
          </w:tcPr>
          <w:p w14:paraId="651431BD"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52C51991"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332F365A" w14:textId="77777777" w:rsidTr="007C14AA">
        <w:tc>
          <w:tcPr>
            <w:tcW w:w="4889" w:type="dxa"/>
            <w:shd w:val="clear" w:color="auto" w:fill="FFBFBF" w:themeFill="accent6" w:themeFillTint="33"/>
            <w:vAlign w:val="center"/>
          </w:tcPr>
          <w:p w14:paraId="42E8FB94"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7F0831F5" w14:textId="77777777" w:rsidR="00650EB9" w:rsidRPr="00E84087" w:rsidRDefault="00650EB9" w:rsidP="007C14AA">
            <w:pPr>
              <w:keepNext/>
              <w:spacing w:after="60" w:line="264" w:lineRule="auto"/>
              <w:outlineLvl w:val="3"/>
              <w:rPr>
                <w:rFonts w:asciiTheme="minorHAnsi" w:hAnsiTheme="minorHAnsi"/>
                <w:b/>
                <w:bCs/>
                <w:sz w:val="18"/>
                <w:szCs w:val="18"/>
              </w:rPr>
            </w:pPr>
          </w:p>
        </w:tc>
        <w:tc>
          <w:tcPr>
            <w:tcW w:w="4890" w:type="dxa"/>
            <w:vAlign w:val="center"/>
          </w:tcPr>
          <w:p w14:paraId="787171FF" w14:textId="77777777" w:rsidR="00650EB9" w:rsidRPr="00E84087" w:rsidRDefault="00650EB9" w:rsidP="007C14AA">
            <w:pPr>
              <w:keepNext/>
              <w:spacing w:after="60" w:line="264" w:lineRule="auto"/>
              <w:outlineLvl w:val="3"/>
              <w:rPr>
                <w:rFonts w:asciiTheme="minorHAnsi" w:hAnsiTheme="minorHAnsi"/>
                <w:bCs/>
                <w:sz w:val="18"/>
                <w:szCs w:val="18"/>
              </w:rPr>
            </w:pPr>
          </w:p>
        </w:tc>
      </w:tr>
      <w:tr w:rsidR="00650EB9" w:rsidRPr="00E84087" w14:paraId="5DEC8C31" w14:textId="77777777" w:rsidTr="007C14AA">
        <w:tc>
          <w:tcPr>
            <w:tcW w:w="4889" w:type="dxa"/>
            <w:shd w:val="clear" w:color="auto" w:fill="FFBFBF" w:themeFill="accent6" w:themeFillTint="33"/>
            <w:vAlign w:val="center"/>
          </w:tcPr>
          <w:p w14:paraId="3544F822" w14:textId="77777777" w:rsidR="00650EB9" w:rsidRPr="00E84087" w:rsidRDefault="00650EB9" w:rsidP="007C14AA">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1EFF73C" w14:textId="77777777" w:rsidR="00650EB9" w:rsidRPr="00E84087" w:rsidRDefault="00650EB9" w:rsidP="007C14AA">
            <w:pPr>
              <w:keepNext/>
              <w:spacing w:after="60" w:line="264" w:lineRule="auto"/>
              <w:outlineLvl w:val="3"/>
              <w:rPr>
                <w:rFonts w:asciiTheme="minorHAnsi" w:hAnsiTheme="minorHAnsi"/>
                <w:bCs/>
                <w:sz w:val="18"/>
                <w:szCs w:val="18"/>
              </w:rPr>
            </w:pPr>
          </w:p>
        </w:tc>
      </w:tr>
    </w:tbl>
    <w:p w14:paraId="56CB1402" w14:textId="77777777" w:rsidR="00650EB9" w:rsidRPr="00E84087" w:rsidRDefault="00650EB9" w:rsidP="00650EB9">
      <w:pPr>
        <w:keepNext/>
        <w:spacing w:after="60" w:line="264" w:lineRule="auto"/>
        <w:outlineLvl w:val="3"/>
        <w:rPr>
          <w:rFonts w:asciiTheme="minorHAnsi" w:hAnsiTheme="minorHAnsi"/>
          <w:bCs/>
          <w:sz w:val="18"/>
          <w:szCs w:val="18"/>
        </w:rPr>
      </w:pPr>
    </w:p>
    <w:p w14:paraId="47CB7342"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63117F58" w14:textId="11A0ED3D" w:rsidR="00650EB9" w:rsidRDefault="00650EB9" w:rsidP="00650EB9">
      <w:pPr>
        <w:keepNext/>
        <w:spacing w:after="60" w:line="264" w:lineRule="auto"/>
        <w:outlineLvl w:val="3"/>
        <w:rPr>
          <w:rFonts w:asciiTheme="minorHAnsi" w:hAnsiTheme="minorHAnsi"/>
          <w:b/>
          <w:bCs/>
          <w:i/>
          <w:sz w:val="18"/>
          <w:szCs w:val="18"/>
        </w:rPr>
      </w:pPr>
    </w:p>
    <w:p w14:paraId="65B9F954" w14:textId="22D0A45A" w:rsidR="006344ED" w:rsidRDefault="006344ED" w:rsidP="00650EB9">
      <w:pPr>
        <w:keepNext/>
        <w:spacing w:after="60" w:line="264" w:lineRule="auto"/>
        <w:outlineLvl w:val="3"/>
        <w:rPr>
          <w:rFonts w:asciiTheme="minorHAnsi" w:hAnsiTheme="minorHAnsi"/>
          <w:b/>
          <w:bCs/>
          <w:i/>
          <w:sz w:val="18"/>
          <w:szCs w:val="18"/>
        </w:rPr>
      </w:pPr>
    </w:p>
    <w:p w14:paraId="393DD601" w14:textId="6B5587A4" w:rsidR="006344ED" w:rsidRDefault="006344ED" w:rsidP="00650EB9">
      <w:pPr>
        <w:keepNext/>
        <w:spacing w:after="60" w:line="264" w:lineRule="auto"/>
        <w:outlineLvl w:val="3"/>
        <w:rPr>
          <w:rFonts w:asciiTheme="minorHAnsi" w:hAnsiTheme="minorHAnsi"/>
          <w:b/>
          <w:bCs/>
          <w:i/>
          <w:sz w:val="18"/>
          <w:szCs w:val="18"/>
        </w:rPr>
      </w:pPr>
    </w:p>
    <w:p w14:paraId="4B418947" w14:textId="33E3EC0C" w:rsidR="006344ED" w:rsidRDefault="006344ED" w:rsidP="00650EB9">
      <w:pPr>
        <w:keepNext/>
        <w:spacing w:after="60" w:line="264" w:lineRule="auto"/>
        <w:outlineLvl w:val="3"/>
        <w:rPr>
          <w:rFonts w:asciiTheme="minorHAnsi" w:hAnsiTheme="minorHAnsi"/>
          <w:b/>
          <w:bCs/>
          <w:i/>
          <w:sz w:val="18"/>
          <w:szCs w:val="18"/>
        </w:rPr>
      </w:pPr>
    </w:p>
    <w:p w14:paraId="49E34C29" w14:textId="77777777" w:rsidR="006344ED" w:rsidRPr="00E84087" w:rsidRDefault="006344ED" w:rsidP="00650EB9">
      <w:pPr>
        <w:keepNext/>
        <w:spacing w:after="60" w:line="264" w:lineRule="auto"/>
        <w:outlineLvl w:val="3"/>
        <w:rPr>
          <w:rFonts w:asciiTheme="minorHAnsi" w:hAnsiTheme="minorHAnsi"/>
          <w:b/>
          <w:bCs/>
          <w:i/>
          <w:sz w:val="18"/>
          <w:szCs w:val="18"/>
        </w:rPr>
      </w:pPr>
    </w:p>
    <w:p w14:paraId="314F410A"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lastRenderedPageBreak/>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87EEFF4"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48C83CE1" w14:textId="77777777" w:rsidR="00650EB9" w:rsidRPr="00E84087" w:rsidRDefault="00650EB9" w:rsidP="00650EB9">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44D46A64" w14:textId="77777777" w:rsidR="00650EB9" w:rsidRPr="00E84087" w:rsidRDefault="00650EB9" w:rsidP="00650EB9">
      <w:pPr>
        <w:keepNext/>
        <w:spacing w:after="60" w:line="264" w:lineRule="auto"/>
        <w:outlineLvl w:val="3"/>
        <w:rPr>
          <w:rFonts w:asciiTheme="minorHAnsi" w:hAnsiTheme="minorHAnsi"/>
          <w:sz w:val="18"/>
          <w:szCs w:val="18"/>
        </w:rPr>
      </w:pPr>
    </w:p>
    <w:p w14:paraId="24025253" w14:textId="77777777" w:rsidR="00650EB9" w:rsidRPr="00E84087" w:rsidRDefault="00650EB9" w:rsidP="00650EB9">
      <w:pPr>
        <w:keepNext/>
        <w:spacing w:after="60" w:line="264" w:lineRule="auto"/>
        <w:outlineLvl w:val="3"/>
        <w:rPr>
          <w:rFonts w:asciiTheme="minorHAnsi" w:hAnsiTheme="minorHAnsi"/>
          <w:sz w:val="18"/>
          <w:szCs w:val="18"/>
        </w:rPr>
      </w:pPr>
    </w:p>
    <w:p w14:paraId="081D0562" w14:textId="77777777" w:rsidR="00650EB9" w:rsidRPr="009E0C6D" w:rsidRDefault="00650EB9" w:rsidP="00650EB9">
      <w:pPr>
        <w:tabs>
          <w:tab w:val="left" w:pos="1455"/>
        </w:tabs>
        <w:rPr>
          <w:rFonts w:eastAsia="Times New Roman"/>
          <w:sz w:val="16"/>
        </w:rPr>
      </w:pPr>
    </w:p>
    <w:p w14:paraId="70617B08" w14:textId="77777777" w:rsidR="00650EB9" w:rsidRDefault="00650EB9" w:rsidP="00F762A8">
      <w:pPr>
        <w:pStyle w:val="Textbezodsazen"/>
      </w:pPr>
    </w:p>
    <w:sectPr w:rsidR="00650EB9" w:rsidSect="00F13FDA">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73C3B" w14:textId="77777777" w:rsidR="00225D18" w:rsidRDefault="00225D18" w:rsidP="00962258">
      <w:pPr>
        <w:spacing w:after="0" w:line="240" w:lineRule="auto"/>
      </w:pPr>
      <w:r>
        <w:separator/>
      </w:r>
    </w:p>
  </w:endnote>
  <w:endnote w:type="continuationSeparator" w:id="0">
    <w:p w14:paraId="2530EBE4" w14:textId="77777777" w:rsidR="00225D18" w:rsidRDefault="00225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44ED" w:rsidRPr="003462EB" w14:paraId="7ED44ED9" w14:textId="77777777" w:rsidTr="005053DF">
      <w:tc>
        <w:tcPr>
          <w:tcW w:w="1021" w:type="dxa"/>
          <w:vAlign w:val="bottom"/>
        </w:tcPr>
        <w:p w14:paraId="70F80610" w14:textId="4B96DB24" w:rsidR="006344ED" w:rsidRPr="00B8518B" w:rsidRDefault="006344ED" w:rsidP="006344ED">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495">
            <w:rPr>
              <w:b/>
              <w:noProof/>
              <w:color w:val="FF5200" w:themeColor="accent2"/>
              <w:sz w:val="14"/>
              <w:szCs w:val="14"/>
            </w:rPr>
            <w:t>8</w:t>
          </w:r>
          <w:r w:rsidRPr="007145F3">
            <w:rPr>
              <w:b/>
              <w:noProof/>
              <w:color w:val="FF5200" w:themeColor="accent2"/>
              <w:sz w:val="14"/>
              <w:szCs w:val="14"/>
            </w:rPr>
            <w:fldChar w:fldCharType="end"/>
          </w:r>
        </w:p>
      </w:tc>
      <w:tc>
        <w:tcPr>
          <w:tcW w:w="0" w:type="auto"/>
          <w:vAlign w:val="bottom"/>
        </w:tcPr>
        <w:p w14:paraId="760D8C72" w14:textId="77777777" w:rsidR="006344ED" w:rsidRDefault="006344ED" w:rsidP="006344ED">
          <w:pPr>
            <w:pStyle w:val="Zpatvlevo"/>
          </w:pPr>
          <w:r w:rsidRPr="00B41CFD">
            <w:t>Smlouva o dílo</w:t>
          </w:r>
        </w:p>
        <w:p w14:paraId="00D1DC57" w14:textId="77777777" w:rsidR="006344ED" w:rsidRDefault="006344ED" w:rsidP="006344ED">
          <w:pPr>
            <w:pStyle w:val="Zpatvlevo"/>
          </w:pPr>
          <w:r>
            <w:t>Z</w:t>
          </w:r>
          <w:r w:rsidRPr="00B63BD1">
            <w:t>hotovení Projektové dokumentace a stavby</w:t>
          </w:r>
        </w:p>
        <w:p w14:paraId="0DFEB0E1" w14:textId="0354EEDC" w:rsidR="006344ED" w:rsidRPr="003462EB" w:rsidRDefault="006344ED" w:rsidP="006344ED">
          <w:pPr>
            <w:pStyle w:val="Zpatvlevo"/>
          </w:pPr>
          <w:r w:rsidRPr="006344ED">
            <w:t>Úprava napájecích zdrojů BTS GSM-R</w:t>
          </w:r>
        </w:p>
      </w:tc>
    </w:tr>
  </w:tbl>
  <w:p w14:paraId="690F4EB7" w14:textId="77777777" w:rsidR="0026433F" w:rsidRPr="00F13FDA" w:rsidRDefault="0026433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178176A4" w14:textId="77777777" w:rsidTr="00F13FDA">
      <w:tc>
        <w:tcPr>
          <w:tcW w:w="1021" w:type="dxa"/>
          <w:vAlign w:val="bottom"/>
        </w:tcPr>
        <w:p w14:paraId="74A79D6D"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26433F" w:rsidRPr="00DD4862" w:rsidRDefault="0026433F" w:rsidP="00F13FDA">
          <w:pPr>
            <w:pStyle w:val="Zpatvlevo"/>
            <w:rPr>
              <w:b/>
            </w:rPr>
          </w:pPr>
          <w:r>
            <w:rPr>
              <w:b/>
            </w:rPr>
            <w:t>Příloha č. 4</w:t>
          </w:r>
        </w:p>
        <w:p w14:paraId="485C5726" w14:textId="77777777" w:rsidR="0026433F" w:rsidRDefault="0026433F" w:rsidP="00F13FDA">
          <w:pPr>
            <w:pStyle w:val="Zpatvlevo"/>
          </w:pPr>
          <w:r w:rsidRPr="00B41CFD">
            <w:t>Smlouva o dílo</w:t>
          </w:r>
        </w:p>
        <w:p w14:paraId="1988285F" w14:textId="77777777" w:rsidR="0026433F" w:rsidRPr="003462EB" w:rsidRDefault="0026433F" w:rsidP="00F13FDA">
          <w:pPr>
            <w:pStyle w:val="Zpatvlevo"/>
          </w:pPr>
          <w:r>
            <w:t>Z</w:t>
          </w:r>
          <w:r w:rsidRPr="00B63BD1">
            <w:t>hotovení Projektové dokumentace a stavby</w:t>
          </w:r>
        </w:p>
      </w:tc>
    </w:tr>
  </w:tbl>
  <w:p w14:paraId="5CB138E9" w14:textId="77777777" w:rsidR="0026433F" w:rsidRPr="00F13FDA" w:rsidRDefault="0026433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6642596F" w14:textId="77777777" w:rsidTr="00934B6B">
      <w:tc>
        <w:tcPr>
          <w:tcW w:w="0" w:type="auto"/>
          <w:tcMar>
            <w:left w:w="0" w:type="dxa"/>
            <w:right w:w="0" w:type="dxa"/>
          </w:tcMar>
          <w:vAlign w:val="bottom"/>
        </w:tcPr>
        <w:p w14:paraId="779B97E4" w14:textId="77777777" w:rsidR="0026433F" w:rsidRPr="00DD4862" w:rsidRDefault="0026433F" w:rsidP="00934B6B">
          <w:pPr>
            <w:pStyle w:val="Zpatvpravo"/>
            <w:rPr>
              <w:b/>
            </w:rPr>
          </w:pPr>
          <w:r w:rsidRPr="00DD4862">
            <w:rPr>
              <w:b/>
            </w:rPr>
            <w:t xml:space="preserve">Příloha č. </w:t>
          </w:r>
          <w:r>
            <w:rPr>
              <w:b/>
            </w:rPr>
            <w:t>4</w:t>
          </w:r>
        </w:p>
        <w:p w14:paraId="271EEA9C" w14:textId="77777777" w:rsidR="0026433F" w:rsidRPr="003462EB" w:rsidRDefault="0026433F" w:rsidP="00934B6B">
          <w:pPr>
            <w:pStyle w:val="Zpatvpravo"/>
          </w:pPr>
          <w:r>
            <w:t>Smlouva o dílo</w:t>
          </w:r>
        </w:p>
        <w:p w14:paraId="681B21FC"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32EC221"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1A6DDA75" w14:textId="77777777" w:rsidR="0026433F" w:rsidRPr="00B8518B" w:rsidRDefault="0026433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3B5DA880" w14:textId="77777777" w:rsidTr="00F13FDA">
      <w:tc>
        <w:tcPr>
          <w:tcW w:w="1021" w:type="dxa"/>
          <w:vAlign w:val="bottom"/>
        </w:tcPr>
        <w:p w14:paraId="73EB134A"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26433F" w:rsidRPr="00DD4862" w:rsidRDefault="0026433F" w:rsidP="00F13FDA">
          <w:pPr>
            <w:pStyle w:val="Zpatvlevo"/>
            <w:rPr>
              <w:b/>
            </w:rPr>
          </w:pPr>
          <w:r>
            <w:rPr>
              <w:b/>
            </w:rPr>
            <w:t>Příloha č. 5</w:t>
          </w:r>
        </w:p>
        <w:p w14:paraId="434C49BE" w14:textId="77777777" w:rsidR="0026433F" w:rsidRDefault="0026433F" w:rsidP="00F13FDA">
          <w:pPr>
            <w:pStyle w:val="Zpatvlevo"/>
          </w:pPr>
          <w:r w:rsidRPr="00B41CFD">
            <w:t>Smlouva o dílo</w:t>
          </w:r>
        </w:p>
        <w:p w14:paraId="60B5D949" w14:textId="77777777" w:rsidR="0026433F" w:rsidRPr="003462EB" w:rsidRDefault="0026433F" w:rsidP="00F13FDA">
          <w:pPr>
            <w:pStyle w:val="Zpatvlevo"/>
          </w:pPr>
          <w:r>
            <w:t>Z</w:t>
          </w:r>
          <w:r w:rsidRPr="00B63BD1">
            <w:t>hotovení Projektové dokumentace a stavby</w:t>
          </w:r>
        </w:p>
      </w:tc>
    </w:tr>
  </w:tbl>
  <w:p w14:paraId="13160E52" w14:textId="77777777" w:rsidR="0026433F" w:rsidRPr="00F13FDA" w:rsidRDefault="0026433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4C440C92" w14:textId="77777777" w:rsidTr="00934B6B">
      <w:tc>
        <w:tcPr>
          <w:tcW w:w="0" w:type="auto"/>
          <w:tcMar>
            <w:left w:w="0" w:type="dxa"/>
            <w:right w:w="0" w:type="dxa"/>
          </w:tcMar>
          <w:vAlign w:val="bottom"/>
        </w:tcPr>
        <w:p w14:paraId="5EB37122" w14:textId="77777777" w:rsidR="0026433F" w:rsidRPr="00DD4862" w:rsidRDefault="0026433F" w:rsidP="00934B6B">
          <w:pPr>
            <w:pStyle w:val="Zpatvpravo"/>
            <w:rPr>
              <w:b/>
            </w:rPr>
          </w:pPr>
          <w:r w:rsidRPr="00DD4862">
            <w:rPr>
              <w:b/>
            </w:rPr>
            <w:t xml:space="preserve">Příloha č. </w:t>
          </w:r>
          <w:r>
            <w:rPr>
              <w:b/>
            </w:rPr>
            <w:t>5</w:t>
          </w:r>
        </w:p>
        <w:p w14:paraId="25080FD4" w14:textId="77777777" w:rsidR="0026433F" w:rsidRPr="003462EB" w:rsidRDefault="0026433F" w:rsidP="00934B6B">
          <w:pPr>
            <w:pStyle w:val="Zpatvpravo"/>
          </w:pPr>
          <w:r>
            <w:t>Smlouva o dílo</w:t>
          </w:r>
        </w:p>
        <w:p w14:paraId="4153EFC3"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90F4A9F"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69A3209E" w14:textId="77777777" w:rsidR="0026433F" w:rsidRPr="00B8518B" w:rsidRDefault="0026433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0B4FB1A6" w14:textId="77777777" w:rsidTr="00F13FDA">
      <w:tc>
        <w:tcPr>
          <w:tcW w:w="1021" w:type="dxa"/>
          <w:vAlign w:val="bottom"/>
        </w:tcPr>
        <w:p w14:paraId="3EFBE15C" w14:textId="354964E4"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A1495">
            <w:rPr>
              <w:rStyle w:val="slostrnky"/>
              <w:noProof/>
            </w:rPr>
            <w:t>3</w:t>
          </w:r>
          <w:r>
            <w:rPr>
              <w:rStyle w:val="slostrnky"/>
            </w:rPr>
            <w:fldChar w:fldCharType="end"/>
          </w:r>
        </w:p>
      </w:tc>
      <w:tc>
        <w:tcPr>
          <w:tcW w:w="0" w:type="auto"/>
          <w:vAlign w:val="bottom"/>
        </w:tcPr>
        <w:p w14:paraId="60015924" w14:textId="77777777" w:rsidR="0026433F" w:rsidRPr="00DD4862" w:rsidRDefault="0026433F" w:rsidP="00F13FDA">
          <w:pPr>
            <w:pStyle w:val="Zpatvlevo"/>
            <w:rPr>
              <w:b/>
            </w:rPr>
          </w:pPr>
          <w:r>
            <w:rPr>
              <w:b/>
            </w:rPr>
            <w:t>Příloha č. 6</w:t>
          </w:r>
        </w:p>
        <w:p w14:paraId="2EC5A84D" w14:textId="77777777" w:rsidR="0026433F" w:rsidRDefault="0026433F" w:rsidP="00F13FDA">
          <w:pPr>
            <w:pStyle w:val="Zpatvlevo"/>
          </w:pPr>
          <w:r w:rsidRPr="00B41CFD">
            <w:t>Smlouva o dílo</w:t>
          </w:r>
        </w:p>
        <w:p w14:paraId="6FD64CDD" w14:textId="77777777" w:rsidR="0026433F" w:rsidRPr="003462EB" w:rsidRDefault="0026433F" w:rsidP="00F13FDA">
          <w:pPr>
            <w:pStyle w:val="Zpatvlevo"/>
          </w:pPr>
          <w:r>
            <w:t>Z</w:t>
          </w:r>
          <w:r w:rsidRPr="00B63BD1">
            <w:t>hotovení Projektové dokumentace a stavby</w:t>
          </w:r>
        </w:p>
      </w:tc>
    </w:tr>
  </w:tbl>
  <w:p w14:paraId="0B5EEE6C" w14:textId="77777777" w:rsidR="0026433F" w:rsidRPr="00F13FDA" w:rsidRDefault="0026433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076217E4" w14:textId="77777777" w:rsidTr="00934B6B">
      <w:tc>
        <w:tcPr>
          <w:tcW w:w="0" w:type="auto"/>
          <w:tcMar>
            <w:left w:w="0" w:type="dxa"/>
            <w:right w:w="0" w:type="dxa"/>
          </w:tcMar>
          <w:vAlign w:val="bottom"/>
        </w:tcPr>
        <w:p w14:paraId="528DFA01" w14:textId="77777777" w:rsidR="0026433F" w:rsidRPr="00DD4862" w:rsidRDefault="0026433F" w:rsidP="00934B6B">
          <w:pPr>
            <w:pStyle w:val="Zpatvpravo"/>
            <w:rPr>
              <w:b/>
            </w:rPr>
          </w:pPr>
          <w:r w:rsidRPr="00DD4862">
            <w:rPr>
              <w:b/>
            </w:rPr>
            <w:t xml:space="preserve">Příloha č. </w:t>
          </w:r>
          <w:r>
            <w:rPr>
              <w:b/>
            </w:rPr>
            <w:t>6</w:t>
          </w:r>
        </w:p>
        <w:p w14:paraId="2BBCE469" w14:textId="77777777" w:rsidR="0026433F" w:rsidRPr="003462EB" w:rsidRDefault="0026433F" w:rsidP="00934B6B">
          <w:pPr>
            <w:pStyle w:val="Zpatvpravo"/>
          </w:pPr>
          <w:r>
            <w:t>Smlouva o dílo</w:t>
          </w:r>
        </w:p>
        <w:p w14:paraId="08936724"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5964905"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3</w:t>
          </w:r>
          <w:r>
            <w:rPr>
              <w:rStyle w:val="slostrnky"/>
            </w:rPr>
            <w:fldChar w:fldCharType="end"/>
          </w:r>
        </w:p>
      </w:tc>
    </w:tr>
  </w:tbl>
  <w:p w14:paraId="593B45D1" w14:textId="77777777" w:rsidR="0026433F" w:rsidRPr="00B8518B" w:rsidRDefault="0026433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475B86B7" w14:textId="77777777" w:rsidTr="00F13FDA">
      <w:tc>
        <w:tcPr>
          <w:tcW w:w="1021" w:type="dxa"/>
          <w:vAlign w:val="bottom"/>
        </w:tcPr>
        <w:p w14:paraId="4168F800"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26433F" w:rsidRPr="00DD4862" w:rsidRDefault="0026433F" w:rsidP="00F13FDA">
          <w:pPr>
            <w:pStyle w:val="Zpatvlevo"/>
            <w:rPr>
              <w:b/>
            </w:rPr>
          </w:pPr>
          <w:r>
            <w:rPr>
              <w:b/>
            </w:rPr>
            <w:t>Příloha č. 7</w:t>
          </w:r>
        </w:p>
        <w:p w14:paraId="393A5AA8" w14:textId="77777777" w:rsidR="0026433F" w:rsidRDefault="0026433F" w:rsidP="00F13FDA">
          <w:pPr>
            <w:pStyle w:val="Zpatvlevo"/>
          </w:pPr>
          <w:r w:rsidRPr="00B41CFD">
            <w:t>Smlouva o dílo</w:t>
          </w:r>
        </w:p>
        <w:p w14:paraId="0EB4C0F7" w14:textId="77777777" w:rsidR="0026433F" w:rsidRPr="003462EB" w:rsidRDefault="0026433F" w:rsidP="00F13FDA">
          <w:pPr>
            <w:pStyle w:val="Zpatvlevo"/>
          </w:pPr>
          <w:r>
            <w:t>Z</w:t>
          </w:r>
          <w:r w:rsidRPr="00B63BD1">
            <w:t>hotovení Projektové dokumentace a stavby</w:t>
          </w:r>
        </w:p>
      </w:tc>
    </w:tr>
  </w:tbl>
  <w:p w14:paraId="1D4C0328" w14:textId="77777777" w:rsidR="0026433F" w:rsidRPr="00F13FDA" w:rsidRDefault="0026433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376722D6" w14:textId="77777777" w:rsidTr="00934B6B">
      <w:tc>
        <w:tcPr>
          <w:tcW w:w="0" w:type="auto"/>
          <w:tcMar>
            <w:left w:w="0" w:type="dxa"/>
            <w:right w:w="0" w:type="dxa"/>
          </w:tcMar>
          <w:vAlign w:val="bottom"/>
        </w:tcPr>
        <w:p w14:paraId="177BD19C" w14:textId="77777777" w:rsidR="0026433F" w:rsidRPr="00DD4862" w:rsidRDefault="0026433F" w:rsidP="00934B6B">
          <w:pPr>
            <w:pStyle w:val="Zpatvpravo"/>
            <w:rPr>
              <w:b/>
            </w:rPr>
          </w:pPr>
          <w:r w:rsidRPr="00DD4862">
            <w:rPr>
              <w:b/>
            </w:rPr>
            <w:t xml:space="preserve">Příloha č. </w:t>
          </w:r>
          <w:r>
            <w:rPr>
              <w:b/>
            </w:rPr>
            <w:t>7</w:t>
          </w:r>
        </w:p>
        <w:p w14:paraId="0425195A" w14:textId="77777777" w:rsidR="0026433F" w:rsidRPr="003462EB" w:rsidRDefault="0026433F" w:rsidP="00934B6B">
          <w:pPr>
            <w:pStyle w:val="Zpatvpravo"/>
          </w:pPr>
          <w:r>
            <w:t>Smlouva o dílo</w:t>
          </w:r>
        </w:p>
        <w:p w14:paraId="1E4A56B5"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3ADCF57"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0AB044E9" w14:textId="77777777" w:rsidR="0026433F" w:rsidRPr="00B8518B" w:rsidRDefault="0026433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37043566" w14:textId="77777777" w:rsidTr="00F13FDA">
      <w:tc>
        <w:tcPr>
          <w:tcW w:w="1021" w:type="dxa"/>
          <w:vAlign w:val="bottom"/>
        </w:tcPr>
        <w:p w14:paraId="7FB47E05" w14:textId="219053B8"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F3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67F32">
            <w:rPr>
              <w:rStyle w:val="slostrnky"/>
              <w:noProof/>
            </w:rPr>
            <w:t>7</w:t>
          </w:r>
          <w:r>
            <w:rPr>
              <w:rStyle w:val="slostrnky"/>
            </w:rPr>
            <w:fldChar w:fldCharType="end"/>
          </w:r>
        </w:p>
      </w:tc>
      <w:tc>
        <w:tcPr>
          <w:tcW w:w="0" w:type="auto"/>
          <w:vAlign w:val="bottom"/>
        </w:tcPr>
        <w:p w14:paraId="4A5371F0" w14:textId="77777777" w:rsidR="0026433F" w:rsidRPr="00DD4862" w:rsidRDefault="0026433F" w:rsidP="00F13FDA">
          <w:pPr>
            <w:pStyle w:val="Zpatvlevo"/>
            <w:rPr>
              <w:b/>
            </w:rPr>
          </w:pPr>
          <w:r>
            <w:rPr>
              <w:b/>
            </w:rPr>
            <w:t>Příloha č. 8</w:t>
          </w:r>
        </w:p>
        <w:p w14:paraId="7E46E238" w14:textId="77777777" w:rsidR="0026433F" w:rsidRDefault="0026433F" w:rsidP="00F13FDA">
          <w:pPr>
            <w:pStyle w:val="Zpatvlevo"/>
          </w:pPr>
          <w:r w:rsidRPr="00B41CFD">
            <w:t>Smlouva o dílo</w:t>
          </w:r>
        </w:p>
        <w:p w14:paraId="00617CFA" w14:textId="77777777" w:rsidR="0026433F" w:rsidRPr="003462EB" w:rsidRDefault="0026433F" w:rsidP="00F13FDA">
          <w:pPr>
            <w:pStyle w:val="Zpatvlevo"/>
          </w:pPr>
          <w:r>
            <w:t>Z</w:t>
          </w:r>
          <w:r w:rsidRPr="00B63BD1">
            <w:t>hotovení Projektové dokumentace a stavby</w:t>
          </w:r>
        </w:p>
      </w:tc>
    </w:tr>
  </w:tbl>
  <w:p w14:paraId="378154D6" w14:textId="77777777" w:rsidR="0026433F" w:rsidRPr="00F13FDA" w:rsidRDefault="0026433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4400289A" w14:textId="77777777" w:rsidTr="00934B6B">
      <w:tc>
        <w:tcPr>
          <w:tcW w:w="0" w:type="auto"/>
          <w:tcMar>
            <w:left w:w="0" w:type="dxa"/>
            <w:right w:w="0" w:type="dxa"/>
          </w:tcMar>
          <w:vAlign w:val="bottom"/>
        </w:tcPr>
        <w:p w14:paraId="5EE5CFD2" w14:textId="77777777" w:rsidR="0026433F" w:rsidRPr="00DD4862" w:rsidRDefault="0026433F" w:rsidP="00934B6B">
          <w:pPr>
            <w:pStyle w:val="Zpatvpravo"/>
            <w:rPr>
              <w:b/>
            </w:rPr>
          </w:pPr>
          <w:r w:rsidRPr="00DD4862">
            <w:rPr>
              <w:b/>
            </w:rPr>
            <w:t xml:space="preserve">Příloha č. </w:t>
          </w:r>
          <w:r>
            <w:rPr>
              <w:b/>
            </w:rPr>
            <w:t>8</w:t>
          </w:r>
        </w:p>
        <w:p w14:paraId="31628953" w14:textId="77777777" w:rsidR="0026433F" w:rsidRPr="003462EB" w:rsidRDefault="0026433F" w:rsidP="00934B6B">
          <w:pPr>
            <w:pStyle w:val="Zpatvpravo"/>
          </w:pPr>
          <w:r>
            <w:t>Smlouva o dílo</w:t>
          </w:r>
        </w:p>
        <w:p w14:paraId="2C3B0D6B"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D77E12C"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5522624D" w14:textId="77777777" w:rsidR="0026433F" w:rsidRPr="00B8518B" w:rsidRDefault="002643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44ED" w:rsidRPr="006344ED" w14:paraId="1B51C695" w14:textId="77777777" w:rsidTr="005053DF">
      <w:tc>
        <w:tcPr>
          <w:tcW w:w="0" w:type="auto"/>
          <w:tcMar>
            <w:left w:w="0" w:type="dxa"/>
            <w:right w:w="0" w:type="dxa"/>
          </w:tcMar>
          <w:vAlign w:val="bottom"/>
        </w:tcPr>
        <w:p w14:paraId="285517AB" w14:textId="77777777" w:rsidR="006344ED" w:rsidRPr="006344ED" w:rsidRDefault="006344ED" w:rsidP="006344ED">
          <w:pPr>
            <w:spacing w:after="0" w:line="240" w:lineRule="auto"/>
            <w:jc w:val="right"/>
            <w:rPr>
              <w:sz w:val="12"/>
            </w:rPr>
          </w:pPr>
          <w:r w:rsidRPr="006344ED">
            <w:rPr>
              <w:sz w:val="12"/>
            </w:rPr>
            <w:t>Smlouva o dílo</w:t>
          </w:r>
        </w:p>
        <w:p w14:paraId="6379C406" w14:textId="77777777" w:rsidR="006344ED" w:rsidRPr="006344ED" w:rsidRDefault="006344ED" w:rsidP="006344ED">
          <w:pPr>
            <w:spacing w:after="0" w:line="240" w:lineRule="auto"/>
            <w:jc w:val="right"/>
            <w:rPr>
              <w:sz w:val="12"/>
            </w:rPr>
          </w:pPr>
          <w:r w:rsidRPr="006344ED">
            <w:rPr>
              <w:sz w:val="12"/>
            </w:rPr>
            <w:t>Zhotovení Projektové dokumentace a stavby</w:t>
          </w:r>
        </w:p>
        <w:p w14:paraId="51621044" w14:textId="77777777" w:rsidR="006344ED" w:rsidRPr="006344ED" w:rsidRDefault="006344ED" w:rsidP="006344ED">
          <w:pPr>
            <w:spacing w:after="0" w:line="240" w:lineRule="auto"/>
            <w:jc w:val="right"/>
            <w:rPr>
              <w:sz w:val="12"/>
            </w:rPr>
          </w:pPr>
          <w:r w:rsidRPr="006344ED">
            <w:rPr>
              <w:sz w:val="12"/>
            </w:rPr>
            <w:t>Úprava napájecích zdrojů BTS GSM-R</w:t>
          </w:r>
        </w:p>
      </w:tc>
      <w:tc>
        <w:tcPr>
          <w:tcW w:w="1021" w:type="dxa"/>
          <w:vAlign w:val="bottom"/>
        </w:tcPr>
        <w:p w14:paraId="3A16E4BC" w14:textId="49BD99D5" w:rsidR="006344ED" w:rsidRPr="006344ED" w:rsidRDefault="006344ED" w:rsidP="006344ED">
          <w:pPr>
            <w:spacing w:after="0" w:line="240" w:lineRule="auto"/>
            <w:jc w:val="right"/>
            <w:rPr>
              <w:sz w:val="12"/>
            </w:rPr>
          </w:pPr>
          <w:r w:rsidRPr="006344ED">
            <w:rPr>
              <w:b/>
              <w:color w:val="FF5200" w:themeColor="accent2"/>
              <w:sz w:val="14"/>
            </w:rPr>
            <w:fldChar w:fldCharType="begin"/>
          </w:r>
          <w:r w:rsidRPr="006344ED">
            <w:rPr>
              <w:b/>
              <w:color w:val="FF5200" w:themeColor="accent2"/>
              <w:sz w:val="14"/>
            </w:rPr>
            <w:instrText>PAGE   \* MERGEFORMAT</w:instrText>
          </w:r>
          <w:r w:rsidRPr="006344ED">
            <w:rPr>
              <w:b/>
              <w:color w:val="FF5200" w:themeColor="accent2"/>
              <w:sz w:val="14"/>
            </w:rPr>
            <w:fldChar w:fldCharType="separate"/>
          </w:r>
          <w:r w:rsidR="005A1495">
            <w:rPr>
              <w:b/>
              <w:noProof/>
              <w:color w:val="FF5200" w:themeColor="accent2"/>
              <w:sz w:val="14"/>
            </w:rPr>
            <w:t>5</w:t>
          </w:r>
          <w:r w:rsidRPr="006344ED">
            <w:rPr>
              <w:b/>
              <w:color w:val="FF5200" w:themeColor="accent2"/>
              <w:sz w:val="14"/>
            </w:rPr>
            <w:fldChar w:fldCharType="end"/>
          </w:r>
          <w:r w:rsidRPr="006344ED">
            <w:rPr>
              <w:b/>
              <w:color w:val="FF5200" w:themeColor="accent2"/>
              <w:sz w:val="14"/>
            </w:rPr>
            <w:t>/</w:t>
          </w:r>
          <w:r w:rsidRPr="006344ED">
            <w:rPr>
              <w:b/>
              <w:color w:val="FF5200" w:themeColor="accent2"/>
              <w:sz w:val="14"/>
              <w:szCs w:val="14"/>
            </w:rPr>
            <w:fldChar w:fldCharType="begin"/>
          </w:r>
          <w:r w:rsidRPr="006344ED">
            <w:rPr>
              <w:b/>
              <w:color w:val="FF5200" w:themeColor="accent2"/>
              <w:sz w:val="14"/>
              <w:szCs w:val="14"/>
            </w:rPr>
            <w:instrText xml:space="preserve"> SECTIONPAGES  \* Arabic  \* MERGEFORMAT </w:instrText>
          </w:r>
          <w:r w:rsidRPr="006344ED">
            <w:rPr>
              <w:b/>
              <w:color w:val="FF5200" w:themeColor="accent2"/>
              <w:sz w:val="14"/>
              <w:szCs w:val="14"/>
            </w:rPr>
            <w:fldChar w:fldCharType="separate"/>
          </w:r>
          <w:r w:rsidR="005A1495">
            <w:rPr>
              <w:b/>
              <w:noProof/>
              <w:color w:val="FF5200" w:themeColor="accent2"/>
              <w:sz w:val="14"/>
              <w:szCs w:val="14"/>
            </w:rPr>
            <w:t>8</w:t>
          </w:r>
          <w:r w:rsidRPr="006344ED">
            <w:rPr>
              <w:b/>
              <w:noProof/>
              <w:color w:val="FF5200" w:themeColor="accent2"/>
              <w:sz w:val="14"/>
              <w:szCs w:val="14"/>
            </w:rPr>
            <w:fldChar w:fldCharType="end"/>
          </w:r>
        </w:p>
      </w:tc>
    </w:tr>
  </w:tbl>
  <w:p w14:paraId="05A4A1EF" w14:textId="77777777" w:rsidR="0026433F" w:rsidRPr="00B8518B" w:rsidRDefault="0026433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17A00C67" w14:textId="77777777" w:rsidTr="00F13FDA">
      <w:tc>
        <w:tcPr>
          <w:tcW w:w="1021" w:type="dxa"/>
          <w:vAlign w:val="bottom"/>
        </w:tcPr>
        <w:p w14:paraId="391F9ADB" w14:textId="5F433058"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A1495">
            <w:rPr>
              <w:rStyle w:val="slostrnky"/>
              <w:noProof/>
            </w:rPr>
            <w:t>4</w:t>
          </w:r>
          <w:r>
            <w:rPr>
              <w:rStyle w:val="slostrnky"/>
            </w:rPr>
            <w:fldChar w:fldCharType="end"/>
          </w:r>
        </w:p>
      </w:tc>
      <w:tc>
        <w:tcPr>
          <w:tcW w:w="0" w:type="auto"/>
          <w:vAlign w:val="bottom"/>
        </w:tcPr>
        <w:p w14:paraId="0C84A86A" w14:textId="0A4EB90F" w:rsidR="0026433F" w:rsidRPr="00DD4862" w:rsidRDefault="00B67F32" w:rsidP="00F13FDA">
          <w:pPr>
            <w:pStyle w:val="Zpatvlevo"/>
            <w:rPr>
              <w:b/>
            </w:rPr>
          </w:pPr>
          <w:r>
            <w:rPr>
              <w:b/>
            </w:rPr>
            <w:t>Příloha č. 10</w:t>
          </w:r>
        </w:p>
        <w:p w14:paraId="583DB0B7" w14:textId="77777777" w:rsidR="0026433F" w:rsidRDefault="0026433F" w:rsidP="00F13FDA">
          <w:pPr>
            <w:pStyle w:val="Zpatvlevo"/>
          </w:pPr>
          <w:r w:rsidRPr="00B41CFD">
            <w:t>Smlouva o dílo</w:t>
          </w:r>
        </w:p>
        <w:p w14:paraId="51B13DE3" w14:textId="77777777" w:rsidR="0026433F" w:rsidRPr="003462EB" w:rsidRDefault="0026433F" w:rsidP="00F13FDA">
          <w:pPr>
            <w:pStyle w:val="Zpatvlevo"/>
          </w:pPr>
          <w:r>
            <w:t>Z</w:t>
          </w:r>
          <w:r w:rsidRPr="00B63BD1">
            <w:t>hotovení Projektové dokumentace a stavby</w:t>
          </w:r>
        </w:p>
      </w:tc>
    </w:tr>
  </w:tbl>
  <w:p w14:paraId="72088436" w14:textId="77777777" w:rsidR="0026433F" w:rsidRPr="00F13FDA" w:rsidRDefault="0026433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481F7ED1" w14:textId="77777777" w:rsidTr="00934B6B">
      <w:tc>
        <w:tcPr>
          <w:tcW w:w="0" w:type="auto"/>
          <w:tcMar>
            <w:left w:w="0" w:type="dxa"/>
            <w:right w:w="0" w:type="dxa"/>
          </w:tcMar>
          <w:vAlign w:val="bottom"/>
        </w:tcPr>
        <w:p w14:paraId="5F919DFC" w14:textId="77777777" w:rsidR="0026433F" w:rsidRPr="00DD4862" w:rsidRDefault="0026433F" w:rsidP="00934B6B">
          <w:pPr>
            <w:pStyle w:val="Zpatvpravo"/>
            <w:rPr>
              <w:b/>
            </w:rPr>
          </w:pPr>
          <w:r w:rsidRPr="00DD4862">
            <w:rPr>
              <w:b/>
            </w:rPr>
            <w:t xml:space="preserve">Příloha č. </w:t>
          </w:r>
          <w:r>
            <w:rPr>
              <w:b/>
            </w:rPr>
            <w:t>9</w:t>
          </w:r>
        </w:p>
        <w:p w14:paraId="7066BC56" w14:textId="77777777" w:rsidR="0026433F" w:rsidRPr="003462EB" w:rsidRDefault="0026433F" w:rsidP="00934B6B">
          <w:pPr>
            <w:pStyle w:val="Zpatvpravo"/>
          </w:pPr>
          <w:r>
            <w:t>Smlouva o dílo</w:t>
          </w:r>
        </w:p>
        <w:p w14:paraId="30542FBF"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0B6786A"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7B50E386" w14:textId="77777777" w:rsidR="0026433F" w:rsidRPr="00B8518B" w:rsidRDefault="0026433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7F32" w:rsidRPr="009E09BE" w14:paraId="696D349B" w14:textId="77777777" w:rsidTr="00934B6B">
      <w:tc>
        <w:tcPr>
          <w:tcW w:w="0" w:type="auto"/>
          <w:tcMar>
            <w:left w:w="0" w:type="dxa"/>
            <w:right w:w="0" w:type="dxa"/>
          </w:tcMar>
          <w:vAlign w:val="bottom"/>
        </w:tcPr>
        <w:p w14:paraId="1F929433" w14:textId="54F8BEB8" w:rsidR="00B67F32" w:rsidRPr="00DD4862" w:rsidRDefault="00B67F32" w:rsidP="00934B6B">
          <w:pPr>
            <w:pStyle w:val="Zpatvpravo"/>
            <w:rPr>
              <w:b/>
            </w:rPr>
          </w:pPr>
          <w:r w:rsidRPr="00DD4862">
            <w:rPr>
              <w:b/>
            </w:rPr>
            <w:t xml:space="preserve">Příloha č. </w:t>
          </w:r>
          <w:r>
            <w:rPr>
              <w:b/>
            </w:rPr>
            <w:t>10</w:t>
          </w:r>
        </w:p>
        <w:p w14:paraId="554C2AFD" w14:textId="77777777" w:rsidR="00B67F32" w:rsidRPr="003462EB" w:rsidRDefault="00B67F32" w:rsidP="00934B6B">
          <w:pPr>
            <w:pStyle w:val="Zpatvpravo"/>
          </w:pPr>
          <w:r>
            <w:t>Smlouva o dílo</w:t>
          </w:r>
        </w:p>
        <w:p w14:paraId="661A212C" w14:textId="77777777" w:rsidR="00B67F32" w:rsidRPr="003462EB" w:rsidRDefault="00B67F32" w:rsidP="00934B6B">
          <w:pPr>
            <w:pStyle w:val="Zpatvpravo"/>
            <w:rPr>
              <w:rStyle w:val="slostrnky"/>
              <w:b w:val="0"/>
              <w:color w:val="auto"/>
              <w:sz w:val="12"/>
            </w:rPr>
          </w:pPr>
          <w:r>
            <w:t>Z</w:t>
          </w:r>
          <w:r w:rsidRPr="00B63BD1">
            <w:t>hotovení Projektové dokumentace a stavby</w:t>
          </w:r>
        </w:p>
      </w:tc>
      <w:tc>
        <w:tcPr>
          <w:tcW w:w="1021" w:type="dxa"/>
          <w:vAlign w:val="bottom"/>
        </w:tcPr>
        <w:p w14:paraId="13777917" w14:textId="15C76D3E" w:rsidR="00B67F32" w:rsidRPr="009E09BE" w:rsidRDefault="00B67F3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4</w:t>
          </w:r>
          <w:r>
            <w:rPr>
              <w:rStyle w:val="slostrnky"/>
            </w:rPr>
            <w:fldChar w:fldCharType="end"/>
          </w:r>
        </w:p>
      </w:tc>
    </w:tr>
  </w:tbl>
  <w:p w14:paraId="1D880291" w14:textId="77777777" w:rsidR="00B67F32" w:rsidRPr="00B8518B" w:rsidRDefault="00B67F3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44ED" w:rsidRPr="006344ED" w14:paraId="7B2EEBEA" w14:textId="77777777" w:rsidTr="005053DF">
      <w:tc>
        <w:tcPr>
          <w:tcW w:w="0" w:type="auto"/>
          <w:tcMar>
            <w:left w:w="0" w:type="dxa"/>
            <w:right w:w="0" w:type="dxa"/>
          </w:tcMar>
          <w:vAlign w:val="bottom"/>
        </w:tcPr>
        <w:p w14:paraId="11291E0F" w14:textId="77777777" w:rsidR="006344ED" w:rsidRPr="006344ED" w:rsidRDefault="006344ED" w:rsidP="006344ED">
          <w:pPr>
            <w:spacing w:after="0" w:line="240" w:lineRule="auto"/>
            <w:jc w:val="right"/>
            <w:rPr>
              <w:sz w:val="12"/>
            </w:rPr>
          </w:pPr>
          <w:r w:rsidRPr="006344ED">
            <w:rPr>
              <w:sz w:val="12"/>
            </w:rPr>
            <w:t>Smlouva o dílo</w:t>
          </w:r>
        </w:p>
        <w:p w14:paraId="7172EF07" w14:textId="77777777" w:rsidR="006344ED" w:rsidRPr="006344ED" w:rsidRDefault="006344ED" w:rsidP="006344ED">
          <w:pPr>
            <w:spacing w:after="0" w:line="240" w:lineRule="auto"/>
            <w:jc w:val="right"/>
            <w:rPr>
              <w:sz w:val="12"/>
            </w:rPr>
          </w:pPr>
          <w:r w:rsidRPr="006344ED">
            <w:rPr>
              <w:sz w:val="12"/>
            </w:rPr>
            <w:t>Zhotovení Projektové dokumentace a stavby</w:t>
          </w:r>
        </w:p>
        <w:p w14:paraId="6148C79E" w14:textId="419DA829" w:rsidR="006344ED" w:rsidRPr="006344ED" w:rsidRDefault="006344ED" w:rsidP="006344ED">
          <w:pPr>
            <w:spacing w:after="0" w:line="240" w:lineRule="auto"/>
            <w:jc w:val="right"/>
            <w:rPr>
              <w:sz w:val="12"/>
            </w:rPr>
          </w:pPr>
          <w:r w:rsidRPr="006344ED">
            <w:rPr>
              <w:sz w:val="12"/>
            </w:rPr>
            <w:t>Úprava napájecích zdrojů BTS GSM-R</w:t>
          </w:r>
        </w:p>
      </w:tc>
      <w:tc>
        <w:tcPr>
          <w:tcW w:w="1021" w:type="dxa"/>
          <w:vAlign w:val="bottom"/>
        </w:tcPr>
        <w:p w14:paraId="401EDDC7" w14:textId="7C8F22A4" w:rsidR="006344ED" w:rsidRPr="006344ED" w:rsidRDefault="006344ED" w:rsidP="006344ED">
          <w:pPr>
            <w:spacing w:after="0" w:line="240" w:lineRule="auto"/>
            <w:jc w:val="right"/>
            <w:rPr>
              <w:sz w:val="12"/>
            </w:rPr>
          </w:pPr>
          <w:r w:rsidRPr="006344ED">
            <w:rPr>
              <w:b/>
              <w:color w:val="FF5200" w:themeColor="accent2"/>
              <w:sz w:val="14"/>
            </w:rPr>
            <w:fldChar w:fldCharType="begin"/>
          </w:r>
          <w:r w:rsidRPr="006344ED">
            <w:rPr>
              <w:b/>
              <w:color w:val="FF5200" w:themeColor="accent2"/>
              <w:sz w:val="14"/>
            </w:rPr>
            <w:instrText>PAGE   \* MERGEFORMAT</w:instrText>
          </w:r>
          <w:r w:rsidRPr="006344ED">
            <w:rPr>
              <w:b/>
              <w:color w:val="FF5200" w:themeColor="accent2"/>
              <w:sz w:val="14"/>
            </w:rPr>
            <w:fldChar w:fldCharType="separate"/>
          </w:r>
          <w:r w:rsidR="005A1495">
            <w:rPr>
              <w:b/>
              <w:noProof/>
              <w:color w:val="FF5200" w:themeColor="accent2"/>
              <w:sz w:val="14"/>
            </w:rPr>
            <w:t>1</w:t>
          </w:r>
          <w:r w:rsidRPr="006344ED">
            <w:rPr>
              <w:b/>
              <w:color w:val="FF5200" w:themeColor="accent2"/>
              <w:sz w:val="14"/>
            </w:rPr>
            <w:fldChar w:fldCharType="end"/>
          </w:r>
          <w:r w:rsidRPr="006344ED">
            <w:rPr>
              <w:b/>
              <w:color w:val="FF5200" w:themeColor="accent2"/>
              <w:sz w:val="14"/>
            </w:rPr>
            <w:t>/</w:t>
          </w:r>
          <w:r w:rsidRPr="006344ED">
            <w:rPr>
              <w:b/>
              <w:color w:val="FF5200" w:themeColor="accent2"/>
              <w:sz w:val="14"/>
              <w:szCs w:val="14"/>
            </w:rPr>
            <w:fldChar w:fldCharType="begin"/>
          </w:r>
          <w:r w:rsidRPr="006344ED">
            <w:rPr>
              <w:b/>
              <w:color w:val="FF5200" w:themeColor="accent2"/>
              <w:sz w:val="14"/>
              <w:szCs w:val="14"/>
            </w:rPr>
            <w:instrText xml:space="preserve"> SECTIONPAGES  \* Arabic  \* MERGEFORMAT </w:instrText>
          </w:r>
          <w:r w:rsidRPr="006344ED">
            <w:rPr>
              <w:b/>
              <w:color w:val="FF5200" w:themeColor="accent2"/>
              <w:sz w:val="14"/>
              <w:szCs w:val="14"/>
            </w:rPr>
            <w:fldChar w:fldCharType="separate"/>
          </w:r>
          <w:r w:rsidR="005A1495">
            <w:rPr>
              <w:b/>
              <w:noProof/>
              <w:color w:val="FF5200" w:themeColor="accent2"/>
              <w:sz w:val="14"/>
              <w:szCs w:val="14"/>
            </w:rPr>
            <w:t>8</w:t>
          </w:r>
          <w:r w:rsidRPr="006344ED">
            <w:rPr>
              <w:b/>
              <w:noProof/>
              <w:color w:val="FF5200" w:themeColor="accent2"/>
              <w:sz w:val="14"/>
              <w:szCs w:val="14"/>
            </w:rPr>
            <w:fldChar w:fldCharType="end"/>
          </w:r>
        </w:p>
      </w:tc>
    </w:tr>
  </w:tbl>
  <w:p w14:paraId="4FF3B5FD" w14:textId="77777777" w:rsidR="0026433F" w:rsidRDefault="0026433F" w:rsidP="00BF2895">
    <w:pPr>
      <w:pStyle w:val="Zpat"/>
      <w:rPr>
        <w:sz w:val="2"/>
        <w:szCs w:val="2"/>
      </w:rPr>
    </w:pPr>
  </w:p>
  <w:p w14:paraId="53999A41" w14:textId="6721793E" w:rsidR="0026433F" w:rsidRPr="001E4BDC" w:rsidRDefault="0026433F" w:rsidP="00BF2895">
    <w:pPr>
      <w:pStyle w:val="Zpat"/>
      <w:rPr>
        <w:sz w:val="12"/>
        <w:szCs w:val="12"/>
      </w:rPr>
    </w:pPr>
  </w:p>
  <w:p w14:paraId="46BF864E" w14:textId="77777777" w:rsidR="0026433F" w:rsidRPr="001E4BDC" w:rsidRDefault="0026433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642DC659" w14:textId="77777777" w:rsidTr="00F13FDA">
      <w:tc>
        <w:tcPr>
          <w:tcW w:w="1021" w:type="dxa"/>
          <w:vAlign w:val="bottom"/>
        </w:tcPr>
        <w:p w14:paraId="05B06B54"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26433F" w:rsidRPr="00DD4862" w:rsidRDefault="0026433F" w:rsidP="00F13FDA">
          <w:pPr>
            <w:pStyle w:val="Zpatvlevo"/>
            <w:rPr>
              <w:b/>
            </w:rPr>
          </w:pPr>
          <w:r w:rsidRPr="00DD4862">
            <w:rPr>
              <w:b/>
            </w:rPr>
            <w:t>Příloha č. 1</w:t>
          </w:r>
        </w:p>
        <w:p w14:paraId="407EE127" w14:textId="77777777" w:rsidR="0026433F" w:rsidRDefault="0026433F" w:rsidP="00F13FDA">
          <w:pPr>
            <w:pStyle w:val="Zpatvlevo"/>
          </w:pPr>
          <w:r w:rsidRPr="00B41CFD">
            <w:t>Smlouva o dílo</w:t>
          </w:r>
        </w:p>
        <w:p w14:paraId="5E9062DE" w14:textId="77777777" w:rsidR="0026433F" w:rsidRPr="003462EB" w:rsidRDefault="0026433F" w:rsidP="00F13FDA">
          <w:pPr>
            <w:pStyle w:val="Zpatvlevo"/>
          </w:pPr>
          <w:r>
            <w:t>Z</w:t>
          </w:r>
          <w:r w:rsidRPr="00B63BD1">
            <w:t>hotovení Projektové dokumentace a stavby</w:t>
          </w:r>
        </w:p>
      </w:tc>
    </w:tr>
  </w:tbl>
  <w:p w14:paraId="4B1F2D28" w14:textId="77777777" w:rsidR="0026433F" w:rsidRPr="00F13FDA" w:rsidRDefault="0026433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26433F" w:rsidRDefault="0026433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640C53A3" w14:textId="77777777" w:rsidTr="00934B6B">
      <w:tc>
        <w:tcPr>
          <w:tcW w:w="0" w:type="auto"/>
          <w:tcMar>
            <w:left w:w="0" w:type="dxa"/>
            <w:right w:w="0" w:type="dxa"/>
          </w:tcMar>
          <w:vAlign w:val="bottom"/>
        </w:tcPr>
        <w:p w14:paraId="1F3DDB04" w14:textId="77777777" w:rsidR="0026433F" w:rsidRPr="00DD4862" w:rsidRDefault="0026433F" w:rsidP="00934B6B">
          <w:pPr>
            <w:pStyle w:val="Zpatvpravo"/>
            <w:rPr>
              <w:b/>
            </w:rPr>
          </w:pPr>
          <w:r w:rsidRPr="00DD4862">
            <w:rPr>
              <w:b/>
            </w:rPr>
            <w:t>Příloha č. 1</w:t>
          </w:r>
        </w:p>
        <w:p w14:paraId="2307E66C" w14:textId="77777777" w:rsidR="0026433F" w:rsidRPr="003462EB" w:rsidRDefault="0026433F" w:rsidP="00934B6B">
          <w:pPr>
            <w:pStyle w:val="Zpatvpravo"/>
          </w:pPr>
          <w:r>
            <w:t>Smlouva o dílo</w:t>
          </w:r>
        </w:p>
        <w:p w14:paraId="011F7908" w14:textId="77777777" w:rsidR="0026433F" w:rsidRPr="003462EB" w:rsidRDefault="0026433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A91EC50" w:rsidR="0026433F" w:rsidRPr="009E09BE" w:rsidRDefault="0026433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47F1712A" w14:textId="77777777" w:rsidR="0026433F" w:rsidRPr="00B8518B" w:rsidRDefault="002643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0BBEB616" w14:textId="77777777" w:rsidTr="00F13FDA">
      <w:tc>
        <w:tcPr>
          <w:tcW w:w="1021" w:type="dxa"/>
          <w:vAlign w:val="bottom"/>
        </w:tcPr>
        <w:p w14:paraId="6D2FDC0A"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26433F" w:rsidRPr="00DD4862" w:rsidRDefault="0026433F" w:rsidP="00F13FDA">
          <w:pPr>
            <w:pStyle w:val="Zpatvlevo"/>
            <w:rPr>
              <w:b/>
            </w:rPr>
          </w:pPr>
          <w:r>
            <w:rPr>
              <w:b/>
            </w:rPr>
            <w:t>Příloha č. 2</w:t>
          </w:r>
        </w:p>
        <w:p w14:paraId="49286FA0" w14:textId="77777777" w:rsidR="0026433F" w:rsidRDefault="0026433F" w:rsidP="00F13FDA">
          <w:pPr>
            <w:pStyle w:val="Zpatvlevo"/>
          </w:pPr>
          <w:r w:rsidRPr="00B41CFD">
            <w:t>Smlouva o dílo</w:t>
          </w:r>
        </w:p>
        <w:p w14:paraId="2F4F2EAF" w14:textId="77777777" w:rsidR="0026433F" w:rsidRPr="003462EB" w:rsidRDefault="0026433F" w:rsidP="00F13FDA">
          <w:pPr>
            <w:pStyle w:val="Zpatvlevo"/>
          </w:pPr>
          <w:r>
            <w:t>Z</w:t>
          </w:r>
          <w:r w:rsidRPr="00B63BD1">
            <w:t>hotovení Projektové dokumentace a stavby</w:t>
          </w:r>
        </w:p>
      </w:tc>
    </w:tr>
  </w:tbl>
  <w:p w14:paraId="2E5C1A8C" w14:textId="77777777" w:rsidR="0026433F" w:rsidRPr="00F13FDA" w:rsidRDefault="0026433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39F222F1" w14:textId="77777777" w:rsidTr="00934B6B">
      <w:tc>
        <w:tcPr>
          <w:tcW w:w="0" w:type="auto"/>
          <w:tcMar>
            <w:left w:w="0" w:type="dxa"/>
            <w:right w:w="0" w:type="dxa"/>
          </w:tcMar>
          <w:vAlign w:val="bottom"/>
        </w:tcPr>
        <w:p w14:paraId="45B7265B" w14:textId="77777777" w:rsidR="0026433F" w:rsidRPr="00DD4862" w:rsidRDefault="0026433F" w:rsidP="00934B6B">
          <w:pPr>
            <w:pStyle w:val="Zpatvpravo"/>
            <w:rPr>
              <w:b/>
            </w:rPr>
          </w:pPr>
          <w:r w:rsidRPr="00DD4862">
            <w:rPr>
              <w:b/>
            </w:rPr>
            <w:t>Příloha č. 2</w:t>
          </w:r>
        </w:p>
        <w:p w14:paraId="1E47570A" w14:textId="77777777" w:rsidR="0026433F" w:rsidRPr="003462EB" w:rsidRDefault="0026433F" w:rsidP="00934B6B">
          <w:pPr>
            <w:pStyle w:val="Zpatvpravo"/>
          </w:pPr>
          <w:r>
            <w:t>Smlouva o dílo</w:t>
          </w:r>
        </w:p>
        <w:p w14:paraId="31E2D647"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E53E80C"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19334840" w14:textId="77777777" w:rsidR="0026433F" w:rsidRPr="00B8518B" w:rsidRDefault="002643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433F" w:rsidRPr="003462EB" w14:paraId="5F7BD0FA" w14:textId="77777777" w:rsidTr="00F13FDA">
      <w:tc>
        <w:tcPr>
          <w:tcW w:w="1021" w:type="dxa"/>
          <w:vAlign w:val="bottom"/>
        </w:tcPr>
        <w:p w14:paraId="6ED25A52" w14:textId="77777777" w:rsidR="0026433F" w:rsidRPr="00B8518B" w:rsidRDefault="0026433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26433F" w:rsidRPr="00DD4862" w:rsidRDefault="0026433F" w:rsidP="00F13FDA">
          <w:pPr>
            <w:pStyle w:val="Zpatvlevo"/>
            <w:rPr>
              <w:b/>
            </w:rPr>
          </w:pPr>
          <w:r>
            <w:rPr>
              <w:b/>
            </w:rPr>
            <w:t>Příloha č. 3</w:t>
          </w:r>
        </w:p>
        <w:p w14:paraId="2507A82B" w14:textId="77777777" w:rsidR="0026433F" w:rsidRDefault="0026433F" w:rsidP="00F13FDA">
          <w:pPr>
            <w:pStyle w:val="Zpatvlevo"/>
          </w:pPr>
          <w:r w:rsidRPr="00B41CFD">
            <w:t>Smlouva o dílo</w:t>
          </w:r>
        </w:p>
        <w:p w14:paraId="31CB4DFE" w14:textId="77777777" w:rsidR="0026433F" w:rsidRPr="003462EB" w:rsidRDefault="0026433F" w:rsidP="00F13FDA">
          <w:pPr>
            <w:pStyle w:val="Zpatvlevo"/>
          </w:pPr>
          <w:r>
            <w:t>Z</w:t>
          </w:r>
          <w:r w:rsidRPr="00B63BD1">
            <w:t>hotovení Projektové dokumentace a stavby</w:t>
          </w:r>
        </w:p>
      </w:tc>
    </w:tr>
  </w:tbl>
  <w:p w14:paraId="2C0D0081" w14:textId="77777777" w:rsidR="0026433F" w:rsidRPr="00F13FDA" w:rsidRDefault="0026433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433F" w:rsidRPr="009E09BE" w14:paraId="1724B44A" w14:textId="77777777" w:rsidTr="00934B6B">
      <w:tc>
        <w:tcPr>
          <w:tcW w:w="0" w:type="auto"/>
          <w:tcMar>
            <w:left w:w="0" w:type="dxa"/>
            <w:right w:w="0" w:type="dxa"/>
          </w:tcMar>
          <w:vAlign w:val="bottom"/>
        </w:tcPr>
        <w:p w14:paraId="6BCA8218" w14:textId="77777777" w:rsidR="0026433F" w:rsidRPr="00DD4862" w:rsidRDefault="0026433F" w:rsidP="00934B6B">
          <w:pPr>
            <w:pStyle w:val="Zpatvpravo"/>
            <w:rPr>
              <w:b/>
            </w:rPr>
          </w:pPr>
          <w:r w:rsidRPr="00DD4862">
            <w:rPr>
              <w:b/>
            </w:rPr>
            <w:t xml:space="preserve">Příloha č. </w:t>
          </w:r>
          <w:r>
            <w:rPr>
              <w:b/>
            </w:rPr>
            <w:t>3</w:t>
          </w:r>
        </w:p>
        <w:p w14:paraId="52EDCD13" w14:textId="77777777" w:rsidR="0026433F" w:rsidRPr="003462EB" w:rsidRDefault="0026433F" w:rsidP="00934B6B">
          <w:pPr>
            <w:pStyle w:val="Zpatvpravo"/>
          </w:pPr>
          <w:r>
            <w:t>Smlouva o dílo</w:t>
          </w:r>
        </w:p>
        <w:p w14:paraId="07E14393" w14:textId="77777777" w:rsidR="0026433F" w:rsidRPr="003462EB" w:rsidRDefault="0026433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EFA30E6" w:rsidR="0026433F" w:rsidRPr="009E09BE" w:rsidRDefault="0026433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A1495">
            <w:rPr>
              <w:rStyle w:val="slostrnky"/>
              <w:noProof/>
            </w:rPr>
            <w:t>1</w:t>
          </w:r>
          <w:r>
            <w:rPr>
              <w:rStyle w:val="slostrnky"/>
            </w:rPr>
            <w:fldChar w:fldCharType="end"/>
          </w:r>
        </w:p>
      </w:tc>
    </w:tr>
  </w:tbl>
  <w:p w14:paraId="762526CA" w14:textId="77777777" w:rsidR="0026433F" w:rsidRPr="00B8518B" w:rsidRDefault="002643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FB41B" w14:textId="77777777" w:rsidR="00225D18" w:rsidRDefault="00225D18" w:rsidP="00962258">
      <w:pPr>
        <w:spacing w:after="0" w:line="240" w:lineRule="auto"/>
      </w:pPr>
      <w:r>
        <w:separator/>
      </w:r>
    </w:p>
  </w:footnote>
  <w:footnote w:type="continuationSeparator" w:id="0">
    <w:p w14:paraId="2551E0F0" w14:textId="77777777" w:rsidR="00225D18" w:rsidRDefault="00225D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433F" w14:paraId="15F803D2" w14:textId="77777777" w:rsidTr="00B22106">
      <w:trPr>
        <w:trHeight w:hRule="exact" w:val="936"/>
      </w:trPr>
      <w:tc>
        <w:tcPr>
          <w:tcW w:w="1361" w:type="dxa"/>
          <w:tcMar>
            <w:left w:w="0" w:type="dxa"/>
            <w:right w:w="0" w:type="dxa"/>
          </w:tcMar>
        </w:tcPr>
        <w:p w14:paraId="4641E639" w14:textId="77777777" w:rsidR="0026433F" w:rsidRPr="00B8518B" w:rsidRDefault="0026433F" w:rsidP="00FC6389">
          <w:pPr>
            <w:pStyle w:val="Zpat"/>
            <w:rPr>
              <w:rStyle w:val="slostrnky"/>
            </w:rPr>
          </w:pPr>
        </w:p>
      </w:tc>
      <w:tc>
        <w:tcPr>
          <w:tcW w:w="3458" w:type="dxa"/>
          <w:shd w:val="clear" w:color="auto" w:fill="auto"/>
          <w:tcMar>
            <w:left w:w="0" w:type="dxa"/>
            <w:right w:w="0" w:type="dxa"/>
          </w:tcMar>
        </w:tcPr>
        <w:p w14:paraId="6929FCCF" w14:textId="77777777" w:rsidR="0026433F" w:rsidRDefault="0026433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26433F" w:rsidRPr="00D6163D" w:rsidRDefault="0026433F" w:rsidP="00FC6389">
          <w:pPr>
            <w:pStyle w:val="Druhdokumentu"/>
          </w:pPr>
        </w:p>
      </w:tc>
    </w:tr>
    <w:tr w:rsidR="0026433F" w14:paraId="76D44D13" w14:textId="77777777" w:rsidTr="006344ED">
      <w:trPr>
        <w:trHeight w:hRule="exact" w:val="482"/>
      </w:trPr>
      <w:tc>
        <w:tcPr>
          <w:tcW w:w="1361" w:type="dxa"/>
          <w:tcMar>
            <w:left w:w="0" w:type="dxa"/>
            <w:right w:w="0" w:type="dxa"/>
          </w:tcMar>
        </w:tcPr>
        <w:p w14:paraId="66B7441D" w14:textId="77777777" w:rsidR="0026433F" w:rsidRPr="00B8518B" w:rsidRDefault="0026433F" w:rsidP="00FC6389">
          <w:pPr>
            <w:pStyle w:val="Zpat"/>
            <w:rPr>
              <w:rStyle w:val="slostrnky"/>
            </w:rPr>
          </w:pPr>
        </w:p>
      </w:tc>
      <w:tc>
        <w:tcPr>
          <w:tcW w:w="3458" w:type="dxa"/>
          <w:shd w:val="clear" w:color="auto" w:fill="auto"/>
          <w:tcMar>
            <w:left w:w="0" w:type="dxa"/>
            <w:right w:w="0" w:type="dxa"/>
          </w:tcMar>
        </w:tcPr>
        <w:p w14:paraId="1FBCE88D" w14:textId="77777777" w:rsidR="0026433F" w:rsidRDefault="0026433F" w:rsidP="00FC6389">
          <w:pPr>
            <w:pStyle w:val="Zpat"/>
          </w:pPr>
        </w:p>
      </w:tc>
      <w:tc>
        <w:tcPr>
          <w:tcW w:w="5756" w:type="dxa"/>
          <w:shd w:val="clear" w:color="auto" w:fill="auto"/>
          <w:tcMar>
            <w:left w:w="0" w:type="dxa"/>
            <w:right w:w="0" w:type="dxa"/>
          </w:tcMar>
        </w:tcPr>
        <w:p w14:paraId="2D321ECC" w14:textId="77777777" w:rsidR="0026433F" w:rsidRPr="00D6163D" w:rsidRDefault="0026433F" w:rsidP="00FC6389">
          <w:pPr>
            <w:pStyle w:val="Druhdokumentu"/>
          </w:pPr>
        </w:p>
      </w:tc>
    </w:tr>
  </w:tbl>
  <w:p w14:paraId="499DD15B" w14:textId="77777777" w:rsidR="0026433F" w:rsidRPr="00D6163D" w:rsidRDefault="0026433F" w:rsidP="00FC6389">
    <w:pPr>
      <w:pStyle w:val="Zhlav"/>
      <w:rPr>
        <w:sz w:val="8"/>
        <w:szCs w:val="8"/>
      </w:rPr>
    </w:pPr>
  </w:p>
  <w:p w14:paraId="467568D9" w14:textId="77777777" w:rsidR="0026433F" w:rsidRPr="00460660" w:rsidRDefault="0026433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26433F" w:rsidRPr="00D6163D" w:rsidRDefault="0026433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26433F" w:rsidRPr="00D6163D" w:rsidRDefault="002643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26433F" w:rsidRPr="00D6163D" w:rsidRDefault="0026433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26433F" w:rsidRPr="00D6163D" w:rsidRDefault="0026433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26433F" w:rsidRPr="00D6163D" w:rsidRDefault="0026433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26433F" w:rsidRPr="00D6163D" w:rsidRDefault="0026433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26433F" w:rsidRPr="00D6163D" w:rsidRDefault="0026433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26433F" w:rsidRPr="00D6163D" w:rsidRDefault="002643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1473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6757"/>
    <w:rsid w:val="00067A5E"/>
    <w:rsid w:val="000719BB"/>
    <w:rsid w:val="00072A65"/>
    <w:rsid w:val="00072C1E"/>
    <w:rsid w:val="0008787F"/>
    <w:rsid w:val="000A1915"/>
    <w:rsid w:val="000B4EB8"/>
    <w:rsid w:val="000C41F2"/>
    <w:rsid w:val="000C4EB8"/>
    <w:rsid w:val="000D22C4"/>
    <w:rsid w:val="000D27D1"/>
    <w:rsid w:val="000D4090"/>
    <w:rsid w:val="000E1A7F"/>
    <w:rsid w:val="00106CD8"/>
    <w:rsid w:val="00110085"/>
    <w:rsid w:val="00112864"/>
    <w:rsid w:val="00114472"/>
    <w:rsid w:val="00114988"/>
    <w:rsid w:val="00115069"/>
    <w:rsid w:val="001150F2"/>
    <w:rsid w:val="00124A35"/>
    <w:rsid w:val="00143EC0"/>
    <w:rsid w:val="00155EB3"/>
    <w:rsid w:val="001656A2"/>
    <w:rsid w:val="00165977"/>
    <w:rsid w:val="00170EC5"/>
    <w:rsid w:val="00173A70"/>
    <w:rsid w:val="001747C1"/>
    <w:rsid w:val="00177D6B"/>
    <w:rsid w:val="00183FBA"/>
    <w:rsid w:val="00187660"/>
    <w:rsid w:val="00191F90"/>
    <w:rsid w:val="001B4E74"/>
    <w:rsid w:val="001C5817"/>
    <w:rsid w:val="001C645F"/>
    <w:rsid w:val="001E678E"/>
    <w:rsid w:val="001F518E"/>
    <w:rsid w:val="002038D5"/>
    <w:rsid w:val="002071BB"/>
    <w:rsid w:val="00207DF5"/>
    <w:rsid w:val="00225027"/>
    <w:rsid w:val="00225674"/>
    <w:rsid w:val="00225D18"/>
    <w:rsid w:val="002271A5"/>
    <w:rsid w:val="002333E5"/>
    <w:rsid w:val="00237604"/>
    <w:rsid w:val="00240B81"/>
    <w:rsid w:val="00247D01"/>
    <w:rsid w:val="00252206"/>
    <w:rsid w:val="00255B10"/>
    <w:rsid w:val="00255E7B"/>
    <w:rsid w:val="00261A5B"/>
    <w:rsid w:val="00262E5B"/>
    <w:rsid w:val="0026433F"/>
    <w:rsid w:val="00276AFE"/>
    <w:rsid w:val="00292FB4"/>
    <w:rsid w:val="002959A1"/>
    <w:rsid w:val="002A3B57"/>
    <w:rsid w:val="002C31BF"/>
    <w:rsid w:val="002D3591"/>
    <w:rsid w:val="002D6EE5"/>
    <w:rsid w:val="002D7FD6"/>
    <w:rsid w:val="002E0CD7"/>
    <w:rsid w:val="002E0CFB"/>
    <w:rsid w:val="002E5C7B"/>
    <w:rsid w:val="002F4333"/>
    <w:rsid w:val="0030003A"/>
    <w:rsid w:val="00307320"/>
    <w:rsid w:val="003149C0"/>
    <w:rsid w:val="00327EEF"/>
    <w:rsid w:val="0033239F"/>
    <w:rsid w:val="0034274B"/>
    <w:rsid w:val="00342DC7"/>
    <w:rsid w:val="00343D4E"/>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3F4B11"/>
    <w:rsid w:val="003F6263"/>
    <w:rsid w:val="004078F3"/>
    <w:rsid w:val="004160CB"/>
    <w:rsid w:val="00427794"/>
    <w:rsid w:val="004328E4"/>
    <w:rsid w:val="00450F07"/>
    <w:rsid w:val="00450F44"/>
    <w:rsid w:val="00453CD3"/>
    <w:rsid w:val="00455CE8"/>
    <w:rsid w:val="00460660"/>
    <w:rsid w:val="00464BA9"/>
    <w:rsid w:val="00467D64"/>
    <w:rsid w:val="00483969"/>
    <w:rsid w:val="00486107"/>
    <w:rsid w:val="00486B53"/>
    <w:rsid w:val="00491827"/>
    <w:rsid w:val="004B4299"/>
    <w:rsid w:val="004B4E47"/>
    <w:rsid w:val="004C35AB"/>
    <w:rsid w:val="004C4399"/>
    <w:rsid w:val="004C5365"/>
    <w:rsid w:val="004C787C"/>
    <w:rsid w:val="004D09FB"/>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614AC"/>
    <w:rsid w:val="0056278A"/>
    <w:rsid w:val="005736B7"/>
    <w:rsid w:val="00575E5A"/>
    <w:rsid w:val="00580245"/>
    <w:rsid w:val="00582A82"/>
    <w:rsid w:val="00590C91"/>
    <w:rsid w:val="005A1495"/>
    <w:rsid w:val="005A1F44"/>
    <w:rsid w:val="005A64FE"/>
    <w:rsid w:val="005A65A7"/>
    <w:rsid w:val="005B778D"/>
    <w:rsid w:val="005D3C39"/>
    <w:rsid w:val="005D6794"/>
    <w:rsid w:val="005E7125"/>
    <w:rsid w:val="005F3A8C"/>
    <w:rsid w:val="00600ECE"/>
    <w:rsid w:val="00601A8C"/>
    <w:rsid w:val="0061068E"/>
    <w:rsid w:val="00610A2D"/>
    <w:rsid w:val="006115D3"/>
    <w:rsid w:val="00623FDC"/>
    <w:rsid w:val="006344ED"/>
    <w:rsid w:val="00650EB9"/>
    <w:rsid w:val="00651B57"/>
    <w:rsid w:val="0065610E"/>
    <w:rsid w:val="00660AD3"/>
    <w:rsid w:val="00667A8E"/>
    <w:rsid w:val="006776B6"/>
    <w:rsid w:val="00693150"/>
    <w:rsid w:val="006A5570"/>
    <w:rsid w:val="006A5576"/>
    <w:rsid w:val="006A689C"/>
    <w:rsid w:val="006A698D"/>
    <w:rsid w:val="006B0B36"/>
    <w:rsid w:val="006B3D79"/>
    <w:rsid w:val="006B6FE4"/>
    <w:rsid w:val="006C2343"/>
    <w:rsid w:val="006C442A"/>
    <w:rsid w:val="006E0578"/>
    <w:rsid w:val="006E314D"/>
    <w:rsid w:val="006E345E"/>
    <w:rsid w:val="006E7799"/>
    <w:rsid w:val="006F782C"/>
    <w:rsid w:val="00704D1E"/>
    <w:rsid w:val="00710723"/>
    <w:rsid w:val="007145F3"/>
    <w:rsid w:val="00723ED1"/>
    <w:rsid w:val="00734095"/>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14AA"/>
    <w:rsid w:val="007C5289"/>
    <w:rsid w:val="007D26F9"/>
    <w:rsid w:val="007E4A6E"/>
    <w:rsid w:val="007F2FD2"/>
    <w:rsid w:val="007F56A7"/>
    <w:rsid w:val="00800851"/>
    <w:rsid w:val="00807DD0"/>
    <w:rsid w:val="008156D5"/>
    <w:rsid w:val="00821D01"/>
    <w:rsid w:val="00826B7B"/>
    <w:rsid w:val="0083541D"/>
    <w:rsid w:val="00846789"/>
    <w:rsid w:val="00855469"/>
    <w:rsid w:val="00866994"/>
    <w:rsid w:val="0087768A"/>
    <w:rsid w:val="00883098"/>
    <w:rsid w:val="008911C8"/>
    <w:rsid w:val="008928D0"/>
    <w:rsid w:val="008A3568"/>
    <w:rsid w:val="008A7656"/>
    <w:rsid w:val="008B2F29"/>
    <w:rsid w:val="008B48D3"/>
    <w:rsid w:val="008C50F3"/>
    <w:rsid w:val="008C7EFE"/>
    <w:rsid w:val="008D03B9"/>
    <w:rsid w:val="008D30C7"/>
    <w:rsid w:val="008E504A"/>
    <w:rsid w:val="008E5914"/>
    <w:rsid w:val="008F18D6"/>
    <w:rsid w:val="008F2C9B"/>
    <w:rsid w:val="008F7242"/>
    <w:rsid w:val="008F797B"/>
    <w:rsid w:val="00904780"/>
    <w:rsid w:val="0090635B"/>
    <w:rsid w:val="009152C2"/>
    <w:rsid w:val="00921858"/>
    <w:rsid w:val="00922385"/>
    <w:rsid w:val="009223DF"/>
    <w:rsid w:val="00934B6B"/>
    <w:rsid w:val="00936091"/>
    <w:rsid w:val="00940D8A"/>
    <w:rsid w:val="00946FE9"/>
    <w:rsid w:val="00962258"/>
    <w:rsid w:val="009678B7"/>
    <w:rsid w:val="0098100D"/>
    <w:rsid w:val="00982B09"/>
    <w:rsid w:val="00985DF9"/>
    <w:rsid w:val="00992D9C"/>
    <w:rsid w:val="00995DF9"/>
    <w:rsid w:val="00996CB8"/>
    <w:rsid w:val="009B1A44"/>
    <w:rsid w:val="009B2E97"/>
    <w:rsid w:val="009B4201"/>
    <w:rsid w:val="009B5146"/>
    <w:rsid w:val="009C418E"/>
    <w:rsid w:val="009C442C"/>
    <w:rsid w:val="009C73AB"/>
    <w:rsid w:val="009D25D3"/>
    <w:rsid w:val="009D7398"/>
    <w:rsid w:val="009E07F4"/>
    <w:rsid w:val="009F0867"/>
    <w:rsid w:val="009F309B"/>
    <w:rsid w:val="009F392E"/>
    <w:rsid w:val="009F53C5"/>
    <w:rsid w:val="009F638B"/>
    <w:rsid w:val="00A0740E"/>
    <w:rsid w:val="00A21A01"/>
    <w:rsid w:val="00A21B2B"/>
    <w:rsid w:val="00A264AC"/>
    <w:rsid w:val="00A349C6"/>
    <w:rsid w:val="00A4241B"/>
    <w:rsid w:val="00A50641"/>
    <w:rsid w:val="00A530BF"/>
    <w:rsid w:val="00A55CF4"/>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5342"/>
    <w:rsid w:val="00AB5F0F"/>
    <w:rsid w:val="00AD056F"/>
    <w:rsid w:val="00AD0ACD"/>
    <w:rsid w:val="00AD0C7B"/>
    <w:rsid w:val="00AD34AD"/>
    <w:rsid w:val="00AD57AF"/>
    <w:rsid w:val="00AD5F1A"/>
    <w:rsid w:val="00AD6731"/>
    <w:rsid w:val="00AE4B52"/>
    <w:rsid w:val="00AF595D"/>
    <w:rsid w:val="00AF7AEE"/>
    <w:rsid w:val="00B008D5"/>
    <w:rsid w:val="00B02F73"/>
    <w:rsid w:val="00B05B31"/>
    <w:rsid w:val="00B0619F"/>
    <w:rsid w:val="00B13A26"/>
    <w:rsid w:val="00B15D0D"/>
    <w:rsid w:val="00B16773"/>
    <w:rsid w:val="00B2022B"/>
    <w:rsid w:val="00B22106"/>
    <w:rsid w:val="00B25797"/>
    <w:rsid w:val="00B42F40"/>
    <w:rsid w:val="00B5431A"/>
    <w:rsid w:val="00B63BD1"/>
    <w:rsid w:val="00B675F5"/>
    <w:rsid w:val="00B67F32"/>
    <w:rsid w:val="00B75EE1"/>
    <w:rsid w:val="00B77228"/>
    <w:rsid w:val="00B77481"/>
    <w:rsid w:val="00B8518B"/>
    <w:rsid w:val="00B97CC3"/>
    <w:rsid w:val="00BB1390"/>
    <w:rsid w:val="00BB1F16"/>
    <w:rsid w:val="00BC06C4"/>
    <w:rsid w:val="00BC5BDD"/>
    <w:rsid w:val="00BD1DA0"/>
    <w:rsid w:val="00BD5DE9"/>
    <w:rsid w:val="00BD7E91"/>
    <w:rsid w:val="00BD7F0D"/>
    <w:rsid w:val="00BE5FD5"/>
    <w:rsid w:val="00BF2895"/>
    <w:rsid w:val="00BF4C5D"/>
    <w:rsid w:val="00C01453"/>
    <w:rsid w:val="00C02D0A"/>
    <w:rsid w:val="00C03A6E"/>
    <w:rsid w:val="00C1491B"/>
    <w:rsid w:val="00C226C0"/>
    <w:rsid w:val="00C240B6"/>
    <w:rsid w:val="00C42FE6"/>
    <w:rsid w:val="00C44F6A"/>
    <w:rsid w:val="00C6198E"/>
    <w:rsid w:val="00C708EA"/>
    <w:rsid w:val="00C717BC"/>
    <w:rsid w:val="00C778A5"/>
    <w:rsid w:val="00C9118F"/>
    <w:rsid w:val="00C95162"/>
    <w:rsid w:val="00CB1C6E"/>
    <w:rsid w:val="00CB2DC6"/>
    <w:rsid w:val="00CB4F6D"/>
    <w:rsid w:val="00CB6A37"/>
    <w:rsid w:val="00CB7684"/>
    <w:rsid w:val="00CC0A8B"/>
    <w:rsid w:val="00CC4EA8"/>
    <w:rsid w:val="00CC6517"/>
    <w:rsid w:val="00CC7C8F"/>
    <w:rsid w:val="00CD1FC4"/>
    <w:rsid w:val="00CD5D51"/>
    <w:rsid w:val="00D034A0"/>
    <w:rsid w:val="00D21061"/>
    <w:rsid w:val="00D4108E"/>
    <w:rsid w:val="00D41385"/>
    <w:rsid w:val="00D41CFE"/>
    <w:rsid w:val="00D4328E"/>
    <w:rsid w:val="00D44D99"/>
    <w:rsid w:val="00D50FE6"/>
    <w:rsid w:val="00D6163D"/>
    <w:rsid w:val="00D701DC"/>
    <w:rsid w:val="00D831A3"/>
    <w:rsid w:val="00D86204"/>
    <w:rsid w:val="00D97BE3"/>
    <w:rsid w:val="00DA3711"/>
    <w:rsid w:val="00DA49E5"/>
    <w:rsid w:val="00DD11B7"/>
    <w:rsid w:val="00DD46F3"/>
    <w:rsid w:val="00DD4862"/>
    <w:rsid w:val="00DE56F2"/>
    <w:rsid w:val="00DE7EEC"/>
    <w:rsid w:val="00DF116D"/>
    <w:rsid w:val="00DF2BFF"/>
    <w:rsid w:val="00DF7604"/>
    <w:rsid w:val="00E16FF7"/>
    <w:rsid w:val="00E26D68"/>
    <w:rsid w:val="00E31C62"/>
    <w:rsid w:val="00E3419E"/>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5015C"/>
    <w:rsid w:val="00F54432"/>
    <w:rsid w:val="00F566DC"/>
    <w:rsid w:val="00F57BA0"/>
    <w:rsid w:val="00F659EB"/>
    <w:rsid w:val="00F663F2"/>
    <w:rsid w:val="00F762A8"/>
    <w:rsid w:val="00F86BA6"/>
    <w:rsid w:val="00F95FBD"/>
    <w:rsid w:val="00FB2D98"/>
    <w:rsid w:val="00FB5EA8"/>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Zejdl@spravazeleznic.cz" TargetMode="External"/><Relationship Id="rId42" Type="http://schemas.openxmlformats.org/officeDocument/2006/relationships/header" Target="header8.xml"/><Relationship Id="rId47" Type="http://schemas.openxmlformats.org/officeDocument/2006/relationships/footer" Target="footer2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Zejdl@spravazeleznic.cz" TargetMode="Externa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typdok.tudc.cz" TargetMode="Externa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yperlink" Target="mailto:HockyP@spravazelezni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yperlink" Target="mailto:Gopfert@spravazeleznic.cz" TargetMode="External"/><Relationship Id="rId43" Type="http://schemas.openxmlformats.org/officeDocument/2006/relationships/footer" Target="footer18.xml"/><Relationship Id="rId48" Type="http://schemas.openxmlformats.org/officeDocument/2006/relationships/footer" Target="footer2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A566BB-11D4-4524-8186-A5DCF3C7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32</Pages>
  <Words>5609</Words>
  <Characters>33096</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2019-03-12T14:16:00Z</cp:lastPrinted>
  <dcterms:created xsi:type="dcterms:W3CDTF">2021-02-12T08:12:00Z</dcterms:created>
  <dcterms:modified xsi:type="dcterms:W3CDTF">2021-02-15T13:24:00Z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