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5AD1D981" w14:textId="77777777" w:rsidR="0023501F" w:rsidRPr="00DD2B35" w:rsidRDefault="0023501F" w:rsidP="0023501F">
      <w:pPr>
        <w:pStyle w:val="Nadpisbezsl1-2"/>
        <w:rPr>
          <w:rFonts w:asciiTheme="minorHAnsi" w:hAnsiTheme="minorHAnsi"/>
          <w:sz w:val="28"/>
          <w:szCs w:val="28"/>
        </w:rPr>
      </w:pPr>
      <w:r w:rsidRPr="00DD2B35">
        <w:rPr>
          <w:rFonts w:asciiTheme="minorHAnsi" w:hAnsiTheme="minorHAnsi"/>
          <w:sz w:val="28"/>
          <w:szCs w:val="28"/>
        </w:rPr>
        <w:t>„Doplnění závor na přejezdu P1697 v km 155,956 trati Plzeň – Žatec“</w:t>
      </w:r>
    </w:p>
    <w:p w14:paraId="3F9217EA" w14:textId="77777777" w:rsidR="0023501F" w:rsidRPr="00DD2B35" w:rsidRDefault="0023501F" w:rsidP="0023501F">
      <w:pPr>
        <w:pStyle w:val="Nadpisbezsl1-2"/>
        <w:rPr>
          <w:rFonts w:asciiTheme="minorHAnsi" w:hAnsiTheme="minorHAnsi"/>
          <w:sz w:val="28"/>
          <w:szCs w:val="28"/>
        </w:rPr>
      </w:pPr>
      <w:r w:rsidRPr="00DD2B35">
        <w:rPr>
          <w:rFonts w:asciiTheme="minorHAnsi" w:hAnsiTheme="minorHAnsi"/>
          <w:sz w:val="28"/>
          <w:szCs w:val="28"/>
        </w:rPr>
        <w:t xml:space="preserve">„Doplnění závor na přejezdech P1702 v km 163,692 a P1703 v km 169,358 trati Plzeň – Žatec„ </w:t>
      </w:r>
    </w:p>
    <w:p w14:paraId="62AC4732" w14:textId="77777777" w:rsidR="0023501F" w:rsidRPr="00DD2B35" w:rsidRDefault="0023501F" w:rsidP="0023501F">
      <w:pPr>
        <w:pStyle w:val="Nadpisbezsl1-2"/>
        <w:rPr>
          <w:rFonts w:asciiTheme="minorHAnsi" w:hAnsiTheme="minorHAnsi"/>
          <w:sz w:val="28"/>
          <w:szCs w:val="28"/>
        </w:rPr>
      </w:pPr>
      <w:r w:rsidRPr="00DD2B35">
        <w:rPr>
          <w:rFonts w:asciiTheme="minorHAnsi" w:hAnsiTheme="minorHAnsi"/>
          <w:sz w:val="28"/>
          <w:szCs w:val="28"/>
        </w:rPr>
        <w:t xml:space="preserve">„Doplnění závor na přejezdu P1714 v km 186,463 trati Plzeň – Žatec“  </w:t>
      </w:r>
    </w:p>
    <w:p w14:paraId="0634252E" w14:textId="77777777" w:rsidR="0023501F" w:rsidRPr="00DD2B35" w:rsidRDefault="0023501F" w:rsidP="0023501F">
      <w:pPr>
        <w:pStyle w:val="Nadpisbezsl1-2"/>
        <w:rPr>
          <w:rFonts w:asciiTheme="minorHAnsi" w:hAnsiTheme="minorHAnsi"/>
          <w:sz w:val="28"/>
          <w:szCs w:val="28"/>
        </w:rPr>
      </w:pPr>
      <w:r w:rsidRPr="00DD2B35">
        <w:rPr>
          <w:rFonts w:asciiTheme="minorHAnsi" w:hAnsiTheme="minorHAnsi"/>
          <w:sz w:val="28"/>
          <w:szCs w:val="28"/>
        </w:rPr>
        <w:t>„Doplnění závor na přejezdech P1716 v km 190,480 a P1718 v km 192,736 trati Plzeň – Žatec“</w:t>
      </w:r>
    </w:p>
    <w:p w14:paraId="69C2FF65" w14:textId="77777777" w:rsidR="0023501F" w:rsidRPr="00DD2B35" w:rsidRDefault="0023501F" w:rsidP="0023501F">
      <w:pPr>
        <w:pStyle w:val="Nadpisbezsl1-2"/>
        <w:rPr>
          <w:rFonts w:asciiTheme="minorHAnsi" w:hAnsiTheme="minorHAnsi"/>
          <w:sz w:val="28"/>
          <w:szCs w:val="28"/>
        </w:rPr>
      </w:pPr>
      <w:r w:rsidRPr="00DD2B35">
        <w:rPr>
          <w:rFonts w:asciiTheme="minorHAnsi" w:hAnsiTheme="minorHAnsi"/>
          <w:sz w:val="28"/>
          <w:szCs w:val="28"/>
        </w:rPr>
        <w:t>„Doplnění závor na přejezdech P1720 v km 195,984 a P1721 v km 196,926 trati Plzeň – Žatec“</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Pr="00DD2B35" w:rsidRDefault="00F422D3" w:rsidP="00B42F40">
      <w:pPr>
        <w:pStyle w:val="Textbezodsazen"/>
        <w:spacing w:after="0"/>
      </w:pPr>
      <w:r w:rsidRPr="00DD2B35">
        <w:t>spisová značka A 48384</w:t>
      </w:r>
    </w:p>
    <w:p w14:paraId="22A9DB2E" w14:textId="77777777" w:rsidR="00F422D3" w:rsidRPr="00DD2B35" w:rsidRDefault="00F422D3" w:rsidP="00B42F40">
      <w:pPr>
        <w:pStyle w:val="Textbezodsazen"/>
        <w:spacing w:after="0"/>
      </w:pPr>
      <w:r w:rsidRPr="00DD2B35">
        <w:t xml:space="preserve">zastoupena: Ing. Mojmírem Nejezchlebem, náměstkem GŘ pro modernizaci dráhy </w:t>
      </w:r>
    </w:p>
    <w:p w14:paraId="694A2696" w14:textId="77777777" w:rsidR="00F422D3" w:rsidRDefault="00F422D3" w:rsidP="00B42F40">
      <w:pPr>
        <w:pStyle w:val="Textbezodsazen"/>
      </w:pPr>
      <w:r w:rsidRPr="00DD2B35">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3B7D7E7D" w:rsidR="00F422D3" w:rsidRDefault="00F422D3" w:rsidP="00B42F40">
      <w:pPr>
        <w:pStyle w:val="Textbezodsazen"/>
        <w:spacing w:after="0"/>
      </w:pPr>
      <w:r>
        <w:t>číslo smlouvy: "[</w:t>
      </w:r>
      <w:r w:rsidRPr="00F422D3">
        <w:rPr>
          <w:highlight w:val="green"/>
        </w:rPr>
        <w:t>VLOŽÍ OBJEDNATEL</w:t>
      </w:r>
      <w:r>
        <w:t xml:space="preserve">]" </w:t>
      </w:r>
    </w:p>
    <w:p w14:paraId="586A5421" w14:textId="77777777" w:rsidR="002E1A9F" w:rsidRDefault="002E1A9F" w:rsidP="00B42F40">
      <w:pPr>
        <w:pStyle w:val="Textbezodsazen"/>
        <w:spacing w:after="0"/>
      </w:pPr>
    </w:p>
    <w:p w14:paraId="7731DAB2" w14:textId="5FEE60E9" w:rsidR="00306D9A" w:rsidRPr="005E6909" w:rsidRDefault="00306D9A" w:rsidP="00ED260D">
      <w:pPr>
        <w:pStyle w:val="Textbezodsazen"/>
        <w:spacing w:after="0"/>
      </w:pPr>
      <w:r w:rsidRPr="005E6909">
        <w:t xml:space="preserve">ISPROFIN / ISPROFOND </w:t>
      </w:r>
      <w:r w:rsidR="00ED260D" w:rsidRPr="005E6909">
        <w:t xml:space="preserve">Stavba </w:t>
      </w:r>
      <w:r w:rsidRPr="005E6909">
        <w:t xml:space="preserve">1: </w:t>
      </w:r>
      <w:r w:rsidR="009449DF" w:rsidRPr="005E6909">
        <w:t>3273514800 / 5423520076</w:t>
      </w:r>
    </w:p>
    <w:p w14:paraId="4E9FCCF5" w14:textId="04BFB608" w:rsidR="00F422D3" w:rsidRPr="005E6909" w:rsidRDefault="00306D9A" w:rsidP="00ED260D">
      <w:pPr>
        <w:pStyle w:val="Textbezodsazen"/>
        <w:spacing w:after="0"/>
      </w:pPr>
      <w:r w:rsidRPr="005E6909">
        <w:t xml:space="preserve">ISPROFIN / ISPROFOND </w:t>
      </w:r>
      <w:r w:rsidR="00ED260D" w:rsidRPr="005E6909">
        <w:t xml:space="preserve">Stavba </w:t>
      </w:r>
      <w:r w:rsidRPr="005E6909">
        <w:t xml:space="preserve">2: </w:t>
      </w:r>
      <w:r w:rsidR="009449DF" w:rsidRPr="005E6909">
        <w:t>3273514800 / 5423520077</w:t>
      </w:r>
    </w:p>
    <w:p w14:paraId="0365FBAC" w14:textId="4ABF6520" w:rsidR="00DD2B35" w:rsidRPr="005E6909" w:rsidRDefault="00ED260D" w:rsidP="002E1A9F">
      <w:pPr>
        <w:pStyle w:val="Textbezodsazen"/>
        <w:spacing w:after="0"/>
      </w:pPr>
      <w:r w:rsidRPr="005E6909">
        <w:t xml:space="preserve">ISPROFIN / ISPROFOND Stavba </w:t>
      </w:r>
      <w:r w:rsidR="002E1A9F" w:rsidRPr="005E6909">
        <w:t>3</w:t>
      </w:r>
      <w:r w:rsidRPr="005E6909">
        <w:t xml:space="preserve">: </w:t>
      </w:r>
      <w:r w:rsidR="009449DF" w:rsidRPr="005E6909">
        <w:t>3273514800 / 5423520078</w:t>
      </w:r>
    </w:p>
    <w:p w14:paraId="6F411B32" w14:textId="5B015B83" w:rsidR="00DD2B35" w:rsidRPr="005E6909" w:rsidRDefault="00DD2B35" w:rsidP="00DD2B35">
      <w:pPr>
        <w:pStyle w:val="Textbezodsazen"/>
        <w:spacing w:after="0"/>
      </w:pPr>
      <w:r w:rsidRPr="005E6909">
        <w:t xml:space="preserve">ISPROFIN / ISPROFOND Stavba </w:t>
      </w:r>
      <w:r w:rsidR="002E1A9F" w:rsidRPr="005E6909">
        <w:t>4</w:t>
      </w:r>
      <w:r w:rsidRPr="005E6909">
        <w:t xml:space="preserve">: </w:t>
      </w:r>
      <w:r w:rsidR="005E6909" w:rsidRPr="005E6909">
        <w:t>3273514800 / 5423520079</w:t>
      </w:r>
    </w:p>
    <w:p w14:paraId="38E21839" w14:textId="7A4C7DFE" w:rsidR="00DD2B35" w:rsidRDefault="00DD2B35" w:rsidP="00DD2B35">
      <w:pPr>
        <w:pStyle w:val="Textbezodsazen"/>
        <w:spacing w:after="0"/>
      </w:pPr>
      <w:r w:rsidRPr="005E6909">
        <w:t xml:space="preserve">ISPROFIN / ISPROFOND Stavba </w:t>
      </w:r>
      <w:r w:rsidR="002E1A9F" w:rsidRPr="005E6909">
        <w:t>5</w:t>
      </w:r>
      <w:r w:rsidRPr="005E6909">
        <w:t xml:space="preserve">: </w:t>
      </w:r>
      <w:r w:rsidR="005E6909" w:rsidRPr="005E6909">
        <w:t>3273514800 / 5423520080</w:t>
      </w:r>
    </w:p>
    <w:p w14:paraId="7860EC39" w14:textId="77777777" w:rsidR="00DD2B35" w:rsidRDefault="00DD2B35" w:rsidP="00DD2B35">
      <w:pPr>
        <w:pStyle w:val="Textbezodsazen"/>
        <w:spacing w:after="0"/>
      </w:pPr>
    </w:p>
    <w:p w14:paraId="4A6F5C96" w14:textId="77777777" w:rsidR="00ED260D" w:rsidRDefault="00ED260D" w:rsidP="00ED260D">
      <w:pPr>
        <w:pStyle w:val="Textbezodsazen"/>
        <w:spacing w:after="0"/>
      </w:pP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195B2F0" w14:textId="2F5D3B33" w:rsidR="0017493F"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44A7EE4A" w:rsidR="007D26F9" w:rsidRDefault="007D26F9" w:rsidP="003C0E21">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r w:rsidR="00766C3E">
        <w:t>číslem 61821055</w:t>
      </w:r>
      <w:r w:rsidR="00167830">
        <w:t xml:space="preserve"> </w:t>
      </w:r>
      <w:r>
        <w:t>svůj úmysl zadat veřejnou zakázku</w:t>
      </w:r>
      <w:r w:rsidR="00A349C6">
        <w:t xml:space="preserve"> </w:t>
      </w:r>
      <w:r w:rsidR="002100BF">
        <w:t xml:space="preserve">na zhotovení projektové dokumentace a souboru </w:t>
      </w:r>
      <w:r w:rsidR="00766C3E">
        <w:t xml:space="preserve">staveb </w:t>
      </w:r>
      <w:r w:rsidR="00766C3E" w:rsidRPr="003C0E21">
        <w:rPr>
          <w:b/>
        </w:rPr>
        <w:t>„</w:t>
      </w:r>
      <w:r w:rsidR="003C0E21" w:rsidRPr="003C0E21">
        <w:rPr>
          <w:b/>
        </w:rPr>
        <w:t>Doplnění závor na přejezdu P1697 v km 155,956 trati Plzeň – Žatec“, „Doplnění závor na přejezdech P1702 v km 163,692 a P1703 v km 169,358 trati Plzeň – Žatec“, „Doplnění závor na přejezdu P1714 v km 186,463 trati Plzeň – Žatec“, „Doplnění závor na přejezdech P1716 v km 190,480 a P1718 v km 192,736 trati Plzeň – Žatec“</w:t>
      </w:r>
      <w:r w:rsidR="00663400">
        <w:rPr>
          <w:b/>
        </w:rPr>
        <w:t xml:space="preserve"> </w:t>
      </w:r>
      <w:r w:rsidR="00663400" w:rsidRPr="00663400">
        <w:t>a</w:t>
      </w:r>
      <w:r w:rsidR="00663400">
        <w:rPr>
          <w:b/>
        </w:rPr>
        <w:t xml:space="preserve"> </w:t>
      </w:r>
      <w:r w:rsidR="003C0E21" w:rsidRPr="003C0E21">
        <w:rPr>
          <w:b/>
        </w:rPr>
        <w:t>„Doplnění závor na přejezdech P1720 v km 195,984 a P1721 v km 196,926 trati Plzeň – Žatec“</w:t>
      </w:r>
      <w:r w:rsidR="00306D9A">
        <w:t xml:space="preserve"> </w:t>
      </w:r>
      <w:r>
        <w:t>(dále jen „</w:t>
      </w:r>
      <w:r w:rsidRPr="007D26F9">
        <w:rPr>
          <w:rStyle w:val="Tun"/>
        </w:rPr>
        <w:t>Veřejná zakázka</w:t>
      </w:r>
      <w:r>
        <w:t xml:space="preserve">“). Na </w:t>
      </w:r>
      <w:r w:rsidRPr="003C0E21">
        <w:rPr>
          <w:color w:val="000000" w:themeColor="text1"/>
        </w:rPr>
        <w:t>základě výběrové</w:t>
      </w:r>
      <w:r w:rsidR="00934B6B" w:rsidRPr="003C0E21">
        <w:rPr>
          <w:color w:val="000000" w:themeColor="text1"/>
        </w:rPr>
        <w:t>ho</w:t>
      </w:r>
      <w:r w:rsidRPr="003C0E21">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3C0E21">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lastRenderedPageBreak/>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915D39">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915D39">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915D39">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F7EC912"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B2B2949" w14:textId="4ABBC17E" w:rsidR="00915D39" w:rsidRDefault="00915D39" w:rsidP="00915D39">
      <w:pPr>
        <w:pStyle w:val="Textbezslovn"/>
        <w:spacing w:after="0"/>
      </w:pPr>
      <w:r w:rsidRPr="00915D39">
        <w:t>Cena Díla stavby 4</w:t>
      </w:r>
      <w:r>
        <w:t xml:space="preserve"> </w:t>
      </w:r>
    </w:p>
    <w:p w14:paraId="01DBBB93" w14:textId="77777777" w:rsidR="00915D39" w:rsidRPr="007D26F9" w:rsidRDefault="00915D39" w:rsidP="00915D39">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5B7B903" w14:textId="77777777" w:rsidR="00915D39" w:rsidRDefault="00915D39" w:rsidP="00915D39">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0B88B687" w14:textId="2CF178A2" w:rsidR="00915D39" w:rsidRDefault="00915D39" w:rsidP="00915D39">
      <w:pPr>
        <w:pStyle w:val="Textbezslovn"/>
        <w:spacing w:after="0"/>
      </w:pPr>
      <w:r w:rsidRPr="00915D39">
        <w:t>Cena Díla stavby 5</w:t>
      </w:r>
      <w:r>
        <w:t xml:space="preserve"> </w:t>
      </w:r>
    </w:p>
    <w:p w14:paraId="16CF06FA" w14:textId="77777777" w:rsidR="00915D39" w:rsidRPr="007D26F9" w:rsidRDefault="00915D39" w:rsidP="00915D39">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1B457B91" w14:textId="2643FC3F" w:rsidR="00915D39" w:rsidRDefault="00915D39" w:rsidP="00915D39">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3F8DDA58" w14:textId="5C3474FD" w:rsidR="004C44F8" w:rsidRDefault="004C44F8" w:rsidP="009B5B13">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w:t>
      </w:r>
      <w:r w:rsidRPr="00AF7AEE">
        <w:lastRenderedPageBreak/>
        <w:t>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Pr="00DA0E92" w:rsidRDefault="008911C8" w:rsidP="008911C8">
      <w:pPr>
        <w:pStyle w:val="Textbezslovn"/>
      </w:pPr>
      <w:r w:rsidRPr="00DA0E92">
        <w:t xml:space="preserve">Zahájení činnosti Zhotovitele: </w:t>
      </w:r>
      <w:r w:rsidR="00E918C3" w:rsidRPr="00DA0E92">
        <w:rPr>
          <w:b/>
        </w:rPr>
        <w:t>ihned</w:t>
      </w:r>
      <w:r w:rsidR="00E918C3" w:rsidRPr="00DA0E92">
        <w:t xml:space="preserve"> </w:t>
      </w:r>
      <w:r w:rsidRPr="00DA0E92">
        <w:rPr>
          <w:rStyle w:val="Tun"/>
        </w:rPr>
        <w:t>po nabytí účinnosti Smlouvy</w:t>
      </w:r>
      <w:r w:rsidRPr="00DA0E92">
        <w:t xml:space="preserve"> </w:t>
      </w:r>
    </w:p>
    <w:p w14:paraId="076D5131" w14:textId="522A8A5C" w:rsidR="008911C8" w:rsidRPr="00DA0E92" w:rsidRDefault="008911C8" w:rsidP="008911C8">
      <w:pPr>
        <w:pStyle w:val="Textbezslovn"/>
      </w:pPr>
      <w:r w:rsidRPr="00DA0E92">
        <w:t xml:space="preserve">Celková lhůta pro provedení Díla činí celkem </w:t>
      </w:r>
      <w:r w:rsidR="00EE7D1A" w:rsidRPr="00DA0E92">
        <w:rPr>
          <w:rStyle w:val="Tun"/>
        </w:rPr>
        <w:t>1</w:t>
      </w:r>
      <w:r w:rsidR="00FB562C" w:rsidRPr="00DA0E92">
        <w:rPr>
          <w:rStyle w:val="Tun"/>
        </w:rPr>
        <w:t>8</w:t>
      </w:r>
      <w:r w:rsidRPr="00DA0E92">
        <w:rPr>
          <w:rStyle w:val="Tun"/>
        </w:rPr>
        <w:t xml:space="preserve"> měsíců</w:t>
      </w:r>
      <w:r w:rsidRPr="00DA0E92">
        <w:t xml:space="preserve"> od nabytí účinnosti Smlouvy (dokladem prokazujícím, že Zhotovitel dokončil celé Dílo, je Předávací protokol dle odst. 10.4 Obchodních podmínek).</w:t>
      </w:r>
    </w:p>
    <w:p w14:paraId="07D07163" w14:textId="7B2CB54C" w:rsidR="008911C8" w:rsidRPr="00DA0E92" w:rsidRDefault="008911C8" w:rsidP="008911C8">
      <w:pPr>
        <w:pStyle w:val="Textbezslovn"/>
      </w:pPr>
      <w:r w:rsidRPr="00DA0E92">
        <w:t>Zpracování a p</w:t>
      </w:r>
      <w:r w:rsidR="00EE7D1A" w:rsidRPr="00DA0E92">
        <w:t>ředání dílčí části Projektových dokumentací</w:t>
      </w:r>
      <w:r w:rsidRPr="00DA0E92">
        <w:t xml:space="preserve"> v rozsahu Přílohy č. 3 vyhlášky č.146/2008 Sb. </w:t>
      </w:r>
      <w:r w:rsidR="00EE7D1A" w:rsidRPr="00DA0E92">
        <w:t>k připomínkám</w:t>
      </w:r>
      <w:r w:rsidRPr="00DA0E92">
        <w:t xml:space="preserve"> bude provedeno do </w:t>
      </w:r>
      <w:r w:rsidR="00DA07CD" w:rsidRPr="00DA0E92">
        <w:rPr>
          <w:b/>
        </w:rPr>
        <w:t>5</w:t>
      </w:r>
      <w:r w:rsidRPr="00DA0E92">
        <w:rPr>
          <w:rStyle w:val="Tun"/>
          <w:b w:val="0"/>
        </w:rPr>
        <w:t> </w:t>
      </w:r>
      <w:r w:rsidRPr="00DA0E92">
        <w:rPr>
          <w:rStyle w:val="Tun"/>
        </w:rPr>
        <w:t>měsíců</w:t>
      </w:r>
      <w:r w:rsidRPr="00DA0E92">
        <w:t xml:space="preserve"> ode dne nabytí účinnosti Smlouvy.</w:t>
      </w:r>
      <w:r w:rsidR="00EE7D1A" w:rsidRPr="00DA0E92">
        <w:t xml:space="preserve"> Fakturace bude ve výši do 40 % ceny dokumentací DSP a PDPS.</w:t>
      </w:r>
    </w:p>
    <w:p w14:paraId="629A995C" w14:textId="77777777" w:rsidR="00EC3BEE" w:rsidRPr="00DA0E92" w:rsidRDefault="00EC3BEE" w:rsidP="005A03A3">
      <w:pPr>
        <w:pStyle w:val="TPText-3neslovan"/>
        <w:ind w:left="709"/>
        <w:rPr>
          <w:rFonts w:asciiTheme="majorHAnsi" w:hAnsiTheme="majorHAnsi"/>
          <w:sz w:val="18"/>
          <w:szCs w:val="18"/>
        </w:rPr>
      </w:pPr>
      <w:r w:rsidRPr="00DA0E92">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DA0E92">
        <w:rPr>
          <w:rFonts w:asciiTheme="majorHAnsi" w:hAnsiTheme="majorHAnsi"/>
          <w:b/>
          <w:sz w:val="18"/>
          <w:szCs w:val="18"/>
        </w:rPr>
        <w:t>6</w:t>
      </w:r>
      <w:r w:rsidRPr="00DA0E92">
        <w:rPr>
          <w:rStyle w:val="Tun"/>
          <w:rFonts w:asciiTheme="majorHAnsi" w:hAnsiTheme="majorHAnsi"/>
          <w:b w:val="0"/>
          <w:sz w:val="18"/>
          <w:szCs w:val="18"/>
        </w:rPr>
        <w:t xml:space="preserve"> </w:t>
      </w:r>
      <w:r w:rsidRPr="00DA0E92">
        <w:rPr>
          <w:rStyle w:val="Tun"/>
          <w:rFonts w:asciiTheme="majorHAnsi" w:hAnsiTheme="majorHAnsi"/>
          <w:sz w:val="18"/>
          <w:szCs w:val="18"/>
        </w:rPr>
        <w:t>měsíců</w:t>
      </w:r>
      <w:r w:rsidRPr="00DA0E92">
        <w:rPr>
          <w:rFonts w:asciiTheme="majorHAnsi" w:hAnsiTheme="majorHAnsi"/>
          <w:sz w:val="18"/>
          <w:szCs w:val="18"/>
        </w:rPr>
        <w:t xml:space="preserve"> ode dne nabytí účinnosti Smlouvy</w:t>
      </w:r>
      <w:r w:rsidR="005A03A3" w:rsidRPr="00DA0E92">
        <w:rPr>
          <w:rFonts w:asciiTheme="majorHAnsi" w:hAnsiTheme="majorHAnsi"/>
          <w:sz w:val="18"/>
          <w:szCs w:val="18"/>
        </w:rPr>
        <w:t>.</w:t>
      </w:r>
    </w:p>
    <w:p w14:paraId="5FFA59AD" w14:textId="77777777" w:rsidR="00EC3BEE" w:rsidRPr="00DA0E92" w:rsidRDefault="00EC3BEE" w:rsidP="00EC3BEE">
      <w:pPr>
        <w:pStyle w:val="TPText-3neslovan"/>
        <w:ind w:left="709"/>
        <w:jc w:val="left"/>
        <w:rPr>
          <w:rFonts w:asciiTheme="majorHAnsi" w:hAnsiTheme="majorHAnsi"/>
          <w:szCs w:val="19"/>
        </w:rPr>
      </w:pPr>
    </w:p>
    <w:p w14:paraId="224F3A56" w14:textId="77777777" w:rsidR="00E05BE0" w:rsidRPr="00DA0E92" w:rsidRDefault="00E05BE0" w:rsidP="008911C8">
      <w:pPr>
        <w:pStyle w:val="Textbezslovn"/>
      </w:pPr>
      <w:r w:rsidRPr="00DA0E92">
        <w:t>Zpracování a předání dílčích částí Projektových dokumentací v rozsahu Přílohy č. 3 vyhlášky č.146/2008 Sb. se zapracovanými připomínkami a zajištění stavebního povolení v právní moci</w:t>
      </w:r>
      <w:r w:rsidR="00EC3BEE" w:rsidRPr="00DA0E92">
        <w:t xml:space="preserve"> včetně dokumentace pro provádění stavby </w:t>
      </w:r>
      <w:r w:rsidRPr="00DA0E92">
        <w:t xml:space="preserve">bude provedeno do </w:t>
      </w:r>
      <w:r w:rsidRPr="00DA0E92">
        <w:rPr>
          <w:rStyle w:val="Tun"/>
        </w:rPr>
        <w:t>9 měsíců</w:t>
      </w:r>
      <w:r w:rsidRPr="00DA0E92">
        <w:t xml:space="preserve"> ode dne nabytí účinnosti Smlouvy. Fakturace bude ve výši do 60 % ceny dokumentací DSP a PDPS.</w:t>
      </w:r>
    </w:p>
    <w:p w14:paraId="547DABB7" w14:textId="7A4B06C9" w:rsidR="008911C8" w:rsidRPr="00DA0E92" w:rsidRDefault="008911C8" w:rsidP="00CB2DC6">
      <w:pPr>
        <w:pStyle w:val="Textbezslovn"/>
      </w:pPr>
      <w:r w:rsidRPr="00DA0E92">
        <w:t>Lhůta pro dokončení prací (dílčí části Projektové dokumentace v rozsahu projektové dokumentace pro stavební povolení a přílohy č. 4 vyhlášky č.</w:t>
      </w:r>
      <w:r w:rsidR="00CB2DC6" w:rsidRPr="00DA0E92">
        <w:t> </w:t>
      </w:r>
      <w:r w:rsidRPr="00DA0E92">
        <w:t>146/2008 Sb. a</w:t>
      </w:r>
      <w:r w:rsidR="00CB2DC6" w:rsidRPr="00DA0E92">
        <w:t> </w:t>
      </w:r>
      <w:r w:rsidRPr="00DA0E92">
        <w:t xml:space="preserve">stavebních prací) činí celkem </w:t>
      </w:r>
      <w:r w:rsidR="00E05BE0" w:rsidRPr="00DA0E92">
        <w:rPr>
          <w:rStyle w:val="Tun"/>
        </w:rPr>
        <w:t>1</w:t>
      </w:r>
      <w:r w:rsidR="00FB562C" w:rsidRPr="00DA0E92">
        <w:rPr>
          <w:rStyle w:val="Tun"/>
        </w:rPr>
        <w:t>5</w:t>
      </w:r>
      <w:r w:rsidRPr="00DA0E92">
        <w:rPr>
          <w:rStyle w:val="Tun"/>
        </w:rPr>
        <w:t xml:space="preserve"> měsíců</w:t>
      </w:r>
      <w:r w:rsidRPr="00DA0E92">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DA0E92">
        <w:t xml:space="preserve">Předání posouzení interoperability, včetně zajištění všech souvisejících dokladů, podle </w:t>
      </w:r>
      <w:proofErr w:type="spellStart"/>
      <w:r w:rsidRPr="00DA0E92">
        <w:t>ust</w:t>
      </w:r>
      <w:proofErr w:type="spellEnd"/>
      <w:r w:rsidRPr="00DA0E92">
        <w:t>. § 49b zákona 266/1994 Sb. ve znění pozdějších předpisů, předání osvědčení o</w:t>
      </w:r>
      <w:r w:rsidR="00CB2DC6" w:rsidRPr="00DA0E92">
        <w:t> </w:t>
      </w:r>
      <w:r w:rsidRPr="00DA0E92">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DA0E92">
        <w:t> </w:t>
      </w:r>
      <w:r w:rsidRPr="00DA0E92">
        <w:t xml:space="preserve">kompletní technické části dokumentace skutečného provedení stavby bude provedeno nejpozději do </w:t>
      </w:r>
      <w:r w:rsidR="00E05BE0" w:rsidRPr="00DA0E92">
        <w:rPr>
          <w:b/>
        </w:rPr>
        <w:t>3</w:t>
      </w:r>
      <w:r w:rsidRPr="00DA0E92">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A0C34DB"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846357">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846357">
        <w:rPr>
          <w:rFonts w:eastAsia="Times New Roman" w:cs="Times New Roman"/>
          <w:sz w:val="18"/>
          <w:szCs w:val="18"/>
        </w:rPr>
        <w:t>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5C433DB9"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846357">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0A0647DB" w:rsidR="00DD0BE3" w:rsidRPr="00781F7E" w:rsidRDefault="00DD0BE3" w:rsidP="00781F7E">
      <w:pPr>
        <w:pStyle w:val="Text1-1"/>
        <w:rPr>
          <w:color w:val="000000" w:themeColor="text1"/>
        </w:rPr>
      </w:pPr>
      <w:r w:rsidRPr="00781F7E">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lastRenderedPageBreak/>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43A7F937" w:rsidR="00C63605" w:rsidRPr="009C1874" w:rsidRDefault="00C63605" w:rsidP="008D7663">
      <w:pPr>
        <w:pStyle w:val="Text1-1"/>
      </w:pPr>
      <w:r w:rsidRPr="008D7663">
        <w:t xml:space="preserve">Tato Smlouva je vyhotovena ve </w:t>
      </w:r>
      <w:r w:rsidRPr="00C63605">
        <w:rPr>
          <w:highlight w:val="yellow"/>
        </w:rPr>
        <w:t xml:space="preserve">"[VLOŽÍ ZHOTOVITEL]" </w:t>
      </w:r>
      <w:r w:rsidRPr="008D7663">
        <w:t xml:space="preserve">vyhotoveních, z nichž Objednatel obdrží </w:t>
      </w:r>
      <w:r w:rsidR="00904902" w:rsidRPr="008D7663">
        <w:t>pět</w:t>
      </w:r>
      <w:r w:rsidRPr="008D7663">
        <w:t xml:space="preserve"> vyhotovení a Zhotovitel obdrží </w:t>
      </w:r>
      <w:r w:rsidRPr="00C63605">
        <w:rPr>
          <w:highlight w:val="yellow"/>
        </w:rPr>
        <w:t xml:space="preserve">"[VLOŽÍ ZHOTOVITEL]" </w:t>
      </w:r>
      <w:r w:rsidRPr="008D7663">
        <w:t>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224C19C5"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w:t>
      </w:r>
      <w:r w:rsidR="009504CD">
        <w:t>5</w:t>
      </w:r>
      <w:r w:rsidR="001E1426">
        <w:t>/2</w:t>
      </w:r>
      <w:r w:rsidR="009504CD">
        <w:t>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2EF91649" w14:textId="0E02B859"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F429669" w14:textId="71DA34F6"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9504CD">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9504CD">
        <w:t>náměstek GŘ pro modernizac</w:t>
      </w:r>
      <w:r w:rsidR="0057465D" w:rsidRPr="009504CD">
        <w:t>i</w:t>
      </w:r>
      <w:r w:rsidRPr="009504CD">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9504CD">
        <w:t>Správa</w:t>
      </w:r>
      <w:r w:rsidR="003149C0" w:rsidRPr="009504CD">
        <w:t xml:space="preserve"> železnic</w:t>
      </w:r>
      <w:r w:rsidRPr="009504CD">
        <w:t>, státní organizace</w:t>
      </w:r>
    </w:p>
    <w:p w14:paraId="2574B363" w14:textId="77777777" w:rsidR="00F422D3" w:rsidRDefault="00F422D3" w:rsidP="009F0867">
      <w:pPr>
        <w:pStyle w:val="Textbezodsazen"/>
      </w:pPr>
    </w:p>
    <w:p w14:paraId="732FDEBF" w14:textId="151653AE" w:rsidR="00CB4F6D" w:rsidRDefault="00CB4F6D" w:rsidP="009504CD">
      <w:pPr>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62120204" w:rsidR="00CB4F6D" w:rsidRPr="00CB4F6D" w:rsidRDefault="001E1426" w:rsidP="00CB4F6D">
      <w:pPr>
        <w:pStyle w:val="Textbezodsazen"/>
      </w:pPr>
      <w:r>
        <w:t>OP/P+R/2</w:t>
      </w:r>
      <w:r w:rsidR="009504C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3548CD">
          <w:headerReference w:type="default" r:id="rId16"/>
          <w:footerReference w:type="even" r:id="rId17"/>
          <w:footerReference w:type="default" r:id="rId18"/>
          <w:pgSz w:w="11906" w:h="16838" w:code="9"/>
          <w:pgMar w:top="-1276"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0CFEB366" w14:textId="4DD8C563" w:rsidR="00957CDD" w:rsidRDefault="00957CDD" w:rsidP="000D5B54">
      <w:pPr>
        <w:pStyle w:val="Textbezodsazen"/>
      </w:pPr>
      <w:r w:rsidRPr="00957CDD">
        <w:t>Zjednodušená dokumentace stavby „Doplnění závor na přejezdu P1697 v km 155,956 trati Plzeň - Žatec“, zpracovatel SŽ, datum 26. 10. 2020.</w:t>
      </w:r>
    </w:p>
    <w:p w14:paraId="1AD90DA3" w14:textId="0DCF5B1B" w:rsidR="000D5B54" w:rsidRDefault="00957CDD" w:rsidP="000D5B54">
      <w:pPr>
        <w:pStyle w:val="Textbezodsazen"/>
      </w:pPr>
      <w:r w:rsidRPr="00957CDD">
        <w:t xml:space="preserve">Schvalovací protokol stavby SŽ </w:t>
      </w:r>
      <w:proofErr w:type="gramStart"/>
      <w:r w:rsidRPr="00957CDD">
        <w:t>č.j.</w:t>
      </w:r>
      <w:proofErr w:type="gramEnd"/>
      <w:r w:rsidRPr="00957CDD">
        <w:t xml:space="preserve"> 85748/2020-SŽ-GŘ-O6-Hlo ze dne 9.12.2020.</w:t>
      </w:r>
    </w:p>
    <w:p w14:paraId="66E6DA59" w14:textId="7F189BBB" w:rsidR="0003377E" w:rsidRDefault="0003377E" w:rsidP="000D5B54">
      <w:pPr>
        <w:pStyle w:val="Textbezodsazen"/>
      </w:pPr>
      <w:r w:rsidRPr="0003377E">
        <w:t xml:space="preserve">Zjednodušená dokumentace stavby „Doplnění závor na přejezdech P1702 v km 163,692 a P1703 v km 169,358 trati Plzeň - Žatec“, zpracovatel SŽ, datum </w:t>
      </w:r>
      <w:r w:rsidR="00212F54" w:rsidRPr="0003377E">
        <w:t>26. 10. 2020</w:t>
      </w:r>
      <w:r w:rsidRPr="0003377E">
        <w:t>.</w:t>
      </w:r>
    </w:p>
    <w:p w14:paraId="351F7EC1" w14:textId="130E513E" w:rsidR="0003377E" w:rsidRDefault="0003377E" w:rsidP="000D5B54">
      <w:pPr>
        <w:pStyle w:val="Textbezodsazen"/>
      </w:pPr>
      <w:r w:rsidRPr="0003377E">
        <w:t xml:space="preserve">Schvalovací protokol stavby SŽ </w:t>
      </w:r>
      <w:proofErr w:type="gramStart"/>
      <w:r w:rsidRPr="0003377E">
        <w:t>č.j.</w:t>
      </w:r>
      <w:proofErr w:type="gramEnd"/>
      <w:r w:rsidRPr="0003377E">
        <w:t xml:space="preserve"> 85749/2020-SŽ-GŘ-O6-Hlo ze dne 9.12.2020.</w:t>
      </w:r>
    </w:p>
    <w:p w14:paraId="274F6F0C" w14:textId="3D82EB59" w:rsidR="0003377E" w:rsidRDefault="0003377E" w:rsidP="000D5B54">
      <w:pPr>
        <w:pStyle w:val="Textbezodsazen"/>
      </w:pPr>
      <w:r w:rsidRPr="0003377E">
        <w:t xml:space="preserve">Zjednodušená dokumentace stavby „Doplnění závor na přejezdu P1714 v km 186,463 trati Plzeň - Žatec“, zpracovatel SŽ, datum </w:t>
      </w:r>
      <w:r w:rsidR="00212F54" w:rsidRPr="0003377E">
        <w:t>26. 10. 2020</w:t>
      </w:r>
      <w:r w:rsidRPr="0003377E">
        <w:t>.</w:t>
      </w:r>
    </w:p>
    <w:p w14:paraId="7489FFEB" w14:textId="2FB33D1A" w:rsidR="0003377E" w:rsidRDefault="0003377E" w:rsidP="000D5B54">
      <w:pPr>
        <w:pStyle w:val="Textbezodsazen"/>
      </w:pPr>
      <w:r w:rsidRPr="0003377E">
        <w:t xml:space="preserve">Schvalovací protokol stavby SŽ </w:t>
      </w:r>
      <w:proofErr w:type="gramStart"/>
      <w:r w:rsidRPr="0003377E">
        <w:t>č.j.</w:t>
      </w:r>
      <w:proofErr w:type="gramEnd"/>
      <w:r w:rsidRPr="0003377E">
        <w:t xml:space="preserve"> 85755/2020-SŽ-GŘ-O6-Hlo ze dne 10.12.2020.</w:t>
      </w:r>
    </w:p>
    <w:p w14:paraId="0A3BEA16" w14:textId="2A9AC5CC" w:rsidR="00212F54" w:rsidRDefault="00212F54" w:rsidP="000D5B54">
      <w:pPr>
        <w:pStyle w:val="Textbezodsazen"/>
      </w:pPr>
      <w:r w:rsidRPr="00212F54">
        <w:t>Zjednodušená dokumentace stavby „Doplnění závor na přejezdech P1716 v km 190,480 a P1718 v km 192,736 trati Plzeň - Žatec“, zpracovatel SŽ, datum 26. 10. 2020.</w:t>
      </w:r>
    </w:p>
    <w:p w14:paraId="0EA2E81F" w14:textId="50F54B7D" w:rsidR="00212F54" w:rsidRDefault="00212F54" w:rsidP="000D5B54">
      <w:pPr>
        <w:pStyle w:val="Textbezodsazen"/>
      </w:pPr>
      <w:r w:rsidRPr="00212F54">
        <w:t xml:space="preserve">Schvalovací protokol stavby SŽ </w:t>
      </w:r>
      <w:proofErr w:type="gramStart"/>
      <w:r w:rsidRPr="00212F54">
        <w:t>č.j.</w:t>
      </w:r>
      <w:proofErr w:type="gramEnd"/>
      <w:r w:rsidRPr="00212F54">
        <w:t xml:space="preserve"> 85939/2020-SŽ-GŘ-O6-Hlo ze dne 10.12.2020.</w:t>
      </w:r>
    </w:p>
    <w:p w14:paraId="6D5DCCC1" w14:textId="37D64270" w:rsidR="00FA150C" w:rsidRDefault="00FA150C" w:rsidP="000D5B54">
      <w:pPr>
        <w:pStyle w:val="Textbezodsazen"/>
      </w:pPr>
      <w:r w:rsidRPr="00FA150C">
        <w:t>Zjednodušená dokumentace stavby „Doplnění závor na přejezdech P1720 v km 195,984 a P1721 v km 196,926 trati Plzeň - Žatec“, zpracovatel SŽ, datum 26. 10. 2020.</w:t>
      </w:r>
    </w:p>
    <w:p w14:paraId="31BFA6DE" w14:textId="16C97D5D" w:rsidR="00FA150C" w:rsidRDefault="00FA150C" w:rsidP="000D5B54">
      <w:pPr>
        <w:pStyle w:val="Textbezodsazen"/>
      </w:pPr>
      <w:r w:rsidRPr="00FA150C">
        <w:t xml:space="preserve">Schvalovací protokol stavby SŽ </w:t>
      </w:r>
      <w:proofErr w:type="gramStart"/>
      <w:r w:rsidRPr="00FA150C">
        <w:t>č.j.</w:t>
      </w:r>
      <w:proofErr w:type="gramEnd"/>
      <w:r w:rsidRPr="00FA150C">
        <w:t xml:space="preserve"> 86469/2020-SŽ-GŘ-O6-Hlo ze dne 14.12.2020.</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1E19131D"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w:t>
      </w:r>
      <w:r w:rsidRPr="00074B09">
        <w:rPr>
          <w:sz w:val="18"/>
          <w:szCs w:val="18"/>
        </w:rPr>
        <w:t xml:space="preserve">Stavby (předpoklad </w:t>
      </w:r>
      <w:r w:rsidR="00F9164B" w:rsidRPr="00074B09">
        <w:rPr>
          <w:sz w:val="18"/>
          <w:szCs w:val="18"/>
        </w:rPr>
        <w:t>6</w:t>
      </w:r>
      <w:r w:rsidRPr="00074B09">
        <w:rPr>
          <w:sz w:val="18"/>
          <w:szCs w:val="18"/>
        </w:rPr>
        <w:t xml:space="preserve"> měsí</w:t>
      </w:r>
      <w:r w:rsidR="00F9164B" w:rsidRPr="00074B09">
        <w:rPr>
          <w:sz w:val="18"/>
          <w:szCs w:val="18"/>
        </w:rPr>
        <w:t>ců</w:t>
      </w:r>
      <w:r w:rsidRPr="00074B09">
        <w:rPr>
          <w:sz w:val="18"/>
          <w:szCs w:val="18"/>
        </w:rPr>
        <w:t>)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1D9E02F3"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w:t>
      </w:r>
      <w:r w:rsidR="005554F3" w:rsidRPr="009A01C9">
        <w:rPr>
          <w:b/>
          <w:u w:val="single"/>
        </w:rPr>
        <w:t>za S</w:t>
      </w:r>
      <w:r w:rsidRPr="009A01C9">
        <w:rPr>
          <w:b/>
          <w:u w:val="single"/>
        </w:rPr>
        <w:t xml:space="preserve">tavbu 1 </w:t>
      </w:r>
      <w:r w:rsidR="005554F3" w:rsidRPr="009A01C9">
        <w:rPr>
          <w:b/>
          <w:u w:val="single"/>
        </w:rPr>
        <w:t>„</w:t>
      </w:r>
      <w:r w:rsidR="00F9164B" w:rsidRPr="009A01C9">
        <w:rPr>
          <w:b/>
          <w:u w:val="single"/>
        </w:rPr>
        <w:t>Doplnění závor na přejezdu P1697 v km 155,956 trati Plzeň - Žatec</w:t>
      </w:r>
      <w:r w:rsidR="005554F3" w:rsidRPr="009A01C9">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67B6A8EF" w:rsidR="001E1426" w:rsidRDefault="001E1426" w:rsidP="001E1426">
      <w:pPr>
        <w:spacing w:after="80" w:line="264" w:lineRule="auto"/>
        <w:jc w:val="both"/>
        <w:rPr>
          <w:b/>
          <w:sz w:val="18"/>
          <w:szCs w:val="18"/>
        </w:rPr>
      </w:pPr>
    </w:p>
    <w:p w14:paraId="657BD919" w14:textId="23F10CCA" w:rsidR="00074B09" w:rsidRDefault="00074B09" w:rsidP="001E1426">
      <w:pPr>
        <w:spacing w:after="80" w:line="264" w:lineRule="auto"/>
        <w:jc w:val="both"/>
        <w:rPr>
          <w:b/>
          <w:sz w:val="18"/>
          <w:szCs w:val="18"/>
        </w:rPr>
      </w:pPr>
    </w:p>
    <w:p w14:paraId="718454EE" w14:textId="77777777" w:rsidR="00074B09" w:rsidRDefault="00074B09" w:rsidP="001E1426">
      <w:pPr>
        <w:spacing w:after="80" w:line="264" w:lineRule="auto"/>
        <w:jc w:val="both"/>
        <w:rPr>
          <w:b/>
          <w:sz w:val="18"/>
          <w:szCs w:val="18"/>
        </w:rPr>
      </w:pPr>
    </w:p>
    <w:p w14:paraId="233152AF" w14:textId="08CE3602" w:rsidR="001E1426" w:rsidRPr="0024026C" w:rsidRDefault="001E1426" w:rsidP="005554F3">
      <w:pPr>
        <w:keepNext/>
        <w:spacing w:before="200" w:after="120" w:line="264" w:lineRule="auto"/>
        <w:rPr>
          <w:b/>
          <w:u w:val="single"/>
        </w:rPr>
      </w:pPr>
      <w:r w:rsidRPr="0024026C">
        <w:rPr>
          <w:b/>
          <w:u w:val="single"/>
        </w:rPr>
        <w:lastRenderedPageBreak/>
        <w:t xml:space="preserve">Ceny Díla – Rekapitulace – celkem za </w:t>
      </w:r>
      <w:r w:rsidRPr="009A01C9">
        <w:rPr>
          <w:b/>
          <w:u w:val="single"/>
        </w:rPr>
        <w:t xml:space="preserve">stavbu 2 </w:t>
      </w:r>
      <w:r w:rsidR="005554F3" w:rsidRPr="009A01C9">
        <w:rPr>
          <w:b/>
          <w:u w:val="single"/>
        </w:rPr>
        <w:t>„</w:t>
      </w:r>
      <w:r w:rsidR="00F9164B" w:rsidRPr="009A01C9">
        <w:rPr>
          <w:b/>
          <w:u w:val="single"/>
        </w:rPr>
        <w:t>Doplnění závor na přejezdech P1702 v km 163,692 a P1703 v km 169,358 trati Plzeň – Žatec</w:t>
      </w:r>
      <w:r w:rsidR="005554F3" w:rsidRPr="009A01C9">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1E5CA499" w14:textId="7EF3E6ED" w:rsidR="005554F3" w:rsidRPr="005554F3" w:rsidRDefault="005554F3" w:rsidP="005554F3">
      <w:pPr>
        <w:keepNext/>
        <w:spacing w:before="200" w:after="120" w:line="264" w:lineRule="auto"/>
        <w:rPr>
          <w:b/>
          <w:u w:val="single"/>
        </w:rPr>
      </w:pPr>
      <w:r w:rsidRPr="0024026C">
        <w:rPr>
          <w:b/>
          <w:u w:val="single"/>
        </w:rPr>
        <w:t xml:space="preserve">Ceny Díla – Rekapitulace – celkem </w:t>
      </w:r>
      <w:r w:rsidRPr="009A01C9">
        <w:rPr>
          <w:b/>
          <w:u w:val="single"/>
        </w:rPr>
        <w:t>za stavbu 3 „</w:t>
      </w:r>
      <w:r w:rsidR="00F9164B" w:rsidRPr="009A01C9">
        <w:rPr>
          <w:b/>
          <w:u w:val="single"/>
        </w:rPr>
        <w:t>Doplnění závor na přejezdu P1714 v km 186,463 trati Plzeň – Žatec</w:t>
      </w:r>
      <w:r w:rsidRPr="009A01C9">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56C1D02D" w:rsidR="001F518E" w:rsidRDefault="001F518E" w:rsidP="00AE4B52">
      <w:pPr>
        <w:pStyle w:val="Textbezodsazen"/>
      </w:pPr>
    </w:p>
    <w:p w14:paraId="7EC83F3B" w14:textId="47C68533" w:rsidR="00F9164B" w:rsidRPr="005554F3" w:rsidRDefault="00F9164B" w:rsidP="00F9164B">
      <w:pPr>
        <w:keepNext/>
        <w:spacing w:before="200" w:after="120" w:line="264" w:lineRule="auto"/>
        <w:rPr>
          <w:b/>
          <w:u w:val="single"/>
        </w:rPr>
      </w:pPr>
      <w:r w:rsidRPr="0024026C">
        <w:rPr>
          <w:b/>
          <w:u w:val="single"/>
        </w:rPr>
        <w:t xml:space="preserve">Ceny Díla – Rekapitulace – </w:t>
      </w:r>
      <w:r w:rsidRPr="009A01C9">
        <w:rPr>
          <w:b/>
          <w:u w:val="single"/>
        </w:rPr>
        <w:t>celkem za stavbu 4 „Doplnění závor na přejezdech P1716 v km 190,480 a P1718 v km 192,736 trati Plzeň – Žatec“</w:t>
      </w:r>
    </w:p>
    <w:p w14:paraId="632EAE32" w14:textId="77777777" w:rsidR="00F9164B" w:rsidRPr="0024026C" w:rsidRDefault="00F9164B" w:rsidP="00F9164B">
      <w:pPr>
        <w:keepNext/>
        <w:spacing w:before="200" w:after="120" w:line="264" w:lineRule="auto"/>
        <w:rPr>
          <w:b/>
          <w:u w:val="single"/>
        </w:rPr>
      </w:pPr>
    </w:p>
    <w:p w14:paraId="10DDA66F" w14:textId="77777777" w:rsidR="00F9164B" w:rsidRPr="006A698D" w:rsidRDefault="00F9164B" w:rsidP="00F9164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246A3E1" w14:textId="77777777" w:rsidR="00F9164B" w:rsidRPr="006A698D" w:rsidRDefault="00F9164B" w:rsidP="00F9164B">
      <w:pPr>
        <w:spacing w:after="120" w:line="264" w:lineRule="auto"/>
        <w:jc w:val="both"/>
        <w:rPr>
          <w:sz w:val="18"/>
          <w:szCs w:val="18"/>
        </w:rPr>
      </w:pPr>
      <w:r w:rsidRPr="006A698D">
        <w:rPr>
          <w:sz w:val="18"/>
          <w:szCs w:val="18"/>
        </w:rPr>
        <w:t>Z toho:</w:t>
      </w:r>
    </w:p>
    <w:p w14:paraId="0B09A105" w14:textId="77777777" w:rsidR="00F9164B" w:rsidRPr="0024026C" w:rsidRDefault="00F9164B" w:rsidP="00F9164B">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0B72EBBA" w14:textId="77777777" w:rsidR="00F9164B" w:rsidRPr="006A698D" w:rsidRDefault="00F9164B" w:rsidP="00F9164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C9E6CE" w14:textId="77777777" w:rsidR="00F9164B" w:rsidRPr="006A698D" w:rsidRDefault="00F9164B" w:rsidP="00F9164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6A85B6F" w14:textId="77777777" w:rsidR="00F9164B" w:rsidRDefault="00F9164B" w:rsidP="00F9164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3C868B3" w14:textId="77777777" w:rsidR="00F9164B" w:rsidRPr="006A698D" w:rsidRDefault="00F9164B" w:rsidP="00F9164B">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4151F206" w14:textId="260974E2" w:rsidR="00F9164B" w:rsidRDefault="00F9164B" w:rsidP="00AE4B52">
      <w:pPr>
        <w:pStyle w:val="Textbezodsazen"/>
      </w:pPr>
    </w:p>
    <w:p w14:paraId="53D5D5CC" w14:textId="73AB2F7D" w:rsidR="00F9164B" w:rsidRDefault="00F9164B" w:rsidP="00AE4B52">
      <w:pPr>
        <w:pStyle w:val="Textbezodsazen"/>
      </w:pPr>
    </w:p>
    <w:p w14:paraId="1A338069" w14:textId="203B3EC9" w:rsidR="00F9164B" w:rsidRPr="005554F3" w:rsidRDefault="00F9164B" w:rsidP="00F9164B">
      <w:pPr>
        <w:keepNext/>
        <w:spacing w:before="200" w:after="120" w:line="264" w:lineRule="auto"/>
        <w:rPr>
          <w:b/>
          <w:u w:val="single"/>
        </w:rPr>
      </w:pPr>
      <w:r w:rsidRPr="0024026C">
        <w:rPr>
          <w:b/>
          <w:u w:val="single"/>
        </w:rPr>
        <w:lastRenderedPageBreak/>
        <w:t xml:space="preserve">Ceny Díla – Rekapitulace – </w:t>
      </w:r>
      <w:r w:rsidRPr="009A01C9">
        <w:rPr>
          <w:b/>
          <w:u w:val="single"/>
        </w:rPr>
        <w:t>celkem za stavbu 5 „Doplnění závor na přejezdech P1720 v km 195,984 a P1721 v km 196,926 trati Plzeň – Žatec“</w:t>
      </w:r>
    </w:p>
    <w:p w14:paraId="44D1ED26" w14:textId="77777777" w:rsidR="00F9164B" w:rsidRPr="0024026C" w:rsidRDefault="00F9164B" w:rsidP="00F9164B">
      <w:pPr>
        <w:keepNext/>
        <w:spacing w:before="200" w:after="120" w:line="264" w:lineRule="auto"/>
        <w:rPr>
          <w:b/>
          <w:u w:val="single"/>
        </w:rPr>
      </w:pPr>
    </w:p>
    <w:p w14:paraId="44839CB4" w14:textId="77777777" w:rsidR="00F9164B" w:rsidRPr="006A698D" w:rsidRDefault="00F9164B" w:rsidP="00F9164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81F6D53" w14:textId="77777777" w:rsidR="00F9164B" w:rsidRPr="006A698D" w:rsidRDefault="00F9164B" w:rsidP="00F9164B">
      <w:pPr>
        <w:spacing w:after="120" w:line="264" w:lineRule="auto"/>
        <w:jc w:val="both"/>
        <w:rPr>
          <w:sz w:val="18"/>
          <w:szCs w:val="18"/>
        </w:rPr>
      </w:pPr>
      <w:r w:rsidRPr="006A698D">
        <w:rPr>
          <w:sz w:val="18"/>
          <w:szCs w:val="18"/>
        </w:rPr>
        <w:t>Z toho:</w:t>
      </w:r>
    </w:p>
    <w:p w14:paraId="38B1CB04" w14:textId="77777777" w:rsidR="00F9164B" w:rsidRPr="0024026C" w:rsidRDefault="00F9164B" w:rsidP="00F9164B">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17C62555" w14:textId="77777777" w:rsidR="00F9164B" w:rsidRPr="006A698D" w:rsidRDefault="00F9164B" w:rsidP="00F9164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792EF4B" w14:textId="77777777" w:rsidR="00F9164B" w:rsidRPr="006A698D" w:rsidRDefault="00F9164B" w:rsidP="00F9164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4AF2D9AD" w14:textId="77777777" w:rsidR="00F9164B" w:rsidRDefault="00F9164B" w:rsidP="00F9164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1959BFC" w14:textId="77777777" w:rsidR="00F9164B" w:rsidRPr="006A698D" w:rsidRDefault="00F9164B" w:rsidP="00F9164B">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0949C852" w14:textId="77777777" w:rsidR="00F9164B" w:rsidRDefault="00F9164B" w:rsidP="00AE4B52">
      <w:pPr>
        <w:pStyle w:val="Textbezodsazen"/>
        <w:sectPr w:rsidR="00F9164B"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6E49998A" w:rsidR="007742FA" w:rsidRPr="00DC37EC" w:rsidRDefault="00C62587"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1185C5C9" w:rsidR="007742FA" w:rsidRPr="00DC37EC" w:rsidRDefault="00C62587"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F2FE0A" w:rsidR="007742FA" w:rsidRPr="00DC37EC" w:rsidRDefault="00C62587"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68C9B7B3" w:rsidR="007742FA" w:rsidRPr="00DC37EC" w:rsidRDefault="00C62587" w:rsidP="007742FA">
            <w:pPr>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257B38F2" w:rsidR="007742FA" w:rsidRPr="00DC37EC" w:rsidRDefault="00C62587"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3870A797" w:rsidR="007742FA" w:rsidRPr="00DC37EC" w:rsidRDefault="00C62587"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59F5A868" w:rsidR="007742FA" w:rsidRPr="00DC37EC" w:rsidRDefault="00EB4347"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23A40980" w:rsidR="007742FA" w:rsidRPr="00DC37EC" w:rsidRDefault="00EB4347"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F1A9BDA" w14:textId="6BE1915F"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60FB13CA" w:rsidR="002038D5" w:rsidRPr="001F518E" w:rsidRDefault="00EB434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0C9A7E2E" w:rsidR="002038D5" w:rsidRPr="001F518E" w:rsidRDefault="00EB434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1D01F01C" w:rsidR="002038D5" w:rsidRPr="001F518E" w:rsidRDefault="00EB434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B97E828" w:rsidR="002038D5" w:rsidRPr="001F518E" w:rsidRDefault="00EB434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8643282" w:rsidR="00C717BC" w:rsidRPr="00DC37EC" w:rsidRDefault="00EB4347"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0C5415F1" w:rsidR="00C717BC" w:rsidRPr="00DC37EC" w:rsidRDefault="00EB434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1B86E431" w:rsidR="00C717BC" w:rsidRPr="00DC37EC" w:rsidRDefault="00EB434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255D2BBD" w:rsidR="00C717BC" w:rsidRPr="00DC37EC" w:rsidRDefault="00EB434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5C1EDAC" w14:textId="19D7DA37" w:rsidR="001F518E" w:rsidRPr="00F95FBD" w:rsidRDefault="001F518E" w:rsidP="001F518E">
      <w:pPr>
        <w:pStyle w:val="Nadpisbezsl1-2"/>
      </w:pPr>
      <w:bookmarkStart w:id="0" w:name="_GoBack"/>
      <w:bookmarkEnd w:id="0"/>
      <w:r>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5691C3" w14:textId="77777777" w:rsidR="00DE4401" w:rsidRDefault="00DE4401" w:rsidP="00751B12">
      <w:pPr>
        <w:pStyle w:val="Textbezodsazen"/>
      </w:pPr>
    </w:p>
    <w:p w14:paraId="53E46380" w14:textId="73DEFB2B" w:rsidR="005D49FC"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074B09">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634BBB">
        <w:rPr>
          <w:sz w:val="18"/>
          <w:szCs w:val="18"/>
        </w:rPr>
        <w:lastRenderedPageBreak/>
        <w:t>Specialista (vedoucí prací) na sdělovací</w:t>
      </w:r>
      <w:r w:rsidR="00A349C6" w:rsidRPr="00634BBB">
        <w:rPr>
          <w:sz w:val="18"/>
          <w:szCs w:val="18"/>
        </w:rPr>
        <w:t xml:space="preserve"> a </w:t>
      </w:r>
      <w:r w:rsidRPr="00634BBB">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2ED44B86"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64332D">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078E98B" w:rsidR="007C5289" w:rsidRPr="007C5289" w:rsidRDefault="007C5289" w:rsidP="00634BBB">
            <w:pPr>
              <w:pStyle w:val="Tabulka"/>
              <w:cnfStyle w:val="000000000000" w:firstRow="0" w:lastRow="0" w:firstColumn="0" w:lastColumn="0" w:oddVBand="0" w:evenVBand="0" w:oddHBand="0" w:evenHBand="0" w:firstRowFirstColumn="0" w:firstRowLastColumn="0" w:lastRowFirstColumn="0" w:lastRowLastColumn="0"/>
            </w:pPr>
            <w:r w:rsidRPr="00634BBB">
              <w:t xml:space="preserve">Minimálně </w:t>
            </w:r>
            <w:r w:rsidR="00634BBB" w:rsidRPr="00634BBB">
              <w:t>6</w:t>
            </w:r>
            <w:r w:rsidR="00CB6C59" w:rsidRPr="00634BBB">
              <w:t>0</w:t>
            </w:r>
            <w:r w:rsidRPr="00634BBB">
              <w:t xml:space="preserve"> mil. Kč na jednu pojistnou událost</w:t>
            </w:r>
            <w:r w:rsidR="00A349C6" w:rsidRPr="00634BBB">
              <w:t xml:space="preserve"> a </w:t>
            </w:r>
            <w:r w:rsidR="00CB6C59" w:rsidRPr="00634BBB">
              <w:t>1</w:t>
            </w:r>
            <w:r w:rsidR="00634BBB" w:rsidRPr="00634BBB">
              <w:t>2</w:t>
            </w:r>
            <w:r w:rsidR="00CB6C59" w:rsidRPr="00634BBB">
              <w:t>0</w:t>
            </w:r>
            <w:r w:rsidRPr="00634BBB">
              <w:t xml:space="preserve"> mil. Kč</w:t>
            </w:r>
            <w:r w:rsidR="00A349C6" w:rsidRPr="00634BBB">
              <w:t xml:space="preserve"> v </w:t>
            </w:r>
            <w:r w:rsidRPr="00634BBB">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23501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23501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23501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23501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23501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23501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23501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23501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23501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23501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23501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23501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23501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23501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23501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23501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23501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23501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23501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23501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23501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23501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23501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23501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23501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23501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23501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23501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23501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23501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23501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23501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23501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23501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23501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23501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23501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23501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23501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23501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23501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23501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23501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23501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23501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23501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23501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23501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23501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23501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23501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23501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23501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23501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23501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04050" w14:textId="77777777" w:rsidR="003C04F7" w:rsidRDefault="003C04F7" w:rsidP="00962258">
      <w:pPr>
        <w:spacing w:after="0" w:line="240" w:lineRule="auto"/>
      </w:pPr>
      <w:r>
        <w:separator/>
      </w:r>
    </w:p>
  </w:endnote>
  <w:endnote w:type="continuationSeparator" w:id="0">
    <w:p w14:paraId="2DDE178D" w14:textId="77777777" w:rsidR="003C04F7" w:rsidRDefault="003C04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4104960C" w14:textId="77777777" w:rsidTr="00F13FDA">
      <w:tc>
        <w:tcPr>
          <w:tcW w:w="1021" w:type="dxa"/>
          <w:vAlign w:val="bottom"/>
        </w:tcPr>
        <w:p w14:paraId="6ABBE6D0" w14:textId="5A5A89D3" w:rsidR="00074B09" w:rsidRPr="00B8518B" w:rsidRDefault="00074B0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0C0E">
            <w:rPr>
              <w:rStyle w:val="slostrnky"/>
              <w:noProof/>
            </w:rPr>
            <w:t>35</w:t>
          </w:r>
          <w:r w:rsidRPr="00B8518B">
            <w:rPr>
              <w:rStyle w:val="slostrnky"/>
            </w:rPr>
            <w:fldChar w:fldCharType="end"/>
          </w:r>
        </w:p>
      </w:tc>
      <w:tc>
        <w:tcPr>
          <w:tcW w:w="0" w:type="auto"/>
          <w:vAlign w:val="bottom"/>
        </w:tcPr>
        <w:p w14:paraId="45929B6B" w14:textId="77777777" w:rsidR="00074B09" w:rsidRDefault="00074B09" w:rsidP="00F13FDA">
          <w:pPr>
            <w:pStyle w:val="Zpatvlevo"/>
          </w:pPr>
          <w:r w:rsidRPr="00B41CFD">
            <w:t>Smlouva o dílo</w:t>
          </w:r>
        </w:p>
        <w:p w14:paraId="24613A41" w14:textId="77777777" w:rsidR="00074B09" w:rsidRPr="003462EB" w:rsidRDefault="00074B09" w:rsidP="00B63BD1">
          <w:pPr>
            <w:pStyle w:val="Zpatvlevo"/>
          </w:pPr>
          <w:r>
            <w:t>Z</w:t>
          </w:r>
          <w:r w:rsidRPr="00B63BD1">
            <w:t>hotovení Projektové dokumentace a stavby</w:t>
          </w:r>
        </w:p>
      </w:tc>
    </w:tr>
  </w:tbl>
  <w:p w14:paraId="67FD1A4E" w14:textId="77777777" w:rsidR="00074B09" w:rsidRPr="00F13FDA" w:rsidRDefault="00074B0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4820A0B9" w14:textId="77777777" w:rsidTr="00F13FDA">
      <w:tc>
        <w:tcPr>
          <w:tcW w:w="1021" w:type="dxa"/>
          <w:vAlign w:val="bottom"/>
        </w:tcPr>
        <w:p w14:paraId="19D7CA9E" w14:textId="777777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074B09" w:rsidRPr="00DD4862" w:rsidRDefault="00074B09" w:rsidP="00F13FDA">
          <w:pPr>
            <w:pStyle w:val="Zpatvlevo"/>
            <w:rPr>
              <w:b/>
            </w:rPr>
          </w:pPr>
          <w:r>
            <w:rPr>
              <w:b/>
            </w:rPr>
            <w:t>Příloha č. 5</w:t>
          </w:r>
        </w:p>
        <w:p w14:paraId="313CFA21" w14:textId="77777777" w:rsidR="00074B09" w:rsidRDefault="00074B09" w:rsidP="00F13FDA">
          <w:pPr>
            <w:pStyle w:val="Zpatvlevo"/>
          </w:pPr>
          <w:r w:rsidRPr="00B41CFD">
            <w:t>Smlouva o dílo</w:t>
          </w:r>
        </w:p>
        <w:p w14:paraId="0B549D3B" w14:textId="77777777" w:rsidR="00074B09" w:rsidRPr="003462EB" w:rsidRDefault="00074B09" w:rsidP="00F13FDA">
          <w:pPr>
            <w:pStyle w:val="Zpatvlevo"/>
          </w:pPr>
          <w:r>
            <w:t>Z</w:t>
          </w:r>
          <w:r w:rsidRPr="00B63BD1">
            <w:t>hotovení Projektové dokumentace a stavby</w:t>
          </w:r>
        </w:p>
      </w:tc>
    </w:tr>
  </w:tbl>
  <w:p w14:paraId="26C2AD34" w14:textId="77777777" w:rsidR="00074B09" w:rsidRPr="00F13FDA" w:rsidRDefault="00074B0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3B39B85F" w14:textId="77777777" w:rsidTr="00934B6B">
      <w:tc>
        <w:tcPr>
          <w:tcW w:w="0" w:type="auto"/>
          <w:tcMar>
            <w:left w:w="0" w:type="dxa"/>
            <w:right w:w="0" w:type="dxa"/>
          </w:tcMar>
          <w:vAlign w:val="bottom"/>
        </w:tcPr>
        <w:p w14:paraId="3B62B9D3" w14:textId="77777777" w:rsidR="00074B09" w:rsidRPr="00DD4862" w:rsidRDefault="00074B09" w:rsidP="00934B6B">
          <w:pPr>
            <w:pStyle w:val="Zpatvpravo"/>
            <w:rPr>
              <w:b/>
            </w:rPr>
          </w:pPr>
          <w:r w:rsidRPr="00DD4862">
            <w:rPr>
              <w:b/>
            </w:rPr>
            <w:t xml:space="preserve">Příloha č. </w:t>
          </w:r>
          <w:r>
            <w:rPr>
              <w:b/>
            </w:rPr>
            <w:t>5</w:t>
          </w:r>
        </w:p>
        <w:p w14:paraId="557FAB05" w14:textId="77777777" w:rsidR="00074B09" w:rsidRPr="003462EB" w:rsidRDefault="00074B09" w:rsidP="00934B6B">
          <w:pPr>
            <w:pStyle w:val="Zpatvpravo"/>
          </w:pPr>
          <w:r>
            <w:t>Smlouva o dílo</w:t>
          </w:r>
        </w:p>
        <w:p w14:paraId="1DD0B0B7"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AD8553D"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3062E164" w14:textId="77777777" w:rsidR="00074B09" w:rsidRPr="00B8518B" w:rsidRDefault="00074B0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2882275F" w14:textId="77777777" w:rsidTr="00F13FDA">
      <w:tc>
        <w:tcPr>
          <w:tcW w:w="1021" w:type="dxa"/>
          <w:vAlign w:val="bottom"/>
        </w:tcPr>
        <w:p w14:paraId="5C8D9169" w14:textId="1E11E956"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0C0E">
            <w:rPr>
              <w:rStyle w:val="slostrnky"/>
              <w:noProof/>
            </w:rPr>
            <w:t>3</w:t>
          </w:r>
          <w:r>
            <w:rPr>
              <w:rStyle w:val="slostrnky"/>
            </w:rPr>
            <w:fldChar w:fldCharType="end"/>
          </w:r>
        </w:p>
      </w:tc>
      <w:tc>
        <w:tcPr>
          <w:tcW w:w="0" w:type="auto"/>
          <w:vAlign w:val="bottom"/>
        </w:tcPr>
        <w:p w14:paraId="3E105F62" w14:textId="77777777" w:rsidR="00074B09" w:rsidRPr="00DD4862" w:rsidRDefault="00074B09" w:rsidP="00F13FDA">
          <w:pPr>
            <w:pStyle w:val="Zpatvlevo"/>
            <w:rPr>
              <w:b/>
            </w:rPr>
          </w:pPr>
          <w:r>
            <w:rPr>
              <w:b/>
            </w:rPr>
            <w:t>Příloha č. 6</w:t>
          </w:r>
        </w:p>
        <w:p w14:paraId="1527FE35" w14:textId="77777777" w:rsidR="00074B09" w:rsidRDefault="00074B09" w:rsidP="00F13FDA">
          <w:pPr>
            <w:pStyle w:val="Zpatvlevo"/>
          </w:pPr>
          <w:r w:rsidRPr="00B41CFD">
            <w:t>Smlouva o dílo</w:t>
          </w:r>
        </w:p>
        <w:p w14:paraId="3A4FF54C" w14:textId="77777777" w:rsidR="00074B09" w:rsidRPr="003462EB" w:rsidRDefault="00074B09" w:rsidP="00F13FDA">
          <w:pPr>
            <w:pStyle w:val="Zpatvlevo"/>
          </w:pPr>
          <w:r>
            <w:t>Z</w:t>
          </w:r>
          <w:r w:rsidRPr="00B63BD1">
            <w:t>hotovení Projektové dokumentace a stavby</w:t>
          </w:r>
        </w:p>
      </w:tc>
    </w:tr>
  </w:tbl>
  <w:p w14:paraId="242D3B49" w14:textId="77777777" w:rsidR="00074B09" w:rsidRPr="00F13FDA" w:rsidRDefault="00074B0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338E7D44" w14:textId="77777777" w:rsidTr="00934B6B">
      <w:tc>
        <w:tcPr>
          <w:tcW w:w="0" w:type="auto"/>
          <w:tcMar>
            <w:left w:w="0" w:type="dxa"/>
            <w:right w:w="0" w:type="dxa"/>
          </w:tcMar>
          <w:vAlign w:val="bottom"/>
        </w:tcPr>
        <w:p w14:paraId="467ACD65" w14:textId="77777777" w:rsidR="00074B09" w:rsidRPr="00DD4862" w:rsidRDefault="00074B09" w:rsidP="00934B6B">
          <w:pPr>
            <w:pStyle w:val="Zpatvpravo"/>
            <w:rPr>
              <w:b/>
            </w:rPr>
          </w:pPr>
          <w:r w:rsidRPr="00DD4862">
            <w:rPr>
              <w:b/>
            </w:rPr>
            <w:t xml:space="preserve">Příloha č. </w:t>
          </w:r>
          <w:r>
            <w:rPr>
              <w:b/>
            </w:rPr>
            <w:t>6</w:t>
          </w:r>
        </w:p>
        <w:p w14:paraId="702671EE" w14:textId="77777777" w:rsidR="00074B09" w:rsidRPr="003462EB" w:rsidRDefault="00074B09" w:rsidP="00934B6B">
          <w:pPr>
            <w:pStyle w:val="Zpatvpravo"/>
          </w:pPr>
          <w:r>
            <w:t>Smlouva o dílo</w:t>
          </w:r>
        </w:p>
        <w:p w14:paraId="0DEDBA4A"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0E2B260"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3</w:t>
          </w:r>
          <w:r>
            <w:rPr>
              <w:rStyle w:val="slostrnky"/>
            </w:rPr>
            <w:fldChar w:fldCharType="end"/>
          </w:r>
        </w:p>
      </w:tc>
    </w:tr>
  </w:tbl>
  <w:p w14:paraId="7C686CF2" w14:textId="77777777" w:rsidR="00074B09" w:rsidRPr="00B8518B" w:rsidRDefault="00074B0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67128925" w14:textId="77777777" w:rsidTr="00F13FDA">
      <w:tc>
        <w:tcPr>
          <w:tcW w:w="1021" w:type="dxa"/>
          <w:vAlign w:val="bottom"/>
        </w:tcPr>
        <w:p w14:paraId="0C3A5B7E" w14:textId="777777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074B09" w:rsidRPr="00DD4862" w:rsidRDefault="00074B09" w:rsidP="00F13FDA">
          <w:pPr>
            <w:pStyle w:val="Zpatvlevo"/>
            <w:rPr>
              <w:b/>
            </w:rPr>
          </w:pPr>
          <w:r>
            <w:rPr>
              <w:b/>
            </w:rPr>
            <w:t>Příloha č. 7</w:t>
          </w:r>
        </w:p>
        <w:p w14:paraId="3940C1D6" w14:textId="77777777" w:rsidR="00074B09" w:rsidRDefault="00074B09" w:rsidP="00F13FDA">
          <w:pPr>
            <w:pStyle w:val="Zpatvlevo"/>
          </w:pPr>
          <w:r w:rsidRPr="00B41CFD">
            <w:t>Smlouva o dílo</w:t>
          </w:r>
        </w:p>
        <w:p w14:paraId="04590B48" w14:textId="77777777" w:rsidR="00074B09" w:rsidRPr="003462EB" w:rsidRDefault="00074B09" w:rsidP="00F13FDA">
          <w:pPr>
            <w:pStyle w:val="Zpatvlevo"/>
          </w:pPr>
          <w:r>
            <w:t>Z</w:t>
          </w:r>
          <w:r w:rsidRPr="00B63BD1">
            <w:t>hotovení Projektové dokumentace a stavby</w:t>
          </w:r>
        </w:p>
      </w:tc>
    </w:tr>
  </w:tbl>
  <w:p w14:paraId="4D242EED" w14:textId="77777777" w:rsidR="00074B09" w:rsidRPr="00F13FDA" w:rsidRDefault="00074B0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71F39DDC" w14:textId="77777777" w:rsidTr="00934B6B">
      <w:tc>
        <w:tcPr>
          <w:tcW w:w="0" w:type="auto"/>
          <w:tcMar>
            <w:left w:w="0" w:type="dxa"/>
            <w:right w:w="0" w:type="dxa"/>
          </w:tcMar>
          <w:vAlign w:val="bottom"/>
        </w:tcPr>
        <w:p w14:paraId="43368CA0" w14:textId="77777777" w:rsidR="00074B09" w:rsidRPr="00DD4862" w:rsidRDefault="00074B09" w:rsidP="00934B6B">
          <w:pPr>
            <w:pStyle w:val="Zpatvpravo"/>
            <w:rPr>
              <w:b/>
            </w:rPr>
          </w:pPr>
          <w:r w:rsidRPr="00DD4862">
            <w:rPr>
              <w:b/>
            </w:rPr>
            <w:t xml:space="preserve">Příloha č. </w:t>
          </w:r>
          <w:r>
            <w:rPr>
              <w:b/>
            </w:rPr>
            <w:t>7</w:t>
          </w:r>
        </w:p>
        <w:p w14:paraId="1EBDBB95" w14:textId="77777777" w:rsidR="00074B09" w:rsidRPr="003462EB" w:rsidRDefault="00074B09" w:rsidP="00934B6B">
          <w:pPr>
            <w:pStyle w:val="Zpatvpravo"/>
          </w:pPr>
          <w:r>
            <w:t>Smlouva o dílo</w:t>
          </w:r>
        </w:p>
        <w:p w14:paraId="6FD202BE"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14ED9FAF"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29FBE57A" w14:textId="77777777" w:rsidR="00074B09" w:rsidRPr="00B8518B" w:rsidRDefault="00074B0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211901E4" w14:textId="77777777" w:rsidTr="00F13FDA">
      <w:tc>
        <w:tcPr>
          <w:tcW w:w="1021" w:type="dxa"/>
          <w:vAlign w:val="bottom"/>
        </w:tcPr>
        <w:p w14:paraId="78474B11" w14:textId="777777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074B09" w:rsidRPr="00DD4862" w:rsidRDefault="00074B09" w:rsidP="00F13FDA">
          <w:pPr>
            <w:pStyle w:val="Zpatvlevo"/>
            <w:rPr>
              <w:b/>
            </w:rPr>
          </w:pPr>
          <w:r>
            <w:rPr>
              <w:b/>
            </w:rPr>
            <w:t>Příloha č. 8</w:t>
          </w:r>
        </w:p>
        <w:p w14:paraId="43DCB144" w14:textId="77777777" w:rsidR="00074B09" w:rsidRDefault="00074B09" w:rsidP="00F13FDA">
          <w:pPr>
            <w:pStyle w:val="Zpatvlevo"/>
          </w:pPr>
          <w:r w:rsidRPr="00B41CFD">
            <w:t>Smlouva o dílo</w:t>
          </w:r>
        </w:p>
        <w:p w14:paraId="04894497" w14:textId="77777777" w:rsidR="00074B09" w:rsidRPr="003462EB" w:rsidRDefault="00074B09" w:rsidP="00F13FDA">
          <w:pPr>
            <w:pStyle w:val="Zpatvlevo"/>
          </w:pPr>
          <w:r>
            <w:t>Z</w:t>
          </w:r>
          <w:r w:rsidRPr="00B63BD1">
            <w:t>hotovení Projektové dokumentace a stavby</w:t>
          </w:r>
        </w:p>
      </w:tc>
    </w:tr>
  </w:tbl>
  <w:p w14:paraId="576A41AC" w14:textId="77777777" w:rsidR="00074B09" w:rsidRPr="00F13FDA" w:rsidRDefault="00074B0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5ACBFFFE" w14:textId="77777777" w:rsidTr="00934B6B">
      <w:tc>
        <w:tcPr>
          <w:tcW w:w="0" w:type="auto"/>
          <w:tcMar>
            <w:left w:w="0" w:type="dxa"/>
            <w:right w:w="0" w:type="dxa"/>
          </w:tcMar>
          <w:vAlign w:val="bottom"/>
        </w:tcPr>
        <w:p w14:paraId="4898DBD2" w14:textId="77777777" w:rsidR="00074B09" w:rsidRPr="00DD4862" w:rsidRDefault="00074B09" w:rsidP="00934B6B">
          <w:pPr>
            <w:pStyle w:val="Zpatvpravo"/>
            <w:rPr>
              <w:b/>
            </w:rPr>
          </w:pPr>
          <w:r w:rsidRPr="00DD4862">
            <w:rPr>
              <w:b/>
            </w:rPr>
            <w:t xml:space="preserve">Příloha č. </w:t>
          </w:r>
          <w:r>
            <w:rPr>
              <w:b/>
            </w:rPr>
            <w:t>8</w:t>
          </w:r>
        </w:p>
        <w:p w14:paraId="2B35F55C" w14:textId="77777777" w:rsidR="00074B09" w:rsidRPr="003462EB" w:rsidRDefault="00074B09" w:rsidP="00934B6B">
          <w:pPr>
            <w:pStyle w:val="Zpatvpravo"/>
          </w:pPr>
          <w:r>
            <w:t>Smlouva o dílo</w:t>
          </w:r>
        </w:p>
        <w:p w14:paraId="50129DBE"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1503A966"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5F28876B" w14:textId="77777777" w:rsidR="00074B09" w:rsidRPr="00B8518B" w:rsidRDefault="00074B0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4B09" w:rsidRPr="009E09BE" w14:paraId="6E72BFB4" w14:textId="77777777" w:rsidTr="00904902">
      <w:tc>
        <w:tcPr>
          <w:tcW w:w="0" w:type="auto"/>
          <w:tcMar>
            <w:left w:w="0" w:type="dxa"/>
            <w:right w:w="0" w:type="dxa"/>
          </w:tcMar>
          <w:vAlign w:val="bottom"/>
        </w:tcPr>
        <w:p w14:paraId="13963E55" w14:textId="77777777" w:rsidR="00074B09" w:rsidRPr="00DD4862" w:rsidRDefault="00074B09" w:rsidP="00DC37EC">
          <w:pPr>
            <w:pStyle w:val="Zpatvpravo"/>
            <w:rPr>
              <w:b/>
            </w:rPr>
          </w:pPr>
          <w:r w:rsidRPr="00DD4862">
            <w:rPr>
              <w:b/>
            </w:rPr>
            <w:t xml:space="preserve">Příloha č. </w:t>
          </w:r>
          <w:r>
            <w:rPr>
              <w:b/>
            </w:rPr>
            <w:t>10</w:t>
          </w:r>
        </w:p>
        <w:p w14:paraId="05E207F7" w14:textId="77777777" w:rsidR="00074B09" w:rsidRPr="003462EB" w:rsidRDefault="00074B09" w:rsidP="00DC37EC">
          <w:pPr>
            <w:pStyle w:val="Zpatvpravo"/>
          </w:pPr>
          <w:r>
            <w:t>Smlouva o dílo</w:t>
          </w:r>
        </w:p>
        <w:p w14:paraId="4B585457" w14:textId="77777777" w:rsidR="00074B09" w:rsidRPr="003462EB" w:rsidRDefault="00074B09"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074B09" w:rsidRPr="00B8518B" w:rsidRDefault="00074B09" w:rsidP="00DC37EC">
          <w:pPr>
            <w:pStyle w:val="Zpatvpravo"/>
            <w:rPr>
              <w:rStyle w:val="slostrnky"/>
            </w:rPr>
          </w:pPr>
        </w:p>
      </w:tc>
      <w:tc>
        <w:tcPr>
          <w:tcW w:w="1021" w:type="dxa"/>
          <w:vAlign w:val="bottom"/>
        </w:tcPr>
        <w:p w14:paraId="541CC307" w14:textId="3C29B9F3" w:rsidR="00074B09" w:rsidRPr="009E09BE" w:rsidRDefault="00074B0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5</w:t>
          </w:r>
          <w:r>
            <w:rPr>
              <w:rStyle w:val="slostrnky"/>
            </w:rPr>
            <w:fldChar w:fldCharType="end"/>
          </w:r>
        </w:p>
      </w:tc>
    </w:tr>
  </w:tbl>
  <w:p w14:paraId="43314644" w14:textId="77777777" w:rsidR="00074B09" w:rsidRPr="00B8518B" w:rsidRDefault="00074B09" w:rsidP="00DC37EC">
    <w:pPr>
      <w:pStyle w:val="Zpat"/>
      <w:rPr>
        <w:sz w:val="2"/>
        <w:szCs w:val="2"/>
      </w:rPr>
    </w:pPr>
  </w:p>
  <w:p w14:paraId="54616B81" w14:textId="77777777" w:rsidR="00074B09" w:rsidRPr="00DC37EC" w:rsidRDefault="00074B09"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4B09" w:rsidRPr="009E09BE" w14:paraId="5DFA6D30" w14:textId="77777777" w:rsidTr="00DC37EC">
      <w:tc>
        <w:tcPr>
          <w:tcW w:w="0" w:type="auto"/>
          <w:tcMar>
            <w:left w:w="0" w:type="dxa"/>
            <w:right w:w="0" w:type="dxa"/>
          </w:tcMar>
          <w:vAlign w:val="bottom"/>
        </w:tcPr>
        <w:p w14:paraId="3F33D809" w14:textId="77777777" w:rsidR="00074B09" w:rsidRPr="00DD4862" w:rsidRDefault="00074B09" w:rsidP="00DC37EC">
          <w:pPr>
            <w:pStyle w:val="Zpatvpravo"/>
            <w:rPr>
              <w:b/>
            </w:rPr>
          </w:pPr>
          <w:r w:rsidRPr="00DD4862">
            <w:rPr>
              <w:b/>
            </w:rPr>
            <w:t xml:space="preserve">Příloha č. </w:t>
          </w:r>
          <w:r>
            <w:rPr>
              <w:b/>
            </w:rPr>
            <w:t>9</w:t>
          </w:r>
        </w:p>
        <w:p w14:paraId="42F3AB09" w14:textId="77777777" w:rsidR="00074B09" w:rsidRPr="003462EB" w:rsidRDefault="00074B09" w:rsidP="00DC37EC">
          <w:pPr>
            <w:pStyle w:val="Zpatvpravo"/>
          </w:pPr>
          <w:r>
            <w:t>Smlouva o dílo</w:t>
          </w:r>
        </w:p>
        <w:p w14:paraId="18F542FA" w14:textId="77777777" w:rsidR="00074B09" w:rsidRPr="003462EB" w:rsidRDefault="00074B09"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074B09" w:rsidRPr="00B8518B" w:rsidRDefault="00074B09" w:rsidP="00DC37EC">
          <w:pPr>
            <w:pStyle w:val="Zpatvpravo"/>
            <w:rPr>
              <w:rStyle w:val="slostrnky"/>
            </w:rPr>
          </w:pPr>
        </w:p>
      </w:tc>
      <w:tc>
        <w:tcPr>
          <w:tcW w:w="1021" w:type="dxa"/>
          <w:vAlign w:val="bottom"/>
        </w:tcPr>
        <w:p w14:paraId="576522F1" w14:textId="2BABB96C" w:rsidR="00074B09" w:rsidRPr="009E09BE" w:rsidRDefault="00074B0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6B3BAB05" w14:textId="77777777" w:rsidR="00074B09" w:rsidRPr="00B8518B" w:rsidRDefault="00074B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3081D676" w14:textId="77777777" w:rsidTr="00F13FDA">
      <w:tc>
        <w:tcPr>
          <w:tcW w:w="0" w:type="auto"/>
          <w:tcMar>
            <w:left w:w="0" w:type="dxa"/>
            <w:right w:w="0" w:type="dxa"/>
          </w:tcMar>
          <w:vAlign w:val="bottom"/>
        </w:tcPr>
        <w:p w14:paraId="040E065A" w14:textId="77777777" w:rsidR="00074B09" w:rsidRPr="003462EB" w:rsidRDefault="00074B09" w:rsidP="00F13FDA">
          <w:pPr>
            <w:pStyle w:val="Zpatvpravo"/>
          </w:pPr>
          <w:r>
            <w:t>Smlouva o dílo</w:t>
          </w:r>
        </w:p>
        <w:p w14:paraId="29166DE8" w14:textId="77777777" w:rsidR="00074B09" w:rsidRPr="003462EB" w:rsidRDefault="00074B09"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2E060BEA" w:rsidR="00074B09" w:rsidRPr="009E09BE" w:rsidRDefault="00074B0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0C0E">
            <w:rPr>
              <w:rStyle w:val="slostrnky"/>
              <w:noProof/>
            </w:rPr>
            <w:t>35</w:t>
          </w:r>
          <w:r w:rsidRPr="00B8518B">
            <w:rPr>
              <w:rStyle w:val="slostrnky"/>
            </w:rPr>
            <w:fldChar w:fldCharType="end"/>
          </w:r>
        </w:p>
      </w:tc>
    </w:tr>
  </w:tbl>
  <w:p w14:paraId="000D3D0B" w14:textId="77777777" w:rsidR="00074B09" w:rsidRPr="00B8518B" w:rsidRDefault="00074B0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4B09" w:rsidRPr="009E09BE" w14:paraId="7A2A32AD" w14:textId="77777777" w:rsidTr="00DC37EC">
      <w:tc>
        <w:tcPr>
          <w:tcW w:w="0" w:type="auto"/>
          <w:tcMar>
            <w:left w:w="0" w:type="dxa"/>
            <w:right w:w="0" w:type="dxa"/>
          </w:tcMar>
          <w:vAlign w:val="bottom"/>
        </w:tcPr>
        <w:p w14:paraId="48AB2DC8" w14:textId="77777777" w:rsidR="00074B09" w:rsidRPr="00DD4862" w:rsidRDefault="00074B09" w:rsidP="00DC37EC">
          <w:pPr>
            <w:pStyle w:val="Zpatvpravo"/>
            <w:rPr>
              <w:b/>
            </w:rPr>
          </w:pPr>
          <w:r w:rsidRPr="00DD4862">
            <w:rPr>
              <w:b/>
            </w:rPr>
            <w:t xml:space="preserve">Příloha č. </w:t>
          </w:r>
          <w:r>
            <w:rPr>
              <w:b/>
            </w:rPr>
            <w:t>10</w:t>
          </w:r>
        </w:p>
        <w:p w14:paraId="6A081B4F" w14:textId="77777777" w:rsidR="00074B09" w:rsidRPr="003462EB" w:rsidRDefault="00074B09" w:rsidP="00DC37EC">
          <w:pPr>
            <w:pStyle w:val="Zpatvpravo"/>
          </w:pPr>
          <w:r>
            <w:t>Smlouva o dílo</w:t>
          </w:r>
        </w:p>
        <w:p w14:paraId="540C94BE" w14:textId="77777777" w:rsidR="00074B09" w:rsidRPr="003462EB" w:rsidRDefault="00074B09"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074B09" w:rsidRPr="00B8518B" w:rsidRDefault="00074B09" w:rsidP="00DC37EC">
          <w:pPr>
            <w:pStyle w:val="Zpatvpravo"/>
            <w:rPr>
              <w:rStyle w:val="slostrnky"/>
            </w:rPr>
          </w:pPr>
        </w:p>
      </w:tc>
      <w:tc>
        <w:tcPr>
          <w:tcW w:w="1021" w:type="dxa"/>
          <w:vAlign w:val="bottom"/>
        </w:tcPr>
        <w:p w14:paraId="4F9AA148" w14:textId="1893C50A" w:rsidR="00074B09" w:rsidRPr="009E09BE" w:rsidRDefault="00074B0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5</w:t>
          </w:r>
          <w:r>
            <w:rPr>
              <w:rStyle w:val="slostrnky"/>
            </w:rPr>
            <w:fldChar w:fldCharType="end"/>
          </w:r>
        </w:p>
      </w:tc>
    </w:tr>
  </w:tbl>
  <w:p w14:paraId="3FE720CA" w14:textId="77777777" w:rsidR="00074B09" w:rsidRPr="00B8518B" w:rsidRDefault="00074B0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074B09" w:rsidRDefault="00074B09" w:rsidP="00BF2895">
    <w:pPr>
      <w:pStyle w:val="Zpat"/>
      <w:rPr>
        <w:sz w:val="2"/>
        <w:szCs w:val="2"/>
      </w:rPr>
    </w:pPr>
  </w:p>
  <w:p w14:paraId="74E51633" w14:textId="77777777" w:rsidR="00074B09" w:rsidRPr="001E4BDC" w:rsidRDefault="00074B09" w:rsidP="00BF2895">
    <w:pPr>
      <w:pStyle w:val="Zpat"/>
      <w:rPr>
        <w:sz w:val="12"/>
        <w:szCs w:val="12"/>
      </w:rPr>
    </w:pPr>
  </w:p>
  <w:p w14:paraId="1391AB0D" w14:textId="77777777" w:rsidR="00074B09" w:rsidRPr="001E4BDC" w:rsidRDefault="00074B0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7C5FA12C" w14:textId="77777777" w:rsidTr="00F13FDA">
      <w:tc>
        <w:tcPr>
          <w:tcW w:w="1021" w:type="dxa"/>
          <w:vAlign w:val="bottom"/>
        </w:tcPr>
        <w:p w14:paraId="55E968BB" w14:textId="777777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074B09" w:rsidRPr="00DD4862" w:rsidRDefault="00074B09" w:rsidP="00F13FDA">
          <w:pPr>
            <w:pStyle w:val="Zpatvlevo"/>
            <w:rPr>
              <w:b/>
            </w:rPr>
          </w:pPr>
          <w:r w:rsidRPr="00DD4862">
            <w:rPr>
              <w:b/>
            </w:rPr>
            <w:t>Příloha č. 1</w:t>
          </w:r>
        </w:p>
        <w:p w14:paraId="6736B376" w14:textId="77777777" w:rsidR="00074B09" w:rsidRDefault="00074B09" w:rsidP="00F13FDA">
          <w:pPr>
            <w:pStyle w:val="Zpatvlevo"/>
          </w:pPr>
          <w:r w:rsidRPr="00B41CFD">
            <w:t>Smlouva o dílo</w:t>
          </w:r>
        </w:p>
        <w:p w14:paraId="388FB6AB" w14:textId="77777777" w:rsidR="00074B09" w:rsidRPr="003462EB" w:rsidRDefault="00074B09" w:rsidP="00F13FDA">
          <w:pPr>
            <w:pStyle w:val="Zpatvlevo"/>
          </w:pPr>
          <w:r>
            <w:t>Z</w:t>
          </w:r>
          <w:r w:rsidRPr="00B63BD1">
            <w:t>hotovení Projektové dokumentace a stavby</w:t>
          </w:r>
        </w:p>
      </w:tc>
    </w:tr>
  </w:tbl>
  <w:p w14:paraId="7BB71A21" w14:textId="77777777" w:rsidR="00074B09" w:rsidRPr="00F13FDA" w:rsidRDefault="00074B0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074B09" w:rsidRDefault="00074B0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65045254" w14:textId="77777777" w:rsidTr="00934B6B">
      <w:tc>
        <w:tcPr>
          <w:tcW w:w="0" w:type="auto"/>
          <w:tcMar>
            <w:left w:w="0" w:type="dxa"/>
            <w:right w:w="0" w:type="dxa"/>
          </w:tcMar>
          <w:vAlign w:val="bottom"/>
        </w:tcPr>
        <w:p w14:paraId="47D41CAE" w14:textId="77777777" w:rsidR="00074B09" w:rsidRPr="00DD4862" w:rsidRDefault="00074B09" w:rsidP="00934B6B">
          <w:pPr>
            <w:pStyle w:val="Zpatvpravo"/>
            <w:rPr>
              <w:b/>
            </w:rPr>
          </w:pPr>
          <w:r w:rsidRPr="00DD4862">
            <w:rPr>
              <w:b/>
            </w:rPr>
            <w:t>Příloha č. 1</w:t>
          </w:r>
        </w:p>
        <w:p w14:paraId="2F5D2B55" w14:textId="77777777" w:rsidR="00074B09" w:rsidRPr="003462EB" w:rsidRDefault="00074B09" w:rsidP="00934B6B">
          <w:pPr>
            <w:pStyle w:val="Zpatvpravo"/>
          </w:pPr>
          <w:r>
            <w:t>Smlouva o dílo</w:t>
          </w:r>
        </w:p>
        <w:p w14:paraId="245439D7" w14:textId="77777777" w:rsidR="00074B09" w:rsidRPr="003462EB" w:rsidRDefault="00074B09"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589BA684" w:rsidR="00074B09" w:rsidRPr="009E09BE" w:rsidRDefault="00074B0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71D74358" w14:textId="77777777" w:rsidR="00074B09" w:rsidRPr="00B8518B" w:rsidRDefault="00074B0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4FFB77B4" w14:textId="77777777" w:rsidTr="00F13FDA">
      <w:tc>
        <w:tcPr>
          <w:tcW w:w="1021" w:type="dxa"/>
          <w:vAlign w:val="bottom"/>
        </w:tcPr>
        <w:p w14:paraId="2257580E" w14:textId="777777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074B09" w:rsidRPr="00DD4862" w:rsidRDefault="00074B09" w:rsidP="00F13FDA">
          <w:pPr>
            <w:pStyle w:val="Zpatvlevo"/>
            <w:rPr>
              <w:b/>
            </w:rPr>
          </w:pPr>
          <w:r>
            <w:rPr>
              <w:b/>
            </w:rPr>
            <w:t>Příloha č. 2</w:t>
          </w:r>
        </w:p>
        <w:p w14:paraId="3D846C68" w14:textId="77777777" w:rsidR="00074B09" w:rsidRDefault="00074B09" w:rsidP="00F13FDA">
          <w:pPr>
            <w:pStyle w:val="Zpatvlevo"/>
          </w:pPr>
          <w:r w:rsidRPr="00B41CFD">
            <w:t>Smlouva o dílo</w:t>
          </w:r>
        </w:p>
        <w:p w14:paraId="1C3FA075" w14:textId="77777777" w:rsidR="00074B09" w:rsidRPr="003462EB" w:rsidRDefault="00074B09" w:rsidP="00F13FDA">
          <w:pPr>
            <w:pStyle w:val="Zpatvlevo"/>
          </w:pPr>
          <w:r>
            <w:t>Z</w:t>
          </w:r>
          <w:r w:rsidRPr="00B63BD1">
            <w:t>hotovení Projektové dokumentace a stavby</w:t>
          </w:r>
        </w:p>
      </w:tc>
    </w:tr>
  </w:tbl>
  <w:p w14:paraId="7D2C0E00" w14:textId="77777777" w:rsidR="00074B09" w:rsidRPr="00F13FDA" w:rsidRDefault="00074B0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2EB9F2EA" w14:textId="77777777" w:rsidTr="00934B6B">
      <w:tc>
        <w:tcPr>
          <w:tcW w:w="0" w:type="auto"/>
          <w:tcMar>
            <w:left w:w="0" w:type="dxa"/>
            <w:right w:w="0" w:type="dxa"/>
          </w:tcMar>
          <w:vAlign w:val="bottom"/>
        </w:tcPr>
        <w:p w14:paraId="1E1F0A9A" w14:textId="77777777" w:rsidR="00074B09" w:rsidRPr="00DD4862" w:rsidRDefault="00074B09" w:rsidP="00934B6B">
          <w:pPr>
            <w:pStyle w:val="Zpatvpravo"/>
            <w:rPr>
              <w:b/>
            </w:rPr>
          </w:pPr>
          <w:r w:rsidRPr="00DD4862">
            <w:rPr>
              <w:b/>
            </w:rPr>
            <w:t>Příloha č. 2</w:t>
          </w:r>
        </w:p>
        <w:p w14:paraId="27E68A04" w14:textId="77777777" w:rsidR="00074B09" w:rsidRPr="003462EB" w:rsidRDefault="00074B09" w:rsidP="00934B6B">
          <w:pPr>
            <w:pStyle w:val="Zpatvpravo"/>
          </w:pPr>
          <w:r>
            <w:t>Smlouva o dílo</w:t>
          </w:r>
        </w:p>
        <w:p w14:paraId="52498DA6"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A170ECB"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1</w:t>
          </w:r>
          <w:r>
            <w:rPr>
              <w:rStyle w:val="slostrnky"/>
            </w:rPr>
            <w:fldChar w:fldCharType="end"/>
          </w:r>
        </w:p>
      </w:tc>
    </w:tr>
  </w:tbl>
  <w:p w14:paraId="2EA8C976" w14:textId="77777777" w:rsidR="00074B09" w:rsidRPr="00B8518B" w:rsidRDefault="00074B0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4B09" w:rsidRPr="003462EB" w14:paraId="091847A1" w14:textId="77777777" w:rsidTr="00F13FDA">
      <w:tc>
        <w:tcPr>
          <w:tcW w:w="1021" w:type="dxa"/>
          <w:vAlign w:val="bottom"/>
        </w:tcPr>
        <w:p w14:paraId="15ED82C6" w14:textId="4A76A577" w:rsidR="00074B09" w:rsidRPr="00B8518B" w:rsidRDefault="00074B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0C0E">
            <w:rPr>
              <w:rStyle w:val="slostrnky"/>
              <w:noProof/>
            </w:rPr>
            <w:t>4</w:t>
          </w:r>
          <w:r>
            <w:rPr>
              <w:rStyle w:val="slostrnky"/>
            </w:rPr>
            <w:fldChar w:fldCharType="end"/>
          </w:r>
        </w:p>
      </w:tc>
      <w:tc>
        <w:tcPr>
          <w:tcW w:w="0" w:type="auto"/>
          <w:vAlign w:val="bottom"/>
        </w:tcPr>
        <w:p w14:paraId="53BEA41F" w14:textId="77777777" w:rsidR="00074B09" w:rsidRPr="00DD4862" w:rsidRDefault="00074B09" w:rsidP="00F13FDA">
          <w:pPr>
            <w:pStyle w:val="Zpatvlevo"/>
            <w:rPr>
              <w:b/>
            </w:rPr>
          </w:pPr>
          <w:r>
            <w:rPr>
              <w:b/>
            </w:rPr>
            <w:t>Příloha č. 4</w:t>
          </w:r>
        </w:p>
        <w:p w14:paraId="53AB09F5" w14:textId="77777777" w:rsidR="00074B09" w:rsidRDefault="00074B09" w:rsidP="00F13FDA">
          <w:pPr>
            <w:pStyle w:val="Zpatvlevo"/>
          </w:pPr>
          <w:r w:rsidRPr="00B41CFD">
            <w:t>Smlouva o dílo</w:t>
          </w:r>
        </w:p>
        <w:p w14:paraId="63A9EDE5" w14:textId="77777777" w:rsidR="00074B09" w:rsidRPr="003462EB" w:rsidRDefault="00074B09" w:rsidP="00F13FDA">
          <w:pPr>
            <w:pStyle w:val="Zpatvlevo"/>
          </w:pPr>
          <w:r>
            <w:t>Z</w:t>
          </w:r>
          <w:r w:rsidRPr="00B63BD1">
            <w:t>hotovení Projektové dokumentace a stavby</w:t>
          </w:r>
        </w:p>
      </w:tc>
    </w:tr>
  </w:tbl>
  <w:p w14:paraId="0380B260" w14:textId="77777777" w:rsidR="00074B09" w:rsidRPr="00F13FDA" w:rsidRDefault="00074B0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4B09" w:rsidRPr="009E09BE" w14:paraId="74DCA671" w14:textId="77777777" w:rsidTr="00934B6B">
      <w:tc>
        <w:tcPr>
          <w:tcW w:w="0" w:type="auto"/>
          <w:tcMar>
            <w:left w:w="0" w:type="dxa"/>
            <w:right w:w="0" w:type="dxa"/>
          </w:tcMar>
          <w:vAlign w:val="bottom"/>
        </w:tcPr>
        <w:p w14:paraId="09B3D97E" w14:textId="3DBB4BA4" w:rsidR="00074B09" w:rsidRPr="00DD4862" w:rsidRDefault="00074B09" w:rsidP="00934B6B">
          <w:pPr>
            <w:pStyle w:val="Zpatvpravo"/>
            <w:rPr>
              <w:b/>
            </w:rPr>
          </w:pPr>
          <w:r w:rsidRPr="00DD4862">
            <w:rPr>
              <w:b/>
            </w:rPr>
            <w:t xml:space="preserve">Příloha č. </w:t>
          </w:r>
          <w:r>
            <w:rPr>
              <w:b/>
            </w:rPr>
            <w:t>3</w:t>
          </w:r>
        </w:p>
        <w:p w14:paraId="53AB72F1" w14:textId="77777777" w:rsidR="00074B09" w:rsidRPr="003462EB" w:rsidRDefault="00074B09" w:rsidP="00934B6B">
          <w:pPr>
            <w:pStyle w:val="Zpatvpravo"/>
          </w:pPr>
          <w:r>
            <w:t>Smlouva o dílo</w:t>
          </w:r>
        </w:p>
        <w:p w14:paraId="73655BEB" w14:textId="77777777" w:rsidR="00074B09" w:rsidRPr="003462EB" w:rsidRDefault="00074B09"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40BB18CD" w:rsidR="00074B09" w:rsidRPr="009E09BE" w:rsidRDefault="00074B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C0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0C0E">
            <w:rPr>
              <w:rStyle w:val="slostrnky"/>
              <w:noProof/>
            </w:rPr>
            <w:t>4</w:t>
          </w:r>
          <w:r>
            <w:rPr>
              <w:rStyle w:val="slostrnky"/>
            </w:rPr>
            <w:fldChar w:fldCharType="end"/>
          </w:r>
        </w:p>
      </w:tc>
    </w:tr>
  </w:tbl>
  <w:p w14:paraId="4FEA439F" w14:textId="77777777" w:rsidR="00074B09" w:rsidRPr="00B8518B" w:rsidRDefault="00074B0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99F2D" w14:textId="77777777" w:rsidR="003C04F7" w:rsidRDefault="003C04F7" w:rsidP="00962258">
      <w:pPr>
        <w:spacing w:after="0" w:line="240" w:lineRule="auto"/>
      </w:pPr>
      <w:r>
        <w:separator/>
      </w:r>
    </w:p>
  </w:footnote>
  <w:footnote w:type="continuationSeparator" w:id="0">
    <w:p w14:paraId="2B1829F7" w14:textId="77777777" w:rsidR="003C04F7" w:rsidRDefault="003C04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4B09" w14:paraId="33B1CA3F" w14:textId="77777777" w:rsidTr="00B22106">
      <w:trPr>
        <w:trHeight w:hRule="exact" w:val="936"/>
      </w:trPr>
      <w:tc>
        <w:tcPr>
          <w:tcW w:w="1361" w:type="dxa"/>
          <w:tcMar>
            <w:left w:w="0" w:type="dxa"/>
            <w:right w:w="0" w:type="dxa"/>
          </w:tcMar>
        </w:tcPr>
        <w:p w14:paraId="66045617" w14:textId="77777777" w:rsidR="00074B09" w:rsidRPr="00B8518B" w:rsidRDefault="00074B09" w:rsidP="00FC6389">
          <w:pPr>
            <w:pStyle w:val="Zpat"/>
            <w:rPr>
              <w:rStyle w:val="slostrnky"/>
            </w:rPr>
          </w:pPr>
        </w:p>
      </w:tc>
      <w:tc>
        <w:tcPr>
          <w:tcW w:w="3458" w:type="dxa"/>
          <w:shd w:val="clear" w:color="auto" w:fill="auto"/>
          <w:tcMar>
            <w:left w:w="0" w:type="dxa"/>
            <w:right w:w="0" w:type="dxa"/>
          </w:tcMar>
        </w:tcPr>
        <w:p w14:paraId="4F67A8A2" w14:textId="77777777" w:rsidR="00074B09" w:rsidRDefault="00074B09"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074B09" w:rsidRPr="00D6163D" w:rsidRDefault="00074B09" w:rsidP="00FC6389">
          <w:pPr>
            <w:pStyle w:val="Druhdokumentu"/>
          </w:pPr>
        </w:p>
      </w:tc>
    </w:tr>
    <w:tr w:rsidR="00074B09" w14:paraId="30C68527" w14:textId="77777777" w:rsidTr="002E1A9F">
      <w:trPr>
        <w:trHeight w:hRule="exact" w:val="197"/>
      </w:trPr>
      <w:tc>
        <w:tcPr>
          <w:tcW w:w="1361" w:type="dxa"/>
          <w:tcMar>
            <w:left w:w="0" w:type="dxa"/>
            <w:right w:w="0" w:type="dxa"/>
          </w:tcMar>
        </w:tcPr>
        <w:p w14:paraId="46A8AA7A" w14:textId="77777777" w:rsidR="00074B09" w:rsidRPr="00B8518B" w:rsidRDefault="00074B09" w:rsidP="00FC6389">
          <w:pPr>
            <w:pStyle w:val="Zpat"/>
            <w:rPr>
              <w:rStyle w:val="slostrnky"/>
            </w:rPr>
          </w:pPr>
        </w:p>
      </w:tc>
      <w:tc>
        <w:tcPr>
          <w:tcW w:w="3458" w:type="dxa"/>
          <w:shd w:val="clear" w:color="auto" w:fill="auto"/>
          <w:tcMar>
            <w:left w:w="0" w:type="dxa"/>
            <w:right w:w="0" w:type="dxa"/>
          </w:tcMar>
        </w:tcPr>
        <w:p w14:paraId="4FA0F11F" w14:textId="77777777" w:rsidR="00074B09" w:rsidRDefault="00074B09" w:rsidP="00FC6389">
          <w:pPr>
            <w:pStyle w:val="Zpat"/>
          </w:pPr>
        </w:p>
      </w:tc>
      <w:tc>
        <w:tcPr>
          <w:tcW w:w="5756" w:type="dxa"/>
          <w:shd w:val="clear" w:color="auto" w:fill="auto"/>
          <w:tcMar>
            <w:left w:w="0" w:type="dxa"/>
            <w:right w:w="0" w:type="dxa"/>
          </w:tcMar>
        </w:tcPr>
        <w:p w14:paraId="6C4F1431" w14:textId="77777777" w:rsidR="00074B09" w:rsidRPr="00D6163D" w:rsidRDefault="00074B09" w:rsidP="00FC6389">
          <w:pPr>
            <w:pStyle w:val="Druhdokumentu"/>
          </w:pPr>
        </w:p>
      </w:tc>
    </w:tr>
  </w:tbl>
  <w:p w14:paraId="4AEEEBA1" w14:textId="77777777" w:rsidR="00074B09" w:rsidRPr="00D6163D" w:rsidRDefault="00074B09" w:rsidP="00FC6389">
    <w:pPr>
      <w:pStyle w:val="Zhlav"/>
      <w:rPr>
        <w:sz w:val="8"/>
        <w:szCs w:val="8"/>
      </w:rPr>
    </w:pPr>
  </w:p>
  <w:p w14:paraId="4AD25DBF" w14:textId="77777777" w:rsidR="00074B09" w:rsidRPr="00460660" w:rsidRDefault="00074B0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074B09" w:rsidRPr="00D6163D" w:rsidRDefault="00074B09">
    <w:pPr>
      <w:pStyle w:val="Zhlav"/>
      <w:rPr>
        <w:sz w:val="8"/>
        <w:szCs w:val="8"/>
      </w:rPr>
    </w:pPr>
  </w:p>
  <w:p w14:paraId="25F94F94" w14:textId="77777777" w:rsidR="00074B09" w:rsidRDefault="00074B09"/>
  <w:p w14:paraId="4691958D" w14:textId="77777777" w:rsidR="00074B09" w:rsidRDefault="00074B09"/>
  <w:p w14:paraId="4BD37C11" w14:textId="77777777" w:rsidR="00074B09" w:rsidRDefault="00074B09"/>
  <w:p w14:paraId="579105D8" w14:textId="77777777" w:rsidR="00074B09" w:rsidRDefault="00074B09"/>
  <w:p w14:paraId="48319974" w14:textId="77777777" w:rsidR="00074B09" w:rsidRDefault="00074B09"/>
  <w:p w14:paraId="24049D4A" w14:textId="77777777" w:rsidR="00074B09" w:rsidRDefault="00074B09"/>
  <w:p w14:paraId="22FEAC50" w14:textId="77777777" w:rsidR="00074B09" w:rsidRDefault="00074B09"/>
  <w:p w14:paraId="4642E317" w14:textId="77777777" w:rsidR="00074B09" w:rsidRDefault="00074B09"/>
  <w:p w14:paraId="7DED415D" w14:textId="77777777" w:rsidR="00074B09" w:rsidRDefault="00074B09"/>
  <w:p w14:paraId="19AA50B2" w14:textId="77777777" w:rsidR="00074B09" w:rsidRDefault="00074B09"/>
  <w:p w14:paraId="10DED446" w14:textId="77777777" w:rsidR="00074B09" w:rsidRDefault="00074B0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074B09" w:rsidRPr="00D6163D" w:rsidRDefault="00074B0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074B09" w:rsidRPr="00D6163D" w:rsidRDefault="00074B0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074B09" w:rsidRPr="00D6163D" w:rsidRDefault="00074B0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074B09" w:rsidRPr="00D6163D" w:rsidRDefault="00074B0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074B09" w:rsidRPr="00D6163D" w:rsidRDefault="00074B0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074B09" w:rsidRPr="00D6163D" w:rsidRDefault="00074B0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3377E"/>
    <w:rsid w:val="00041EC8"/>
    <w:rsid w:val="000432C2"/>
    <w:rsid w:val="0004706B"/>
    <w:rsid w:val="0006588D"/>
    <w:rsid w:val="00067A5E"/>
    <w:rsid w:val="000719BB"/>
    <w:rsid w:val="00072A65"/>
    <w:rsid w:val="00072C1E"/>
    <w:rsid w:val="00074B09"/>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06B"/>
    <w:rsid w:val="002033FD"/>
    <w:rsid w:val="002038D5"/>
    <w:rsid w:val="002071BB"/>
    <w:rsid w:val="00207DF5"/>
    <w:rsid w:val="002100BF"/>
    <w:rsid w:val="00212F54"/>
    <w:rsid w:val="00225027"/>
    <w:rsid w:val="00225674"/>
    <w:rsid w:val="00231743"/>
    <w:rsid w:val="002333E5"/>
    <w:rsid w:val="0023501F"/>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1A9F"/>
    <w:rsid w:val="002E2B56"/>
    <w:rsid w:val="002E5C7B"/>
    <w:rsid w:val="002F4333"/>
    <w:rsid w:val="002F7E0B"/>
    <w:rsid w:val="0030003A"/>
    <w:rsid w:val="00306D9A"/>
    <w:rsid w:val="00307320"/>
    <w:rsid w:val="003149C0"/>
    <w:rsid w:val="00327EEF"/>
    <w:rsid w:val="0033239F"/>
    <w:rsid w:val="00332664"/>
    <w:rsid w:val="00341289"/>
    <w:rsid w:val="0034274B"/>
    <w:rsid w:val="00342DC7"/>
    <w:rsid w:val="00345521"/>
    <w:rsid w:val="0034719F"/>
    <w:rsid w:val="00350A35"/>
    <w:rsid w:val="003548CD"/>
    <w:rsid w:val="003571D8"/>
    <w:rsid w:val="00357BC6"/>
    <w:rsid w:val="00361422"/>
    <w:rsid w:val="003647FE"/>
    <w:rsid w:val="00364B5A"/>
    <w:rsid w:val="0036626A"/>
    <w:rsid w:val="0037545D"/>
    <w:rsid w:val="00392910"/>
    <w:rsid w:val="00392EB6"/>
    <w:rsid w:val="003956C6"/>
    <w:rsid w:val="00396EF2"/>
    <w:rsid w:val="003B23D6"/>
    <w:rsid w:val="003C04F7"/>
    <w:rsid w:val="003C0E21"/>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A47D6"/>
    <w:rsid w:val="005C2D75"/>
    <w:rsid w:val="005D3C39"/>
    <w:rsid w:val="005D49FC"/>
    <w:rsid w:val="005D6119"/>
    <w:rsid w:val="005D6794"/>
    <w:rsid w:val="005E6909"/>
    <w:rsid w:val="005E7125"/>
    <w:rsid w:val="005F3A8C"/>
    <w:rsid w:val="005F4A35"/>
    <w:rsid w:val="005F67A8"/>
    <w:rsid w:val="00600ECE"/>
    <w:rsid w:val="00601A8C"/>
    <w:rsid w:val="0061068E"/>
    <w:rsid w:val="006115D3"/>
    <w:rsid w:val="0061707C"/>
    <w:rsid w:val="00623FDC"/>
    <w:rsid w:val="00634BBB"/>
    <w:rsid w:val="0064332D"/>
    <w:rsid w:val="0065610E"/>
    <w:rsid w:val="00660AD3"/>
    <w:rsid w:val="00663400"/>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6C3E"/>
    <w:rsid w:val="00767873"/>
    <w:rsid w:val="00773E76"/>
    <w:rsid w:val="007742FA"/>
    <w:rsid w:val="0077673A"/>
    <w:rsid w:val="00780051"/>
    <w:rsid w:val="00780B22"/>
    <w:rsid w:val="00781F7E"/>
    <w:rsid w:val="007846E1"/>
    <w:rsid w:val="007847D6"/>
    <w:rsid w:val="007853BA"/>
    <w:rsid w:val="00796376"/>
    <w:rsid w:val="007A1057"/>
    <w:rsid w:val="007A5172"/>
    <w:rsid w:val="007A67A0"/>
    <w:rsid w:val="007A7DDE"/>
    <w:rsid w:val="007B570C"/>
    <w:rsid w:val="007B69AC"/>
    <w:rsid w:val="007C0E98"/>
    <w:rsid w:val="007C5289"/>
    <w:rsid w:val="007D0926"/>
    <w:rsid w:val="007D0C0E"/>
    <w:rsid w:val="007D0EE4"/>
    <w:rsid w:val="007D26F9"/>
    <w:rsid w:val="007E4A6E"/>
    <w:rsid w:val="007F1743"/>
    <w:rsid w:val="007F56A7"/>
    <w:rsid w:val="007F57D4"/>
    <w:rsid w:val="00800851"/>
    <w:rsid w:val="00807DD0"/>
    <w:rsid w:val="008156D5"/>
    <w:rsid w:val="00821D01"/>
    <w:rsid w:val="00826B7B"/>
    <w:rsid w:val="0083541D"/>
    <w:rsid w:val="00835AE5"/>
    <w:rsid w:val="00846357"/>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D7663"/>
    <w:rsid w:val="008E0CB1"/>
    <w:rsid w:val="008F18D6"/>
    <w:rsid w:val="008F2C9B"/>
    <w:rsid w:val="008F7242"/>
    <w:rsid w:val="008F797B"/>
    <w:rsid w:val="00904780"/>
    <w:rsid w:val="00904902"/>
    <w:rsid w:val="0090635B"/>
    <w:rsid w:val="00914D0F"/>
    <w:rsid w:val="009152C2"/>
    <w:rsid w:val="00915D39"/>
    <w:rsid w:val="00922385"/>
    <w:rsid w:val="009223DF"/>
    <w:rsid w:val="00934B6B"/>
    <w:rsid w:val="00936091"/>
    <w:rsid w:val="00940D8A"/>
    <w:rsid w:val="009449DF"/>
    <w:rsid w:val="00946FE9"/>
    <w:rsid w:val="009504CD"/>
    <w:rsid w:val="00953375"/>
    <w:rsid w:val="00957CDD"/>
    <w:rsid w:val="00962258"/>
    <w:rsid w:val="009678B7"/>
    <w:rsid w:val="0098100D"/>
    <w:rsid w:val="00985DF9"/>
    <w:rsid w:val="0099167B"/>
    <w:rsid w:val="00992D9C"/>
    <w:rsid w:val="00995DF9"/>
    <w:rsid w:val="00996CB8"/>
    <w:rsid w:val="009A01C9"/>
    <w:rsid w:val="009B2E97"/>
    <w:rsid w:val="009B3587"/>
    <w:rsid w:val="009B4201"/>
    <w:rsid w:val="009B5146"/>
    <w:rsid w:val="009B5B13"/>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56C"/>
    <w:rsid w:val="00C44F6A"/>
    <w:rsid w:val="00C6198E"/>
    <w:rsid w:val="00C62587"/>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6175C"/>
    <w:rsid w:val="00D701DC"/>
    <w:rsid w:val="00D77554"/>
    <w:rsid w:val="00D831A3"/>
    <w:rsid w:val="00D86204"/>
    <w:rsid w:val="00D8672E"/>
    <w:rsid w:val="00D97BE3"/>
    <w:rsid w:val="00DA07CD"/>
    <w:rsid w:val="00DA0E92"/>
    <w:rsid w:val="00DA3711"/>
    <w:rsid w:val="00DC37EC"/>
    <w:rsid w:val="00DD0BE3"/>
    <w:rsid w:val="00DD2B35"/>
    <w:rsid w:val="00DD46F3"/>
    <w:rsid w:val="00DD4862"/>
    <w:rsid w:val="00DD4C49"/>
    <w:rsid w:val="00DE4401"/>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347"/>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164B"/>
    <w:rsid w:val="00F95FBD"/>
    <w:rsid w:val="00FA150C"/>
    <w:rsid w:val="00FB562C"/>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B1933BF-571A-439B-8F8A-E02B63376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144</TotalTime>
  <Pages>35</Pages>
  <Words>6440</Words>
  <Characters>37999</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80</cp:revision>
  <cp:lastPrinted>2019-03-12T14:16:00Z</cp:lastPrinted>
  <dcterms:created xsi:type="dcterms:W3CDTF">2021-01-20T10:35:00Z</dcterms:created>
  <dcterms:modified xsi:type="dcterms:W3CDTF">2021-02-12T07:57:00Z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