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B82B87">
        <w:t>souboru</w:t>
      </w:r>
      <w:r w:rsidR="00D2426D">
        <w:t xml:space="preserve"> staveb </w:t>
      </w:r>
      <w:r w:rsidR="00A92FBA">
        <w:t>–</w:t>
      </w:r>
      <w:r>
        <w:t xml:space="preserve"> podlimitní</w:t>
      </w:r>
    </w:p>
    <w:p w14:paraId="7D98AE72" w14:textId="77777777" w:rsidR="00A92FBA" w:rsidRDefault="00A92FBA" w:rsidP="00F77E39">
      <w:pPr>
        <w:pStyle w:val="Titul2"/>
      </w:pPr>
    </w:p>
    <w:p w14:paraId="3B7CC03F" w14:textId="1C0CD4FA" w:rsidR="00B82B87" w:rsidRPr="00B82B87" w:rsidRDefault="00B82B87" w:rsidP="00B82B87">
      <w:pPr>
        <w:pStyle w:val="Titul2"/>
        <w:rPr>
          <w:sz w:val="28"/>
          <w:szCs w:val="28"/>
        </w:rPr>
      </w:pPr>
      <w:r w:rsidRPr="00B82B87">
        <w:rPr>
          <w:sz w:val="28"/>
          <w:szCs w:val="28"/>
        </w:rPr>
        <w:t>„Doplnění závor na přejezdu P1697 v km 155,956 trati Plzeň – Žatec“</w:t>
      </w:r>
    </w:p>
    <w:p w14:paraId="3BE812BE" w14:textId="278616C8" w:rsidR="00B82B87" w:rsidRPr="00B82B87" w:rsidRDefault="00B82B87" w:rsidP="00B82B87">
      <w:pPr>
        <w:pStyle w:val="Titul2"/>
        <w:rPr>
          <w:sz w:val="28"/>
          <w:szCs w:val="28"/>
        </w:rPr>
      </w:pPr>
      <w:r w:rsidRPr="00B82B87">
        <w:rPr>
          <w:sz w:val="28"/>
          <w:szCs w:val="28"/>
        </w:rPr>
        <w:t xml:space="preserve">„Doplnění závor na přejezdech P1702 v km 163,692 a P1703 v km 169,358 trati Plzeň – Žatec„ </w:t>
      </w:r>
    </w:p>
    <w:p w14:paraId="5123E567" w14:textId="1520C3B6" w:rsidR="00B82B87" w:rsidRPr="00B82B87" w:rsidRDefault="00B82B87" w:rsidP="00B82B87">
      <w:pPr>
        <w:pStyle w:val="Titul2"/>
        <w:rPr>
          <w:sz w:val="28"/>
          <w:szCs w:val="28"/>
        </w:rPr>
      </w:pPr>
      <w:r w:rsidRPr="00B82B87">
        <w:rPr>
          <w:sz w:val="28"/>
          <w:szCs w:val="28"/>
        </w:rPr>
        <w:t xml:space="preserve">„Doplnění závor na přejezdu P1714 v km 186,463 trati Plzeň – Žatec“  </w:t>
      </w:r>
    </w:p>
    <w:p w14:paraId="69248D36" w14:textId="53371A5A" w:rsidR="00B82B87" w:rsidRPr="00B82B87" w:rsidRDefault="00B82B87" w:rsidP="00B82B87">
      <w:pPr>
        <w:pStyle w:val="Titul2"/>
        <w:rPr>
          <w:sz w:val="28"/>
          <w:szCs w:val="28"/>
        </w:rPr>
      </w:pPr>
      <w:r w:rsidRPr="00B82B87">
        <w:rPr>
          <w:sz w:val="28"/>
          <w:szCs w:val="28"/>
        </w:rPr>
        <w:t>„Doplnění závor na přejezdech P1716 v km 190,480 a P1718 v km 192,736 trati Plzeň – Žatec“</w:t>
      </w:r>
    </w:p>
    <w:p w14:paraId="11810F86" w14:textId="0538EE60" w:rsidR="00AD0C7B" w:rsidRPr="00B82B87" w:rsidRDefault="00B82B87" w:rsidP="00B82B87">
      <w:pPr>
        <w:pStyle w:val="Titul2"/>
        <w:rPr>
          <w:sz w:val="28"/>
          <w:szCs w:val="28"/>
        </w:rPr>
      </w:pPr>
      <w:r w:rsidRPr="00B82B87">
        <w:rPr>
          <w:sz w:val="28"/>
          <w:szCs w:val="28"/>
        </w:rPr>
        <w:t>„Doplnění závor na přejezdech P1720 v km 195,984 a P1721 v km 196,926 trati Plzeň – Žatec</w:t>
      </w:r>
      <w:r w:rsidR="00A92FBA" w:rsidRPr="00B82B87">
        <w:rPr>
          <w:sz w:val="28"/>
          <w:szCs w:val="28"/>
        </w:rPr>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6506F004" w14:textId="77777777" w:rsidR="00D2426D" w:rsidRDefault="00D2426D" w:rsidP="00B82B87">
      <w:pPr>
        <w:pStyle w:val="Text1-1"/>
        <w:numPr>
          <w:ilvl w:val="0"/>
          <w:numId w:val="0"/>
        </w:numPr>
        <w:tabs>
          <w:tab w:val="left" w:pos="708"/>
        </w:tabs>
      </w:pPr>
    </w:p>
    <w:p w14:paraId="70A95AAA" w14:textId="5C2C5F8F" w:rsidR="00826B7B" w:rsidRPr="00A90C27" w:rsidRDefault="00F46EA7" w:rsidP="00A90C27">
      <w:pPr>
        <w:pStyle w:val="Text1-1"/>
        <w:numPr>
          <w:ilvl w:val="0"/>
          <w:numId w:val="0"/>
        </w:numPr>
        <w:tabs>
          <w:tab w:val="left" w:pos="708"/>
        </w:tabs>
      </w:pPr>
      <w:r w:rsidRPr="00D2426D">
        <w:t xml:space="preserve">Č.j. </w:t>
      </w:r>
      <w:r w:rsidR="00A90C27">
        <w:t>2793/2021-SŽ-SSZ-OVZ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CA3B1C0"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F068EA">
          <w:rPr>
            <w:noProof/>
            <w:webHidden/>
          </w:rPr>
          <w:t>3</w:t>
        </w:r>
        <w:r w:rsidR="00501896">
          <w:rPr>
            <w:noProof/>
            <w:webHidden/>
          </w:rPr>
          <w:fldChar w:fldCharType="end"/>
        </w:r>
      </w:hyperlink>
    </w:p>
    <w:p w14:paraId="063EF231" w14:textId="5119FEA7" w:rsidR="00501896" w:rsidRDefault="008B5C7E">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F068EA">
          <w:rPr>
            <w:noProof/>
            <w:webHidden/>
          </w:rPr>
          <w:t>3</w:t>
        </w:r>
        <w:r w:rsidR="00501896">
          <w:rPr>
            <w:noProof/>
            <w:webHidden/>
          </w:rPr>
          <w:fldChar w:fldCharType="end"/>
        </w:r>
      </w:hyperlink>
    </w:p>
    <w:p w14:paraId="37DDEB76" w14:textId="780B2FA5" w:rsidR="00501896" w:rsidRDefault="008B5C7E">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F068EA">
          <w:rPr>
            <w:noProof/>
            <w:webHidden/>
          </w:rPr>
          <w:t>4</w:t>
        </w:r>
        <w:r w:rsidR="00501896">
          <w:rPr>
            <w:noProof/>
            <w:webHidden/>
          </w:rPr>
          <w:fldChar w:fldCharType="end"/>
        </w:r>
      </w:hyperlink>
    </w:p>
    <w:p w14:paraId="579EE768" w14:textId="22D2ADBA" w:rsidR="00501896" w:rsidRDefault="008B5C7E">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F068EA">
          <w:rPr>
            <w:noProof/>
            <w:webHidden/>
          </w:rPr>
          <w:t>4</w:t>
        </w:r>
        <w:r w:rsidR="00501896">
          <w:rPr>
            <w:noProof/>
            <w:webHidden/>
          </w:rPr>
          <w:fldChar w:fldCharType="end"/>
        </w:r>
      </w:hyperlink>
    </w:p>
    <w:p w14:paraId="06205CF2" w14:textId="76E58A4F" w:rsidR="00501896" w:rsidRDefault="008B5C7E">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F068EA">
          <w:rPr>
            <w:noProof/>
            <w:webHidden/>
          </w:rPr>
          <w:t>5</w:t>
        </w:r>
        <w:r w:rsidR="00501896">
          <w:rPr>
            <w:noProof/>
            <w:webHidden/>
          </w:rPr>
          <w:fldChar w:fldCharType="end"/>
        </w:r>
      </w:hyperlink>
    </w:p>
    <w:p w14:paraId="229A736D" w14:textId="665752CE" w:rsidR="00501896" w:rsidRDefault="008B5C7E">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F068EA">
          <w:rPr>
            <w:noProof/>
            <w:webHidden/>
          </w:rPr>
          <w:t>5</w:t>
        </w:r>
        <w:r w:rsidR="00501896">
          <w:rPr>
            <w:noProof/>
            <w:webHidden/>
          </w:rPr>
          <w:fldChar w:fldCharType="end"/>
        </w:r>
      </w:hyperlink>
    </w:p>
    <w:p w14:paraId="1A4AE954" w14:textId="7827105E" w:rsidR="00501896" w:rsidRDefault="008B5C7E">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F068EA">
          <w:rPr>
            <w:noProof/>
            <w:webHidden/>
          </w:rPr>
          <w:t>6</w:t>
        </w:r>
        <w:r w:rsidR="00501896">
          <w:rPr>
            <w:noProof/>
            <w:webHidden/>
          </w:rPr>
          <w:fldChar w:fldCharType="end"/>
        </w:r>
      </w:hyperlink>
    </w:p>
    <w:p w14:paraId="46E5EEFE" w14:textId="17F5ADC2" w:rsidR="00501896" w:rsidRDefault="008B5C7E">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F068EA">
          <w:rPr>
            <w:noProof/>
            <w:webHidden/>
          </w:rPr>
          <w:t>7</w:t>
        </w:r>
        <w:r w:rsidR="00501896">
          <w:rPr>
            <w:noProof/>
            <w:webHidden/>
          </w:rPr>
          <w:fldChar w:fldCharType="end"/>
        </w:r>
      </w:hyperlink>
    </w:p>
    <w:p w14:paraId="7E0E57F1" w14:textId="6F5C7245" w:rsidR="00501896" w:rsidRDefault="008B5C7E">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F068EA">
          <w:rPr>
            <w:noProof/>
            <w:webHidden/>
          </w:rPr>
          <w:t>18</w:t>
        </w:r>
        <w:r w:rsidR="00501896">
          <w:rPr>
            <w:noProof/>
            <w:webHidden/>
          </w:rPr>
          <w:fldChar w:fldCharType="end"/>
        </w:r>
      </w:hyperlink>
    </w:p>
    <w:p w14:paraId="0750B84F" w14:textId="22F9D6C1" w:rsidR="00501896" w:rsidRDefault="008B5C7E">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F068EA">
          <w:rPr>
            <w:noProof/>
            <w:webHidden/>
          </w:rPr>
          <w:t>21</w:t>
        </w:r>
        <w:r w:rsidR="00501896">
          <w:rPr>
            <w:noProof/>
            <w:webHidden/>
          </w:rPr>
          <w:fldChar w:fldCharType="end"/>
        </w:r>
      </w:hyperlink>
    </w:p>
    <w:p w14:paraId="3EBB56A3" w14:textId="3E0B2D1A" w:rsidR="00501896" w:rsidRDefault="008B5C7E">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F068EA">
          <w:rPr>
            <w:noProof/>
            <w:webHidden/>
          </w:rPr>
          <w:t>21</w:t>
        </w:r>
        <w:r w:rsidR="00501896">
          <w:rPr>
            <w:noProof/>
            <w:webHidden/>
          </w:rPr>
          <w:fldChar w:fldCharType="end"/>
        </w:r>
      </w:hyperlink>
    </w:p>
    <w:p w14:paraId="33F77DF0" w14:textId="73368057" w:rsidR="00501896" w:rsidRDefault="008B5C7E">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F068EA">
          <w:rPr>
            <w:noProof/>
            <w:webHidden/>
          </w:rPr>
          <w:t>21</w:t>
        </w:r>
        <w:r w:rsidR="00501896">
          <w:rPr>
            <w:noProof/>
            <w:webHidden/>
          </w:rPr>
          <w:fldChar w:fldCharType="end"/>
        </w:r>
      </w:hyperlink>
    </w:p>
    <w:p w14:paraId="38A7280B" w14:textId="0167515D" w:rsidR="00501896" w:rsidRDefault="008B5C7E">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F068EA">
          <w:rPr>
            <w:noProof/>
            <w:webHidden/>
          </w:rPr>
          <w:t>23</w:t>
        </w:r>
        <w:r w:rsidR="00501896">
          <w:rPr>
            <w:noProof/>
            <w:webHidden/>
          </w:rPr>
          <w:fldChar w:fldCharType="end"/>
        </w:r>
      </w:hyperlink>
    </w:p>
    <w:p w14:paraId="7FB80F40" w14:textId="3851C6F8" w:rsidR="00501896" w:rsidRDefault="008B5C7E">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F068EA">
          <w:rPr>
            <w:noProof/>
            <w:webHidden/>
          </w:rPr>
          <w:t>23</w:t>
        </w:r>
        <w:r w:rsidR="00501896">
          <w:rPr>
            <w:noProof/>
            <w:webHidden/>
          </w:rPr>
          <w:fldChar w:fldCharType="end"/>
        </w:r>
      </w:hyperlink>
    </w:p>
    <w:p w14:paraId="532E019C" w14:textId="3AC5A8C6" w:rsidR="00501896" w:rsidRDefault="008B5C7E">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F068EA">
          <w:rPr>
            <w:noProof/>
            <w:webHidden/>
          </w:rPr>
          <w:t>24</w:t>
        </w:r>
        <w:r w:rsidR="00501896">
          <w:rPr>
            <w:noProof/>
            <w:webHidden/>
          </w:rPr>
          <w:fldChar w:fldCharType="end"/>
        </w:r>
      </w:hyperlink>
    </w:p>
    <w:p w14:paraId="2700A526" w14:textId="3023F7D0" w:rsidR="00501896" w:rsidRDefault="008B5C7E">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F068EA">
          <w:rPr>
            <w:noProof/>
            <w:webHidden/>
          </w:rPr>
          <w:t>24</w:t>
        </w:r>
        <w:r w:rsidR="00501896">
          <w:rPr>
            <w:noProof/>
            <w:webHidden/>
          </w:rPr>
          <w:fldChar w:fldCharType="end"/>
        </w:r>
      </w:hyperlink>
    </w:p>
    <w:p w14:paraId="5ECC76B9" w14:textId="24A10A67" w:rsidR="00501896" w:rsidRDefault="008B5C7E">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F068EA">
          <w:rPr>
            <w:noProof/>
            <w:webHidden/>
          </w:rPr>
          <w:t>25</w:t>
        </w:r>
        <w:r w:rsidR="00501896">
          <w:rPr>
            <w:noProof/>
            <w:webHidden/>
          </w:rPr>
          <w:fldChar w:fldCharType="end"/>
        </w:r>
      </w:hyperlink>
    </w:p>
    <w:p w14:paraId="64F381D4" w14:textId="4273A6C1" w:rsidR="00501896" w:rsidRDefault="008B5C7E">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F068EA">
          <w:rPr>
            <w:noProof/>
            <w:webHidden/>
          </w:rPr>
          <w:t>25</w:t>
        </w:r>
        <w:r w:rsidR="00501896">
          <w:rPr>
            <w:noProof/>
            <w:webHidden/>
          </w:rPr>
          <w:fldChar w:fldCharType="end"/>
        </w:r>
      </w:hyperlink>
    </w:p>
    <w:p w14:paraId="6CC88E0F" w14:textId="151F8781" w:rsidR="00501896" w:rsidRDefault="008B5C7E">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F068EA">
          <w:rPr>
            <w:noProof/>
            <w:webHidden/>
          </w:rPr>
          <w:t>26</w:t>
        </w:r>
        <w:r w:rsidR="00501896">
          <w:rPr>
            <w:noProof/>
            <w:webHidden/>
          </w:rPr>
          <w:fldChar w:fldCharType="end"/>
        </w:r>
      </w:hyperlink>
    </w:p>
    <w:p w14:paraId="64FED2CD" w14:textId="4F21A234" w:rsidR="00501896" w:rsidRDefault="008B5C7E">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F068EA">
          <w:rPr>
            <w:noProof/>
            <w:webHidden/>
          </w:rPr>
          <w:t>27</w:t>
        </w:r>
        <w:r w:rsidR="00501896">
          <w:rPr>
            <w:noProof/>
            <w:webHidden/>
          </w:rPr>
          <w:fldChar w:fldCharType="end"/>
        </w:r>
      </w:hyperlink>
    </w:p>
    <w:p w14:paraId="1EE9FE55" w14:textId="58080653" w:rsidR="00501896" w:rsidRDefault="008B5C7E">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F068EA">
          <w:rPr>
            <w:noProof/>
            <w:webHidden/>
          </w:rPr>
          <w:t>28</w:t>
        </w:r>
        <w:r w:rsidR="00501896">
          <w:rPr>
            <w:noProof/>
            <w:webHidden/>
          </w:rPr>
          <w:fldChar w:fldCharType="end"/>
        </w:r>
      </w:hyperlink>
    </w:p>
    <w:p w14:paraId="11CEC006" w14:textId="3CB331C0" w:rsidR="00501896" w:rsidRDefault="008B5C7E">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F068EA">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4A70829B" w:rsidR="0035531B" w:rsidRPr="007F2B24" w:rsidRDefault="0035531B" w:rsidP="00564219">
      <w:pPr>
        <w:pStyle w:val="Textbezslovn"/>
        <w:spacing w:after="0"/>
        <w:ind w:left="2127" w:hanging="1390"/>
      </w:pPr>
      <w:r w:rsidRPr="007F2B24">
        <w:lastRenderedPageBreak/>
        <w:t xml:space="preserve">zastoupená: </w:t>
      </w:r>
      <w:r w:rsidRPr="007F2B24">
        <w:tab/>
      </w:r>
      <w:r w:rsidRPr="00867BEA">
        <w:t>Ing. Mojmírem Nejezchlebem, náměstkem generálního ředitele pro modernizaci dráhy, na základě pověření č. 2372 ze dne 26. 02. 2018.</w:t>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541EFF7"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492DEE">
        <w:t>Bc. Veronika Fučíková</w:t>
      </w:r>
    </w:p>
    <w:p w14:paraId="7BD36AB3" w14:textId="506198E4" w:rsidR="00A92FBA" w:rsidRDefault="007F2B24" w:rsidP="00BC2638">
      <w:pPr>
        <w:pStyle w:val="Textbezslovn"/>
        <w:spacing w:after="0"/>
      </w:pPr>
      <w:r w:rsidRPr="00A92FBA">
        <w:t xml:space="preserve">telefon: </w:t>
      </w:r>
      <w:r w:rsidRPr="00A92FBA">
        <w:tab/>
      </w:r>
      <w:r w:rsidR="00492DEE">
        <w:t>+420 702 238 237</w:t>
      </w:r>
    </w:p>
    <w:p w14:paraId="1CC4131D" w14:textId="47699D79" w:rsidR="00BC2638" w:rsidRPr="00A92FBA" w:rsidRDefault="007F2B24" w:rsidP="00BC2638">
      <w:pPr>
        <w:pStyle w:val="Textbezslovn"/>
        <w:spacing w:after="0"/>
      </w:pPr>
      <w:r w:rsidRPr="00A92FBA">
        <w:t xml:space="preserve">e-mail: </w:t>
      </w:r>
      <w:r w:rsidRPr="00A92FBA">
        <w:tab/>
      </w:r>
      <w:r w:rsidR="00867BEA">
        <w:t>fucikova@spravazeleznic.cz</w:t>
      </w:r>
    </w:p>
    <w:p w14:paraId="0121E50B" w14:textId="77777777" w:rsidR="00867BEA" w:rsidRPr="00F7749D" w:rsidRDefault="00BC2638" w:rsidP="00867BEA">
      <w:pPr>
        <w:pStyle w:val="Textbezslovn"/>
        <w:spacing w:after="0"/>
      </w:pPr>
      <w:r w:rsidRPr="00A92FBA">
        <w:t xml:space="preserve">adresa: </w:t>
      </w:r>
      <w:r w:rsidRPr="00A92FBA">
        <w:tab/>
      </w:r>
      <w:r w:rsidR="00867BEA" w:rsidRPr="00F7749D">
        <w:t>Správa železnic, státní organizace</w:t>
      </w:r>
    </w:p>
    <w:p w14:paraId="0C5C9A83" w14:textId="77777777" w:rsidR="00867BEA" w:rsidRPr="00F7749D" w:rsidRDefault="00867BEA" w:rsidP="00867BEA">
      <w:pPr>
        <w:pStyle w:val="Textbezslovn"/>
        <w:spacing w:after="0"/>
        <w:ind w:left="1446" w:firstLine="681"/>
      </w:pPr>
      <w:r w:rsidRPr="00F7749D">
        <w:t>Stavební správa západ</w:t>
      </w:r>
    </w:p>
    <w:p w14:paraId="57A039F4" w14:textId="77777777" w:rsidR="00867BEA" w:rsidRPr="00F7749D" w:rsidRDefault="00867BEA" w:rsidP="00867BEA">
      <w:pPr>
        <w:pStyle w:val="Textbezslovn"/>
        <w:spacing w:after="0"/>
      </w:pPr>
      <w:r w:rsidRPr="00F7749D">
        <w:tab/>
      </w:r>
      <w:r w:rsidRPr="00F7749D">
        <w:tab/>
        <w:t>Sokolovská 1955/278</w:t>
      </w:r>
    </w:p>
    <w:p w14:paraId="291DFE40" w14:textId="2182BF3B" w:rsidR="00BC2638" w:rsidRPr="00A92FBA" w:rsidRDefault="00867BEA" w:rsidP="00867BEA">
      <w:pPr>
        <w:pStyle w:val="Textbezslovn"/>
      </w:pPr>
      <w:r w:rsidRPr="00F7749D">
        <w:tab/>
      </w:r>
      <w:r w:rsidRPr="00F7749D">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62048E7" w14:textId="54EF1AA0" w:rsidR="00313FAC" w:rsidRDefault="00E529E6" w:rsidP="00E529E6">
      <w:pPr>
        <w:pStyle w:val="Textbezslovn"/>
        <w:rPr>
          <w:highlight w:val="green"/>
        </w:rPr>
      </w:pPr>
      <w:r>
        <w:t xml:space="preserve">Předmětem plnění je </w:t>
      </w:r>
      <w:r w:rsidRPr="004721AD">
        <w:t>zhotovení Projektové dokumentace pro stavební povolení, Projektové dokumentace p</w:t>
      </w:r>
      <w:r w:rsidR="005D474C">
        <w:t>ro provádění stavby a Zhotovení</w:t>
      </w:r>
      <w:r w:rsidR="00EF54E3">
        <w:t xml:space="preserve"> </w:t>
      </w:r>
      <w:r w:rsidRPr="00313FAC">
        <w:t>souboru staveb</w:t>
      </w:r>
      <w:r w:rsidR="00313FAC" w:rsidRPr="00313FAC">
        <w:t>.</w:t>
      </w:r>
    </w:p>
    <w:p w14:paraId="3730C944" w14:textId="374D937F" w:rsidR="00E529E6" w:rsidRPr="00E4095B" w:rsidRDefault="00E529E6" w:rsidP="00E529E6">
      <w:pPr>
        <w:pStyle w:val="Textbezslovn"/>
      </w:pPr>
      <w:r w:rsidRPr="00E4095B">
        <w:t>Konkrétně se jedná o jednotlivé stavby:</w:t>
      </w:r>
    </w:p>
    <w:p w14:paraId="65A611F0" w14:textId="16E1B790" w:rsidR="00E529E6" w:rsidRPr="00E4095B" w:rsidRDefault="00E529E6" w:rsidP="00E529E6">
      <w:pPr>
        <w:pStyle w:val="Textbezslovn"/>
        <w:rPr>
          <w:b/>
        </w:rPr>
      </w:pPr>
      <w:r w:rsidRPr="00E4095B">
        <w:rPr>
          <w:b/>
        </w:rPr>
        <w:t>„</w:t>
      </w:r>
      <w:r w:rsidR="008902FB" w:rsidRPr="00E4095B">
        <w:rPr>
          <w:b/>
        </w:rPr>
        <w:t>Doplnění závor na přejezdu P1697 v km 155,956 trati Plzeň - Žatec</w:t>
      </w:r>
      <w:r w:rsidRPr="00E4095B">
        <w:rPr>
          <w:b/>
        </w:rPr>
        <w:t>“</w:t>
      </w:r>
    </w:p>
    <w:p w14:paraId="2F0B1508" w14:textId="77777777" w:rsidR="00E529E6" w:rsidRPr="00E4095B" w:rsidRDefault="00E529E6" w:rsidP="00E529E6">
      <w:pPr>
        <w:pStyle w:val="Textbezslovn"/>
      </w:pPr>
      <w:r w:rsidRPr="00E4095B">
        <w:t>(dále jen „Stavba 1“)</w:t>
      </w:r>
    </w:p>
    <w:p w14:paraId="57329C83" w14:textId="48B88EC9" w:rsidR="00E529E6" w:rsidRPr="00E4095B" w:rsidRDefault="00E529E6" w:rsidP="00E529E6">
      <w:pPr>
        <w:pStyle w:val="Textbezslovn"/>
        <w:rPr>
          <w:b/>
        </w:rPr>
      </w:pPr>
      <w:r w:rsidRPr="00E4095B">
        <w:rPr>
          <w:b/>
        </w:rPr>
        <w:t>„</w:t>
      </w:r>
      <w:r w:rsidR="008902FB" w:rsidRPr="00E4095B">
        <w:rPr>
          <w:b/>
        </w:rPr>
        <w:t>Doplnění závor na přejezdech P1702 v km 163,692 a P1703 v km 169,358 trati Plzeň – Žatec</w:t>
      </w:r>
      <w:r w:rsidRPr="00E4095B">
        <w:rPr>
          <w:b/>
        </w:rPr>
        <w:t>“</w:t>
      </w:r>
    </w:p>
    <w:p w14:paraId="4BAB27CE" w14:textId="77777777" w:rsidR="00E529E6" w:rsidRPr="00E4095B" w:rsidRDefault="00E529E6" w:rsidP="00E529E6">
      <w:pPr>
        <w:pStyle w:val="Textbezslovn"/>
      </w:pPr>
      <w:r w:rsidRPr="00E4095B">
        <w:t>(dále jen „Stavba 2“)</w:t>
      </w:r>
    </w:p>
    <w:p w14:paraId="0022D7FE" w14:textId="1519FC90" w:rsidR="00E529E6" w:rsidRPr="00E4095B" w:rsidRDefault="00E529E6" w:rsidP="00E529E6">
      <w:pPr>
        <w:pStyle w:val="Textbezslovn"/>
        <w:rPr>
          <w:b/>
        </w:rPr>
      </w:pPr>
      <w:r w:rsidRPr="00E4095B">
        <w:rPr>
          <w:b/>
        </w:rPr>
        <w:t>„</w:t>
      </w:r>
      <w:r w:rsidR="008902FB" w:rsidRPr="00E4095B">
        <w:rPr>
          <w:b/>
        </w:rPr>
        <w:t>Doplnění závor na přejezdu P1714 v km 186,463 trati Plzeň – Žatec</w:t>
      </w:r>
      <w:r w:rsidRPr="00E4095B">
        <w:rPr>
          <w:b/>
        </w:rPr>
        <w:t>“</w:t>
      </w:r>
    </w:p>
    <w:p w14:paraId="53C4C9B2" w14:textId="77777777" w:rsidR="00E529E6" w:rsidRPr="00E4095B" w:rsidRDefault="00E529E6" w:rsidP="00E529E6">
      <w:pPr>
        <w:pStyle w:val="Textbezslovn"/>
      </w:pPr>
      <w:r w:rsidRPr="00E4095B">
        <w:t>(dále jen „Stavba 3“)</w:t>
      </w:r>
    </w:p>
    <w:p w14:paraId="04139FBF" w14:textId="3195364B" w:rsidR="008902FB" w:rsidRPr="00E4095B" w:rsidRDefault="008902FB" w:rsidP="008902FB">
      <w:pPr>
        <w:pStyle w:val="Textbezslovn"/>
        <w:rPr>
          <w:b/>
        </w:rPr>
      </w:pPr>
      <w:r w:rsidRPr="00E4095B">
        <w:rPr>
          <w:b/>
        </w:rPr>
        <w:t>„</w:t>
      </w:r>
      <w:r w:rsidR="00E4095B" w:rsidRPr="00E4095B">
        <w:rPr>
          <w:b/>
        </w:rPr>
        <w:t>Doplnění závor na přejezdech P1716 v km 190,480 a P1718 v km 192,736 trati Plzeň – Žatec</w:t>
      </w:r>
      <w:r w:rsidRPr="00E4095B">
        <w:rPr>
          <w:b/>
        </w:rPr>
        <w:t>“</w:t>
      </w:r>
    </w:p>
    <w:p w14:paraId="7FE41329" w14:textId="2E03741A" w:rsidR="008902FB" w:rsidRPr="00E4095B" w:rsidRDefault="008902FB" w:rsidP="008902FB">
      <w:pPr>
        <w:pStyle w:val="Textbezslovn"/>
      </w:pPr>
      <w:r w:rsidRPr="00E4095B">
        <w:t xml:space="preserve">(dále jen „Stavba </w:t>
      </w:r>
      <w:r w:rsidR="00E4095B" w:rsidRPr="00E4095B">
        <w:t>4</w:t>
      </w:r>
      <w:r w:rsidRPr="00E4095B">
        <w:t>“)</w:t>
      </w:r>
    </w:p>
    <w:p w14:paraId="6BC0159C" w14:textId="029A6BA4" w:rsidR="008902FB" w:rsidRPr="00E4095B" w:rsidRDefault="008902FB" w:rsidP="008902FB">
      <w:pPr>
        <w:pStyle w:val="Textbezslovn"/>
        <w:rPr>
          <w:b/>
        </w:rPr>
      </w:pPr>
      <w:r w:rsidRPr="00E4095B">
        <w:rPr>
          <w:b/>
        </w:rPr>
        <w:t>„</w:t>
      </w:r>
      <w:r w:rsidR="00E4095B" w:rsidRPr="00E4095B">
        <w:rPr>
          <w:b/>
        </w:rPr>
        <w:t>Doplnění závor na přejezdech P1720 v km 195,984 a P1721 v km 196,926 trati Plzeň – Žatec</w:t>
      </w:r>
      <w:r w:rsidRPr="00E4095B">
        <w:rPr>
          <w:b/>
        </w:rPr>
        <w:t>“</w:t>
      </w:r>
    </w:p>
    <w:p w14:paraId="1320BE8F" w14:textId="77EA619B" w:rsidR="00A9754D" w:rsidRPr="00931418" w:rsidRDefault="008902FB" w:rsidP="00931418">
      <w:pPr>
        <w:pStyle w:val="Textbezslovn"/>
      </w:pPr>
      <w:r w:rsidRPr="00E4095B">
        <w:t xml:space="preserve">(dále jen „Stavba </w:t>
      </w:r>
      <w:r w:rsidR="00E4095B" w:rsidRPr="00E4095B">
        <w:t>5</w:t>
      </w:r>
      <w:r w:rsidRPr="00E4095B">
        <w:t>“)</w:t>
      </w:r>
    </w:p>
    <w:p w14:paraId="466E41D6" w14:textId="413B1851" w:rsidR="00BC2638" w:rsidRPr="00931418" w:rsidRDefault="00BC2638" w:rsidP="00BC2638">
      <w:pPr>
        <w:pStyle w:val="Textbezslovn"/>
      </w:pPr>
      <w:r w:rsidRPr="00931418">
        <w:t xml:space="preserve">Projektová dokumentace stavby bude zpracovaná ve stupni Projektová dokumentace pro stavební povolení nebo pro ohlášení stavby ve smyslu přílohy č. 3 vyhlášky </w:t>
      </w:r>
      <w:r w:rsidR="004E6C47" w:rsidRPr="00931418">
        <w:t xml:space="preserve">č. </w:t>
      </w:r>
      <w:r w:rsidRPr="00931418">
        <w:t>146/2008 Sb.</w:t>
      </w:r>
      <w:r w:rsidR="004E6C47" w:rsidRPr="00931418">
        <w:t>,</w:t>
      </w:r>
      <w:r w:rsidRPr="00931418">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w:t>
      </w:r>
      <w:r w:rsidRPr="00931418">
        <w:lastRenderedPageBreak/>
        <w:t xml:space="preserve">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931418" w:rsidRDefault="00BC2638" w:rsidP="00BC2638">
      <w:pPr>
        <w:pStyle w:val="Textbezslovn"/>
      </w:pPr>
      <w:r w:rsidRPr="00931418">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31418">
        <w:t xml:space="preserve">zjednodušenou </w:t>
      </w:r>
      <w:r w:rsidRPr="00931418">
        <w:t>dokumentaci</w:t>
      </w:r>
      <w:r w:rsidR="00FA0295" w:rsidRPr="00931418">
        <w:t xml:space="preserve">. </w:t>
      </w:r>
      <w:r w:rsidRPr="00931418">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931418" w:rsidRDefault="00BC2638" w:rsidP="00BC2638">
      <w:pPr>
        <w:pStyle w:val="Textbezslovn"/>
      </w:pPr>
      <w:r w:rsidRPr="00931418">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931418">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9BF83C0" w14:textId="723B4CAC" w:rsidR="00A9754D" w:rsidRPr="000C0FB9" w:rsidRDefault="00A9754D" w:rsidP="00931418">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7D9F319" w:rsidR="00BC2638" w:rsidRPr="005C76ED" w:rsidRDefault="00BC2638" w:rsidP="00A9754D">
      <w:pPr>
        <w:pStyle w:val="Text1-1"/>
        <w:ind w:left="737"/>
      </w:pPr>
      <w:r w:rsidRPr="005C76ED">
        <w:t>Předpokládaná hodnota veřejné zakázky činí</w:t>
      </w:r>
      <w:r w:rsidRPr="005C76ED">
        <w:rPr>
          <w:b/>
        </w:rPr>
        <w:t xml:space="preserve"> </w:t>
      </w:r>
      <w:r w:rsidR="00B246EA">
        <w:rPr>
          <w:b/>
        </w:rPr>
        <w:t>55 442 010</w:t>
      </w:r>
      <w:r w:rsidR="00704C6E">
        <w:rPr>
          <w:b/>
        </w:rPr>
        <w:t xml:space="preserve">,-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8D7FB1">
        <w:t>Předpokládaná hodnota jednotlivých staveb činí:</w:t>
      </w:r>
    </w:p>
    <w:p w14:paraId="07F2E55E" w14:textId="4F74B85A" w:rsidR="00704C6E" w:rsidRDefault="008D7FB1" w:rsidP="00403729">
      <w:pPr>
        <w:pStyle w:val="Odstavec1-1a"/>
        <w:numPr>
          <w:ilvl w:val="0"/>
          <w:numId w:val="0"/>
        </w:numPr>
        <w:spacing w:after="0"/>
        <w:ind w:left="1077" w:hanging="340"/>
      </w:pPr>
      <w:r>
        <w:t>S</w:t>
      </w:r>
      <w:r w:rsidR="00403729">
        <w:t>tavba</w:t>
      </w:r>
      <w:r>
        <w:t xml:space="preserve"> 1</w:t>
      </w:r>
      <w:r w:rsidR="00403729">
        <w:t xml:space="preserve">: </w:t>
      </w:r>
      <w:r w:rsidR="00B246EA">
        <w:t>7 321 889</w:t>
      </w:r>
      <w:r w:rsidR="00704C6E">
        <w:t>,- Kč</w:t>
      </w:r>
    </w:p>
    <w:p w14:paraId="316A0BF0" w14:textId="54805741" w:rsidR="00403729" w:rsidRDefault="008D7FB1" w:rsidP="00403729">
      <w:pPr>
        <w:pStyle w:val="Odstavec1-1a"/>
        <w:numPr>
          <w:ilvl w:val="0"/>
          <w:numId w:val="0"/>
        </w:numPr>
        <w:spacing w:after="0"/>
        <w:ind w:left="1077" w:hanging="340"/>
      </w:pPr>
      <w:r>
        <w:t>S</w:t>
      </w:r>
      <w:r w:rsidR="00403729">
        <w:t>tavba</w:t>
      </w:r>
      <w:r>
        <w:t xml:space="preserve"> 2</w:t>
      </w:r>
      <w:r w:rsidR="00403729">
        <w:t xml:space="preserve">: </w:t>
      </w:r>
      <w:r w:rsidR="00B246EA">
        <w:t>12 183 876</w:t>
      </w:r>
      <w:r w:rsidR="00403729">
        <w:t>,- Kč</w:t>
      </w:r>
    </w:p>
    <w:p w14:paraId="57AAF2BF" w14:textId="6122E2C3" w:rsidR="00704C6E" w:rsidRDefault="008D7FB1" w:rsidP="00403729">
      <w:pPr>
        <w:pStyle w:val="Odstavec1-1a"/>
        <w:numPr>
          <w:ilvl w:val="0"/>
          <w:numId w:val="0"/>
        </w:numPr>
        <w:spacing w:after="0"/>
        <w:ind w:left="1077" w:hanging="340"/>
      </w:pPr>
      <w:r>
        <w:t>S</w:t>
      </w:r>
      <w:r w:rsidR="00403729">
        <w:t>tavba</w:t>
      </w:r>
      <w:r>
        <w:t xml:space="preserve"> 3</w:t>
      </w:r>
      <w:r w:rsidR="00403729">
        <w:t xml:space="preserve">: </w:t>
      </w:r>
      <w:r w:rsidR="00B246EA">
        <w:t>4 976 696</w:t>
      </w:r>
      <w:r w:rsidR="00704C6E">
        <w:t>,- Kč</w:t>
      </w:r>
    </w:p>
    <w:p w14:paraId="139777EB" w14:textId="43F40A13" w:rsidR="008D7FB1" w:rsidRDefault="008D7FB1" w:rsidP="008D7FB1">
      <w:pPr>
        <w:pStyle w:val="Odstavec1-1a"/>
        <w:numPr>
          <w:ilvl w:val="0"/>
          <w:numId w:val="0"/>
        </w:numPr>
        <w:spacing w:after="0"/>
        <w:ind w:left="1077" w:hanging="340"/>
      </w:pPr>
      <w:r>
        <w:t>S</w:t>
      </w:r>
      <w:r w:rsidR="00403729">
        <w:t>tavba</w:t>
      </w:r>
      <w:r>
        <w:t xml:space="preserve"> 4</w:t>
      </w:r>
      <w:r w:rsidR="00403729">
        <w:t xml:space="preserve">: </w:t>
      </w:r>
      <w:r w:rsidR="00B246EA">
        <w:t>14 686 585</w:t>
      </w:r>
      <w:r>
        <w:t>,- Kč</w:t>
      </w:r>
    </w:p>
    <w:p w14:paraId="2F48EA0C" w14:textId="6EAC287C" w:rsidR="00EE5BA5" w:rsidRPr="008D7FB1" w:rsidRDefault="008D7FB1" w:rsidP="008D7FB1">
      <w:pPr>
        <w:pStyle w:val="Odstavec1-1a"/>
        <w:numPr>
          <w:ilvl w:val="0"/>
          <w:numId w:val="0"/>
        </w:numPr>
        <w:spacing w:after="0"/>
        <w:ind w:left="1077" w:hanging="340"/>
      </w:pPr>
      <w:r>
        <w:t xml:space="preserve">Stavba 5: </w:t>
      </w:r>
      <w:r w:rsidR="00B246EA">
        <w:t>16 272 964</w:t>
      </w:r>
      <w:r w:rsidR="00704C6E">
        <w:t>,- Kč</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lastRenderedPageBreak/>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08BBC57"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306CC1">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300DF12E" w:rsidR="0035531B" w:rsidRPr="00251C6F"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51C6F">
        <w:rPr>
          <w:b/>
        </w:rPr>
        <w:t xml:space="preserve">nejpozději </w:t>
      </w:r>
      <w:r w:rsidR="00F3316E" w:rsidRPr="00251C6F">
        <w:rPr>
          <w:b/>
        </w:rPr>
        <w:t>6 pracovních dnů</w:t>
      </w:r>
      <w:r w:rsidR="00B07880" w:rsidRPr="00251C6F">
        <w:rPr>
          <w:b/>
        </w:rPr>
        <w:t xml:space="preserve"> </w:t>
      </w:r>
      <w:r w:rsidRPr="00251C6F">
        <w:t>před uplynutím lhůty pro podání nabídek</w:t>
      </w:r>
      <w:r w:rsidR="00693188" w:rsidRPr="00251C6F">
        <w:t>, jinak zadavatel není povinen vysvětlení poskytnout</w:t>
      </w:r>
      <w:r w:rsidRPr="00251C6F">
        <w:t>.</w:t>
      </w:r>
    </w:p>
    <w:p w14:paraId="0B436374" w14:textId="0C44170D" w:rsidR="0035531B" w:rsidRPr="00273B66" w:rsidRDefault="00FD39DE" w:rsidP="001F79F7">
      <w:pPr>
        <w:pStyle w:val="Text1-1"/>
        <w:ind w:left="737"/>
      </w:pPr>
      <w:r w:rsidRPr="00251C6F">
        <w:t xml:space="preserve">Zadavatel poskytne vysvětlení zadávací dokumentace nejpozději do </w:t>
      </w:r>
      <w:r w:rsidR="00B07880" w:rsidRPr="00251C6F">
        <w:rPr>
          <w:b/>
        </w:rPr>
        <w:t xml:space="preserve">3 </w:t>
      </w:r>
      <w:r w:rsidRPr="00251C6F">
        <w:rPr>
          <w:b/>
        </w:rPr>
        <w:t>pracovních dnů</w:t>
      </w:r>
      <w:r w:rsidRPr="00251C6F">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51C6F">
        <w:t xml:space="preserve">nejméně </w:t>
      </w:r>
      <w:r w:rsidR="00006FB3" w:rsidRPr="00251C6F">
        <w:t>3</w:t>
      </w:r>
      <w:r w:rsidR="00693188" w:rsidRPr="00251C6F">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273B66">
        <w:lastRenderedPageBreak/>
        <w:t>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 xml:space="preserve">to až do doby </w:t>
      </w:r>
      <w:r w:rsidRPr="00273B66">
        <w:lastRenderedPageBreak/>
        <w:t>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A474A7" w:rsidRDefault="0035531B" w:rsidP="00CC4380">
      <w:pPr>
        <w:pStyle w:val="Odrka1-2-"/>
      </w:pPr>
      <w:r w:rsidRPr="00A474A7">
        <w:t>Revize, prohlídky</w:t>
      </w:r>
      <w:r w:rsidR="00845C50" w:rsidRPr="00A474A7">
        <w:t xml:space="preserve"> a </w:t>
      </w:r>
      <w:r w:rsidRPr="00A474A7">
        <w:t>zkoušky určených technických zařízení</w:t>
      </w:r>
      <w:r w:rsidR="00092CC9" w:rsidRPr="00A474A7">
        <w:t xml:space="preserve"> v </w:t>
      </w:r>
      <w:r w:rsidRPr="00A474A7">
        <w:t>provozu,</w:t>
      </w:r>
    </w:p>
    <w:p w14:paraId="3A6FD5AB" w14:textId="77777777" w:rsidR="0035531B" w:rsidRPr="00A474A7" w:rsidRDefault="0035531B" w:rsidP="00CC4380">
      <w:pPr>
        <w:pStyle w:val="Odrka1-2-"/>
      </w:pPr>
      <w:r w:rsidRPr="00A474A7">
        <w:t>Výkon zeměměřických činností,</w:t>
      </w:r>
    </w:p>
    <w:p w14:paraId="6F64E227" w14:textId="77777777" w:rsidR="0035531B" w:rsidRPr="00A474A7" w:rsidRDefault="00006FB3" w:rsidP="00006FB3">
      <w:pPr>
        <w:pStyle w:val="Odrka1-2-"/>
        <w:spacing w:after="120"/>
      </w:pPr>
      <w:r w:rsidRPr="00A474A7">
        <w:t>Projektová činnost ve výstavbě</w:t>
      </w:r>
      <w:r w:rsidR="0035531B" w:rsidRPr="00A474A7">
        <w:t>.</w:t>
      </w:r>
    </w:p>
    <w:p w14:paraId="0C44D4A1" w14:textId="77777777" w:rsidR="0035531B" w:rsidRPr="00A15C40" w:rsidRDefault="0035531B" w:rsidP="00092CC9">
      <w:pPr>
        <w:pStyle w:val="Odrka1-1"/>
      </w:pPr>
      <w:r w:rsidRPr="00A15C40">
        <w:t>Odborná způsobilost:</w:t>
      </w:r>
    </w:p>
    <w:p w14:paraId="479DCBAD" w14:textId="77777777" w:rsidR="00344A9C" w:rsidRPr="00BF0E8C"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BF0E8C">
        <w:t xml:space="preserve">písm. </w:t>
      </w:r>
    </w:p>
    <w:p w14:paraId="0B9B859E" w14:textId="77777777" w:rsidR="00344A9C" w:rsidRPr="00BF0E8C" w:rsidRDefault="00344A9C" w:rsidP="00344A9C">
      <w:pPr>
        <w:pStyle w:val="Odrka1-1"/>
        <w:numPr>
          <w:ilvl w:val="0"/>
          <w:numId w:val="0"/>
        </w:numPr>
        <w:ind w:left="1190" w:firstLine="341"/>
        <w:rPr>
          <w:b/>
        </w:rPr>
      </w:pPr>
      <w:r w:rsidRPr="00BF0E8C">
        <w:rPr>
          <w:b/>
        </w:rPr>
        <w:t xml:space="preserve">b) </w:t>
      </w:r>
      <w:r w:rsidRPr="00BF0E8C">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DA767C" w:rsidRDefault="0035531B" w:rsidP="00CC4380">
      <w:pPr>
        <w:pStyle w:val="Odrka1-2-"/>
      </w:pPr>
      <w:r w:rsidRPr="00DA767C">
        <w:t>Zadavatel požaduje předložení úředního oprávnění pro ověřování výsledků zeměměřických činností</w:t>
      </w:r>
      <w:r w:rsidR="00092CC9" w:rsidRPr="00DA767C">
        <w:t xml:space="preserve"> v </w:t>
      </w:r>
      <w:r w:rsidRPr="00DA767C">
        <w:t xml:space="preserve">rozsahu dle § 13 odst. 1 písm. </w:t>
      </w:r>
      <w:r w:rsidRPr="00DA767C">
        <w:rPr>
          <w:rStyle w:val="Tun9b"/>
        </w:rPr>
        <w:t>a)</w:t>
      </w:r>
      <w:r w:rsidR="00845C50" w:rsidRPr="00DA767C">
        <w:rPr>
          <w:rStyle w:val="Tun9b"/>
        </w:rPr>
        <w:t xml:space="preserve"> </w:t>
      </w:r>
      <w:r w:rsidR="00845C50" w:rsidRPr="00DA767C">
        <w:rPr>
          <w:rStyle w:val="Tun9b"/>
          <w:b w:val="0"/>
        </w:rPr>
        <w:t>a </w:t>
      </w:r>
      <w:r w:rsidRPr="00DA767C">
        <w:rPr>
          <w:rStyle w:val="Tun9b"/>
        </w:rPr>
        <w:t>c)</w:t>
      </w:r>
      <w:r w:rsidRPr="00DA767C">
        <w:t xml:space="preserve"> zákona č. 200/1994 Sb.,</w:t>
      </w:r>
      <w:r w:rsidR="00092CC9" w:rsidRPr="00DA767C">
        <w:t xml:space="preserve"> o </w:t>
      </w:r>
      <w:r w:rsidRPr="00DA767C">
        <w:t>zeměměřictví</w:t>
      </w:r>
      <w:r w:rsidR="00845C50" w:rsidRPr="00DA767C">
        <w:t xml:space="preserve"> a</w:t>
      </w:r>
      <w:r w:rsidR="00092CC9" w:rsidRPr="00DA767C">
        <w:t xml:space="preserve"> o </w:t>
      </w:r>
      <w:r w:rsidRPr="00DA767C">
        <w:t>změně</w:t>
      </w:r>
      <w:r w:rsidR="00845C50" w:rsidRPr="00DA767C">
        <w:t xml:space="preserve"> a </w:t>
      </w:r>
      <w:r w:rsidRPr="00DA767C">
        <w:t>doplnění některých zákonů souvisejících</w:t>
      </w:r>
      <w:r w:rsidR="00845C50" w:rsidRPr="00DA767C">
        <w:t xml:space="preserve"> s </w:t>
      </w:r>
      <w:r w:rsidRPr="00DA767C">
        <w:t>jeho zavedením, ve znění pozdějších předpisů.</w:t>
      </w:r>
    </w:p>
    <w:p w14:paraId="34756C04" w14:textId="77777777" w:rsidR="0035531B" w:rsidRPr="00BF0E8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w:t>
      </w:r>
      <w:r w:rsidRPr="00BF0E8C">
        <w:t>této Výzvy, jejichž prostřednictvím dodavatel odbornou způsobilost zabezpečuje</w:t>
      </w:r>
      <w:r w:rsidR="0035531B" w:rsidRPr="00BF0E8C">
        <w:t>.</w:t>
      </w:r>
    </w:p>
    <w:p w14:paraId="17BDB630" w14:textId="77777777" w:rsidR="0035531B" w:rsidRPr="00BF0E8C" w:rsidRDefault="0035531B" w:rsidP="00CC4380">
      <w:pPr>
        <w:pStyle w:val="Textbezslovn"/>
        <w:ind w:left="1077"/>
      </w:pPr>
      <w:r w:rsidRPr="00BF0E8C">
        <w:t>Doklady</w:t>
      </w:r>
      <w:r w:rsidR="00BC6D2B" w:rsidRPr="00BF0E8C">
        <w:t xml:space="preserve"> k </w:t>
      </w:r>
      <w:r w:rsidRPr="00BF0E8C">
        <w:t>prokázání profesní způsobilosti dodavatel</w:t>
      </w:r>
      <w:r w:rsidR="00092CC9" w:rsidRPr="00BF0E8C">
        <w:t xml:space="preserve"> v </w:t>
      </w:r>
      <w:r w:rsidRPr="00BF0E8C">
        <w:t>rámci nabídky nemusí předložit, pokud právní předpisy</w:t>
      </w:r>
      <w:r w:rsidR="00092CC9" w:rsidRPr="00BF0E8C">
        <w:t xml:space="preserve"> v </w:t>
      </w:r>
      <w:r w:rsidRPr="00BF0E8C">
        <w:t xml:space="preserve">zemi jeho sídla obdobnou profesní způsobilost nevyžadují. </w:t>
      </w:r>
    </w:p>
    <w:p w14:paraId="64031605" w14:textId="77777777" w:rsidR="0035531B" w:rsidRPr="00BF0E8C" w:rsidRDefault="0035531B" w:rsidP="001F79F7">
      <w:pPr>
        <w:pStyle w:val="Text1-1"/>
        <w:ind w:left="737"/>
        <w:rPr>
          <w:rStyle w:val="Tun9b"/>
        </w:rPr>
      </w:pPr>
      <w:r w:rsidRPr="00BF0E8C">
        <w:rPr>
          <w:rStyle w:val="Tun9b"/>
        </w:rPr>
        <w:t xml:space="preserve">Technická kvalifikace – seznam </w:t>
      </w:r>
      <w:r w:rsidR="00421A08" w:rsidRPr="00BF0E8C">
        <w:rPr>
          <w:rStyle w:val="Tun9b"/>
        </w:rPr>
        <w:t xml:space="preserve">významných služeb a </w:t>
      </w:r>
      <w:r w:rsidRPr="00BF0E8C">
        <w:rPr>
          <w:rStyle w:val="Tun9b"/>
        </w:rPr>
        <w:t>stavebních prací</w:t>
      </w:r>
    </w:p>
    <w:p w14:paraId="65709BB3" w14:textId="5A5CC924" w:rsidR="00187DED" w:rsidRPr="00BF0E8C" w:rsidRDefault="00187DED" w:rsidP="00187DED">
      <w:pPr>
        <w:pStyle w:val="Odrka1-1"/>
      </w:pPr>
      <w:r w:rsidRPr="00BF0E8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F0E8C">
        <w:t>DSP+</w:t>
      </w:r>
      <w:r w:rsidRPr="00BF0E8C">
        <w:t xml:space="preserve">PDPS) </w:t>
      </w:r>
      <w:r w:rsidR="001E35F3" w:rsidRPr="00BF0E8C">
        <w:t xml:space="preserve">ve společném stupni projektové dokumentace pro společné povolení a projektové dokumentace pro provádění stavby (DUSP+PDPS) </w:t>
      </w:r>
      <w:r w:rsidRPr="00BF0E8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0735F7">
        <w:rPr>
          <w:b/>
        </w:rPr>
        <w:t>projektování automatického přejezdového zabezpečovacího zařízení vč. přejezdové konstrukce</w:t>
      </w:r>
      <w:r w:rsidRPr="00BF0E8C">
        <w:t>.</w:t>
      </w:r>
    </w:p>
    <w:p w14:paraId="2C1212B9" w14:textId="48ABCD08" w:rsidR="00187DED" w:rsidRPr="002C1D1C" w:rsidRDefault="00187DED" w:rsidP="00187DED">
      <w:pPr>
        <w:pStyle w:val="Textbezslovn"/>
        <w:ind w:left="1077"/>
      </w:pPr>
      <w:r w:rsidRPr="00BF0E8C">
        <w:t xml:space="preserve">Za </w:t>
      </w:r>
      <w:r w:rsidR="00F3090F" w:rsidRPr="00BF0E8C">
        <w:t xml:space="preserve">významnou </w:t>
      </w:r>
      <w:r w:rsidRPr="00BF0E8C">
        <w:t>službu obdobného charakteru, resp. projektové práce spočívající ve zhotovení projektové dokumentace ve stupni DSP nebo DU</w:t>
      </w:r>
      <w:r w:rsidR="000A19C0" w:rsidRPr="00BF0E8C">
        <w:t>SP nebo ve společném stupni DSP+</w:t>
      </w:r>
      <w:r w:rsidRPr="00BF0E8C">
        <w:t>PDPS</w:t>
      </w:r>
      <w:r w:rsidR="00707B4F" w:rsidRPr="00BF0E8C">
        <w:t xml:space="preserve"> nebo DUSP</w:t>
      </w:r>
      <w:r w:rsidR="000A19C0" w:rsidRPr="00BF0E8C">
        <w:t>+</w:t>
      </w:r>
      <w:r w:rsidR="00707B4F" w:rsidRPr="00BF0E8C">
        <w:t>PDPS</w:t>
      </w:r>
      <w:r w:rsidRPr="00BF0E8C">
        <w:t>, zadavatel považuje rovněž provedení aktualizace projektové dokumentace ve stupni DSP nebo DUSP nebo ve společném stupni DSP</w:t>
      </w:r>
      <w:r w:rsidR="000A19C0" w:rsidRPr="00BF0E8C">
        <w:t>+</w:t>
      </w:r>
      <w:r w:rsidRPr="00BF0E8C">
        <w:t>PDPS</w:t>
      </w:r>
      <w:r w:rsidR="00707B4F" w:rsidRPr="00BF0E8C">
        <w:t xml:space="preserve"> nebo DUSP</w:t>
      </w:r>
      <w:r w:rsidR="000A19C0" w:rsidRPr="00BF0E8C">
        <w:t>+</w:t>
      </w:r>
      <w:r w:rsidR="00707B4F" w:rsidRPr="00BF0E8C">
        <w:t>PDPS</w:t>
      </w:r>
      <w:r w:rsidRPr="00BF0E8C">
        <w:t>.</w:t>
      </w:r>
    </w:p>
    <w:p w14:paraId="596C5CD4" w14:textId="5F0556C1"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w:t>
      </w:r>
      <w:r w:rsidRPr="0000237D">
        <w:lastRenderedPageBreak/>
        <w:t xml:space="preserve">výběrového </w:t>
      </w:r>
      <w:r w:rsidRPr="002E6EBF">
        <w:t xml:space="preserve">řízení, </w:t>
      </w:r>
      <w:r w:rsidRPr="002E6EBF">
        <w:rPr>
          <w:lang w:eastAsia="cs-CZ"/>
        </w:rPr>
        <w:t>jejichž předmětem bylo</w:t>
      </w:r>
      <w:r w:rsidR="00C27EA4" w:rsidRPr="002E6EBF">
        <w:rPr>
          <w:lang w:eastAsia="cs-CZ"/>
        </w:rPr>
        <w:t xml:space="preserve"> </w:t>
      </w:r>
      <w:r w:rsidRPr="002E6EBF">
        <w:rPr>
          <w:lang w:eastAsia="cs-CZ"/>
        </w:rPr>
        <w:t xml:space="preserve">projektování alespoň </w:t>
      </w:r>
      <w:r w:rsidR="008567A9" w:rsidRPr="002E6EBF">
        <w:rPr>
          <w:b/>
          <w:lang w:eastAsia="cs-CZ"/>
        </w:rPr>
        <w:t>4</w:t>
      </w:r>
      <w:r w:rsidRPr="002E6EBF">
        <w:rPr>
          <w:b/>
        </w:rPr>
        <w:t xml:space="preserve"> </w:t>
      </w:r>
      <w:r w:rsidRPr="000735F7">
        <w:rPr>
          <w:b/>
        </w:rPr>
        <w:t xml:space="preserve">automatických </w:t>
      </w:r>
      <w:r w:rsidRPr="000735F7">
        <w:rPr>
          <w:b/>
          <w:lang w:eastAsia="cs-CZ"/>
        </w:rPr>
        <w:t>přejezdových zabezpečovacích zařízení vč. přejezdové konstrukce</w:t>
      </w:r>
      <w:r w:rsidRPr="002E6EBF">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2E6EBF">
        <w:t>všechny požadované údaje, zejména název služby, předmět plnění</w:t>
      </w:r>
      <w:r w:rsidR="00444B37" w:rsidRPr="002E6EBF">
        <w:t>, počet automatických přejezdových zabezpečovacích zařízení vč. přejezdové konstrukce</w:t>
      </w:r>
      <w:r w:rsidRPr="002E6EBF">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lastRenderedPageBreak/>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BD20A8E"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2E6EBF">
        <w:rPr>
          <w:lang w:eastAsia="cs-CZ"/>
        </w:rPr>
        <w:t>alespoň</w:t>
      </w:r>
      <w:r w:rsidR="00EC46CA" w:rsidRPr="002E6EBF">
        <w:rPr>
          <w:lang w:eastAsia="cs-CZ"/>
        </w:rPr>
        <w:t xml:space="preserve"> </w:t>
      </w:r>
      <w:r w:rsidR="00015CCD" w:rsidRPr="002E6EBF">
        <w:rPr>
          <w:b/>
          <w:lang w:eastAsia="cs-CZ"/>
        </w:rPr>
        <w:t>4</w:t>
      </w:r>
      <w:r w:rsidR="00EC46CA" w:rsidRPr="002E6EBF">
        <w:rPr>
          <w:lang w:eastAsia="cs-CZ"/>
        </w:rPr>
        <w:t xml:space="preserve"> </w:t>
      </w:r>
      <w:r w:rsidR="001840C6" w:rsidRPr="002A2BB9">
        <w:rPr>
          <w:b/>
          <w:lang w:eastAsia="cs-CZ"/>
        </w:rPr>
        <w:t>přejezdových zabezpečovacích zařízení reléového typu s elektronickými doplňky, nebo plně elektronického typu vč. přejezdové konstrukce</w:t>
      </w:r>
      <w:r w:rsidR="001840C6" w:rsidRPr="002E6EBF">
        <w:rPr>
          <w:lang w:eastAsia="cs-CZ"/>
        </w:rPr>
        <w:t xml:space="preserve"> (dále jen „PZZ</w:t>
      </w:r>
      <w:r w:rsidR="003E7EAF" w:rsidRPr="002E6EBF">
        <w:rPr>
          <w:lang w:eastAsia="cs-CZ"/>
        </w:rPr>
        <w:t xml:space="preserve"> vč. přejezdové konstrukce</w:t>
      </w:r>
      <w:r w:rsidR="001840C6" w:rsidRPr="002E6EBF">
        <w:rPr>
          <w:lang w:eastAsia="cs-CZ"/>
        </w:rPr>
        <w:t>“)</w:t>
      </w:r>
      <w:r w:rsidR="00EC46CA" w:rsidRPr="002E6EBF">
        <w:rPr>
          <w:lang w:eastAsia="cs-CZ"/>
        </w:rPr>
        <w:t>, a to každého z</w:t>
      </w:r>
      <w:r w:rsidR="00454199" w:rsidRPr="002E6EBF">
        <w:rPr>
          <w:lang w:eastAsia="cs-CZ"/>
        </w:rPr>
        <w:t> </w:t>
      </w:r>
      <w:r w:rsidR="00EC46CA" w:rsidRPr="002E6EBF">
        <w:rPr>
          <w:lang w:eastAsia="cs-CZ"/>
        </w:rPr>
        <w:t>nich</w:t>
      </w:r>
      <w:r w:rsidR="00454199" w:rsidRPr="002E6EBF">
        <w:rPr>
          <w:lang w:eastAsia="cs-CZ"/>
        </w:rPr>
        <w:t xml:space="preserve"> </w:t>
      </w:r>
      <w:r w:rsidR="00EC46CA" w:rsidRPr="002E6EBF">
        <w:rPr>
          <w:lang w:eastAsia="cs-CZ"/>
        </w:rPr>
        <w:t xml:space="preserve">v minimální hodnotě plnění ve výši </w:t>
      </w:r>
      <w:r w:rsidR="00B246EA" w:rsidRPr="002E6EBF">
        <w:rPr>
          <w:b/>
          <w:lang w:eastAsia="cs-CZ"/>
        </w:rPr>
        <w:t>7</w:t>
      </w:r>
      <w:r w:rsidR="000D768B" w:rsidRPr="002E6EBF">
        <w:rPr>
          <w:b/>
          <w:lang w:eastAsia="cs-CZ"/>
        </w:rPr>
        <w:t> 000 000,-</w:t>
      </w:r>
      <w:r w:rsidR="00EC46CA" w:rsidRPr="002E6EBF">
        <w:rPr>
          <w:b/>
          <w:lang w:eastAsia="cs-CZ"/>
        </w:rPr>
        <w:t xml:space="preserve"> Kč bez DPH</w:t>
      </w:r>
      <w:r w:rsidR="00CF3940" w:rsidRPr="002E6EBF">
        <w:rPr>
          <w:lang w:eastAsia="cs-CZ"/>
        </w:rPr>
        <w:t xml:space="preserve"> (částka se vztahuje k hodnotě rekonstrukce, výstavby nebo opravy PZZ vč. přejezdové konstrukce)</w:t>
      </w:r>
      <w:r w:rsidR="00EC46CA" w:rsidRPr="002E6EBF">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2E6EBF">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2E6EBF">
        <w:t xml:space="preserve"> </w:t>
      </w:r>
      <w:r w:rsidR="00EA0048" w:rsidRPr="002E6EBF">
        <w:t xml:space="preserve">a počet </w:t>
      </w:r>
      <w:r w:rsidR="00071543" w:rsidRPr="002E6EBF">
        <w:rPr>
          <w:lang w:eastAsia="cs-CZ"/>
        </w:rPr>
        <w:t>PZZ vč. přejezdové konstrukce</w:t>
      </w:r>
      <w:r w:rsidRPr="002E6EBF">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E6EBF">
        <w:t xml:space="preserve"> a počet </w:t>
      </w:r>
      <w:r w:rsidR="00EA0048" w:rsidRPr="002E6EBF">
        <w:rPr>
          <w:lang w:eastAsia="cs-CZ"/>
        </w:rPr>
        <w:t>PZZ vč. přejezdové konstrukce</w:t>
      </w:r>
      <w:r w:rsidRPr="002E6EBF">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w:t>
      </w:r>
      <w:r w:rsidRPr="0000237D">
        <w:t>,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rsidRPr="0000237D">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5C716650" w:rsidR="00AF4A09" w:rsidRPr="00E14BAF" w:rsidRDefault="00AF4A09" w:rsidP="00AF4A09">
      <w:pPr>
        <w:pStyle w:val="Textbezslovn"/>
      </w:pPr>
      <w:r w:rsidRPr="0000237D">
        <w:t xml:space="preserve">Přílohou seznamu budou profesní životopisy každého člena odborného personálu, </w:t>
      </w:r>
      <w:r w:rsidRPr="00E14BAF">
        <w:t>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E14BAF">
        <w:t>vateli</w:t>
      </w:r>
      <w:r w:rsidRPr="00E14BAF">
        <w:t>), který splňuje následující podmínky (což musí vyplývat z dodavatelem předkládaných dokumentů):</w:t>
      </w:r>
    </w:p>
    <w:p w14:paraId="056EF47E" w14:textId="479C2014" w:rsidR="006C40E0" w:rsidRDefault="006C40E0" w:rsidP="00AF4A09">
      <w:pPr>
        <w:pStyle w:val="Textbezslovn"/>
      </w:pPr>
    </w:p>
    <w:p w14:paraId="4B877CED" w14:textId="77777777" w:rsidR="002E6EBF" w:rsidRPr="00E14BAF" w:rsidRDefault="002E6EBF" w:rsidP="00AF4A09">
      <w:pPr>
        <w:pStyle w:val="Textbezslovn"/>
      </w:pPr>
    </w:p>
    <w:p w14:paraId="279B82E9" w14:textId="77777777" w:rsidR="00E14DD4" w:rsidRPr="00E14BAF" w:rsidRDefault="00E14DD4" w:rsidP="00613E3E">
      <w:pPr>
        <w:pStyle w:val="Textbezslovn"/>
        <w:numPr>
          <w:ilvl w:val="0"/>
          <w:numId w:val="18"/>
        </w:numPr>
      </w:pPr>
      <w:r w:rsidRPr="00E14BAF">
        <w:rPr>
          <w:b/>
        </w:rPr>
        <w:lastRenderedPageBreak/>
        <w:t>specialista pro projektovou dokumentaci</w:t>
      </w:r>
    </w:p>
    <w:p w14:paraId="13F9D9C6" w14:textId="77777777" w:rsidR="00E14DD4" w:rsidRPr="00E14BAF" w:rsidRDefault="00E14DD4" w:rsidP="00E14DD4">
      <w:pPr>
        <w:pStyle w:val="Odrka1-2-"/>
      </w:pPr>
      <w:r w:rsidRPr="00E14BAF">
        <w:t>vysokoškolské vzdělání;</w:t>
      </w:r>
    </w:p>
    <w:p w14:paraId="4EC148BF" w14:textId="1D655A41" w:rsidR="008030A8" w:rsidRPr="00E14BAF" w:rsidRDefault="00E14DD4" w:rsidP="00E14DD4">
      <w:pPr>
        <w:pStyle w:val="Odrka1-2-"/>
      </w:pPr>
      <w:r w:rsidRPr="00E14BAF">
        <w:t xml:space="preserve">nejméně 5 let praxe v projektování </w:t>
      </w:r>
      <w:r w:rsidR="00E53E11" w:rsidRPr="00E14BAF">
        <w:t>zabezpečovacího zařízení</w:t>
      </w:r>
      <w:r w:rsidRPr="00E14BAF">
        <w:t xml:space="preserve"> </w:t>
      </w:r>
      <w:r w:rsidR="00E46A80" w:rsidRPr="00E14BAF">
        <w:t xml:space="preserve">železničních </w:t>
      </w:r>
      <w:r w:rsidR="00C34023" w:rsidRPr="00E14BAF">
        <w:t>drah;</w:t>
      </w:r>
    </w:p>
    <w:p w14:paraId="3CA8A3E1" w14:textId="09AE6E1A" w:rsidR="00CF3409" w:rsidRPr="00801A70" w:rsidRDefault="008030A8" w:rsidP="00CF3409">
      <w:pPr>
        <w:pStyle w:val="Odrka1-2-"/>
      </w:pPr>
      <w:r w:rsidRPr="002E6EBF">
        <w:t xml:space="preserve">zkušenost s projektováním alespoň jedné zakázky na projektové práce pro stavby železničních drah ve stupni DSP nebo DUSP nebo DSP+PDPS nebo DUSP+PDPS, které obsahovaly mimo jiné alespoň následující činnosti: </w:t>
      </w:r>
      <w:r w:rsidRPr="00791B52">
        <w:rPr>
          <w:b/>
        </w:rPr>
        <w:t>projektování automatického přejezdového zabezpečovacího zařízení</w:t>
      </w:r>
      <w:bookmarkStart w:id="13" w:name="_GoBack"/>
      <w:bookmarkEnd w:id="13"/>
      <w:r w:rsidR="00CF3409" w:rsidRPr="002E6EBF">
        <w:t xml:space="preserve">, </w:t>
      </w:r>
      <w:r w:rsidR="00CF3409" w:rsidRPr="002E6EBF">
        <w:rPr>
          <w:rFonts w:eastAsia="Times New Roman" w:cs="Calibri"/>
          <w:lang w:eastAsia="cs-CZ"/>
        </w:rPr>
        <w:t>přičemž se musí jednat o zakázku dokončenou (pokud byla referovaná činnost součástí rozsáhlejšího plnění pro objednatele služby, např. kromě zpracování</w:t>
      </w:r>
      <w:r w:rsidR="00CF3409" w:rsidRPr="00450888">
        <w:rPr>
          <w:rFonts w:eastAsia="Times New Roman" w:cs="Calibri"/>
          <w:lang w:eastAsia="cs-CZ"/>
        </w:rPr>
        <w:t xml:space="preserve"> projektové dokumentace měl dodavatel vykonávat i </w:t>
      </w:r>
      <w:r w:rsidR="00CF3409" w:rsidRPr="00E14BAF">
        <w:rPr>
          <w:rFonts w:eastAsia="Times New Roman" w:cs="Calibri"/>
          <w:lang w:eastAsia="cs-CZ"/>
        </w:rPr>
        <w:t xml:space="preserve">autorský dozor, postačí, pokud je dokončeno plnění v rozsahu referované </w:t>
      </w:r>
      <w:r w:rsidR="00CF3409" w:rsidRPr="00801A70">
        <w:rPr>
          <w:rFonts w:eastAsia="Times New Roman" w:cs="Calibri"/>
          <w:lang w:eastAsia="cs-CZ"/>
        </w:rPr>
        <w:t>činnosti)</w:t>
      </w:r>
      <w:r w:rsidR="00CF3409" w:rsidRPr="00801A70">
        <w:t>;</w:t>
      </w:r>
    </w:p>
    <w:p w14:paraId="61384527" w14:textId="77777777" w:rsidR="006C40E0" w:rsidRPr="00801A70" w:rsidRDefault="00E14DD4" w:rsidP="006C40E0">
      <w:pPr>
        <w:pStyle w:val="Odrka1-2-"/>
      </w:pPr>
      <w:r w:rsidRPr="00801A70">
        <w:t xml:space="preserve">doklad o autorizaci v rozsahu dle § 5 odst. 3 písm. </w:t>
      </w:r>
      <w:r w:rsidRPr="00801A70">
        <w:rPr>
          <w:b/>
        </w:rPr>
        <w:t>e)</w:t>
      </w:r>
      <w:r w:rsidRPr="00801A70">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801A70">
        <w:rPr>
          <w:b/>
        </w:rPr>
        <w:t>technologická zařízení staveb</w:t>
      </w:r>
      <w:r w:rsidRPr="00801A70">
        <w:t>;</w:t>
      </w:r>
    </w:p>
    <w:p w14:paraId="490290BE" w14:textId="3012EDC4" w:rsidR="0035531B" w:rsidRPr="00801A70" w:rsidRDefault="0035531B" w:rsidP="006C40E0">
      <w:pPr>
        <w:pStyle w:val="Odrka1-2-"/>
        <w:numPr>
          <w:ilvl w:val="0"/>
          <w:numId w:val="18"/>
        </w:numPr>
        <w:rPr>
          <w:rStyle w:val="Tun9b"/>
          <w:b w:val="0"/>
        </w:rPr>
      </w:pPr>
      <w:r w:rsidRPr="00801A70">
        <w:rPr>
          <w:rStyle w:val="Tun9b"/>
        </w:rPr>
        <w:t>stavbyvedoucí</w:t>
      </w:r>
    </w:p>
    <w:p w14:paraId="02779B00" w14:textId="77777777" w:rsidR="0035531B" w:rsidRPr="00801A70" w:rsidRDefault="0035531B" w:rsidP="00930B79">
      <w:pPr>
        <w:pStyle w:val="Odrka1-2-"/>
      </w:pPr>
      <w:r w:rsidRPr="00801A70">
        <w:t>minimálně středoškolské vzdělání;</w:t>
      </w:r>
    </w:p>
    <w:p w14:paraId="4181F789" w14:textId="77777777" w:rsidR="0035531B" w:rsidRPr="00801A70" w:rsidRDefault="0035531B" w:rsidP="00930B79">
      <w:pPr>
        <w:pStyle w:val="Odrka1-2-"/>
      </w:pPr>
      <w:r w:rsidRPr="00801A70">
        <w:t>nejméně 5 let praxe</w:t>
      </w:r>
      <w:r w:rsidR="00092CC9" w:rsidRPr="00801A70">
        <w:t xml:space="preserve"> v </w:t>
      </w:r>
      <w:r w:rsidRPr="00801A70">
        <w:t xml:space="preserve">řízení provádění staveb železničních drah; </w:t>
      </w:r>
    </w:p>
    <w:p w14:paraId="320226E1" w14:textId="634484B1" w:rsidR="0035531B" w:rsidRPr="00801A70" w:rsidRDefault="00AF4A09" w:rsidP="00AF4A09">
      <w:pPr>
        <w:pStyle w:val="Odrka1-2-"/>
      </w:pPr>
      <w:r w:rsidRPr="00801A70">
        <w:t xml:space="preserve">zkušenost s řízením realizace alespoň jedné zakázky </w:t>
      </w:r>
      <w:r w:rsidR="00642162" w:rsidRPr="00801A70">
        <w:t>na stavební práce, jež zahrnovala novostavbu</w:t>
      </w:r>
      <w:r w:rsidR="004A5FBB" w:rsidRPr="00801A70">
        <w:t>,</w:t>
      </w:r>
      <w:r w:rsidR="00642162" w:rsidRPr="00801A70">
        <w:t xml:space="preserve"> rekonstrukci </w:t>
      </w:r>
      <w:r w:rsidR="004A5FBB" w:rsidRPr="00801A70">
        <w:t xml:space="preserve">nebo opravu </w:t>
      </w:r>
      <w:r w:rsidRPr="00801A70">
        <w:t>stavby železničních drah v hodnotě nejméně</w:t>
      </w:r>
      <w:r w:rsidRPr="00801A70">
        <w:rPr>
          <w:color w:val="FF0000"/>
        </w:rPr>
        <w:t xml:space="preserve"> </w:t>
      </w:r>
      <w:r w:rsidR="009378CA" w:rsidRPr="00801A70">
        <w:rPr>
          <w:b/>
        </w:rPr>
        <w:t>14 000 000,-</w:t>
      </w:r>
      <w:r w:rsidR="00C85053" w:rsidRPr="00801A70">
        <w:t xml:space="preserve"> </w:t>
      </w:r>
      <w:r w:rsidRPr="00801A70">
        <w:rPr>
          <w:b/>
        </w:rPr>
        <w:t xml:space="preserve"> Kč </w:t>
      </w:r>
      <w:r w:rsidRPr="00791B52">
        <w:rPr>
          <w:b/>
        </w:rPr>
        <w:t>bez DPH</w:t>
      </w:r>
      <w:r w:rsidRPr="00801A70">
        <w:t xml:space="preserve">, a to v posledních 10 letech před zahájením </w:t>
      </w:r>
      <w:r w:rsidR="00E14DD4" w:rsidRPr="00801A70">
        <w:t xml:space="preserve">výběrového řízení, </w:t>
      </w:r>
      <w:r w:rsidRPr="00801A70">
        <w:t xml:space="preserve">jejíž </w:t>
      </w:r>
      <w:r w:rsidR="00E14DD4" w:rsidRPr="00801A70">
        <w:t>součástí</w:t>
      </w:r>
      <w:r w:rsidRPr="00801A70">
        <w:t xml:space="preserve"> byla mimo jiné </w:t>
      </w:r>
      <w:r w:rsidR="00BE3236" w:rsidRPr="00801A70">
        <w:t>novostavba</w:t>
      </w:r>
      <w:r w:rsidR="00707B4F" w:rsidRPr="00801A70">
        <w:t>,</w:t>
      </w:r>
      <w:r w:rsidR="00BE3236" w:rsidRPr="00801A70">
        <w:t xml:space="preserve"> </w:t>
      </w:r>
      <w:r w:rsidRPr="00801A70">
        <w:t>rekonstrukce</w:t>
      </w:r>
      <w:r w:rsidR="00707B4F" w:rsidRPr="00801A70">
        <w:t xml:space="preserve"> nebo oprava</w:t>
      </w:r>
      <w:r w:rsidRPr="00801A70">
        <w:t xml:space="preserve"> </w:t>
      </w:r>
      <w:r w:rsidR="00E14DD4" w:rsidRPr="00791B52">
        <w:rPr>
          <w:rFonts w:ascii="Verdana" w:hAnsi="Verdana" w:cs="Calibri"/>
          <w:b/>
        </w:rPr>
        <w:t>přejezdových zabezpečovacích zařízení</w:t>
      </w:r>
      <w:r w:rsidR="00E14DD4" w:rsidRPr="00791B52">
        <w:rPr>
          <w:rFonts w:ascii="Verdana" w:hAnsi="Verdana" w:cs="Calibri"/>
          <w:b/>
          <w:color w:val="FF0000"/>
        </w:rPr>
        <w:t xml:space="preserve"> </w:t>
      </w:r>
      <w:r w:rsidR="00E14DD4" w:rsidRPr="00791B52">
        <w:rPr>
          <w:rFonts w:ascii="Verdana" w:hAnsi="Verdana" w:cs="Calibri"/>
          <w:b/>
        </w:rPr>
        <w:t>reléového typu s elektronickými doplňky, nebo plně elektronického typu vč. přejezdové konstrukce</w:t>
      </w:r>
      <w:r w:rsidR="0035531B" w:rsidRPr="00801A70">
        <w:t>;</w:t>
      </w:r>
    </w:p>
    <w:p w14:paraId="179A43A2" w14:textId="4D9E9FC5" w:rsidR="0035531B" w:rsidRPr="00801A70" w:rsidRDefault="0035531B" w:rsidP="00AD1771">
      <w:pPr>
        <w:pStyle w:val="Odrka1-2-"/>
      </w:pPr>
      <w:r w:rsidRPr="00801A70">
        <w:t>musí předložit doklad</w:t>
      </w:r>
      <w:r w:rsidR="00092CC9" w:rsidRPr="00801A70">
        <w:t xml:space="preserve"> o </w:t>
      </w:r>
      <w:r w:rsidRPr="00801A70">
        <w:t>autorizaci</w:t>
      </w:r>
      <w:r w:rsidR="00092CC9" w:rsidRPr="00801A70">
        <w:t xml:space="preserve"> v </w:t>
      </w:r>
      <w:r w:rsidRPr="00801A70">
        <w:t xml:space="preserve">rozsahu dle § 5 odst. 3 písm. </w:t>
      </w:r>
      <w:r w:rsidR="006B6FDB" w:rsidRPr="00801A70">
        <w:rPr>
          <w:b/>
        </w:rPr>
        <w:t>e</w:t>
      </w:r>
      <w:r w:rsidRPr="00801A70">
        <w:rPr>
          <w:b/>
        </w:rPr>
        <w:t>)</w:t>
      </w:r>
      <w:r w:rsidRPr="00801A70">
        <w:t xml:space="preserve"> </w:t>
      </w:r>
      <w:r w:rsidR="007476A8" w:rsidRPr="00801A70">
        <w:t xml:space="preserve">autorizačního </w:t>
      </w:r>
      <w:r w:rsidRPr="00801A70">
        <w:t>zákona, tedy</w:t>
      </w:r>
      <w:r w:rsidR="00092CC9" w:rsidRPr="00801A70">
        <w:t xml:space="preserve"> v </w:t>
      </w:r>
      <w:r w:rsidRPr="00801A70">
        <w:t xml:space="preserve">oboru </w:t>
      </w:r>
      <w:r w:rsidR="006B6FDB" w:rsidRPr="00801A70">
        <w:rPr>
          <w:b/>
        </w:rPr>
        <w:t>technologická zařízení staveb</w:t>
      </w:r>
      <w:r w:rsidRPr="00801A70">
        <w:t>;</w:t>
      </w:r>
    </w:p>
    <w:p w14:paraId="142152AE" w14:textId="77777777" w:rsidR="0035531B" w:rsidRPr="00801A70" w:rsidRDefault="0035531B" w:rsidP="006C40E0">
      <w:pPr>
        <w:pStyle w:val="Odstavec1-1a"/>
        <w:numPr>
          <w:ilvl w:val="0"/>
          <w:numId w:val="18"/>
        </w:numPr>
        <w:rPr>
          <w:rStyle w:val="Tun9b"/>
        </w:rPr>
      </w:pPr>
      <w:r w:rsidRPr="00801A70">
        <w:rPr>
          <w:rStyle w:val="Tun9b"/>
        </w:rPr>
        <w:t>specialista (vedoucí prací) na železniční svršek</w:t>
      </w:r>
      <w:r w:rsidR="00AF4A09" w:rsidRPr="00801A70">
        <w:rPr>
          <w:rStyle w:val="Tun9b"/>
        </w:rPr>
        <w:t xml:space="preserve"> a spodek</w:t>
      </w:r>
      <w:r w:rsidRPr="00801A70">
        <w:rPr>
          <w:rStyle w:val="Tun9b"/>
        </w:rPr>
        <w:t xml:space="preserve"> </w:t>
      </w:r>
    </w:p>
    <w:p w14:paraId="5D6D92DC" w14:textId="77777777" w:rsidR="0035531B" w:rsidRPr="00003DEF" w:rsidRDefault="0035531B" w:rsidP="00930B79">
      <w:pPr>
        <w:pStyle w:val="Odrka1-2-"/>
      </w:pPr>
      <w:r w:rsidRPr="00003DEF">
        <w:t>minimálně středoškolské vzdělání;</w:t>
      </w:r>
    </w:p>
    <w:p w14:paraId="4FA7DDDC" w14:textId="77777777" w:rsidR="0035531B" w:rsidRPr="00003DEF" w:rsidRDefault="0035531B" w:rsidP="00930B79">
      <w:pPr>
        <w:pStyle w:val="Odrka1-2-"/>
      </w:pPr>
      <w:r w:rsidRPr="00003DEF">
        <w:t>nejméně 5 let praxe</w:t>
      </w:r>
      <w:r w:rsidR="00092CC9" w:rsidRPr="00003DEF">
        <w:t xml:space="preserve"> v </w:t>
      </w:r>
      <w:r w:rsidRPr="00003DEF">
        <w:t xml:space="preserve">oboru své specializace </w:t>
      </w:r>
      <w:r w:rsidR="00B07880" w:rsidRPr="00003DEF">
        <w:t xml:space="preserve">(železniční svršek a spodek) </w:t>
      </w:r>
      <w:r w:rsidRPr="00003DEF">
        <w:t>při provádění staveb;</w:t>
      </w:r>
    </w:p>
    <w:p w14:paraId="75F715E3" w14:textId="77777777" w:rsidR="0035531B" w:rsidRPr="00FB43D6" w:rsidRDefault="0096212A" w:rsidP="00AF4A09">
      <w:pPr>
        <w:pStyle w:val="Odrka1-2-"/>
      </w:pPr>
      <w:r w:rsidRPr="00003DEF">
        <w:t xml:space="preserve">musí předložit doklad o autorizaci v rozsahu dle § 5 odst. 3 písm. </w:t>
      </w:r>
      <w:r w:rsidRPr="00003DEF">
        <w:rPr>
          <w:b/>
        </w:rPr>
        <w:t xml:space="preserve">b) </w:t>
      </w:r>
      <w:r w:rsidRPr="00FB43D6">
        <w:t xml:space="preserve">autorizačního zákona, tedy v oboru </w:t>
      </w:r>
      <w:r w:rsidRPr="00FB43D6">
        <w:rPr>
          <w:b/>
        </w:rPr>
        <w:t>dopravní stavby</w:t>
      </w:r>
      <w:r w:rsidRPr="00FB43D6">
        <w:t>;</w:t>
      </w:r>
    </w:p>
    <w:p w14:paraId="230FA4EC" w14:textId="77777777" w:rsidR="0035531B" w:rsidRPr="00FB43D6" w:rsidRDefault="0035531B" w:rsidP="006C40E0">
      <w:pPr>
        <w:pStyle w:val="Odstavec1-1a"/>
        <w:numPr>
          <w:ilvl w:val="0"/>
          <w:numId w:val="18"/>
        </w:numPr>
        <w:rPr>
          <w:rStyle w:val="Tun9b"/>
        </w:rPr>
      </w:pPr>
      <w:r w:rsidRPr="00FB43D6">
        <w:rPr>
          <w:rStyle w:val="Tun9b"/>
        </w:rPr>
        <w:t xml:space="preserve">specialista (vedoucí prací) na </w:t>
      </w:r>
      <w:r w:rsidR="00AF4A09" w:rsidRPr="00FB43D6">
        <w:rPr>
          <w:rStyle w:val="Tun9b"/>
        </w:rPr>
        <w:t xml:space="preserve">sdělovací a </w:t>
      </w:r>
      <w:r w:rsidRPr="00FB43D6">
        <w:rPr>
          <w:rStyle w:val="Tun9b"/>
        </w:rPr>
        <w:t>zabezpečovací zařízení</w:t>
      </w:r>
    </w:p>
    <w:p w14:paraId="2A36A42A" w14:textId="77777777" w:rsidR="0035531B" w:rsidRPr="00FB43D6" w:rsidRDefault="0035531B" w:rsidP="008B2021">
      <w:pPr>
        <w:pStyle w:val="Odrka1-2-"/>
      </w:pPr>
      <w:r w:rsidRPr="00FB43D6">
        <w:t>minimálně středoškolské vzdělání;</w:t>
      </w:r>
    </w:p>
    <w:p w14:paraId="0D449C1A" w14:textId="77777777" w:rsidR="0035531B" w:rsidRPr="00FB43D6" w:rsidRDefault="0035531B" w:rsidP="008B2021">
      <w:pPr>
        <w:pStyle w:val="Odrka1-2-"/>
      </w:pPr>
      <w:r w:rsidRPr="00FB43D6">
        <w:t>nejméně 5 let praxe</w:t>
      </w:r>
      <w:r w:rsidR="00092CC9" w:rsidRPr="00FB43D6">
        <w:t xml:space="preserve"> v </w:t>
      </w:r>
      <w:r w:rsidRPr="00FB43D6">
        <w:t xml:space="preserve">oboru své specializace </w:t>
      </w:r>
      <w:r w:rsidR="00B07880" w:rsidRPr="00FB43D6">
        <w:t xml:space="preserve">(sdělovací a zabezpečovací zařízení) </w:t>
      </w:r>
      <w:r w:rsidRPr="00FB43D6">
        <w:t>při provádění staveb;</w:t>
      </w:r>
    </w:p>
    <w:p w14:paraId="1C2557CE" w14:textId="77777777" w:rsidR="0035531B" w:rsidRPr="00FB43D6" w:rsidRDefault="0035531B" w:rsidP="008B2021">
      <w:pPr>
        <w:pStyle w:val="Odrka1-2-"/>
      </w:pPr>
      <w:r w:rsidRPr="00FB43D6">
        <w:t>musí předložit doklad</w:t>
      </w:r>
      <w:r w:rsidR="00092CC9" w:rsidRPr="00FB43D6">
        <w:t xml:space="preserve"> o </w:t>
      </w:r>
      <w:r w:rsidRPr="00FB43D6">
        <w:t>autorizaci</w:t>
      </w:r>
      <w:r w:rsidR="00092CC9" w:rsidRPr="00FB43D6">
        <w:t xml:space="preserve"> v </w:t>
      </w:r>
      <w:r w:rsidRPr="00FB43D6">
        <w:t xml:space="preserve">rozsahu dle § 5 odst. 3 písm. </w:t>
      </w:r>
      <w:r w:rsidRPr="00FB43D6">
        <w:rPr>
          <w:b/>
        </w:rPr>
        <w:t>e)</w:t>
      </w:r>
      <w:r w:rsidRPr="00FB43D6">
        <w:t xml:space="preserve"> autorizačního zákona, tedy</w:t>
      </w:r>
      <w:r w:rsidR="00092CC9" w:rsidRPr="00FB43D6">
        <w:t xml:space="preserve"> v </w:t>
      </w:r>
      <w:r w:rsidRPr="00FB43D6">
        <w:t xml:space="preserve">oboru </w:t>
      </w:r>
      <w:r w:rsidRPr="00FB43D6">
        <w:rPr>
          <w:b/>
        </w:rPr>
        <w:t>technologická zařízení staveb</w:t>
      </w:r>
      <w:r w:rsidRPr="00FB43D6">
        <w:t>;</w:t>
      </w:r>
    </w:p>
    <w:p w14:paraId="4D907F7B" w14:textId="77777777" w:rsidR="0035531B" w:rsidRPr="00FB43D6" w:rsidRDefault="0035531B" w:rsidP="006C40E0">
      <w:pPr>
        <w:pStyle w:val="Odstavec1-1a"/>
        <w:numPr>
          <w:ilvl w:val="0"/>
          <w:numId w:val="18"/>
        </w:numPr>
        <w:rPr>
          <w:rStyle w:val="Tun9b"/>
        </w:rPr>
      </w:pPr>
      <w:r w:rsidRPr="00FB43D6">
        <w:rPr>
          <w:rStyle w:val="Tun9b"/>
        </w:rPr>
        <w:t>úředně oprávněný zeměměřický inženýr</w:t>
      </w:r>
    </w:p>
    <w:p w14:paraId="3B7769F3" w14:textId="77777777" w:rsidR="0035531B" w:rsidRPr="00FB43D6" w:rsidRDefault="0035531B" w:rsidP="008B2021">
      <w:pPr>
        <w:pStyle w:val="Odrka1-2-"/>
      </w:pPr>
      <w:r w:rsidRPr="00FB43D6">
        <w:t>oprávnění pro ověřování výsledků zeměměřických činností</w:t>
      </w:r>
      <w:r w:rsidR="00092CC9" w:rsidRPr="00FB43D6">
        <w:t xml:space="preserve"> v </w:t>
      </w:r>
      <w:r w:rsidRPr="00FB43D6">
        <w:t>rozsahu dle § 13 odst. 1 písm. a)</w:t>
      </w:r>
      <w:r w:rsidR="00845C50" w:rsidRPr="00FB43D6">
        <w:t xml:space="preserve"> a </w:t>
      </w:r>
      <w:r w:rsidRPr="00FB43D6">
        <w:t>c) zákona č. 200/1994 Sb.,</w:t>
      </w:r>
      <w:r w:rsidR="00092CC9" w:rsidRPr="00FB43D6">
        <w:t xml:space="preserve"> o </w:t>
      </w:r>
      <w:r w:rsidRPr="00FB43D6">
        <w:t>zeměměřictví</w:t>
      </w:r>
      <w:r w:rsidR="00845C50" w:rsidRPr="00FB43D6">
        <w:t xml:space="preserve"> a</w:t>
      </w:r>
      <w:r w:rsidR="00092CC9" w:rsidRPr="00FB43D6">
        <w:t xml:space="preserve"> o </w:t>
      </w:r>
      <w:r w:rsidRPr="00FB43D6">
        <w:t>změně</w:t>
      </w:r>
      <w:r w:rsidR="00845C50" w:rsidRPr="00FB43D6">
        <w:t xml:space="preserve"> a </w:t>
      </w:r>
      <w:r w:rsidRPr="00FB43D6">
        <w:t>doplnění některých zákonů souvisejících</w:t>
      </w:r>
      <w:r w:rsidR="00845C50" w:rsidRPr="00FB43D6">
        <w:t xml:space="preserve"> s </w:t>
      </w:r>
      <w:r w:rsidRPr="00FB43D6">
        <w:t xml:space="preserve">jeho zavedením, ve znění </w:t>
      </w:r>
      <w:r w:rsidR="004B4827" w:rsidRPr="00FB43D6">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lastRenderedPageBreak/>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DC442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rsidRPr="0000237D">
        <w:lastRenderedPageBreak/>
        <w:t>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w:t>
      </w:r>
      <w:r w:rsidRPr="0000237D">
        <w:lastRenderedPageBreak/>
        <w:t xml:space="preserve">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543DCF"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543DCF">
        <w:t>podmínku pro uzavření smlouvy.</w:t>
      </w:r>
    </w:p>
    <w:p w14:paraId="66FC5FCF" w14:textId="77777777" w:rsidR="0035531B" w:rsidRPr="00543DCF" w:rsidRDefault="0035531B" w:rsidP="0006499F">
      <w:pPr>
        <w:pStyle w:val="Odrka1-1"/>
      </w:pPr>
      <w:r w:rsidRPr="00543DCF">
        <w:t>Informace</w:t>
      </w:r>
      <w:r w:rsidR="00BC6D2B" w:rsidRPr="00543DCF">
        <w:t xml:space="preserve"> k </w:t>
      </w:r>
      <w:r w:rsidRPr="00543DCF">
        <w:t>doložení úředního oprávnění pro ověřování výsledků zeměměřických činností</w:t>
      </w:r>
      <w:r w:rsidR="00092CC9" w:rsidRPr="00543DCF">
        <w:t xml:space="preserve"> v </w:t>
      </w:r>
      <w:r w:rsidRPr="00543DCF">
        <w:t>rozsahu dle § 13 odst. 1 zákona č. 200/1994 Sb.,</w:t>
      </w:r>
      <w:r w:rsidR="00092CC9" w:rsidRPr="00543DCF">
        <w:t xml:space="preserve"> o </w:t>
      </w:r>
      <w:r w:rsidRPr="00543DCF">
        <w:t>zeměměřictví</w:t>
      </w:r>
      <w:r w:rsidR="00845C50" w:rsidRPr="00543DCF">
        <w:t xml:space="preserve"> a</w:t>
      </w:r>
      <w:r w:rsidR="00092CC9" w:rsidRPr="00543DCF">
        <w:t xml:space="preserve"> o </w:t>
      </w:r>
      <w:r w:rsidRPr="00543DCF">
        <w:t>změně</w:t>
      </w:r>
      <w:r w:rsidR="00845C50" w:rsidRPr="00543DCF">
        <w:t xml:space="preserve"> a </w:t>
      </w:r>
      <w:r w:rsidRPr="00543DCF">
        <w:t>doplnění některých zákonů souvisejících</w:t>
      </w:r>
      <w:r w:rsidR="00845C50" w:rsidRPr="00543DCF">
        <w:t xml:space="preserve"> s </w:t>
      </w:r>
      <w:r w:rsidRPr="00543DCF">
        <w:t>jeho zavedením, ve znění pozdějších předpisů, zahraničními osobami (§ 12 až 16 zák. č. 200/1994 Sb.): přeshraniční poskytování služeb</w:t>
      </w:r>
      <w:r w:rsidR="00092CC9" w:rsidRPr="00543DCF">
        <w:t xml:space="preserve"> v </w:t>
      </w:r>
      <w:r w:rsidRPr="00543DCF">
        <w:t>České republice zahraniční fyzickou osobou ohledně ověřování výsledků zeměměřických činností je možné pouze na základě úředního oprávnění, které vydává Český úřad zeměměřický</w:t>
      </w:r>
      <w:r w:rsidR="00845C50" w:rsidRPr="00543DCF">
        <w:t xml:space="preserve"> a </w:t>
      </w:r>
      <w:r w:rsidRPr="00543DCF">
        <w:t>katastrální. Úřední oprávnění udělí příslušný úřad fyzické osobě, které uzná odbornou kvalifikaci</w:t>
      </w:r>
      <w:r w:rsidR="00845C50" w:rsidRPr="00543DCF">
        <w:t xml:space="preserve"> a </w:t>
      </w:r>
      <w:r w:rsidRPr="00543DCF">
        <w:t>bezúhonnost podle zákona</w:t>
      </w:r>
      <w:r w:rsidR="00092CC9" w:rsidRPr="00543DCF">
        <w:t xml:space="preserve"> o </w:t>
      </w:r>
      <w:r w:rsidRPr="00543DCF">
        <w:t>uznávání odborné kvalifikace (zák. č. 18/2004 Sb., ve znění pozdějších předpisů). Doklady</w:t>
      </w:r>
      <w:r w:rsidR="00092CC9" w:rsidRPr="00543DCF">
        <w:t xml:space="preserve"> o </w:t>
      </w:r>
      <w:r w:rsidRPr="00543DC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 xml:space="preserve">uvedené </w:t>
      </w:r>
      <w:r w:rsidRPr="00443A70">
        <w:lastRenderedPageBreak/>
        <w:t>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8B5C7E"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lastRenderedPageBreak/>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0CB38856" w14:textId="398EBF79" w:rsidR="00845AEA" w:rsidRPr="00EB6946" w:rsidRDefault="006A33B0" w:rsidP="00597243">
      <w:pPr>
        <w:pStyle w:val="Odrka1-1"/>
        <w:numPr>
          <w:ilvl w:val="0"/>
          <w:numId w:val="0"/>
        </w:numPr>
        <w:spacing w:after="0"/>
        <w:ind w:left="1077"/>
        <w:rPr>
          <w:b/>
        </w:rPr>
      </w:pPr>
      <w:r w:rsidRPr="00EB6946">
        <w:rPr>
          <w:b/>
        </w:rPr>
        <w:t>- přejezdové zabezpečovací zařízení</w:t>
      </w:r>
      <w:r w:rsidR="00597243" w:rsidRPr="00EB6946">
        <w:rPr>
          <w:b/>
        </w:rPr>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w:t>
      </w:r>
      <w:r w:rsidR="003060C9" w:rsidRPr="00C3729A">
        <w:lastRenderedPageBreak/>
        <w:t>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21160A"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w:t>
      </w:r>
      <w:r w:rsidRPr="0021160A">
        <w:t>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FAD3F40" w:rsidR="00616090" w:rsidRPr="0021160A" w:rsidRDefault="00616090" w:rsidP="00131E9D">
      <w:pPr>
        <w:pStyle w:val="Odrka1-2-"/>
      </w:pPr>
      <w:r w:rsidRPr="0021160A">
        <w:t xml:space="preserve">do těla závazného vzoru smlouvy </w:t>
      </w:r>
      <w:r w:rsidR="00131E9D" w:rsidRPr="0021160A">
        <w:t xml:space="preserve">(čl. 3.3) </w:t>
      </w:r>
      <w:r w:rsidRPr="0021160A">
        <w:t xml:space="preserve">celkovou nabídkovou cenu díla </w:t>
      </w:r>
      <w:r w:rsidR="00C66E2A" w:rsidRPr="0021160A">
        <w:t xml:space="preserve">(tj. Cena Díla souboru staveb) a nabídkovou cenu jednotlivých staveb </w:t>
      </w:r>
      <w:r w:rsidR="00131E9D" w:rsidRPr="0021160A">
        <w:t>(tj. Cena Díla stavby 1, Cena Díla stavby 2</w:t>
      </w:r>
      <w:r w:rsidR="0021160A" w:rsidRPr="0021160A">
        <w:t xml:space="preserve">, </w:t>
      </w:r>
      <w:r w:rsidR="00131E9D" w:rsidRPr="0021160A">
        <w:t>Cena Díla stavby 3</w:t>
      </w:r>
      <w:r w:rsidR="0021160A" w:rsidRPr="0021160A">
        <w:t>, Cena Díla stavby 4 a Cena Díla stavby 5</w:t>
      </w:r>
      <w:r w:rsidR="00131E9D" w:rsidRPr="0021160A">
        <w:t xml:space="preserve">) </w:t>
      </w:r>
      <w:r w:rsidRPr="0021160A">
        <w:t>bez DPH zpracovanou dle požadavků stanovených v článku 13 této Výzvy;</w:t>
      </w:r>
      <w:r w:rsidR="00F56CFF" w:rsidRPr="0021160A">
        <w:t xml:space="preserve"> </w:t>
      </w:r>
    </w:p>
    <w:p w14:paraId="13E8420B" w14:textId="77777777" w:rsidR="00B6106B" w:rsidRPr="0021160A" w:rsidRDefault="00681C1E" w:rsidP="00F56CFF">
      <w:pPr>
        <w:pStyle w:val="Odrka1-2-"/>
        <w:rPr>
          <w:lang w:eastAsia="cs-CZ"/>
        </w:rPr>
      </w:pPr>
      <w:r w:rsidRPr="0021160A">
        <w:rPr>
          <w:lang w:eastAsia="cs-CZ"/>
        </w:rPr>
        <w:t xml:space="preserve">do </w:t>
      </w:r>
      <w:r w:rsidRPr="0021160A">
        <w:t>Přílohy</w:t>
      </w:r>
      <w:r w:rsidRPr="0021160A">
        <w:rPr>
          <w:lang w:eastAsia="cs-CZ"/>
        </w:rPr>
        <w:t xml:space="preserve"> č. 4 závazného vzoru smlouvy s názvem Rekapitulace Ceny Díla</w:t>
      </w:r>
      <w:r w:rsidR="00B6106B" w:rsidRPr="0021160A">
        <w:rPr>
          <w:lang w:eastAsia="cs-CZ"/>
        </w:rPr>
        <w:t>:</w:t>
      </w:r>
    </w:p>
    <w:p w14:paraId="231C6BE8" w14:textId="317A1846" w:rsidR="00F56CFF" w:rsidRPr="0021160A" w:rsidRDefault="00681C1E" w:rsidP="00B6106B">
      <w:pPr>
        <w:pStyle w:val="Odrka1-3"/>
        <w:rPr>
          <w:lang w:eastAsia="cs-CZ"/>
        </w:rPr>
      </w:pPr>
      <w:r w:rsidRPr="0021160A">
        <w:t>všechny</w:t>
      </w:r>
      <w:r w:rsidRPr="0021160A">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21160A">
        <w:rPr>
          <w:lang w:eastAsia="cs-CZ"/>
        </w:rPr>
        <w:t xml:space="preserve">souboru staveb i jednotlivých staveb </w:t>
      </w:r>
      <w:r w:rsidRPr="0021160A">
        <w:rPr>
          <w:lang w:eastAsia="cs-CZ"/>
        </w:rPr>
        <w:t xml:space="preserve">ve smyslu této Výzvy vkládané do těla </w:t>
      </w:r>
      <w:r w:rsidR="00131E9D" w:rsidRPr="0021160A">
        <w:rPr>
          <w:lang w:eastAsia="cs-CZ"/>
        </w:rPr>
        <w:t xml:space="preserve">(čl. 3.3) </w:t>
      </w:r>
      <w:r w:rsidRPr="0021160A">
        <w:rPr>
          <w:lang w:eastAsia="cs-CZ"/>
        </w:rPr>
        <w:t>závazného vzoru smlouvy.</w:t>
      </w:r>
      <w:r w:rsidR="00F56CFF" w:rsidRPr="0021160A">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 xml:space="preserve">Podává-li nabídku více osob společně, je dodavatel oprávněn v závazném vzoru smlouvy učinit dále takové změny, které je nezbytné provést v důsledku skutečnosti, </w:t>
      </w:r>
      <w:r w:rsidRPr="00B848EB">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w:t>
      </w:r>
      <w:r w:rsidRPr="00B848EB">
        <w:lastRenderedPageBreak/>
        <w:t xml:space="preserve">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044523">
        <w:t xml:space="preserve">cena </w:t>
      </w:r>
      <w:r w:rsidR="008476A8" w:rsidRPr="00044523">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 xml:space="preserve">jako součet ceny za zpracování projektové dokumentace bez </w:t>
      </w:r>
      <w:r w:rsidR="0012251B" w:rsidRPr="00044523">
        <w:t>DPH</w:t>
      </w:r>
      <w:r w:rsidR="008476A8" w:rsidRPr="00044523">
        <w:t xml:space="preserve"> (dále rozdělené na cenu za dokumentaci pro stavební povolení a projektovou dokumentaci pro provádění stavby)</w:t>
      </w:r>
      <w:r w:rsidR="0012251B" w:rsidRPr="00044523">
        <w:t>, ceny za výkon autorského dozoru bez DPH a ceny za zhotovení stavby bez DPH.</w:t>
      </w:r>
      <w:r w:rsidRPr="00044523">
        <w:t xml:space="preserve"> Nabídková cena bude zaokrouhlená na dvě desetinná místa. V případě rozporu mezi </w:t>
      </w:r>
      <w:r w:rsidR="008476A8" w:rsidRPr="00044523">
        <w:t xml:space="preserve">celkovou </w:t>
      </w:r>
      <w:r w:rsidRPr="00044523">
        <w:t xml:space="preserve">nabídkovou cenou </w:t>
      </w:r>
      <w:r w:rsidR="008476A8" w:rsidRPr="00044523">
        <w:t xml:space="preserve">souboru staveb </w:t>
      </w:r>
      <w:r w:rsidRPr="00044523">
        <w:t xml:space="preserve">uvedenou v návrhu Smlouvy o dílo a </w:t>
      </w:r>
      <w:r w:rsidR="008476A8" w:rsidRPr="00044523">
        <w:t xml:space="preserve">celkovou </w:t>
      </w:r>
      <w:r w:rsidRPr="00044523">
        <w:t xml:space="preserve">nabídkovou cenou </w:t>
      </w:r>
      <w:r w:rsidR="008476A8" w:rsidRPr="00044523">
        <w:t xml:space="preserve">souboru staveb </w:t>
      </w:r>
      <w:r w:rsidRPr="00044523">
        <w:t>uvedenou v</w:t>
      </w:r>
      <w:r w:rsidR="00180A4A" w:rsidRPr="00044523">
        <w:t> Rekapitulaci ceny</w:t>
      </w:r>
      <w:r w:rsidRPr="00044523">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044523">
        <w:t xml:space="preserve">V rámci hodnotícího kritéria bude hodnocena výše </w:t>
      </w:r>
      <w:r w:rsidR="00C75497" w:rsidRPr="00044523">
        <w:t xml:space="preserve">celkové </w:t>
      </w:r>
      <w:r w:rsidRPr="00044523">
        <w:t xml:space="preserve">nabídkové ceny </w:t>
      </w:r>
      <w:r w:rsidR="00C75497" w:rsidRPr="00044523">
        <w:t xml:space="preserve">souboru staveb </w:t>
      </w:r>
      <w:r w:rsidRPr="00044523">
        <w:t>v Kč bez DPH ve smyslu odst. 13.3 této Výzvy uvedená v návrhu Smlouvy o dílo. Jako nejvýhodnější</w:t>
      </w:r>
      <w:r w:rsidRPr="002306DF">
        <w:t xml:space="preserve">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59724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4C0FF1">
        <w:lastRenderedPageBreak/>
        <w:t>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597243">
        <w:t>v </w:t>
      </w:r>
      <w:r w:rsidRPr="00597243">
        <w:t>rozsahu projektování UTZ/E;</w:t>
      </w:r>
    </w:p>
    <w:p w14:paraId="5706FC40" w14:textId="77777777" w:rsidR="0035531B" w:rsidRPr="00597243" w:rsidRDefault="0035531B" w:rsidP="007038DC">
      <w:pPr>
        <w:pStyle w:val="Odrka1-1"/>
      </w:pPr>
      <w:r w:rsidRPr="00597243">
        <w:t>kopi</w:t>
      </w:r>
      <w:r w:rsidR="001B5ED5" w:rsidRPr="00597243">
        <w:t>e</w:t>
      </w:r>
      <w:r w:rsidRPr="00597243">
        <w:t xml:space="preserve"> pověření Ministerstva dopravy ČR</w:t>
      </w:r>
      <w:r w:rsidR="00BC6D2B" w:rsidRPr="00597243">
        <w:t xml:space="preserve"> k </w:t>
      </w:r>
      <w:r w:rsidRPr="00597243">
        <w:t>provádění technických prohlídek</w:t>
      </w:r>
      <w:r w:rsidR="00845C50" w:rsidRPr="00597243">
        <w:t xml:space="preserve"> a </w:t>
      </w:r>
      <w:r w:rsidRPr="00597243">
        <w:t>zkoušek určených technických zařízení (UTZ) dle § 47 odst. 4 zákona č. 266/1994 Sb.,</w:t>
      </w:r>
      <w:r w:rsidR="00092CC9" w:rsidRPr="00597243">
        <w:t xml:space="preserve"> o </w:t>
      </w:r>
      <w:r w:rsidRPr="00597243">
        <w:t>drahách, ve znění pozdějších předpisů,</w:t>
      </w:r>
      <w:r w:rsidR="00845C50" w:rsidRPr="00597243">
        <w:t xml:space="preserve"> a </w:t>
      </w:r>
      <w:r w:rsidRPr="00597243">
        <w:t>to elektrických UTZ železničních drah</w:t>
      </w:r>
      <w:r w:rsidR="00092CC9" w:rsidRPr="00597243">
        <w:t xml:space="preserve"> v </w:t>
      </w:r>
      <w:r w:rsidRPr="00597243">
        <w:t xml:space="preserve">rozsahu: </w:t>
      </w:r>
    </w:p>
    <w:p w14:paraId="299F27A1" w14:textId="34CD3518" w:rsidR="008B5EEF" w:rsidRPr="00597243" w:rsidRDefault="009F7734" w:rsidP="00D23693">
      <w:pPr>
        <w:pStyle w:val="Odrka1-2-"/>
      </w:pPr>
      <w:r w:rsidRPr="00597243">
        <w:t>zabezpečovací zařízení, jehož elektrické obvody plní funkci přímého zajišťov</w:t>
      </w:r>
      <w:r w:rsidR="00597243" w:rsidRPr="00597243">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BC1D452" w:rsidR="00530F25" w:rsidRDefault="00530F25" w:rsidP="004C0FF1">
      <w:pPr>
        <w:pStyle w:val="Text1-1"/>
        <w:ind w:left="737"/>
      </w:pPr>
      <w:r>
        <w:t xml:space="preserve">Výše uvedené prvky odpovědného </w:t>
      </w:r>
      <w:r w:rsidRPr="007B6CB2">
        <w:t>zadávání a povinnosti dodavatele s nimi spojené zadavatel stanovil v</w:t>
      </w:r>
      <w:r w:rsidR="00E614ED" w:rsidRPr="007B6CB2">
        <w:t> ustanoveních článku</w:t>
      </w:r>
      <w:r w:rsidR="005D14BC" w:rsidRPr="007B6CB2">
        <w:t xml:space="preserve"> </w:t>
      </w:r>
      <w:r w:rsidR="00E614ED" w:rsidRPr="007B6CB2">
        <w:t>4</w:t>
      </w:r>
      <w:r w:rsidR="005D14BC" w:rsidRPr="007B6CB2">
        <w:t>.</w:t>
      </w:r>
      <w:r w:rsidR="00716C19" w:rsidRPr="007B6CB2">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7B6CB2" w:rsidRDefault="0035531B" w:rsidP="00564DDD">
      <w:pPr>
        <w:pStyle w:val="Textbezslovn"/>
        <w:spacing w:after="0"/>
      </w:pPr>
      <w:r w:rsidRPr="007B6CB2">
        <w:t>Ing. Mojmír Nejezchleb</w:t>
      </w:r>
    </w:p>
    <w:p w14:paraId="0591E387" w14:textId="77777777" w:rsidR="0035531B" w:rsidRPr="007B6CB2" w:rsidRDefault="0035531B" w:rsidP="00564DDD">
      <w:pPr>
        <w:pStyle w:val="Textbezslovn"/>
        <w:spacing w:after="0"/>
      </w:pPr>
      <w:r w:rsidRPr="007B6CB2">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F8365EF" w:rsidR="008C65E0" w:rsidRPr="00623976" w:rsidRDefault="006A6AF2" w:rsidP="009A3F53">
      <w:pPr>
        <w:pStyle w:val="Textbezslovn"/>
        <w:ind w:left="0"/>
        <w:rPr>
          <w:b/>
        </w:rPr>
      </w:pPr>
      <w:r w:rsidRPr="007A7C2C">
        <w:t xml:space="preserve">Řádně jsme se seznámili se zněním zadávacích podmínek veřejné zakázky s </w:t>
      </w:r>
      <w:r w:rsidRPr="009954E4">
        <w:t xml:space="preserve">názvem </w:t>
      </w:r>
      <w:r w:rsidR="009A3F53" w:rsidRPr="009A3F53">
        <w:rPr>
          <w:b/>
        </w:rPr>
        <w:t>„Doplnění závor na přejezdu P1697 v km 155,956 trati Plzeň – Žatec“</w:t>
      </w:r>
      <w:r w:rsidR="009A3F53">
        <w:rPr>
          <w:b/>
        </w:rPr>
        <w:t xml:space="preserve">, </w:t>
      </w:r>
      <w:r w:rsidR="009A3F53" w:rsidRPr="009A3F53">
        <w:rPr>
          <w:b/>
        </w:rPr>
        <w:t xml:space="preserve">„Doplnění závor na přejezdech P1702 v km 163,692 a P1703 v </w:t>
      </w:r>
      <w:r w:rsidR="00623976">
        <w:rPr>
          <w:b/>
        </w:rPr>
        <w:t>km 169,358 trati Plzeň – Žatec“</w:t>
      </w:r>
      <w:r w:rsidR="009A3F53">
        <w:rPr>
          <w:b/>
        </w:rPr>
        <w:t xml:space="preserve">, </w:t>
      </w:r>
      <w:r w:rsidR="009A3F53" w:rsidRPr="009A3F53">
        <w:rPr>
          <w:b/>
        </w:rPr>
        <w:t>„Doplnění závor na přejezdu P1714 v k</w:t>
      </w:r>
      <w:r w:rsidR="00623976">
        <w:rPr>
          <w:b/>
        </w:rPr>
        <w:t xml:space="preserve">m 186,463 trati Plzeň – Žatec“, </w:t>
      </w:r>
      <w:r w:rsidR="009A3F53" w:rsidRPr="009A3F53">
        <w:rPr>
          <w:b/>
        </w:rPr>
        <w:t>„Doplnění závor na přejezdech P1716 v km 190,480 a P1718 v km 192,736 trati Plzeň – Žatec“</w:t>
      </w:r>
      <w:r w:rsidR="00623976">
        <w:rPr>
          <w:b/>
        </w:rPr>
        <w:t xml:space="preserve"> </w:t>
      </w:r>
      <w:r w:rsidR="00623976" w:rsidRPr="00623976">
        <w:t>a</w:t>
      </w:r>
      <w:r w:rsidR="00623976">
        <w:rPr>
          <w:b/>
        </w:rPr>
        <w:t xml:space="preserve"> </w:t>
      </w:r>
      <w:r w:rsidR="009A3F53" w:rsidRPr="009A3F53">
        <w:rPr>
          <w:b/>
        </w:rPr>
        <w:t>„Doplnění závor na přejezdech P1720 v km 195,984 a P1721 v km 196,926 trati Plzeň – Žatec</w:t>
      </w:r>
      <w:r w:rsidR="009A3F53" w:rsidRPr="00623976">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697D08">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10F12" w14:textId="77777777" w:rsidR="008B5C7E" w:rsidRDefault="008B5C7E" w:rsidP="00962258">
      <w:pPr>
        <w:spacing w:after="0" w:line="240" w:lineRule="auto"/>
      </w:pPr>
      <w:r>
        <w:separator/>
      </w:r>
    </w:p>
  </w:endnote>
  <w:endnote w:type="continuationSeparator" w:id="0">
    <w:p w14:paraId="29B64D94" w14:textId="77777777" w:rsidR="008B5C7E" w:rsidRDefault="008B5C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74C" w14:paraId="33826CD6" w14:textId="77777777" w:rsidTr="00EB46E5">
      <w:tc>
        <w:tcPr>
          <w:tcW w:w="1361" w:type="dxa"/>
          <w:tcMar>
            <w:left w:w="0" w:type="dxa"/>
            <w:right w:w="0" w:type="dxa"/>
          </w:tcMar>
          <w:vAlign w:val="bottom"/>
        </w:tcPr>
        <w:p w14:paraId="1DE02B12" w14:textId="5EDF980D" w:rsidR="005D474C" w:rsidRPr="00B8518B" w:rsidRDefault="005D474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DEA">
            <w:rPr>
              <w:rStyle w:val="slostrnky"/>
              <w:noProof/>
            </w:rPr>
            <w:t>28</w:t>
          </w:r>
          <w:r w:rsidRPr="00B8518B">
            <w:rPr>
              <w:rStyle w:val="slostrnky"/>
            </w:rPr>
            <w:fldChar w:fldCharType="end"/>
          </w:r>
          <w:r w:rsidRPr="00B8518B">
            <w:rPr>
              <w:rStyle w:val="slostrnky"/>
            </w:rPr>
            <w:t>/</w:t>
          </w:r>
          <w:r w:rsidR="008B5C7E">
            <w:fldChar w:fldCharType="begin"/>
          </w:r>
          <w:r w:rsidR="008B5C7E">
            <w:instrText xml:space="preserve"> NUMPAGES   \* MERGEFORMAT </w:instrText>
          </w:r>
          <w:r w:rsidR="008B5C7E">
            <w:fldChar w:fldCharType="separate"/>
          </w:r>
          <w:r w:rsidR="00BB1DEA" w:rsidRPr="00BB1DEA">
            <w:rPr>
              <w:rStyle w:val="slostrnky"/>
              <w:noProof/>
            </w:rPr>
            <w:t>39</w:t>
          </w:r>
          <w:r w:rsidR="008B5C7E">
            <w:rPr>
              <w:rStyle w:val="slostrnky"/>
              <w:noProof/>
            </w:rPr>
            <w:fldChar w:fldCharType="end"/>
          </w:r>
        </w:p>
      </w:tc>
      <w:tc>
        <w:tcPr>
          <w:tcW w:w="284" w:type="dxa"/>
          <w:shd w:val="clear" w:color="auto" w:fill="auto"/>
          <w:tcMar>
            <w:left w:w="0" w:type="dxa"/>
            <w:right w:w="0" w:type="dxa"/>
          </w:tcMar>
        </w:tcPr>
        <w:p w14:paraId="3BE100F8" w14:textId="77777777" w:rsidR="005D474C" w:rsidRDefault="005D474C" w:rsidP="00B8518B">
          <w:pPr>
            <w:pStyle w:val="Zpat"/>
          </w:pPr>
        </w:p>
      </w:tc>
      <w:tc>
        <w:tcPr>
          <w:tcW w:w="425" w:type="dxa"/>
          <w:shd w:val="clear" w:color="auto" w:fill="auto"/>
          <w:tcMar>
            <w:left w:w="0" w:type="dxa"/>
            <w:right w:w="0" w:type="dxa"/>
          </w:tcMar>
        </w:tcPr>
        <w:p w14:paraId="41EF031C" w14:textId="77777777" w:rsidR="005D474C" w:rsidRDefault="005D474C" w:rsidP="00B8518B">
          <w:pPr>
            <w:pStyle w:val="Zpat"/>
          </w:pPr>
        </w:p>
      </w:tc>
      <w:tc>
        <w:tcPr>
          <w:tcW w:w="8505" w:type="dxa"/>
        </w:tcPr>
        <w:p w14:paraId="61EDC953" w14:textId="77777777" w:rsidR="005D474C" w:rsidRDefault="005D474C" w:rsidP="00867BEA">
          <w:pPr>
            <w:pStyle w:val="Zpat0"/>
          </w:pPr>
          <w:r>
            <w:t>„Doplnění závor na přejezdu P1697 v km 155,956 trati Plzeň – Žatec“</w:t>
          </w:r>
        </w:p>
        <w:p w14:paraId="7A516ED5" w14:textId="77777777" w:rsidR="005D474C" w:rsidRDefault="005D474C" w:rsidP="00867BEA">
          <w:pPr>
            <w:pStyle w:val="Zpat0"/>
          </w:pPr>
          <w:r>
            <w:t xml:space="preserve">„Doplnění závor na přejezdech P1702 v km 163,692 a P1703 v km 169,358 trati Plzeň – Žatec„ </w:t>
          </w:r>
        </w:p>
        <w:p w14:paraId="2115E0FC" w14:textId="77777777" w:rsidR="005D474C" w:rsidRDefault="005D474C" w:rsidP="00867BEA">
          <w:pPr>
            <w:pStyle w:val="Zpat0"/>
          </w:pPr>
          <w:r>
            <w:t xml:space="preserve">„Doplnění závor na přejezdu P1714 v km 186,463 trati Plzeň – Žatec“  </w:t>
          </w:r>
        </w:p>
        <w:p w14:paraId="5F64E3E9" w14:textId="77777777" w:rsidR="005D474C" w:rsidRDefault="005D474C" w:rsidP="00867BEA">
          <w:pPr>
            <w:pStyle w:val="Zpat0"/>
          </w:pPr>
          <w:r>
            <w:t>„Doplnění závor na přejezdech P1716 v km 190,480 a P1718 v km 192,736 trati Plzeň – Žatec“</w:t>
          </w:r>
        </w:p>
        <w:p w14:paraId="4E545677" w14:textId="77777777" w:rsidR="005D474C" w:rsidRDefault="005D474C" w:rsidP="00867BEA">
          <w:pPr>
            <w:pStyle w:val="Zpat0"/>
          </w:pPr>
          <w:r>
            <w:t>„Doplnění závor na přejezdech P1720 v km 195,984 a P1721 v km 196,926 trati Plzeň – Žatec“</w:t>
          </w:r>
        </w:p>
        <w:p w14:paraId="6DB089BA" w14:textId="30E7F951" w:rsidR="005D474C" w:rsidRDefault="005D474C" w:rsidP="00867BEA">
          <w:pPr>
            <w:pStyle w:val="Zpat0"/>
          </w:pPr>
          <w:r>
            <w:t>Díl 1 – VÝZVA K PODÁNÍ NABÍDKY</w:t>
          </w:r>
        </w:p>
        <w:p w14:paraId="28A0950A" w14:textId="77777777" w:rsidR="005D474C" w:rsidRDefault="005D474C" w:rsidP="0035531B">
          <w:pPr>
            <w:pStyle w:val="Zpat0"/>
          </w:pPr>
        </w:p>
      </w:tc>
    </w:tr>
  </w:tbl>
  <w:p w14:paraId="2D961D2B" w14:textId="77777777" w:rsidR="005D474C" w:rsidRPr="00B8518B" w:rsidRDefault="005D47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5D474C" w:rsidRPr="00B8518B" w:rsidRDefault="005D474C" w:rsidP="00460660">
    <w:pPr>
      <w:pStyle w:val="Zpat"/>
      <w:rPr>
        <w:sz w:val="2"/>
        <w:szCs w:val="2"/>
      </w:rPr>
    </w:pPr>
  </w:p>
  <w:p w14:paraId="765596C1" w14:textId="77777777" w:rsidR="005D474C" w:rsidRPr="00460660" w:rsidRDefault="005D47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09306" w14:textId="77777777" w:rsidR="008B5C7E" w:rsidRDefault="008B5C7E" w:rsidP="00962258">
      <w:pPr>
        <w:spacing w:after="0" w:line="240" w:lineRule="auto"/>
      </w:pPr>
      <w:r>
        <w:separator/>
      </w:r>
    </w:p>
  </w:footnote>
  <w:footnote w:type="continuationSeparator" w:id="0">
    <w:p w14:paraId="2346C8CB" w14:textId="77777777" w:rsidR="008B5C7E" w:rsidRDefault="008B5C7E" w:rsidP="00962258">
      <w:pPr>
        <w:spacing w:after="0" w:line="240" w:lineRule="auto"/>
      </w:pPr>
      <w:r>
        <w:continuationSeparator/>
      </w:r>
    </w:p>
  </w:footnote>
  <w:footnote w:id="1">
    <w:p w14:paraId="713513C4" w14:textId="77777777" w:rsidR="005D474C" w:rsidRDefault="005D474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5D474C" w:rsidRDefault="005D474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5D474C" w:rsidRDefault="005D47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5D474C" w:rsidRDefault="005D47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74C" w14:paraId="657D14CC" w14:textId="77777777" w:rsidTr="00C02D0A">
      <w:trPr>
        <w:trHeight w:hRule="exact" w:val="454"/>
      </w:trPr>
      <w:tc>
        <w:tcPr>
          <w:tcW w:w="1361" w:type="dxa"/>
          <w:tcMar>
            <w:top w:w="57" w:type="dxa"/>
            <w:left w:w="0" w:type="dxa"/>
            <w:right w:w="0" w:type="dxa"/>
          </w:tcMar>
        </w:tcPr>
        <w:p w14:paraId="2C18424A" w14:textId="77777777" w:rsidR="005D474C" w:rsidRPr="00B8518B" w:rsidRDefault="005D474C" w:rsidP="00523EA7">
          <w:pPr>
            <w:pStyle w:val="Zpat"/>
            <w:rPr>
              <w:rStyle w:val="slostrnky"/>
            </w:rPr>
          </w:pPr>
        </w:p>
      </w:tc>
      <w:tc>
        <w:tcPr>
          <w:tcW w:w="3458" w:type="dxa"/>
          <w:shd w:val="clear" w:color="auto" w:fill="auto"/>
          <w:tcMar>
            <w:top w:w="57" w:type="dxa"/>
            <w:left w:w="0" w:type="dxa"/>
            <w:right w:w="0" w:type="dxa"/>
          </w:tcMar>
        </w:tcPr>
        <w:p w14:paraId="39B3CA0E" w14:textId="77777777" w:rsidR="005D474C" w:rsidRDefault="005D474C" w:rsidP="00523EA7">
          <w:pPr>
            <w:pStyle w:val="Zpat"/>
          </w:pPr>
        </w:p>
      </w:tc>
      <w:tc>
        <w:tcPr>
          <w:tcW w:w="5698" w:type="dxa"/>
          <w:shd w:val="clear" w:color="auto" w:fill="auto"/>
          <w:tcMar>
            <w:top w:w="57" w:type="dxa"/>
            <w:left w:w="0" w:type="dxa"/>
            <w:right w:w="0" w:type="dxa"/>
          </w:tcMar>
        </w:tcPr>
        <w:p w14:paraId="415B4544" w14:textId="77777777" w:rsidR="005D474C" w:rsidRPr="00D6163D" w:rsidRDefault="005D474C" w:rsidP="00D6163D">
          <w:pPr>
            <w:pStyle w:val="Druhdokumentu"/>
          </w:pPr>
        </w:p>
      </w:tc>
    </w:tr>
  </w:tbl>
  <w:p w14:paraId="0A93C0D0" w14:textId="77777777" w:rsidR="005D474C" w:rsidRPr="00D6163D" w:rsidRDefault="005D47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474C" w14:paraId="1FBC85BC" w14:textId="77777777" w:rsidTr="00B22106">
      <w:trPr>
        <w:trHeight w:hRule="exact" w:val="936"/>
      </w:trPr>
      <w:tc>
        <w:tcPr>
          <w:tcW w:w="1361" w:type="dxa"/>
          <w:tcMar>
            <w:left w:w="0" w:type="dxa"/>
            <w:right w:w="0" w:type="dxa"/>
          </w:tcMar>
        </w:tcPr>
        <w:p w14:paraId="0CE22310" w14:textId="77777777" w:rsidR="005D474C" w:rsidRPr="00B8518B" w:rsidRDefault="005D474C" w:rsidP="00FC6389">
          <w:pPr>
            <w:pStyle w:val="Zpat"/>
            <w:rPr>
              <w:rStyle w:val="slostrnky"/>
            </w:rPr>
          </w:pPr>
        </w:p>
      </w:tc>
      <w:tc>
        <w:tcPr>
          <w:tcW w:w="3458" w:type="dxa"/>
          <w:shd w:val="clear" w:color="auto" w:fill="auto"/>
          <w:tcMar>
            <w:left w:w="0" w:type="dxa"/>
            <w:right w:w="0" w:type="dxa"/>
          </w:tcMar>
        </w:tcPr>
        <w:p w14:paraId="5A67DD79" w14:textId="77777777" w:rsidR="005D474C" w:rsidRDefault="005D474C" w:rsidP="00FC6389">
          <w:pPr>
            <w:pStyle w:val="Zpat"/>
          </w:pPr>
        </w:p>
      </w:tc>
      <w:tc>
        <w:tcPr>
          <w:tcW w:w="5756" w:type="dxa"/>
          <w:shd w:val="clear" w:color="auto" w:fill="auto"/>
          <w:tcMar>
            <w:left w:w="0" w:type="dxa"/>
            <w:right w:w="0" w:type="dxa"/>
          </w:tcMar>
        </w:tcPr>
        <w:p w14:paraId="5DA861CB" w14:textId="77777777" w:rsidR="005D474C" w:rsidRPr="00D6163D" w:rsidRDefault="005D474C" w:rsidP="00FC6389">
          <w:pPr>
            <w:pStyle w:val="Druhdokumentu"/>
          </w:pPr>
        </w:p>
      </w:tc>
    </w:tr>
    <w:tr w:rsidR="005D474C" w14:paraId="25E89AA9" w14:textId="77777777" w:rsidTr="00B22106">
      <w:trPr>
        <w:trHeight w:hRule="exact" w:val="936"/>
      </w:trPr>
      <w:tc>
        <w:tcPr>
          <w:tcW w:w="1361" w:type="dxa"/>
          <w:tcMar>
            <w:left w:w="0" w:type="dxa"/>
            <w:right w:w="0" w:type="dxa"/>
          </w:tcMar>
        </w:tcPr>
        <w:p w14:paraId="1E6340BC" w14:textId="77777777" w:rsidR="005D474C" w:rsidRPr="00B8518B" w:rsidRDefault="005D474C" w:rsidP="00FC6389">
          <w:pPr>
            <w:pStyle w:val="Zpat"/>
            <w:rPr>
              <w:rStyle w:val="slostrnky"/>
            </w:rPr>
          </w:pPr>
        </w:p>
      </w:tc>
      <w:tc>
        <w:tcPr>
          <w:tcW w:w="3458" w:type="dxa"/>
          <w:shd w:val="clear" w:color="auto" w:fill="auto"/>
          <w:tcMar>
            <w:left w:w="0" w:type="dxa"/>
            <w:right w:w="0" w:type="dxa"/>
          </w:tcMar>
        </w:tcPr>
        <w:p w14:paraId="60B7320E" w14:textId="77777777" w:rsidR="005D474C" w:rsidRDefault="005D474C" w:rsidP="00FC6389">
          <w:pPr>
            <w:pStyle w:val="Zpat"/>
          </w:pPr>
        </w:p>
      </w:tc>
      <w:tc>
        <w:tcPr>
          <w:tcW w:w="5756" w:type="dxa"/>
          <w:shd w:val="clear" w:color="auto" w:fill="auto"/>
          <w:tcMar>
            <w:left w:w="0" w:type="dxa"/>
            <w:right w:w="0" w:type="dxa"/>
          </w:tcMar>
        </w:tcPr>
        <w:p w14:paraId="6F08210B" w14:textId="77777777" w:rsidR="005D474C" w:rsidRPr="00D6163D" w:rsidRDefault="005D474C" w:rsidP="00FC6389">
          <w:pPr>
            <w:pStyle w:val="Druhdokumentu"/>
          </w:pPr>
        </w:p>
      </w:tc>
    </w:tr>
  </w:tbl>
  <w:p w14:paraId="6781FC04" w14:textId="77777777" w:rsidR="005D474C" w:rsidRPr="00D6163D" w:rsidRDefault="005D474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5D474C" w:rsidRPr="00460660" w:rsidRDefault="005D474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A8E265D2"/>
    <w:lvl w:ilvl="0" w:tplc="04050017">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F6446F"/>
    <w:multiLevelType w:val="hybridMultilevel"/>
    <w:tmpl w:val="4044D67C"/>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872"/>
        </w:tabs>
        <w:ind w:left="1872"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439362D"/>
    <w:multiLevelType w:val="hybridMultilevel"/>
    <w:tmpl w:val="F176E31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0"/>
  </w:num>
  <w:num w:numId="8">
    <w:abstractNumId w:val="8"/>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0"/>
  </w:num>
  <w:num w:numId="19">
    <w:abstractNumId w:val="12"/>
  </w:num>
  <w:num w:numId="20">
    <w:abstractNumId w:val="3"/>
  </w:num>
  <w:num w:numId="2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3DEF"/>
    <w:rsid w:val="0000687F"/>
    <w:rsid w:val="00006FB3"/>
    <w:rsid w:val="00011535"/>
    <w:rsid w:val="000128A8"/>
    <w:rsid w:val="0001355D"/>
    <w:rsid w:val="000143ED"/>
    <w:rsid w:val="00015CCD"/>
    <w:rsid w:val="00015DBC"/>
    <w:rsid w:val="000174E8"/>
    <w:rsid w:val="00017F3C"/>
    <w:rsid w:val="00021191"/>
    <w:rsid w:val="00021D6E"/>
    <w:rsid w:val="00027A63"/>
    <w:rsid w:val="0003198B"/>
    <w:rsid w:val="00032962"/>
    <w:rsid w:val="000338E9"/>
    <w:rsid w:val="00034D1C"/>
    <w:rsid w:val="000374C9"/>
    <w:rsid w:val="00041EC8"/>
    <w:rsid w:val="00044523"/>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7356F"/>
    <w:rsid w:val="000735F7"/>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68B"/>
    <w:rsid w:val="000D77CD"/>
    <w:rsid w:val="000E02EF"/>
    <w:rsid w:val="000E15C8"/>
    <w:rsid w:val="000E1A7F"/>
    <w:rsid w:val="000E25ED"/>
    <w:rsid w:val="000E6962"/>
    <w:rsid w:val="000E6F67"/>
    <w:rsid w:val="000F0FFA"/>
    <w:rsid w:val="00106A0E"/>
    <w:rsid w:val="00106CA2"/>
    <w:rsid w:val="00106ED3"/>
    <w:rsid w:val="00110499"/>
    <w:rsid w:val="00112301"/>
    <w:rsid w:val="00112864"/>
    <w:rsid w:val="00112F94"/>
    <w:rsid w:val="00114472"/>
    <w:rsid w:val="00114988"/>
    <w:rsid w:val="00115069"/>
    <w:rsid w:val="001150F2"/>
    <w:rsid w:val="00116813"/>
    <w:rsid w:val="0012251B"/>
    <w:rsid w:val="00125606"/>
    <w:rsid w:val="0012671B"/>
    <w:rsid w:val="00131E9D"/>
    <w:rsid w:val="00142098"/>
    <w:rsid w:val="00142F26"/>
    <w:rsid w:val="00143306"/>
    <w:rsid w:val="00146496"/>
    <w:rsid w:val="00146BCB"/>
    <w:rsid w:val="001472A9"/>
    <w:rsid w:val="00151C80"/>
    <w:rsid w:val="00157D9E"/>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11B"/>
    <w:rsid w:val="001B4E74"/>
    <w:rsid w:val="001B5ED5"/>
    <w:rsid w:val="001B7299"/>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160A"/>
    <w:rsid w:val="00213C7C"/>
    <w:rsid w:val="00224213"/>
    <w:rsid w:val="002306DF"/>
    <w:rsid w:val="00230EA1"/>
    <w:rsid w:val="00233A30"/>
    <w:rsid w:val="00233A53"/>
    <w:rsid w:val="00235EB5"/>
    <w:rsid w:val="00240B81"/>
    <w:rsid w:val="00244259"/>
    <w:rsid w:val="0024699F"/>
    <w:rsid w:val="00247D01"/>
    <w:rsid w:val="0025030F"/>
    <w:rsid w:val="002504AE"/>
    <w:rsid w:val="00251C6F"/>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2BB9"/>
    <w:rsid w:val="002A3B57"/>
    <w:rsid w:val="002B4609"/>
    <w:rsid w:val="002B4FA6"/>
    <w:rsid w:val="002C04EE"/>
    <w:rsid w:val="002C1AFF"/>
    <w:rsid w:val="002C1D1C"/>
    <w:rsid w:val="002C31BF"/>
    <w:rsid w:val="002C7EC8"/>
    <w:rsid w:val="002D7FD6"/>
    <w:rsid w:val="002E0CD7"/>
    <w:rsid w:val="002E0CFB"/>
    <w:rsid w:val="002E0F4A"/>
    <w:rsid w:val="002E294C"/>
    <w:rsid w:val="002E5C7B"/>
    <w:rsid w:val="002E6EBF"/>
    <w:rsid w:val="002F4333"/>
    <w:rsid w:val="002F7AC6"/>
    <w:rsid w:val="0030327A"/>
    <w:rsid w:val="003060C9"/>
    <w:rsid w:val="00306CC1"/>
    <w:rsid w:val="00307641"/>
    <w:rsid w:val="00311F11"/>
    <w:rsid w:val="00313FAC"/>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1ABE"/>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729"/>
    <w:rsid w:val="00403B5B"/>
    <w:rsid w:val="00404BA2"/>
    <w:rsid w:val="004078F3"/>
    <w:rsid w:val="00412E4E"/>
    <w:rsid w:val="00412F6F"/>
    <w:rsid w:val="00421A08"/>
    <w:rsid w:val="00422991"/>
    <w:rsid w:val="00422E8D"/>
    <w:rsid w:val="004244B1"/>
    <w:rsid w:val="004257E5"/>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65F"/>
    <w:rsid w:val="00483969"/>
    <w:rsid w:val="00484026"/>
    <w:rsid w:val="00485EAD"/>
    <w:rsid w:val="00486107"/>
    <w:rsid w:val="00491827"/>
    <w:rsid w:val="00492DEE"/>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3DCF"/>
    <w:rsid w:val="00544A85"/>
    <w:rsid w:val="00546762"/>
    <w:rsid w:val="005502F7"/>
    <w:rsid w:val="00551030"/>
    <w:rsid w:val="00551E4C"/>
    <w:rsid w:val="00553375"/>
    <w:rsid w:val="00555884"/>
    <w:rsid w:val="00556951"/>
    <w:rsid w:val="00563868"/>
    <w:rsid w:val="00564219"/>
    <w:rsid w:val="00564DDD"/>
    <w:rsid w:val="005736B7"/>
    <w:rsid w:val="0057493B"/>
    <w:rsid w:val="00575E5A"/>
    <w:rsid w:val="00577A3C"/>
    <w:rsid w:val="00580245"/>
    <w:rsid w:val="005971DD"/>
    <w:rsid w:val="00597243"/>
    <w:rsid w:val="005A1F44"/>
    <w:rsid w:val="005A3D2F"/>
    <w:rsid w:val="005A602D"/>
    <w:rsid w:val="005B3472"/>
    <w:rsid w:val="005B64BB"/>
    <w:rsid w:val="005C2C3B"/>
    <w:rsid w:val="005C3BA2"/>
    <w:rsid w:val="005C76ED"/>
    <w:rsid w:val="005D14BC"/>
    <w:rsid w:val="005D166B"/>
    <w:rsid w:val="005D3C39"/>
    <w:rsid w:val="005D474C"/>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976"/>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0266"/>
    <w:rsid w:val="00674173"/>
    <w:rsid w:val="00674744"/>
    <w:rsid w:val="006776B6"/>
    <w:rsid w:val="00681C1E"/>
    <w:rsid w:val="00684A87"/>
    <w:rsid w:val="00686462"/>
    <w:rsid w:val="00687091"/>
    <w:rsid w:val="00693150"/>
    <w:rsid w:val="00693188"/>
    <w:rsid w:val="006931C7"/>
    <w:rsid w:val="00695DAA"/>
    <w:rsid w:val="00696711"/>
    <w:rsid w:val="00697D08"/>
    <w:rsid w:val="006A1D98"/>
    <w:rsid w:val="006A33B0"/>
    <w:rsid w:val="006A5570"/>
    <w:rsid w:val="006A689C"/>
    <w:rsid w:val="006A6AF2"/>
    <w:rsid w:val="006B3D79"/>
    <w:rsid w:val="006B6FDB"/>
    <w:rsid w:val="006B6FE4"/>
    <w:rsid w:val="006C04A0"/>
    <w:rsid w:val="006C0581"/>
    <w:rsid w:val="006C2343"/>
    <w:rsid w:val="006C40E0"/>
    <w:rsid w:val="006C442A"/>
    <w:rsid w:val="006D3255"/>
    <w:rsid w:val="006D34B2"/>
    <w:rsid w:val="006E0578"/>
    <w:rsid w:val="006E314D"/>
    <w:rsid w:val="006E4B9A"/>
    <w:rsid w:val="006F4144"/>
    <w:rsid w:val="006F4F30"/>
    <w:rsid w:val="006F6B09"/>
    <w:rsid w:val="0070081C"/>
    <w:rsid w:val="007038DC"/>
    <w:rsid w:val="00703EFD"/>
    <w:rsid w:val="00704C6E"/>
    <w:rsid w:val="00706F4C"/>
    <w:rsid w:val="00707B4F"/>
    <w:rsid w:val="00710723"/>
    <w:rsid w:val="007134F3"/>
    <w:rsid w:val="00714865"/>
    <w:rsid w:val="00714AE8"/>
    <w:rsid w:val="00716C19"/>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85852"/>
    <w:rsid w:val="00791B52"/>
    <w:rsid w:val="00792824"/>
    <w:rsid w:val="0079552D"/>
    <w:rsid w:val="007A2107"/>
    <w:rsid w:val="007A5172"/>
    <w:rsid w:val="007A67A0"/>
    <w:rsid w:val="007A703C"/>
    <w:rsid w:val="007A7C2C"/>
    <w:rsid w:val="007B3D4D"/>
    <w:rsid w:val="007B570C"/>
    <w:rsid w:val="007B6CB2"/>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1A70"/>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AEA"/>
    <w:rsid w:val="00845C0B"/>
    <w:rsid w:val="00845C50"/>
    <w:rsid w:val="00846789"/>
    <w:rsid w:val="008476A8"/>
    <w:rsid w:val="008513D8"/>
    <w:rsid w:val="00853251"/>
    <w:rsid w:val="008567A9"/>
    <w:rsid w:val="00857DE6"/>
    <w:rsid w:val="00861DE1"/>
    <w:rsid w:val="00864006"/>
    <w:rsid w:val="008645EE"/>
    <w:rsid w:val="0086505B"/>
    <w:rsid w:val="00867BEA"/>
    <w:rsid w:val="00872044"/>
    <w:rsid w:val="008741C1"/>
    <w:rsid w:val="00876D73"/>
    <w:rsid w:val="00887139"/>
    <w:rsid w:val="00887F36"/>
    <w:rsid w:val="008902FB"/>
    <w:rsid w:val="00891EBD"/>
    <w:rsid w:val="00893119"/>
    <w:rsid w:val="00896E31"/>
    <w:rsid w:val="008970AF"/>
    <w:rsid w:val="008A3568"/>
    <w:rsid w:val="008A770F"/>
    <w:rsid w:val="008B2021"/>
    <w:rsid w:val="008B5C7E"/>
    <w:rsid w:val="008B5EEF"/>
    <w:rsid w:val="008B70C7"/>
    <w:rsid w:val="008C1B6A"/>
    <w:rsid w:val="008C50F3"/>
    <w:rsid w:val="008C65BC"/>
    <w:rsid w:val="008C65E0"/>
    <w:rsid w:val="008C7EFE"/>
    <w:rsid w:val="008D03B9"/>
    <w:rsid w:val="008D30C7"/>
    <w:rsid w:val="008D552B"/>
    <w:rsid w:val="008D7FB1"/>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418"/>
    <w:rsid w:val="00931895"/>
    <w:rsid w:val="00936091"/>
    <w:rsid w:val="009378CA"/>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3F53"/>
    <w:rsid w:val="009A7A46"/>
    <w:rsid w:val="009B2E97"/>
    <w:rsid w:val="009B3012"/>
    <w:rsid w:val="009B3F75"/>
    <w:rsid w:val="009B5146"/>
    <w:rsid w:val="009B777F"/>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28D9"/>
    <w:rsid w:val="00A474A7"/>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0C27"/>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05D1"/>
    <w:rsid w:val="00B22106"/>
    <w:rsid w:val="00B246EA"/>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76D"/>
    <w:rsid w:val="00B71CC3"/>
    <w:rsid w:val="00B75EE1"/>
    <w:rsid w:val="00B77310"/>
    <w:rsid w:val="00B77481"/>
    <w:rsid w:val="00B77C6D"/>
    <w:rsid w:val="00B80D2D"/>
    <w:rsid w:val="00B80E53"/>
    <w:rsid w:val="00B81A58"/>
    <w:rsid w:val="00B82B87"/>
    <w:rsid w:val="00B848EB"/>
    <w:rsid w:val="00B8518B"/>
    <w:rsid w:val="00B97CC3"/>
    <w:rsid w:val="00BA3937"/>
    <w:rsid w:val="00BB0379"/>
    <w:rsid w:val="00BB1DEA"/>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BF0E8C"/>
    <w:rsid w:val="00C00035"/>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2EA6"/>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3693"/>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767C"/>
    <w:rsid w:val="00DB15AC"/>
    <w:rsid w:val="00DB619A"/>
    <w:rsid w:val="00DC3174"/>
    <w:rsid w:val="00DC442D"/>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BAF"/>
    <w:rsid w:val="00E14DD4"/>
    <w:rsid w:val="00E16FF7"/>
    <w:rsid w:val="00E20A91"/>
    <w:rsid w:val="00E22C30"/>
    <w:rsid w:val="00E24F78"/>
    <w:rsid w:val="00E25595"/>
    <w:rsid w:val="00E26D68"/>
    <w:rsid w:val="00E37347"/>
    <w:rsid w:val="00E402F8"/>
    <w:rsid w:val="00E4095B"/>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758C8"/>
    <w:rsid w:val="00E80472"/>
    <w:rsid w:val="00E8058C"/>
    <w:rsid w:val="00E878EE"/>
    <w:rsid w:val="00E93CEB"/>
    <w:rsid w:val="00EA0048"/>
    <w:rsid w:val="00EA4F63"/>
    <w:rsid w:val="00EA6EC7"/>
    <w:rsid w:val="00EA7F3A"/>
    <w:rsid w:val="00EB104F"/>
    <w:rsid w:val="00EB46E5"/>
    <w:rsid w:val="00EB488A"/>
    <w:rsid w:val="00EB4ECA"/>
    <w:rsid w:val="00EB5D4D"/>
    <w:rsid w:val="00EB6946"/>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54E3"/>
    <w:rsid w:val="00EF7AEE"/>
    <w:rsid w:val="00EF7C8E"/>
    <w:rsid w:val="00F016C7"/>
    <w:rsid w:val="00F0634D"/>
    <w:rsid w:val="00F068EA"/>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43D6"/>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872"/>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96FDBC-4796-426F-8E0E-3056A625A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280</TotalTime>
  <Pages>39</Pages>
  <Words>16242</Words>
  <Characters>95832</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33</cp:revision>
  <cp:lastPrinted>2021-02-04T11:28:00Z</cp:lastPrinted>
  <dcterms:created xsi:type="dcterms:W3CDTF">2021-01-27T13:28:00Z</dcterms:created>
  <dcterms:modified xsi:type="dcterms:W3CDTF">2021-02-10T11:07:00Z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