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944" w:rsidRDefault="00693944" w:rsidP="00693944"/>
    <w:p w:rsidR="00693944" w:rsidRDefault="00693944" w:rsidP="00693944">
      <w:bookmarkStart w:id="0" w:name="_GoBack"/>
      <w:bookmarkEnd w:id="0"/>
    </w:p>
    <w:p w:rsidR="00693944" w:rsidRDefault="00693944" w:rsidP="00693944"/>
    <w:p w:rsidR="00693944" w:rsidRPr="0016116F" w:rsidRDefault="00A372FE" w:rsidP="00693944">
      <w:pPr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Technická kvalifikace</w:t>
      </w:r>
    </w:p>
    <w:p w:rsidR="00693944" w:rsidRPr="0016116F" w:rsidRDefault="00693944" w:rsidP="00693944">
      <w:pPr>
        <w:pStyle w:val="text"/>
        <w:widowControl/>
        <w:spacing w:before="0"/>
        <w:jc w:val="center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rFonts w:ascii="Calibri" w:hAnsi="Calibri" w:cs="Calibri"/>
          <w:b/>
          <w:bCs/>
          <w:color w:val="000000"/>
          <w:sz w:val="20"/>
          <w:szCs w:val="20"/>
        </w:rPr>
        <w:t>Seznam významných služeb</w:t>
      </w:r>
    </w:p>
    <w:tbl>
      <w:tblPr>
        <w:tblW w:w="892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42"/>
        <w:gridCol w:w="1274"/>
        <w:gridCol w:w="1628"/>
        <w:gridCol w:w="1275"/>
        <w:gridCol w:w="1347"/>
        <w:gridCol w:w="1559"/>
      </w:tblGrid>
      <w:tr w:rsidR="00693944" w:rsidTr="00693944">
        <w:trPr>
          <w:cantSplit/>
          <w:trHeight w:val="1651"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Název služby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Objednatel služby (obchodní firma/název a sídlo) a kontaktní osoba objednatele (jméno, tel., email)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Předmět plnění služby (popis věcného rozsahu - v detailu potřebném pro ověření splnění požadavků) a místo budoucí stavby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Termín plnění dle smlouvy/ doba dokončení služby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Dodavatel*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693944">
            <w:pPr>
              <w:pStyle w:val="tabulka"/>
              <w:widowControl/>
              <w:spacing w:line="240" w:lineRule="auto"/>
              <w:rPr>
                <w:rFonts w:ascii="Calibri" w:hAnsi="Calibri" w:cs="Calibri"/>
              </w:rPr>
            </w:pPr>
            <w:r w:rsidRPr="00E16E70">
              <w:rPr>
                <w:rFonts w:ascii="Calibri" w:hAnsi="Calibri" w:cs="Calibri"/>
              </w:rPr>
              <w:t xml:space="preserve">Cena služby, kterou dodavatel poskytl** za poslední </w:t>
            </w:r>
            <w:r>
              <w:rPr>
                <w:rFonts w:ascii="Calibri" w:hAnsi="Calibri" w:cs="Calibri"/>
              </w:rPr>
              <w:t>3</w:t>
            </w:r>
            <w:r w:rsidRPr="00E16E70">
              <w:rPr>
                <w:rFonts w:ascii="Calibri" w:hAnsi="Calibri" w:cs="Calibri"/>
              </w:rPr>
              <w:t xml:space="preserve"> </w:t>
            </w:r>
            <w:r>
              <w:rPr>
                <w:rFonts w:ascii="Calibri" w:hAnsi="Calibri" w:cs="Calibri"/>
              </w:rPr>
              <w:t>roky</w:t>
            </w:r>
            <w:r w:rsidRPr="00E16E70">
              <w:rPr>
                <w:rFonts w:ascii="Calibri" w:hAnsi="Calibri" w:cs="Calibri"/>
              </w:rPr>
              <w:t xml:space="preserve"> v Kč***</w:t>
            </w:r>
            <w:r>
              <w:rPr>
                <w:rFonts w:ascii="Calibri" w:hAnsi="Calibri" w:cs="Calibri"/>
              </w:rPr>
              <w:t xml:space="preserve"> bez DPH</w:t>
            </w:r>
          </w:p>
        </w:tc>
      </w:tr>
      <w:tr w:rsidR="00693944" w:rsidTr="00693944">
        <w:trPr>
          <w:cantSplit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  <w:tr w:rsidR="00693944" w:rsidTr="00693944">
        <w:trPr>
          <w:cantSplit/>
        </w:trPr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b/>
                <w:bCs/>
                <w:highlight w:val="yellow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6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3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693944" w:rsidRDefault="00693944" w:rsidP="00AD09CD">
            <w:pPr>
              <w:jc w:val="center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bCs/>
                <w:highlight w:val="yellow"/>
              </w:rPr>
              <w:t>[DOPLNÍ DODAVATEL]</w:t>
            </w:r>
          </w:p>
        </w:tc>
      </w:tr>
    </w:tbl>
    <w:p w:rsidR="00693944" w:rsidRDefault="00693944" w:rsidP="00693944">
      <w:pPr>
        <w:pStyle w:val="text"/>
        <w:widowControl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>*V příslušném sloupci dodavatel k jednotlivým zakázkám doplní:</w:t>
      </w:r>
    </w:p>
    <w:p w:rsidR="00693944" w:rsidRDefault="00693944" w:rsidP="00693944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D</w:t>
      </w:r>
      <w:r>
        <w:rPr>
          <w:rFonts w:ascii="Calibri" w:hAnsi="Calibri" w:cs="Calibri"/>
          <w:sz w:val="20"/>
          <w:szCs w:val="20"/>
        </w:rPr>
        <w:t xml:space="preserve"> - pokud předmět zakázky realizoval jako dodavatel samostatně, nebo</w:t>
      </w:r>
    </w:p>
    <w:p w:rsidR="00693944" w:rsidRDefault="00693944" w:rsidP="00693944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SPOL</w:t>
      </w:r>
      <w:r>
        <w:rPr>
          <w:rFonts w:ascii="Calibri" w:hAnsi="Calibri" w:cs="Calibri"/>
          <w:sz w:val="20"/>
          <w:szCs w:val="20"/>
        </w:rPr>
        <w:t xml:space="preserve"> - pokud předmět zakázky realizoval jako společník společnosti nebo účastník sdružení či seskupení více dodavatelů, nebo</w:t>
      </w:r>
    </w:p>
    <w:p w:rsidR="00693944" w:rsidRDefault="00693944" w:rsidP="00693944">
      <w:pPr>
        <w:pStyle w:val="text"/>
        <w:widowControl/>
        <w:spacing w:before="0"/>
        <w:ind w:left="709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>P</w:t>
      </w:r>
      <w:r>
        <w:rPr>
          <w:rFonts w:ascii="Calibri" w:hAnsi="Calibri" w:cs="Calibri"/>
          <w:sz w:val="20"/>
          <w:szCs w:val="20"/>
        </w:rPr>
        <w:t xml:space="preserve"> - pokud byl poddodavatelem jiného dodavatele.</w:t>
      </w:r>
    </w:p>
    <w:p w:rsidR="00693944" w:rsidRDefault="00693944" w:rsidP="00693944">
      <w:pPr>
        <w:spacing w:before="120"/>
        <w:rPr>
          <w:rFonts w:ascii="Calibri" w:hAnsi="Calibri" w:cs="Calibri"/>
        </w:rPr>
      </w:pPr>
      <w:r>
        <w:rPr>
          <w:rFonts w:ascii="Calibri" w:hAnsi="Calibri" w:cs="Calibri"/>
        </w:rPr>
        <w:t>**Dodavatel může použít k prokázání splnění kritéria kvalifikace týkajícího se požadavku na předložení seznamu referenčních zakázek i takové služby, které poskytl:</w:t>
      </w:r>
    </w:p>
    <w:p w:rsidR="00693944" w:rsidRDefault="00693944" w:rsidP="00693944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společně s jinými dodavateli, a to v rozsahu, v jakém se na plnění zakázky podílel, nebo</w:t>
      </w:r>
    </w:p>
    <w:p w:rsidR="00693944" w:rsidRPr="0016116F" w:rsidRDefault="00693944" w:rsidP="00693944">
      <w:pPr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jako poddodavatel, a to v rozsahu, v jakém se na plnění zakázky podílel.</w:t>
      </w:r>
    </w:p>
    <w:p w:rsidR="00693944" w:rsidRDefault="00693944" w:rsidP="00693944">
      <w:pPr>
        <w:pStyle w:val="text"/>
        <w:widowControl/>
        <w:spacing w:before="0"/>
        <w:rPr>
          <w:rFonts w:ascii="Calibri" w:hAnsi="Calibri" w:cs="Calibri"/>
          <w:sz w:val="20"/>
          <w:szCs w:val="20"/>
        </w:rPr>
      </w:pPr>
    </w:p>
    <w:p w:rsidR="00693944" w:rsidRDefault="00693944" w:rsidP="00693944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V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693944" w:rsidRDefault="00693944" w:rsidP="00693944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 xml:space="preserve">Dne </w:t>
      </w:r>
      <w:r>
        <w:rPr>
          <w:rFonts w:ascii="Calibri" w:hAnsi="Calibri" w:cs="Calibri"/>
          <w:b/>
          <w:bCs/>
          <w:highlight w:val="yellow"/>
        </w:rPr>
        <w:t>[DOPLNÍ DODAVATEL]</w:t>
      </w:r>
    </w:p>
    <w:p w:rsidR="00693944" w:rsidRDefault="00693944" w:rsidP="00693944">
      <w:pPr>
        <w:rPr>
          <w:rFonts w:ascii="Calibri" w:hAnsi="Calibri" w:cs="Calibri"/>
        </w:rPr>
      </w:pPr>
      <w:r>
        <w:rPr>
          <w:rFonts w:ascii="Calibri" w:hAnsi="Calibri" w:cs="Calibri"/>
        </w:rPr>
        <w:t>Podpis osoby oprávněné jednat za dodavatele:</w:t>
      </w:r>
    </w:p>
    <w:tbl>
      <w:tblPr>
        <w:tblpPr w:leftFromText="141" w:rightFromText="141" w:vertAnchor="text" w:horzAnchor="margin" w:tblpY="32"/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4387"/>
      </w:tblGrid>
      <w:tr w:rsidR="00693944" w:rsidTr="00AD09CD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693944" w:rsidRDefault="00693944" w:rsidP="00AD09CD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Jméno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944" w:rsidRDefault="00693944" w:rsidP="00AD09CD">
            <w:pPr>
              <w:autoSpaceDN w:val="0"/>
              <w:rPr>
                <w:rFonts w:ascii="Calibri" w:hAnsi="Calibri" w:cs="Calibri"/>
              </w:rPr>
            </w:pPr>
          </w:p>
        </w:tc>
      </w:tr>
      <w:tr w:rsidR="00693944" w:rsidTr="00AD09CD">
        <w:trPr>
          <w:trHeight w:hRule="exact" w:val="567"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pct5" w:color="auto" w:fill="FFFFFF"/>
            <w:vAlign w:val="center"/>
            <w:hideMark/>
          </w:tcPr>
          <w:p w:rsidR="00693944" w:rsidRDefault="00693944" w:rsidP="00AD09CD">
            <w:pPr>
              <w:autoSpaceDN w:val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Podpis</w:t>
            </w:r>
          </w:p>
        </w:tc>
        <w:tc>
          <w:tcPr>
            <w:tcW w:w="43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93944" w:rsidRDefault="00693944" w:rsidP="00AD09CD">
            <w:pPr>
              <w:autoSpaceDN w:val="0"/>
              <w:rPr>
                <w:rFonts w:ascii="Calibri" w:hAnsi="Calibri" w:cs="Calibri"/>
              </w:rPr>
            </w:pPr>
          </w:p>
        </w:tc>
      </w:tr>
    </w:tbl>
    <w:p w:rsidR="00693944" w:rsidRDefault="00693944" w:rsidP="00693944">
      <w:pPr>
        <w:rPr>
          <w:rFonts w:ascii="Calibri" w:hAnsi="Calibri" w:cs="Calibri"/>
        </w:rPr>
      </w:pPr>
    </w:p>
    <w:p w:rsidR="00693944" w:rsidRDefault="00693944" w:rsidP="00693944"/>
    <w:p w:rsidR="00693944" w:rsidRDefault="00693944" w:rsidP="00693944"/>
    <w:p w:rsidR="00B20329" w:rsidRDefault="00B20329"/>
    <w:sectPr w:rsidR="00B20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8D5F55"/>
    <w:multiLevelType w:val="hybridMultilevel"/>
    <w:tmpl w:val="7A72DC8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0329"/>
    <w:rsid w:val="00131246"/>
    <w:rsid w:val="00440F9C"/>
    <w:rsid w:val="005D7DF5"/>
    <w:rsid w:val="00693944"/>
    <w:rsid w:val="006E3F09"/>
    <w:rsid w:val="00A372FE"/>
    <w:rsid w:val="00B20329"/>
    <w:rsid w:val="00F83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7BEB"/>
  <w15:docId w15:val="{8D7C3FE8-6BFD-41CC-B0FA-22E693C701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B20329"/>
    <w:pPr>
      <w:ind w:left="720"/>
      <w:contextualSpacing/>
    </w:pPr>
  </w:style>
  <w:style w:type="paragraph" w:customStyle="1" w:styleId="text">
    <w:name w:val="text"/>
    <w:rsid w:val="00693944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abulka">
    <w:name w:val="tabulka"/>
    <w:basedOn w:val="Normln"/>
    <w:uiPriority w:val="99"/>
    <w:rsid w:val="00693944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1191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SZDC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</dc:creator>
  <cp:lastModifiedBy>Abel Jan, Ing.</cp:lastModifiedBy>
  <cp:revision>4</cp:revision>
  <dcterms:created xsi:type="dcterms:W3CDTF">2020-11-06T10:19:00Z</dcterms:created>
  <dcterms:modified xsi:type="dcterms:W3CDTF">2021-01-14T12:34:00Z</dcterms:modified>
</cp:coreProperties>
</file>