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Fonts w:asciiTheme="minorHAnsi" w:hAnsiTheme="minorHAnsi"/>
          <w:b/>
          <w:sz w:val="48"/>
          <w:szCs w:val="48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/>
      <w:sdtContent>
        <w:p w14:paraId="47FDA110" w14:textId="1E3D53ED" w:rsidR="00CF0EF4" w:rsidRDefault="000749F6" w:rsidP="00CF0EF4">
          <w:pPr>
            <w:pStyle w:val="Tituldatum"/>
          </w:pPr>
          <w:r w:rsidRPr="000749F6">
            <w:rPr>
              <w:rFonts w:asciiTheme="minorHAnsi" w:hAnsiTheme="minorHAnsi"/>
              <w:b/>
              <w:sz w:val="48"/>
              <w:szCs w:val="48"/>
            </w:rPr>
            <w:t>„Rekonstrukce a výstavba PZS na přejezdu P1740 v km 11,285 trati Rakovník - Kralovice“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2327AA">
        <w:t>14</w:t>
      </w:r>
      <w:r w:rsidRPr="002327AA">
        <w:t xml:space="preserve">. </w:t>
      </w:r>
      <w:r w:rsidR="009933B5" w:rsidRPr="002327AA">
        <w:t>1</w:t>
      </w:r>
      <w:r w:rsidR="00CD039F" w:rsidRPr="002327AA">
        <w:t>2</w:t>
      </w:r>
      <w:r w:rsidRPr="002327AA">
        <w:t>. 20</w:t>
      </w:r>
      <w:r w:rsidR="00A616BE" w:rsidRPr="002327AA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253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253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2530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253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2530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</w:t>
      </w:r>
      <w:bookmarkStart w:id="9" w:name="_GoBack"/>
      <w:bookmarkEnd w:id="9"/>
      <w:r>
        <w:t xml:space="preserve">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A3D24" w14:textId="77777777" w:rsidR="0072530E" w:rsidRDefault="0072530E" w:rsidP="00962258">
      <w:pPr>
        <w:spacing w:after="0" w:line="240" w:lineRule="auto"/>
      </w:pPr>
      <w:r>
        <w:separator/>
      </w:r>
    </w:p>
  </w:endnote>
  <w:endnote w:type="continuationSeparator" w:id="0">
    <w:p w14:paraId="351685B0" w14:textId="77777777" w:rsidR="0072530E" w:rsidRDefault="007253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380F6D2A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7D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7D6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ACD856D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7D6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7D6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35EA1" w14:textId="77777777" w:rsidR="0072530E" w:rsidRDefault="0072530E" w:rsidP="00962258">
      <w:pPr>
        <w:spacing w:after="0" w:line="240" w:lineRule="auto"/>
      </w:pPr>
      <w:r>
        <w:separator/>
      </w:r>
    </w:p>
  </w:footnote>
  <w:footnote w:type="continuationSeparator" w:id="0">
    <w:p w14:paraId="73F7FCFE" w14:textId="77777777" w:rsidR="0072530E" w:rsidRDefault="007253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9F6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327AA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2530E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62A7F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67D6A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23A8AFFB-5CBC-4906-8E53-EE26AA41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13551D"/>
    <w:rsid w:val="00730B76"/>
    <w:rsid w:val="008B6702"/>
    <w:rsid w:val="008E26D9"/>
    <w:rsid w:val="009C0BB3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52FC1-EAE8-4BD2-B096-F1D4B92D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15</TotalTime>
  <Pages>6</Pages>
  <Words>1579</Words>
  <Characters>9319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Šedová Jana, Ing.</cp:lastModifiedBy>
  <cp:revision>9</cp:revision>
  <cp:lastPrinted>2019-03-13T10:28:00Z</cp:lastPrinted>
  <dcterms:created xsi:type="dcterms:W3CDTF">2020-12-15T07:50:00Z</dcterms:created>
  <dcterms:modified xsi:type="dcterms:W3CDTF">2021-02-04T10:05:00Z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