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CEDD7" w14:textId="77777777" w:rsidR="00826B7B" w:rsidRDefault="00826B7B" w:rsidP="006C2343">
      <w:pPr>
        <w:pStyle w:val="Titul2"/>
      </w:pPr>
    </w:p>
    <w:p w14:paraId="74DD2E50" w14:textId="77777777" w:rsidR="00316901" w:rsidRDefault="00316901" w:rsidP="006C2343">
      <w:pPr>
        <w:pStyle w:val="Titul2"/>
      </w:pPr>
    </w:p>
    <w:p w14:paraId="6446B1C4" w14:textId="77777777" w:rsidR="0035531B" w:rsidRPr="000719BB" w:rsidRDefault="0035531B" w:rsidP="0035531B">
      <w:pPr>
        <w:pStyle w:val="Titul2"/>
      </w:pPr>
      <w:r>
        <w:t>Díl 1</w:t>
      </w:r>
    </w:p>
    <w:p w14:paraId="071E8C0A"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9EF1B53" w14:textId="77777777" w:rsidR="00AD0C7B" w:rsidRDefault="00AD0C7B" w:rsidP="00AD0C7B">
      <w:pPr>
        <w:pStyle w:val="Titul2"/>
      </w:pPr>
    </w:p>
    <w:p w14:paraId="24F801C4" w14:textId="77777777" w:rsidR="0035531B" w:rsidRDefault="0035531B" w:rsidP="00AD0C7B">
      <w:pPr>
        <w:pStyle w:val="Titul2"/>
      </w:pPr>
      <w:r>
        <w:t>Část 2</w:t>
      </w:r>
    </w:p>
    <w:p w14:paraId="59688209" w14:textId="77777777" w:rsidR="00AD0C7B" w:rsidRPr="00316901" w:rsidRDefault="0035531B" w:rsidP="006C2343">
      <w:pPr>
        <w:pStyle w:val="Titul1"/>
        <w:rPr>
          <w:caps w:val="0"/>
          <w:sz w:val="48"/>
        </w:rPr>
      </w:pPr>
      <w:r w:rsidRPr="00316901">
        <w:rPr>
          <w:caps w:val="0"/>
          <w:sz w:val="48"/>
        </w:rPr>
        <w:t>Pokyny pro dodavatele</w:t>
      </w:r>
    </w:p>
    <w:p w14:paraId="19517833" w14:textId="77777777" w:rsidR="00A12463" w:rsidRDefault="00A12463" w:rsidP="00EB46E5">
      <w:pPr>
        <w:pStyle w:val="Titul2"/>
      </w:pPr>
    </w:p>
    <w:p w14:paraId="657D09B4" w14:textId="0E4520C8" w:rsidR="00B62104" w:rsidRDefault="00EE1689" w:rsidP="008535C1">
      <w:pPr>
        <w:pStyle w:val="Titul2"/>
      </w:pPr>
      <w:r>
        <w:t xml:space="preserve">Záměr projektu, </w:t>
      </w:r>
      <w:r w:rsidR="00B62104">
        <w:t>Projektová doku</w:t>
      </w:r>
      <w:r w:rsidR="005A04D4">
        <w:t xml:space="preserve">mentace pro společné povolení, </w:t>
      </w:r>
      <w:r w:rsidR="00B62104">
        <w:t>Projektová dokumentace pro provádění stavby a výkon autorského dozoru</w:t>
      </w:r>
    </w:p>
    <w:p w14:paraId="08EA1BAE" w14:textId="77777777" w:rsidR="00652EFD" w:rsidRDefault="00652EFD" w:rsidP="00EB46E5">
      <w:pPr>
        <w:pStyle w:val="Titul2"/>
        <w:rPr>
          <w:highlight w:val="green"/>
        </w:rPr>
      </w:pPr>
    </w:p>
    <w:p w14:paraId="18349B29" w14:textId="42B6BCFF" w:rsidR="00AD0C7B" w:rsidRPr="006C2343" w:rsidRDefault="008967BD" w:rsidP="004E4210">
      <w:pPr>
        <w:pStyle w:val="Titul2"/>
        <w:spacing w:after="0"/>
      </w:pPr>
      <w:r>
        <w:t>České Velenice, nádražní budova</w:t>
      </w:r>
      <w:r w:rsidR="008535C1" w:rsidRPr="0035531B">
        <w:rPr>
          <w:highlight w:val="green"/>
        </w:rPr>
        <w:t xml:space="preserve"> </w:t>
      </w:r>
    </w:p>
    <w:p w14:paraId="3531292B" w14:textId="77777777" w:rsidR="008535C1" w:rsidRDefault="008535C1" w:rsidP="000E125F">
      <w:pPr>
        <w:pStyle w:val="Text1-1"/>
        <w:numPr>
          <w:ilvl w:val="0"/>
          <w:numId w:val="0"/>
        </w:numPr>
        <w:tabs>
          <w:tab w:val="left" w:pos="708"/>
        </w:tabs>
        <w:ind w:left="737" w:hanging="737"/>
      </w:pPr>
    </w:p>
    <w:p w14:paraId="3A053615" w14:textId="1E916180" w:rsidR="000E125F" w:rsidRDefault="000E125F" w:rsidP="000E125F">
      <w:pPr>
        <w:pStyle w:val="Text1-1"/>
        <w:numPr>
          <w:ilvl w:val="0"/>
          <w:numId w:val="0"/>
        </w:numPr>
        <w:tabs>
          <w:tab w:val="left" w:pos="708"/>
        </w:tabs>
        <w:ind w:left="737" w:hanging="737"/>
      </w:pPr>
      <w:r>
        <w:t>Č.j.</w:t>
      </w:r>
      <w:r w:rsidR="00521958">
        <w:t xml:space="preserve"> </w:t>
      </w:r>
      <w:r w:rsidR="008967BD">
        <w:t>31870</w:t>
      </w:r>
      <w:r w:rsidR="00521958" w:rsidRPr="004E4210">
        <w:t>/2020-SŽ-SSZ-OVZ</w:t>
      </w:r>
    </w:p>
    <w:p w14:paraId="74F886D6" w14:textId="77777777" w:rsidR="00826B7B" w:rsidRDefault="00826B7B">
      <w:r>
        <w:br w:type="page"/>
      </w:r>
    </w:p>
    <w:p w14:paraId="7D59BD52" w14:textId="77777777" w:rsidR="00BD7E91" w:rsidRDefault="00BD7E91" w:rsidP="00FE4333">
      <w:pPr>
        <w:pStyle w:val="Nadpisbezsl1-1"/>
      </w:pPr>
      <w:r>
        <w:lastRenderedPageBreak/>
        <w:t>Obsah</w:t>
      </w:r>
      <w:r w:rsidR="00887F36">
        <w:t xml:space="preserve"> </w:t>
      </w:r>
    </w:p>
    <w:p w14:paraId="76C0DD1C" w14:textId="749D89ED" w:rsidR="006A7B2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231237" w:history="1">
        <w:r w:rsidR="006A7B21" w:rsidRPr="006B6CD8">
          <w:rPr>
            <w:rStyle w:val="Hypertextovodkaz"/>
          </w:rPr>
          <w:t>1.</w:t>
        </w:r>
        <w:r w:rsidR="006A7B21">
          <w:rPr>
            <w:rFonts w:eastAsiaTheme="minorEastAsia"/>
            <w:caps w:val="0"/>
            <w:noProof/>
            <w:sz w:val="22"/>
            <w:szCs w:val="22"/>
            <w:lang w:eastAsia="cs-CZ"/>
          </w:rPr>
          <w:tab/>
        </w:r>
        <w:r w:rsidR="006A7B21" w:rsidRPr="006B6CD8">
          <w:rPr>
            <w:rStyle w:val="Hypertextovodkaz"/>
          </w:rPr>
          <w:t>ÚVODNÍ USTANOVENÍ</w:t>
        </w:r>
        <w:r w:rsidR="006A7B21">
          <w:rPr>
            <w:noProof/>
            <w:webHidden/>
          </w:rPr>
          <w:tab/>
        </w:r>
        <w:r w:rsidR="006A7B21">
          <w:rPr>
            <w:noProof/>
            <w:webHidden/>
          </w:rPr>
          <w:fldChar w:fldCharType="begin"/>
        </w:r>
        <w:r w:rsidR="006A7B21">
          <w:rPr>
            <w:noProof/>
            <w:webHidden/>
          </w:rPr>
          <w:instrText xml:space="preserve"> PAGEREF _Toc51231237 \h </w:instrText>
        </w:r>
        <w:r w:rsidR="006A7B21">
          <w:rPr>
            <w:noProof/>
            <w:webHidden/>
          </w:rPr>
        </w:r>
        <w:r w:rsidR="006A7B21">
          <w:rPr>
            <w:noProof/>
            <w:webHidden/>
          </w:rPr>
          <w:fldChar w:fldCharType="separate"/>
        </w:r>
        <w:r w:rsidR="00A25EF2">
          <w:rPr>
            <w:noProof/>
            <w:webHidden/>
          </w:rPr>
          <w:t>3</w:t>
        </w:r>
        <w:r w:rsidR="006A7B21">
          <w:rPr>
            <w:noProof/>
            <w:webHidden/>
          </w:rPr>
          <w:fldChar w:fldCharType="end"/>
        </w:r>
      </w:hyperlink>
    </w:p>
    <w:p w14:paraId="5FEF71C8" w14:textId="77127B58" w:rsidR="006A7B21" w:rsidRDefault="006875E0">
      <w:pPr>
        <w:pStyle w:val="Obsah1"/>
        <w:rPr>
          <w:rFonts w:eastAsiaTheme="minorEastAsia"/>
          <w:caps w:val="0"/>
          <w:noProof/>
          <w:sz w:val="22"/>
          <w:szCs w:val="22"/>
          <w:lang w:eastAsia="cs-CZ"/>
        </w:rPr>
      </w:pPr>
      <w:hyperlink w:anchor="_Toc51231238" w:history="1">
        <w:r w:rsidR="006A7B21" w:rsidRPr="006B6CD8">
          <w:rPr>
            <w:rStyle w:val="Hypertextovodkaz"/>
          </w:rPr>
          <w:t>2.</w:t>
        </w:r>
        <w:r w:rsidR="006A7B21">
          <w:rPr>
            <w:rFonts w:eastAsiaTheme="minorEastAsia"/>
            <w:caps w:val="0"/>
            <w:noProof/>
            <w:sz w:val="22"/>
            <w:szCs w:val="22"/>
            <w:lang w:eastAsia="cs-CZ"/>
          </w:rPr>
          <w:tab/>
        </w:r>
        <w:r w:rsidR="006A7B21" w:rsidRPr="006B6CD8">
          <w:rPr>
            <w:rStyle w:val="Hypertextovodkaz"/>
          </w:rPr>
          <w:t>IDENTIFIKAČNÍ ÚDAJE ZADAVATELE</w:t>
        </w:r>
        <w:r w:rsidR="006A7B21">
          <w:rPr>
            <w:noProof/>
            <w:webHidden/>
          </w:rPr>
          <w:tab/>
        </w:r>
        <w:r w:rsidR="006A7B21">
          <w:rPr>
            <w:noProof/>
            <w:webHidden/>
          </w:rPr>
          <w:fldChar w:fldCharType="begin"/>
        </w:r>
        <w:r w:rsidR="006A7B21">
          <w:rPr>
            <w:noProof/>
            <w:webHidden/>
          </w:rPr>
          <w:instrText xml:space="preserve"> PAGEREF _Toc51231238 \h </w:instrText>
        </w:r>
        <w:r w:rsidR="006A7B21">
          <w:rPr>
            <w:noProof/>
            <w:webHidden/>
          </w:rPr>
        </w:r>
        <w:r w:rsidR="006A7B21">
          <w:rPr>
            <w:noProof/>
            <w:webHidden/>
          </w:rPr>
          <w:fldChar w:fldCharType="separate"/>
        </w:r>
        <w:r w:rsidR="00A25EF2">
          <w:rPr>
            <w:noProof/>
            <w:webHidden/>
          </w:rPr>
          <w:t>3</w:t>
        </w:r>
        <w:r w:rsidR="006A7B21">
          <w:rPr>
            <w:noProof/>
            <w:webHidden/>
          </w:rPr>
          <w:fldChar w:fldCharType="end"/>
        </w:r>
      </w:hyperlink>
    </w:p>
    <w:p w14:paraId="7FECF42C" w14:textId="3BE92540" w:rsidR="006A7B21" w:rsidRDefault="006875E0">
      <w:pPr>
        <w:pStyle w:val="Obsah1"/>
        <w:rPr>
          <w:rFonts w:eastAsiaTheme="minorEastAsia"/>
          <w:caps w:val="0"/>
          <w:noProof/>
          <w:sz w:val="22"/>
          <w:szCs w:val="22"/>
          <w:lang w:eastAsia="cs-CZ"/>
        </w:rPr>
      </w:pPr>
      <w:hyperlink w:anchor="_Toc51231239" w:history="1">
        <w:r w:rsidR="006A7B21" w:rsidRPr="006B6CD8">
          <w:rPr>
            <w:rStyle w:val="Hypertextovodkaz"/>
          </w:rPr>
          <w:t>3.</w:t>
        </w:r>
        <w:r w:rsidR="006A7B21">
          <w:rPr>
            <w:rFonts w:eastAsiaTheme="minorEastAsia"/>
            <w:caps w:val="0"/>
            <w:noProof/>
            <w:sz w:val="22"/>
            <w:szCs w:val="22"/>
            <w:lang w:eastAsia="cs-CZ"/>
          </w:rPr>
          <w:tab/>
        </w:r>
        <w:r w:rsidR="006A7B21" w:rsidRPr="006B6CD8">
          <w:rPr>
            <w:rStyle w:val="Hypertextovodkaz"/>
          </w:rPr>
          <w:t>KOMUNIKACE MEZI ZADAVATELEM a DODAVATELEM</w:t>
        </w:r>
        <w:r w:rsidR="006A7B21">
          <w:rPr>
            <w:noProof/>
            <w:webHidden/>
          </w:rPr>
          <w:tab/>
        </w:r>
        <w:r w:rsidR="006A7B21">
          <w:rPr>
            <w:noProof/>
            <w:webHidden/>
          </w:rPr>
          <w:fldChar w:fldCharType="begin"/>
        </w:r>
        <w:r w:rsidR="006A7B21">
          <w:rPr>
            <w:noProof/>
            <w:webHidden/>
          </w:rPr>
          <w:instrText xml:space="preserve"> PAGEREF _Toc51231239 \h </w:instrText>
        </w:r>
        <w:r w:rsidR="006A7B21">
          <w:rPr>
            <w:noProof/>
            <w:webHidden/>
          </w:rPr>
        </w:r>
        <w:r w:rsidR="006A7B21">
          <w:rPr>
            <w:noProof/>
            <w:webHidden/>
          </w:rPr>
          <w:fldChar w:fldCharType="separate"/>
        </w:r>
        <w:r w:rsidR="00A25EF2">
          <w:rPr>
            <w:noProof/>
            <w:webHidden/>
          </w:rPr>
          <w:t>4</w:t>
        </w:r>
        <w:r w:rsidR="006A7B21">
          <w:rPr>
            <w:noProof/>
            <w:webHidden/>
          </w:rPr>
          <w:fldChar w:fldCharType="end"/>
        </w:r>
      </w:hyperlink>
    </w:p>
    <w:p w14:paraId="4060391D" w14:textId="0A5F94EC" w:rsidR="006A7B21" w:rsidRDefault="006875E0">
      <w:pPr>
        <w:pStyle w:val="Obsah1"/>
        <w:rPr>
          <w:rFonts w:eastAsiaTheme="minorEastAsia"/>
          <w:caps w:val="0"/>
          <w:noProof/>
          <w:sz w:val="22"/>
          <w:szCs w:val="22"/>
          <w:lang w:eastAsia="cs-CZ"/>
        </w:rPr>
      </w:pPr>
      <w:hyperlink w:anchor="_Toc51231240" w:history="1">
        <w:r w:rsidR="006A7B21" w:rsidRPr="006B6CD8">
          <w:rPr>
            <w:rStyle w:val="Hypertextovodkaz"/>
          </w:rPr>
          <w:t>4.</w:t>
        </w:r>
        <w:r w:rsidR="006A7B21">
          <w:rPr>
            <w:rFonts w:eastAsiaTheme="minorEastAsia"/>
            <w:caps w:val="0"/>
            <w:noProof/>
            <w:sz w:val="22"/>
            <w:szCs w:val="22"/>
            <w:lang w:eastAsia="cs-CZ"/>
          </w:rPr>
          <w:tab/>
        </w:r>
        <w:r w:rsidR="006A7B21" w:rsidRPr="006B6CD8">
          <w:rPr>
            <w:rStyle w:val="Hypertextovodkaz"/>
          </w:rPr>
          <w:t>ÚČEL a PŘEDMĚT PLNĚNÍ VEŘEJNÉ ZAKÁZKY</w:t>
        </w:r>
        <w:r w:rsidR="006A7B21">
          <w:rPr>
            <w:noProof/>
            <w:webHidden/>
          </w:rPr>
          <w:tab/>
        </w:r>
        <w:r w:rsidR="006A7B21">
          <w:rPr>
            <w:noProof/>
            <w:webHidden/>
          </w:rPr>
          <w:fldChar w:fldCharType="begin"/>
        </w:r>
        <w:r w:rsidR="006A7B21">
          <w:rPr>
            <w:noProof/>
            <w:webHidden/>
          </w:rPr>
          <w:instrText xml:space="preserve"> PAGEREF _Toc51231240 \h </w:instrText>
        </w:r>
        <w:r w:rsidR="006A7B21">
          <w:rPr>
            <w:noProof/>
            <w:webHidden/>
          </w:rPr>
        </w:r>
        <w:r w:rsidR="006A7B21">
          <w:rPr>
            <w:noProof/>
            <w:webHidden/>
          </w:rPr>
          <w:fldChar w:fldCharType="separate"/>
        </w:r>
        <w:r w:rsidR="00A25EF2">
          <w:rPr>
            <w:noProof/>
            <w:webHidden/>
          </w:rPr>
          <w:t>4</w:t>
        </w:r>
        <w:r w:rsidR="006A7B21">
          <w:rPr>
            <w:noProof/>
            <w:webHidden/>
          </w:rPr>
          <w:fldChar w:fldCharType="end"/>
        </w:r>
      </w:hyperlink>
    </w:p>
    <w:p w14:paraId="467BF490" w14:textId="3F660A08" w:rsidR="006A7B21" w:rsidRDefault="006875E0">
      <w:pPr>
        <w:pStyle w:val="Obsah1"/>
        <w:rPr>
          <w:rFonts w:eastAsiaTheme="minorEastAsia"/>
          <w:caps w:val="0"/>
          <w:noProof/>
          <w:sz w:val="22"/>
          <w:szCs w:val="22"/>
          <w:lang w:eastAsia="cs-CZ"/>
        </w:rPr>
      </w:pPr>
      <w:hyperlink w:anchor="_Toc51231241" w:history="1">
        <w:r w:rsidR="006A7B21" w:rsidRPr="006B6CD8">
          <w:rPr>
            <w:rStyle w:val="Hypertextovodkaz"/>
          </w:rPr>
          <w:t>5.</w:t>
        </w:r>
        <w:r w:rsidR="006A7B21">
          <w:rPr>
            <w:rFonts w:eastAsiaTheme="minorEastAsia"/>
            <w:caps w:val="0"/>
            <w:noProof/>
            <w:sz w:val="22"/>
            <w:szCs w:val="22"/>
            <w:lang w:eastAsia="cs-CZ"/>
          </w:rPr>
          <w:tab/>
        </w:r>
        <w:r w:rsidR="006A7B21" w:rsidRPr="006B6CD8">
          <w:rPr>
            <w:rStyle w:val="Hypertextovodkaz"/>
          </w:rPr>
          <w:t>ZDROJE FINANCOVÁNÍ a PŘEDPOKLÁDANÁ HODNOTA VEŘEJNÉ ZAKÁZKY</w:t>
        </w:r>
        <w:r w:rsidR="006A7B21">
          <w:rPr>
            <w:noProof/>
            <w:webHidden/>
          </w:rPr>
          <w:tab/>
        </w:r>
        <w:r w:rsidR="006A7B21">
          <w:rPr>
            <w:noProof/>
            <w:webHidden/>
          </w:rPr>
          <w:fldChar w:fldCharType="begin"/>
        </w:r>
        <w:r w:rsidR="006A7B21">
          <w:rPr>
            <w:noProof/>
            <w:webHidden/>
          </w:rPr>
          <w:instrText xml:space="preserve"> PAGEREF _Toc51231241 \h </w:instrText>
        </w:r>
        <w:r w:rsidR="006A7B21">
          <w:rPr>
            <w:noProof/>
            <w:webHidden/>
          </w:rPr>
        </w:r>
        <w:r w:rsidR="006A7B21">
          <w:rPr>
            <w:noProof/>
            <w:webHidden/>
          </w:rPr>
          <w:fldChar w:fldCharType="separate"/>
        </w:r>
        <w:r w:rsidR="00A25EF2">
          <w:rPr>
            <w:noProof/>
            <w:webHidden/>
          </w:rPr>
          <w:t>5</w:t>
        </w:r>
        <w:r w:rsidR="006A7B21">
          <w:rPr>
            <w:noProof/>
            <w:webHidden/>
          </w:rPr>
          <w:fldChar w:fldCharType="end"/>
        </w:r>
      </w:hyperlink>
    </w:p>
    <w:p w14:paraId="1C6208CA" w14:textId="163E3610" w:rsidR="006A7B21" w:rsidRDefault="006875E0">
      <w:pPr>
        <w:pStyle w:val="Obsah1"/>
        <w:rPr>
          <w:rFonts w:eastAsiaTheme="minorEastAsia"/>
          <w:caps w:val="0"/>
          <w:noProof/>
          <w:sz w:val="22"/>
          <w:szCs w:val="22"/>
          <w:lang w:eastAsia="cs-CZ"/>
        </w:rPr>
      </w:pPr>
      <w:hyperlink w:anchor="_Toc51231242" w:history="1">
        <w:r w:rsidR="006A7B21" w:rsidRPr="006B6CD8">
          <w:rPr>
            <w:rStyle w:val="Hypertextovodkaz"/>
          </w:rPr>
          <w:t>6.</w:t>
        </w:r>
        <w:r w:rsidR="006A7B21">
          <w:rPr>
            <w:rFonts w:eastAsiaTheme="minorEastAsia"/>
            <w:caps w:val="0"/>
            <w:noProof/>
            <w:sz w:val="22"/>
            <w:szCs w:val="22"/>
            <w:lang w:eastAsia="cs-CZ"/>
          </w:rPr>
          <w:tab/>
        </w:r>
        <w:r w:rsidR="006A7B21" w:rsidRPr="006B6CD8">
          <w:rPr>
            <w:rStyle w:val="Hypertextovodkaz"/>
          </w:rPr>
          <w:t>OBSAH ZADÁVACÍ DOKUMENTACE</w:t>
        </w:r>
        <w:r w:rsidR="006A7B21">
          <w:rPr>
            <w:noProof/>
            <w:webHidden/>
          </w:rPr>
          <w:tab/>
        </w:r>
        <w:r w:rsidR="006A7B21">
          <w:rPr>
            <w:noProof/>
            <w:webHidden/>
          </w:rPr>
          <w:fldChar w:fldCharType="begin"/>
        </w:r>
        <w:r w:rsidR="006A7B21">
          <w:rPr>
            <w:noProof/>
            <w:webHidden/>
          </w:rPr>
          <w:instrText xml:space="preserve"> PAGEREF _Toc51231242 \h </w:instrText>
        </w:r>
        <w:r w:rsidR="006A7B21">
          <w:rPr>
            <w:noProof/>
            <w:webHidden/>
          </w:rPr>
        </w:r>
        <w:r w:rsidR="006A7B21">
          <w:rPr>
            <w:noProof/>
            <w:webHidden/>
          </w:rPr>
          <w:fldChar w:fldCharType="separate"/>
        </w:r>
        <w:r w:rsidR="00A25EF2">
          <w:rPr>
            <w:noProof/>
            <w:webHidden/>
          </w:rPr>
          <w:t>6</w:t>
        </w:r>
        <w:r w:rsidR="006A7B21">
          <w:rPr>
            <w:noProof/>
            <w:webHidden/>
          </w:rPr>
          <w:fldChar w:fldCharType="end"/>
        </w:r>
      </w:hyperlink>
    </w:p>
    <w:p w14:paraId="77F7E401" w14:textId="5E9585CF" w:rsidR="006A7B21" w:rsidRDefault="006875E0">
      <w:pPr>
        <w:pStyle w:val="Obsah1"/>
        <w:rPr>
          <w:rFonts w:eastAsiaTheme="minorEastAsia"/>
          <w:caps w:val="0"/>
          <w:noProof/>
          <w:sz w:val="22"/>
          <w:szCs w:val="22"/>
          <w:lang w:eastAsia="cs-CZ"/>
        </w:rPr>
      </w:pPr>
      <w:hyperlink w:anchor="_Toc51231243" w:history="1">
        <w:r w:rsidR="006A7B21" w:rsidRPr="006B6CD8">
          <w:rPr>
            <w:rStyle w:val="Hypertextovodkaz"/>
          </w:rPr>
          <w:t>7.</w:t>
        </w:r>
        <w:r w:rsidR="006A7B21">
          <w:rPr>
            <w:rFonts w:eastAsiaTheme="minorEastAsia"/>
            <w:caps w:val="0"/>
            <w:noProof/>
            <w:sz w:val="22"/>
            <w:szCs w:val="22"/>
            <w:lang w:eastAsia="cs-CZ"/>
          </w:rPr>
          <w:tab/>
        </w:r>
        <w:r w:rsidR="006A7B21" w:rsidRPr="006B6CD8">
          <w:rPr>
            <w:rStyle w:val="Hypertextovodkaz"/>
          </w:rPr>
          <w:t>VYSVĚTLENÍ, ZMĚNY a DOPLNĚNÍ ZADÁVACÍ DOKUMENTACE</w:t>
        </w:r>
        <w:r w:rsidR="006A7B21">
          <w:rPr>
            <w:noProof/>
            <w:webHidden/>
          </w:rPr>
          <w:tab/>
        </w:r>
        <w:r w:rsidR="006A7B21">
          <w:rPr>
            <w:noProof/>
            <w:webHidden/>
          </w:rPr>
          <w:fldChar w:fldCharType="begin"/>
        </w:r>
        <w:r w:rsidR="006A7B21">
          <w:rPr>
            <w:noProof/>
            <w:webHidden/>
          </w:rPr>
          <w:instrText xml:space="preserve"> PAGEREF _Toc51231243 \h </w:instrText>
        </w:r>
        <w:r w:rsidR="006A7B21">
          <w:rPr>
            <w:noProof/>
            <w:webHidden/>
          </w:rPr>
        </w:r>
        <w:r w:rsidR="006A7B21">
          <w:rPr>
            <w:noProof/>
            <w:webHidden/>
          </w:rPr>
          <w:fldChar w:fldCharType="separate"/>
        </w:r>
        <w:r w:rsidR="00A25EF2">
          <w:rPr>
            <w:noProof/>
            <w:webHidden/>
          </w:rPr>
          <w:t>6</w:t>
        </w:r>
        <w:r w:rsidR="006A7B21">
          <w:rPr>
            <w:noProof/>
            <w:webHidden/>
          </w:rPr>
          <w:fldChar w:fldCharType="end"/>
        </w:r>
      </w:hyperlink>
    </w:p>
    <w:p w14:paraId="7BF2E429" w14:textId="604CAEAE" w:rsidR="006A7B21" w:rsidRDefault="006875E0">
      <w:pPr>
        <w:pStyle w:val="Obsah1"/>
        <w:rPr>
          <w:rFonts w:eastAsiaTheme="minorEastAsia"/>
          <w:caps w:val="0"/>
          <w:noProof/>
          <w:sz w:val="22"/>
          <w:szCs w:val="22"/>
          <w:lang w:eastAsia="cs-CZ"/>
        </w:rPr>
      </w:pPr>
      <w:hyperlink w:anchor="_Toc51231244" w:history="1">
        <w:r w:rsidR="006A7B21" w:rsidRPr="006B6CD8">
          <w:rPr>
            <w:rStyle w:val="Hypertextovodkaz"/>
          </w:rPr>
          <w:t>8.</w:t>
        </w:r>
        <w:r w:rsidR="006A7B21">
          <w:rPr>
            <w:rFonts w:eastAsiaTheme="minorEastAsia"/>
            <w:caps w:val="0"/>
            <w:noProof/>
            <w:sz w:val="22"/>
            <w:szCs w:val="22"/>
            <w:lang w:eastAsia="cs-CZ"/>
          </w:rPr>
          <w:tab/>
        </w:r>
        <w:r w:rsidR="006A7B21" w:rsidRPr="006B6CD8">
          <w:rPr>
            <w:rStyle w:val="Hypertextovodkaz"/>
          </w:rPr>
          <w:t>POŽADAVKY ZADAVATELE NA KVALIFIKACI</w:t>
        </w:r>
        <w:r w:rsidR="006A7B21">
          <w:rPr>
            <w:noProof/>
            <w:webHidden/>
          </w:rPr>
          <w:tab/>
        </w:r>
        <w:r w:rsidR="006A7B21">
          <w:rPr>
            <w:noProof/>
            <w:webHidden/>
          </w:rPr>
          <w:fldChar w:fldCharType="begin"/>
        </w:r>
        <w:r w:rsidR="006A7B21">
          <w:rPr>
            <w:noProof/>
            <w:webHidden/>
          </w:rPr>
          <w:instrText xml:space="preserve"> PAGEREF _Toc51231244 \h </w:instrText>
        </w:r>
        <w:r w:rsidR="006A7B21">
          <w:rPr>
            <w:noProof/>
            <w:webHidden/>
          </w:rPr>
        </w:r>
        <w:r w:rsidR="006A7B21">
          <w:rPr>
            <w:noProof/>
            <w:webHidden/>
          </w:rPr>
          <w:fldChar w:fldCharType="separate"/>
        </w:r>
        <w:r w:rsidR="00A25EF2">
          <w:rPr>
            <w:noProof/>
            <w:webHidden/>
          </w:rPr>
          <w:t>7</w:t>
        </w:r>
        <w:r w:rsidR="006A7B21">
          <w:rPr>
            <w:noProof/>
            <w:webHidden/>
          </w:rPr>
          <w:fldChar w:fldCharType="end"/>
        </w:r>
      </w:hyperlink>
    </w:p>
    <w:p w14:paraId="3027E504" w14:textId="4D0818FE" w:rsidR="006A7B21" w:rsidRDefault="006875E0">
      <w:pPr>
        <w:pStyle w:val="Obsah1"/>
        <w:rPr>
          <w:rFonts w:eastAsiaTheme="minorEastAsia"/>
          <w:caps w:val="0"/>
          <w:noProof/>
          <w:sz w:val="22"/>
          <w:szCs w:val="22"/>
          <w:lang w:eastAsia="cs-CZ"/>
        </w:rPr>
      </w:pPr>
      <w:hyperlink w:anchor="_Toc51231245" w:history="1">
        <w:r w:rsidR="006A7B21" w:rsidRPr="006B6CD8">
          <w:rPr>
            <w:rStyle w:val="Hypertextovodkaz"/>
          </w:rPr>
          <w:t>9.</w:t>
        </w:r>
        <w:r w:rsidR="006A7B21">
          <w:rPr>
            <w:rFonts w:eastAsiaTheme="minorEastAsia"/>
            <w:caps w:val="0"/>
            <w:noProof/>
            <w:sz w:val="22"/>
            <w:szCs w:val="22"/>
            <w:lang w:eastAsia="cs-CZ"/>
          </w:rPr>
          <w:tab/>
        </w:r>
        <w:r w:rsidR="006A7B21" w:rsidRPr="006B6CD8">
          <w:rPr>
            <w:rStyle w:val="Hypertextovodkaz"/>
          </w:rPr>
          <w:t>DALŠÍ INFORMACE/DOKUMENTY PŘEDKLÁDANÉ DODAVATELEM v NABÍDCE</w:t>
        </w:r>
        <w:r w:rsidR="006A7B21">
          <w:rPr>
            <w:noProof/>
            <w:webHidden/>
          </w:rPr>
          <w:tab/>
        </w:r>
        <w:r w:rsidR="006A7B21">
          <w:rPr>
            <w:noProof/>
            <w:webHidden/>
          </w:rPr>
          <w:fldChar w:fldCharType="begin"/>
        </w:r>
        <w:r w:rsidR="006A7B21">
          <w:rPr>
            <w:noProof/>
            <w:webHidden/>
          </w:rPr>
          <w:instrText xml:space="preserve"> PAGEREF _Toc51231245 \h </w:instrText>
        </w:r>
        <w:r w:rsidR="006A7B21">
          <w:rPr>
            <w:noProof/>
            <w:webHidden/>
          </w:rPr>
        </w:r>
        <w:r w:rsidR="006A7B21">
          <w:rPr>
            <w:noProof/>
            <w:webHidden/>
          </w:rPr>
          <w:fldChar w:fldCharType="separate"/>
        </w:r>
        <w:r w:rsidR="00A25EF2">
          <w:rPr>
            <w:noProof/>
            <w:webHidden/>
          </w:rPr>
          <w:t>17</w:t>
        </w:r>
        <w:r w:rsidR="006A7B21">
          <w:rPr>
            <w:noProof/>
            <w:webHidden/>
          </w:rPr>
          <w:fldChar w:fldCharType="end"/>
        </w:r>
      </w:hyperlink>
    </w:p>
    <w:p w14:paraId="0589A87E" w14:textId="6AC068CA" w:rsidR="006A7B21" w:rsidRDefault="006875E0">
      <w:pPr>
        <w:pStyle w:val="Obsah1"/>
        <w:rPr>
          <w:rFonts w:eastAsiaTheme="minorEastAsia"/>
          <w:caps w:val="0"/>
          <w:noProof/>
          <w:sz w:val="22"/>
          <w:szCs w:val="22"/>
          <w:lang w:eastAsia="cs-CZ"/>
        </w:rPr>
      </w:pPr>
      <w:hyperlink w:anchor="_Toc51231246" w:history="1">
        <w:r w:rsidR="006A7B21" w:rsidRPr="006B6CD8">
          <w:rPr>
            <w:rStyle w:val="Hypertextovodkaz"/>
          </w:rPr>
          <w:t>10.</w:t>
        </w:r>
        <w:r w:rsidR="006A7B21">
          <w:rPr>
            <w:rFonts w:eastAsiaTheme="minorEastAsia"/>
            <w:caps w:val="0"/>
            <w:noProof/>
            <w:sz w:val="22"/>
            <w:szCs w:val="22"/>
            <w:lang w:eastAsia="cs-CZ"/>
          </w:rPr>
          <w:tab/>
        </w:r>
        <w:r w:rsidR="006A7B21" w:rsidRPr="006B6CD8">
          <w:rPr>
            <w:rStyle w:val="Hypertextovodkaz"/>
          </w:rPr>
          <w:t>JAZYK NABÍDEK A KOMUNIKAČNÍ JAZYK</w:t>
        </w:r>
        <w:r w:rsidR="006A7B21">
          <w:rPr>
            <w:noProof/>
            <w:webHidden/>
          </w:rPr>
          <w:tab/>
        </w:r>
        <w:r w:rsidR="006A7B21">
          <w:rPr>
            <w:noProof/>
            <w:webHidden/>
          </w:rPr>
          <w:fldChar w:fldCharType="begin"/>
        </w:r>
        <w:r w:rsidR="006A7B21">
          <w:rPr>
            <w:noProof/>
            <w:webHidden/>
          </w:rPr>
          <w:instrText xml:space="preserve"> PAGEREF _Toc51231246 \h </w:instrText>
        </w:r>
        <w:r w:rsidR="006A7B21">
          <w:rPr>
            <w:noProof/>
            <w:webHidden/>
          </w:rPr>
        </w:r>
        <w:r w:rsidR="006A7B21">
          <w:rPr>
            <w:noProof/>
            <w:webHidden/>
          </w:rPr>
          <w:fldChar w:fldCharType="separate"/>
        </w:r>
        <w:r w:rsidR="00A25EF2">
          <w:rPr>
            <w:noProof/>
            <w:webHidden/>
          </w:rPr>
          <w:t>19</w:t>
        </w:r>
        <w:r w:rsidR="006A7B21">
          <w:rPr>
            <w:noProof/>
            <w:webHidden/>
          </w:rPr>
          <w:fldChar w:fldCharType="end"/>
        </w:r>
      </w:hyperlink>
    </w:p>
    <w:p w14:paraId="0D119BAE" w14:textId="576F7927" w:rsidR="006A7B21" w:rsidRDefault="006875E0">
      <w:pPr>
        <w:pStyle w:val="Obsah1"/>
        <w:rPr>
          <w:rFonts w:eastAsiaTheme="minorEastAsia"/>
          <w:caps w:val="0"/>
          <w:noProof/>
          <w:sz w:val="22"/>
          <w:szCs w:val="22"/>
          <w:lang w:eastAsia="cs-CZ"/>
        </w:rPr>
      </w:pPr>
      <w:hyperlink w:anchor="_Toc51231247" w:history="1">
        <w:r w:rsidR="006A7B21" w:rsidRPr="006B6CD8">
          <w:rPr>
            <w:rStyle w:val="Hypertextovodkaz"/>
          </w:rPr>
          <w:t>11.</w:t>
        </w:r>
        <w:r w:rsidR="006A7B21">
          <w:rPr>
            <w:rFonts w:eastAsiaTheme="minorEastAsia"/>
            <w:caps w:val="0"/>
            <w:noProof/>
            <w:sz w:val="22"/>
            <w:szCs w:val="22"/>
            <w:lang w:eastAsia="cs-CZ"/>
          </w:rPr>
          <w:tab/>
        </w:r>
        <w:r w:rsidR="006A7B21" w:rsidRPr="006B6CD8">
          <w:rPr>
            <w:rStyle w:val="Hypertextovodkaz"/>
          </w:rPr>
          <w:t>OBSAH a PODÁVÁNÍ NABÍDEK</w:t>
        </w:r>
        <w:r w:rsidR="006A7B21">
          <w:rPr>
            <w:noProof/>
            <w:webHidden/>
          </w:rPr>
          <w:tab/>
        </w:r>
        <w:r w:rsidR="006A7B21">
          <w:rPr>
            <w:noProof/>
            <w:webHidden/>
          </w:rPr>
          <w:fldChar w:fldCharType="begin"/>
        </w:r>
        <w:r w:rsidR="006A7B21">
          <w:rPr>
            <w:noProof/>
            <w:webHidden/>
          </w:rPr>
          <w:instrText xml:space="preserve"> PAGEREF _Toc51231247 \h </w:instrText>
        </w:r>
        <w:r w:rsidR="006A7B21">
          <w:rPr>
            <w:noProof/>
            <w:webHidden/>
          </w:rPr>
        </w:r>
        <w:r w:rsidR="006A7B21">
          <w:rPr>
            <w:noProof/>
            <w:webHidden/>
          </w:rPr>
          <w:fldChar w:fldCharType="separate"/>
        </w:r>
        <w:r w:rsidR="00A25EF2">
          <w:rPr>
            <w:noProof/>
            <w:webHidden/>
          </w:rPr>
          <w:t>19</w:t>
        </w:r>
        <w:r w:rsidR="006A7B21">
          <w:rPr>
            <w:noProof/>
            <w:webHidden/>
          </w:rPr>
          <w:fldChar w:fldCharType="end"/>
        </w:r>
      </w:hyperlink>
    </w:p>
    <w:p w14:paraId="778E14A2" w14:textId="721BBE04" w:rsidR="006A7B21" w:rsidRDefault="006875E0">
      <w:pPr>
        <w:pStyle w:val="Obsah1"/>
        <w:rPr>
          <w:rFonts w:eastAsiaTheme="minorEastAsia"/>
          <w:caps w:val="0"/>
          <w:noProof/>
          <w:sz w:val="22"/>
          <w:szCs w:val="22"/>
          <w:lang w:eastAsia="cs-CZ"/>
        </w:rPr>
      </w:pPr>
      <w:hyperlink w:anchor="_Toc51231248" w:history="1">
        <w:r w:rsidR="006A7B21" w:rsidRPr="006B6CD8">
          <w:rPr>
            <w:rStyle w:val="Hypertextovodkaz"/>
          </w:rPr>
          <w:t>12.</w:t>
        </w:r>
        <w:r w:rsidR="006A7B21">
          <w:rPr>
            <w:rFonts w:eastAsiaTheme="minorEastAsia"/>
            <w:caps w:val="0"/>
            <w:noProof/>
            <w:sz w:val="22"/>
            <w:szCs w:val="22"/>
            <w:lang w:eastAsia="cs-CZ"/>
          </w:rPr>
          <w:tab/>
        </w:r>
        <w:r w:rsidR="006A7B21" w:rsidRPr="006B6CD8">
          <w:rPr>
            <w:rStyle w:val="Hypertextovodkaz"/>
          </w:rPr>
          <w:t>POŽADAVKY NA ZPRACOVÁNÍ NABÍDKOVÉ CENY</w:t>
        </w:r>
        <w:r w:rsidR="006A7B21">
          <w:rPr>
            <w:noProof/>
            <w:webHidden/>
          </w:rPr>
          <w:tab/>
        </w:r>
        <w:r w:rsidR="006A7B21">
          <w:rPr>
            <w:noProof/>
            <w:webHidden/>
          </w:rPr>
          <w:fldChar w:fldCharType="begin"/>
        </w:r>
        <w:r w:rsidR="006A7B21">
          <w:rPr>
            <w:noProof/>
            <w:webHidden/>
          </w:rPr>
          <w:instrText xml:space="preserve"> PAGEREF _Toc51231248 \h </w:instrText>
        </w:r>
        <w:r w:rsidR="006A7B21">
          <w:rPr>
            <w:noProof/>
            <w:webHidden/>
          </w:rPr>
        </w:r>
        <w:r w:rsidR="006A7B21">
          <w:rPr>
            <w:noProof/>
            <w:webHidden/>
          </w:rPr>
          <w:fldChar w:fldCharType="separate"/>
        </w:r>
        <w:r w:rsidR="00A25EF2">
          <w:rPr>
            <w:noProof/>
            <w:webHidden/>
          </w:rPr>
          <w:t>21</w:t>
        </w:r>
        <w:r w:rsidR="006A7B21">
          <w:rPr>
            <w:noProof/>
            <w:webHidden/>
          </w:rPr>
          <w:fldChar w:fldCharType="end"/>
        </w:r>
      </w:hyperlink>
    </w:p>
    <w:p w14:paraId="20BA946C" w14:textId="462EA08F" w:rsidR="006A7B21" w:rsidRDefault="006875E0">
      <w:pPr>
        <w:pStyle w:val="Obsah1"/>
        <w:rPr>
          <w:rFonts w:eastAsiaTheme="minorEastAsia"/>
          <w:caps w:val="0"/>
          <w:noProof/>
          <w:sz w:val="22"/>
          <w:szCs w:val="22"/>
          <w:lang w:eastAsia="cs-CZ"/>
        </w:rPr>
      </w:pPr>
      <w:hyperlink w:anchor="_Toc51231249" w:history="1">
        <w:r w:rsidR="006A7B21" w:rsidRPr="006B6CD8">
          <w:rPr>
            <w:rStyle w:val="Hypertextovodkaz"/>
          </w:rPr>
          <w:t>13.</w:t>
        </w:r>
        <w:r w:rsidR="006A7B21">
          <w:rPr>
            <w:rFonts w:eastAsiaTheme="minorEastAsia"/>
            <w:caps w:val="0"/>
            <w:noProof/>
            <w:sz w:val="22"/>
            <w:szCs w:val="22"/>
            <w:lang w:eastAsia="cs-CZ"/>
          </w:rPr>
          <w:tab/>
        </w:r>
        <w:r w:rsidR="006A7B21" w:rsidRPr="006B6CD8">
          <w:rPr>
            <w:rStyle w:val="Hypertextovodkaz"/>
          </w:rPr>
          <w:t>VARIANTY NABÍDKY</w:t>
        </w:r>
        <w:r w:rsidR="006A7B21">
          <w:rPr>
            <w:noProof/>
            <w:webHidden/>
          </w:rPr>
          <w:tab/>
        </w:r>
        <w:r w:rsidR="006A7B21">
          <w:rPr>
            <w:noProof/>
            <w:webHidden/>
          </w:rPr>
          <w:fldChar w:fldCharType="begin"/>
        </w:r>
        <w:r w:rsidR="006A7B21">
          <w:rPr>
            <w:noProof/>
            <w:webHidden/>
          </w:rPr>
          <w:instrText xml:space="preserve"> PAGEREF _Toc51231249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30DCB998" w14:textId="72607383" w:rsidR="006A7B21" w:rsidRDefault="006875E0">
      <w:pPr>
        <w:pStyle w:val="Obsah1"/>
        <w:rPr>
          <w:rFonts w:eastAsiaTheme="minorEastAsia"/>
          <w:caps w:val="0"/>
          <w:noProof/>
          <w:sz w:val="22"/>
          <w:szCs w:val="22"/>
          <w:lang w:eastAsia="cs-CZ"/>
        </w:rPr>
      </w:pPr>
      <w:hyperlink w:anchor="_Toc51231250" w:history="1">
        <w:r w:rsidR="006A7B21" w:rsidRPr="006B6CD8">
          <w:rPr>
            <w:rStyle w:val="Hypertextovodkaz"/>
          </w:rPr>
          <w:t>14.</w:t>
        </w:r>
        <w:r w:rsidR="006A7B21">
          <w:rPr>
            <w:rFonts w:eastAsiaTheme="minorEastAsia"/>
            <w:caps w:val="0"/>
            <w:noProof/>
            <w:sz w:val="22"/>
            <w:szCs w:val="22"/>
            <w:lang w:eastAsia="cs-CZ"/>
          </w:rPr>
          <w:tab/>
        </w:r>
        <w:r w:rsidR="006A7B21" w:rsidRPr="006B6CD8">
          <w:rPr>
            <w:rStyle w:val="Hypertextovodkaz"/>
          </w:rPr>
          <w:t>OTEVÍRÁNÍ NABÍDEK</w:t>
        </w:r>
        <w:r w:rsidR="006A7B21">
          <w:rPr>
            <w:noProof/>
            <w:webHidden/>
          </w:rPr>
          <w:tab/>
        </w:r>
        <w:r w:rsidR="006A7B21">
          <w:rPr>
            <w:noProof/>
            <w:webHidden/>
          </w:rPr>
          <w:fldChar w:fldCharType="begin"/>
        </w:r>
        <w:r w:rsidR="006A7B21">
          <w:rPr>
            <w:noProof/>
            <w:webHidden/>
          </w:rPr>
          <w:instrText xml:space="preserve"> PAGEREF _Toc51231250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1EC8C534" w14:textId="1A9EC753" w:rsidR="006A7B21" w:rsidRDefault="006875E0">
      <w:pPr>
        <w:pStyle w:val="Obsah1"/>
        <w:rPr>
          <w:rFonts w:eastAsiaTheme="minorEastAsia"/>
          <w:caps w:val="0"/>
          <w:noProof/>
          <w:sz w:val="22"/>
          <w:szCs w:val="22"/>
          <w:lang w:eastAsia="cs-CZ"/>
        </w:rPr>
      </w:pPr>
      <w:hyperlink w:anchor="_Toc51231251" w:history="1">
        <w:r w:rsidR="006A7B21" w:rsidRPr="006B6CD8">
          <w:rPr>
            <w:rStyle w:val="Hypertextovodkaz"/>
          </w:rPr>
          <w:t>15.</w:t>
        </w:r>
        <w:r w:rsidR="006A7B21">
          <w:rPr>
            <w:rFonts w:eastAsiaTheme="minorEastAsia"/>
            <w:caps w:val="0"/>
            <w:noProof/>
            <w:sz w:val="22"/>
            <w:szCs w:val="22"/>
            <w:lang w:eastAsia="cs-CZ"/>
          </w:rPr>
          <w:tab/>
        </w:r>
        <w:r w:rsidR="006A7B21" w:rsidRPr="006B6CD8">
          <w:rPr>
            <w:rStyle w:val="Hypertextovodkaz"/>
          </w:rPr>
          <w:t>POSOUZENÍ SPLNĚNÍ PODMÍNEK ÚČASTI</w:t>
        </w:r>
        <w:r w:rsidR="006A7B21">
          <w:rPr>
            <w:noProof/>
            <w:webHidden/>
          </w:rPr>
          <w:tab/>
        </w:r>
        <w:r w:rsidR="006A7B21">
          <w:rPr>
            <w:noProof/>
            <w:webHidden/>
          </w:rPr>
          <w:fldChar w:fldCharType="begin"/>
        </w:r>
        <w:r w:rsidR="006A7B21">
          <w:rPr>
            <w:noProof/>
            <w:webHidden/>
          </w:rPr>
          <w:instrText xml:space="preserve"> PAGEREF _Toc51231251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17420C39" w14:textId="494CCE4B" w:rsidR="006A7B21" w:rsidRDefault="006875E0">
      <w:pPr>
        <w:pStyle w:val="Obsah1"/>
        <w:rPr>
          <w:rFonts w:eastAsiaTheme="minorEastAsia"/>
          <w:caps w:val="0"/>
          <w:noProof/>
          <w:sz w:val="22"/>
          <w:szCs w:val="22"/>
          <w:lang w:eastAsia="cs-CZ"/>
        </w:rPr>
      </w:pPr>
      <w:hyperlink w:anchor="_Toc51231252" w:history="1">
        <w:r w:rsidR="006A7B21" w:rsidRPr="006B6CD8">
          <w:rPr>
            <w:rStyle w:val="Hypertextovodkaz"/>
          </w:rPr>
          <w:t>16.</w:t>
        </w:r>
        <w:r w:rsidR="006A7B21">
          <w:rPr>
            <w:rFonts w:eastAsiaTheme="minorEastAsia"/>
            <w:caps w:val="0"/>
            <w:noProof/>
            <w:sz w:val="22"/>
            <w:szCs w:val="22"/>
            <w:lang w:eastAsia="cs-CZ"/>
          </w:rPr>
          <w:tab/>
        </w:r>
        <w:r w:rsidR="006A7B21" w:rsidRPr="006B6CD8">
          <w:rPr>
            <w:rStyle w:val="Hypertextovodkaz"/>
          </w:rPr>
          <w:t>HODNOCENÍ NABÍDEK</w:t>
        </w:r>
        <w:r w:rsidR="006A7B21">
          <w:rPr>
            <w:noProof/>
            <w:webHidden/>
          </w:rPr>
          <w:tab/>
        </w:r>
        <w:r w:rsidR="006A7B21">
          <w:rPr>
            <w:noProof/>
            <w:webHidden/>
          </w:rPr>
          <w:fldChar w:fldCharType="begin"/>
        </w:r>
        <w:r w:rsidR="006A7B21">
          <w:rPr>
            <w:noProof/>
            <w:webHidden/>
          </w:rPr>
          <w:instrText xml:space="preserve"> PAGEREF _Toc51231252 \h </w:instrText>
        </w:r>
        <w:r w:rsidR="006A7B21">
          <w:rPr>
            <w:noProof/>
            <w:webHidden/>
          </w:rPr>
        </w:r>
        <w:r w:rsidR="006A7B21">
          <w:rPr>
            <w:noProof/>
            <w:webHidden/>
          </w:rPr>
          <w:fldChar w:fldCharType="separate"/>
        </w:r>
        <w:r w:rsidR="00A25EF2">
          <w:rPr>
            <w:noProof/>
            <w:webHidden/>
          </w:rPr>
          <w:t>22</w:t>
        </w:r>
        <w:r w:rsidR="006A7B21">
          <w:rPr>
            <w:noProof/>
            <w:webHidden/>
          </w:rPr>
          <w:fldChar w:fldCharType="end"/>
        </w:r>
      </w:hyperlink>
    </w:p>
    <w:p w14:paraId="5BDBA040" w14:textId="7C83D54B" w:rsidR="006A7B21" w:rsidRDefault="006875E0">
      <w:pPr>
        <w:pStyle w:val="Obsah1"/>
        <w:rPr>
          <w:rFonts w:eastAsiaTheme="minorEastAsia"/>
          <w:caps w:val="0"/>
          <w:noProof/>
          <w:sz w:val="22"/>
          <w:szCs w:val="22"/>
          <w:lang w:eastAsia="cs-CZ"/>
        </w:rPr>
      </w:pPr>
      <w:hyperlink w:anchor="_Toc51231253" w:history="1">
        <w:r w:rsidR="006A7B21" w:rsidRPr="006B6CD8">
          <w:rPr>
            <w:rStyle w:val="Hypertextovodkaz"/>
          </w:rPr>
          <w:t>17.</w:t>
        </w:r>
        <w:r w:rsidR="006A7B21">
          <w:rPr>
            <w:rFonts w:eastAsiaTheme="minorEastAsia"/>
            <w:caps w:val="0"/>
            <w:noProof/>
            <w:sz w:val="22"/>
            <w:szCs w:val="22"/>
            <w:lang w:eastAsia="cs-CZ"/>
          </w:rPr>
          <w:tab/>
        </w:r>
        <w:r w:rsidR="006A7B21" w:rsidRPr="006B6CD8">
          <w:rPr>
            <w:rStyle w:val="Hypertextovodkaz"/>
          </w:rPr>
          <w:t>ZRUŠENÍ ZADÁVACÍHO ŘÍZENÍ</w:t>
        </w:r>
        <w:r w:rsidR="006A7B21">
          <w:rPr>
            <w:noProof/>
            <w:webHidden/>
          </w:rPr>
          <w:tab/>
        </w:r>
        <w:r w:rsidR="006A7B21">
          <w:rPr>
            <w:noProof/>
            <w:webHidden/>
          </w:rPr>
          <w:fldChar w:fldCharType="begin"/>
        </w:r>
        <w:r w:rsidR="006A7B21">
          <w:rPr>
            <w:noProof/>
            <w:webHidden/>
          </w:rPr>
          <w:instrText xml:space="preserve"> PAGEREF _Toc51231253 \h </w:instrText>
        </w:r>
        <w:r w:rsidR="006A7B21">
          <w:rPr>
            <w:noProof/>
            <w:webHidden/>
          </w:rPr>
        </w:r>
        <w:r w:rsidR="006A7B21">
          <w:rPr>
            <w:noProof/>
            <w:webHidden/>
          </w:rPr>
          <w:fldChar w:fldCharType="separate"/>
        </w:r>
        <w:r w:rsidR="00A25EF2">
          <w:rPr>
            <w:noProof/>
            <w:webHidden/>
          </w:rPr>
          <w:t>27</w:t>
        </w:r>
        <w:r w:rsidR="006A7B21">
          <w:rPr>
            <w:noProof/>
            <w:webHidden/>
          </w:rPr>
          <w:fldChar w:fldCharType="end"/>
        </w:r>
      </w:hyperlink>
    </w:p>
    <w:p w14:paraId="139FA446" w14:textId="104FE16C" w:rsidR="006A7B21" w:rsidRDefault="006875E0">
      <w:pPr>
        <w:pStyle w:val="Obsah1"/>
        <w:rPr>
          <w:rFonts w:eastAsiaTheme="minorEastAsia"/>
          <w:caps w:val="0"/>
          <w:noProof/>
          <w:sz w:val="22"/>
          <w:szCs w:val="22"/>
          <w:lang w:eastAsia="cs-CZ"/>
        </w:rPr>
      </w:pPr>
      <w:hyperlink w:anchor="_Toc51231254" w:history="1">
        <w:r w:rsidR="006A7B21" w:rsidRPr="006B6CD8">
          <w:rPr>
            <w:rStyle w:val="Hypertextovodkaz"/>
          </w:rPr>
          <w:t>18.</w:t>
        </w:r>
        <w:r w:rsidR="006A7B21">
          <w:rPr>
            <w:rFonts w:eastAsiaTheme="minorEastAsia"/>
            <w:caps w:val="0"/>
            <w:noProof/>
            <w:sz w:val="22"/>
            <w:szCs w:val="22"/>
            <w:lang w:eastAsia="cs-CZ"/>
          </w:rPr>
          <w:tab/>
        </w:r>
        <w:r w:rsidR="006A7B21" w:rsidRPr="006B6CD8">
          <w:rPr>
            <w:rStyle w:val="Hypertextovodkaz"/>
          </w:rPr>
          <w:t>UZAVŘENÍ SMLOUVY</w:t>
        </w:r>
        <w:r w:rsidR="006A7B21">
          <w:rPr>
            <w:noProof/>
            <w:webHidden/>
          </w:rPr>
          <w:tab/>
        </w:r>
        <w:r w:rsidR="006A7B21">
          <w:rPr>
            <w:noProof/>
            <w:webHidden/>
          </w:rPr>
          <w:fldChar w:fldCharType="begin"/>
        </w:r>
        <w:r w:rsidR="006A7B21">
          <w:rPr>
            <w:noProof/>
            <w:webHidden/>
          </w:rPr>
          <w:instrText xml:space="preserve"> PAGEREF _Toc51231254 \h </w:instrText>
        </w:r>
        <w:r w:rsidR="006A7B21">
          <w:rPr>
            <w:noProof/>
            <w:webHidden/>
          </w:rPr>
        </w:r>
        <w:r w:rsidR="006A7B21">
          <w:rPr>
            <w:noProof/>
            <w:webHidden/>
          </w:rPr>
          <w:fldChar w:fldCharType="separate"/>
        </w:r>
        <w:r w:rsidR="00A25EF2">
          <w:rPr>
            <w:noProof/>
            <w:webHidden/>
          </w:rPr>
          <w:t>27</w:t>
        </w:r>
        <w:r w:rsidR="006A7B21">
          <w:rPr>
            <w:noProof/>
            <w:webHidden/>
          </w:rPr>
          <w:fldChar w:fldCharType="end"/>
        </w:r>
      </w:hyperlink>
    </w:p>
    <w:p w14:paraId="6E6DCFEB" w14:textId="65C7721F" w:rsidR="006A7B21" w:rsidRDefault="006875E0">
      <w:pPr>
        <w:pStyle w:val="Obsah1"/>
        <w:rPr>
          <w:rFonts w:eastAsiaTheme="minorEastAsia"/>
          <w:caps w:val="0"/>
          <w:noProof/>
          <w:sz w:val="22"/>
          <w:szCs w:val="22"/>
          <w:lang w:eastAsia="cs-CZ"/>
        </w:rPr>
      </w:pPr>
      <w:hyperlink w:anchor="_Toc51231255" w:history="1">
        <w:r w:rsidR="006A7B21" w:rsidRPr="006B6CD8">
          <w:rPr>
            <w:rStyle w:val="Hypertextovodkaz"/>
          </w:rPr>
          <w:t>19.</w:t>
        </w:r>
        <w:r w:rsidR="006A7B21">
          <w:rPr>
            <w:rFonts w:eastAsiaTheme="minorEastAsia"/>
            <w:caps w:val="0"/>
            <w:noProof/>
            <w:sz w:val="22"/>
            <w:szCs w:val="22"/>
            <w:lang w:eastAsia="cs-CZ"/>
          </w:rPr>
          <w:tab/>
        </w:r>
        <w:r w:rsidR="006A7B21" w:rsidRPr="006B6CD8">
          <w:rPr>
            <w:rStyle w:val="Hypertextovodkaz"/>
          </w:rPr>
          <w:t>OCHRANA INFORMACÍ</w:t>
        </w:r>
        <w:r w:rsidR="006A7B21">
          <w:rPr>
            <w:noProof/>
            <w:webHidden/>
          </w:rPr>
          <w:tab/>
        </w:r>
        <w:r w:rsidR="006A7B21">
          <w:rPr>
            <w:noProof/>
            <w:webHidden/>
          </w:rPr>
          <w:fldChar w:fldCharType="begin"/>
        </w:r>
        <w:r w:rsidR="006A7B21">
          <w:rPr>
            <w:noProof/>
            <w:webHidden/>
          </w:rPr>
          <w:instrText xml:space="preserve"> PAGEREF _Toc51231255 \h </w:instrText>
        </w:r>
        <w:r w:rsidR="006A7B21">
          <w:rPr>
            <w:noProof/>
            <w:webHidden/>
          </w:rPr>
        </w:r>
        <w:r w:rsidR="006A7B21">
          <w:rPr>
            <w:noProof/>
            <w:webHidden/>
          </w:rPr>
          <w:fldChar w:fldCharType="separate"/>
        </w:r>
        <w:r w:rsidR="00A25EF2">
          <w:rPr>
            <w:noProof/>
            <w:webHidden/>
          </w:rPr>
          <w:t>29</w:t>
        </w:r>
        <w:r w:rsidR="006A7B21">
          <w:rPr>
            <w:noProof/>
            <w:webHidden/>
          </w:rPr>
          <w:fldChar w:fldCharType="end"/>
        </w:r>
      </w:hyperlink>
    </w:p>
    <w:p w14:paraId="05CE56F2" w14:textId="449487BD" w:rsidR="006A7B21" w:rsidRDefault="006875E0">
      <w:pPr>
        <w:pStyle w:val="Obsah1"/>
        <w:rPr>
          <w:rFonts w:eastAsiaTheme="minorEastAsia"/>
          <w:caps w:val="0"/>
          <w:noProof/>
          <w:sz w:val="22"/>
          <w:szCs w:val="22"/>
          <w:lang w:eastAsia="cs-CZ"/>
        </w:rPr>
      </w:pPr>
      <w:hyperlink w:anchor="_Toc51231256" w:history="1">
        <w:r w:rsidR="006A7B21" w:rsidRPr="006B6CD8">
          <w:rPr>
            <w:rStyle w:val="Hypertextovodkaz"/>
          </w:rPr>
          <w:t>20.</w:t>
        </w:r>
        <w:r w:rsidR="006A7B21">
          <w:rPr>
            <w:rFonts w:eastAsiaTheme="minorEastAsia"/>
            <w:caps w:val="0"/>
            <w:noProof/>
            <w:sz w:val="22"/>
            <w:szCs w:val="22"/>
            <w:lang w:eastAsia="cs-CZ"/>
          </w:rPr>
          <w:tab/>
        </w:r>
        <w:r w:rsidR="006A7B21" w:rsidRPr="006B6CD8">
          <w:rPr>
            <w:rStyle w:val="Hypertextovodkaz"/>
          </w:rPr>
          <w:t>ZADÁVACÍ LHŮTA A JISTOTA ZA NABÍDKU</w:t>
        </w:r>
        <w:r w:rsidR="006A7B21">
          <w:rPr>
            <w:noProof/>
            <w:webHidden/>
          </w:rPr>
          <w:tab/>
        </w:r>
        <w:r w:rsidR="006A7B21">
          <w:rPr>
            <w:noProof/>
            <w:webHidden/>
          </w:rPr>
          <w:fldChar w:fldCharType="begin"/>
        </w:r>
        <w:r w:rsidR="006A7B21">
          <w:rPr>
            <w:noProof/>
            <w:webHidden/>
          </w:rPr>
          <w:instrText xml:space="preserve"> PAGEREF _Toc51231256 \h </w:instrText>
        </w:r>
        <w:r w:rsidR="006A7B21">
          <w:rPr>
            <w:noProof/>
            <w:webHidden/>
          </w:rPr>
        </w:r>
        <w:r w:rsidR="006A7B21">
          <w:rPr>
            <w:noProof/>
            <w:webHidden/>
          </w:rPr>
          <w:fldChar w:fldCharType="separate"/>
        </w:r>
        <w:r w:rsidR="00A25EF2">
          <w:rPr>
            <w:noProof/>
            <w:webHidden/>
          </w:rPr>
          <w:t>30</w:t>
        </w:r>
        <w:r w:rsidR="006A7B21">
          <w:rPr>
            <w:noProof/>
            <w:webHidden/>
          </w:rPr>
          <w:fldChar w:fldCharType="end"/>
        </w:r>
      </w:hyperlink>
    </w:p>
    <w:p w14:paraId="57EA3D08" w14:textId="51ABFB3A" w:rsidR="006A7B21" w:rsidRDefault="006875E0">
      <w:pPr>
        <w:pStyle w:val="Obsah1"/>
        <w:rPr>
          <w:rFonts w:eastAsiaTheme="minorEastAsia"/>
          <w:caps w:val="0"/>
          <w:noProof/>
          <w:sz w:val="22"/>
          <w:szCs w:val="22"/>
          <w:lang w:eastAsia="cs-CZ"/>
        </w:rPr>
      </w:pPr>
      <w:hyperlink w:anchor="_Toc51231257" w:history="1">
        <w:r w:rsidR="006A7B21" w:rsidRPr="006B6CD8">
          <w:rPr>
            <w:rStyle w:val="Hypertextovodkaz"/>
          </w:rPr>
          <w:t>21.</w:t>
        </w:r>
        <w:r w:rsidR="006A7B21">
          <w:rPr>
            <w:rFonts w:eastAsiaTheme="minorEastAsia"/>
            <w:caps w:val="0"/>
            <w:noProof/>
            <w:sz w:val="22"/>
            <w:szCs w:val="22"/>
            <w:lang w:eastAsia="cs-CZ"/>
          </w:rPr>
          <w:tab/>
        </w:r>
        <w:r w:rsidR="006A7B21" w:rsidRPr="006B6CD8">
          <w:rPr>
            <w:rStyle w:val="Hypertextovodkaz"/>
          </w:rPr>
          <w:t>PŘÍLOHY TĚCHTO POKYNŮ</w:t>
        </w:r>
        <w:r w:rsidR="006A7B21">
          <w:rPr>
            <w:noProof/>
            <w:webHidden/>
          </w:rPr>
          <w:tab/>
        </w:r>
        <w:r w:rsidR="006A7B21">
          <w:rPr>
            <w:noProof/>
            <w:webHidden/>
          </w:rPr>
          <w:fldChar w:fldCharType="begin"/>
        </w:r>
        <w:r w:rsidR="006A7B21">
          <w:rPr>
            <w:noProof/>
            <w:webHidden/>
          </w:rPr>
          <w:instrText xml:space="preserve"> PAGEREF _Toc51231257 \h </w:instrText>
        </w:r>
        <w:r w:rsidR="006A7B21">
          <w:rPr>
            <w:noProof/>
            <w:webHidden/>
          </w:rPr>
        </w:r>
        <w:r w:rsidR="006A7B21">
          <w:rPr>
            <w:noProof/>
            <w:webHidden/>
          </w:rPr>
          <w:fldChar w:fldCharType="separate"/>
        </w:r>
        <w:r w:rsidR="00A25EF2">
          <w:rPr>
            <w:noProof/>
            <w:webHidden/>
          </w:rPr>
          <w:t>31</w:t>
        </w:r>
        <w:r w:rsidR="006A7B21">
          <w:rPr>
            <w:noProof/>
            <w:webHidden/>
          </w:rPr>
          <w:fldChar w:fldCharType="end"/>
        </w:r>
      </w:hyperlink>
    </w:p>
    <w:p w14:paraId="503441CF" w14:textId="77777777" w:rsidR="00AD0C7B" w:rsidRDefault="00BD7E91" w:rsidP="008D03B9">
      <w:r>
        <w:fldChar w:fldCharType="end"/>
      </w:r>
    </w:p>
    <w:p w14:paraId="7FCD7D3C" w14:textId="77777777" w:rsidR="00AD0C7B" w:rsidRDefault="00AD0C7B">
      <w:r>
        <w:br w:type="page"/>
      </w:r>
    </w:p>
    <w:p w14:paraId="094A5B3D" w14:textId="77777777" w:rsidR="0035531B" w:rsidRDefault="0035531B" w:rsidP="0035531B">
      <w:pPr>
        <w:pStyle w:val="Nadpis1-1"/>
      </w:pPr>
      <w:bookmarkStart w:id="0" w:name="_Toc51231237"/>
      <w:bookmarkStart w:id="1" w:name="_Toc389559699"/>
      <w:bookmarkStart w:id="2" w:name="_Toc397429847"/>
      <w:bookmarkStart w:id="3" w:name="_Ref433028040"/>
      <w:bookmarkStart w:id="4" w:name="_Toc1048197"/>
      <w:r>
        <w:lastRenderedPageBreak/>
        <w:t>ÚVODNÍ USTANOVENÍ</w:t>
      </w:r>
      <w:bookmarkEnd w:id="0"/>
    </w:p>
    <w:p w14:paraId="049AF121"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7213AC8"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60D8E28C" w14:textId="77777777" w:rsidR="00652EFD" w:rsidRPr="00652EFD" w:rsidRDefault="00652EFD" w:rsidP="00652EFD">
      <w:pPr>
        <w:pStyle w:val="Text1-1"/>
        <w:rPr>
          <w:b/>
        </w:rPr>
      </w:pPr>
      <w:r w:rsidRPr="00652EFD">
        <w:rPr>
          <w:b/>
        </w:rPr>
        <w:t>Veřejná zakázka na služby je zadávána v otevřeném řízení dle § 56 a násl. ZZVZ.</w:t>
      </w:r>
    </w:p>
    <w:p w14:paraId="7B77F12B"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36BF66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FD9C4E3"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062F3AA"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6F2A60E6"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7D454D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7C77294" w14:textId="77777777" w:rsidR="0035531B" w:rsidRDefault="0035531B" w:rsidP="0035531B">
      <w:pPr>
        <w:pStyle w:val="Nadpis1-1"/>
      </w:pPr>
      <w:bookmarkStart w:id="5" w:name="_Toc51231238"/>
      <w:r>
        <w:t>IDENTIFIKAČNÍ ÚDAJE ZADAVATELE</w:t>
      </w:r>
      <w:bookmarkEnd w:id="5"/>
    </w:p>
    <w:p w14:paraId="798373A0"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2F7B57D" w14:textId="77777777" w:rsidR="0035531B" w:rsidRDefault="0035531B" w:rsidP="0035531B">
      <w:pPr>
        <w:pStyle w:val="Textbezslovn"/>
        <w:spacing w:after="0"/>
      </w:pPr>
      <w:r>
        <w:t>sídlo: Dlážděná 1003/7, Praha 1 Nové Město, PSČ 110 00</w:t>
      </w:r>
    </w:p>
    <w:p w14:paraId="33FA59B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4FE0FA" w14:textId="77777777" w:rsidR="0035531B" w:rsidRDefault="0035531B" w:rsidP="0035531B">
      <w:pPr>
        <w:pStyle w:val="Textbezslovn"/>
        <w:spacing w:after="0"/>
      </w:pPr>
      <w:r>
        <w:lastRenderedPageBreak/>
        <w:t>IČO: 70994234</w:t>
      </w:r>
    </w:p>
    <w:p w14:paraId="61768C18" w14:textId="77777777" w:rsidR="0035531B" w:rsidRDefault="0035531B" w:rsidP="0035531B">
      <w:pPr>
        <w:pStyle w:val="Textbezslovn"/>
        <w:spacing w:after="0"/>
      </w:pPr>
      <w:r>
        <w:t>DIČ: CZ70994234</w:t>
      </w:r>
    </w:p>
    <w:p w14:paraId="1BE9542E" w14:textId="77777777" w:rsidR="0035531B" w:rsidRDefault="0035531B" w:rsidP="0035531B">
      <w:pPr>
        <w:pStyle w:val="Textbezslovn"/>
        <w:spacing w:after="0"/>
      </w:pPr>
      <w:r>
        <w:t>Identifikátor datové schránky: uccchjm</w:t>
      </w:r>
    </w:p>
    <w:p w14:paraId="614F2BEB" w14:textId="77777777" w:rsidR="0035531B" w:rsidRPr="000174E8" w:rsidRDefault="0035531B" w:rsidP="0035531B">
      <w:pPr>
        <w:pStyle w:val="Textbezslovn"/>
        <w:spacing w:after="0"/>
        <w:ind w:left="2127" w:hanging="1390"/>
      </w:pPr>
      <w:r>
        <w:t xml:space="preserve">zastoupená: </w:t>
      </w:r>
      <w:r>
        <w:tab/>
      </w:r>
      <w:r w:rsidR="001A1B4F" w:rsidRPr="006D6C53">
        <w:t>Ing. Petrem Hofhanzlem, ředitelem Stavební správy západ</w:t>
      </w:r>
    </w:p>
    <w:p w14:paraId="3554D3F4" w14:textId="77777777" w:rsidR="0035531B" w:rsidRDefault="0035531B" w:rsidP="0035531B">
      <w:pPr>
        <w:pStyle w:val="Nadpis1-1"/>
      </w:pPr>
      <w:bookmarkStart w:id="6" w:name="_Toc51231239"/>
      <w:r>
        <w:t>KOMUNIKACE MEZI ZADAVATELEM</w:t>
      </w:r>
      <w:r w:rsidR="00845C50">
        <w:t xml:space="preserve"> a </w:t>
      </w:r>
      <w:r>
        <w:t>DODAVATELEM</w:t>
      </w:r>
      <w:bookmarkEnd w:id="6"/>
      <w:r>
        <w:t xml:space="preserve"> </w:t>
      </w:r>
    </w:p>
    <w:p w14:paraId="1253FB9B"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AE8131F" w14:textId="0A7DC96B" w:rsidR="0035531B" w:rsidRDefault="0035531B" w:rsidP="0035531B">
      <w:pPr>
        <w:pStyle w:val="Text1-1"/>
      </w:pPr>
      <w:r>
        <w:t>Kontaktní osobou zadavatele pro zadávací řízení je:</w:t>
      </w:r>
      <w:r w:rsidR="008535C1">
        <w:t xml:space="preserve"> </w:t>
      </w:r>
      <w:r w:rsidR="004E4210">
        <w:t>Ing. Martin Kosmál</w:t>
      </w:r>
    </w:p>
    <w:p w14:paraId="74324D5F" w14:textId="37AC85E9" w:rsidR="001A1B4F" w:rsidRDefault="001A1B4F" w:rsidP="005C0FF3">
      <w:pPr>
        <w:pStyle w:val="Textbezslovn"/>
        <w:spacing w:after="0"/>
        <w:ind w:left="1276"/>
      </w:pPr>
      <w:r>
        <w:t xml:space="preserve">telefon: </w:t>
      </w:r>
      <w:r>
        <w:tab/>
        <w:t>+420</w:t>
      </w:r>
      <w:r w:rsidR="004E4210">
        <w:t> 602 741 737</w:t>
      </w:r>
    </w:p>
    <w:p w14:paraId="48CF2FCB" w14:textId="6BA4AD58" w:rsidR="001A1B4F" w:rsidRDefault="004E4210" w:rsidP="005C0FF3">
      <w:pPr>
        <w:pStyle w:val="Textbezslovn"/>
        <w:spacing w:after="0"/>
        <w:ind w:left="1276"/>
      </w:pPr>
      <w:r>
        <w:t xml:space="preserve">e-mail: </w:t>
      </w:r>
      <w:r>
        <w:tab/>
        <w:t>kosmal</w:t>
      </w:r>
      <w:r w:rsidR="001A1B4F">
        <w:t>@</w:t>
      </w:r>
      <w:r w:rsidR="009C7D84">
        <w:t>spravazeleznic</w:t>
      </w:r>
      <w:r w:rsidR="001A1B4F">
        <w:t>.cz</w:t>
      </w:r>
    </w:p>
    <w:p w14:paraId="19FC2733" w14:textId="77777777" w:rsidR="001A1B4F" w:rsidRDefault="001A1B4F" w:rsidP="005C0FF3">
      <w:pPr>
        <w:pStyle w:val="Textbezslovn"/>
        <w:spacing w:after="0"/>
        <w:ind w:left="1276"/>
      </w:pPr>
      <w:r>
        <w:t xml:space="preserve">adresa: </w:t>
      </w:r>
      <w:r>
        <w:tab/>
        <w:t>Správa železnic, státní organizace</w:t>
      </w:r>
    </w:p>
    <w:p w14:paraId="79788027" w14:textId="77777777" w:rsidR="001A1B4F" w:rsidRDefault="001A1B4F" w:rsidP="005C0FF3">
      <w:pPr>
        <w:pStyle w:val="Textbezslovn"/>
        <w:spacing w:after="0"/>
        <w:ind w:left="1276"/>
      </w:pPr>
      <w:r>
        <w:tab/>
      </w:r>
      <w:r>
        <w:tab/>
        <w:t>Stavební správa západ</w:t>
      </w:r>
    </w:p>
    <w:p w14:paraId="1ED953F4" w14:textId="77777777" w:rsidR="001A1B4F" w:rsidRDefault="001A1B4F" w:rsidP="005C0FF3">
      <w:pPr>
        <w:pStyle w:val="Textbezslovn"/>
        <w:spacing w:after="0"/>
        <w:ind w:left="1276"/>
      </w:pPr>
      <w:r>
        <w:tab/>
      </w:r>
      <w:r>
        <w:tab/>
        <w:t>Sokolovská 1955/278</w:t>
      </w:r>
    </w:p>
    <w:p w14:paraId="12766DD1" w14:textId="77777777" w:rsidR="008535C1" w:rsidRDefault="001A1B4F" w:rsidP="005C0FF3">
      <w:pPr>
        <w:pStyle w:val="Textbezslovn"/>
        <w:spacing w:after="0"/>
        <w:ind w:left="1276"/>
      </w:pPr>
      <w:r>
        <w:tab/>
      </w:r>
      <w:r>
        <w:tab/>
        <w:t>190 00 Praha 9</w:t>
      </w:r>
    </w:p>
    <w:p w14:paraId="645FAAEA" w14:textId="77777777" w:rsidR="0035531B" w:rsidRDefault="0035531B" w:rsidP="0035531B">
      <w:pPr>
        <w:pStyle w:val="Nadpis1-1"/>
      </w:pPr>
      <w:bookmarkStart w:id="7" w:name="_Toc51231240"/>
      <w:r>
        <w:t>ÚČEL</w:t>
      </w:r>
      <w:r w:rsidR="00845C50">
        <w:t xml:space="preserve"> a </w:t>
      </w:r>
      <w:r>
        <w:t>PŘEDMĚT PLNĚNÍ VEŘEJNÉ ZAKÁZKY</w:t>
      </w:r>
      <w:bookmarkEnd w:id="7"/>
    </w:p>
    <w:p w14:paraId="452CB17E" w14:textId="77777777" w:rsidR="008535C1" w:rsidRPr="008535C1" w:rsidRDefault="0035531B" w:rsidP="008535C1">
      <w:pPr>
        <w:pStyle w:val="Text1-1"/>
      </w:pPr>
      <w:r>
        <w:t>Účel veřejné zakázky</w:t>
      </w:r>
      <w:r w:rsidR="008535C1">
        <w:t xml:space="preserve"> a p</w:t>
      </w:r>
      <w:r w:rsidR="008535C1" w:rsidRPr="008535C1">
        <w:t>ředmět plnění veřejné zakázky</w:t>
      </w:r>
    </w:p>
    <w:p w14:paraId="699431BA" w14:textId="77777777" w:rsidR="00B9273E" w:rsidRPr="00C07A04" w:rsidRDefault="00B9273E" w:rsidP="00B9273E">
      <w:pPr>
        <w:pStyle w:val="Text2-1"/>
        <w:numPr>
          <w:ilvl w:val="0"/>
          <w:numId w:val="0"/>
        </w:numPr>
        <w:ind w:left="1276"/>
      </w:pPr>
      <w:r w:rsidRPr="00C07A04">
        <w:t>Hlavním cílem stavby je osobní nádraží v technickém, provozním i estetickém stavu, který odpovídá nárokům moderní dopravy a naplňuje vize z dokumentu: „Koncepce při nakládání s nemovitostmi osobních nádraží“ schválenou CK MD dne 17.12.2019. Přizpůsobit osobní nádraží požadavkům současné železniční dopravy a jejím návaznostem na ostatní druhy dopravy, a tím zvýšit konkurenceschopnost osobní železniční dopravy a vytvářet podmínky pro rozvoj cestovního ruchu. Stavba bude připravena v souladu se zájmy Objednatele.</w:t>
      </w:r>
    </w:p>
    <w:p w14:paraId="7544A354" w14:textId="77777777" w:rsidR="00B9273E" w:rsidRPr="00C07A04" w:rsidRDefault="00B9273E" w:rsidP="00B9273E">
      <w:pPr>
        <w:pStyle w:val="Text2-1"/>
        <w:numPr>
          <w:ilvl w:val="0"/>
          <w:numId w:val="0"/>
        </w:numPr>
        <w:ind w:left="1276"/>
      </w:pPr>
      <w:r w:rsidRPr="00C07A04">
        <w:t>Stavba vytvoří odpovídající podmínky pro cestující a případně vhodné komerční využití budovy.</w:t>
      </w:r>
    </w:p>
    <w:p w14:paraId="5D614F6C" w14:textId="6DD924E4" w:rsidR="00AB077D" w:rsidRDefault="001A1B4F" w:rsidP="00B9273E">
      <w:pPr>
        <w:pStyle w:val="Text1-1"/>
        <w:numPr>
          <w:ilvl w:val="0"/>
          <w:numId w:val="0"/>
        </w:numPr>
        <w:ind w:left="1276"/>
      </w:pPr>
      <w:r w:rsidRPr="001A1B4F">
        <w:t xml:space="preserve">Předmětem díla </w:t>
      </w:r>
      <w:r w:rsidR="00BE27E7">
        <w:t>je zpracování záměru projektu, d</w:t>
      </w:r>
      <w:r w:rsidR="00B96DAE" w:rsidRPr="00B96DAE">
        <w:t>okumentace pro vydání společného pov</w:t>
      </w:r>
      <w:r w:rsidR="00BE27E7">
        <w:t>olení, p</w:t>
      </w:r>
      <w:r w:rsidR="00B96DAE" w:rsidRPr="00B96DAE">
        <w:t xml:space="preserve">rojektové dokumentace pro provádění stavby, činnost koordinátora BOZP v přípravě, výkon </w:t>
      </w:r>
      <w:r w:rsidR="00BE27E7">
        <w:t>a</w:t>
      </w:r>
      <w:r w:rsidR="00B96DAE" w:rsidRPr="00B96DAE">
        <w:t>utorského dozoru v realizaci pro stavbu „</w:t>
      </w:r>
      <w:r w:rsidR="00B96DAE" w:rsidRPr="00B96DAE">
        <w:rPr>
          <w:b/>
        </w:rPr>
        <w:t>České Velenice, nádražní budova</w:t>
      </w:r>
      <w:r w:rsidR="00B96DAE" w:rsidRPr="00B96DAE">
        <w:t>“, včetně zpracování a podání žádosti o vydání společného povolení.</w:t>
      </w:r>
    </w:p>
    <w:p w14:paraId="437B83FA" w14:textId="012C135D" w:rsidR="00BE27E7" w:rsidRDefault="00BE27E7" w:rsidP="00B9273E">
      <w:pPr>
        <w:pStyle w:val="Text1-1"/>
        <w:numPr>
          <w:ilvl w:val="0"/>
          <w:numId w:val="0"/>
        </w:numPr>
        <w:ind w:left="1276"/>
      </w:pPr>
      <w:r w:rsidRPr="00BE27E7">
        <w:t>Rozsah Díla „České Velenice, nádražní budova“ je:</w:t>
      </w:r>
    </w:p>
    <w:p w14:paraId="219300D0"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t xml:space="preserve">Vypracování Záměru projektu a Doprovodné dokumentace ZP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Dokumentace bude obsahovat všechny touto směrnicí dané přílohy, které budou zpracovány v odpovídajícím rozsahu a přesnosti. </w:t>
      </w:r>
    </w:p>
    <w:p w14:paraId="1F92F73E" w14:textId="77777777" w:rsidR="00BE27E7" w:rsidRPr="00BE27E7" w:rsidRDefault="00BE27E7" w:rsidP="00B9273E">
      <w:pPr>
        <w:spacing w:after="120"/>
        <w:ind w:left="1276"/>
        <w:jc w:val="both"/>
        <w:rPr>
          <w:rFonts w:ascii="Verdana" w:hAnsi="Verdana"/>
        </w:rPr>
      </w:pPr>
      <w:r w:rsidRPr="00BE27E7">
        <w:rPr>
          <w:rFonts w:ascii="Verdana" w:hAnsi="Verdana"/>
        </w:rPr>
        <w:t>Zhotovitel poskytne Objednateli veškerou součinnost při projednání Záměru projektu na Centrální komisi MD.</w:t>
      </w:r>
    </w:p>
    <w:p w14:paraId="6423CA88"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lastRenderedPageBreak/>
        <w:t>Zpracování hodnocení ekonomické efektivnosti bude zpracované podle platné rezortní metodiky pro hodnocení ekonomické efektivnosti projektů dopravních staveb a dalších platných pokynů MD a Správy železnic, státní organizace (dále jen „SŽ“).</w:t>
      </w:r>
    </w:p>
    <w:p w14:paraId="4C1DA869" w14:textId="77777777" w:rsidR="00BE27E7" w:rsidRPr="00BE27E7" w:rsidRDefault="00BE27E7" w:rsidP="00B9273E">
      <w:pPr>
        <w:numPr>
          <w:ilvl w:val="3"/>
          <w:numId w:val="0"/>
        </w:numPr>
        <w:spacing w:after="120"/>
        <w:ind w:left="1276"/>
        <w:jc w:val="both"/>
        <w:rPr>
          <w:rFonts w:ascii="Verdana" w:hAnsi="Verdana"/>
        </w:rPr>
      </w:pPr>
      <w:r w:rsidRPr="00BE27E7">
        <w:rPr>
          <w:rFonts w:ascii="Verdana" w:hAnsi="Verdana"/>
        </w:rPr>
        <w:t>Zhotovení Dokumentace pro vydání společného povolení včetně notifikace autorizovanou osobou, a zhotovení Projektové dokumentace pro provádění stavby, která rozpracuje a vymezí požadavky na stavbu do podrobností, které specifikují předmět Díla v takovém rozsahu, aby byla podkladem pro výběrové řízení na zhotovení stavby, zajištění výkonu Autorského dozoru při zhotovení stavby a činností koordinátora BOZP při práci na staveništi ve fázi přípravy včetně zpracování Plánu BOZP na staveništi a manuálu údržby.</w:t>
      </w:r>
    </w:p>
    <w:p w14:paraId="28D2984A" w14:textId="77777777" w:rsidR="00BE27E7" w:rsidRPr="00BE27E7" w:rsidRDefault="00BE27E7" w:rsidP="00B9273E">
      <w:pPr>
        <w:numPr>
          <w:ilvl w:val="3"/>
          <w:numId w:val="0"/>
        </w:numPr>
        <w:spacing w:after="120"/>
        <w:ind w:left="1276" w:firstLine="28"/>
        <w:jc w:val="both"/>
        <w:rPr>
          <w:rFonts w:ascii="Verdana" w:hAnsi="Verdana"/>
        </w:rPr>
      </w:pPr>
      <w:r w:rsidRPr="00BE27E7">
        <w:rPr>
          <w:rFonts w:ascii="Verdana" w:hAnsi="Verdana"/>
        </w:rPr>
        <w:t>Zpracování Návrhu stavby, který je první etapou DUSP, bude zpracován pro určení nové podoby výpravní budovy a bude obsahovat veškeré úkony dle Standardu profesních výkonů a souvisejících činností České komory architektů v rozsahu výkonové fáze VF2 (standardní). V průběhu tvorby bude požadováno průběžné konzultování, odsouhlasování a projednání Návrhu stavby. Objednatelem písemně odsouhlasený finální Návrh stavby bude následně Zhotovitelem rozvíjen v dalších stupních dokumentace. Návrh stavby musí vycházet ze schváleného ZP, být v souladu s ekonomickým hodnocením ZP a splňovat nároky kladené na výpravní budovy dokumentem „Koncepce při nakládání s nemovitostmi osobních nádraží“. Dále musí splňovat provozní i architektonické představy Objednatele.</w:t>
      </w:r>
    </w:p>
    <w:p w14:paraId="3229280C" w14:textId="77777777" w:rsidR="00BE27E7" w:rsidRPr="00BE27E7" w:rsidRDefault="00BE27E7" w:rsidP="00B9273E">
      <w:pPr>
        <w:spacing w:after="120" w:line="276" w:lineRule="auto"/>
        <w:ind w:left="1276"/>
        <w:jc w:val="both"/>
        <w:rPr>
          <w:rFonts w:ascii="Verdana" w:hAnsi="Verdana"/>
        </w:rPr>
      </w:pPr>
      <w:r w:rsidRPr="00BE27E7">
        <w:rPr>
          <w:rFonts w:ascii="Verdana" w:hAnsi="Verdana"/>
        </w:rPr>
        <w:t>Zpracování a podání žádosti o vydání společného povolení dle §94l</w:t>
      </w:r>
      <w:r w:rsidRPr="00BE27E7">
        <w:rPr>
          <w:rFonts w:ascii="Verdana" w:hAnsi="Verdana"/>
          <w:b/>
        </w:rPr>
        <w:t xml:space="preserve"> </w:t>
      </w:r>
      <w:r w:rsidRPr="00BE27E7">
        <w:rPr>
          <w:rFonts w:ascii="Verdana" w:hAnsi="Verdana"/>
        </w:rPr>
        <w:t xml:space="preserve">zákona č. 183/2006 Sb., Zákon o územním plánování a stavebním řádu (stavební zákon), v platném znění, včetně všech vyžadovaných podkladů, jehož výsledkem bude nabytí právní moci vydaného společného povolení. </w:t>
      </w:r>
    </w:p>
    <w:p w14:paraId="6FF2340A" w14:textId="77777777" w:rsidR="00BE27E7" w:rsidRPr="00BE27E7" w:rsidRDefault="00BE27E7" w:rsidP="00B9273E">
      <w:pPr>
        <w:spacing w:after="120"/>
        <w:ind w:left="1276"/>
        <w:jc w:val="both"/>
        <w:rPr>
          <w:rFonts w:ascii="Verdana" w:hAnsi="Verdana"/>
        </w:rPr>
      </w:pPr>
      <w:r w:rsidRPr="00BE27E7">
        <w:rPr>
          <w:rFonts w:ascii="Verdana" w:hAnsi="Verdana"/>
        </w:rPr>
        <w:t>V případě odevzdání neúplné žádosti (řízení bude přerušeno z důvodů chybějících nebo vadně zpracovaných podkladů) se jedná o vadu Díla.</w:t>
      </w:r>
    </w:p>
    <w:p w14:paraId="7930CDAE" w14:textId="3B5A3664" w:rsidR="00652EFD" w:rsidRDefault="00652EFD" w:rsidP="00B9273E">
      <w:pPr>
        <w:pStyle w:val="Text1-1"/>
        <w:numPr>
          <w:ilvl w:val="0"/>
          <w:numId w:val="0"/>
        </w:numPr>
        <w:ind w:left="1276"/>
      </w:pPr>
      <w:r>
        <w:t>Bližší specifikace předmětu plnění veřejné zakázky je upravena v dalších částech zadávací dokumentace.</w:t>
      </w:r>
    </w:p>
    <w:p w14:paraId="604F782E" w14:textId="77777777" w:rsidR="00652EFD" w:rsidRDefault="00652EFD" w:rsidP="00652EFD">
      <w:pPr>
        <w:pStyle w:val="Text1-1"/>
      </w:pPr>
      <w:r>
        <w:t>Klasifikace předmětu veřejné zakázky</w:t>
      </w:r>
    </w:p>
    <w:p w14:paraId="63C2732C" w14:textId="77777777" w:rsidR="00652EFD" w:rsidRDefault="00652EFD" w:rsidP="005C0FF3">
      <w:pPr>
        <w:pStyle w:val="Text1-1"/>
        <w:numPr>
          <w:ilvl w:val="0"/>
          <w:numId w:val="0"/>
        </w:numPr>
        <w:spacing w:after="0"/>
        <w:ind w:left="1276"/>
      </w:pPr>
      <w:r>
        <w:t>kód CPV 71322000-1 Technické projekty pro provádění stavebně inženýrských prací</w:t>
      </w:r>
    </w:p>
    <w:p w14:paraId="35C93F7E" w14:textId="77777777" w:rsidR="00652EFD" w:rsidRDefault="00652EFD" w:rsidP="005C0FF3">
      <w:pPr>
        <w:pStyle w:val="Text1-1"/>
        <w:numPr>
          <w:ilvl w:val="0"/>
          <w:numId w:val="0"/>
        </w:numPr>
        <w:spacing w:after="0"/>
        <w:ind w:left="1276"/>
      </w:pPr>
      <w:r>
        <w:t>kód CPV 71311230-2 Železniční stavitelství</w:t>
      </w:r>
    </w:p>
    <w:p w14:paraId="04959CD1" w14:textId="77777777" w:rsidR="00652EFD" w:rsidRDefault="00652EFD" w:rsidP="005C0FF3">
      <w:pPr>
        <w:pStyle w:val="Text1-1"/>
        <w:numPr>
          <w:ilvl w:val="0"/>
          <w:numId w:val="0"/>
        </w:numPr>
        <w:spacing w:after="0"/>
        <w:ind w:left="1276"/>
      </w:pPr>
      <w:r>
        <w:t>kód CPV 71317210-8 Poradenství v oblasti bezpečnosti a zdraví</w:t>
      </w:r>
    </w:p>
    <w:p w14:paraId="7AADC1CF" w14:textId="77777777" w:rsidR="00652EFD" w:rsidRDefault="00652EFD" w:rsidP="005C0FF3">
      <w:pPr>
        <w:pStyle w:val="Text1-1"/>
        <w:numPr>
          <w:ilvl w:val="0"/>
          <w:numId w:val="0"/>
        </w:numPr>
        <w:spacing w:after="0"/>
        <w:ind w:left="1276"/>
      </w:pPr>
      <w:r>
        <w:t>kód CPV 71248000-8 Dohled nad projektem a dokumentací</w:t>
      </w:r>
    </w:p>
    <w:p w14:paraId="76F111C4" w14:textId="77777777" w:rsidR="004A2913" w:rsidRDefault="004A2913" w:rsidP="00652EFD">
      <w:pPr>
        <w:pStyle w:val="Text1-1"/>
        <w:numPr>
          <w:ilvl w:val="0"/>
          <w:numId w:val="0"/>
        </w:numPr>
        <w:spacing w:after="0"/>
        <w:ind w:left="737"/>
      </w:pPr>
    </w:p>
    <w:p w14:paraId="194377E1"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C5AA6F6" w14:textId="77777777" w:rsidR="0035531B" w:rsidRDefault="0035531B" w:rsidP="006F6B09">
      <w:pPr>
        <w:pStyle w:val="Nadpis1-1"/>
      </w:pPr>
      <w:bookmarkStart w:id="8" w:name="_Toc51231241"/>
      <w:r>
        <w:t>ZDROJE FINANCOVÁNÍ</w:t>
      </w:r>
      <w:r w:rsidR="00845C50">
        <w:t xml:space="preserve"> a </w:t>
      </w:r>
      <w:r>
        <w:t>PŘEDPOKLÁDANÁ HODNOTA VEŘEJNÉ ZAKÁZKY</w:t>
      </w:r>
      <w:bookmarkEnd w:id="8"/>
    </w:p>
    <w:p w14:paraId="4CC41C5C" w14:textId="77777777" w:rsidR="0035531B" w:rsidRPr="00D55DEE"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w:t>
      </w:r>
      <w:r w:rsidRPr="00D55DEE">
        <w:t xml:space="preserve">Operačního programu </w:t>
      </w:r>
      <w:r w:rsidR="00632163" w:rsidRPr="00D55DEE">
        <w:t>Životní prostředí</w:t>
      </w:r>
      <w:r w:rsidRPr="00D55DEE">
        <w:t>.</w:t>
      </w:r>
    </w:p>
    <w:p w14:paraId="1A80CBF7"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2D86087B" w14:textId="77777777" w:rsidR="00C64029" w:rsidRPr="00C64029" w:rsidRDefault="00C64029" w:rsidP="00C64029">
      <w:pPr>
        <w:pStyle w:val="Text1-1"/>
        <w:spacing w:after="0" w:line="240" w:lineRule="auto"/>
      </w:pPr>
      <w:r w:rsidRPr="00C64029">
        <w:rPr>
          <w:b/>
        </w:rPr>
        <w:t xml:space="preserve">Zadavatel stanovuje závaznou zadávací podmínku tak, že částka </w:t>
      </w:r>
    </w:p>
    <w:p w14:paraId="57941402" w14:textId="0429AC05" w:rsidR="00C64029" w:rsidRPr="00C64029" w:rsidRDefault="00E75F5C" w:rsidP="00C64029">
      <w:pPr>
        <w:pStyle w:val="Text1-1"/>
        <w:numPr>
          <w:ilvl w:val="0"/>
          <w:numId w:val="0"/>
        </w:numPr>
        <w:spacing w:after="0" w:line="240" w:lineRule="auto"/>
        <w:ind w:left="1304"/>
      </w:pPr>
      <w:r>
        <w:rPr>
          <w:b/>
        </w:rPr>
        <w:t>23 405 588</w:t>
      </w:r>
      <w:r w:rsidR="00C64029" w:rsidRPr="00C64029">
        <w:rPr>
          <w:b/>
        </w:rPr>
        <w:t>,- Kč je nejvyšší přípustnou nabídkovou cenou (bez DPH), a to pod sankcí vyloučení z další účasti v zadávacím řízení.</w:t>
      </w:r>
      <w:r w:rsidR="00C64029" w:rsidRPr="00C64029">
        <w:t xml:space="preserve"> Zadavatel upozorňuje, že výše uvedená nejvyšší přípustná nabídková cena není předpokládanou hodnotou veřejné zakázky. Uvedená nejvyšší přípustná </w:t>
      </w:r>
      <w:r w:rsidR="00C64029" w:rsidRPr="00C64029">
        <w:lastRenderedPageBreak/>
        <w:t>nabídková cena je o cca 30 % vyšší než předpokládaná hodnota veřejné zakázky, jež byla zadavatelem stanovena před zahájením zadávacího řízení.</w:t>
      </w:r>
    </w:p>
    <w:p w14:paraId="3BDE8C4A" w14:textId="10F0C016" w:rsidR="0035531B" w:rsidRDefault="0035531B" w:rsidP="006F6B09">
      <w:pPr>
        <w:pStyle w:val="Nadpis1-1"/>
      </w:pPr>
      <w:bookmarkStart w:id="9" w:name="_Toc51231242"/>
      <w:r>
        <w:t>OBSAH ZADÁVACÍ DOKUMENTACE</w:t>
      </w:r>
      <w:bookmarkEnd w:id="9"/>
      <w:r>
        <w:t xml:space="preserve"> </w:t>
      </w:r>
    </w:p>
    <w:p w14:paraId="63B8D6FC"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451C7529"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6FC78A2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550BAEFE" w14:textId="77777777" w:rsidR="00ED116C" w:rsidRDefault="00ED116C" w:rsidP="00ED116C">
      <w:pPr>
        <w:pStyle w:val="Textbezslovn"/>
        <w:tabs>
          <w:tab w:val="left" w:pos="1701"/>
        </w:tabs>
        <w:ind w:left="1701" w:hanging="964"/>
      </w:pPr>
      <w:r>
        <w:t>Část 2</w:t>
      </w:r>
      <w:r>
        <w:tab/>
        <w:t>Pokyny pro dodavatele</w:t>
      </w:r>
    </w:p>
    <w:p w14:paraId="3C45225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43440654"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3B3955E" w14:textId="77777777" w:rsidR="00ED116C" w:rsidRDefault="00ED116C" w:rsidP="00ED116C">
      <w:pPr>
        <w:pStyle w:val="Text1-1"/>
        <w:numPr>
          <w:ilvl w:val="0"/>
          <w:numId w:val="0"/>
        </w:numPr>
        <w:spacing w:after="0"/>
        <w:ind w:left="737"/>
      </w:pPr>
      <w:r>
        <w:t>Samostatně uveřejňované přílohy:</w:t>
      </w:r>
    </w:p>
    <w:p w14:paraId="3B75EA40" w14:textId="77777777" w:rsidR="00ED116C" w:rsidRDefault="00ED116C" w:rsidP="00ED116C">
      <w:pPr>
        <w:pStyle w:val="Textbezslovn"/>
        <w:tabs>
          <w:tab w:val="left" w:pos="1701"/>
        </w:tabs>
        <w:spacing w:after="0"/>
        <w:ind w:left="1701" w:hanging="964"/>
      </w:pPr>
      <w:r>
        <w:t>Část 2</w:t>
      </w:r>
      <w:r>
        <w:tab/>
        <w:t>Obchodní podmínky</w:t>
      </w:r>
    </w:p>
    <w:p w14:paraId="35A86E72"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19A1D30C"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02A3FB5"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6B6F0D7" w14:textId="77777777" w:rsidR="005A3D2F" w:rsidRPr="004A2913" w:rsidRDefault="0035531B" w:rsidP="00913BB6">
      <w:pPr>
        <w:pStyle w:val="Text1-1"/>
      </w:pPr>
      <w:r w:rsidRPr="004A2913">
        <w:t>Zadávací dokumentace je přístupná na profilu zadavatele</w:t>
      </w:r>
      <w:r w:rsidR="005A3D2F" w:rsidRPr="004A2913">
        <w:t xml:space="preserve"> </w:t>
      </w:r>
      <w:r w:rsidR="001C027C" w:rsidRPr="004A2913">
        <w:t>https://zakazky.spravazeleznic.cz/</w:t>
      </w:r>
      <w:r w:rsidRPr="004A2913">
        <w:t>,</w:t>
      </w:r>
      <w:r w:rsidR="00845C50" w:rsidRPr="004A2913">
        <w:t xml:space="preserve"> s </w:t>
      </w:r>
      <w:r w:rsidRPr="004A2913">
        <w:t>výjimkou oznámení</w:t>
      </w:r>
      <w:r w:rsidR="00092CC9" w:rsidRPr="004A2913">
        <w:t xml:space="preserve"> o </w:t>
      </w:r>
      <w:r w:rsidRPr="004A2913">
        <w:t>zahájení zadávacího řízení – veřejné služby, které je dostupné</w:t>
      </w:r>
      <w:r w:rsidR="00845C50" w:rsidRPr="004A2913">
        <w:t xml:space="preserve"> </w:t>
      </w:r>
      <w:r w:rsidRPr="004A2913">
        <w:t>na stránkách Věstníku veřejných zakázek dostupných z:</w:t>
      </w:r>
      <w:r w:rsidR="00845C50" w:rsidRPr="004A2913">
        <w:t xml:space="preserve"> </w:t>
      </w:r>
      <w:hyperlink r:id="rId11" w:history="1">
        <w:r w:rsidR="005A3D2F" w:rsidRPr="004A2913">
          <w:rPr>
            <w:rStyle w:val="Hypertextovodkaz"/>
            <w:noProof w:val="0"/>
          </w:rPr>
          <w:t>https://vestnikverejnychzakazek.cz/</w:t>
        </w:r>
      </w:hyperlink>
    </w:p>
    <w:p w14:paraId="73423FB2"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4F927677" w14:textId="77777777" w:rsidR="0035531B" w:rsidRDefault="0035531B" w:rsidP="005A3D2F">
      <w:pPr>
        <w:pStyle w:val="Text1-1"/>
        <w:numPr>
          <w:ilvl w:val="0"/>
          <w:numId w:val="0"/>
        </w:numPr>
        <w:spacing w:after="0"/>
        <w:ind w:left="737"/>
      </w:pPr>
    </w:p>
    <w:p w14:paraId="40D79529"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2AF060B" w14:textId="3E576FBB" w:rsidR="002B43C9" w:rsidRPr="008022A7" w:rsidRDefault="00ED116C" w:rsidP="00394382">
      <w:pPr>
        <w:pStyle w:val="Text1-1"/>
        <w:numPr>
          <w:ilvl w:val="0"/>
          <w:numId w:val="0"/>
        </w:numPr>
        <w:ind w:left="1304"/>
        <w:rPr>
          <w:strike/>
          <w:color w:val="FF0000"/>
        </w:rPr>
      </w:pPr>
      <w:r w:rsidRPr="00ED116C">
        <w:t xml:space="preserve">Zadavatel sděluje, že </w:t>
      </w:r>
      <w:r w:rsidR="008022A7">
        <w:t>žádnou</w:t>
      </w:r>
      <w:r w:rsidRPr="00ED116C">
        <w:t xml:space="preserve"> část zadávací dokumentace </w:t>
      </w:r>
      <w:r w:rsidR="008022A7">
        <w:t>ne</w:t>
      </w:r>
      <w:r w:rsidRPr="00ED116C">
        <w:t>vypracovala osoba odlišná od zadavatele</w:t>
      </w:r>
      <w:r w:rsidR="008022A7">
        <w:t xml:space="preserve">. </w:t>
      </w:r>
    </w:p>
    <w:p w14:paraId="02A0E2DB" w14:textId="77777777" w:rsidR="0035531B" w:rsidRDefault="0035531B" w:rsidP="0035531B">
      <w:pPr>
        <w:pStyle w:val="Text1-1"/>
      </w:pPr>
      <w:r>
        <w:t>Pro vyloučení pochybností zadavatel uvádí, že ohledně této veřejné zakázky nevedl předběžné tržní konzultace.</w:t>
      </w:r>
    </w:p>
    <w:p w14:paraId="712B943F" w14:textId="77777777" w:rsidR="0035531B" w:rsidRDefault="0035531B" w:rsidP="00CC4380">
      <w:pPr>
        <w:pStyle w:val="Nadpis1-1"/>
      </w:pPr>
      <w:bookmarkStart w:id="10" w:name="_Toc51231243"/>
      <w:r>
        <w:t>VYSVĚTLENÍ, ZMĚNY</w:t>
      </w:r>
      <w:r w:rsidR="00845C50">
        <w:t xml:space="preserve"> a </w:t>
      </w:r>
      <w:r>
        <w:t>DOPLNĚNÍ ZADÁVACÍ DOKUMENTACE</w:t>
      </w:r>
      <w:bookmarkEnd w:id="10"/>
      <w:r>
        <w:t xml:space="preserve"> </w:t>
      </w:r>
    </w:p>
    <w:p w14:paraId="2FE3179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60BCA0D" w14:textId="77777777" w:rsidR="0035531B" w:rsidRPr="00913BB6" w:rsidRDefault="0035531B" w:rsidP="0035531B">
      <w:pPr>
        <w:pStyle w:val="Text1-1"/>
      </w:pPr>
      <w:r w:rsidRPr="00913BB6">
        <w:lastRenderedPageBreak/>
        <w:t>Zadavatel může zadávací dokumentaci vysvětlit i bez obdržené žádosti. Vysvětlení, včetně případně souvisejících dokumentů, uveřejní zadavatel na svém profilu nejméně 5 pracovních dnů před uply</w:t>
      </w:r>
      <w:r w:rsidR="009D57C5" w:rsidRPr="00913BB6">
        <w:t xml:space="preserve">nutím lhůty pro podání nabídek. </w:t>
      </w:r>
    </w:p>
    <w:p w14:paraId="7D532D4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AFD3E2E" w14:textId="77777777" w:rsidR="0035531B" w:rsidRDefault="0035531B" w:rsidP="00CC4380">
      <w:pPr>
        <w:pStyle w:val="Nadpis1-1"/>
      </w:pPr>
      <w:bookmarkStart w:id="11" w:name="_Toc51231244"/>
      <w:r>
        <w:t>POŽADAVKY ZADAVATELE NA KVALIFIKACI</w:t>
      </w:r>
      <w:bookmarkEnd w:id="11"/>
    </w:p>
    <w:p w14:paraId="604763DE"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DCF30EA" w14:textId="77777777" w:rsidR="0035531B" w:rsidRPr="00CC4380" w:rsidRDefault="0035531B" w:rsidP="0035531B">
      <w:pPr>
        <w:pStyle w:val="Text1-1"/>
        <w:rPr>
          <w:rStyle w:val="Tun9b"/>
        </w:rPr>
      </w:pPr>
      <w:r w:rsidRPr="00CC4380">
        <w:rPr>
          <w:rStyle w:val="Tun9b"/>
        </w:rPr>
        <w:t>Prokázání splnění základní způsobilosti:</w:t>
      </w:r>
    </w:p>
    <w:p w14:paraId="00943EC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52381900" w14:textId="77777777" w:rsidR="0035531B" w:rsidRDefault="0035531B" w:rsidP="00092CC9">
      <w:pPr>
        <w:pStyle w:val="Odrka1-1"/>
      </w:pPr>
      <w:r>
        <w:t>Způsobilým není dodavatel, který</w:t>
      </w:r>
    </w:p>
    <w:p w14:paraId="4D23F941"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81E19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5BC19B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C32B35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0168C6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C156B64" w14:textId="77777777" w:rsidR="0035531B" w:rsidRDefault="0035531B" w:rsidP="00092CC9">
      <w:pPr>
        <w:pStyle w:val="Odrka1-1"/>
      </w:pPr>
      <w:r>
        <w:t xml:space="preserve">Způsob prokázání základní způsobilosti: </w:t>
      </w:r>
    </w:p>
    <w:p w14:paraId="6CC5AD9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6A1B15A"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41DC3C1" w14:textId="77777777" w:rsidR="0035531B" w:rsidRDefault="0035531B" w:rsidP="00CC4380">
      <w:pPr>
        <w:pStyle w:val="Odrka1-2-"/>
      </w:pPr>
      <w:r>
        <w:t>potvrzení příslušného finančního úřadu ve vztahu</w:t>
      </w:r>
      <w:r w:rsidR="00BC6D2B">
        <w:t xml:space="preserve"> k </w:t>
      </w:r>
      <w:r>
        <w:t>§ 74 odst. 1 písm. b) ZZVZ;</w:t>
      </w:r>
    </w:p>
    <w:p w14:paraId="74EB98E7"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D55D54D" w14:textId="77777777" w:rsidR="0035531B" w:rsidRDefault="0035531B" w:rsidP="00CC4380">
      <w:pPr>
        <w:pStyle w:val="Odrka1-2-"/>
      </w:pPr>
      <w:r>
        <w:t>písemného čestného prohlášení ve vztahu</w:t>
      </w:r>
      <w:r w:rsidR="00BC6D2B">
        <w:t xml:space="preserve"> k </w:t>
      </w:r>
      <w:r>
        <w:t xml:space="preserve">§ 74 odst. 1 písm. c) ZZVZ; </w:t>
      </w:r>
    </w:p>
    <w:p w14:paraId="30E4965B"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69016A"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3682FF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F0555F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ABF13BD" w14:textId="77777777" w:rsidR="0035531B" w:rsidRPr="00CC4380" w:rsidRDefault="0035531B" w:rsidP="0035531B">
      <w:pPr>
        <w:pStyle w:val="Text1-1"/>
        <w:rPr>
          <w:rStyle w:val="Tun9b"/>
        </w:rPr>
      </w:pPr>
      <w:r w:rsidRPr="00CC4380">
        <w:rPr>
          <w:rStyle w:val="Tun9b"/>
        </w:rPr>
        <w:t>Prokázání splnění profesní způsobilosti:</w:t>
      </w:r>
    </w:p>
    <w:p w14:paraId="5F64DFA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BE4C0AA"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1C02009" w14:textId="77777777" w:rsidR="0035531B" w:rsidRPr="009D57C5" w:rsidRDefault="0035531B" w:rsidP="00CC4380">
      <w:pPr>
        <w:pStyle w:val="Textbezslovn"/>
        <w:ind w:left="1077"/>
      </w:pPr>
      <w:r w:rsidRPr="009D57C5">
        <w:t>Dodavatel doloží, že má</w:t>
      </w:r>
      <w:r w:rsidR="00BC6D2B" w:rsidRPr="009D57C5">
        <w:t xml:space="preserve"> k </w:t>
      </w:r>
      <w:r w:rsidRPr="009D57C5">
        <w:t xml:space="preserve">dispozici </w:t>
      </w:r>
      <w:r w:rsidR="00F10664" w:rsidRPr="009D57C5">
        <w:t xml:space="preserve">živnostenské </w:t>
      </w:r>
      <w:r w:rsidRPr="009D57C5">
        <w:t>oprávnění</w:t>
      </w:r>
      <w:r w:rsidR="00BC6D2B" w:rsidRPr="009D57C5">
        <w:t xml:space="preserve"> k </w:t>
      </w:r>
      <w:r w:rsidRPr="009D57C5">
        <w:t xml:space="preserve">podnikání pro následující činnosti: </w:t>
      </w:r>
    </w:p>
    <w:p w14:paraId="5299D0C9" w14:textId="1952D927" w:rsidR="001D6E71" w:rsidRDefault="001D6E71" w:rsidP="00BD5A0E">
      <w:pPr>
        <w:pStyle w:val="Odrka1-2-"/>
        <w:spacing w:after="0"/>
      </w:pPr>
      <w:r w:rsidRPr="009D57C5">
        <w:t>projektovou činnost ve výstavbě</w:t>
      </w:r>
      <w:r w:rsidR="00F212C3">
        <w:t>,</w:t>
      </w:r>
    </w:p>
    <w:p w14:paraId="1A6162BF" w14:textId="6B6C8264" w:rsidR="00F212C3" w:rsidRDefault="00F212C3" w:rsidP="00BD5A0E">
      <w:pPr>
        <w:pStyle w:val="Odrka1-2-"/>
        <w:spacing w:after="0"/>
      </w:pPr>
      <w:r>
        <w:t>výkon zeměměřických činností.</w:t>
      </w:r>
    </w:p>
    <w:p w14:paraId="71EB8EDA" w14:textId="77777777" w:rsidR="009D57C5" w:rsidRPr="009D57C5" w:rsidRDefault="009D57C5" w:rsidP="009D57C5">
      <w:pPr>
        <w:pStyle w:val="Odrka1-2-"/>
        <w:numPr>
          <w:ilvl w:val="0"/>
          <w:numId w:val="0"/>
        </w:numPr>
        <w:spacing w:after="0"/>
        <w:ind w:left="1531"/>
      </w:pPr>
    </w:p>
    <w:p w14:paraId="74D4273F" w14:textId="77777777" w:rsidR="0035531B" w:rsidRDefault="0035531B" w:rsidP="00092CC9">
      <w:pPr>
        <w:pStyle w:val="Odrka1-1"/>
      </w:pPr>
      <w:r>
        <w:t>Odborná způsobilost:</w:t>
      </w:r>
    </w:p>
    <w:p w14:paraId="09F28504" w14:textId="7F1F3D0F" w:rsidR="00BD5A0E" w:rsidRPr="009D57C5" w:rsidRDefault="00BD5A0E" w:rsidP="00BD5A0E">
      <w:pPr>
        <w:pStyle w:val="Odrka1-2-"/>
      </w:pPr>
      <w:r w:rsidRPr="009D57C5">
        <w:t xml:space="preserve">Zadavatel požaduje předložení dokladu o autorizaci v rozsahu dle § 5 odst. 3 písm. </w:t>
      </w:r>
      <w:r w:rsidRPr="009D57C5">
        <w:rPr>
          <w:b/>
        </w:rPr>
        <w:t xml:space="preserve">a), </w:t>
      </w:r>
      <w:r w:rsidR="00880C61" w:rsidRPr="000E2DA9">
        <w:rPr>
          <w:b/>
        </w:rPr>
        <w:t>e)</w:t>
      </w:r>
      <w:r w:rsidR="00880C61">
        <w:rPr>
          <w:b/>
        </w:rPr>
        <w:t xml:space="preserve"> </w:t>
      </w:r>
      <w:r w:rsidR="0007776F">
        <w:rPr>
          <w:b/>
        </w:rPr>
        <w:t xml:space="preserve">f), g) </w:t>
      </w:r>
      <w:r w:rsidRPr="00913BB6">
        <w:rPr>
          <w:b/>
        </w:rPr>
        <w:t>a j)</w:t>
      </w:r>
      <w:r w:rsidR="009D57C5" w:rsidRPr="00913BB6">
        <w:t xml:space="preserve"> </w:t>
      </w:r>
      <w:r w:rsidRPr="00913BB6">
        <w:t xml:space="preserve">zákona </w:t>
      </w:r>
      <w:r w:rsidRPr="009D57C5">
        <w:t>č. 360/1992 Sb., o výkonu povolání autorizovaných architektů a o výkonu povolání autorizovaných inženýrů a techniků činných ve výstavbě, ve znění pozdějších předpisů.</w:t>
      </w:r>
    </w:p>
    <w:p w14:paraId="37E597EF" w14:textId="3146516F" w:rsidR="009D57C5" w:rsidRDefault="009D57C5" w:rsidP="009D57C5">
      <w:pPr>
        <w:pStyle w:val="Odrka1-2-"/>
      </w:pPr>
      <w:r>
        <w:t xml:space="preserve">Zadavatel požaduje předložení dokladu o autorizaci v rozsahu dle § 4 odst. 2 </w:t>
      </w:r>
      <w:r w:rsidRPr="000A15F9">
        <w:t xml:space="preserve">písm. </w:t>
      </w:r>
      <w:r w:rsidRPr="000A15F9">
        <w:rPr>
          <w:b/>
        </w:rPr>
        <w:t>a)</w:t>
      </w:r>
      <w:r>
        <w:rPr>
          <w:b/>
        </w:rPr>
        <w:t xml:space="preserve"> </w:t>
      </w:r>
      <w:r>
        <w:t>zákona č. 360/1992 Sb., o výkonu povolání autorizovaných architektů a o výkonu povolání autorizovaných inženýrů a techniků činných ve výstavbě, ve znění pozdějších předpisů.</w:t>
      </w:r>
    </w:p>
    <w:p w14:paraId="7CE22518" w14:textId="38901B1B" w:rsidR="00D83602" w:rsidRDefault="00D83602" w:rsidP="00D83602">
      <w:pPr>
        <w:pStyle w:val="Odrka1-2-"/>
      </w:pPr>
      <w:r w:rsidRPr="00D83602">
        <w:t>Zadavatel požaduje předložení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65C4BCE9" w14:textId="6A9E84B9" w:rsidR="00D83602" w:rsidRPr="00D83602" w:rsidRDefault="00B02D4E" w:rsidP="00B02D4E">
      <w:pPr>
        <w:pStyle w:val="Odrka1-2-"/>
        <w:numPr>
          <w:ilvl w:val="0"/>
          <w:numId w:val="0"/>
        </w:numPr>
        <w:ind w:left="1531" w:hanging="397"/>
      </w:pPr>
      <w:r w:rsidRPr="00B02D4E">
        <w:t>-</w:t>
      </w:r>
      <w:r w:rsidRPr="00B02D4E">
        <w:tab/>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7E028F7A"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w:t>
      </w:r>
      <w:r>
        <w:lastRenderedPageBreak/>
        <w:t xml:space="preserve">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43472B7D"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C311B" w14:textId="77777777" w:rsidR="00A15641" w:rsidRDefault="00A15641" w:rsidP="00BD5A0E">
      <w:pPr>
        <w:pStyle w:val="Odrka1-2-"/>
        <w:numPr>
          <w:ilvl w:val="0"/>
          <w:numId w:val="0"/>
        </w:numPr>
        <w:ind w:left="1077"/>
      </w:pPr>
    </w:p>
    <w:p w14:paraId="17D4925B"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0FF73B7" w14:textId="77777777" w:rsidR="00392730" w:rsidRDefault="00392730" w:rsidP="00392730">
      <w:pPr>
        <w:pStyle w:val="Textbezslovn"/>
      </w:pPr>
      <w:r>
        <w:t>Zadavatel požaduje předložení seznamu ukončených významných služeb obdobného charakteru poskytnutých do</w:t>
      </w:r>
      <w:r w:rsidR="009D57C5">
        <w:t xml:space="preserve">davatelem v posledních 8 letech </w:t>
      </w:r>
      <w:r>
        <w:t xml:space="preserve">před zahájením zadávacího řízení. </w:t>
      </w:r>
    </w:p>
    <w:p w14:paraId="73071855" w14:textId="4B9584F9" w:rsidR="00913BB6" w:rsidRPr="00090FF0" w:rsidRDefault="00913BB6" w:rsidP="00913BB6">
      <w:pPr>
        <w:pStyle w:val="Textbezslovn"/>
      </w:pPr>
      <w:r w:rsidRPr="00090FF0">
        <w:t xml:space="preserve">Za služby obdobného charakteru se pokládají projektové práce spočívající ve zhotovení </w:t>
      </w:r>
      <w:r w:rsidR="00153C6F">
        <w:t xml:space="preserve">návrhu stavby, </w:t>
      </w:r>
      <w:r w:rsidRPr="008F3F6D">
        <w:t xml:space="preserve">projektové dokumentace pro stavební povolení a projektové dokumentace pro provádění stavby (DSP+PDPS) nebo projektové dokumentace pro společné povolení a projektové dokumentace pro provádění stavby (DUSP+PDPS) </w:t>
      </w:r>
      <w:r w:rsidR="00634C57">
        <w:t>nebo dokumentace pro územní řízení a dokumentace pro stavební povolení a projektové dokumentace pro provádění stavby (D</w:t>
      </w:r>
      <w:r w:rsidR="00414C94">
        <w:t>UR+DSP</w:t>
      </w:r>
      <w:r w:rsidR="00634C57">
        <w:t xml:space="preserve"> PDPS) </w:t>
      </w:r>
      <w:r w:rsidRPr="008F3F6D">
        <w:t>pro pozemní stavbu ve smyslu § 5 odst. 3 písm. a) zák. č. 360/1992 Sb., o výkonu povolání autorizovaných architektů a o výkonu povolání autorizovaných inženýrů a techniků činných ve výstavbě,</w:t>
      </w:r>
      <w:r w:rsidRPr="00015542">
        <w:t xml:space="preserve"> </w:t>
      </w:r>
      <w:r w:rsidRPr="008F3F6D">
        <w:t>ve znění pozdějších předpisů</w:t>
      </w:r>
      <w:r>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w:t>
      </w:r>
      <w:r w:rsidR="00414C94">
        <w:t xml:space="preserve"> </w:t>
      </w:r>
      <w:r w:rsidR="00BA6103">
        <w:rPr>
          <w:rFonts w:cs="Calibri"/>
        </w:rPr>
        <w:t xml:space="preserve">nebo </w:t>
      </w:r>
      <w:r w:rsidR="00414C94" w:rsidRPr="008A1D5E">
        <w:t>DUR+DSP+PDPS</w:t>
      </w:r>
      <w:r w:rsidRPr="008F3F6D">
        <w:t>, zadavatel považuje rovněž provedení aktualizace projektové dokumentace ve stupni DSP+PDPS nebo DUSP+PDPS</w:t>
      </w:r>
      <w:r w:rsidR="00414C94">
        <w:t xml:space="preserve"> </w:t>
      </w:r>
      <w:r w:rsidR="00414C94">
        <w:rPr>
          <w:rFonts w:cs="Calibri"/>
        </w:rPr>
        <w:t xml:space="preserve">nebo </w:t>
      </w:r>
      <w:r w:rsidR="00414C94">
        <w:rPr>
          <w:rFonts w:cs="Arial"/>
          <w:bCs/>
        </w:rPr>
        <w:t xml:space="preserve"> </w:t>
      </w:r>
      <w:r w:rsidR="00414C94" w:rsidRPr="008A1D5E">
        <w:t>DUR+DSP+PDPS</w:t>
      </w:r>
      <w:r w:rsidRPr="008F3F6D">
        <w:t>.</w:t>
      </w:r>
    </w:p>
    <w:p w14:paraId="723D6173" w14:textId="10DF4A89"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9D57C5">
        <w:t xml:space="preserve">písm. </w:t>
      </w:r>
      <w:r w:rsidRPr="00F94072">
        <w:rPr>
          <w:b/>
        </w:rPr>
        <w:t>a)</w:t>
      </w:r>
      <w:r w:rsidR="009D57C5" w:rsidRPr="009D57C5">
        <w:t xml:space="preserve"> a </w:t>
      </w:r>
      <w:r w:rsidRPr="00F94072">
        <w:rPr>
          <w:b/>
        </w:rPr>
        <w:t>b)</w:t>
      </w:r>
      <w:r w:rsidR="009D57C5" w:rsidRPr="009D57C5">
        <w:t xml:space="preserve"> </w:t>
      </w:r>
      <w:r w:rsidRPr="009D57C5">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14:paraId="37D05A43" w14:textId="797A8BD6" w:rsidR="00631306" w:rsidRPr="00090FF0" w:rsidRDefault="00631306" w:rsidP="00631306">
      <w:pPr>
        <w:pStyle w:val="Odstavec1-1a"/>
        <w:numPr>
          <w:ilvl w:val="0"/>
          <w:numId w:val="11"/>
        </w:numPr>
      </w:pPr>
      <w:r w:rsidRPr="00090FF0">
        <w:t xml:space="preserve">zpracování projektové dokumentace ve stupni </w:t>
      </w:r>
      <w:r w:rsidRPr="002902AE">
        <w:rPr>
          <w:b/>
        </w:rPr>
        <w:t>DSP+PDPS</w:t>
      </w:r>
      <w:r w:rsidRPr="00090FF0">
        <w:t xml:space="preserve"> nebo </w:t>
      </w:r>
      <w:r w:rsidRPr="002902AE">
        <w:rPr>
          <w:b/>
        </w:rPr>
        <w:t>DUSP+PDPS</w:t>
      </w:r>
      <w:r w:rsidR="00634C57">
        <w:rPr>
          <w:b/>
        </w:rPr>
        <w:t xml:space="preserve"> </w:t>
      </w:r>
      <w:r w:rsidR="00634C57" w:rsidRPr="00634C57">
        <w:t>nebo</w:t>
      </w:r>
      <w:r w:rsidR="00634C57">
        <w:rPr>
          <w:b/>
        </w:rPr>
        <w:t xml:space="preserve"> </w:t>
      </w:r>
      <w:r w:rsidR="00491EE3">
        <w:rPr>
          <w:b/>
        </w:rPr>
        <w:t xml:space="preserve"> </w:t>
      </w:r>
      <w:r w:rsidR="00634C57" w:rsidRPr="00634C57">
        <w:rPr>
          <w:b/>
        </w:rPr>
        <w:t>D</w:t>
      </w:r>
      <w:r w:rsidR="00B37072">
        <w:rPr>
          <w:b/>
        </w:rPr>
        <w:t>UR+DSP+PDPS</w:t>
      </w:r>
      <w:r w:rsidR="00634C57">
        <w:rPr>
          <w:b/>
        </w:rPr>
        <w:t xml:space="preserve"> </w:t>
      </w:r>
      <w:r w:rsidRPr="00090FF0">
        <w:t>pro rekonstrukci nebo novostavbu na pozemní stavbu ve smyslu ust.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14:paraId="4F237BF4" w14:textId="77777777" w:rsidR="00631306" w:rsidRDefault="00631306" w:rsidP="00631306">
      <w:pPr>
        <w:pStyle w:val="Odstavec1-1a"/>
        <w:numPr>
          <w:ilvl w:val="0"/>
          <w:numId w:val="11"/>
        </w:numPr>
      </w:pPr>
      <w:r w:rsidRPr="00090FF0">
        <w:rPr>
          <w:b/>
        </w:rPr>
        <w:t>návrh stavby</w:t>
      </w:r>
      <w:r w:rsidRPr="00090FF0">
        <w:t xml:space="preserve"> pro rekonstrukci nebo novostavbu </w:t>
      </w:r>
      <w:r w:rsidR="00B70333">
        <w:t xml:space="preserve">pozemní stavby </w:t>
      </w:r>
      <w:r w:rsidRPr="00090FF0">
        <w:t>ve smyslu ust. § 5 odst. 3 písm. a) zákona č. 360/1992 Sb., o výkonu povolání autorizovaných architektů a o výkonu povolání autorizovaných inženýrů a techniků činných ve výstavbě, a to s výjimkou budov pro bydlení, budov a hal pro výrobu a staveb pro zemědělství, s</w:t>
      </w:r>
      <w:r w:rsidR="00984C92">
        <w:t>kladování a staveb průmyslových</w:t>
      </w:r>
      <w:r w:rsidR="002C5154">
        <w:t>,</w:t>
      </w:r>
    </w:p>
    <w:p w14:paraId="6CB2A742" w14:textId="77777777" w:rsidR="002C5154" w:rsidRDefault="002C5154" w:rsidP="002C5154">
      <w:pPr>
        <w:pStyle w:val="Odstavec1-1a"/>
        <w:ind w:left="1417"/>
      </w:pPr>
    </w:p>
    <w:p w14:paraId="648537AE" w14:textId="77777777" w:rsidR="007134A8" w:rsidRDefault="00631306" w:rsidP="007134A8">
      <w:pPr>
        <w:pStyle w:val="Odstavec1-1a"/>
        <w:spacing w:after="0"/>
        <w:ind w:left="737"/>
        <w:rPr>
          <w:rFonts w:cs="Arial"/>
          <w:b/>
        </w:rPr>
      </w:pPr>
      <w:r w:rsidRPr="00B25660">
        <w:rPr>
          <w:b/>
        </w:rPr>
        <w:t xml:space="preserve">Činnost uvedená pod písm. a), musí být doložena alespoň ve </w:t>
      </w:r>
      <w:r w:rsidR="00F94072" w:rsidRPr="00B25660">
        <w:rPr>
          <w:b/>
        </w:rPr>
        <w:t>dvou</w:t>
      </w:r>
      <w:r w:rsidRPr="00B25660">
        <w:rPr>
          <w:b/>
        </w:rPr>
        <w:t xml:space="preserve"> referenčních zakázkách (významných službách).</w:t>
      </w:r>
      <w:r w:rsidR="00F94072" w:rsidRPr="00B25660">
        <w:rPr>
          <w:b/>
        </w:rPr>
        <w:t xml:space="preserve"> </w:t>
      </w:r>
      <w:r w:rsidR="00F94072" w:rsidRPr="00B25660">
        <w:rPr>
          <w:rFonts w:cs="Arial"/>
        </w:rPr>
        <w:t xml:space="preserve">Celkový součet cen významných služeb pod písm. </w:t>
      </w:r>
      <w:r w:rsidR="00F94072" w:rsidRPr="00B25660">
        <w:rPr>
          <w:rFonts w:cs="Arial"/>
          <w:b/>
        </w:rPr>
        <w:t xml:space="preserve">a) </w:t>
      </w:r>
      <w:r w:rsidR="00F94072" w:rsidRPr="00B25660">
        <w:rPr>
          <w:rFonts w:cs="Arial"/>
        </w:rPr>
        <w:t>za posledních 8 let před zahájením zadávacího řízení, které dodavatel poskytl, musí dosahovat v souhrnu, včetně případných poddodávek, minimálně</w:t>
      </w:r>
      <w:r w:rsidR="00511E33">
        <w:rPr>
          <w:rFonts w:cs="Arial"/>
          <w:b/>
        </w:rPr>
        <w:t xml:space="preserve"> </w:t>
      </w:r>
      <w:r w:rsidR="00BF1486">
        <w:rPr>
          <w:rFonts w:cs="Arial"/>
          <w:b/>
        </w:rPr>
        <w:t>18</w:t>
      </w:r>
      <w:r w:rsidR="00F94072" w:rsidRPr="00B25660">
        <w:rPr>
          <w:rFonts w:cs="Arial"/>
          <w:b/>
        </w:rPr>
        <w:t xml:space="preserve"> 000 000,- Kč bez DPH</w:t>
      </w:r>
      <w:r w:rsidR="00F94072" w:rsidRPr="00B25660">
        <w:rPr>
          <w:rFonts w:cs="Arial"/>
        </w:rPr>
        <w:t>, přičemž alespoň jedna významná služba musí dosahovat ceny nejméně</w:t>
      </w:r>
      <w:r w:rsidR="00F94072" w:rsidRPr="00B25660">
        <w:rPr>
          <w:rFonts w:cs="Arial"/>
          <w:b/>
        </w:rPr>
        <w:t xml:space="preserve"> </w:t>
      </w:r>
    </w:p>
    <w:p w14:paraId="1CC77388" w14:textId="5A859669" w:rsidR="00631306" w:rsidRDefault="00BF1486" w:rsidP="007134A8">
      <w:pPr>
        <w:pStyle w:val="Odstavec1-1a"/>
        <w:spacing w:after="0"/>
        <w:ind w:left="737"/>
        <w:rPr>
          <w:rFonts w:cs="Arial"/>
        </w:rPr>
      </w:pPr>
      <w:r>
        <w:rPr>
          <w:rFonts w:cs="Arial"/>
          <w:b/>
        </w:rPr>
        <w:t>9</w:t>
      </w:r>
      <w:r w:rsidR="00F94072" w:rsidRPr="00B25660">
        <w:rPr>
          <w:rFonts w:cs="Arial"/>
          <w:b/>
        </w:rPr>
        <w:t xml:space="preserve"> 000 000,- Kč bez DPH</w:t>
      </w:r>
      <w:r w:rsidR="0049114E">
        <w:rPr>
          <w:rFonts w:cs="Arial"/>
          <w:b/>
        </w:rPr>
        <w:t xml:space="preserve"> (v souhrnu za oba stupně</w:t>
      </w:r>
      <w:r w:rsidR="00F85E81">
        <w:rPr>
          <w:rFonts w:cs="Arial"/>
          <w:b/>
        </w:rPr>
        <w:t xml:space="preserve"> </w:t>
      </w:r>
      <w:r w:rsidR="00F85E81" w:rsidRPr="002902AE">
        <w:rPr>
          <w:b/>
        </w:rPr>
        <w:t>DSP+PDPS</w:t>
      </w:r>
      <w:r w:rsidR="00F85E81" w:rsidRPr="00090FF0">
        <w:t xml:space="preserve"> nebo </w:t>
      </w:r>
      <w:r w:rsidR="00F85E81" w:rsidRPr="002902AE">
        <w:rPr>
          <w:b/>
        </w:rPr>
        <w:t>DUSP+PDPS</w:t>
      </w:r>
      <w:r w:rsidR="005E3E3A">
        <w:rPr>
          <w:b/>
        </w:rPr>
        <w:t xml:space="preserve"> </w:t>
      </w:r>
      <w:r w:rsidR="005E3E3A">
        <w:rPr>
          <w:rFonts w:cs="Calibri"/>
        </w:rPr>
        <w:t xml:space="preserve">nebo </w:t>
      </w:r>
      <w:r w:rsidR="005E3E3A">
        <w:rPr>
          <w:rFonts w:cs="Arial"/>
          <w:bCs/>
        </w:rPr>
        <w:t xml:space="preserve"> </w:t>
      </w:r>
      <w:r w:rsidR="005E3E3A" w:rsidRPr="005E3E3A">
        <w:rPr>
          <w:b/>
        </w:rPr>
        <w:t>DUR+DSP+PDPS</w:t>
      </w:r>
      <w:r w:rsidR="0049114E">
        <w:rPr>
          <w:rFonts w:cs="Arial"/>
          <w:b/>
        </w:rPr>
        <w:t>)</w:t>
      </w:r>
      <w:r w:rsidR="00F94072" w:rsidRPr="00B25660">
        <w:rPr>
          <w:rFonts w:cs="Arial"/>
        </w:rPr>
        <w:t>.</w:t>
      </w:r>
    </w:p>
    <w:p w14:paraId="223F9121" w14:textId="77777777" w:rsidR="007134A8" w:rsidRPr="00B25660" w:rsidRDefault="007134A8" w:rsidP="007134A8">
      <w:pPr>
        <w:pStyle w:val="Odstavec1-1a"/>
        <w:spacing w:after="0"/>
        <w:ind w:left="737"/>
        <w:rPr>
          <w:b/>
        </w:rPr>
      </w:pPr>
    </w:p>
    <w:p w14:paraId="2AA7F941" w14:textId="77777777" w:rsidR="00631306" w:rsidRPr="008D4339" w:rsidRDefault="00631306" w:rsidP="00631306">
      <w:pPr>
        <w:pStyle w:val="Odstavec1-1a"/>
        <w:ind w:left="737"/>
        <w:rPr>
          <w:b/>
          <w:color w:val="FF0000"/>
        </w:rPr>
      </w:pPr>
      <w:r w:rsidRPr="00B25660">
        <w:rPr>
          <w:b/>
        </w:rPr>
        <w:t xml:space="preserve">Činnost uvedená pod písm. b), musí být doložena alespoň v jedné referenční </w:t>
      </w:r>
      <w:r w:rsidR="00F94072" w:rsidRPr="00B25660">
        <w:rPr>
          <w:b/>
        </w:rPr>
        <w:t xml:space="preserve">zakázce (významné službě), </w:t>
      </w:r>
      <w:r w:rsidR="00F94072" w:rsidRPr="00B25660">
        <w:rPr>
          <w:rFonts w:cs="Arial"/>
        </w:rPr>
        <w:t xml:space="preserve">přičemž </w:t>
      </w:r>
      <w:r w:rsidR="00C4169D">
        <w:rPr>
          <w:rFonts w:cs="Arial"/>
        </w:rPr>
        <w:t xml:space="preserve">předmět plnění </w:t>
      </w:r>
      <w:r w:rsidR="00F94072" w:rsidRPr="00B25660">
        <w:rPr>
          <w:rFonts w:cs="Arial"/>
        </w:rPr>
        <w:t>alespoň jedn</w:t>
      </w:r>
      <w:r w:rsidR="00C4169D">
        <w:rPr>
          <w:rFonts w:cs="Arial"/>
        </w:rPr>
        <w:t>é</w:t>
      </w:r>
      <w:r w:rsidR="00F94072" w:rsidRPr="00B25660">
        <w:rPr>
          <w:rFonts w:cs="Arial"/>
        </w:rPr>
        <w:t xml:space="preserve"> významn</w:t>
      </w:r>
      <w:r w:rsidR="00C4169D">
        <w:rPr>
          <w:rFonts w:cs="Arial"/>
        </w:rPr>
        <w:t>é</w:t>
      </w:r>
      <w:r w:rsidR="00F94072" w:rsidRPr="00B25660">
        <w:rPr>
          <w:rFonts w:cs="Arial"/>
        </w:rPr>
        <w:t xml:space="preserve"> služb</w:t>
      </w:r>
      <w:r w:rsidR="00C4169D">
        <w:rPr>
          <w:rFonts w:cs="Arial"/>
        </w:rPr>
        <w:t>y</w:t>
      </w:r>
      <w:r w:rsidR="00F94072" w:rsidRPr="00B25660">
        <w:rPr>
          <w:rFonts w:cs="Arial"/>
        </w:rPr>
        <w:t xml:space="preserve"> </w:t>
      </w:r>
      <w:r w:rsidR="00F94072" w:rsidRPr="00B25660">
        <w:rPr>
          <w:rFonts w:cs="Arial"/>
        </w:rPr>
        <w:lastRenderedPageBreak/>
        <w:t xml:space="preserve">pod písm. </w:t>
      </w:r>
      <w:r w:rsidR="00F94072" w:rsidRPr="00B25660">
        <w:rPr>
          <w:rFonts w:cs="Arial"/>
          <w:b/>
        </w:rPr>
        <w:t xml:space="preserve">b) </w:t>
      </w:r>
      <w:r w:rsidR="00F94072" w:rsidRPr="00B25660">
        <w:rPr>
          <w:rFonts w:cs="Arial"/>
        </w:rPr>
        <w:t xml:space="preserve">za posledních 8 let před zahájením zadávacího řízení, kterou dodavatel poskytl, musí </w:t>
      </w:r>
      <w:r w:rsidR="00F94072" w:rsidRPr="009D3133">
        <w:rPr>
          <w:rFonts w:cs="Arial"/>
        </w:rPr>
        <w:t xml:space="preserve">dosahovat </w:t>
      </w:r>
      <w:r w:rsidR="008C028A" w:rsidRPr="009D3133">
        <w:rPr>
          <w:noProof/>
        </w:rPr>
        <w:t xml:space="preserve">objemu </w:t>
      </w:r>
      <w:r w:rsidR="008C028A" w:rsidRPr="009D3133">
        <w:rPr>
          <w:b/>
          <w:noProof/>
        </w:rPr>
        <w:t>celkových investičních nákladů</w:t>
      </w:r>
      <w:r w:rsidR="008C028A" w:rsidRPr="009D3133">
        <w:rPr>
          <w:noProof/>
        </w:rPr>
        <w:t xml:space="preserve"> v hodnotě </w:t>
      </w:r>
      <w:r w:rsidR="0033201F" w:rsidRPr="009D3133">
        <w:rPr>
          <w:noProof/>
        </w:rPr>
        <w:t xml:space="preserve">minimálně </w:t>
      </w:r>
      <w:r w:rsidR="008C028A" w:rsidRPr="008334C3">
        <w:rPr>
          <w:rFonts w:cs="Arial"/>
          <w:b/>
        </w:rPr>
        <w:t>1</w:t>
      </w:r>
      <w:r w:rsidR="00B22DEE" w:rsidRPr="008334C3">
        <w:rPr>
          <w:rFonts w:cs="Arial"/>
          <w:b/>
        </w:rPr>
        <w:t>00</w:t>
      </w:r>
      <w:r w:rsidR="008C028A" w:rsidRPr="008334C3">
        <w:rPr>
          <w:rFonts w:cs="Arial"/>
          <w:b/>
        </w:rPr>
        <w:t> 000 000</w:t>
      </w:r>
      <w:r w:rsidR="00F94072" w:rsidRPr="008334C3">
        <w:rPr>
          <w:rFonts w:cs="Arial"/>
          <w:b/>
        </w:rPr>
        <w:t>,- Kč bez DPH</w:t>
      </w:r>
      <w:r w:rsidR="00F94072" w:rsidRPr="008334C3">
        <w:rPr>
          <w:rFonts w:cs="Arial"/>
        </w:rPr>
        <w:t>.</w:t>
      </w:r>
    </w:p>
    <w:p w14:paraId="14663076" w14:textId="2BF7418D" w:rsidR="00392730" w:rsidRDefault="00392730" w:rsidP="00631306">
      <w:pPr>
        <w:pStyle w:val="Textbezslovn"/>
      </w:pPr>
      <w:r w:rsidRPr="00A450D7">
        <w:t>Parametry, resp. požadavky na obsahovou náplň činností, uvedené výše pod písm. a)</w:t>
      </w:r>
      <w:r w:rsidR="0066145F">
        <w:t xml:space="preserve"> </w:t>
      </w:r>
      <w:r w:rsidR="00CF4857">
        <w:t>a</w:t>
      </w:r>
      <w:r w:rsidRPr="00A450D7">
        <w:t xml:space="preserve"> b)</w:t>
      </w:r>
      <w:r w:rsidR="002C5154" w:rsidRPr="00A450D7">
        <w:t xml:space="preserve"> </w:t>
      </w:r>
      <w:r w:rsidRPr="00A450D7">
        <w:t>lze splnit všechny současně v rámci jedné referenční zakázky (významné služby), ale připouští se i splnění požadavků dle písm. a)</w:t>
      </w:r>
      <w:r w:rsidR="002C5154" w:rsidRPr="00A450D7">
        <w:t>,</w:t>
      </w:r>
      <w:r w:rsidRPr="00A450D7">
        <w:t xml:space="preserve"> b) odděleně v několika referenčních zakázkách. Každá z těchto referenčních zakázek však musí vždy samostatně dosahovat alespoň minimální úrovně všech požadavků dle písm. a) nebo b)</w:t>
      </w:r>
      <w:r w:rsidR="00824EB6" w:rsidRPr="00A450D7">
        <w:t xml:space="preserve"> </w:t>
      </w:r>
      <w:r w:rsidRPr="00A450D7">
        <w:t xml:space="preserve">výše, takže požadavky na obsahovou náplň činností uvedených výše pod jednotlivými písm. </w:t>
      </w:r>
      <w:r w:rsidR="00631306" w:rsidRPr="00A450D7">
        <w:t>a) nebo b)</w:t>
      </w:r>
      <w:r w:rsidR="00CF4857">
        <w:t xml:space="preserve"> </w:t>
      </w:r>
      <w:r w:rsidRPr="00A450D7">
        <w:t>nelze za účelem prokázání technické kvalifikace sčítat z více referenčních zakázek (významných služeb).</w:t>
      </w:r>
      <w:r>
        <w:t xml:space="preserve"> </w:t>
      </w:r>
    </w:p>
    <w:p w14:paraId="2F5DE680" w14:textId="77777777" w:rsidR="00F9563F" w:rsidRDefault="00F9563F" w:rsidP="00392730">
      <w:pPr>
        <w:pStyle w:val="Textbezslovn"/>
      </w:pPr>
      <w:r w:rsidRPr="00B22DEE">
        <w:rPr>
          <w:b/>
        </w:rPr>
        <w:t>Návrhem stavby</w:t>
      </w:r>
      <w:r>
        <w:t xml:space="preserve"> se pro účely doložení referenční zakázky uvedené pod písm. b) rozumí dokument, který </w:t>
      </w:r>
      <w:r w:rsidRPr="00F9563F">
        <w:t>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r w:rsidR="00AE7E95">
        <w:t xml:space="preserve"> </w:t>
      </w:r>
    </w:p>
    <w:p w14:paraId="526EF08E"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50F5DDE" w14:textId="185ACDBD" w:rsidR="00913BB6" w:rsidRPr="00A61A13" w:rsidRDefault="00913BB6" w:rsidP="00913BB6">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 xml:space="preserve">pro pozemní stavby) součástí rozsáhlejšího plnění pro objednatele významné služby (např. kromě zpracování projektové dokumentace měl dodavatel vykonávat i autorský dozor při realizaci stavby apod.) postačí, pokud je v uvedené době dokončeno plnění v rozsahu referované činnosti (tj. např.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990BECD" w14:textId="0A5F3E0B" w:rsidR="00913BB6" w:rsidRPr="00A61A13" w:rsidRDefault="00913BB6" w:rsidP="00913BB6">
      <w:pPr>
        <w:pStyle w:val="Textbezslovn"/>
      </w:pPr>
      <w:r w:rsidRPr="00A61A13">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w:t>
      </w:r>
      <w:r w:rsidR="00BA6103">
        <w:rPr>
          <w:rFonts w:cs="Calibri"/>
        </w:rPr>
        <w:t xml:space="preserve">nebo </w:t>
      </w:r>
      <w:r w:rsidR="00BA6103">
        <w:rPr>
          <w:rFonts w:cs="Arial"/>
          <w:bCs/>
        </w:rPr>
        <w:t xml:space="preserve"> </w:t>
      </w:r>
      <w:r w:rsidR="00BA6103" w:rsidRPr="008A1D5E">
        <w:t>DUR+DSP+PDPS</w:t>
      </w:r>
      <w:r w:rsidR="00BA6103" w:rsidRPr="00A61A13">
        <w:t xml:space="preserve"> </w:t>
      </w:r>
      <w:r w:rsidRPr="00A61A13">
        <w:t>považuje za dokončenou předáním kompletní DSP+PDPS nebo DUSP+PDPS</w:t>
      </w:r>
      <w:r w:rsidR="00BA6103" w:rsidRPr="00BA6103">
        <w:rPr>
          <w:rFonts w:cs="Calibri"/>
        </w:rPr>
        <w:t xml:space="preserve"> </w:t>
      </w:r>
      <w:r w:rsidR="00BA6103">
        <w:rPr>
          <w:rFonts w:cs="Calibri"/>
        </w:rPr>
        <w:t xml:space="preserve">nebo </w:t>
      </w:r>
      <w:r w:rsidR="00BA6103">
        <w:rPr>
          <w:rFonts w:cs="Arial"/>
          <w:bCs/>
        </w:rPr>
        <w:t xml:space="preserve"> </w:t>
      </w:r>
      <w:r w:rsidR="00BA6103" w:rsidRPr="008A1D5E">
        <w:t>DUR+DSP+PDPS</w:t>
      </w:r>
      <w:r w:rsidR="00BA6103">
        <w:t xml:space="preserve"> </w:t>
      </w:r>
      <w:r w:rsidRPr="00A61A13">
        <w:t xml:space="preserve">, příp. jejich kompletní aktualizace, objednateli po zapracování všech </w:t>
      </w:r>
      <w:r w:rsidRPr="00A61A13">
        <w:lastRenderedPageBreak/>
        <w:t xml:space="preserve">připomínek ze strany objednatele, a to bez případného podání žádosti o stavební povolení nebo společné povolení, je-li součástí plnění zakázky. </w:t>
      </w:r>
    </w:p>
    <w:p w14:paraId="00F49E4F"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369FC63" w14:textId="77777777" w:rsidR="00392730" w:rsidRDefault="00392730" w:rsidP="00991364">
      <w:pPr>
        <w:pStyle w:val="Odstavec1-1a"/>
        <w:numPr>
          <w:ilvl w:val="0"/>
          <w:numId w:val="13"/>
        </w:numPr>
        <w:spacing w:after="0"/>
      </w:pPr>
      <w:r>
        <w:t>společně s jinými dodavateli, a to v rozsahu, v jakém se na plnění zakázky podílel, nebo</w:t>
      </w:r>
    </w:p>
    <w:p w14:paraId="54044AF1" w14:textId="77777777" w:rsidR="00392730" w:rsidRDefault="00392730" w:rsidP="00991364">
      <w:pPr>
        <w:pStyle w:val="Odstavec1-1a"/>
        <w:numPr>
          <w:ilvl w:val="0"/>
          <w:numId w:val="13"/>
        </w:numPr>
      </w:pPr>
      <w:r>
        <w:t>jako poddodavatel, a to v rozsahu, v jakém se na plnění zakázky podílel.</w:t>
      </w:r>
    </w:p>
    <w:p w14:paraId="43BBD0D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1747F1BF"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3E11E8DB" w14:textId="77777777" w:rsidR="0035531B" w:rsidRPr="00930B79" w:rsidRDefault="0035531B" w:rsidP="0035531B">
      <w:pPr>
        <w:pStyle w:val="Text1-1"/>
        <w:rPr>
          <w:rStyle w:val="Tun9b"/>
        </w:rPr>
      </w:pPr>
      <w:r w:rsidRPr="00930B79">
        <w:rPr>
          <w:rStyle w:val="Tun9b"/>
        </w:rPr>
        <w:t>Technická kvalifikace – seznam odborného personálu:</w:t>
      </w:r>
    </w:p>
    <w:p w14:paraId="501EE370" w14:textId="77777777"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8A6963">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4C081D46"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E57DB3F" w14:textId="77777777" w:rsidR="009E1AEE" w:rsidRPr="00631306" w:rsidRDefault="009E1AEE" w:rsidP="00991364">
      <w:pPr>
        <w:pStyle w:val="Odstavec1-1a"/>
        <w:numPr>
          <w:ilvl w:val="0"/>
          <w:numId w:val="18"/>
        </w:numPr>
        <w:rPr>
          <w:b/>
        </w:rPr>
      </w:pPr>
      <w:r w:rsidRPr="00631306">
        <w:rPr>
          <w:b/>
        </w:rPr>
        <w:t xml:space="preserve">vedoucí týmu </w:t>
      </w:r>
    </w:p>
    <w:p w14:paraId="3B82F167" w14:textId="77777777" w:rsidR="009E3C1B" w:rsidRPr="00631306" w:rsidRDefault="009E1AEE" w:rsidP="009E1AEE">
      <w:pPr>
        <w:pStyle w:val="Odrka1-2-"/>
      </w:pPr>
      <w:r w:rsidRPr="00631306">
        <w:t xml:space="preserve">vysokoškolské vzdělání; </w:t>
      </w:r>
    </w:p>
    <w:p w14:paraId="2973DD74" w14:textId="77777777" w:rsidR="009E1AEE" w:rsidRPr="00631306" w:rsidRDefault="009E1AEE" w:rsidP="009E1AEE">
      <w:pPr>
        <w:pStyle w:val="Odrka1-2-"/>
      </w:pPr>
      <w:r w:rsidRPr="00631306">
        <w:t>nejméně 5 let praxe v projektování obdobných zakázek</w:t>
      </w:r>
      <w:r w:rsidR="00631306" w:rsidRPr="00631306">
        <w:t>;</w:t>
      </w:r>
      <w:r w:rsidRPr="00631306">
        <w:t xml:space="preserve"> </w:t>
      </w:r>
    </w:p>
    <w:p w14:paraId="5D03673B" w14:textId="77777777" w:rsidR="009E1AEE" w:rsidRPr="00631306" w:rsidRDefault="009E1AEE" w:rsidP="009E1AEE">
      <w:pPr>
        <w:pStyle w:val="Odrka1-2-"/>
      </w:pPr>
      <w:r w:rsidRPr="00631306">
        <w:t xml:space="preserve">autorizace v rozsahu dle § 5 odst. 3 písm. </w:t>
      </w:r>
      <w:r w:rsidR="00631306" w:rsidRPr="00631306">
        <w:t>a</w:t>
      </w:r>
      <w:r w:rsidRPr="00631306">
        <w:t xml:space="preserve">) zák. č. 360/1992 Sb., o výkonu povolání autorizovaných architektů a o výkonu povolání autorizovaných inženýrů a techniků činných ve výstavbě, ve znění pozdějších předpisů (dále jen „autorizační zákon“), tedy pro </w:t>
      </w:r>
      <w:r w:rsidR="00631306" w:rsidRPr="00631306">
        <w:t>pozemní stavby</w:t>
      </w:r>
      <w:r w:rsidRPr="00631306">
        <w:t xml:space="preserve">; </w:t>
      </w:r>
    </w:p>
    <w:p w14:paraId="669C3632" w14:textId="7904D2B4" w:rsidR="00913BB6" w:rsidRPr="008B2180" w:rsidRDefault="00913BB6" w:rsidP="00913BB6">
      <w:pPr>
        <w:pStyle w:val="Odrka1-2-"/>
      </w:pPr>
      <w:r w:rsidRPr="000A15F9">
        <w:t xml:space="preserve">prokázat zkušenosti s plněním alespoň dvou zakázek na projektové práce </w:t>
      </w:r>
      <w:r>
        <w:t xml:space="preserve">spočívající ve zpracování dokumentace </w:t>
      </w:r>
      <w:r w:rsidRPr="000A15F9">
        <w:t>pro stavby pozemních staveb ve stupni DSP+PDPS nebo DUSP</w:t>
      </w:r>
      <w:r>
        <w:t>+PDPS</w:t>
      </w:r>
      <w:r w:rsidRPr="000A15F9">
        <w:t xml:space="preserve"> </w:t>
      </w:r>
      <w:r w:rsidR="00BA6103">
        <w:rPr>
          <w:rFonts w:cs="Calibri"/>
        </w:rPr>
        <w:t xml:space="preserve">nebo </w:t>
      </w:r>
      <w:r w:rsidR="00BA6103">
        <w:rPr>
          <w:rFonts w:cs="Arial"/>
          <w:bCs/>
        </w:rPr>
        <w:t xml:space="preserve"> </w:t>
      </w:r>
      <w:r w:rsidR="00BA6103" w:rsidRPr="008A1D5E">
        <w:t>DUR+DSP+PDPS</w:t>
      </w:r>
      <w:r w:rsidR="00BA6103" w:rsidRPr="000A15F9">
        <w:t xml:space="preserve"> </w:t>
      </w:r>
      <w:r w:rsidRPr="000A15F9">
        <w:t xml:space="preserve">ve funkci vedoucího </w:t>
      </w:r>
      <w:r w:rsidRPr="000A15F9">
        <w:lastRenderedPageBreak/>
        <w:t xml:space="preserve">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 xml:space="preserve">dokončeno plnění v rozsahu referované činnosti;  </w:t>
      </w:r>
    </w:p>
    <w:p w14:paraId="11D80E5C" w14:textId="6F8F74AE" w:rsidR="009E1AEE" w:rsidRPr="00631306" w:rsidRDefault="009E1AEE" w:rsidP="00991364">
      <w:pPr>
        <w:pStyle w:val="Odstavec1-1a"/>
        <w:numPr>
          <w:ilvl w:val="0"/>
          <w:numId w:val="14"/>
        </w:numPr>
        <w:rPr>
          <w:b/>
        </w:rPr>
      </w:pPr>
      <w:r w:rsidRPr="00631306">
        <w:rPr>
          <w:b/>
        </w:rPr>
        <w:t>specialista na pozemní stavby</w:t>
      </w:r>
      <w:r w:rsidR="00B35591">
        <w:rPr>
          <w:b/>
        </w:rPr>
        <w:t xml:space="preserve"> – zástupce vedoucího týmu</w:t>
      </w:r>
    </w:p>
    <w:p w14:paraId="28AB8C02" w14:textId="77777777" w:rsidR="00355D2A" w:rsidRPr="00631306" w:rsidRDefault="009E1AEE" w:rsidP="00355D2A">
      <w:pPr>
        <w:pStyle w:val="Odrka1-2-"/>
      </w:pPr>
      <w:r w:rsidRPr="00631306">
        <w:t xml:space="preserve">vysokoškolské vzdělání; </w:t>
      </w:r>
    </w:p>
    <w:p w14:paraId="5826DF20" w14:textId="77777777" w:rsidR="00631306" w:rsidRPr="00631306" w:rsidRDefault="009E1AEE" w:rsidP="00631306">
      <w:pPr>
        <w:pStyle w:val="Odrka1-2-"/>
      </w:pPr>
      <w:r w:rsidRPr="00631306">
        <w:t xml:space="preserve">nejméně 5 let praxe </w:t>
      </w:r>
      <w:r w:rsidR="00631306" w:rsidRPr="00631306">
        <w:t xml:space="preserve">ve svém oboru (pozemní stavby) v projektování obdobných zakázek; </w:t>
      </w:r>
    </w:p>
    <w:p w14:paraId="664AA384" w14:textId="77777777" w:rsidR="009E1AEE" w:rsidRDefault="009E1AEE" w:rsidP="00355D2A">
      <w:pPr>
        <w:pStyle w:val="Odrka1-2-"/>
      </w:pPr>
      <w:r w:rsidRPr="00631306">
        <w:t>autorizace v rozsahu dle § 5 odst. 3 písm. a) autorizačního zákona, tedy v oboru pozemní stavby;</w:t>
      </w:r>
    </w:p>
    <w:p w14:paraId="586FF770" w14:textId="77777777" w:rsidR="009E1AEE" w:rsidRPr="00B25660" w:rsidRDefault="00631306" w:rsidP="00991364">
      <w:pPr>
        <w:pStyle w:val="Odstavec1-1a"/>
        <w:numPr>
          <w:ilvl w:val="0"/>
          <w:numId w:val="14"/>
        </w:numPr>
        <w:rPr>
          <w:b/>
        </w:rPr>
      </w:pPr>
      <w:r w:rsidRPr="00B25660">
        <w:rPr>
          <w:b/>
        </w:rPr>
        <w:t>architekt</w:t>
      </w:r>
    </w:p>
    <w:p w14:paraId="5A746086" w14:textId="77777777" w:rsidR="00355D2A" w:rsidRPr="00B25660" w:rsidRDefault="009E1AEE" w:rsidP="00355D2A">
      <w:pPr>
        <w:pStyle w:val="Odrka1-2-"/>
      </w:pPr>
      <w:r w:rsidRPr="00B25660">
        <w:t xml:space="preserve">vysokoškolské vzdělání; </w:t>
      </w:r>
    </w:p>
    <w:p w14:paraId="3DA7D08B" w14:textId="77777777" w:rsidR="00355D2A" w:rsidRPr="00B25660" w:rsidRDefault="009E1AEE" w:rsidP="00355D2A">
      <w:pPr>
        <w:pStyle w:val="Odrka1-2-"/>
      </w:pPr>
      <w:r w:rsidRPr="00B25660">
        <w:t xml:space="preserve">nejméně 5 let praxe </w:t>
      </w:r>
      <w:r w:rsidR="00AE7E95" w:rsidRPr="00B25660">
        <w:t>ve zpracování návrh</w:t>
      </w:r>
      <w:r w:rsidR="005206F6" w:rsidRPr="00B25660">
        <w:t>ů</w:t>
      </w:r>
      <w:r w:rsidR="00AE7E95" w:rsidRPr="00B25660">
        <w:t xml:space="preserve"> stav</w:t>
      </w:r>
      <w:r w:rsidR="005206F6" w:rsidRPr="00B25660">
        <w:t>eb</w:t>
      </w:r>
      <w:r w:rsidR="00AE7E95" w:rsidRPr="00B25660">
        <w:t xml:space="preserve"> </w:t>
      </w:r>
      <w:r w:rsidR="00C828A8">
        <w:t xml:space="preserve">pro rekonstrukci nebo novostavbu </w:t>
      </w:r>
      <w:r w:rsidR="00AE7E95" w:rsidRPr="00B25660">
        <w:t>pozemních staveb</w:t>
      </w:r>
      <w:r w:rsidRPr="00B25660">
        <w:t>;</w:t>
      </w:r>
    </w:p>
    <w:p w14:paraId="69F8327F" w14:textId="77777777" w:rsidR="00631306" w:rsidRPr="00B25660" w:rsidRDefault="009E1AEE" w:rsidP="00631306">
      <w:pPr>
        <w:pStyle w:val="Odrka1-2-"/>
      </w:pPr>
      <w:r w:rsidRPr="00B25660">
        <w:t xml:space="preserve">autorizace v rozsahu dle </w:t>
      </w:r>
      <w:r w:rsidR="00631306" w:rsidRPr="00B25660">
        <w:t>§ 4 odst. 2 písm. a) autorizačního zákona, tedy v oboru architektura;</w:t>
      </w:r>
    </w:p>
    <w:p w14:paraId="3994D12B" w14:textId="3611D14F" w:rsidR="009E1AEE" w:rsidRPr="00880C61" w:rsidRDefault="009E1AEE" w:rsidP="00991364">
      <w:pPr>
        <w:pStyle w:val="Odstavec1-1a"/>
        <w:numPr>
          <w:ilvl w:val="0"/>
          <w:numId w:val="14"/>
        </w:numPr>
        <w:rPr>
          <w:b/>
        </w:rPr>
      </w:pPr>
      <w:r w:rsidRPr="00880C61">
        <w:rPr>
          <w:b/>
        </w:rPr>
        <w:t xml:space="preserve">specialista na </w:t>
      </w:r>
      <w:r w:rsidR="008B7FF0" w:rsidRPr="00880C61">
        <w:rPr>
          <w:b/>
        </w:rPr>
        <w:t>technická zařízení budov</w:t>
      </w:r>
      <w:r w:rsidR="000057A6" w:rsidRPr="00880C61">
        <w:rPr>
          <w:b/>
        </w:rPr>
        <w:t xml:space="preserve"> – </w:t>
      </w:r>
      <w:r w:rsidR="001879DC" w:rsidRPr="00880C61">
        <w:rPr>
          <w:b/>
        </w:rPr>
        <w:t>vytápění a vzduchotechnika</w:t>
      </w:r>
    </w:p>
    <w:p w14:paraId="1D29207C" w14:textId="77777777" w:rsidR="00355D2A" w:rsidRPr="00880C61" w:rsidRDefault="009E1AEE" w:rsidP="00355D2A">
      <w:pPr>
        <w:pStyle w:val="Odrka1-2-"/>
      </w:pPr>
      <w:r w:rsidRPr="00880C61">
        <w:t xml:space="preserve">vysokoškolské vzdělání; </w:t>
      </w:r>
    </w:p>
    <w:p w14:paraId="4DD001EC" w14:textId="77777777" w:rsidR="00355D2A" w:rsidRPr="00880C61" w:rsidRDefault="009E1AEE" w:rsidP="00355D2A">
      <w:pPr>
        <w:pStyle w:val="Odrka1-2-"/>
      </w:pPr>
      <w:r w:rsidRPr="00880C61">
        <w:t>nejméně 5 let praxe ve svém oboru</w:t>
      </w:r>
      <w:r w:rsidR="00503605" w:rsidRPr="00880C61">
        <w:t xml:space="preserve"> </w:t>
      </w:r>
      <w:r w:rsidRPr="00880C61">
        <w:t xml:space="preserve">v projektování obdobných zakázek; </w:t>
      </w:r>
    </w:p>
    <w:p w14:paraId="3FE6A283" w14:textId="3CC7801F" w:rsidR="008B7FF0" w:rsidRPr="00880C61" w:rsidRDefault="009E1AEE" w:rsidP="0060566E">
      <w:pPr>
        <w:pStyle w:val="Odrka1-2-"/>
      </w:pPr>
      <w:r w:rsidRPr="00880C61">
        <w:t xml:space="preserve">autorizace v rozsahu dle § 5 odst. 3 písm. </w:t>
      </w:r>
      <w:r w:rsidR="008B7FF0" w:rsidRPr="00880C61">
        <w:t>f</w:t>
      </w:r>
      <w:r w:rsidRPr="00880C61">
        <w:t xml:space="preserve">) autorizačního zákona, tedy v oboru </w:t>
      </w:r>
      <w:r w:rsidR="008B7FF0" w:rsidRPr="00880C61">
        <w:t xml:space="preserve">technika prostředí staveb, specializace </w:t>
      </w:r>
      <w:r w:rsidR="0060566E" w:rsidRPr="00880C61">
        <w:t>vytápění a vzduchotechnika</w:t>
      </w:r>
      <w:r w:rsidR="008B7FF0" w:rsidRPr="00880C61">
        <w:t xml:space="preserve">; </w:t>
      </w:r>
    </w:p>
    <w:p w14:paraId="6CD5A437" w14:textId="2BE73E49" w:rsidR="000057A6" w:rsidRPr="00880C61" w:rsidRDefault="000057A6" w:rsidP="000057A6">
      <w:pPr>
        <w:pStyle w:val="Odstavec1-1a"/>
        <w:numPr>
          <w:ilvl w:val="0"/>
          <w:numId w:val="14"/>
        </w:numPr>
        <w:rPr>
          <w:b/>
        </w:rPr>
      </w:pPr>
      <w:r w:rsidRPr="00880C61">
        <w:rPr>
          <w:b/>
        </w:rPr>
        <w:t xml:space="preserve">specialista na technická zařízení budov – </w:t>
      </w:r>
      <w:r w:rsidR="001879DC" w:rsidRPr="00880C61">
        <w:rPr>
          <w:b/>
        </w:rPr>
        <w:t>zdravotní technika</w:t>
      </w:r>
    </w:p>
    <w:p w14:paraId="5B09C837" w14:textId="77777777" w:rsidR="000057A6" w:rsidRPr="00880C61" w:rsidRDefault="000057A6" w:rsidP="000057A6">
      <w:pPr>
        <w:pStyle w:val="Odrka1-2-"/>
      </w:pPr>
      <w:r w:rsidRPr="00880C61">
        <w:t xml:space="preserve">vysokoškolské vzdělání; </w:t>
      </w:r>
    </w:p>
    <w:p w14:paraId="2152D819" w14:textId="77777777" w:rsidR="000057A6" w:rsidRPr="00880C61" w:rsidRDefault="000057A6" w:rsidP="000057A6">
      <w:pPr>
        <w:pStyle w:val="Odrka1-2-"/>
      </w:pPr>
      <w:r w:rsidRPr="00880C61">
        <w:t xml:space="preserve">nejméně 5 let praxe ve svém oboru v projektování obdobných zakázek; </w:t>
      </w:r>
    </w:p>
    <w:p w14:paraId="07994FC4" w14:textId="7270E0D0" w:rsidR="000057A6" w:rsidRPr="00880C61" w:rsidRDefault="000057A6" w:rsidP="000057A6">
      <w:pPr>
        <w:pStyle w:val="Odrka1-2-"/>
      </w:pPr>
      <w:r w:rsidRPr="00880C61">
        <w:t>autorizace v rozsahu dle § 5 odst. 3 písm. f) autorizačního zákona, tedy v oboru technika prostředí staveb, specializace zdravotní technika;</w:t>
      </w:r>
    </w:p>
    <w:p w14:paraId="0DF54506" w14:textId="1C925519" w:rsidR="009E1AEE" w:rsidRPr="00880C61" w:rsidRDefault="009E1AEE" w:rsidP="00991364">
      <w:pPr>
        <w:pStyle w:val="Odstavec1-1a"/>
        <w:numPr>
          <w:ilvl w:val="0"/>
          <w:numId w:val="14"/>
        </w:numPr>
        <w:rPr>
          <w:b/>
        </w:rPr>
      </w:pPr>
      <w:r w:rsidRPr="00880C61">
        <w:rPr>
          <w:b/>
        </w:rPr>
        <w:t xml:space="preserve">specialista na </w:t>
      </w:r>
      <w:r w:rsidR="006F0C54" w:rsidRPr="00880C61">
        <w:rPr>
          <w:b/>
        </w:rPr>
        <w:t xml:space="preserve">technická zařízení budov - </w:t>
      </w:r>
      <w:r w:rsidR="008B7FF0" w:rsidRPr="00880C61">
        <w:rPr>
          <w:b/>
        </w:rPr>
        <w:t>elektrotechnická zařízení</w:t>
      </w:r>
    </w:p>
    <w:p w14:paraId="1565AAF5" w14:textId="77777777" w:rsidR="00355D2A" w:rsidRPr="00880C61" w:rsidRDefault="009E1AEE" w:rsidP="00355D2A">
      <w:pPr>
        <w:pStyle w:val="Odrka1-2-"/>
      </w:pPr>
      <w:r w:rsidRPr="00880C61">
        <w:t xml:space="preserve">vysokoškolské vzdělání;  </w:t>
      </w:r>
    </w:p>
    <w:p w14:paraId="785C402F" w14:textId="77777777" w:rsidR="008B7FF0" w:rsidRPr="00880C61" w:rsidRDefault="009E1AEE" w:rsidP="008B7FF0">
      <w:pPr>
        <w:pStyle w:val="Odrka1-2-"/>
      </w:pPr>
      <w:r w:rsidRPr="00880C61">
        <w:t xml:space="preserve">nejméně 5 let praxe v projektování </w:t>
      </w:r>
      <w:r w:rsidR="008B7FF0" w:rsidRPr="00880C61">
        <w:t xml:space="preserve">v oboru své specializace (elektrotechnická zařízení); </w:t>
      </w:r>
    </w:p>
    <w:p w14:paraId="06173A59" w14:textId="4D71DAAC" w:rsidR="008B7FF0" w:rsidRPr="00880C61" w:rsidRDefault="009E1AEE" w:rsidP="008B7FF0">
      <w:pPr>
        <w:pStyle w:val="Odrka1-2-"/>
      </w:pPr>
      <w:r w:rsidRPr="00880C61">
        <w:t xml:space="preserve">autorizace v rozsahu dle § 5 odst. 3 písm. </w:t>
      </w:r>
      <w:r w:rsidR="008B7FF0" w:rsidRPr="00880C61">
        <w:t>f</w:t>
      </w:r>
      <w:r w:rsidRPr="00880C61">
        <w:t xml:space="preserve">) autorizačního zákona, tedy v oboru </w:t>
      </w:r>
      <w:r w:rsidR="008B7FF0" w:rsidRPr="00880C61">
        <w:t>technika prostředí staveb, specializace elektrotechnická zařízení staveb;</w:t>
      </w:r>
    </w:p>
    <w:p w14:paraId="3C51DA0E" w14:textId="1E6A93AE" w:rsidR="00722E91" w:rsidRPr="00880C61" w:rsidRDefault="00722E91" w:rsidP="00722E91">
      <w:pPr>
        <w:pStyle w:val="Odstavec1-1a"/>
        <w:numPr>
          <w:ilvl w:val="0"/>
          <w:numId w:val="14"/>
        </w:numPr>
        <w:rPr>
          <w:b/>
        </w:rPr>
      </w:pPr>
      <w:r w:rsidRPr="00880C61">
        <w:rPr>
          <w:b/>
        </w:rPr>
        <w:t>specialista na statiku a dynamiku staveb</w:t>
      </w:r>
    </w:p>
    <w:p w14:paraId="2B272740" w14:textId="77777777" w:rsidR="00722E91" w:rsidRPr="00880C61" w:rsidRDefault="00722E91" w:rsidP="00722E91">
      <w:pPr>
        <w:pStyle w:val="Odrka1-2-"/>
      </w:pPr>
      <w:r w:rsidRPr="00880C61">
        <w:t xml:space="preserve">vysokoškolské vzdělání; </w:t>
      </w:r>
    </w:p>
    <w:p w14:paraId="181985C3" w14:textId="77777777" w:rsidR="00722E91" w:rsidRPr="00880C61" w:rsidRDefault="00722E91" w:rsidP="00722E91">
      <w:pPr>
        <w:pStyle w:val="Odrka1-2-"/>
      </w:pPr>
      <w:r w:rsidRPr="00880C61">
        <w:t xml:space="preserve">nejméně 5 let praxe ve svém oboru v projektování obdobných zakázek; </w:t>
      </w:r>
    </w:p>
    <w:p w14:paraId="23DEC750" w14:textId="0F45861F" w:rsidR="00722E91" w:rsidRPr="00880C61" w:rsidRDefault="00722E91" w:rsidP="00722E91">
      <w:pPr>
        <w:pStyle w:val="Odrka1-2-"/>
      </w:pPr>
      <w:r w:rsidRPr="00880C61">
        <w:t>autorizace v rozsahu dle § 5 odst. 3 písm. g) autorizačního zákona, tedy v oboru statika a dynamika staveb;</w:t>
      </w:r>
    </w:p>
    <w:p w14:paraId="258BF79D" w14:textId="00FD3BE5" w:rsidR="001879DC" w:rsidRPr="00880C61" w:rsidRDefault="001879DC" w:rsidP="001879DC">
      <w:pPr>
        <w:pStyle w:val="Odstavec1-1a"/>
        <w:numPr>
          <w:ilvl w:val="0"/>
          <w:numId w:val="14"/>
        </w:numPr>
        <w:rPr>
          <w:b/>
        </w:rPr>
      </w:pPr>
      <w:r w:rsidRPr="00880C61">
        <w:rPr>
          <w:b/>
        </w:rPr>
        <w:t>specialista na sd</w:t>
      </w:r>
      <w:r w:rsidR="00AB3F2C">
        <w:rPr>
          <w:b/>
        </w:rPr>
        <w:t>ělovací a zabezpečovací zařízení</w:t>
      </w:r>
    </w:p>
    <w:p w14:paraId="05A7144F" w14:textId="77777777" w:rsidR="001879DC" w:rsidRPr="00880C61" w:rsidRDefault="001879DC" w:rsidP="001879DC">
      <w:pPr>
        <w:pStyle w:val="Odrka1-2-"/>
      </w:pPr>
      <w:r w:rsidRPr="00880C61">
        <w:t xml:space="preserve">vysokoškolské vzdělání; </w:t>
      </w:r>
    </w:p>
    <w:p w14:paraId="75C2DF1B" w14:textId="77777777" w:rsidR="001879DC" w:rsidRPr="00880C61" w:rsidRDefault="001879DC" w:rsidP="001879DC">
      <w:pPr>
        <w:pStyle w:val="Odrka1-2-"/>
      </w:pPr>
      <w:r w:rsidRPr="00880C61">
        <w:t>nejméně 5 let praxe v projektování v oboru své specializace;</w:t>
      </w:r>
    </w:p>
    <w:p w14:paraId="793709E2" w14:textId="4955D70C" w:rsidR="001879DC" w:rsidRPr="00C22FDB" w:rsidRDefault="001879DC" w:rsidP="001879DC">
      <w:pPr>
        <w:pStyle w:val="Odrka1-2-"/>
      </w:pPr>
      <w:r w:rsidRPr="00C22FDB">
        <w:t>autorizace v rozsahu dle § 5 odst. 3 písm. e) autorizačního zákona, tedy v oboru technologická zařízení staveb;</w:t>
      </w:r>
    </w:p>
    <w:p w14:paraId="74C09C0D" w14:textId="6AD92716" w:rsidR="000E33B8" w:rsidRPr="00880C61" w:rsidRDefault="000E33B8" w:rsidP="000E33B8">
      <w:pPr>
        <w:pStyle w:val="Odstavec1-1a"/>
        <w:numPr>
          <w:ilvl w:val="0"/>
          <w:numId w:val="14"/>
        </w:numPr>
        <w:rPr>
          <w:b/>
        </w:rPr>
      </w:pPr>
      <w:r w:rsidRPr="00880C61">
        <w:rPr>
          <w:b/>
        </w:rPr>
        <w:t>specialista na trakční vedení</w:t>
      </w:r>
      <w:r w:rsidR="002F1367" w:rsidRPr="00880C61">
        <w:rPr>
          <w:b/>
        </w:rPr>
        <w:t xml:space="preserve"> a silnoproudou technologii</w:t>
      </w:r>
    </w:p>
    <w:p w14:paraId="1C2F83F4" w14:textId="77777777" w:rsidR="000E33B8" w:rsidRPr="00880C61" w:rsidRDefault="000E33B8" w:rsidP="000E33B8">
      <w:pPr>
        <w:pStyle w:val="Odrka1-2-"/>
      </w:pPr>
      <w:r w:rsidRPr="00880C61">
        <w:t xml:space="preserve">vysokoškolské vzdělání; </w:t>
      </w:r>
    </w:p>
    <w:p w14:paraId="65E5EA66" w14:textId="77777777" w:rsidR="000E33B8" w:rsidRPr="00880C61" w:rsidRDefault="000E33B8" w:rsidP="000E33B8">
      <w:pPr>
        <w:pStyle w:val="Odrka1-2-"/>
      </w:pPr>
      <w:r w:rsidRPr="00880C61">
        <w:t xml:space="preserve">nejméně 5 let praxe ve svém oboru v projektování obdobných zakázek; </w:t>
      </w:r>
    </w:p>
    <w:p w14:paraId="40E8E195" w14:textId="1C77B61E" w:rsidR="000E33B8" w:rsidRPr="006A0A5A" w:rsidRDefault="000E33B8" w:rsidP="000E33B8">
      <w:pPr>
        <w:pStyle w:val="Odrka1-2-"/>
      </w:pPr>
      <w:r w:rsidRPr="006A0A5A">
        <w:lastRenderedPageBreak/>
        <w:t xml:space="preserve">autorizace v rozsahu dle § 5 odst. 3 písm. </w:t>
      </w:r>
      <w:r w:rsidR="002F1367" w:rsidRPr="006A0A5A">
        <w:t>e</w:t>
      </w:r>
      <w:r w:rsidRPr="006A0A5A">
        <w:t xml:space="preserve">) autorizačního zákona, tedy v oboru </w:t>
      </w:r>
      <w:r w:rsidR="002F1367" w:rsidRPr="006A0A5A">
        <w:t>technologická zařízení staveb nebo v oboru technika prostředí staveb, specializace elektrotechnická zařízení staveb</w:t>
      </w:r>
      <w:r w:rsidRPr="006A0A5A">
        <w:t>;</w:t>
      </w:r>
    </w:p>
    <w:p w14:paraId="442611C4" w14:textId="77777777" w:rsidR="009E1AEE" w:rsidRPr="008B7FF0" w:rsidRDefault="009E1AEE" w:rsidP="00991364">
      <w:pPr>
        <w:pStyle w:val="Odstavec1-1a"/>
        <w:numPr>
          <w:ilvl w:val="0"/>
          <w:numId w:val="14"/>
        </w:numPr>
        <w:rPr>
          <w:b/>
        </w:rPr>
      </w:pPr>
      <w:r w:rsidRPr="008B7FF0">
        <w:rPr>
          <w:b/>
        </w:rPr>
        <w:t xml:space="preserve">specialista na požární bezpečnost </w:t>
      </w:r>
    </w:p>
    <w:p w14:paraId="03847734" w14:textId="77777777" w:rsidR="00355D2A" w:rsidRPr="008B7FF0" w:rsidRDefault="009E1AEE" w:rsidP="00355D2A">
      <w:pPr>
        <w:pStyle w:val="Odrka1-2-"/>
      </w:pPr>
      <w:r w:rsidRPr="008B7FF0">
        <w:t xml:space="preserve">minimálně středoškolské vzdělání; </w:t>
      </w:r>
    </w:p>
    <w:p w14:paraId="0BDDC80E" w14:textId="77777777" w:rsidR="00355D2A" w:rsidRPr="008B7FF0" w:rsidRDefault="009E1AEE" w:rsidP="00355D2A">
      <w:pPr>
        <w:pStyle w:val="Odrka1-2-"/>
      </w:pPr>
      <w:r w:rsidRPr="008B7FF0">
        <w:t>nejméně 3 roky praxe v projektování v oboru své specializace</w:t>
      </w:r>
      <w:r w:rsidR="00503605" w:rsidRPr="008B7FF0">
        <w:t xml:space="preserve"> (požární bezpečnost)</w:t>
      </w:r>
      <w:r w:rsidRPr="008B7FF0">
        <w:t xml:space="preserve">; </w:t>
      </w:r>
    </w:p>
    <w:p w14:paraId="56508379" w14:textId="7FE3BAA7" w:rsidR="009E1AEE" w:rsidRDefault="009E1AEE" w:rsidP="00355D2A">
      <w:pPr>
        <w:pStyle w:val="Odrka1-2-"/>
      </w:pPr>
      <w:r w:rsidRPr="008B7FF0">
        <w:t>autorizace v rozsahu dle § 5 odst. 3 písm. j) autorizačního zákona, tedy v oboru požární bezpečnost staveb;</w:t>
      </w:r>
    </w:p>
    <w:p w14:paraId="523450A8" w14:textId="04E9C38D" w:rsidR="00806BB5" w:rsidRPr="008B7FF0" w:rsidRDefault="00806BB5" w:rsidP="00806BB5">
      <w:pPr>
        <w:pStyle w:val="Odstavec1-1a"/>
        <w:numPr>
          <w:ilvl w:val="0"/>
          <w:numId w:val="14"/>
        </w:numPr>
        <w:rPr>
          <w:b/>
        </w:rPr>
      </w:pPr>
      <w:r w:rsidRPr="008B7FF0">
        <w:rPr>
          <w:b/>
        </w:rPr>
        <w:t xml:space="preserve">specialista na </w:t>
      </w:r>
      <w:r>
        <w:rPr>
          <w:b/>
        </w:rPr>
        <w:t>životní prostředí</w:t>
      </w:r>
      <w:r w:rsidRPr="008B7FF0">
        <w:rPr>
          <w:b/>
        </w:rPr>
        <w:t xml:space="preserve"> </w:t>
      </w:r>
    </w:p>
    <w:p w14:paraId="3C071034" w14:textId="77777777" w:rsidR="00806BB5" w:rsidRPr="008B7FF0" w:rsidRDefault="00806BB5" w:rsidP="00806BB5">
      <w:pPr>
        <w:pStyle w:val="Odrka1-2-"/>
      </w:pPr>
      <w:r w:rsidRPr="008B7FF0">
        <w:t xml:space="preserve">minimálně středoškolské vzdělání; </w:t>
      </w:r>
    </w:p>
    <w:p w14:paraId="5E7C8384" w14:textId="320478B9" w:rsidR="00806BB5" w:rsidRPr="006A0A5A" w:rsidRDefault="00806BB5" w:rsidP="00806BB5">
      <w:pPr>
        <w:pStyle w:val="Odrka1-2-"/>
      </w:pPr>
      <w:r w:rsidRPr="006A0A5A">
        <w:t>nejméně 5 let praxe při provádění služeb spočívajících mimo jiné ve výkonu činnost</w:t>
      </w:r>
      <w:r w:rsidR="004F7597" w:rsidRPr="006A0A5A">
        <w:t>í</w:t>
      </w:r>
      <w:r w:rsidRPr="006A0A5A">
        <w:t xml:space="preserve"> </w:t>
      </w:r>
      <w:r w:rsidR="00667B23" w:rsidRPr="006A0A5A">
        <w:t>ochrany životního prostředí</w:t>
      </w:r>
      <w:r w:rsidRPr="006A0A5A">
        <w:t>;</w:t>
      </w:r>
    </w:p>
    <w:p w14:paraId="569B1AD9" w14:textId="04219CFD" w:rsidR="00B35591" w:rsidRPr="006A0A5A" w:rsidRDefault="00640EB9" w:rsidP="00B35591">
      <w:pPr>
        <w:pStyle w:val="Odstavec1-1a"/>
        <w:numPr>
          <w:ilvl w:val="0"/>
          <w:numId w:val="14"/>
        </w:numPr>
        <w:rPr>
          <w:b/>
        </w:rPr>
      </w:pPr>
      <w:r>
        <w:rPr>
          <w:b/>
        </w:rPr>
        <w:t>koordinátor</w:t>
      </w:r>
      <w:r w:rsidR="00B35591" w:rsidRPr="006A0A5A">
        <w:rPr>
          <w:b/>
        </w:rPr>
        <w:t xml:space="preserve"> BOZP</w:t>
      </w:r>
    </w:p>
    <w:p w14:paraId="1761DDC9" w14:textId="77777777" w:rsidR="00B35591" w:rsidRPr="008B7FF0" w:rsidRDefault="00B35591" w:rsidP="00B35591">
      <w:pPr>
        <w:pStyle w:val="Odrka1-2-"/>
      </w:pPr>
      <w:r w:rsidRPr="008B7FF0">
        <w:t xml:space="preserve">minimálně středoškolské vzdělání; </w:t>
      </w:r>
    </w:p>
    <w:p w14:paraId="3AAD74FD" w14:textId="28127938" w:rsidR="00B35591" w:rsidRDefault="00B35591" w:rsidP="00B02D4E">
      <w:pPr>
        <w:pStyle w:val="Odrka1-2-"/>
      </w:pPr>
      <w:r w:rsidRPr="00880C61">
        <w:t>nejméně</w:t>
      </w:r>
      <w:r w:rsidR="00B02D4E">
        <w:t xml:space="preserve"> </w:t>
      </w:r>
      <w:r w:rsidR="00B02D4E" w:rsidRPr="00B02D4E">
        <w:t>3 roky praxe ve svém oboru</w:t>
      </w:r>
      <w:r w:rsidRPr="008B7FF0">
        <w:t>;</w:t>
      </w:r>
    </w:p>
    <w:p w14:paraId="42F832F3" w14:textId="155832AA" w:rsidR="00ED560A" w:rsidRPr="00B02D4E" w:rsidRDefault="00ED560A" w:rsidP="00880C61">
      <w:pPr>
        <w:pStyle w:val="Odrka1-2-"/>
      </w:pPr>
      <w:r w:rsidRPr="00880C61">
        <w:t>osvědčení o</w:t>
      </w:r>
      <w:r w:rsidR="00B02D4E">
        <w:t xml:space="preserve"> </w:t>
      </w:r>
      <w:r w:rsidR="00B02D4E" w:rsidRPr="00B02D4E">
        <w:t>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w:t>
      </w:r>
      <w:r w:rsidR="00915342" w:rsidRPr="00B02D4E">
        <w:t>;</w:t>
      </w:r>
    </w:p>
    <w:p w14:paraId="69D0903F" w14:textId="0D517A15" w:rsidR="009E1AEE" w:rsidRDefault="009E1AEE" w:rsidP="00991364">
      <w:pPr>
        <w:pStyle w:val="Odstavec1-1a"/>
        <w:numPr>
          <w:ilvl w:val="0"/>
          <w:numId w:val="14"/>
        </w:numPr>
        <w:rPr>
          <w:b/>
        </w:rPr>
      </w:pPr>
      <w:r w:rsidRPr="008B7FF0">
        <w:rPr>
          <w:b/>
        </w:rPr>
        <w:t>specialista na inženýrskou činnost</w:t>
      </w:r>
    </w:p>
    <w:p w14:paraId="493405E9" w14:textId="77777777" w:rsidR="00394382" w:rsidRPr="008B7FF0" w:rsidRDefault="00394382" w:rsidP="0035544D">
      <w:pPr>
        <w:pStyle w:val="Odstavec1-2i"/>
        <w:numPr>
          <w:ilvl w:val="0"/>
          <w:numId w:val="20"/>
        </w:numPr>
        <w:ind w:left="1560" w:hanging="426"/>
      </w:pPr>
      <w:r w:rsidRPr="008B7FF0">
        <w:t xml:space="preserve">minimálně středoškolské vzdělání; </w:t>
      </w:r>
    </w:p>
    <w:p w14:paraId="09C5263D" w14:textId="3A64430C" w:rsidR="00394382" w:rsidRPr="0035544D" w:rsidRDefault="00394382" w:rsidP="00EE1689">
      <w:pPr>
        <w:pStyle w:val="Odstavec1-2i"/>
        <w:numPr>
          <w:ilvl w:val="0"/>
          <w:numId w:val="20"/>
        </w:numPr>
        <w:ind w:left="1560" w:hanging="426"/>
        <w:rPr>
          <w:b/>
        </w:rPr>
      </w:pPr>
      <w:r w:rsidRPr="008B7FF0">
        <w:t>nejméně 5 let praxe při provádění služeb spočívajících mimo jiné ve výkonu inženýrské činnosti pro vydání stavebního povolení nebo společného povolení, včetn</w:t>
      </w:r>
      <w:r>
        <w:t>ě majetkoprávní přípravy staveb;</w:t>
      </w:r>
    </w:p>
    <w:p w14:paraId="0CE981A8" w14:textId="213DF541" w:rsidR="0035544D" w:rsidRPr="0035544D" w:rsidRDefault="001122E1" w:rsidP="001122E1">
      <w:pPr>
        <w:numPr>
          <w:ilvl w:val="0"/>
          <w:numId w:val="11"/>
        </w:numPr>
        <w:tabs>
          <w:tab w:val="clear" w:pos="1417"/>
          <w:tab w:val="num" w:pos="1077"/>
        </w:tabs>
        <w:spacing w:after="120"/>
        <w:ind w:left="1077" w:firstLine="57"/>
        <w:jc w:val="both"/>
        <w:rPr>
          <w:b/>
        </w:rPr>
      </w:pPr>
      <w:r>
        <w:rPr>
          <w:b/>
        </w:rPr>
        <w:t xml:space="preserve"> </w:t>
      </w:r>
      <w:r w:rsidR="0035544D" w:rsidRPr="0035544D">
        <w:rPr>
          <w:b/>
        </w:rPr>
        <w:t>úředně oprávněný zeměměřický inženýr</w:t>
      </w:r>
    </w:p>
    <w:p w14:paraId="751FD029" w14:textId="00429D2B" w:rsidR="0035544D" w:rsidRPr="0035544D" w:rsidRDefault="0035544D" w:rsidP="001122E1">
      <w:pPr>
        <w:pStyle w:val="Odstavecseseznamem"/>
        <w:numPr>
          <w:ilvl w:val="0"/>
          <w:numId w:val="20"/>
        </w:numPr>
        <w:tabs>
          <w:tab w:val="num" w:pos="1531"/>
        </w:tabs>
        <w:spacing w:after="60"/>
        <w:ind w:hanging="1003"/>
        <w:jc w:val="both"/>
      </w:pPr>
      <w:r w:rsidRPr="0035544D">
        <w:t xml:space="preserve">vysokoškolské vzdělání; </w:t>
      </w:r>
    </w:p>
    <w:p w14:paraId="6081B5B2" w14:textId="77777777" w:rsidR="0035544D" w:rsidRPr="0035544D" w:rsidRDefault="0035544D" w:rsidP="001122E1">
      <w:pPr>
        <w:pStyle w:val="Odstavecseseznamem"/>
        <w:numPr>
          <w:ilvl w:val="0"/>
          <w:numId w:val="21"/>
        </w:numPr>
        <w:tabs>
          <w:tab w:val="num" w:pos="1531"/>
        </w:tabs>
        <w:spacing w:after="60"/>
        <w:ind w:hanging="663"/>
        <w:jc w:val="both"/>
      </w:pPr>
      <w:r w:rsidRPr="0035544D">
        <w:t xml:space="preserve">nejméně 5 let praxe ve svém oboru; </w:t>
      </w:r>
    </w:p>
    <w:p w14:paraId="6B2450CB" w14:textId="64D36528" w:rsidR="0035544D" w:rsidRPr="0035544D" w:rsidRDefault="0035544D" w:rsidP="001122E1">
      <w:pPr>
        <w:pStyle w:val="Odstavecseseznamem"/>
        <w:numPr>
          <w:ilvl w:val="0"/>
          <w:numId w:val="21"/>
        </w:numPr>
        <w:spacing w:after="60"/>
        <w:ind w:left="1560" w:hanging="426"/>
        <w:jc w:val="both"/>
      </w:pPr>
      <w:r w:rsidRPr="0035544D">
        <w:t xml:space="preserve">úřední oprávnění pro ověřování výsledků zeměměřických činností v rozsahu dle § 13 odst. 1 písm. a) a c) </w:t>
      </w:r>
      <w:r w:rsidR="001122E1">
        <w:t>z</w:t>
      </w:r>
      <w:r w:rsidRPr="0035544D">
        <w:t xml:space="preserve">ákona č. 200/1994 Sb., o zeměměřictví a o změně a doplnění některých zákonů souvisejících s jeho zavedením, ve znění pozdějších předpisů; </w:t>
      </w:r>
    </w:p>
    <w:p w14:paraId="5B371CA3" w14:textId="7CEE0D72" w:rsidR="00394382" w:rsidRPr="008B7FF0" w:rsidRDefault="00394382" w:rsidP="00394382">
      <w:pPr>
        <w:pStyle w:val="Odrka1-2-"/>
        <w:numPr>
          <w:ilvl w:val="0"/>
          <w:numId w:val="0"/>
        </w:numPr>
        <w:ind w:left="1077"/>
      </w:pPr>
    </w:p>
    <w:p w14:paraId="77F0D2B0" w14:textId="07E246A2" w:rsidR="00913BB6" w:rsidRPr="00913BB6" w:rsidRDefault="00913BB6" w:rsidP="008B7FF0">
      <w:pPr>
        <w:pStyle w:val="Textbezslovn"/>
        <w:spacing w:before="240"/>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w:t>
      </w:r>
      <w:r w:rsidR="008A1D5E">
        <w:t xml:space="preserve"> nebo </w:t>
      </w:r>
      <w:r w:rsidR="008A1D5E" w:rsidRPr="008A1D5E">
        <w:t>DUR+DSP+PDPS</w:t>
      </w:r>
      <w:r w:rsidRPr="00913BB6">
        <w:t>,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14:paraId="6CCFAC29" w14:textId="77777777" w:rsidR="00B70333" w:rsidRDefault="00B70333" w:rsidP="009E1AEE">
      <w:pPr>
        <w:pStyle w:val="Textbezslovn"/>
      </w:pPr>
      <w:r>
        <w:t xml:space="preserve">Pozemními stavbami se u osob odborného personálu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14:paraId="760C9568"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w:t>
      </w:r>
      <w:r>
        <w:lastRenderedPageBreak/>
        <w:t xml:space="preserve">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BCCA201"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46FD781" w14:textId="77777777" w:rsidR="009E1AEE" w:rsidRDefault="009E1AEE" w:rsidP="009E1AEE">
      <w:pPr>
        <w:pStyle w:val="Textbezslovn"/>
      </w:pPr>
      <w:r>
        <w:t xml:space="preserve">Zadavatel si vyhrazuje právo ověřit pravdivost údajů o zkušenostech vedoucího týmu, zejména, zda se na plnění konkrétních zakázek skutečně </w:t>
      </w:r>
      <w:r w:rsidRPr="008B7FF0">
        <w:t>podílel</w:t>
      </w:r>
      <w:r w:rsidR="008B7FF0" w:rsidRPr="008B7FF0">
        <w:t>.</w:t>
      </w:r>
      <w:r w:rsidRPr="008B7FF0">
        <w:t xml:space="preserve"> Za tímto</w:t>
      </w:r>
      <w:r>
        <w:t xml:space="preserve"> účelem požaduje zadavatel v profesním životopisu těchto členů odborného personálu uvést informace a spojení na kontaktní osobu objednatele, pro něhož byla zakázka realizována.</w:t>
      </w:r>
    </w:p>
    <w:p w14:paraId="61AB5337"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4A45FA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30F5D751" w14:textId="77777777" w:rsidR="002C5154" w:rsidRDefault="009E1AEE" w:rsidP="00A450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w:t>
      </w:r>
      <w:r w:rsidR="00A450D7">
        <w:t>davky na prevenci střetu zájmů.</w:t>
      </w:r>
    </w:p>
    <w:p w14:paraId="625215DE" w14:textId="77777777" w:rsidR="0035531B" w:rsidRPr="0006499F" w:rsidRDefault="0035531B" w:rsidP="0035531B">
      <w:pPr>
        <w:pStyle w:val="Text1-1"/>
        <w:rPr>
          <w:rStyle w:val="Tun9b"/>
        </w:rPr>
      </w:pPr>
      <w:r w:rsidRPr="0006499F">
        <w:rPr>
          <w:rStyle w:val="Tun9b"/>
        </w:rPr>
        <w:t>Požadavek na prokázání kvalifikace poddodavatele</w:t>
      </w:r>
    </w:p>
    <w:p w14:paraId="021DBE8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2291C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B3ECE7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382A56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6610773F"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20BB9E61"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8B7B7B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B0EF3F2"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7B13AF2"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52F19F3"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B03566C"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A172A3B"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5BBC75E"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0FDC21E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B0CD8E9" w14:textId="77777777"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14:paraId="06EA1526"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3A169D" w14:textId="77777777" w:rsidR="006C21E8" w:rsidRDefault="006C21E8" w:rsidP="006C21E8">
      <w:pPr>
        <w:pStyle w:val="Odrka1-1"/>
      </w:pPr>
      <w:r>
        <w:t xml:space="preserve">informace k doložení autorizace (ČR)/registrace (zahraničí) v rozsahu dle </w:t>
      </w:r>
      <w:r w:rsidR="00797954">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797954">
        <w:t>jsou Česká komora architektů a</w:t>
      </w:r>
      <w:r>
        <w:t xml:space="preserve"> Česká komora autorizovaných inženýrů a techniků činných ve výstavbě, </w:t>
      </w:r>
      <w:r w:rsidR="00797954">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8826DA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EB4CF91"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98BE73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731CDEB" w14:textId="77777777" w:rsidR="0035531B" w:rsidRDefault="0035531B" w:rsidP="0006499F">
      <w:pPr>
        <w:pStyle w:val="Textbezslovn"/>
      </w:pPr>
      <w:r>
        <w:t>Dodavatel je</w:t>
      </w:r>
      <w:r w:rsidR="00092CC9">
        <w:t xml:space="preserve"> v </w:t>
      </w:r>
      <w:r>
        <w:t>takovém případě povinen zadavateli předložit:</w:t>
      </w:r>
    </w:p>
    <w:p w14:paraId="7CB59F43" w14:textId="77777777" w:rsidR="0035531B" w:rsidRDefault="0035531B" w:rsidP="0006499F">
      <w:pPr>
        <w:pStyle w:val="Odrka1-1"/>
      </w:pPr>
      <w:r>
        <w:t>doklady</w:t>
      </w:r>
      <w:r w:rsidR="00092CC9">
        <w:t xml:space="preserve"> o </w:t>
      </w:r>
      <w:r>
        <w:t>splnění základní způsobilosti podle § 74 ZZVZ jinou sobou,</w:t>
      </w:r>
    </w:p>
    <w:p w14:paraId="5EABC6F2" w14:textId="77777777" w:rsidR="0035531B" w:rsidRDefault="0035531B" w:rsidP="0006499F">
      <w:pPr>
        <w:pStyle w:val="Odrka1-1"/>
      </w:pPr>
      <w:r>
        <w:t xml:space="preserve">doklady prokazující splnění profesní způsobilosti podle § 77 odst. 1 ZZVZ jinou osobou, </w:t>
      </w:r>
    </w:p>
    <w:p w14:paraId="7EFC2A9F" w14:textId="77777777" w:rsidR="0035531B" w:rsidRDefault="0035531B" w:rsidP="0006499F">
      <w:pPr>
        <w:pStyle w:val="Odrka1-1"/>
      </w:pPr>
      <w:r>
        <w:t>doklady prokazující splnění chybějící části kvalifikace prostřednictvím jiné osoby a</w:t>
      </w:r>
    </w:p>
    <w:p w14:paraId="2AFC0781"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1B8AF8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53211A7"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CDBFE1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EAEE08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E8EC77" w14:textId="77777777" w:rsidR="0035531B" w:rsidRDefault="0035531B" w:rsidP="00193D8F">
      <w:pPr>
        <w:pStyle w:val="Nadpis1-1"/>
      </w:pPr>
      <w:bookmarkStart w:id="12" w:name="_Toc51231245"/>
      <w:r>
        <w:t>DALŠÍ INFORMACE/DOKUMENTY PŘEDKLÁDANÉ DODAVATELEM</w:t>
      </w:r>
      <w:r w:rsidR="00092CC9">
        <w:t xml:space="preserve"> v </w:t>
      </w:r>
      <w:r>
        <w:t>NABÍDCE</w:t>
      </w:r>
      <w:bookmarkEnd w:id="12"/>
    </w:p>
    <w:p w14:paraId="33C4855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53D55D2" w14:textId="77777777" w:rsidR="0035531B" w:rsidRDefault="00A066DE" w:rsidP="009915D0">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D1217A1"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A215A1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1C8B40FD" w14:textId="77777777" w:rsidR="00A066DE" w:rsidRDefault="00A066DE" w:rsidP="00A066DE">
      <w:pPr>
        <w:pStyle w:val="Odrka1-1"/>
      </w:pPr>
      <w:r w:rsidRPr="00A066DE">
        <w:t xml:space="preserve">Dodavatel ve své nabídce uvede požadavek na výluky (omezení provozování dráhy) pro </w:t>
      </w:r>
      <w:r w:rsidRPr="00880C61">
        <w:t>provedení geotechnického průzkumu</w:t>
      </w:r>
      <w:r w:rsidRPr="00A066DE">
        <w:t xml:space="preserve"> nebo uvede, že výluky na tento průzkum </w:t>
      </w:r>
      <w:r w:rsidRPr="00A066DE">
        <w:lastRenderedPageBreak/>
        <w:t>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2548E8B4" w14:textId="77777777" w:rsidR="0035531B" w:rsidRDefault="0035531B" w:rsidP="0035531B">
      <w:pPr>
        <w:pStyle w:val="Text1-1"/>
      </w:pPr>
      <w:r>
        <w:t>Podání nabídky společně několika dodavateli:</w:t>
      </w:r>
    </w:p>
    <w:p w14:paraId="7913FD1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EE1EC19"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0C2B352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0A2EA3D"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5011488" w14:textId="77777777" w:rsidR="0035531B" w:rsidRPr="0060115D" w:rsidRDefault="0035531B" w:rsidP="0035531B">
      <w:pPr>
        <w:pStyle w:val="Text1-1"/>
        <w:rPr>
          <w:rStyle w:val="Tun9b"/>
        </w:rPr>
      </w:pPr>
      <w:r w:rsidRPr="0060115D">
        <w:rPr>
          <w:rStyle w:val="Tun9b"/>
        </w:rPr>
        <w:t>Poddodavatelské omezení</w:t>
      </w:r>
    </w:p>
    <w:p w14:paraId="057D6E51" w14:textId="77777777" w:rsidR="00470647" w:rsidRDefault="00470647" w:rsidP="00470647">
      <w:pPr>
        <w:pStyle w:val="Odrka1-1"/>
      </w:pPr>
      <w:r>
        <w:t>Zadavatel nevymezuje žádné činnosti při plnění veřejné zakázky, které musí být plněny přímo vybraným dodavatelem.</w:t>
      </w:r>
    </w:p>
    <w:p w14:paraId="37FDC2C9" w14:textId="77777777" w:rsidR="00BC6D2B" w:rsidRDefault="00465FDD" w:rsidP="00465FDD">
      <w:pPr>
        <w:pStyle w:val="Text1-1"/>
      </w:pPr>
      <w:r w:rsidRPr="00465FDD">
        <w:t>Návrh smlouvy na plnění této veřejné zakázky</w:t>
      </w:r>
      <w:r w:rsidR="00BC6D2B">
        <w:t>:</w:t>
      </w:r>
    </w:p>
    <w:p w14:paraId="1D267D0D"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lastRenderedPageBreak/>
        <w:t>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68982201" w14:textId="77777777" w:rsidR="00F348C0" w:rsidRDefault="00465FDD" w:rsidP="00F348C0">
      <w:pPr>
        <w:pStyle w:val="Odrka1-2-"/>
      </w:pPr>
      <w:r>
        <w:t>do těla závazného vzoru smlouvy čl. 3.3</w:t>
      </w:r>
      <w:r w:rsidR="00F348C0">
        <w:t>:</w:t>
      </w:r>
    </w:p>
    <w:p w14:paraId="2F5D68BD" w14:textId="0278E3AF" w:rsidR="00465FDD" w:rsidRDefault="00465FDD" w:rsidP="00F348C0">
      <w:pPr>
        <w:pStyle w:val="Odrka1-2-"/>
        <w:numPr>
          <w:ilvl w:val="0"/>
          <w:numId w:val="0"/>
        </w:numPr>
        <w:ind w:left="1531"/>
      </w:pPr>
      <w:r>
        <w:t xml:space="preserve">Cenu Díla bez DPH, která představuje součet Ceny za zpracování </w:t>
      </w:r>
      <w:r w:rsidR="00C33988">
        <w:t xml:space="preserve">ZP, </w:t>
      </w:r>
      <w:r w:rsidR="008B7FF0">
        <w:t xml:space="preserve">DUSP a </w:t>
      </w:r>
      <w:r w:rsidR="00774789">
        <w:t xml:space="preserve">PDPS </w:t>
      </w:r>
      <w:r>
        <w:t>bez DPH a Ceny za výkon autorského dozoru bez DPH;</w:t>
      </w:r>
    </w:p>
    <w:p w14:paraId="2D87F57A" w14:textId="77777777" w:rsidR="00465FDD" w:rsidRDefault="00465FDD" w:rsidP="00F348C0">
      <w:pPr>
        <w:pStyle w:val="Odrka1-2-"/>
      </w:pPr>
      <w:r>
        <w:t>do Přílohy č. 4 závazného vzoru smlouvy s názvem Rozpis Ceny Díla:</w:t>
      </w:r>
    </w:p>
    <w:p w14:paraId="53E1027D" w14:textId="481EF24C" w:rsidR="00465FDD" w:rsidRDefault="00465FDD" w:rsidP="00F348C0">
      <w:pPr>
        <w:pStyle w:val="Odrka1-3"/>
        <w:numPr>
          <w:ilvl w:val="0"/>
          <w:numId w:val="0"/>
        </w:numPr>
        <w:ind w:left="1531"/>
      </w:pPr>
      <w:r>
        <w:t xml:space="preserve">Cenu za zpracování </w:t>
      </w:r>
      <w:r w:rsidR="00C33988">
        <w:t xml:space="preserve">ZP, </w:t>
      </w:r>
      <w:r w:rsidR="008B7FF0">
        <w:t xml:space="preserve">DUSP a </w:t>
      </w:r>
      <w:r>
        <w:t xml:space="preserve"> PDPS podle členění na základní a dodatečné služby, cenu za výkon autorského dozoru, dále Cenu Díla dle členění na Cenu za zpracování </w:t>
      </w:r>
      <w:r w:rsidR="00C33988">
        <w:t xml:space="preserve">ZP, </w:t>
      </w:r>
      <w:r w:rsidR="00831BA1">
        <w:t>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7A2965F3"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213914BD" w14:textId="77777777" w:rsidR="0035531B" w:rsidRDefault="0035531B" w:rsidP="00BC6D2B">
      <w:pPr>
        <w:pStyle w:val="Nadpis1-1"/>
      </w:pPr>
      <w:bookmarkStart w:id="13" w:name="_Toc51231246"/>
      <w:r>
        <w:t>JAZYK NABÍDEK</w:t>
      </w:r>
      <w:r w:rsidR="008F0019" w:rsidRPr="008F0019">
        <w:t xml:space="preserve"> </w:t>
      </w:r>
      <w:r w:rsidR="008F0019">
        <w:t>A KOMUNIKAČNÍ JAZYK</w:t>
      </w:r>
      <w:bookmarkEnd w:id="13"/>
    </w:p>
    <w:p w14:paraId="25DD5B12"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7FB9529"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99614A5" w14:textId="77777777" w:rsidR="0035531B" w:rsidRDefault="0035531B" w:rsidP="00BC6D2B">
      <w:pPr>
        <w:pStyle w:val="Nadpis1-1"/>
      </w:pPr>
      <w:bookmarkStart w:id="14" w:name="_Toc51231247"/>
      <w:r>
        <w:t>OBSAH</w:t>
      </w:r>
      <w:r w:rsidR="00845C50">
        <w:t xml:space="preserve"> a </w:t>
      </w:r>
      <w:r>
        <w:t>PODÁVÁNÍ NABÍDEK</w:t>
      </w:r>
      <w:bookmarkEnd w:id="14"/>
    </w:p>
    <w:p w14:paraId="1DA2D41D"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AB00BAB" w14:textId="77777777" w:rsidR="00F348C0" w:rsidRDefault="00F348C0" w:rsidP="00F348C0">
      <w:pPr>
        <w:pStyle w:val="Text1-1"/>
      </w:pPr>
      <w:r w:rsidRPr="00F348C0">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EBC5C44" w14:textId="77777777" w:rsidR="0035531B" w:rsidRDefault="0035531B" w:rsidP="0035531B">
      <w:pPr>
        <w:pStyle w:val="Text1-1"/>
      </w:pPr>
      <w:r>
        <w:t>Nabídka bude předložena</w:t>
      </w:r>
      <w:r w:rsidR="00092CC9">
        <w:t xml:space="preserve"> v </w:t>
      </w:r>
      <w:r>
        <w:t>následující struktuře:</w:t>
      </w:r>
    </w:p>
    <w:p w14:paraId="3B2C589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F4EB7E6"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9F1CABE" w14:textId="77777777" w:rsidR="00F348C0" w:rsidRDefault="00F348C0" w:rsidP="00F348C0">
      <w:pPr>
        <w:pStyle w:val="Odrka1-1"/>
      </w:pPr>
      <w:r>
        <w:t>Plná moc, dohoda o plné moci či pověření, je-li tohoto dokumentu třeba.</w:t>
      </w:r>
    </w:p>
    <w:p w14:paraId="4BFBD335"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6E27F95"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0A453D1E" w14:textId="77777777" w:rsidR="00F348C0" w:rsidRDefault="00F348C0" w:rsidP="00F348C0">
      <w:pPr>
        <w:pStyle w:val="Odrka1-1"/>
      </w:pPr>
      <w:r>
        <w:t>Doklady prokazující splnění profesní způsobilosti.</w:t>
      </w:r>
    </w:p>
    <w:p w14:paraId="1D464E0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2D2C9A91"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23328AB6" w14:textId="77777777" w:rsidR="00F348C0" w:rsidRDefault="00F348C0" w:rsidP="00F348C0">
      <w:pPr>
        <w:pStyle w:val="Odrka1-1"/>
      </w:pPr>
      <w:r>
        <w:t>Údaje o poddodavatelích ve formě formuláře obsaženého v Příloze č. 2 těchto Pokynů.</w:t>
      </w:r>
    </w:p>
    <w:p w14:paraId="65004061"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55B2C864" w14:textId="77777777" w:rsidR="00F348C0" w:rsidRDefault="00F348C0" w:rsidP="00F348C0">
      <w:pPr>
        <w:pStyle w:val="Odrka1-1"/>
      </w:pPr>
      <w:r>
        <w:lastRenderedPageBreak/>
        <w:t>Požadavek dodavatele na výluky (omezení provozování dráhy) pro provedení geotechnického průzkumu nebo uvedení informace, že výluky na tento průzkum nepožaduje.</w:t>
      </w:r>
    </w:p>
    <w:p w14:paraId="46BE8788" w14:textId="77777777" w:rsidR="00F348C0" w:rsidRDefault="00F348C0" w:rsidP="00F348C0">
      <w:pPr>
        <w:pStyle w:val="Odrka1-1"/>
      </w:pPr>
      <w:r>
        <w:t>Doklad o poskytnutí jistoty za nabídku.</w:t>
      </w:r>
    </w:p>
    <w:p w14:paraId="16625921"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6020FF8"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82B73CA"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605C5EE"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687021E" w14:textId="77777777" w:rsidR="0035531B" w:rsidRDefault="0035531B" w:rsidP="007038DC">
      <w:pPr>
        <w:pStyle w:val="Nadpis1-1"/>
      </w:pPr>
      <w:bookmarkStart w:id="15" w:name="_Toc51231248"/>
      <w:r>
        <w:t>POŽADAVKY NA ZPRACOVÁNÍ NABÍDKOVÉ CENY</w:t>
      </w:r>
      <w:bookmarkEnd w:id="15"/>
      <w:r>
        <w:t xml:space="preserve"> </w:t>
      </w:r>
    </w:p>
    <w:p w14:paraId="44691DC1"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0FA73B53" w14:textId="77777777" w:rsidR="00F348C0" w:rsidRDefault="00F348C0" w:rsidP="00F348C0">
      <w:pPr>
        <w:pStyle w:val="Text1-1"/>
      </w:pPr>
      <w:r>
        <w:t>Nabídková cena bude ve smlouvě v čl. 3.3 uvedena následujícím způsobem:</w:t>
      </w:r>
    </w:p>
    <w:p w14:paraId="1D9B9A33" w14:textId="77777777" w:rsidR="00F348C0" w:rsidRDefault="00F348C0" w:rsidP="00F348C0">
      <w:pPr>
        <w:pStyle w:val="Text1-1"/>
        <w:numPr>
          <w:ilvl w:val="0"/>
          <w:numId w:val="0"/>
        </w:numPr>
        <w:spacing w:after="0"/>
        <w:ind w:left="737"/>
      </w:pPr>
      <w:r>
        <w:t xml:space="preserve">Cena Díla bez DPH: </w:t>
      </w:r>
      <w:r>
        <w:tab/>
        <w:t>"[VLOŽÍ ZHOTOVITEL]" Kč</w:t>
      </w:r>
    </w:p>
    <w:p w14:paraId="75774F1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7D22513D" w14:textId="783921D6" w:rsidR="0035531B" w:rsidRDefault="00F348C0" w:rsidP="000B49A2">
      <w:pPr>
        <w:pStyle w:val="Text1-1"/>
        <w:numPr>
          <w:ilvl w:val="0"/>
          <w:numId w:val="0"/>
        </w:numPr>
        <w:spacing w:before="240"/>
        <w:ind w:left="1418"/>
      </w:pPr>
      <w:r>
        <w:t xml:space="preserve">Cena Díla bez DPH vkládaná ve smyslu těchto Pokynů do čl. 3.3 závazného vzoru smlouvy, která představuje součet celkové Ceny za zpracování </w:t>
      </w:r>
      <w:r w:rsidR="00C33988">
        <w:t xml:space="preserve">ZP, </w:t>
      </w:r>
      <w:bookmarkStart w:id="16" w:name="_GoBack"/>
      <w:bookmarkEnd w:id="16"/>
      <w:r w:rsidR="007834EC">
        <w:t>DUSP</w:t>
      </w:r>
      <w:r>
        <w:t xml:space="preserve"> </w:t>
      </w:r>
      <w:r w:rsidR="00040961">
        <w:t xml:space="preserve">a PDPS </w:t>
      </w:r>
      <w:r>
        <w:t xml:space="preserve">bez DPH a celkové Ceny za výkon autorského dozoru bez DPH, bude předmětem </w:t>
      </w:r>
      <w:r>
        <w:lastRenderedPageBreak/>
        <w:t>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6F9A92C3" w14:textId="191809F3" w:rsidR="008003BA" w:rsidRDefault="008003BA" w:rsidP="008003BA">
      <w:pPr>
        <w:pStyle w:val="Text1-1"/>
        <w:numPr>
          <w:ilvl w:val="0"/>
          <w:numId w:val="0"/>
        </w:numPr>
        <w:spacing w:after="0" w:line="240" w:lineRule="auto"/>
        <w:ind w:left="737"/>
        <w:rPr>
          <w:b/>
        </w:rPr>
      </w:pPr>
      <w:r>
        <w:t xml:space="preserve">12.3     </w:t>
      </w:r>
      <w:r w:rsidRPr="008003BA">
        <w:rPr>
          <w:b/>
        </w:rPr>
        <w:t xml:space="preserve">Zadavatel stanovuje závaznou zadávací podmínku tak, že částka </w:t>
      </w:r>
    </w:p>
    <w:p w14:paraId="1E8D152C" w14:textId="6388F664" w:rsidR="008003BA" w:rsidRDefault="008003BA" w:rsidP="008003BA">
      <w:pPr>
        <w:pStyle w:val="Text1-1"/>
        <w:numPr>
          <w:ilvl w:val="0"/>
          <w:numId w:val="0"/>
        </w:numPr>
        <w:spacing w:after="0" w:line="240" w:lineRule="auto"/>
        <w:ind w:left="1276"/>
        <w:rPr>
          <w:b/>
        </w:rPr>
      </w:pPr>
      <w:r>
        <w:rPr>
          <w:b/>
        </w:rPr>
        <w:t xml:space="preserve">   </w:t>
      </w:r>
      <w:r w:rsidR="000B49A2">
        <w:rPr>
          <w:b/>
        </w:rPr>
        <w:t>23 405 588</w:t>
      </w:r>
      <w:r w:rsidRPr="008003BA">
        <w:rPr>
          <w:b/>
        </w:rPr>
        <w:t xml:space="preserve">,- Kč je nejvyšší přípustnou nabídkovou cenou (bez DPH), a </w:t>
      </w:r>
      <w:r>
        <w:rPr>
          <w:b/>
        </w:rPr>
        <w:t xml:space="preserve">    </w:t>
      </w:r>
    </w:p>
    <w:p w14:paraId="6EBC367E" w14:textId="169E4987" w:rsidR="008003BA" w:rsidRPr="008003BA" w:rsidRDefault="008003BA" w:rsidP="008003BA">
      <w:pPr>
        <w:pStyle w:val="Text1-1"/>
        <w:numPr>
          <w:ilvl w:val="0"/>
          <w:numId w:val="0"/>
        </w:numPr>
        <w:spacing w:after="0" w:line="240" w:lineRule="auto"/>
        <w:ind w:left="1276"/>
        <w:rPr>
          <w:b/>
        </w:rPr>
      </w:pPr>
      <w:r>
        <w:rPr>
          <w:b/>
        </w:rPr>
        <w:t xml:space="preserve">   </w:t>
      </w:r>
      <w:r w:rsidRPr="008003BA">
        <w:rPr>
          <w:b/>
        </w:rPr>
        <w:t>to pod sankcí vyloučení z další účasti v zadávacím řízení.</w:t>
      </w:r>
    </w:p>
    <w:p w14:paraId="28938560" w14:textId="77777777" w:rsidR="0035531B" w:rsidRDefault="0035531B" w:rsidP="001D6616">
      <w:pPr>
        <w:pStyle w:val="Nadpis1-1"/>
      </w:pPr>
      <w:bookmarkStart w:id="17" w:name="_Toc51231249"/>
      <w:r>
        <w:t>VARIANTY NABÍDKY</w:t>
      </w:r>
      <w:bookmarkEnd w:id="17"/>
    </w:p>
    <w:p w14:paraId="3E708339" w14:textId="77777777" w:rsidR="0035531B" w:rsidRDefault="0035531B" w:rsidP="0035531B">
      <w:pPr>
        <w:pStyle w:val="Text1-1"/>
      </w:pPr>
      <w:r>
        <w:t xml:space="preserve">Zadavatel nepřipouští předložení varianty nabídky. </w:t>
      </w:r>
    </w:p>
    <w:p w14:paraId="7D670941" w14:textId="77777777" w:rsidR="0035531B" w:rsidRDefault="0035531B" w:rsidP="007038DC">
      <w:pPr>
        <w:pStyle w:val="Nadpis1-1"/>
      </w:pPr>
      <w:bookmarkStart w:id="18" w:name="_Toc51231250"/>
      <w:r>
        <w:t>OTEVÍRÁNÍ NABÍDEK</w:t>
      </w:r>
      <w:bookmarkEnd w:id="18"/>
      <w:r>
        <w:t xml:space="preserve"> </w:t>
      </w:r>
    </w:p>
    <w:p w14:paraId="74DB03DD"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1301BDD" w14:textId="77777777" w:rsidR="0035531B" w:rsidRDefault="0035531B" w:rsidP="007038DC">
      <w:pPr>
        <w:pStyle w:val="Nadpis1-1"/>
      </w:pPr>
      <w:bookmarkStart w:id="19" w:name="_Toc51231251"/>
      <w:r>
        <w:t>POSOUZENÍ SPLNĚNÍ PODMÍNEK ÚČASTI</w:t>
      </w:r>
      <w:bookmarkEnd w:id="19"/>
    </w:p>
    <w:p w14:paraId="7DA9BA62"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73603E48"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E423396"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5CC1DCD4" w14:textId="77777777" w:rsidR="0035531B" w:rsidRDefault="0035531B" w:rsidP="007038DC">
      <w:pPr>
        <w:pStyle w:val="Nadpis1-1"/>
      </w:pPr>
      <w:bookmarkStart w:id="20" w:name="_Toc51231252"/>
      <w:r>
        <w:t>HODNOCENÍ NABÍDEK</w:t>
      </w:r>
      <w:bookmarkEnd w:id="20"/>
    </w:p>
    <w:p w14:paraId="14419AF8"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3E2C96D"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AA9A8D3"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563051"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B88657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461349F"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9BE86CA" w14:textId="77777777" w:rsidR="00804D39" w:rsidRPr="00ED2C54" w:rsidRDefault="00804D39" w:rsidP="00631EAA">
            <w:pPr>
              <w:rPr>
                <w:sz w:val="16"/>
                <w:szCs w:val="16"/>
              </w:rPr>
            </w:pPr>
            <w:r w:rsidRPr="00ED2C54">
              <w:rPr>
                <w:sz w:val="16"/>
                <w:szCs w:val="16"/>
              </w:rPr>
              <w:t>Nabídková cena</w:t>
            </w:r>
          </w:p>
        </w:tc>
        <w:tc>
          <w:tcPr>
            <w:tcW w:w="4111" w:type="dxa"/>
            <w:tcBorders>
              <w:bottom w:val="single" w:sz="2" w:space="0" w:color="auto"/>
            </w:tcBorders>
          </w:tcPr>
          <w:p w14:paraId="6D45A894" w14:textId="77777777" w:rsidR="00804D39" w:rsidRPr="00ED2C54" w:rsidRDefault="00A661DE"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ED2C54">
              <w:rPr>
                <w:sz w:val="16"/>
                <w:szCs w:val="16"/>
              </w:rPr>
              <w:t>4</w:t>
            </w:r>
            <w:r w:rsidR="00804D39" w:rsidRPr="00ED2C54">
              <w:rPr>
                <w:sz w:val="16"/>
                <w:szCs w:val="16"/>
              </w:rPr>
              <w:t>0 %</w:t>
            </w:r>
          </w:p>
        </w:tc>
      </w:tr>
      <w:tr w:rsidR="00804D39" w:rsidRPr="00804D39" w14:paraId="4C8DCFA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2C7F2B" w14:textId="77777777" w:rsidR="00804D39" w:rsidRPr="00ED2C54" w:rsidRDefault="00804D39" w:rsidP="00631EAA">
            <w:pPr>
              <w:rPr>
                <w:b w:val="0"/>
                <w:sz w:val="16"/>
                <w:szCs w:val="16"/>
              </w:rPr>
            </w:pPr>
            <w:r w:rsidRPr="00ED2C54">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0617726F" w14:textId="77777777" w:rsidR="00804D39" w:rsidRPr="00ED2C54" w:rsidRDefault="00A661DE"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ED2C54">
              <w:rPr>
                <w:b w:val="0"/>
                <w:sz w:val="16"/>
                <w:szCs w:val="16"/>
              </w:rPr>
              <w:t>6</w:t>
            </w:r>
            <w:r w:rsidR="00804D39" w:rsidRPr="00ED2C54">
              <w:rPr>
                <w:b w:val="0"/>
                <w:sz w:val="16"/>
                <w:szCs w:val="16"/>
              </w:rPr>
              <w:t>0 %</w:t>
            </w:r>
          </w:p>
        </w:tc>
      </w:tr>
    </w:tbl>
    <w:p w14:paraId="776551B9" w14:textId="77777777" w:rsidR="00804D39" w:rsidRDefault="00804D39" w:rsidP="003A2C23">
      <w:pPr>
        <w:pStyle w:val="Text1-1"/>
        <w:numPr>
          <w:ilvl w:val="0"/>
          <w:numId w:val="0"/>
        </w:numPr>
        <w:ind w:left="737"/>
      </w:pPr>
    </w:p>
    <w:p w14:paraId="04FD2EA8" w14:textId="77777777" w:rsidR="003A2C23" w:rsidRDefault="003A2C23" w:rsidP="003A2C23">
      <w:pPr>
        <w:pStyle w:val="Text1-1"/>
        <w:numPr>
          <w:ilvl w:val="0"/>
          <w:numId w:val="0"/>
        </w:numPr>
        <w:ind w:left="737"/>
      </w:pPr>
      <w:r w:rsidRPr="003A2C23">
        <w:lastRenderedPageBreak/>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FF38DA9" w14:textId="77777777" w:rsidR="003A2C23" w:rsidRPr="003A2C23" w:rsidRDefault="003A2C23" w:rsidP="003A2C23">
      <w:pPr>
        <w:pStyle w:val="Text1-1"/>
        <w:rPr>
          <w:b/>
        </w:rPr>
      </w:pPr>
      <w:r w:rsidRPr="003A2C23">
        <w:rPr>
          <w:b/>
        </w:rPr>
        <w:t>Nabídková cena</w:t>
      </w:r>
    </w:p>
    <w:p w14:paraId="3D8E9A29" w14:textId="0FC4D7AB"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C33988">
        <w:t xml:space="preserve">ZP, </w:t>
      </w:r>
      <w:r w:rsidR="007834EC">
        <w:t>DUSP</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BCE3D9"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37DC436"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ADD374A" w14:textId="77777777" w:rsidR="003A2C23" w:rsidRDefault="003A2C23" w:rsidP="00B77110">
      <w:pPr>
        <w:pStyle w:val="Text1-1"/>
        <w:numPr>
          <w:ilvl w:val="0"/>
          <w:numId w:val="0"/>
        </w:numPr>
        <w:spacing w:line="240" w:lineRule="auto"/>
        <w:ind w:left="737"/>
        <w:jc w:val="center"/>
      </w:pPr>
      <w:r>
        <w:t>výše nabídkové ceny hodnocené nabídky</w:t>
      </w:r>
    </w:p>
    <w:p w14:paraId="239EEC66" w14:textId="77777777" w:rsidR="003A2C23" w:rsidRDefault="003A2C23" w:rsidP="00B77110">
      <w:pPr>
        <w:pStyle w:val="Text1-1"/>
        <w:numPr>
          <w:ilvl w:val="0"/>
          <w:numId w:val="0"/>
        </w:numPr>
        <w:spacing w:before="240"/>
        <w:ind w:left="737"/>
      </w:pPr>
      <w:r>
        <w:t>Takto získaný počet bodů bude vynásoben koeficientem 0,</w:t>
      </w:r>
      <w:r w:rsidR="00A661DE">
        <w:t>4</w:t>
      </w:r>
      <w:r>
        <w:t xml:space="preserve">0 (tj. váhou dílčího hodnotícího kritéria Nabídková cena) a následně matematicky zaokrouhlen na dvě desetinná místa. </w:t>
      </w:r>
    </w:p>
    <w:p w14:paraId="22DFC8B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7E23EF24"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39A300A"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D31C222"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2817077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F1454D"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FC8897"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7510FF17"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290E32A"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16867903" w14:textId="77777777" w:rsidR="003A2C23" w:rsidRPr="007834EC" w:rsidRDefault="007834EC" w:rsidP="00631EAA">
            <w:pPr>
              <w:rPr>
                <w:b/>
                <w:sz w:val="16"/>
                <w:szCs w:val="16"/>
              </w:rPr>
            </w:pPr>
            <w:r w:rsidRPr="007834EC">
              <w:rPr>
                <w:b/>
                <w:sz w:val="16"/>
                <w:szCs w:val="16"/>
              </w:rPr>
              <w:t>Nestanovuje se</w:t>
            </w:r>
          </w:p>
        </w:tc>
        <w:tc>
          <w:tcPr>
            <w:tcW w:w="4111" w:type="dxa"/>
            <w:tcBorders>
              <w:bottom w:val="single" w:sz="2" w:space="0" w:color="auto"/>
            </w:tcBorders>
          </w:tcPr>
          <w:p w14:paraId="3FDD2994" w14:textId="77777777" w:rsidR="003A2C23" w:rsidRPr="007834EC" w:rsidRDefault="007834EC" w:rsidP="00631EA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834EC">
              <w:rPr>
                <w:b/>
                <w:sz w:val="16"/>
                <w:szCs w:val="16"/>
              </w:rPr>
              <w:t>--------------------------</w:t>
            </w:r>
          </w:p>
        </w:tc>
      </w:tr>
      <w:tr w:rsidR="00941491" w:rsidRPr="00941491" w14:paraId="640C7914"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B679847" w14:textId="77777777" w:rsidR="00941491" w:rsidRPr="00941491" w:rsidRDefault="00941491" w:rsidP="00631EAA">
            <w:pPr>
              <w:rPr>
                <w:b w:val="0"/>
                <w:sz w:val="16"/>
                <w:szCs w:val="16"/>
                <w:highlight w:val="green"/>
              </w:rPr>
            </w:pPr>
          </w:p>
        </w:tc>
        <w:tc>
          <w:tcPr>
            <w:tcW w:w="4111" w:type="dxa"/>
            <w:shd w:val="clear" w:color="auto" w:fill="auto"/>
          </w:tcPr>
          <w:p w14:paraId="4049A35A" w14:textId="77777777"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14:paraId="4D8DD5BF" w14:textId="77777777" w:rsidR="00804D39" w:rsidRDefault="00804D39" w:rsidP="00941491">
      <w:pPr>
        <w:pStyle w:val="Text1-1"/>
        <w:numPr>
          <w:ilvl w:val="0"/>
          <w:numId w:val="0"/>
        </w:numPr>
        <w:ind w:left="737"/>
      </w:pPr>
    </w:p>
    <w:p w14:paraId="554DE64A"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28887FEC" w14:textId="2BB33BE2"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w:t>
      </w:r>
      <w:r w:rsidR="00E572D2">
        <w:t xml:space="preserve">na </w:t>
      </w:r>
      <w:r w:rsidR="00E572D2">
        <w:lastRenderedPageBreak/>
        <w:t>zkušenostech</w:t>
      </w:r>
      <w:r>
        <w:t xml:space="preserve"> u vybraných členů odborného personálu dodavatele. Jednotliví členové odborného personálu dodavatele určení dodavatelem k hodnocení budou v rámci tohoto hodnotícího kritéria získávat body dle následující tabulky:</w:t>
      </w:r>
    </w:p>
    <w:p w14:paraId="17A04ED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CF94FAE" w14:textId="77777777" w:rsidTr="007C1404">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BFC3F60" w14:textId="77777777" w:rsidR="00B77110" w:rsidRPr="00B77110" w:rsidRDefault="00B77110" w:rsidP="00631EAA">
            <w:pPr>
              <w:rPr>
                <w:rFonts w:cs="Arial"/>
                <w:b/>
                <w:bCs/>
              </w:rPr>
            </w:pPr>
          </w:p>
          <w:p w14:paraId="1718407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86DA8A4" w14:textId="77777777" w:rsidR="00B77110" w:rsidRPr="00B77110" w:rsidRDefault="00B77110" w:rsidP="00631EAA">
            <w:pPr>
              <w:rPr>
                <w:rFonts w:cs="Arial"/>
                <w:b/>
                <w:bCs/>
              </w:rPr>
            </w:pPr>
          </w:p>
          <w:p w14:paraId="41EB50C7"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B86BAC8" w14:textId="77777777" w:rsidR="00B77110" w:rsidRPr="00B77110" w:rsidRDefault="00B77110" w:rsidP="00631EAA">
            <w:pPr>
              <w:rPr>
                <w:rFonts w:cs="Arial"/>
                <w:b/>
                <w:bCs/>
              </w:rPr>
            </w:pPr>
          </w:p>
          <w:p w14:paraId="7AB87859"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1EDEB8A" w14:textId="77777777" w:rsidR="00B77110" w:rsidRPr="00B77110" w:rsidRDefault="00B77110" w:rsidP="00631EAA">
            <w:pPr>
              <w:rPr>
                <w:rFonts w:cs="Arial"/>
                <w:b/>
                <w:bCs/>
              </w:rPr>
            </w:pPr>
          </w:p>
          <w:p w14:paraId="6F71D4B0" w14:textId="77777777" w:rsidR="00B77110" w:rsidRPr="00B77110" w:rsidRDefault="00B77110" w:rsidP="002B2301">
            <w:pPr>
              <w:rPr>
                <w:rFonts w:cs="Arial"/>
                <w:bCs/>
              </w:rPr>
            </w:pPr>
            <w:r w:rsidRPr="00B77110">
              <w:rPr>
                <w:rFonts w:cs="Arial"/>
                <w:b/>
                <w:bCs/>
              </w:rPr>
              <w:t>Maximální bodové ohodnocení</w:t>
            </w:r>
            <w:r w:rsidR="007C1404">
              <w:rPr>
                <w:rFonts w:cs="Arial"/>
                <w:bCs/>
              </w:rPr>
              <w:t xml:space="preserve"> (zkušenosti</w:t>
            </w:r>
            <w:r w:rsidRPr="00B77110">
              <w:rPr>
                <w:rFonts w:cs="Arial"/>
                <w:bCs/>
              </w:rPr>
              <w:t>/ počty osob nad rámec maxima již nejsou hodnoceny)</w:t>
            </w:r>
          </w:p>
        </w:tc>
      </w:tr>
      <w:tr w:rsidR="0060566E" w:rsidRPr="00465F4C" w14:paraId="45C0BFD1" w14:textId="77777777" w:rsidTr="007C1404">
        <w:trPr>
          <w:trHeight w:val="292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372CE36" w14:textId="77777777" w:rsidR="0060566E" w:rsidRPr="00B77110" w:rsidRDefault="0060566E" w:rsidP="007834EC">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tcPr>
          <w:p w14:paraId="665D94CD" w14:textId="7E5FC3D7" w:rsidR="0060566E" w:rsidRPr="007834EC" w:rsidRDefault="0060566E" w:rsidP="00191537">
            <w:pPr>
              <w:jc w:val="both"/>
              <w:rPr>
                <w:rFonts w:cs="Arial"/>
                <w:bCs/>
                <w:color w:val="00B0F0"/>
              </w:rPr>
            </w:pPr>
            <w:r w:rsidRPr="00F529D9">
              <w:rPr>
                <w:rFonts w:cs="Arial"/>
                <w:bCs/>
              </w:rPr>
              <w:t xml:space="preserve">zkušenost s plněním zakázky na </w:t>
            </w:r>
            <w:r w:rsidRPr="00F529D9">
              <w:rPr>
                <w:rFonts w:cs="Calibri"/>
              </w:rPr>
              <w:t xml:space="preserve">projektové </w:t>
            </w:r>
            <w:r w:rsidRPr="00F529D9">
              <w:rPr>
                <w:rFonts w:cs="Arial"/>
                <w:bCs/>
              </w:rPr>
              <w:t xml:space="preserve">práce spočívající ve zpracování dokumentace pro pozemní stavby ve stupni DSP+PDPS nebo </w:t>
            </w:r>
            <w:r w:rsidRPr="00F529D9">
              <w:rPr>
                <w:rFonts w:cs="Calibri"/>
              </w:rPr>
              <w:t>DUSP+PDPS</w:t>
            </w:r>
            <w:r w:rsidR="008A1D5E">
              <w:rPr>
                <w:rFonts w:cs="Calibri"/>
              </w:rPr>
              <w:t xml:space="preserve"> nebo </w:t>
            </w:r>
            <w:r w:rsidR="00CC1703">
              <w:rPr>
                <w:rFonts w:cs="Arial"/>
                <w:bCs/>
              </w:rPr>
              <w:t xml:space="preserve"> </w:t>
            </w:r>
            <w:r w:rsidR="008A1D5E" w:rsidRPr="008A1D5E">
              <w:t>DUR+DSP+PDPS</w:t>
            </w:r>
            <w:r w:rsidR="008A1D5E">
              <w:rPr>
                <w:rFonts w:cs="Arial"/>
                <w:bCs/>
              </w:rPr>
              <w:t xml:space="preserve"> </w:t>
            </w:r>
            <w:r w:rsidRPr="00F529D9">
              <w:rPr>
                <w:rFonts w:cs="Arial"/>
                <w:bCs/>
              </w:rPr>
              <w:t xml:space="preserve">ve funkci vedoucího týmu s hodnotou zakázky na </w:t>
            </w:r>
            <w:r w:rsidRPr="00F529D9">
              <w:rPr>
                <w:rFonts w:cs="Calibri"/>
              </w:rPr>
              <w:t xml:space="preserve">projektové </w:t>
            </w:r>
            <w:r w:rsidRPr="00F529D9">
              <w:rPr>
                <w:rFonts w:cs="Arial"/>
                <w:bCs/>
              </w:rPr>
              <w:t xml:space="preserve">práce nejméně </w:t>
            </w:r>
            <w:r w:rsidR="00191537">
              <w:rPr>
                <w:rFonts w:cs="Arial"/>
                <w:bCs/>
              </w:rPr>
              <w:t>9 </w:t>
            </w:r>
            <w:r>
              <w:rPr>
                <w:rFonts w:cs="Arial"/>
                <w:bCs/>
              </w:rPr>
              <w:t>0</w:t>
            </w:r>
            <w:r w:rsidRPr="00F529D9">
              <w:rPr>
                <w:rFonts w:cs="Arial"/>
                <w:bCs/>
              </w:rPr>
              <w:t>00 000</w:t>
            </w:r>
            <w:r w:rsidRPr="00F529D9">
              <w:rPr>
                <w:rFonts w:cs="Arial"/>
                <w:b/>
                <w:bCs/>
              </w:rPr>
              <w:t xml:space="preserve"> </w:t>
            </w:r>
            <w:r w:rsidRPr="00F529D9">
              <w:rPr>
                <w:rFonts w:cs="Arial"/>
                <w:bCs/>
              </w:rPr>
              <w:t xml:space="preserve">Kč bez DPH </w:t>
            </w:r>
            <w:r w:rsidR="00CC1703">
              <w:rPr>
                <w:rFonts w:cs="Arial"/>
                <w:bCs/>
              </w:rPr>
              <w:t xml:space="preserve">(v souhrnu za oba stupně) </w:t>
            </w:r>
            <w:r w:rsidRPr="00F529D9">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2F227C9A" w14:textId="77777777" w:rsidR="0060566E" w:rsidRPr="00B77110" w:rsidRDefault="0060566E" w:rsidP="007834EC">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5912EAA6" w14:textId="051492C3" w:rsidR="0060566E" w:rsidRPr="00B77110" w:rsidRDefault="00F66640" w:rsidP="007834EC">
            <w:pPr>
              <w:rPr>
                <w:rFonts w:cs="Arial"/>
                <w:bCs/>
              </w:rPr>
            </w:pPr>
            <w:r>
              <w:rPr>
                <w:rFonts w:cs="Arial"/>
                <w:bCs/>
              </w:rPr>
              <w:t>6</w:t>
            </w:r>
          </w:p>
        </w:tc>
      </w:tr>
      <w:tr w:rsidR="0060566E" w:rsidRPr="00465F4C" w14:paraId="1CAE1DAD" w14:textId="77777777" w:rsidTr="007C1404">
        <w:trPr>
          <w:trHeight w:val="1924"/>
        </w:trPr>
        <w:tc>
          <w:tcPr>
            <w:tcW w:w="1843" w:type="dxa"/>
            <w:tcBorders>
              <w:top w:val="single" w:sz="4" w:space="0" w:color="auto"/>
              <w:left w:val="single" w:sz="4" w:space="0" w:color="auto"/>
              <w:right w:val="single" w:sz="4" w:space="0" w:color="auto"/>
            </w:tcBorders>
          </w:tcPr>
          <w:p w14:paraId="0E8B82C8" w14:textId="77777777" w:rsidR="0060566E" w:rsidRPr="00A450D7" w:rsidRDefault="0060566E" w:rsidP="007834EC">
            <w:pPr>
              <w:rPr>
                <w:rFonts w:cs="Arial"/>
                <w:bCs/>
                <w:highlight w:val="yellow"/>
              </w:rPr>
            </w:pPr>
            <w:r w:rsidRPr="00AE7E95">
              <w:rPr>
                <w:rFonts w:cs="Arial"/>
                <w:bCs/>
              </w:rPr>
              <w:t xml:space="preserve">architekt </w:t>
            </w:r>
          </w:p>
        </w:tc>
        <w:tc>
          <w:tcPr>
            <w:tcW w:w="3969" w:type="dxa"/>
            <w:tcBorders>
              <w:top w:val="single" w:sz="4" w:space="0" w:color="auto"/>
              <w:left w:val="single" w:sz="4" w:space="0" w:color="auto"/>
              <w:right w:val="single" w:sz="4" w:space="0" w:color="auto"/>
            </w:tcBorders>
            <w:shd w:val="clear" w:color="auto" w:fill="auto"/>
          </w:tcPr>
          <w:p w14:paraId="1924DB92" w14:textId="56F19C1D" w:rsidR="0060566E" w:rsidRPr="00491EE3" w:rsidRDefault="0060566E" w:rsidP="00B63538">
            <w:pPr>
              <w:jc w:val="both"/>
              <w:rPr>
                <w:rFonts w:cs="Arial"/>
                <w:bCs/>
                <w:highlight w:val="red"/>
              </w:rPr>
            </w:pPr>
            <w:r w:rsidRPr="00F66640">
              <w:rPr>
                <w:rFonts w:cs="Arial"/>
                <w:bCs/>
              </w:rPr>
              <w:t xml:space="preserve">zkušenost s </w:t>
            </w:r>
            <w:r w:rsidR="00F76C56">
              <w:rPr>
                <w:rFonts w:cs="Arial"/>
                <w:bCs/>
              </w:rPr>
              <w:t>účastí v soutěži o návrh</w:t>
            </w:r>
            <w:r w:rsidRPr="00F66640">
              <w:rPr>
                <w:rFonts w:cs="Arial"/>
                <w:bCs/>
              </w:rPr>
              <w:t xml:space="preserve"> na zpracování návrhu stavby na rekonstrukci nebo novostavbu pozemní stavby, přičemž návrh stavby získal </w:t>
            </w:r>
            <w:r w:rsidRPr="00F66640">
              <w:rPr>
                <w:rFonts w:cs="Arial"/>
                <w:b/>
                <w:bCs/>
              </w:rPr>
              <w:t>ocenění</w:t>
            </w:r>
            <w:r w:rsidRPr="00F66640">
              <w:rPr>
                <w:rFonts w:cs="Arial"/>
                <w:bCs/>
              </w:rPr>
              <w:t xml:space="preserve"> </w:t>
            </w:r>
            <w:r w:rsidRPr="00F66640">
              <w:rPr>
                <w:rFonts w:cs="Arial"/>
                <w:b/>
                <w:bCs/>
              </w:rPr>
              <w:t>v soutěži o návrh</w:t>
            </w:r>
            <w:r w:rsidRPr="00F66640">
              <w:rPr>
                <w:rFonts w:cs="Arial"/>
                <w:bCs/>
              </w:rPr>
              <w:t xml:space="preserve"> </w:t>
            </w:r>
            <w:r w:rsidR="0055512E" w:rsidRPr="0055512E">
              <w:rPr>
                <w:rFonts w:cs="Arial"/>
                <w:bCs/>
              </w:rPr>
              <w:t xml:space="preserve">dle §143 a n. zákona </w:t>
            </w:r>
            <w:r w:rsidR="00092D05">
              <w:rPr>
                <w:rFonts w:cs="Arial"/>
                <w:bCs/>
              </w:rPr>
              <w:t xml:space="preserve">č. </w:t>
            </w:r>
            <w:r w:rsidR="0055512E" w:rsidRPr="0055512E">
              <w:rPr>
                <w:rFonts w:cs="Arial"/>
                <w:bCs/>
              </w:rPr>
              <w:t>134/2016</w:t>
            </w:r>
            <w:r w:rsidR="00092D05">
              <w:rPr>
                <w:rFonts w:cs="Arial"/>
                <w:bCs/>
              </w:rPr>
              <w:t xml:space="preserve"> Sb.</w:t>
            </w:r>
            <w:r w:rsidR="008334C3">
              <w:rPr>
                <w:rFonts w:cs="Arial"/>
                <w:bCs/>
              </w:rPr>
              <w:t xml:space="preserve"> nebo </w:t>
            </w:r>
            <w:r w:rsidR="0055512E" w:rsidRPr="0055512E">
              <w:rPr>
                <w:rFonts w:cs="Arial"/>
                <w:bCs/>
              </w:rPr>
              <w:t>§102 a n. zákona 137/2006</w:t>
            </w:r>
            <w:r w:rsidR="00092D05">
              <w:rPr>
                <w:rFonts w:cs="Arial"/>
                <w:bCs/>
              </w:rPr>
              <w:t xml:space="preserve"> Sb.</w:t>
            </w:r>
            <w:r w:rsidR="0055512E" w:rsidRPr="0055512E">
              <w:rPr>
                <w:rFonts w:cs="Arial"/>
                <w:bCs/>
              </w:rPr>
              <w:t xml:space="preserve"> nebo obdobné zahraniční úpravy</w:t>
            </w:r>
            <w:r w:rsidR="00F76C56">
              <w:rPr>
                <w:rFonts w:cs="Arial"/>
                <w:bCs/>
              </w:rPr>
              <w:t>, které získal</w:t>
            </w:r>
            <w:r w:rsidR="00E572D2">
              <w:rPr>
                <w:rFonts w:cs="Arial"/>
                <w:bCs/>
              </w:rPr>
              <w:t xml:space="preserve"> v posledních 10 letech před zahájením zadávacího řízení</w:t>
            </w:r>
            <w:r w:rsidR="0055512E">
              <w:rPr>
                <w:rFonts w:cs="Arial"/>
                <w:bCs/>
              </w:rPr>
              <w:t xml:space="preserve">. </w:t>
            </w:r>
            <w:r w:rsidR="0055512E" w:rsidRPr="0055512E">
              <w:rPr>
                <w:rFonts w:cs="Arial"/>
                <w:bCs/>
              </w:rPr>
              <w:t>Oceněn</w:t>
            </w:r>
            <w:r w:rsidR="00D160B9">
              <w:rPr>
                <w:rFonts w:cs="Arial"/>
                <w:bCs/>
              </w:rPr>
              <w:t>ím</w:t>
            </w:r>
            <w:r w:rsidR="0055512E" w:rsidRPr="0055512E">
              <w:rPr>
                <w:rFonts w:cs="Arial"/>
                <w:bCs/>
              </w:rPr>
              <w:t xml:space="preserve"> v soutěži se </w:t>
            </w:r>
            <w:r w:rsidR="0055512E">
              <w:rPr>
                <w:rFonts w:cs="Arial"/>
                <w:bCs/>
              </w:rPr>
              <w:t>rozumí</w:t>
            </w:r>
            <w:r w:rsidR="0055512E" w:rsidRPr="0055512E">
              <w:rPr>
                <w:rFonts w:cs="Arial"/>
                <w:bCs/>
              </w:rPr>
              <w:t xml:space="preserve"> </w:t>
            </w:r>
            <w:r w:rsidR="00D160B9">
              <w:rPr>
                <w:rFonts w:cs="Arial"/>
                <w:bCs/>
              </w:rPr>
              <w:t xml:space="preserve">získání </w:t>
            </w:r>
            <w:r w:rsidR="0055512E" w:rsidRPr="0055512E">
              <w:rPr>
                <w:rFonts w:cs="Arial"/>
                <w:bCs/>
              </w:rPr>
              <w:t>1., 2. nebo 3. cen</w:t>
            </w:r>
            <w:r w:rsidR="00D160B9">
              <w:rPr>
                <w:rFonts w:cs="Arial"/>
                <w:bCs/>
              </w:rPr>
              <w:t>y</w:t>
            </w:r>
            <w:r w:rsidR="0055512E">
              <w:rPr>
                <w:rFonts w:cs="Arial"/>
                <w:bCs/>
              </w:rPr>
              <w:t xml:space="preserve">. </w:t>
            </w:r>
            <w:r w:rsidR="0055512E" w:rsidRPr="0055512E">
              <w:rPr>
                <w:rFonts w:cs="Arial"/>
                <w:bCs/>
              </w:rPr>
              <w:t>Architekt musel být autorem nebo spoluautorem soutěžního návrhu.</w:t>
            </w:r>
          </w:p>
        </w:tc>
        <w:tc>
          <w:tcPr>
            <w:tcW w:w="1559" w:type="dxa"/>
            <w:tcBorders>
              <w:top w:val="single" w:sz="4" w:space="0" w:color="auto"/>
              <w:left w:val="nil"/>
              <w:right w:val="single" w:sz="4" w:space="0" w:color="auto"/>
            </w:tcBorders>
            <w:shd w:val="clear" w:color="auto" w:fill="auto"/>
            <w:vAlign w:val="center"/>
          </w:tcPr>
          <w:p w14:paraId="36082A42" w14:textId="40A867E7" w:rsidR="0060566E" w:rsidRPr="00ED72F4" w:rsidRDefault="00F66640" w:rsidP="007834EC">
            <w:pPr>
              <w:rPr>
                <w:rFonts w:cs="Arial"/>
                <w:bCs/>
              </w:rPr>
            </w:pPr>
            <w:r>
              <w:rPr>
                <w:rFonts w:cs="Arial"/>
                <w:bCs/>
              </w:rPr>
              <w:t>3</w:t>
            </w:r>
            <w:r w:rsidRPr="00287C86">
              <w:rPr>
                <w:rFonts w:cs="Arial"/>
                <w:bCs/>
              </w:rPr>
              <w:t xml:space="preserve"> </w:t>
            </w:r>
            <w:r w:rsidR="0060566E" w:rsidRPr="00287C86">
              <w:rPr>
                <w:rFonts w:cs="Arial"/>
                <w:bCs/>
              </w:rPr>
              <w:t>bod</w:t>
            </w:r>
            <w:r w:rsidR="003A5A72">
              <w:rPr>
                <w:rFonts w:cs="Arial"/>
                <w:bCs/>
              </w:rPr>
              <w:t>y</w:t>
            </w:r>
            <w:r w:rsidR="0060566E" w:rsidRPr="00287C86">
              <w:rPr>
                <w:rFonts w:cs="Arial"/>
                <w:bCs/>
              </w:rPr>
              <w:t xml:space="preserve"> za každou zakázku </w:t>
            </w:r>
          </w:p>
        </w:tc>
        <w:tc>
          <w:tcPr>
            <w:tcW w:w="1560" w:type="dxa"/>
            <w:tcBorders>
              <w:top w:val="single" w:sz="4" w:space="0" w:color="auto"/>
              <w:left w:val="nil"/>
              <w:right w:val="single" w:sz="4" w:space="0" w:color="auto"/>
            </w:tcBorders>
            <w:shd w:val="clear" w:color="auto" w:fill="auto"/>
            <w:vAlign w:val="center"/>
          </w:tcPr>
          <w:p w14:paraId="724A04FC" w14:textId="46FF6EA3" w:rsidR="0060566E" w:rsidRPr="00ED72F4" w:rsidDel="00DA194B" w:rsidRDefault="00F66640" w:rsidP="0060566E">
            <w:pPr>
              <w:rPr>
                <w:rFonts w:cs="Arial"/>
                <w:bCs/>
              </w:rPr>
            </w:pPr>
            <w:r>
              <w:rPr>
                <w:rFonts w:cs="Arial"/>
                <w:bCs/>
              </w:rPr>
              <w:t>9</w:t>
            </w:r>
          </w:p>
        </w:tc>
      </w:tr>
      <w:tr w:rsidR="0060566E" w:rsidRPr="00465F4C" w14:paraId="75138739" w14:textId="77777777" w:rsidTr="0060566E">
        <w:trPr>
          <w:trHeight w:val="1210"/>
        </w:trPr>
        <w:tc>
          <w:tcPr>
            <w:tcW w:w="1843" w:type="dxa"/>
            <w:tcBorders>
              <w:top w:val="single" w:sz="4" w:space="0" w:color="auto"/>
              <w:left w:val="single" w:sz="4" w:space="0" w:color="auto"/>
              <w:bottom w:val="single" w:sz="4" w:space="0" w:color="auto"/>
              <w:right w:val="single" w:sz="4" w:space="0" w:color="auto"/>
            </w:tcBorders>
          </w:tcPr>
          <w:p w14:paraId="5EB53F80" w14:textId="77777777" w:rsidR="0060566E" w:rsidRPr="00B77110" w:rsidRDefault="0060566E" w:rsidP="007834EC">
            <w:pPr>
              <w:rPr>
                <w:rFonts w:cs="Arial"/>
                <w:bCs/>
              </w:rPr>
            </w:pPr>
            <w:r w:rsidRPr="007834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A52008B" w14:textId="4952E877" w:rsidR="0060566E" w:rsidRPr="00B77110" w:rsidRDefault="0060566E" w:rsidP="00371B48">
            <w:pPr>
              <w:jc w:val="both"/>
              <w:rPr>
                <w:rFonts w:cs="Arial"/>
                <w:bCs/>
              </w:rPr>
            </w:pPr>
            <w:r w:rsidRPr="007834EC">
              <w:rPr>
                <w:rFonts w:cs="Arial"/>
                <w:bCs/>
              </w:rPr>
              <w:t>zkušenost s výkonem funkce specialisty na inženýrskou činnost u zakázky na projektové práce spočívající ve zpracování dokumentace pro pozemní stavby ve stupni DSP+PDPS nebo DUSP+PDPS</w:t>
            </w:r>
            <w:r w:rsidR="008A1D5E">
              <w:rPr>
                <w:rFonts w:cs="Calibri"/>
              </w:rPr>
              <w:t xml:space="preserve"> nebo </w:t>
            </w:r>
            <w:r w:rsidR="008A1D5E">
              <w:rPr>
                <w:rFonts w:cs="Arial"/>
                <w:bCs/>
              </w:rPr>
              <w:t xml:space="preserve"> </w:t>
            </w:r>
            <w:r w:rsidR="008A1D5E" w:rsidRPr="008A1D5E">
              <w:t>DUR+DSP+PDPS</w:t>
            </w:r>
            <w:r w:rsidR="00CC1703">
              <w:rPr>
                <w:rFonts w:cs="Arial"/>
                <w:bCs/>
              </w:rPr>
              <w:t xml:space="preserve"> </w:t>
            </w:r>
            <w:r w:rsidRPr="007834EC">
              <w:rPr>
                <w:rFonts w:cs="Arial"/>
                <w:bCs/>
              </w:rPr>
              <w:t xml:space="preserve">s hodnotou zakázky na projektové práce nejméně </w:t>
            </w:r>
            <w:r w:rsidR="00880C61">
              <w:rPr>
                <w:rFonts w:cs="Arial"/>
                <w:bCs/>
              </w:rPr>
              <w:t>9</w:t>
            </w:r>
            <w:r>
              <w:rPr>
                <w:rFonts w:cs="Arial"/>
                <w:bCs/>
              </w:rPr>
              <w:t xml:space="preserve"> 0</w:t>
            </w:r>
            <w:r w:rsidRPr="007834EC">
              <w:rPr>
                <w:rFonts w:cs="Arial"/>
                <w:bCs/>
              </w:rPr>
              <w:t xml:space="preserve">00 000 Kč bez DPH </w:t>
            </w:r>
            <w:r w:rsidR="00CC1703">
              <w:rPr>
                <w:rFonts w:cs="Arial"/>
                <w:bCs/>
              </w:rPr>
              <w:t xml:space="preserve">(v souhrnu za oba stupně) </w:t>
            </w:r>
            <w:r w:rsidRPr="007834EC">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6EBB5AD" w14:textId="77777777" w:rsidR="0060566E" w:rsidRPr="00B77110" w:rsidRDefault="0060566E" w:rsidP="007834EC">
            <w:pPr>
              <w:rPr>
                <w:rFonts w:cs="Arial"/>
                <w:bCs/>
              </w:rPr>
            </w:pPr>
            <w:r w:rsidRPr="00B77110">
              <w:rPr>
                <w:rFonts w:cs="Arial"/>
                <w:bCs/>
              </w:rPr>
              <w:t>1 bod</w:t>
            </w:r>
            <w:r>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A59E3D" w14:textId="1130E3E6" w:rsidR="0060566E" w:rsidRPr="00B77110" w:rsidRDefault="00F66640" w:rsidP="007834EC">
            <w:pPr>
              <w:rPr>
                <w:rFonts w:cs="Arial"/>
                <w:bCs/>
              </w:rPr>
            </w:pPr>
            <w:r>
              <w:rPr>
                <w:rFonts w:cs="Arial"/>
                <w:bCs/>
              </w:rPr>
              <w:t>3</w:t>
            </w:r>
            <w:r w:rsidRPr="00B77110">
              <w:rPr>
                <w:rFonts w:cs="Arial"/>
                <w:bCs/>
              </w:rPr>
              <w:t xml:space="preserve"> </w:t>
            </w:r>
          </w:p>
          <w:p w14:paraId="1BB475AF" w14:textId="77777777" w:rsidR="0060566E" w:rsidRPr="00B77110" w:rsidRDefault="0060566E" w:rsidP="007834EC">
            <w:pPr>
              <w:rPr>
                <w:rFonts w:cs="Arial"/>
                <w:bCs/>
              </w:rPr>
            </w:pPr>
          </w:p>
        </w:tc>
      </w:tr>
    </w:tbl>
    <w:p w14:paraId="09378EF2" w14:textId="77777777" w:rsidR="00540DF4" w:rsidRDefault="00540DF4" w:rsidP="00540DF4">
      <w:pPr>
        <w:pStyle w:val="Text1-1"/>
        <w:numPr>
          <w:ilvl w:val="0"/>
          <w:numId w:val="0"/>
        </w:numPr>
        <w:ind w:left="737"/>
      </w:pPr>
    </w:p>
    <w:p w14:paraId="3373897F" w14:textId="77777777" w:rsidR="0055512E" w:rsidRDefault="00540DF4" w:rsidP="0055512E">
      <w:pPr>
        <w:pStyle w:val="Text1-1"/>
        <w:numPr>
          <w:ilvl w:val="0"/>
          <w:numId w:val="0"/>
        </w:numPr>
        <w:ind w:left="737"/>
      </w:pPr>
      <w:r w:rsidRPr="00491EE3">
        <w:rPr>
          <w:b/>
        </w:rPr>
        <w:t>Pozemními stavbami</w:t>
      </w:r>
      <w:r>
        <w:t xml:space="preserve"> se u všech hodnocených osob rozumí </w:t>
      </w:r>
      <w:r w:rsidRPr="00F66640">
        <w:rPr>
          <w:b/>
        </w:rPr>
        <w:t>pozemní stavby ve smyslu § 5 odst. 3 písm. a) zák. č. 360/1992 Sb.</w:t>
      </w:r>
      <w:r w:rsidRPr="000A15F9">
        <w:t xml:space="preserve">, o výkonu povolání autorizovaných architektů a o výkonu povolání autorizovaných inženýrů a techniků činných ve výstavbě, </w:t>
      </w:r>
      <w:r>
        <w:t xml:space="preserve">ve znění pozdějších předpisů, </w:t>
      </w:r>
      <w:r w:rsidRPr="000A15F9">
        <w:t xml:space="preserve">a to </w:t>
      </w:r>
      <w:r w:rsidRPr="00F66640">
        <w:rPr>
          <w:b/>
        </w:rPr>
        <w:t>s výjimkou budov pro bydlení, budov a hal pro výrobu a staveb pro zemědělství, skladování a staveb průmyslových</w:t>
      </w:r>
      <w:r>
        <w:t>.</w:t>
      </w:r>
      <w:r w:rsidR="00092D05">
        <w:t xml:space="preserve"> </w:t>
      </w:r>
    </w:p>
    <w:p w14:paraId="726E8DB9" w14:textId="77777777" w:rsidR="00092D05" w:rsidRPr="00092D05" w:rsidRDefault="00092D05" w:rsidP="0055512E">
      <w:pPr>
        <w:pStyle w:val="Text1-1"/>
        <w:numPr>
          <w:ilvl w:val="0"/>
          <w:numId w:val="0"/>
        </w:numPr>
        <w:ind w:left="737"/>
      </w:pPr>
      <w:r>
        <w:lastRenderedPageBreak/>
        <w:t xml:space="preserve">Obdobnou zahraniční úpravou se u zkušenosti architekta rozumí ocenění získané v soutěži o návrh </w:t>
      </w:r>
      <w:r w:rsidRPr="002C5154">
        <w:t>v jiném členském státě Evropské unie, Evropského hospodářského prostoru nebo Švýcarské konfederaci podle tamních právních předpisů</w:t>
      </w:r>
      <w:r>
        <w:t>.</w:t>
      </w:r>
    </w:p>
    <w:p w14:paraId="163FE214" w14:textId="7777777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BD0D41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05651A06"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12A41D57" w14:textId="5CDA0103"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14:paraId="3D065F2F" w14:textId="24D3ABE8" w:rsidR="00F529D9" w:rsidRDefault="00F529D9" w:rsidP="00F529D9">
      <w:pPr>
        <w:pStyle w:val="Text1-1"/>
        <w:numPr>
          <w:ilvl w:val="0"/>
          <w:numId w:val="0"/>
        </w:numPr>
        <w:ind w:left="737"/>
      </w:pPr>
      <w:r>
        <w:t xml:space="preserve">Obdobným způsobem bude zadavatel postupovat i ohledně hodnocení počtu zkušeností s plněním zakázek u vedoucího týmu, tzn. pokud např. k prokázání kvalifikace vedoucí týmu doloží zkušenost s plněním zakázky na projektové práce pro pozemní stavby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rsidR="008A1D5E">
        <w:rPr>
          <w:rFonts w:cs="Calibri"/>
        </w:rPr>
        <w:t xml:space="preserve">nebo </w:t>
      </w:r>
      <w:r w:rsidR="008A1D5E">
        <w:rPr>
          <w:rFonts w:cs="Arial"/>
          <w:bCs/>
        </w:rPr>
        <w:t xml:space="preserve"> </w:t>
      </w:r>
      <w:r w:rsidR="008A1D5E" w:rsidRPr="008A1D5E">
        <w:t>DUR+DSP+PDPS</w:t>
      </w:r>
      <w:r w:rsidR="008A1D5E">
        <w:t xml:space="preserve"> </w:t>
      </w:r>
      <w:r>
        <w:t>ve funkci vedoucího týmu s hodnotou zakázky dosahující minimální výši požadovanou pro účely hodnocení a dokončené v posledních 8</w:t>
      </w:r>
      <w:r w:rsidR="00E572D2">
        <w:t xml:space="preserve"> </w:t>
      </w:r>
      <w:r>
        <w:t>letech</w:t>
      </w:r>
      <w:r w:rsidR="00420CA5">
        <w:t xml:space="preserve"> </w:t>
      </w:r>
      <w:r>
        <w:t xml:space="preserve">před zahájením zadávacího řízení (přestože parametr velikosti hodnoty zakázky a lhůty pro dokončení zakázky nebyl pro prokázání kvalifikace požadován), bude taková zkušenost současně i hodnocena. </w:t>
      </w:r>
    </w:p>
    <w:p w14:paraId="387E59FA"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24EA5BC" w14:textId="39EB4B83" w:rsidR="00F529D9" w:rsidRDefault="00B77110" w:rsidP="00F529D9">
      <w:pPr>
        <w:pStyle w:val="Text1-1"/>
        <w:numPr>
          <w:ilvl w:val="0"/>
          <w:numId w:val="0"/>
        </w:numPr>
        <w:ind w:left="737"/>
      </w:pPr>
      <w:r>
        <w:t>Doba 8</w:t>
      </w:r>
      <w:r w:rsidR="00E572D2">
        <w:t xml:space="preserve"> </w:t>
      </w:r>
      <w:r>
        <w:t>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w:t>
      </w:r>
      <w:r w:rsidR="005B3E86" w:rsidRPr="00446757">
        <w:lastRenderedPageBreak/>
        <w:t xml:space="preserve">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w:t>
      </w:r>
      <w:r w:rsidR="00540DF4">
        <w:rPr>
          <w:rFonts w:cs="Arial"/>
          <w:bCs/>
        </w:rPr>
        <w:t>pro pozemní stavby v příslušném stupni</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w:t>
      </w:r>
      <w:r w:rsidR="00F529D9">
        <w:t xml:space="preserve">Pro odstranění pochybností zadavatel upřesňuje, že pro potřeby doložení referenčních zakázek za účelem hodnocení se zakázka na projektové práce ve stupni </w:t>
      </w:r>
      <w:r w:rsidR="00F529D9" w:rsidRPr="00B77110">
        <w:rPr>
          <w:rFonts w:cs="Arial"/>
          <w:bCs/>
        </w:rPr>
        <w:t xml:space="preserve">DSP+PDPS nebo </w:t>
      </w:r>
      <w:r w:rsidR="00F529D9" w:rsidRPr="00B77110">
        <w:rPr>
          <w:rFonts w:cs="Calibri"/>
        </w:rPr>
        <w:t>DUSP</w:t>
      </w:r>
      <w:r w:rsidR="00F529D9">
        <w:rPr>
          <w:rFonts w:cs="Calibri"/>
        </w:rPr>
        <w:t>+PDPS</w:t>
      </w:r>
      <w:r w:rsidR="00F529D9" w:rsidRPr="00B77110">
        <w:rPr>
          <w:rFonts w:cs="Arial"/>
          <w:bCs/>
        </w:rPr>
        <w:t xml:space="preserve"> </w:t>
      </w:r>
      <w:r w:rsidR="00BA6103">
        <w:rPr>
          <w:rFonts w:cs="Calibri"/>
        </w:rPr>
        <w:t xml:space="preserve">nebo </w:t>
      </w:r>
      <w:r w:rsidR="00BA6103">
        <w:rPr>
          <w:rFonts w:cs="Arial"/>
          <w:bCs/>
        </w:rPr>
        <w:t xml:space="preserve"> </w:t>
      </w:r>
      <w:r w:rsidR="00BA6103" w:rsidRPr="008A1D5E">
        <w:t>DUR+DSP+PDPS</w:t>
      </w:r>
      <w:r w:rsidR="00BA6103">
        <w:t xml:space="preserve"> </w:t>
      </w:r>
      <w:r w:rsidR="00F529D9">
        <w:t xml:space="preserve">považuje za dokončenou předáním kompletní </w:t>
      </w:r>
      <w:r w:rsidR="00F529D9" w:rsidRPr="00B77110">
        <w:rPr>
          <w:rFonts w:cs="Arial"/>
          <w:bCs/>
        </w:rPr>
        <w:t xml:space="preserve">DSP+PDPS nebo </w:t>
      </w:r>
      <w:r w:rsidR="00F529D9" w:rsidRPr="00B77110">
        <w:rPr>
          <w:rFonts w:cs="Calibri"/>
        </w:rPr>
        <w:t>DUSP</w:t>
      </w:r>
      <w:r w:rsidR="00F529D9">
        <w:rPr>
          <w:rFonts w:cs="Calibri"/>
        </w:rPr>
        <w:t>+PDPS</w:t>
      </w:r>
      <w:r w:rsidR="00BA6103">
        <w:rPr>
          <w:rFonts w:cs="Calibri"/>
        </w:rPr>
        <w:t xml:space="preserve"> nebo </w:t>
      </w:r>
      <w:r w:rsidR="00BA6103">
        <w:rPr>
          <w:rFonts w:cs="Arial"/>
          <w:bCs/>
        </w:rPr>
        <w:t xml:space="preserve"> </w:t>
      </w:r>
      <w:r w:rsidR="00BA6103" w:rsidRPr="008A1D5E">
        <w:t>DUR+DSP+PDPS</w:t>
      </w:r>
      <w:r w:rsidR="00F529D9">
        <w:t>, příp. jejich kompletní aktualizace, objednateli po zapracování všech připomínek objednatele, a to bez případného podání žádosti o stavební povolení nebo společné povolení, je-li součástí plnění zakázky.</w:t>
      </w:r>
    </w:p>
    <w:p w14:paraId="7E38F5EF"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A3FCD74"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2CB9D041" w14:textId="5955B24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6F7723C7"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48A4852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6A94E66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D5726CC" w14:textId="7B4F97FD" w:rsidR="00B77110" w:rsidRDefault="00B77110" w:rsidP="00B77110">
      <w:pPr>
        <w:pStyle w:val="Text1-1"/>
        <w:numPr>
          <w:ilvl w:val="0"/>
          <w:numId w:val="0"/>
        </w:numPr>
        <w:ind w:left="737"/>
      </w:pPr>
      <w:r>
        <w:t xml:space="preserve">Přidělování bodů v rámci dílčího hodnotícího kritéria Kvalifikace a zkušenosti vybraných členů odborného personálu dodavatele bude probíhat tak, že zadavatel přidělí body dle </w:t>
      </w:r>
      <w:r>
        <w:lastRenderedPageBreak/>
        <w:t>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3786136" w14:textId="77777777" w:rsidR="00B77110" w:rsidRDefault="00B77110" w:rsidP="00B77110">
      <w:pPr>
        <w:pStyle w:val="Text1-1"/>
        <w:numPr>
          <w:ilvl w:val="0"/>
          <w:numId w:val="0"/>
        </w:numPr>
        <w:spacing w:after="0"/>
        <w:ind w:left="737"/>
        <w:jc w:val="center"/>
      </w:pPr>
      <w:r>
        <w:t>bodové hodnocení hodnocené nabídky x 100</w:t>
      </w:r>
    </w:p>
    <w:p w14:paraId="7C362D41" w14:textId="77777777" w:rsidR="00B77110" w:rsidRDefault="00B77110" w:rsidP="00B77110">
      <w:pPr>
        <w:pStyle w:val="Text1-1"/>
        <w:numPr>
          <w:ilvl w:val="0"/>
          <w:numId w:val="0"/>
        </w:numPr>
        <w:ind w:left="737"/>
        <w:jc w:val="center"/>
      </w:pPr>
      <w:r>
        <w:t>__________________________________</w:t>
      </w:r>
    </w:p>
    <w:p w14:paraId="4573123F" w14:textId="77777777" w:rsidR="00B77110" w:rsidRDefault="00B77110" w:rsidP="00B77110">
      <w:pPr>
        <w:pStyle w:val="Text1-1"/>
        <w:numPr>
          <w:ilvl w:val="0"/>
          <w:numId w:val="0"/>
        </w:numPr>
        <w:ind w:left="737"/>
        <w:jc w:val="center"/>
      </w:pPr>
      <w:r>
        <w:t>bodové hodnocení nejlepší nabídky</w:t>
      </w:r>
    </w:p>
    <w:p w14:paraId="6A8FC9A2" w14:textId="77777777" w:rsidR="00B77110" w:rsidRDefault="00B77110" w:rsidP="00B77110">
      <w:pPr>
        <w:pStyle w:val="Text1-1"/>
        <w:numPr>
          <w:ilvl w:val="0"/>
          <w:numId w:val="0"/>
        </w:numPr>
        <w:ind w:left="737"/>
      </w:pPr>
      <w:r>
        <w:t>Takto získaný počet bodů bude vynásoben koeficientem 0,</w:t>
      </w:r>
      <w:r w:rsidR="0060566E">
        <w:t>6</w:t>
      </w:r>
      <w:r>
        <w:t>0 (tj. váhou dílčího hodnotícího kritéria Kvalifikace a zkušenosti vybraných členů odborného personálu dodavatele) a následně matematicky zaokrouhlen na dvě desetinná místa.</w:t>
      </w:r>
    </w:p>
    <w:p w14:paraId="29374862" w14:textId="77777777" w:rsidR="00B77110" w:rsidRPr="00B77110" w:rsidRDefault="00B77110" w:rsidP="00B77110">
      <w:pPr>
        <w:pStyle w:val="Text1-1"/>
        <w:rPr>
          <w:b/>
        </w:rPr>
      </w:pPr>
      <w:r w:rsidRPr="00B77110">
        <w:rPr>
          <w:b/>
        </w:rPr>
        <w:t>Celkové hodnocení</w:t>
      </w:r>
    </w:p>
    <w:p w14:paraId="48E0AD18"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6E5D5539" w14:textId="77777777" w:rsidR="0035531B" w:rsidRDefault="0035531B" w:rsidP="007038DC">
      <w:pPr>
        <w:pStyle w:val="Nadpis1-1"/>
      </w:pPr>
      <w:bookmarkStart w:id="21" w:name="_Toc51231253"/>
      <w:r>
        <w:t>ZRUŠENÍ ZADÁVACÍHO ŘÍZENÍ</w:t>
      </w:r>
      <w:bookmarkEnd w:id="21"/>
    </w:p>
    <w:p w14:paraId="0D9B4DF1" w14:textId="77777777" w:rsidR="0035531B" w:rsidRDefault="0035531B" w:rsidP="0035531B">
      <w:pPr>
        <w:pStyle w:val="Text1-1"/>
      </w:pPr>
      <w:r>
        <w:t>Důvody pro zrušení zadávacího řízení této veřejné zakázky upravuje § 127 ZZVZ.</w:t>
      </w:r>
    </w:p>
    <w:p w14:paraId="1A09CF20" w14:textId="4A9C6372"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0842644" w14:textId="77777777" w:rsidR="004406E8" w:rsidRPr="004406E8" w:rsidRDefault="004406E8" w:rsidP="004406E8">
      <w:pPr>
        <w:pStyle w:val="Text1-1"/>
      </w:pPr>
      <w:r w:rsidRPr="004406E8">
        <w:t>Zadavatel si mimo jiné vyhrazuje právo zrušit výběrové řízení v případě, že k hodnocení připadnou pouze nabídky s nabídkovou cenou převyšující nejvyšší přípustnou nabídkovou cenu uvedenou v čl. 5.3 těchto Pokynů pro dodavatele.</w:t>
      </w:r>
    </w:p>
    <w:p w14:paraId="055BB76D" w14:textId="77777777" w:rsidR="0035531B" w:rsidRDefault="0035531B" w:rsidP="007038DC">
      <w:pPr>
        <w:pStyle w:val="Nadpis1-1"/>
      </w:pPr>
      <w:bookmarkStart w:id="22" w:name="_Toc51231254"/>
      <w:r>
        <w:t>UZAVŘENÍ SMLOUVY</w:t>
      </w:r>
      <w:bookmarkEnd w:id="22"/>
    </w:p>
    <w:p w14:paraId="2A9877F0"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363DF38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w:t>
      </w:r>
      <w:r w:rsidRPr="00572F04">
        <w:lastRenderedPageBreak/>
        <w:t xml:space="preserve">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01B44482"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BB4E71F" w14:textId="77777777" w:rsidR="00572F04" w:rsidRDefault="00572F04" w:rsidP="00572F04">
      <w:pPr>
        <w:pStyle w:val="Odrka1-1"/>
      </w:pPr>
      <w:r>
        <w:t>originálů nebo ověřených kopií dokladů o kvalifikaci ve smyslu čl. 8 těchto Pokynů;</w:t>
      </w:r>
    </w:p>
    <w:p w14:paraId="66137D6F"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14BFEEC2"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2373D61" w14:textId="77777777" w:rsidR="00572F04" w:rsidRDefault="00572F04" w:rsidP="00572F04">
      <w:pPr>
        <w:pStyle w:val="Odrka1-1"/>
      </w:pPr>
      <w:r>
        <w:t>vybraným dodavatelem vyplněné Přílohy č. 8 Smlouvy o dílo s názvem Seznam poddodavatelů, a ve formátu umožňujícím editaci;</w:t>
      </w:r>
    </w:p>
    <w:p w14:paraId="3C3A6EDB"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8BB9F60"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0DDFB38"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FB68EA" w14:textId="77777777" w:rsidR="0035531B" w:rsidRDefault="00572F04" w:rsidP="00572F04">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w:t>
      </w:r>
      <w:r>
        <w:lastRenderedPageBreak/>
        <w:t>konkretizace, ve znění pozdějších předpisů. Kvalifikace je určena Přílohou č. 4 této vyhlášky, dle čl. 8c - v rozsahu projektování UTZ/E</w:t>
      </w:r>
      <w:r w:rsidR="00B035B6">
        <w:t>.</w:t>
      </w:r>
    </w:p>
    <w:p w14:paraId="2DF49D1E"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C3C6603"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542239F6" w14:textId="77777777" w:rsidR="0035531B" w:rsidRDefault="0035531B" w:rsidP="00991364">
      <w:pPr>
        <w:pStyle w:val="Odstavec1-1a"/>
        <w:numPr>
          <w:ilvl w:val="0"/>
          <w:numId w:val="16"/>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0166709" w14:textId="77777777" w:rsidR="0035531B" w:rsidRDefault="0035531B" w:rsidP="00991364">
      <w:pPr>
        <w:pStyle w:val="Odstavec1-1a"/>
        <w:numPr>
          <w:ilvl w:val="0"/>
          <w:numId w:val="16"/>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67BA7DA" w14:textId="77777777" w:rsidR="0035531B" w:rsidRDefault="0035531B" w:rsidP="00991364">
      <w:pPr>
        <w:pStyle w:val="Odstavec1-1a"/>
        <w:numPr>
          <w:ilvl w:val="0"/>
          <w:numId w:val="16"/>
        </w:numPr>
      </w:pPr>
      <w:r>
        <w:t>doklady,</w:t>
      </w:r>
      <w:r w:rsidR="0060115D">
        <w:t xml:space="preserve"> z </w:t>
      </w:r>
      <w:r>
        <w:t>nichž vyplývá vztah všech osob podle písmene b)</w:t>
      </w:r>
      <w:r w:rsidR="00BC6D2B">
        <w:t xml:space="preserve"> k </w:t>
      </w:r>
      <w:r>
        <w:t>dodavateli; těmito doklady jsou zejména:</w:t>
      </w:r>
    </w:p>
    <w:p w14:paraId="40E31908" w14:textId="77777777" w:rsidR="0035531B" w:rsidRDefault="0035531B" w:rsidP="00B77C6D">
      <w:pPr>
        <w:pStyle w:val="Odrka1-2-"/>
      </w:pPr>
      <w:r>
        <w:t>výpis</w:t>
      </w:r>
      <w:r w:rsidR="0060115D">
        <w:t xml:space="preserve"> z </w:t>
      </w:r>
      <w:r>
        <w:t>obchodního rejstříku nebo jiné obdobné evidence,</w:t>
      </w:r>
    </w:p>
    <w:p w14:paraId="634422A5" w14:textId="77777777" w:rsidR="0035531B" w:rsidRDefault="0035531B" w:rsidP="00B77C6D">
      <w:pPr>
        <w:pStyle w:val="Odrka1-2-"/>
      </w:pPr>
      <w:r>
        <w:t>seznam akcionářů,</w:t>
      </w:r>
    </w:p>
    <w:p w14:paraId="47F1EC82" w14:textId="77777777" w:rsidR="0035531B" w:rsidRDefault="0035531B" w:rsidP="00B77C6D">
      <w:pPr>
        <w:pStyle w:val="Odrka1-2-"/>
      </w:pPr>
      <w:r>
        <w:t>rozhodnutí statutárního orgánu</w:t>
      </w:r>
      <w:r w:rsidR="00092CC9">
        <w:t xml:space="preserve"> o </w:t>
      </w:r>
      <w:r>
        <w:t>vyplacení podílu na zisku,</w:t>
      </w:r>
    </w:p>
    <w:p w14:paraId="270B0587" w14:textId="77777777" w:rsidR="0035531B" w:rsidRDefault="0035531B" w:rsidP="00B77C6D">
      <w:pPr>
        <w:pStyle w:val="Odrka1-2-"/>
      </w:pPr>
      <w:r>
        <w:t>společenská smlouva, zakladatelská listina nebo stanovy.</w:t>
      </w:r>
    </w:p>
    <w:p w14:paraId="6CDFDEC3" w14:textId="77777777" w:rsidR="0035531B" w:rsidRDefault="00572F04" w:rsidP="009915D0">
      <w:pPr>
        <w:pStyle w:val="Textbezslovn"/>
        <w:ind w:left="1077"/>
      </w:pPr>
      <w:r w:rsidRPr="00572F04">
        <w:t>Zadavatel vyloučí vybraného dodavatele, zjistí-li na základě výše uvedených dokladů, že byl ve střetu zájmů podle § 44 odst. 2 a 3 ZZVZ</w:t>
      </w:r>
      <w:r w:rsidR="0035531B">
        <w:t>.</w:t>
      </w:r>
    </w:p>
    <w:p w14:paraId="6371CD0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FD499C9"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A1C659F" w14:textId="77777777" w:rsidR="0035531B" w:rsidRDefault="0035531B" w:rsidP="00B77C6D">
      <w:pPr>
        <w:pStyle w:val="Nadpis1-1"/>
      </w:pPr>
      <w:bookmarkStart w:id="23" w:name="_Toc51231255"/>
      <w:r>
        <w:t>OCHRANA INFORMACÍ</w:t>
      </w:r>
      <w:bookmarkEnd w:id="23"/>
    </w:p>
    <w:p w14:paraId="6E73680A"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w:t>
      </w:r>
      <w:r>
        <w:lastRenderedPageBreak/>
        <w:t>vyžadováno platnými a účinnými právními předpisy, kterými je či bude zadavatel vázán.</w:t>
      </w:r>
    </w:p>
    <w:p w14:paraId="5C6B3B52"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8CFA404"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D3DE27" w14:textId="77777777" w:rsidR="0035531B" w:rsidRPr="005145EE" w:rsidRDefault="0035531B" w:rsidP="00564DDD">
      <w:pPr>
        <w:pStyle w:val="Nadpis1-1"/>
      </w:pPr>
      <w:bookmarkStart w:id="24" w:name="_Toc51231256"/>
      <w:r w:rsidRPr="005145EE">
        <w:t>ZADÁVACÍ LHŮTA</w:t>
      </w:r>
      <w:r w:rsidR="00845C50" w:rsidRPr="005145EE">
        <w:t xml:space="preserve"> </w:t>
      </w:r>
      <w:r w:rsidR="00092CC9" w:rsidRPr="005145EE">
        <w:t>A</w:t>
      </w:r>
      <w:r w:rsidR="00845C50" w:rsidRPr="005145EE">
        <w:t> </w:t>
      </w:r>
      <w:r w:rsidRPr="005145EE">
        <w:t>JISTOTA ZA NABÍDKU</w:t>
      </w:r>
      <w:bookmarkEnd w:id="24"/>
    </w:p>
    <w:p w14:paraId="0AFE80EC" w14:textId="77777777" w:rsidR="0035531B" w:rsidRPr="005145EE" w:rsidRDefault="0035531B" w:rsidP="0035531B">
      <w:pPr>
        <w:pStyle w:val="Text1-1"/>
      </w:pPr>
      <w:r w:rsidRPr="005145EE">
        <w:t xml:space="preserve">Lhůta, po kterou účastníci zadávacího řízení nesmí ze zadávacího řízení odstoupit, činí </w:t>
      </w:r>
      <w:r w:rsidRPr="005145EE">
        <w:rPr>
          <w:b/>
        </w:rPr>
        <w:t>6 měsíců</w:t>
      </w:r>
      <w:r w:rsidRPr="005145EE">
        <w:t xml:space="preserve"> od skončení lhůty pro podání nabídek. </w:t>
      </w:r>
    </w:p>
    <w:p w14:paraId="60A48FDC" w14:textId="5F82EA9E" w:rsidR="0035531B" w:rsidRPr="005145EE" w:rsidRDefault="0035531B" w:rsidP="00BE59E2">
      <w:pPr>
        <w:pStyle w:val="Text1-1"/>
      </w:pPr>
      <w:r w:rsidRPr="005145EE">
        <w:t>Zadavatel</w:t>
      </w:r>
      <w:r w:rsidR="00092CC9" w:rsidRPr="005145EE">
        <w:t xml:space="preserve"> v </w:t>
      </w:r>
      <w:r w:rsidRPr="005145EE">
        <w:t>souladu</w:t>
      </w:r>
      <w:r w:rsidR="00845C50" w:rsidRPr="005145EE">
        <w:t xml:space="preserve"> s </w:t>
      </w:r>
      <w:r w:rsidRPr="005145EE">
        <w:t>§ 41 ZZVZ požaduje, aby účastníci</w:t>
      </w:r>
      <w:r w:rsidR="00BC6D2B" w:rsidRPr="005145EE">
        <w:t xml:space="preserve"> k </w:t>
      </w:r>
      <w:r w:rsidRPr="005145EE">
        <w:t>zajištění plnění svých povinností vyplývajících</w:t>
      </w:r>
      <w:r w:rsidR="0060115D" w:rsidRPr="005145EE">
        <w:t xml:space="preserve"> z </w:t>
      </w:r>
      <w:r w:rsidRPr="005145EE">
        <w:t>účasti</w:t>
      </w:r>
      <w:r w:rsidR="00092CC9" w:rsidRPr="005145EE">
        <w:t xml:space="preserve"> v </w:t>
      </w:r>
      <w:r w:rsidRPr="005145EE">
        <w:t xml:space="preserve">zadávacím řízení poskytli jistotu ve výši </w:t>
      </w:r>
      <w:r w:rsidR="005145EE" w:rsidRPr="005145EE">
        <w:rPr>
          <w:b/>
        </w:rPr>
        <w:t>270</w:t>
      </w:r>
      <w:r w:rsidR="00BE59E2" w:rsidRPr="005145EE">
        <w:rPr>
          <w:b/>
        </w:rPr>
        <w:t> 000,-</w:t>
      </w:r>
      <w:r w:rsidR="00BE59E2" w:rsidRPr="005145EE">
        <w:t xml:space="preserve"> </w:t>
      </w:r>
      <w:r w:rsidRPr="005145EE">
        <w:rPr>
          <w:b/>
        </w:rPr>
        <w:t>Kč</w:t>
      </w:r>
      <w:r w:rsidR="00BE59E2" w:rsidRPr="005145EE">
        <w:t xml:space="preserve"> (slovy: </w:t>
      </w:r>
      <w:r w:rsidR="007D4C0E">
        <w:t>dvě stě sedmdesát</w:t>
      </w:r>
      <w:r w:rsidR="00BE59E2" w:rsidRPr="005145EE">
        <w:t xml:space="preserve"> tisíc korun českých).</w:t>
      </w:r>
    </w:p>
    <w:p w14:paraId="242FD89E" w14:textId="77777777" w:rsidR="0035531B" w:rsidRPr="005145EE" w:rsidRDefault="0035531B" w:rsidP="0035531B">
      <w:pPr>
        <w:pStyle w:val="Text1-1"/>
      </w:pPr>
      <w:r w:rsidRPr="005145EE">
        <w:t>Jistota bude poskytnuta</w:t>
      </w:r>
      <w:r w:rsidR="00092CC9" w:rsidRPr="005145EE">
        <w:t xml:space="preserve"> v </w:t>
      </w:r>
      <w:r w:rsidRPr="005145EE">
        <w:t xml:space="preserve">elektronické podobě formou: </w:t>
      </w:r>
    </w:p>
    <w:p w14:paraId="5A95FC3D" w14:textId="77777777" w:rsidR="0035531B" w:rsidRPr="005145EE" w:rsidRDefault="0035531B" w:rsidP="00564DDD">
      <w:pPr>
        <w:pStyle w:val="Odrka1-1"/>
      </w:pPr>
      <w:r w:rsidRPr="005145EE">
        <w:t xml:space="preserve">složení peněžní částky na účet zadavatele („peněžní jistota“), nebo </w:t>
      </w:r>
    </w:p>
    <w:p w14:paraId="46FA9E01" w14:textId="77777777" w:rsidR="0035531B" w:rsidRPr="005145EE" w:rsidRDefault="0035531B" w:rsidP="00564DDD">
      <w:pPr>
        <w:pStyle w:val="Odrka1-1"/>
      </w:pPr>
      <w:r w:rsidRPr="005145EE">
        <w:t xml:space="preserve">bankovní záruky ve prospěch zadavatele, nebo </w:t>
      </w:r>
    </w:p>
    <w:p w14:paraId="178C7125" w14:textId="77777777" w:rsidR="0035531B" w:rsidRPr="005145EE" w:rsidRDefault="0035531B" w:rsidP="00564DDD">
      <w:pPr>
        <w:pStyle w:val="Odrka1-1"/>
      </w:pPr>
      <w:r w:rsidRPr="005145EE">
        <w:t>pojištění záruky ve prospěch zadavatele.</w:t>
      </w:r>
    </w:p>
    <w:p w14:paraId="01DD57AF" w14:textId="1C7BD949" w:rsidR="0035531B" w:rsidRPr="005145EE" w:rsidRDefault="0035531B" w:rsidP="00BE59E2">
      <w:pPr>
        <w:pStyle w:val="Text1-1"/>
      </w:pPr>
      <w:r w:rsidRPr="005145EE">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E59E2" w:rsidRPr="005145EE">
        <w:t xml:space="preserve">30007-22307011/0710, Česká národní banka se sídlem Na Příkopě 28, 115 03 Praha 1, </w:t>
      </w:r>
      <w:r w:rsidRPr="005145EE">
        <w:t xml:space="preserve">variabilní symbol </w:t>
      </w:r>
      <w:r w:rsidR="008348CE" w:rsidRPr="005145EE">
        <w:t>5</w:t>
      </w:r>
      <w:r w:rsidR="005145EE" w:rsidRPr="005145EE">
        <w:t>313520032</w:t>
      </w:r>
      <w:r w:rsidRPr="005145EE">
        <w:t>. Účastník zadávacího řízení prokáže</w:t>
      </w:r>
      <w:r w:rsidR="00092CC9" w:rsidRPr="005145EE">
        <w:t xml:space="preserve"> v </w:t>
      </w:r>
      <w:r w:rsidRPr="005145EE">
        <w:t>nabídce poskytnutí peněžní jistoty sdělením údajů</w:t>
      </w:r>
      <w:r w:rsidR="00092CC9" w:rsidRPr="005145EE">
        <w:t xml:space="preserve"> o </w:t>
      </w:r>
      <w:r w:rsidRPr="005145EE">
        <w:t>provedené platbě zadavateli. Dokladem prokazujícím poskytnutí peněžní jistoty na účet zadavatele může být i výpis</w:t>
      </w:r>
      <w:r w:rsidR="0060115D" w:rsidRPr="005145EE">
        <w:t xml:space="preserve"> z </w:t>
      </w:r>
      <w:r w:rsidRPr="005145EE">
        <w:t>účtu účastníka</w:t>
      </w:r>
      <w:r w:rsidR="00BB4AF2" w:rsidRPr="005145EE">
        <w:t xml:space="preserve"> u </w:t>
      </w:r>
      <w:r w:rsidRPr="005145EE">
        <w:t>peněžního ústavu,</w:t>
      </w:r>
      <w:r w:rsidR="0060115D" w:rsidRPr="005145EE">
        <w:t xml:space="preserve"> z </w:t>
      </w:r>
      <w:r w:rsidRPr="005145EE">
        <w:t>něhož je patrné, že účastník převedl částku ve výši odpovídající požadované jistotě na účet zadavatele uvedený výše nebo potvrzení peněžního ústavu</w:t>
      </w:r>
      <w:r w:rsidR="00092CC9" w:rsidRPr="005145EE">
        <w:t xml:space="preserve"> o </w:t>
      </w:r>
      <w:r w:rsidRPr="005145EE">
        <w:t xml:space="preserve">složení částky ve výši odpovídající požadované jistotě na výše uvedený účet zadavatele. </w:t>
      </w:r>
    </w:p>
    <w:p w14:paraId="237993BE"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0A25983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F4D9607" w14:textId="77777777" w:rsidR="0035531B" w:rsidRDefault="0035531B" w:rsidP="0035531B">
      <w:pPr>
        <w:pStyle w:val="Text1-1"/>
      </w:pPr>
      <w:r>
        <w:t xml:space="preserve">Je-li jistota poskytnuta formou bankovní záruky nebo pojištění záruky, je účastník zadávacího řízení povinen zajistit její platnost po celou dobu trvání zadávací lhůty. </w:t>
      </w:r>
      <w:r>
        <w:lastRenderedPageBreak/>
        <w:t>Nakládání</w:t>
      </w:r>
      <w:r w:rsidR="00845C50">
        <w:t xml:space="preserve"> s </w:t>
      </w:r>
      <w:r>
        <w:t>peněžní jistotou, resp. její vrácení, příp. propadnutí, upravuje § 41 ZZVZ.</w:t>
      </w:r>
    </w:p>
    <w:p w14:paraId="3E8163C8" w14:textId="77777777" w:rsidR="0035531B" w:rsidRDefault="0035531B" w:rsidP="00564DDD">
      <w:pPr>
        <w:pStyle w:val="Nadpis1-1"/>
      </w:pPr>
      <w:bookmarkStart w:id="25" w:name="_Toc51231257"/>
      <w:r>
        <w:t>PŘÍLOHY TĚCHTO POKYNŮ</w:t>
      </w:r>
      <w:bookmarkEnd w:id="25"/>
    </w:p>
    <w:p w14:paraId="04DDD65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D7368B1" w14:textId="77777777" w:rsidR="0035531B" w:rsidRDefault="0035531B" w:rsidP="00564DDD">
      <w:pPr>
        <w:pStyle w:val="Textbezslovn"/>
        <w:tabs>
          <w:tab w:val="left" w:pos="2127"/>
        </w:tabs>
        <w:spacing w:after="0"/>
        <w:ind w:left="2127" w:hanging="1390"/>
      </w:pPr>
      <w:r>
        <w:t>Příloha č. 2</w:t>
      </w:r>
      <w:r>
        <w:tab/>
        <w:t>Seznam poddodavatelů</w:t>
      </w:r>
    </w:p>
    <w:p w14:paraId="5F843FE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93F5C0"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A47C47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E4974BB" w14:textId="77777777" w:rsidR="0035531B" w:rsidRDefault="0035531B" w:rsidP="00564DDD">
      <w:pPr>
        <w:pStyle w:val="Textbezslovn"/>
        <w:tabs>
          <w:tab w:val="left" w:pos="2127"/>
        </w:tabs>
        <w:spacing w:after="0"/>
        <w:ind w:left="2127" w:hanging="1390"/>
      </w:pPr>
      <w:r>
        <w:t>Příloha č. 6</w:t>
      </w:r>
      <w:r>
        <w:tab/>
        <w:t>Vzor profesního životopisu</w:t>
      </w:r>
    </w:p>
    <w:p w14:paraId="730FFFC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7D53B75"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A56C534" w14:textId="77777777" w:rsidR="0035531B" w:rsidRDefault="0035531B" w:rsidP="00564DDD">
      <w:pPr>
        <w:pStyle w:val="Textbezslovn"/>
        <w:spacing w:after="0"/>
      </w:pPr>
    </w:p>
    <w:p w14:paraId="4DD84397" w14:textId="77777777" w:rsidR="00572F04" w:rsidRDefault="00572F04" w:rsidP="00564DDD">
      <w:pPr>
        <w:pStyle w:val="Textbezslovn"/>
        <w:spacing w:after="0"/>
      </w:pPr>
    </w:p>
    <w:p w14:paraId="7CA5E0AD" w14:textId="77777777" w:rsidR="0035531B" w:rsidRDefault="0035531B" w:rsidP="00564DDD">
      <w:pPr>
        <w:pStyle w:val="Textbezslovn"/>
        <w:spacing w:after="0"/>
      </w:pPr>
    </w:p>
    <w:p w14:paraId="02A9517A" w14:textId="77777777" w:rsidR="0035531B" w:rsidRDefault="0035531B" w:rsidP="00564DDD">
      <w:pPr>
        <w:pStyle w:val="Textbezslovn"/>
        <w:spacing w:after="0"/>
      </w:pPr>
      <w:r>
        <w:t>V Praze dne ……………………</w:t>
      </w:r>
    </w:p>
    <w:p w14:paraId="34A755EA" w14:textId="77777777" w:rsidR="0035531B" w:rsidRDefault="0035531B" w:rsidP="00564DDD">
      <w:pPr>
        <w:pStyle w:val="Textbezslovn"/>
        <w:spacing w:after="0"/>
      </w:pPr>
    </w:p>
    <w:p w14:paraId="1297CC60" w14:textId="77777777" w:rsidR="0035531B" w:rsidRDefault="0035531B" w:rsidP="00564DDD">
      <w:pPr>
        <w:pStyle w:val="Textbezslovn"/>
        <w:spacing w:after="0"/>
      </w:pPr>
    </w:p>
    <w:p w14:paraId="64884B9A" w14:textId="77777777" w:rsidR="0035531B" w:rsidRDefault="0035531B" w:rsidP="00564DDD">
      <w:pPr>
        <w:pStyle w:val="Textbezslovn"/>
        <w:spacing w:after="0"/>
      </w:pPr>
    </w:p>
    <w:p w14:paraId="5BC92CC8" w14:textId="77777777" w:rsidR="0035531B" w:rsidRDefault="0035531B" w:rsidP="00564DDD">
      <w:pPr>
        <w:pStyle w:val="Textbezslovn"/>
        <w:spacing w:after="0"/>
      </w:pPr>
    </w:p>
    <w:p w14:paraId="4FC7ECB1" w14:textId="77777777" w:rsidR="0035531B" w:rsidRDefault="0035531B" w:rsidP="00564DDD">
      <w:pPr>
        <w:pStyle w:val="Textbezslovn"/>
        <w:spacing w:after="0"/>
      </w:pPr>
      <w:r>
        <w:t>…………………………………………….</w:t>
      </w:r>
    </w:p>
    <w:p w14:paraId="43D01BB1" w14:textId="77777777" w:rsidR="008348CE" w:rsidRDefault="008348CE" w:rsidP="008348CE">
      <w:pPr>
        <w:pStyle w:val="Textbezslovn"/>
        <w:spacing w:after="0"/>
      </w:pPr>
      <w:r>
        <w:t>Ing. Petr Hofhanzl</w:t>
      </w:r>
    </w:p>
    <w:p w14:paraId="21C32387" w14:textId="77777777" w:rsidR="008348CE" w:rsidRDefault="008348CE" w:rsidP="008348CE">
      <w:pPr>
        <w:pStyle w:val="Textbezslovn"/>
        <w:spacing w:after="0"/>
      </w:pPr>
      <w:r>
        <w:t>ředitel Stavební správy západ</w:t>
      </w:r>
    </w:p>
    <w:p w14:paraId="5636BDCB" w14:textId="77777777" w:rsidR="008348CE" w:rsidRDefault="008348CE" w:rsidP="008348CE">
      <w:pPr>
        <w:pStyle w:val="Textbezslovn"/>
        <w:spacing w:after="0"/>
      </w:pPr>
      <w:r>
        <w:t>Správa železnic, státní organizace</w:t>
      </w:r>
    </w:p>
    <w:p w14:paraId="0D1C0717" w14:textId="77777777" w:rsidR="0035531B" w:rsidRDefault="0035531B" w:rsidP="00564DDD">
      <w:pPr>
        <w:pStyle w:val="Textbezslovn"/>
      </w:pPr>
    </w:p>
    <w:p w14:paraId="0748B7E1" w14:textId="77777777" w:rsidR="00564DDD" w:rsidRDefault="00564DDD">
      <w:r>
        <w:br w:type="page"/>
      </w:r>
    </w:p>
    <w:p w14:paraId="0BC2E0E6" w14:textId="77777777" w:rsidR="0035531B" w:rsidRDefault="0035531B" w:rsidP="00FE4333">
      <w:pPr>
        <w:pStyle w:val="Nadpisbezsl1-1"/>
      </w:pPr>
      <w:r w:rsidRPr="00FE4333">
        <w:lastRenderedPageBreak/>
        <w:t>Příloha</w:t>
      </w:r>
      <w:r>
        <w:t xml:space="preserve"> č. 1 </w:t>
      </w:r>
    </w:p>
    <w:p w14:paraId="4E3A86D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6538AD2" w14:textId="77777777" w:rsidR="00AB1063" w:rsidRDefault="00AB1063" w:rsidP="00454716">
      <w:pPr>
        <w:pStyle w:val="Textbezslovn"/>
        <w:ind w:left="28"/>
      </w:pPr>
    </w:p>
    <w:p w14:paraId="3E017447" w14:textId="77777777" w:rsidR="0035531B" w:rsidRDefault="0035531B" w:rsidP="00454716">
      <w:pPr>
        <w:pStyle w:val="Textbezslovn"/>
        <w:ind w:left="28"/>
      </w:pPr>
      <w:r>
        <w:t>Obchodní firma [</w:t>
      </w:r>
      <w:r w:rsidRPr="00DE6A35">
        <w:rPr>
          <w:b/>
          <w:highlight w:val="yellow"/>
        </w:rPr>
        <w:t>DOPLNÍ DODAVATEL</w:t>
      </w:r>
      <w:r>
        <w:t>]</w:t>
      </w:r>
    </w:p>
    <w:p w14:paraId="58D6A766" w14:textId="77777777" w:rsidR="0035531B" w:rsidRDefault="0035531B" w:rsidP="00454716">
      <w:pPr>
        <w:pStyle w:val="Textbezslovn"/>
        <w:ind w:left="28"/>
      </w:pPr>
      <w:r>
        <w:t>Sídlo [</w:t>
      </w:r>
      <w:r w:rsidRPr="00564DDD">
        <w:rPr>
          <w:highlight w:val="yellow"/>
        </w:rPr>
        <w:t>DOPLNÍ DODAVATEL</w:t>
      </w:r>
      <w:r>
        <w:t>]</w:t>
      </w:r>
    </w:p>
    <w:p w14:paraId="3DE0EB9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8B9E8A6" w14:textId="77777777" w:rsidR="0035531B" w:rsidRDefault="0035531B" w:rsidP="00454716">
      <w:pPr>
        <w:pStyle w:val="Textbezslovn"/>
        <w:ind w:left="28"/>
      </w:pPr>
      <w:r>
        <w:t>Právní forma [</w:t>
      </w:r>
      <w:r w:rsidRPr="00564DDD">
        <w:rPr>
          <w:highlight w:val="yellow"/>
        </w:rPr>
        <w:t>DOPLNÍ DODAVATEL</w:t>
      </w:r>
      <w:r>
        <w:t>]</w:t>
      </w:r>
    </w:p>
    <w:p w14:paraId="0F1F136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6373972" w14:textId="77777777" w:rsidR="0035531B" w:rsidRDefault="0035531B" w:rsidP="00454716">
      <w:pPr>
        <w:pStyle w:val="Textbezslovn"/>
        <w:ind w:left="28"/>
      </w:pPr>
      <w:r>
        <w:t>Podrobnosti registrace [</w:t>
      </w:r>
      <w:r w:rsidRPr="00564DDD">
        <w:rPr>
          <w:highlight w:val="yellow"/>
        </w:rPr>
        <w:t>DOPLNÍ DODAVATEL</w:t>
      </w:r>
      <w:r>
        <w:t>]</w:t>
      </w:r>
    </w:p>
    <w:p w14:paraId="7FA38FA5" w14:textId="77777777" w:rsidR="0035531B" w:rsidRDefault="0035531B" w:rsidP="00454716">
      <w:pPr>
        <w:pStyle w:val="Textbezslovn"/>
        <w:ind w:left="28"/>
      </w:pPr>
      <w:r>
        <w:t xml:space="preserve">Počet let působení jako dodavatel: </w:t>
      </w:r>
    </w:p>
    <w:p w14:paraId="40CAA6D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96FC10D" w14:textId="77777777" w:rsidR="0035531B" w:rsidRDefault="0035531B" w:rsidP="00564DDD">
      <w:pPr>
        <w:pStyle w:val="Odrka1-1"/>
      </w:pPr>
      <w:r>
        <w:t>v zahraničí [</w:t>
      </w:r>
      <w:r w:rsidRPr="00564DDD">
        <w:rPr>
          <w:highlight w:val="yellow"/>
        </w:rPr>
        <w:t>DOPLNÍ DODAVATEL</w:t>
      </w:r>
      <w:r>
        <w:t>]</w:t>
      </w:r>
    </w:p>
    <w:p w14:paraId="0F4DF0F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C229E2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71B321D" w14:textId="77777777" w:rsidR="0035531B" w:rsidRDefault="0035531B" w:rsidP="00564DDD">
      <w:pPr>
        <w:pStyle w:val="Textbezslovn"/>
      </w:pPr>
      <w:r>
        <w:t xml:space="preserve"> </w:t>
      </w:r>
    </w:p>
    <w:p w14:paraId="095E4F7D" w14:textId="23545A76" w:rsidR="006A540D" w:rsidRDefault="006A540D" w:rsidP="006A540D">
      <w:pPr>
        <w:pStyle w:val="Textbezslovn"/>
        <w:ind w:left="0"/>
      </w:pPr>
      <w:r w:rsidRPr="006A6AF2">
        <w:t xml:space="preserve">Řádně jsme se seznámili se zněním zadávacích podmínek veřejné zakázky s názvem </w:t>
      </w:r>
      <w:r w:rsidR="00411F17">
        <w:t>„</w:t>
      </w:r>
      <w:r w:rsidR="00411F17" w:rsidRPr="00411F17">
        <w:rPr>
          <w:b/>
        </w:rPr>
        <w:t>České Velenice, nádražní budova</w:t>
      </w:r>
      <w:r w:rsidR="00411F17">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21C36CC" w14:textId="77777777" w:rsidR="0079069D" w:rsidRDefault="0079069D" w:rsidP="006A540D">
      <w:pPr>
        <w:pStyle w:val="Textbezslovn"/>
        <w:ind w:left="0"/>
      </w:pPr>
    </w:p>
    <w:p w14:paraId="0F6ECF0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90A269A" w14:textId="77777777" w:rsidR="0079069D" w:rsidRDefault="0079069D" w:rsidP="006A540D">
      <w:pPr>
        <w:pStyle w:val="Textbezslovn"/>
        <w:ind w:left="0"/>
      </w:pPr>
    </w:p>
    <w:p w14:paraId="0577BC9D" w14:textId="77777777" w:rsidR="00564DDD" w:rsidRDefault="00564DDD" w:rsidP="00564DDD">
      <w:pPr>
        <w:pStyle w:val="Textbezslovn"/>
      </w:pPr>
      <w:r>
        <w:br w:type="page"/>
      </w:r>
    </w:p>
    <w:p w14:paraId="5D8B7E44" w14:textId="77777777" w:rsidR="0035531B" w:rsidRDefault="0035531B" w:rsidP="00FE4333">
      <w:pPr>
        <w:pStyle w:val="Nadpisbezsl1-1"/>
      </w:pPr>
      <w:r>
        <w:lastRenderedPageBreak/>
        <w:t>Příloha č. 2</w:t>
      </w:r>
    </w:p>
    <w:p w14:paraId="4B77EF7D" w14:textId="77777777" w:rsidR="0035531B" w:rsidRPr="00FE4333" w:rsidRDefault="0035531B" w:rsidP="00FE4333">
      <w:pPr>
        <w:pStyle w:val="Nadpisbezsl1-2"/>
        <w:rPr>
          <w:rStyle w:val="Tun9b"/>
          <w:b/>
        </w:rPr>
      </w:pPr>
      <w:r w:rsidRPr="00FE4333">
        <w:rPr>
          <w:rStyle w:val="Tun9b"/>
          <w:b/>
        </w:rPr>
        <w:t>Seznam poddodavatelů</w:t>
      </w:r>
    </w:p>
    <w:p w14:paraId="532B60C1" w14:textId="77777777" w:rsidR="00AB1063" w:rsidRDefault="00AB1063" w:rsidP="00564DDD">
      <w:pPr>
        <w:pStyle w:val="Textbezslovn"/>
      </w:pPr>
    </w:p>
    <w:p w14:paraId="422BBDDB" w14:textId="77777777" w:rsidR="0035531B" w:rsidRDefault="0035531B" w:rsidP="00454716">
      <w:pPr>
        <w:pStyle w:val="Textbezslovn"/>
        <w:ind w:left="0"/>
      </w:pPr>
      <w:r>
        <w:t>Jestliže dodavatel uvažuje zadat poddodavateli plnění části veřejné zakázky, uvede následující údaje:</w:t>
      </w:r>
    </w:p>
    <w:p w14:paraId="231F4A0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E93E0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268F09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EE20A0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0A8559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76394E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FE66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B48D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E8A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6D4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8F1D2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5E2F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4A2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997A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4321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64F2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C8B3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F3D8E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3F4C9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DFB6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5FD8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186C5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D62C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6F80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966E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807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01771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4352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2CB5B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D13C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3E26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857A9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FE67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CB499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0028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22B29D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F16C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2EC8C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D35DCF" w14:textId="77777777" w:rsidR="00564DDD" w:rsidRPr="00454716" w:rsidRDefault="00454716" w:rsidP="00454716">
            <w:pPr>
              <w:rPr>
                <w:sz w:val="16"/>
                <w:szCs w:val="16"/>
              </w:rPr>
            </w:pPr>
            <w:r w:rsidRPr="00454716">
              <w:rPr>
                <w:sz w:val="16"/>
                <w:szCs w:val="16"/>
              </w:rPr>
              <w:t>Celkem %</w:t>
            </w:r>
          </w:p>
        </w:tc>
        <w:tc>
          <w:tcPr>
            <w:tcW w:w="3969" w:type="dxa"/>
          </w:tcPr>
          <w:p w14:paraId="68C27EE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88B404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AD8547A" w14:textId="77777777" w:rsidR="0035531B" w:rsidRDefault="0035531B" w:rsidP="00454716">
      <w:pPr>
        <w:pStyle w:val="Textbezslovn"/>
      </w:pPr>
    </w:p>
    <w:p w14:paraId="382DA749" w14:textId="77777777" w:rsidR="00454716" w:rsidRDefault="00454716" w:rsidP="00454716">
      <w:pPr>
        <w:pStyle w:val="Textbezslovn"/>
      </w:pPr>
      <w:r>
        <w:br w:type="page"/>
      </w:r>
    </w:p>
    <w:p w14:paraId="4A7762A0" w14:textId="77777777" w:rsidR="0035531B" w:rsidRDefault="0035531B" w:rsidP="00FE4333">
      <w:pPr>
        <w:pStyle w:val="Nadpisbezsl1-1"/>
      </w:pPr>
      <w:r>
        <w:lastRenderedPageBreak/>
        <w:t xml:space="preserve">Příloha č. 3 </w:t>
      </w:r>
    </w:p>
    <w:p w14:paraId="610F7C6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A253572" w14:textId="77777777" w:rsidR="0035531B" w:rsidRDefault="0035531B" w:rsidP="00454716">
      <w:pPr>
        <w:pStyle w:val="Textbezslovn"/>
        <w:ind w:left="0"/>
      </w:pPr>
    </w:p>
    <w:p w14:paraId="708013B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C80D08E" w14:textId="77777777" w:rsidR="0035531B" w:rsidRDefault="0035531B" w:rsidP="00454716">
      <w:pPr>
        <w:pStyle w:val="Textbezslovn"/>
        <w:ind w:left="0"/>
      </w:pPr>
    </w:p>
    <w:p w14:paraId="74CDD4A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7637790" w14:textId="77777777" w:rsidR="0035531B" w:rsidRDefault="0035531B" w:rsidP="00454716">
      <w:pPr>
        <w:pStyle w:val="Textbezslovn"/>
        <w:ind w:left="0"/>
      </w:pPr>
      <w:r>
        <w:t>Obchodní firma [</w:t>
      </w:r>
      <w:r w:rsidRPr="0070255F">
        <w:rPr>
          <w:b/>
          <w:highlight w:val="yellow"/>
        </w:rPr>
        <w:t>DOPLNÍ DODAVATEL</w:t>
      </w:r>
      <w:r>
        <w:t>]</w:t>
      </w:r>
    </w:p>
    <w:p w14:paraId="5DEE9D03" w14:textId="77777777" w:rsidR="0035531B" w:rsidRDefault="0035531B" w:rsidP="00454716">
      <w:pPr>
        <w:pStyle w:val="Textbezslovn"/>
        <w:ind w:left="0"/>
      </w:pPr>
      <w:r>
        <w:t>Sídlo [</w:t>
      </w:r>
      <w:r w:rsidRPr="00454716">
        <w:rPr>
          <w:highlight w:val="yellow"/>
        </w:rPr>
        <w:t>DOPLNÍ DODAVATEL</w:t>
      </w:r>
      <w:r>
        <w:t>]</w:t>
      </w:r>
    </w:p>
    <w:p w14:paraId="260A63CB" w14:textId="77777777" w:rsidR="0035531B" w:rsidRDefault="0035531B" w:rsidP="00454716">
      <w:pPr>
        <w:pStyle w:val="Textbezslovn"/>
        <w:ind w:left="0"/>
      </w:pPr>
      <w:r>
        <w:t>Právní forma [</w:t>
      </w:r>
      <w:r w:rsidRPr="00454716">
        <w:rPr>
          <w:highlight w:val="yellow"/>
        </w:rPr>
        <w:t>DOPLNÍ DODAVATEL</w:t>
      </w:r>
      <w:r>
        <w:t>]</w:t>
      </w:r>
    </w:p>
    <w:p w14:paraId="77A32534" w14:textId="77777777" w:rsidR="0035531B" w:rsidRDefault="0035531B" w:rsidP="00454716">
      <w:pPr>
        <w:pStyle w:val="Textbezslovn"/>
        <w:ind w:left="0"/>
      </w:pPr>
      <w:r>
        <w:t>IČO [</w:t>
      </w:r>
      <w:r w:rsidRPr="00454716">
        <w:rPr>
          <w:highlight w:val="yellow"/>
        </w:rPr>
        <w:t>DOPLNÍ DODAVATEL</w:t>
      </w:r>
      <w:r>
        <w:t>]</w:t>
      </w:r>
    </w:p>
    <w:p w14:paraId="48D74083" w14:textId="77777777" w:rsidR="0035531B" w:rsidRDefault="0035531B" w:rsidP="00454716">
      <w:pPr>
        <w:pStyle w:val="Textbezslovn"/>
        <w:ind w:left="0"/>
      </w:pPr>
    </w:p>
    <w:p w14:paraId="04D2CEE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6589B03" w14:textId="77777777" w:rsidR="0035531B" w:rsidRDefault="0035531B" w:rsidP="00454716">
      <w:pPr>
        <w:pStyle w:val="Odstavec1-2i"/>
      </w:pPr>
      <w:r>
        <w:t>[</w:t>
      </w:r>
      <w:r w:rsidRPr="00454716">
        <w:rPr>
          <w:highlight w:val="yellow"/>
        </w:rPr>
        <w:t>DOPLNÍ DODAVATEL</w:t>
      </w:r>
      <w:r>
        <w:t>]</w:t>
      </w:r>
    </w:p>
    <w:p w14:paraId="303F77D1" w14:textId="77777777" w:rsidR="0035531B" w:rsidRDefault="0035531B" w:rsidP="00454716">
      <w:pPr>
        <w:pStyle w:val="Odstavec1-2i"/>
      </w:pPr>
      <w:r>
        <w:t>[</w:t>
      </w:r>
      <w:r w:rsidRPr="00454716">
        <w:rPr>
          <w:highlight w:val="yellow"/>
        </w:rPr>
        <w:t>DOPLNÍ DODAVATEL</w:t>
      </w:r>
      <w:r>
        <w:t>]</w:t>
      </w:r>
    </w:p>
    <w:p w14:paraId="0DE44979" w14:textId="77777777" w:rsidR="0035531B" w:rsidRDefault="0035531B" w:rsidP="00454716">
      <w:pPr>
        <w:pStyle w:val="Odstavec1-2i"/>
      </w:pPr>
      <w:r>
        <w:t>[</w:t>
      </w:r>
      <w:r w:rsidRPr="00454716">
        <w:rPr>
          <w:highlight w:val="yellow"/>
        </w:rPr>
        <w:t>DOPLNÍ DODAVATEL</w:t>
      </w:r>
      <w:r>
        <w:t>]</w:t>
      </w:r>
    </w:p>
    <w:p w14:paraId="09E35172" w14:textId="77777777" w:rsidR="0035531B" w:rsidRDefault="0035531B" w:rsidP="00454716">
      <w:pPr>
        <w:pStyle w:val="Odstavec1-2i"/>
      </w:pPr>
      <w:r>
        <w:t>atd.</w:t>
      </w:r>
    </w:p>
    <w:p w14:paraId="70B83583" w14:textId="77777777" w:rsidR="0035531B" w:rsidRDefault="0035531B" w:rsidP="00454716">
      <w:pPr>
        <w:pStyle w:val="Textbezslovn"/>
        <w:ind w:left="0"/>
      </w:pPr>
    </w:p>
    <w:p w14:paraId="65E9DE2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0093EE3"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7FC1F83"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7E51B7E8"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270C414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DBE4A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84981F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B7B3D07"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C319C2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6418AE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D26763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1E0FF5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FB0CFF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169A6A4"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7920D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91122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604B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D2AD7F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FABF84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C5882"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035B9E5"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8292F6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AC6830" w14:textId="77777777" w:rsidR="0035531B" w:rsidRDefault="0035531B" w:rsidP="00454716">
      <w:pPr>
        <w:pStyle w:val="Textbezslovn"/>
        <w:ind w:left="0"/>
      </w:pPr>
    </w:p>
    <w:p w14:paraId="2C25E808" w14:textId="77777777" w:rsidR="0035531B" w:rsidRDefault="0035531B" w:rsidP="00454716">
      <w:pPr>
        <w:pStyle w:val="Textbezslovn"/>
        <w:ind w:left="0"/>
      </w:pPr>
    </w:p>
    <w:p w14:paraId="454358A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3AC6E55"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49119C27" w14:textId="77777777" w:rsidR="0035531B" w:rsidRDefault="0035531B" w:rsidP="00454716">
      <w:pPr>
        <w:pStyle w:val="Textbezslovn"/>
        <w:ind w:left="0"/>
      </w:pPr>
    </w:p>
    <w:p w14:paraId="43A065E0" w14:textId="77777777" w:rsidR="0035531B" w:rsidRDefault="0035531B" w:rsidP="00454716">
      <w:pPr>
        <w:pStyle w:val="Textbezslovn"/>
        <w:ind w:left="0"/>
      </w:pPr>
    </w:p>
    <w:p w14:paraId="7B7116D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C8544F7" w14:textId="77777777" w:rsidR="0035531B" w:rsidRDefault="0035531B" w:rsidP="00454716">
      <w:pPr>
        <w:pStyle w:val="Textbezslovn"/>
        <w:ind w:left="0"/>
      </w:pPr>
    </w:p>
    <w:p w14:paraId="5FB38714" w14:textId="77777777" w:rsidR="0035531B" w:rsidRDefault="0035531B" w:rsidP="00454716">
      <w:pPr>
        <w:pStyle w:val="Textbezslovn"/>
        <w:ind w:left="0"/>
      </w:pPr>
    </w:p>
    <w:p w14:paraId="0551F1D2" w14:textId="77777777" w:rsidR="00454716" w:rsidRDefault="00454716" w:rsidP="00454716">
      <w:pPr>
        <w:pStyle w:val="Textbezslovn"/>
        <w:ind w:left="0"/>
      </w:pPr>
      <w:r>
        <w:br w:type="page"/>
      </w:r>
    </w:p>
    <w:p w14:paraId="33B6B9D1" w14:textId="77777777" w:rsidR="0035531B" w:rsidRDefault="0035531B" w:rsidP="00FE4333">
      <w:pPr>
        <w:pStyle w:val="Nadpisbezsl1-1"/>
      </w:pPr>
      <w:r>
        <w:lastRenderedPageBreak/>
        <w:t>Příloha č. 4</w:t>
      </w:r>
    </w:p>
    <w:p w14:paraId="04034712" w14:textId="77777777" w:rsidR="0035531B" w:rsidRPr="00AD792A" w:rsidRDefault="0035531B" w:rsidP="00FE4333">
      <w:pPr>
        <w:pStyle w:val="Nadpisbezsl1-2"/>
      </w:pPr>
      <w:r w:rsidRPr="00AD792A">
        <w:t xml:space="preserve">Seznam </w:t>
      </w:r>
      <w:r w:rsidR="002D5F95" w:rsidRPr="002D5F95">
        <w:t>významných služeb</w:t>
      </w:r>
    </w:p>
    <w:p w14:paraId="0CCA1D3D"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F96D8E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0D05A44" w14:textId="77777777" w:rsidR="002D5F95" w:rsidRPr="00AD792A" w:rsidRDefault="002D5F95" w:rsidP="00631EAA">
            <w:pPr>
              <w:rPr>
                <w:b/>
                <w:sz w:val="16"/>
                <w:szCs w:val="16"/>
              </w:rPr>
            </w:pPr>
            <w:r w:rsidRPr="002D5F95">
              <w:rPr>
                <w:b/>
              </w:rPr>
              <w:t>Název významné služby</w:t>
            </w:r>
          </w:p>
        </w:tc>
        <w:tc>
          <w:tcPr>
            <w:tcW w:w="1559" w:type="dxa"/>
          </w:tcPr>
          <w:p w14:paraId="1423C9E2"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C049B2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17C0D58D"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BCD4668"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6D12E8DB"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97C1B0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925FD4F"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4173C61F" w14:textId="77777777" w:rsidR="0079069D" w:rsidRDefault="0079069D" w:rsidP="00631EAA">
            <w:pPr>
              <w:jc w:val="center"/>
              <w:cnfStyle w:val="100000000000" w:firstRow="1" w:lastRow="0" w:firstColumn="0" w:lastColumn="0" w:oddVBand="0" w:evenVBand="0" w:oddHBand="0" w:evenHBand="0" w:firstRowFirstColumn="0" w:firstRowLastColumn="0" w:lastRowFirstColumn="0" w:lastRowLastColumn="0"/>
              <w:rPr>
                <w:b/>
              </w:rPr>
            </w:pPr>
            <w:r>
              <w:rPr>
                <w:b/>
              </w:rPr>
              <w:t>(cena bez autorského dozoru)</w:t>
            </w:r>
          </w:p>
          <w:p w14:paraId="11846802" w14:textId="77777777" w:rsidR="009D3133" w:rsidRPr="00AD792A" w:rsidRDefault="009D3133"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nebo CIN stavby v Kč bez DPH</w:t>
            </w:r>
          </w:p>
        </w:tc>
      </w:tr>
      <w:tr w:rsidR="002D5F95" w:rsidRPr="00454716" w14:paraId="49BE478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90C47B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7285F5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2DDA1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96487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65C54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4E37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81A377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3CABA1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352F3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065B66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1444D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A1023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0DF786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688EBE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0CED7B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A35E2F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050829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BAF579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C009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2D14E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A8E50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E663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34246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5651D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266CD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42A14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6EB1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F32554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AA6EF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570A6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DAD2DD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7C54CB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71C71E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4B777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ABD6D9A"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8FDC70D"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ACA2427"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7D9AB4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48BDA9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44CD37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59D14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0226F42" w14:textId="77777777" w:rsidR="002D5F95" w:rsidRDefault="002D5F95" w:rsidP="002D5F95">
      <w:pPr>
        <w:pStyle w:val="Textbezslovn"/>
        <w:ind w:left="0"/>
      </w:pPr>
    </w:p>
    <w:p w14:paraId="0413074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90BE405"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3785D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5170DE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07E487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37AED160"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8A3291D"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66D243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1412196F" w14:textId="77777777" w:rsidR="0035531B" w:rsidRDefault="0035531B" w:rsidP="00EE3C5F">
      <w:pPr>
        <w:pStyle w:val="Textbezslovn"/>
      </w:pPr>
    </w:p>
    <w:p w14:paraId="1566828E" w14:textId="77777777" w:rsidR="0035531B" w:rsidRDefault="0035531B" w:rsidP="00EE3C5F">
      <w:pPr>
        <w:pStyle w:val="Textbezslovn"/>
      </w:pPr>
    </w:p>
    <w:p w14:paraId="18AB4327" w14:textId="77777777" w:rsidR="00EE3C5F" w:rsidRDefault="00EE3C5F">
      <w:r>
        <w:br w:type="page"/>
      </w:r>
    </w:p>
    <w:p w14:paraId="7D3BE02B" w14:textId="77777777" w:rsidR="0035531B" w:rsidRDefault="0035531B" w:rsidP="00FE4333">
      <w:pPr>
        <w:pStyle w:val="Nadpisbezsl1-1"/>
      </w:pPr>
      <w:r>
        <w:lastRenderedPageBreak/>
        <w:t>Příloha č. 5</w:t>
      </w:r>
    </w:p>
    <w:p w14:paraId="7D13C9E1" w14:textId="77777777" w:rsidR="0035531B" w:rsidRPr="00EE3C5F" w:rsidRDefault="0035531B" w:rsidP="00FE4333">
      <w:pPr>
        <w:pStyle w:val="Nadpisbezsl1-2"/>
      </w:pPr>
      <w:r w:rsidRPr="00EE3C5F">
        <w:t>Seznam odborného personálu dodavatele</w:t>
      </w:r>
    </w:p>
    <w:p w14:paraId="7B34AB1B" w14:textId="77777777" w:rsidR="00AB1063" w:rsidRDefault="00AB1063" w:rsidP="00EE3C5F">
      <w:pPr>
        <w:pStyle w:val="Textbezslovn"/>
      </w:pPr>
    </w:p>
    <w:p w14:paraId="2E951A14"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29164111"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D95D88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5CAEDC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51206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F98CFF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246EC14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47FA4B9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6833990E"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E8391D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87DCFB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DBEB5C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8A065F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75AE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C357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5EFF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141A0B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C483A5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850DA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0CDE6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61E2D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EC3C4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74E27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DDFBFA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9F3714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B4E72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B842AA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864F6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43F3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6E271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BC900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15BE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35A6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4D8B5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E8A7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D1FA7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DDD4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2943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D38B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15D6F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3E49FC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20D214"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682A66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35E0C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6FE2B8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FD9D5E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2F0E22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280FEC" w14:textId="77777777" w:rsidR="00EE3C5F" w:rsidRDefault="00EE3C5F" w:rsidP="00EE3C5F">
      <w:pPr>
        <w:pStyle w:val="Textbezslovn"/>
      </w:pPr>
    </w:p>
    <w:p w14:paraId="57F7B596"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4FE2836" w14:textId="77777777" w:rsidR="0035531B" w:rsidRDefault="0035531B" w:rsidP="00EE3C5F">
      <w:pPr>
        <w:pStyle w:val="Textbezslovn"/>
      </w:pPr>
    </w:p>
    <w:p w14:paraId="35598EF6" w14:textId="77777777" w:rsidR="00EE3C5F" w:rsidRDefault="00EE3C5F">
      <w:r>
        <w:br w:type="page"/>
      </w:r>
    </w:p>
    <w:p w14:paraId="47CE4A0F" w14:textId="77777777" w:rsidR="0035531B" w:rsidRDefault="0035531B" w:rsidP="00FE4333">
      <w:pPr>
        <w:pStyle w:val="Nadpisbezsl1-1"/>
      </w:pPr>
      <w:r>
        <w:lastRenderedPageBreak/>
        <w:t>Příloha č. 6</w:t>
      </w:r>
    </w:p>
    <w:p w14:paraId="4FFC015B" w14:textId="77777777" w:rsidR="0035531B" w:rsidRPr="00EE3C5F" w:rsidRDefault="0035531B" w:rsidP="00FE4333">
      <w:pPr>
        <w:pStyle w:val="Nadpisbezsl1-2"/>
      </w:pPr>
      <w:r w:rsidRPr="00EE3C5F">
        <w:t>Vzor profesního životopisu</w:t>
      </w:r>
    </w:p>
    <w:p w14:paraId="11CCED15" w14:textId="77777777" w:rsidR="0035531B" w:rsidRDefault="0035531B" w:rsidP="00474F4D">
      <w:pPr>
        <w:pStyle w:val="Textbezslovn"/>
        <w:ind w:left="0"/>
      </w:pPr>
    </w:p>
    <w:p w14:paraId="7DAFFD1E" w14:textId="77777777" w:rsidR="0035531B" w:rsidRDefault="0035531B" w:rsidP="004D609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38E547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64B6113" w14:textId="77777777" w:rsidR="00543F07" w:rsidRPr="00543F07" w:rsidRDefault="00543F07" w:rsidP="00543F07">
      <w:pPr>
        <w:pStyle w:val="Doplujcdaje"/>
        <w:jc w:val="both"/>
      </w:pPr>
    </w:p>
    <w:p w14:paraId="74D7FBCD" w14:textId="77777777" w:rsidR="00564BCA" w:rsidRDefault="00564BCA" w:rsidP="004D6090">
      <w:pPr>
        <w:pStyle w:val="Textbezslovn"/>
        <w:ind w:left="0"/>
      </w:pPr>
      <w:r>
        <w:t>Níže uvedená osoba je dodavatelem v nabídce předkládána za účelem: [</w:t>
      </w:r>
      <w:r w:rsidRPr="00564BCA">
        <w:rPr>
          <w:b/>
          <w:highlight w:val="yellow"/>
        </w:rPr>
        <w:t>DOPLNÍ DODAVATEL jednu z následujících možností</w:t>
      </w:r>
      <w:r>
        <w:t>]</w:t>
      </w:r>
    </w:p>
    <w:p w14:paraId="1CE3E8E0" w14:textId="77777777" w:rsidR="00564BCA" w:rsidRPr="00564BCA" w:rsidRDefault="00564BCA" w:rsidP="00991364">
      <w:pPr>
        <w:pStyle w:val="Odrka1-2-"/>
        <w:numPr>
          <w:ilvl w:val="0"/>
          <w:numId w:val="15"/>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6E69A786" w14:textId="77777777" w:rsidR="00564BCA" w:rsidRPr="00564BCA" w:rsidRDefault="00564BCA" w:rsidP="00991364">
      <w:pPr>
        <w:pStyle w:val="Odrka1-2-"/>
        <w:numPr>
          <w:ilvl w:val="0"/>
          <w:numId w:val="15"/>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664CAAD3" w14:textId="77777777" w:rsidR="00564BCA" w:rsidRPr="00564BCA" w:rsidRDefault="00564BCA" w:rsidP="00991364">
      <w:pPr>
        <w:pStyle w:val="Odrka1-2-"/>
        <w:numPr>
          <w:ilvl w:val="0"/>
          <w:numId w:val="15"/>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2642574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5A1A93C8" w14:textId="77777777" w:rsidR="00543F07" w:rsidRPr="00543F07" w:rsidRDefault="00543F07" w:rsidP="00543F07">
      <w:pPr>
        <w:pStyle w:val="Doplujcdaje"/>
        <w:ind w:left="360"/>
        <w:jc w:val="both"/>
      </w:pPr>
    </w:p>
    <w:p w14:paraId="48A455D1" w14:textId="77777777" w:rsidR="0035531B" w:rsidRDefault="0035531B" w:rsidP="00991364">
      <w:pPr>
        <w:pStyle w:val="Textbezslovn"/>
        <w:numPr>
          <w:ilvl w:val="0"/>
          <w:numId w:val="17"/>
        </w:numPr>
      </w:pPr>
      <w:r>
        <w:t>Příjmení: [</w:t>
      </w:r>
      <w:r w:rsidRPr="00DE6A35">
        <w:rPr>
          <w:b/>
          <w:highlight w:val="yellow"/>
        </w:rPr>
        <w:t>DOPLNÍ DODAVATEL</w:t>
      </w:r>
      <w:r>
        <w:t>]</w:t>
      </w:r>
    </w:p>
    <w:p w14:paraId="637D1DEC" w14:textId="77777777" w:rsidR="0035531B" w:rsidRDefault="0035531B" w:rsidP="00991364">
      <w:pPr>
        <w:pStyle w:val="Textbezslovn"/>
        <w:numPr>
          <w:ilvl w:val="0"/>
          <w:numId w:val="17"/>
        </w:numPr>
      </w:pPr>
      <w:r>
        <w:t>Jméno: [</w:t>
      </w:r>
      <w:r w:rsidRPr="00DE6A35">
        <w:rPr>
          <w:b/>
          <w:highlight w:val="yellow"/>
        </w:rPr>
        <w:t>DOPLNÍ DODAVATEL</w:t>
      </w:r>
      <w:r>
        <w:t>]</w:t>
      </w:r>
    </w:p>
    <w:p w14:paraId="51F1CF42" w14:textId="77777777" w:rsidR="0035531B" w:rsidRDefault="0035531B" w:rsidP="00991364">
      <w:pPr>
        <w:pStyle w:val="Textbezslovn"/>
        <w:numPr>
          <w:ilvl w:val="0"/>
          <w:numId w:val="17"/>
        </w:numPr>
      </w:pPr>
      <w:r>
        <w:t>Datum narození: [</w:t>
      </w:r>
      <w:r w:rsidRPr="00833899">
        <w:rPr>
          <w:highlight w:val="yellow"/>
        </w:rPr>
        <w:t>DOPLNÍ DODAVATEL</w:t>
      </w:r>
      <w:r>
        <w:t>]</w:t>
      </w:r>
    </w:p>
    <w:p w14:paraId="44A8FFBA" w14:textId="77777777" w:rsidR="0035531B" w:rsidRDefault="0035531B" w:rsidP="00991364">
      <w:pPr>
        <w:pStyle w:val="Textbezslovn"/>
        <w:numPr>
          <w:ilvl w:val="0"/>
          <w:numId w:val="17"/>
        </w:numPr>
      </w:pPr>
      <w:r>
        <w:t>Kontaktní pracovní adresa (včetně pracovní tel/e-mail): [</w:t>
      </w:r>
      <w:r w:rsidRPr="00833899">
        <w:rPr>
          <w:highlight w:val="yellow"/>
        </w:rPr>
        <w:t>DOPLNÍ DODAVATEL</w:t>
      </w:r>
      <w:r>
        <w:t>]</w:t>
      </w:r>
    </w:p>
    <w:p w14:paraId="226759DD" w14:textId="77777777" w:rsidR="0035531B" w:rsidRDefault="0035531B" w:rsidP="00991364">
      <w:pPr>
        <w:pStyle w:val="Textbezslovn"/>
        <w:numPr>
          <w:ilvl w:val="0"/>
          <w:numId w:val="17"/>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1EF3E3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2329009"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7F93C49"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8CC6AD4"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2B44C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C7DAA3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F8AA1BF" w14:textId="77777777" w:rsidR="00474F4D" w:rsidRPr="00833899" w:rsidRDefault="00452F69" w:rsidP="00307641">
            <w:pPr>
              <w:rPr>
                <w:sz w:val="16"/>
                <w:szCs w:val="16"/>
              </w:rPr>
            </w:pPr>
            <w:r w:rsidRPr="00833899">
              <w:rPr>
                <w:sz w:val="16"/>
                <w:szCs w:val="16"/>
              </w:rPr>
              <w:t>Délka:</w:t>
            </w:r>
          </w:p>
          <w:p w14:paraId="646C056F"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F19667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CA48ED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BF7F3E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25471F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0095301" w14:textId="77777777" w:rsidR="0035531B" w:rsidRPr="00833899" w:rsidRDefault="0035531B" w:rsidP="00991364">
      <w:pPr>
        <w:pStyle w:val="Textbezslovn"/>
        <w:numPr>
          <w:ilvl w:val="0"/>
          <w:numId w:val="17"/>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0C23956" w14:textId="77777777" w:rsidR="0035531B" w:rsidRPr="00833899" w:rsidRDefault="0035531B" w:rsidP="00991364">
      <w:pPr>
        <w:pStyle w:val="Textbezslovn"/>
        <w:numPr>
          <w:ilvl w:val="0"/>
          <w:numId w:val="17"/>
        </w:numPr>
      </w:pPr>
      <w:r w:rsidRPr="00833899">
        <w:t>Jiné znalosti (např. práce na PC apod.): [</w:t>
      </w:r>
      <w:r w:rsidRPr="00833899">
        <w:rPr>
          <w:highlight w:val="yellow"/>
        </w:rPr>
        <w:t>DOPLNÍ DODAVATEL</w:t>
      </w:r>
      <w:r w:rsidRPr="00833899">
        <w:t>]</w:t>
      </w:r>
      <w:r w:rsidRPr="00833899">
        <w:tab/>
      </w:r>
    </w:p>
    <w:p w14:paraId="261E6858" w14:textId="77777777" w:rsidR="0035531B" w:rsidRPr="00833899" w:rsidRDefault="0035531B" w:rsidP="00991364">
      <w:pPr>
        <w:pStyle w:val="Textbezslovn"/>
        <w:numPr>
          <w:ilvl w:val="0"/>
          <w:numId w:val="17"/>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795B21C"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4DEDA93" w14:textId="77777777" w:rsidR="0035531B" w:rsidRPr="00833899" w:rsidRDefault="0035531B" w:rsidP="00474F4D">
      <w:pPr>
        <w:pStyle w:val="Textbezslovn"/>
        <w:ind w:left="0"/>
      </w:pPr>
    </w:p>
    <w:p w14:paraId="347423BA" w14:textId="77777777" w:rsidR="0035531B" w:rsidRPr="00833899" w:rsidRDefault="0035531B" w:rsidP="00991364">
      <w:pPr>
        <w:pStyle w:val="Textbezslovn"/>
        <w:numPr>
          <w:ilvl w:val="0"/>
          <w:numId w:val="17"/>
        </w:numPr>
      </w:pPr>
      <w:r w:rsidRPr="00833899">
        <w:t>Hlavní kvalifikace: [</w:t>
      </w:r>
      <w:r w:rsidRPr="00833899">
        <w:rPr>
          <w:highlight w:val="yellow"/>
        </w:rPr>
        <w:t>DOPLNÍ DODAVATEL</w:t>
      </w:r>
      <w:r w:rsidRPr="00833899">
        <w:t>]</w:t>
      </w:r>
    </w:p>
    <w:p w14:paraId="668B66BE" w14:textId="77777777" w:rsidR="0035531B" w:rsidRDefault="0035531B" w:rsidP="00991364">
      <w:pPr>
        <w:pStyle w:val="Textbezslovn"/>
        <w:numPr>
          <w:ilvl w:val="0"/>
          <w:numId w:val="17"/>
        </w:numPr>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CF16E81"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4F8CCD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528F86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FCF0B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DAAA9E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D66B48"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07DE7E9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05F6D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46428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D7386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4F456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DBE789"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4E1A2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BD6EB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257EF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A83C23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CDE0D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D4D8D65"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3361B9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E36DE7B" w14:textId="77777777" w:rsidR="00452F69" w:rsidRPr="00833899" w:rsidRDefault="00452F69" w:rsidP="00474F4D">
      <w:pPr>
        <w:pStyle w:val="Textbezslovn"/>
        <w:ind w:left="0"/>
      </w:pPr>
    </w:p>
    <w:p w14:paraId="1A02211A" w14:textId="77777777" w:rsidR="0035531B" w:rsidRPr="00833899" w:rsidRDefault="0035531B" w:rsidP="00991364">
      <w:pPr>
        <w:pStyle w:val="Textbezslovn"/>
        <w:numPr>
          <w:ilvl w:val="0"/>
          <w:numId w:val="17"/>
        </w:numPr>
      </w:pPr>
      <w:r w:rsidRPr="00833899">
        <w:t>Jazykové znalosti (včetně úrovně): [</w:t>
      </w:r>
      <w:r w:rsidRPr="00833899">
        <w:rPr>
          <w:highlight w:val="yellow"/>
        </w:rPr>
        <w:t>DOPLNÍ DODAVATEL</w:t>
      </w:r>
      <w:r w:rsidRPr="00833899">
        <w:t>]</w:t>
      </w:r>
    </w:p>
    <w:p w14:paraId="5EBCA534" w14:textId="77777777" w:rsidR="0035531B" w:rsidRPr="00833899" w:rsidRDefault="0035531B" w:rsidP="00991364">
      <w:pPr>
        <w:pStyle w:val="Textbezslovn"/>
        <w:numPr>
          <w:ilvl w:val="0"/>
          <w:numId w:val="17"/>
        </w:numPr>
      </w:pPr>
      <w:r w:rsidRPr="00833899">
        <w:t>Osoba je / není [</w:t>
      </w:r>
      <w:r w:rsidRPr="00833899">
        <w:rPr>
          <w:highlight w:val="yellow"/>
        </w:rPr>
        <w:t>DOPLNÍ DODAVATEL</w:t>
      </w:r>
      <w:r w:rsidRPr="00833899">
        <w:t>] současně zaměstnancem zadavatele.</w:t>
      </w:r>
    </w:p>
    <w:p w14:paraId="061AB607" w14:textId="77777777" w:rsidR="0035531B" w:rsidRPr="00833899" w:rsidRDefault="0035531B" w:rsidP="00991364">
      <w:pPr>
        <w:pStyle w:val="Textbezslovn"/>
        <w:numPr>
          <w:ilvl w:val="0"/>
          <w:numId w:val="17"/>
        </w:numPr>
      </w:pPr>
      <w:r w:rsidRPr="00833899">
        <w:t>Publikace</w:t>
      </w:r>
      <w:r w:rsidR="00845C50" w:rsidRPr="00833899">
        <w:t xml:space="preserve"> a </w:t>
      </w:r>
      <w:r w:rsidRPr="00833899">
        <w:t>školení: [</w:t>
      </w:r>
      <w:r w:rsidRPr="00833899">
        <w:rPr>
          <w:highlight w:val="yellow"/>
        </w:rPr>
        <w:t>DOPLNÍ DODAVATEL</w:t>
      </w:r>
      <w:r w:rsidRPr="00833899">
        <w:t>]</w:t>
      </w:r>
    </w:p>
    <w:p w14:paraId="49C5E0DE" w14:textId="77777777" w:rsidR="0035531B" w:rsidRDefault="00543F07" w:rsidP="00991364">
      <w:pPr>
        <w:pStyle w:val="Textbezslovn"/>
        <w:numPr>
          <w:ilvl w:val="0"/>
          <w:numId w:val="17"/>
        </w:numPr>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14:paraId="47507293"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E328B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44847A4"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3F161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11B3A4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2FD9D1"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AC420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4DB0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9868A0"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3DF29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B89E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714EDE" w14:textId="77777777" w:rsidR="00452F69" w:rsidRPr="00833899" w:rsidRDefault="00543F07" w:rsidP="00E901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E90113">
              <w:rPr>
                <w:sz w:val="16"/>
                <w:szCs w:val="16"/>
              </w:rPr>
              <w:t xml:space="preserve">) </w:t>
            </w:r>
            <w:r w:rsidRPr="00543F07">
              <w:rPr>
                <w:sz w:val="16"/>
                <w:szCs w:val="16"/>
              </w:rPr>
              <w:t>v případě zakázky na více činností</w:t>
            </w:r>
          </w:p>
        </w:tc>
        <w:tc>
          <w:tcPr>
            <w:tcW w:w="2835" w:type="dxa"/>
            <w:tcBorders>
              <w:top w:val="single" w:sz="2" w:space="0" w:color="auto"/>
            </w:tcBorders>
          </w:tcPr>
          <w:p w14:paraId="06EB6C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A2913" w14:paraId="5DD60CBE" w14:textId="77777777" w:rsidTr="004A29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A1B148" w14:textId="77777777" w:rsidR="00452F69" w:rsidRPr="004A2913" w:rsidRDefault="0079069D" w:rsidP="0079069D">
            <w:pPr>
              <w:rPr>
                <w:b w:val="0"/>
                <w:sz w:val="16"/>
                <w:szCs w:val="16"/>
              </w:rPr>
            </w:pPr>
            <w:r w:rsidRPr="004A2913">
              <w:rPr>
                <w:b w:val="0"/>
                <w:sz w:val="16"/>
                <w:szCs w:val="16"/>
              </w:rPr>
              <w:t>Vykonávaná funkce/pozice a p</w:t>
            </w:r>
            <w:r w:rsidR="00543F07" w:rsidRPr="004A2913">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71AE527" w14:textId="77777777" w:rsidR="00452F69" w:rsidRPr="004A291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A2913">
              <w:rPr>
                <w:b w:val="0"/>
                <w:sz w:val="16"/>
                <w:szCs w:val="16"/>
                <w:highlight w:val="yellow"/>
              </w:rPr>
              <w:t>[DOPLNÍ DODAVATEL]</w:t>
            </w:r>
          </w:p>
        </w:tc>
      </w:tr>
    </w:tbl>
    <w:p w14:paraId="77B3AD5C" w14:textId="77777777" w:rsidR="0035531B" w:rsidRPr="00833899" w:rsidRDefault="0035531B" w:rsidP="00474F4D">
      <w:pPr>
        <w:pStyle w:val="Textbezslovn"/>
        <w:ind w:left="0"/>
      </w:pPr>
    </w:p>
    <w:p w14:paraId="430EA88B" w14:textId="77777777" w:rsidR="0035531B" w:rsidRPr="001950C2" w:rsidRDefault="0035531B" w:rsidP="00991364">
      <w:pPr>
        <w:pStyle w:val="Textbezslovn"/>
        <w:numPr>
          <w:ilvl w:val="0"/>
          <w:numId w:val="17"/>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464BBBB"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782C99A" w14:textId="77777777" w:rsidR="000E48A0" w:rsidRDefault="000E48A0" w:rsidP="00452F69">
      <w:pPr>
        <w:pStyle w:val="Textbezslovn"/>
        <w:ind w:left="1077"/>
      </w:pPr>
    </w:p>
    <w:p w14:paraId="7F7CFC85" w14:textId="77777777" w:rsidR="0035531B" w:rsidRDefault="0035531B" w:rsidP="00991364">
      <w:pPr>
        <w:pStyle w:val="Textbezslovn"/>
        <w:numPr>
          <w:ilvl w:val="0"/>
          <w:numId w:val="17"/>
        </w:numPr>
      </w:pPr>
      <w:r>
        <w:t>Jiné informace (dle uvážení dodavatele): [</w:t>
      </w:r>
      <w:r w:rsidRPr="00833899">
        <w:rPr>
          <w:highlight w:val="yellow"/>
        </w:rPr>
        <w:t>DOPLNÍ DODAVATEL</w:t>
      </w:r>
      <w:r>
        <w:t>]</w:t>
      </w:r>
    </w:p>
    <w:p w14:paraId="78F089E0" w14:textId="77777777" w:rsidR="0035531B" w:rsidRDefault="0035531B" w:rsidP="00474F4D">
      <w:pPr>
        <w:pStyle w:val="Textbezslovn"/>
        <w:ind w:left="0"/>
      </w:pPr>
    </w:p>
    <w:p w14:paraId="3EE6577A" w14:textId="6FFB552D" w:rsidR="000E48A0" w:rsidRPr="000E48A0" w:rsidRDefault="000E48A0" w:rsidP="000E48A0">
      <w:pPr>
        <w:pStyle w:val="Textbezslovn"/>
        <w:rPr>
          <w:b/>
        </w:rPr>
      </w:pPr>
      <w:r w:rsidRPr="000E48A0">
        <w:rPr>
          <w:b/>
        </w:rPr>
        <w:t>Následující bod „r</w:t>
      </w:r>
      <w:r w:rsidR="00B035B6">
        <w:rPr>
          <w:b/>
        </w:rPr>
        <w:t>)</w:t>
      </w:r>
      <w:r w:rsidRPr="000E48A0">
        <w:rPr>
          <w:b/>
        </w:rPr>
        <w:t>“ a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D0309D">
        <w:rPr>
          <w:b/>
        </w:rPr>
        <w:t>u</w:t>
      </w:r>
      <w:r w:rsidRPr="000E48A0">
        <w:rPr>
          <w:b/>
        </w:rPr>
        <w:t xml:space="preserve"> „r</w:t>
      </w:r>
      <w:r w:rsidR="00B035B6">
        <w:rPr>
          <w:b/>
        </w:rPr>
        <w:t>)</w:t>
      </w:r>
      <w:r w:rsidRPr="000E48A0">
        <w:rPr>
          <w:b/>
        </w:rPr>
        <w:t xml:space="preserve">“proškrtne, nebo ponechá nevyplněné.  Bližší informace k hodnocení – viz čl. 16.3 těchto Pokynů. </w:t>
      </w:r>
    </w:p>
    <w:p w14:paraId="145A4EC4" w14:textId="77777777" w:rsidR="000E48A0" w:rsidRPr="00833899" w:rsidRDefault="000E48A0" w:rsidP="000E48A0">
      <w:pPr>
        <w:pStyle w:val="Textbezslovn"/>
        <w:ind w:left="0"/>
      </w:pPr>
    </w:p>
    <w:p w14:paraId="678C61A2" w14:textId="1CA7A125" w:rsidR="000E48A0" w:rsidRDefault="000240E7" w:rsidP="00B035B6">
      <w:pPr>
        <w:pStyle w:val="Odstavec1-1a"/>
        <w:spacing w:after="0"/>
        <w:ind w:left="737"/>
      </w:pPr>
      <w:r>
        <w:rPr>
          <w:b/>
        </w:rPr>
        <w:lastRenderedPageBreak/>
        <w:t>r</w:t>
      </w:r>
      <w:r w:rsidR="00B035B6">
        <w:rPr>
          <w:b/>
        </w:rPr>
        <w:t xml:space="preserve">) </w:t>
      </w:r>
      <w:r w:rsidR="000E48A0" w:rsidRPr="0042061D">
        <w:rPr>
          <w:b/>
        </w:rPr>
        <w:t>Zkušenosti</w:t>
      </w:r>
      <w:r w:rsidR="000E48A0">
        <w:t xml:space="preserve"> s plněním zakázek</w:t>
      </w:r>
      <w:r w:rsidR="00CD4FA0">
        <w:t xml:space="preserve"> </w:t>
      </w:r>
      <w:r w:rsidR="00CD4FA0" w:rsidRPr="00CD4FA0">
        <w:t>či s účastí v soutěži o návrh</w:t>
      </w:r>
      <w:r w:rsidR="000E48A0">
        <w:t xml:space="preserve">, jež jsou relevantní dle čl. 16.3 těchto Pokynů </w:t>
      </w:r>
      <w:r w:rsidR="000E48A0" w:rsidRPr="0042061D">
        <w:rPr>
          <w:b/>
        </w:rPr>
        <w:t>pro hodnocení</w:t>
      </w:r>
      <w:r w:rsidR="0042061D">
        <w:rPr>
          <w:rStyle w:val="Znakapoznpodarou"/>
        </w:rPr>
        <w:footnoteReference w:id="3"/>
      </w:r>
      <w:r w:rsidR="000E48A0">
        <w:t xml:space="preserve">: </w:t>
      </w:r>
    </w:p>
    <w:p w14:paraId="0F8A790B" w14:textId="77777777"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5C4B210"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E5251C5"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717C3F0"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200F6E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014E3"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365E12B8"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10CB5A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D08DD"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r w:rsidR="009D3133">
              <w:rPr>
                <w:sz w:val="16"/>
                <w:szCs w:val="16"/>
              </w:rPr>
              <w:t xml:space="preserve"> nebo CIN stavby v Kč bez DPH</w:t>
            </w:r>
          </w:p>
        </w:tc>
        <w:tc>
          <w:tcPr>
            <w:tcW w:w="2835" w:type="dxa"/>
            <w:tcBorders>
              <w:top w:val="single" w:sz="2" w:space="0" w:color="auto"/>
            </w:tcBorders>
          </w:tcPr>
          <w:p w14:paraId="3119ACF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28FC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A0A2AE"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708DA1B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A67158D"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1FD3718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0DB741E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6D0020D7" w14:textId="77777777" w:rsidTr="00D0309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FB2A0A1" w14:textId="77777777" w:rsidR="0042061D" w:rsidRPr="00D0309D" w:rsidRDefault="0079069D" w:rsidP="0079069D">
            <w:pPr>
              <w:rPr>
                <w:sz w:val="16"/>
                <w:szCs w:val="16"/>
              </w:rPr>
            </w:pPr>
            <w:r w:rsidRPr="00D0309D">
              <w:rPr>
                <w:sz w:val="16"/>
                <w:szCs w:val="16"/>
              </w:rPr>
              <w:t>Vykonávaná funkce/pozice  a p</w:t>
            </w:r>
            <w:r w:rsidR="0042061D" w:rsidRPr="00D0309D">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32C93B99" w14:textId="77777777" w:rsidR="0042061D" w:rsidRPr="00D0309D"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D0309D">
              <w:rPr>
                <w:sz w:val="16"/>
                <w:szCs w:val="16"/>
                <w:highlight w:val="yellow"/>
              </w:rPr>
              <w:t>[DOPLNÍ DODAVATEL]</w:t>
            </w:r>
          </w:p>
        </w:tc>
      </w:tr>
      <w:tr w:rsidR="00D0309D" w:rsidRPr="00833899" w14:paraId="56E2310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8F8C427" w14:textId="77777777" w:rsidR="00D0309D" w:rsidRPr="000407F8" w:rsidRDefault="00D0309D" w:rsidP="00D0309D">
            <w:pPr>
              <w:rPr>
                <w:b w:val="0"/>
                <w:sz w:val="16"/>
                <w:szCs w:val="16"/>
              </w:rPr>
            </w:pPr>
            <w:r>
              <w:rPr>
                <w:b w:val="0"/>
                <w:sz w:val="16"/>
                <w:szCs w:val="16"/>
              </w:rPr>
              <w:t>Název ocenění v soutěži o návrh, kterou získal architekt za návrh stavby na rekonstrukci nebo novostavbu pozemní stavby a rok získání ocenění</w:t>
            </w:r>
          </w:p>
        </w:tc>
        <w:tc>
          <w:tcPr>
            <w:tcW w:w="2835" w:type="dxa"/>
            <w:tcBorders>
              <w:top w:val="single" w:sz="2" w:space="0" w:color="auto"/>
            </w:tcBorders>
            <w:shd w:val="clear" w:color="auto" w:fill="auto"/>
          </w:tcPr>
          <w:p w14:paraId="3A89E34F" w14:textId="77777777" w:rsidR="00D0309D" w:rsidRPr="0042061D" w:rsidRDefault="00D0309D"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D0309D">
              <w:rPr>
                <w:sz w:val="16"/>
                <w:szCs w:val="16"/>
                <w:highlight w:val="yellow"/>
              </w:rPr>
              <w:t>[DOPLNÍ DODAVATEL]</w:t>
            </w:r>
          </w:p>
        </w:tc>
      </w:tr>
    </w:tbl>
    <w:p w14:paraId="3E80BA61" w14:textId="77777777" w:rsidR="0042061D" w:rsidRPr="00833899" w:rsidRDefault="0042061D" w:rsidP="0042061D">
      <w:pPr>
        <w:pStyle w:val="Textbezslovn"/>
        <w:ind w:left="0"/>
      </w:pPr>
    </w:p>
    <w:p w14:paraId="6B7B0256" w14:textId="77777777" w:rsidR="0042061D" w:rsidRDefault="000E48A0" w:rsidP="000E48A0">
      <w:pPr>
        <w:pStyle w:val="Textbezslovn"/>
        <w:rPr>
          <w:b/>
        </w:rPr>
      </w:pPr>
      <w:r w:rsidRPr="0042061D">
        <w:rPr>
          <w:b/>
        </w:rPr>
        <w:t xml:space="preserve">Přílohy: </w:t>
      </w:r>
      <w:r w:rsidRPr="0042061D">
        <w:rPr>
          <w:b/>
        </w:rPr>
        <w:tab/>
      </w:r>
    </w:p>
    <w:p w14:paraId="69159B0B" w14:textId="77777777" w:rsidR="000E48A0" w:rsidRPr="0042061D" w:rsidRDefault="000E48A0" w:rsidP="00991364">
      <w:pPr>
        <w:pStyle w:val="Textbezslovn"/>
        <w:numPr>
          <w:ilvl w:val="1"/>
          <w:numId w:val="15"/>
        </w:numPr>
        <w:rPr>
          <w:b/>
        </w:rPr>
      </w:pPr>
      <w:r w:rsidRPr="0042061D">
        <w:rPr>
          <w:b/>
        </w:rPr>
        <w:t>doklady o požadovaném vzdělání každého člena odborného personálu dodavatele</w:t>
      </w:r>
    </w:p>
    <w:p w14:paraId="7CE9F44C" w14:textId="77777777" w:rsidR="000E48A0" w:rsidRPr="0042061D" w:rsidRDefault="000E48A0" w:rsidP="00991364">
      <w:pPr>
        <w:pStyle w:val="Textbezslovn"/>
        <w:numPr>
          <w:ilvl w:val="1"/>
          <w:numId w:val="15"/>
        </w:numPr>
        <w:rPr>
          <w:b/>
        </w:rPr>
      </w:pPr>
      <w:r w:rsidRPr="0042061D">
        <w:rPr>
          <w:b/>
        </w:rPr>
        <w:t>doklady o odborné způsobilosti členů odborného personálu, u kterých jsou požadovány</w:t>
      </w:r>
    </w:p>
    <w:p w14:paraId="364DF8C1"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684CC260" w14:textId="77777777" w:rsidR="0035531B" w:rsidRDefault="0035531B" w:rsidP="00474F4D">
      <w:pPr>
        <w:pStyle w:val="Textbezslovn"/>
        <w:ind w:left="0"/>
      </w:pPr>
    </w:p>
    <w:p w14:paraId="63C9DAE7" w14:textId="77777777" w:rsidR="00EE3C5F" w:rsidRDefault="00EE3C5F" w:rsidP="00474F4D">
      <w:r>
        <w:br w:type="page"/>
      </w:r>
    </w:p>
    <w:p w14:paraId="51DFBDB0" w14:textId="77777777" w:rsidR="0035531B" w:rsidRDefault="0035531B" w:rsidP="00FE4333">
      <w:pPr>
        <w:pStyle w:val="Nadpisbezsl1-1"/>
      </w:pPr>
      <w:r>
        <w:lastRenderedPageBreak/>
        <w:t>Příloha č. 7</w:t>
      </w:r>
    </w:p>
    <w:p w14:paraId="0F7CE6C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5AD171C" w14:textId="77777777" w:rsidR="00AB1063" w:rsidRDefault="00AB1063" w:rsidP="00452F69">
      <w:pPr>
        <w:pStyle w:val="Textbezslovn"/>
      </w:pPr>
    </w:p>
    <w:p w14:paraId="1C5C7254" w14:textId="77777777" w:rsidR="0035531B" w:rsidRPr="00833899" w:rsidRDefault="0035531B" w:rsidP="00452F69">
      <w:pPr>
        <w:pStyle w:val="Textbezslovn"/>
        <w:ind w:left="0"/>
        <w:rPr>
          <w:rStyle w:val="Tun9b"/>
          <w:b w:val="0"/>
        </w:rPr>
      </w:pPr>
      <w:r w:rsidRPr="00452F69">
        <w:rPr>
          <w:rStyle w:val="Tun9b"/>
        </w:rPr>
        <w:t>Čestné prohlášení</w:t>
      </w:r>
    </w:p>
    <w:p w14:paraId="219ABC3C"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48341AB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1F1E54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7F5A5DE"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E8FDA7"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657DED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40D8D0A" w14:textId="77777777" w:rsidR="0035531B" w:rsidRDefault="0035531B" w:rsidP="00452F69">
      <w:pPr>
        <w:pStyle w:val="Textbezslovn"/>
        <w:ind w:left="0"/>
      </w:pPr>
      <w:r w:rsidRPr="00307641">
        <w:rPr>
          <w:b/>
        </w:rPr>
        <w:t>čestně prohlašuje</w:t>
      </w:r>
      <w:r>
        <w:t>, že:</w:t>
      </w:r>
    </w:p>
    <w:p w14:paraId="46E8A0C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56D051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68A3B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235E4A7A" w14:textId="77777777" w:rsidR="00D139AC" w:rsidRPr="00327047" w:rsidRDefault="00D139AC" w:rsidP="00307641">
      <w:pPr>
        <w:pStyle w:val="Doplujcdaje"/>
        <w:jc w:val="both"/>
        <w:rPr>
          <w:sz w:val="16"/>
          <w:szCs w:val="16"/>
        </w:rPr>
      </w:pPr>
    </w:p>
    <w:p w14:paraId="735BE25D"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70804E5" w14:textId="77777777" w:rsidR="0035531B" w:rsidRDefault="0035531B" w:rsidP="00307641">
      <w:pPr>
        <w:pStyle w:val="Textbezslovn"/>
        <w:ind w:left="0"/>
      </w:pPr>
    </w:p>
    <w:p w14:paraId="79B08973" w14:textId="77777777" w:rsidR="00307641" w:rsidRDefault="00307641" w:rsidP="00307641">
      <w:pPr>
        <w:pStyle w:val="Textbezslovn"/>
        <w:ind w:left="0"/>
      </w:pPr>
    </w:p>
    <w:p w14:paraId="0495ECD4"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AB31CC" w14:textId="77777777" w:rsidR="0035531B" w:rsidRDefault="0035531B" w:rsidP="00307641">
      <w:pPr>
        <w:pStyle w:val="Textbezslovn"/>
        <w:ind w:left="0"/>
      </w:pPr>
    </w:p>
    <w:p w14:paraId="70A21C19" w14:textId="77777777" w:rsidR="0035531B" w:rsidRDefault="0035531B" w:rsidP="00307641">
      <w:pPr>
        <w:pStyle w:val="Textbezslovn"/>
        <w:ind w:left="0"/>
      </w:pPr>
      <w:r>
        <w:t>Podpis osoby oprávněné jednat za dodavatele:</w:t>
      </w:r>
    </w:p>
    <w:p w14:paraId="161CE5BE" w14:textId="77777777" w:rsidR="0035531B" w:rsidRDefault="0035531B" w:rsidP="00307641">
      <w:pPr>
        <w:pStyle w:val="Textbezslovn"/>
        <w:ind w:left="0"/>
      </w:pPr>
    </w:p>
    <w:p w14:paraId="6DA66AD5" w14:textId="77777777" w:rsidR="00307641" w:rsidRDefault="00307641" w:rsidP="00307641">
      <w:pPr>
        <w:pStyle w:val="Textbezslovn"/>
        <w:ind w:left="0"/>
      </w:pPr>
    </w:p>
    <w:p w14:paraId="245D7227" w14:textId="77777777" w:rsidR="00307641" w:rsidRDefault="0035531B" w:rsidP="00307641">
      <w:pPr>
        <w:pStyle w:val="Textbezslovn"/>
        <w:ind w:left="0"/>
      </w:pPr>
      <w:r>
        <w:t>Jméno</w:t>
      </w:r>
      <w:r w:rsidR="00307641">
        <w:t>: ______________________</w:t>
      </w:r>
    </w:p>
    <w:p w14:paraId="2FF116EA" w14:textId="77777777" w:rsidR="0035531B" w:rsidRDefault="0035531B" w:rsidP="00307641">
      <w:pPr>
        <w:pStyle w:val="Textbezslovn"/>
        <w:ind w:left="0"/>
      </w:pPr>
      <w:r>
        <w:tab/>
      </w:r>
    </w:p>
    <w:p w14:paraId="4F08D331" w14:textId="77777777" w:rsidR="00307641" w:rsidRDefault="00307641" w:rsidP="00307641">
      <w:pPr>
        <w:pStyle w:val="Textbezslovn"/>
        <w:ind w:left="0"/>
      </w:pPr>
    </w:p>
    <w:p w14:paraId="209AE3E2" w14:textId="77777777" w:rsidR="0035531B" w:rsidRDefault="0035531B" w:rsidP="00307641">
      <w:pPr>
        <w:pStyle w:val="Textbezslovn"/>
        <w:ind w:left="0"/>
      </w:pPr>
      <w:r>
        <w:t>Podp</w:t>
      </w:r>
      <w:r w:rsidR="00307641">
        <w:t>is: ______________________</w:t>
      </w:r>
    </w:p>
    <w:p w14:paraId="712509D9" w14:textId="77777777" w:rsidR="0035531B" w:rsidRDefault="0035531B" w:rsidP="00307641">
      <w:pPr>
        <w:pStyle w:val="Textbezslovn"/>
        <w:ind w:left="0"/>
      </w:pPr>
      <w:r>
        <w:t xml:space="preserve"> </w:t>
      </w:r>
    </w:p>
    <w:p w14:paraId="34F7C53D" w14:textId="77777777" w:rsidR="00EE3C5F" w:rsidRDefault="00EE3C5F" w:rsidP="00452F69">
      <w:pPr>
        <w:pStyle w:val="Textbezslovn"/>
      </w:pPr>
      <w:r>
        <w:br w:type="page"/>
      </w:r>
    </w:p>
    <w:p w14:paraId="2056954C" w14:textId="77777777" w:rsidR="0035531B" w:rsidRDefault="0035531B" w:rsidP="00FE4333">
      <w:pPr>
        <w:pStyle w:val="Nadpisbezsl1-1"/>
      </w:pPr>
      <w:r>
        <w:lastRenderedPageBreak/>
        <w:t>Příloha č. 8</w:t>
      </w:r>
    </w:p>
    <w:p w14:paraId="34AA39CF"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17892B2" w14:textId="77777777" w:rsidR="00AB1063" w:rsidRDefault="00AB1063" w:rsidP="00307641">
      <w:pPr>
        <w:pStyle w:val="Textbezslovn"/>
      </w:pPr>
    </w:p>
    <w:p w14:paraId="09A057A3"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74EB8B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786B43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21057A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FF485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C098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BCFCA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343A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74A13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A9170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E5AE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9B132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58F8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41A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7156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3B8DF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C16C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2C50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FDEF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D930A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93EF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7BC4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6DCE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8245B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4A8B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DD43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EFD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B946B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D993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1FFEB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6C733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48BD2B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D7A8CF7" w14:textId="77777777" w:rsidR="0035531B" w:rsidRPr="00833899" w:rsidRDefault="0035531B" w:rsidP="00307641">
      <w:pPr>
        <w:pStyle w:val="Textbezslovn"/>
      </w:pPr>
    </w:p>
    <w:p w14:paraId="517EB047" w14:textId="77777777" w:rsidR="0035531B" w:rsidRDefault="0035531B" w:rsidP="00307641">
      <w:pPr>
        <w:pStyle w:val="Textbezslovn"/>
      </w:pPr>
    </w:p>
    <w:bookmarkEnd w:id="1"/>
    <w:bookmarkEnd w:id="2"/>
    <w:bookmarkEnd w:id="3"/>
    <w:bookmarkEnd w:id="4"/>
    <w:p w14:paraId="043D77C0" w14:textId="77777777"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36B5D" w14:textId="77777777" w:rsidR="006875E0" w:rsidRDefault="006875E0" w:rsidP="00962258">
      <w:pPr>
        <w:spacing w:after="0" w:line="240" w:lineRule="auto"/>
      </w:pPr>
      <w:r>
        <w:separator/>
      </w:r>
    </w:p>
  </w:endnote>
  <w:endnote w:type="continuationSeparator" w:id="0">
    <w:p w14:paraId="6DD4A10B" w14:textId="77777777" w:rsidR="006875E0" w:rsidRDefault="006875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6103" w:rsidRPr="008535C1" w14:paraId="0A5FEFE2" w14:textId="77777777" w:rsidTr="00EB46E5">
      <w:tc>
        <w:tcPr>
          <w:tcW w:w="1361" w:type="dxa"/>
          <w:tcMar>
            <w:left w:w="0" w:type="dxa"/>
            <w:right w:w="0" w:type="dxa"/>
          </w:tcMar>
          <w:vAlign w:val="bottom"/>
        </w:tcPr>
        <w:p w14:paraId="7E2D01E7" w14:textId="6A045A05" w:rsidR="00BA6103" w:rsidRPr="00B8518B" w:rsidRDefault="00BA61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988">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988">
            <w:rPr>
              <w:rStyle w:val="slostrnky"/>
              <w:noProof/>
            </w:rPr>
            <w:t>41</w:t>
          </w:r>
          <w:r w:rsidRPr="00B8518B">
            <w:rPr>
              <w:rStyle w:val="slostrnky"/>
            </w:rPr>
            <w:fldChar w:fldCharType="end"/>
          </w:r>
        </w:p>
      </w:tc>
      <w:tc>
        <w:tcPr>
          <w:tcW w:w="284" w:type="dxa"/>
          <w:shd w:val="clear" w:color="auto" w:fill="auto"/>
          <w:tcMar>
            <w:left w:w="0" w:type="dxa"/>
            <w:right w:w="0" w:type="dxa"/>
          </w:tcMar>
        </w:tcPr>
        <w:p w14:paraId="1FAEF2BB" w14:textId="77777777" w:rsidR="00BA6103" w:rsidRDefault="00BA6103" w:rsidP="00B8518B">
          <w:pPr>
            <w:pStyle w:val="Zpat"/>
          </w:pPr>
        </w:p>
      </w:tc>
      <w:tc>
        <w:tcPr>
          <w:tcW w:w="425" w:type="dxa"/>
          <w:shd w:val="clear" w:color="auto" w:fill="auto"/>
          <w:tcMar>
            <w:left w:w="0" w:type="dxa"/>
            <w:right w:w="0" w:type="dxa"/>
          </w:tcMar>
        </w:tcPr>
        <w:p w14:paraId="15A2B47F" w14:textId="77777777" w:rsidR="00BA6103" w:rsidRDefault="00BA6103" w:rsidP="00B8518B">
          <w:pPr>
            <w:pStyle w:val="Zpat"/>
          </w:pPr>
        </w:p>
      </w:tc>
      <w:tc>
        <w:tcPr>
          <w:tcW w:w="8505" w:type="dxa"/>
        </w:tcPr>
        <w:p w14:paraId="1DF32755" w14:textId="03A90D63" w:rsidR="00BA6103" w:rsidRPr="008535C1" w:rsidRDefault="00BA6103" w:rsidP="000E7959">
          <w:pPr>
            <w:pStyle w:val="Zpat0"/>
          </w:pPr>
          <w:r w:rsidRPr="008535C1">
            <w:t>„</w:t>
          </w:r>
          <w:r w:rsidRPr="00817F53">
            <w:t>České Velenice, nádražní budova</w:t>
          </w:r>
          <w:r w:rsidRPr="008535C1">
            <w:t>“</w:t>
          </w:r>
        </w:p>
        <w:p w14:paraId="1438AE64" w14:textId="77777777" w:rsidR="00BA6103" w:rsidRPr="008535C1" w:rsidRDefault="00BA6103" w:rsidP="00EB46E5">
          <w:pPr>
            <w:pStyle w:val="Zpat0"/>
          </w:pPr>
          <w:r w:rsidRPr="008535C1">
            <w:t xml:space="preserve">Díl 1 – </w:t>
          </w:r>
          <w:r w:rsidRPr="008535C1">
            <w:rPr>
              <w:caps/>
            </w:rPr>
            <w:t>Požadavky a podmínky pro zpracování nabídky</w:t>
          </w:r>
        </w:p>
        <w:p w14:paraId="5D86E2E1" w14:textId="77777777" w:rsidR="00BA6103" w:rsidRPr="008535C1" w:rsidRDefault="00BA6103" w:rsidP="00392730">
          <w:pPr>
            <w:pStyle w:val="Zpat0"/>
          </w:pPr>
          <w:r w:rsidRPr="008535C1">
            <w:t xml:space="preserve">Část 2 – </w:t>
          </w:r>
          <w:r w:rsidRPr="008535C1">
            <w:rPr>
              <w:caps/>
            </w:rPr>
            <w:t>Pokyny pro dodavatele</w:t>
          </w:r>
        </w:p>
        <w:p w14:paraId="1ABAC68E" w14:textId="77777777" w:rsidR="00BA6103" w:rsidRPr="008535C1" w:rsidRDefault="00BA6103" w:rsidP="00392730">
          <w:pPr>
            <w:pStyle w:val="Zpat0"/>
          </w:pPr>
        </w:p>
      </w:tc>
    </w:tr>
  </w:tbl>
  <w:p w14:paraId="1D8270B8" w14:textId="77777777" w:rsidR="00BA6103" w:rsidRPr="00B8518B" w:rsidRDefault="00BA61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2EF2F" w14:textId="77777777" w:rsidR="00BA6103" w:rsidRPr="00B8518B" w:rsidRDefault="00BA6103" w:rsidP="009C2EBC">
    <w:pPr>
      <w:pStyle w:val="Zpat"/>
      <w:rPr>
        <w:sz w:val="2"/>
        <w:szCs w:val="2"/>
      </w:rPr>
    </w:pPr>
    <w:r>
      <w:rPr>
        <w:noProof/>
        <w:sz w:val="2"/>
        <w:szCs w:val="2"/>
        <w:lang w:eastAsia="cs-CZ"/>
      </w:rPr>
      <w:drawing>
        <wp:anchor distT="0" distB="0" distL="114300" distR="114300" simplePos="0" relativeHeight="251673600" behindDoc="0" locked="0" layoutInCell="1" allowOverlap="1" wp14:anchorId="26125A2D" wp14:editId="291A2EFD">
          <wp:simplePos x="0" y="0"/>
          <wp:positionH relativeFrom="column">
            <wp:posOffset>4267200</wp:posOffset>
          </wp:positionH>
          <wp:positionV relativeFrom="paragraph">
            <wp:posOffset>9643110</wp:posOffset>
          </wp:positionV>
          <wp:extent cx="3239770" cy="1012190"/>
          <wp:effectExtent l="0" t="0" r="0" b="0"/>
          <wp:wrapNone/>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012190"/>
                  </a:xfrm>
                  <a:prstGeom prst="rect">
                    <a:avLst/>
                  </a:prstGeom>
                  <a:noFill/>
                </pic:spPr>
              </pic:pic>
            </a:graphicData>
          </a:graphic>
          <wp14:sizeRelH relativeFrom="page">
            <wp14:pctWidth>0</wp14:pctWidth>
          </wp14:sizeRelH>
          <wp14:sizeRelV relativeFrom="page">
            <wp14:pctHeight>0</wp14:pctHeight>
          </wp14:sizeRelV>
        </wp:anchor>
      </w:drawing>
    </w:r>
  </w:p>
  <w:p w14:paraId="441EA10F" w14:textId="77777777" w:rsidR="00BA6103" w:rsidRPr="00460660" w:rsidRDefault="00BA6103">
    <w:pPr>
      <w:pStyle w:val="Zpat"/>
      <w:rPr>
        <w:sz w:val="2"/>
        <w:szCs w:val="2"/>
      </w:rPr>
    </w:pPr>
    <w:r>
      <w:rPr>
        <w:noProof/>
        <w:sz w:val="2"/>
        <w:szCs w:val="2"/>
        <w:lang w:eastAsia="cs-CZ"/>
      </w:rPr>
      <w:drawing>
        <wp:inline distT="0" distB="0" distL="0" distR="0" wp14:anchorId="6C89740D" wp14:editId="7036163F">
          <wp:extent cx="3255645" cy="1030605"/>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178EF" w14:textId="77777777" w:rsidR="006875E0" w:rsidRDefault="006875E0" w:rsidP="00962258">
      <w:pPr>
        <w:spacing w:after="0" w:line="240" w:lineRule="auto"/>
      </w:pPr>
      <w:r>
        <w:separator/>
      </w:r>
    </w:p>
  </w:footnote>
  <w:footnote w:type="continuationSeparator" w:id="0">
    <w:p w14:paraId="156E2BA4" w14:textId="77777777" w:rsidR="006875E0" w:rsidRDefault="006875E0" w:rsidP="00962258">
      <w:pPr>
        <w:spacing w:after="0" w:line="240" w:lineRule="auto"/>
      </w:pPr>
      <w:r>
        <w:continuationSeparator/>
      </w:r>
    </w:p>
  </w:footnote>
  <w:footnote w:id="1">
    <w:p w14:paraId="66007515" w14:textId="77777777" w:rsidR="00BA6103" w:rsidRDefault="00BA61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A988CC2" w14:textId="77777777" w:rsidR="00BA6103" w:rsidRDefault="00BA61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50DD929" w14:textId="77777777" w:rsidR="00BA6103" w:rsidRDefault="00BA6103"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3F50DF33" w14:textId="77777777" w:rsidR="00BA6103" w:rsidRDefault="00BA61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6103" w14:paraId="202547AD" w14:textId="77777777" w:rsidTr="00C02D0A">
      <w:trPr>
        <w:trHeight w:hRule="exact" w:val="454"/>
      </w:trPr>
      <w:tc>
        <w:tcPr>
          <w:tcW w:w="1361" w:type="dxa"/>
          <w:tcMar>
            <w:top w:w="57" w:type="dxa"/>
            <w:left w:w="0" w:type="dxa"/>
            <w:right w:w="0" w:type="dxa"/>
          </w:tcMar>
        </w:tcPr>
        <w:p w14:paraId="032F360E" w14:textId="77777777" w:rsidR="00BA6103" w:rsidRPr="00B8518B" w:rsidRDefault="00BA6103" w:rsidP="00523EA7">
          <w:pPr>
            <w:pStyle w:val="Zpat"/>
            <w:rPr>
              <w:rStyle w:val="slostrnky"/>
            </w:rPr>
          </w:pPr>
        </w:p>
      </w:tc>
      <w:tc>
        <w:tcPr>
          <w:tcW w:w="3458" w:type="dxa"/>
          <w:shd w:val="clear" w:color="auto" w:fill="auto"/>
          <w:tcMar>
            <w:top w:w="57" w:type="dxa"/>
            <w:left w:w="0" w:type="dxa"/>
            <w:right w:w="0" w:type="dxa"/>
          </w:tcMar>
        </w:tcPr>
        <w:p w14:paraId="453968B0" w14:textId="77777777" w:rsidR="00BA6103" w:rsidRDefault="00BA6103" w:rsidP="00523EA7">
          <w:pPr>
            <w:pStyle w:val="Zpat"/>
          </w:pPr>
        </w:p>
      </w:tc>
      <w:tc>
        <w:tcPr>
          <w:tcW w:w="5698" w:type="dxa"/>
          <w:shd w:val="clear" w:color="auto" w:fill="auto"/>
          <w:tcMar>
            <w:top w:w="57" w:type="dxa"/>
            <w:left w:w="0" w:type="dxa"/>
            <w:right w:w="0" w:type="dxa"/>
          </w:tcMar>
        </w:tcPr>
        <w:p w14:paraId="46720B38" w14:textId="77777777" w:rsidR="00BA6103" w:rsidRPr="00D6163D" w:rsidRDefault="00BA6103" w:rsidP="00D6163D">
          <w:pPr>
            <w:pStyle w:val="Druhdokumentu"/>
          </w:pPr>
        </w:p>
      </w:tc>
    </w:tr>
  </w:tbl>
  <w:p w14:paraId="513B73A4" w14:textId="77777777" w:rsidR="00BA6103" w:rsidRPr="00D6163D" w:rsidRDefault="00BA61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6103" w14:paraId="3243D89B" w14:textId="77777777" w:rsidTr="00B22106">
      <w:trPr>
        <w:trHeight w:hRule="exact" w:val="936"/>
      </w:trPr>
      <w:tc>
        <w:tcPr>
          <w:tcW w:w="1361" w:type="dxa"/>
          <w:tcMar>
            <w:left w:w="0" w:type="dxa"/>
            <w:right w:w="0" w:type="dxa"/>
          </w:tcMar>
        </w:tcPr>
        <w:p w14:paraId="7C71CB5C" w14:textId="77777777" w:rsidR="00BA6103" w:rsidRPr="00B8518B" w:rsidRDefault="00BA6103" w:rsidP="00FC6389">
          <w:pPr>
            <w:pStyle w:val="Zpat"/>
            <w:rPr>
              <w:rStyle w:val="slostrnky"/>
            </w:rPr>
          </w:pPr>
        </w:p>
      </w:tc>
      <w:tc>
        <w:tcPr>
          <w:tcW w:w="3458" w:type="dxa"/>
          <w:shd w:val="clear" w:color="auto" w:fill="auto"/>
          <w:tcMar>
            <w:left w:w="0" w:type="dxa"/>
            <w:right w:w="0" w:type="dxa"/>
          </w:tcMar>
        </w:tcPr>
        <w:p w14:paraId="34939357" w14:textId="77777777" w:rsidR="00BA6103" w:rsidRDefault="00BA6103" w:rsidP="00FC6389">
          <w:pPr>
            <w:pStyle w:val="Zpat"/>
          </w:pPr>
        </w:p>
      </w:tc>
      <w:tc>
        <w:tcPr>
          <w:tcW w:w="5756" w:type="dxa"/>
          <w:shd w:val="clear" w:color="auto" w:fill="auto"/>
          <w:tcMar>
            <w:left w:w="0" w:type="dxa"/>
            <w:right w:w="0" w:type="dxa"/>
          </w:tcMar>
        </w:tcPr>
        <w:p w14:paraId="1C884175" w14:textId="77777777" w:rsidR="00BA6103" w:rsidRPr="00D6163D" w:rsidRDefault="00BA6103" w:rsidP="00FC6389">
          <w:pPr>
            <w:pStyle w:val="Druhdokumentu"/>
          </w:pPr>
        </w:p>
      </w:tc>
    </w:tr>
    <w:tr w:rsidR="00BA6103" w14:paraId="79C13BC5" w14:textId="77777777" w:rsidTr="00B22106">
      <w:trPr>
        <w:trHeight w:hRule="exact" w:val="936"/>
      </w:trPr>
      <w:tc>
        <w:tcPr>
          <w:tcW w:w="1361" w:type="dxa"/>
          <w:tcMar>
            <w:left w:w="0" w:type="dxa"/>
            <w:right w:w="0" w:type="dxa"/>
          </w:tcMar>
        </w:tcPr>
        <w:p w14:paraId="6FD98780" w14:textId="77777777" w:rsidR="00BA6103" w:rsidRPr="00B8518B" w:rsidRDefault="00BA6103" w:rsidP="00FC6389">
          <w:pPr>
            <w:pStyle w:val="Zpat"/>
            <w:rPr>
              <w:rStyle w:val="slostrnky"/>
            </w:rPr>
          </w:pPr>
        </w:p>
      </w:tc>
      <w:tc>
        <w:tcPr>
          <w:tcW w:w="3458" w:type="dxa"/>
          <w:shd w:val="clear" w:color="auto" w:fill="auto"/>
          <w:tcMar>
            <w:left w:w="0" w:type="dxa"/>
            <w:right w:w="0" w:type="dxa"/>
          </w:tcMar>
        </w:tcPr>
        <w:p w14:paraId="07302780" w14:textId="77777777" w:rsidR="00BA6103" w:rsidRDefault="00BA6103" w:rsidP="00FC6389">
          <w:pPr>
            <w:pStyle w:val="Zpat"/>
          </w:pPr>
        </w:p>
      </w:tc>
      <w:tc>
        <w:tcPr>
          <w:tcW w:w="5756" w:type="dxa"/>
          <w:shd w:val="clear" w:color="auto" w:fill="auto"/>
          <w:tcMar>
            <w:left w:w="0" w:type="dxa"/>
            <w:right w:w="0" w:type="dxa"/>
          </w:tcMar>
        </w:tcPr>
        <w:p w14:paraId="5D67FF7D" w14:textId="77777777" w:rsidR="00BA6103" w:rsidRPr="00D6163D" w:rsidRDefault="00BA6103" w:rsidP="00FC6389">
          <w:pPr>
            <w:pStyle w:val="Druhdokumentu"/>
          </w:pPr>
        </w:p>
      </w:tc>
    </w:tr>
  </w:tbl>
  <w:p w14:paraId="051EDAD9" w14:textId="77777777" w:rsidR="00BA6103" w:rsidRPr="00D6163D" w:rsidRDefault="00BA6103" w:rsidP="00FC6389">
    <w:pPr>
      <w:pStyle w:val="Zhlav"/>
      <w:rPr>
        <w:sz w:val="8"/>
        <w:szCs w:val="8"/>
      </w:rPr>
    </w:pPr>
    <w:r>
      <w:rPr>
        <w:noProof/>
        <w:lang w:eastAsia="cs-CZ"/>
      </w:rPr>
      <w:drawing>
        <wp:anchor distT="0" distB="0" distL="114300" distR="114300" simplePos="0" relativeHeight="251672576" behindDoc="0" locked="1" layoutInCell="1" allowOverlap="1" wp14:anchorId="4A681554" wp14:editId="1607033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BE6810" w14:textId="77777777" w:rsidR="00BA6103" w:rsidRPr="00460660" w:rsidRDefault="00BA61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12E7BE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0E3046"/>
    <w:multiLevelType w:val="multilevel"/>
    <w:tmpl w:val="3786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498034F"/>
    <w:multiLevelType w:val="hybridMultilevel"/>
    <w:tmpl w:val="2A8CC3A8"/>
    <w:lvl w:ilvl="0" w:tplc="ABA0C102">
      <w:start w:val="9"/>
      <w:numFmt w:val="bullet"/>
      <w:lvlText w:val="-"/>
      <w:lvlJc w:val="left"/>
      <w:pPr>
        <w:ind w:left="2137" w:hanging="360"/>
      </w:pPr>
      <w:rPr>
        <w:rFonts w:ascii="Calibri" w:eastAsia="Times New Roman" w:hAnsi="Calibri" w:hint="default"/>
        <w:b w:val="0"/>
        <w:bCs w:val="0"/>
      </w:rPr>
    </w:lvl>
    <w:lvl w:ilvl="1" w:tplc="04050003" w:tentative="1">
      <w:start w:val="1"/>
      <w:numFmt w:val="bullet"/>
      <w:lvlText w:val="o"/>
      <w:lvlJc w:val="left"/>
      <w:pPr>
        <w:ind w:left="2857" w:hanging="360"/>
      </w:pPr>
      <w:rPr>
        <w:rFonts w:ascii="Courier New" w:hAnsi="Courier New" w:cs="Courier New" w:hint="default"/>
      </w:rPr>
    </w:lvl>
    <w:lvl w:ilvl="2" w:tplc="04050005" w:tentative="1">
      <w:start w:val="1"/>
      <w:numFmt w:val="bullet"/>
      <w:lvlText w:val=""/>
      <w:lvlJc w:val="left"/>
      <w:pPr>
        <w:ind w:left="3577" w:hanging="360"/>
      </w:pPr>
      <w:rPr>
        <w:rFonts w:ascii="Wingdings" w:hAnsi="Wingdings" w:hint="default"/>
      </w:rPr>
    </w:lvl>
    <w:lvl w:ilvl="3" w:tplc="04050001" w:tentative="1">
      <w:start w:val="1"/>
      <w:numFmt w:val="bullet"/>
      <w:lvlText w:val=""/>
      <w:lvlJc w:val="left"/>
      <w:pPr>
        <w:ind w:left="4297" w:hanging="360"/>
      </w:pPr>
      <w:rPr>
        <w:rFonts w:ascii="Symbol" w:hAnsi="Symbol" w:hint="default"/>
      </w:rPr>
    </w:lvl>
    <w:lvl w:ilvl="4" w:tplc="04050003" w:tentative="1">
      <w:start w:val="1"/>
      <w:numFmt w:val="bullet"/>
      <w:lvlText w:val="o"/>
      <w:lvlJc w:val="left"/>
      <w:pPr>
        <w:ind w:left="5017" w:hanging="360"/>
      </w:pPr>
      <w:rPr>
        <w:rFonts w:ascii="Courier New" w:hAnsi="Courier New" w:cs="Courier New" w:hint="default"/>
      </w:rPr>
    </w:lvl>
    <w:lvl w:ilvl="5" w:tplc="04050005" w:tentative="1">
      <w:start w:val="1"/>
      <w:numFmt w:val="bullet"/>
      <w:lvlText w:val=""/>
      <w:lvlJc w:val="left"/>
      <w:pPr>
        <w:ind w:left="5737" w:hanging="360"/>
      </w:pPr>
      <w:rPr>
        <w:rFonts w:ascii="Wingdings" w:hAnsi="Wingdings" w:hint="default"/>
      </w:rPr>
    </w:lvl>
    <w:lvl w:ilvl="6" w:tplc="04050001" w:tentative="1">
      <w:start w:val="1"/>
      <w:numFmt w:val="bullet"/>
      <w:lvlText w:val=""/>
      <w:lvlJc w:val="left"/>
      <w:pPr>
        <w:ind w:left="6457" w:hanging="360"/>
      </w:pPr>
      <w:rPr>
        <w:rFonts w:ascii="Symbol" w:hAnsi="Symbol" w:hint="default"/>
      </w:rPr>
    </w:lvl>
    <w:lvl w:ilvl="7" w:tplc="04050003" w:tentative="1">
      <w:start w:val="1"/>
      <w:numFmt w:val="bullet"/>
      <w:lvlText w:val="o"/>
      <w:lvlJc w:val="left"/>
      <w:pPr>
        <w:ind w:left="7177" w:hanging="360"/>
      </w:pPr>
      <w:rPr>
        <w:rFonts w:ascii="Courier New" w:hAnsi="Courier New" w:cs="Courier New" w:hint="default"/>
      </w:rPr>
    </w:lvl>
    <w:lvl w:ilvl="8" w:tplc="04050005" w:tentative="1">
      <w:start w:val="1"/>
      <w:numFmt w:val="bullet"/>
      <w:lvlText w:val=""/>
      <w:lvlJc w:val="left"/>
      <w:pPr>
        <w:ind w:left="789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613922A5"/>
    <w:multiLevelType w:val="hybridMultilevel"/>
    <w:tmpl w:val="93F0FD7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690777"/>
    <w:multiLevelType w:val="hybridMultilevel"/>
    <w:tmpl w:val="02F855F2"/>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F709DA"/>
    <w:multiLevelType w:val="hybridMultilevel"/>
    <w:tmpl w:val="56402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3"/>
  </w:num>
  <w:num w:numId="5">
    <w:abstractNumId w:val="0"/>
  </w:num>
  <w:num w:numId="6">
    <w:abstractNumId w:val="6"/>
  </w:num>
  <w:num w:numId="7">
    <w:abstractNumId w:val="9"/>
  </w:num>
  <w:num w:numId="8">
    <w:abstractNumId w:val="7"/>
  </w:num>
  <w:num w:numId="9">
    <w:abstractNumId w:val="14"/>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5"/>
  </w:num>
  <w:num w:numId="21">
    <w:abstractNumId w:val="12"/>
  </w:num>
  <w:num w:numId="22">
    <w:abstractNumId w:val="2"/>
  </w:num>
  <w:num w:numId="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561"/>
    <w:rsid w:val="000057A6"/>
    <w:rsid w:val="000076DB"/>
    <w:rsid w:val="00007F59"/>
    <w:rsid w:val="000156A7"/>
    <w:rsid w:val="000174E8"/>
    <w:rsid w:val="00017F3C"/>
    <w:rsid w:val="00020230"/>
    <w:rsid w:val="00020AF4"/>
    <w:rsid w:val="00022741"/>
    <w:rsid w:val="000240E7"/>
    <w:rsid w:val="0002621B"/>
    <w:rsid w:val="000338E9"/>
    <w:rsid w:val="00034A87"/>
    <w:rsid w:val="00040961"/>
    <w:rsid w:val="00041EC8"/>
    <w:rsid w:val="000466BC"/>
    <w:rsid w:val="00051A4C"/>
    <w:rsid w:val="0005340A"/>
    <w:rsid w:val="0006499F"/>
    <w:rsid w:val="00064CAF"/>
    <w:rsid w:val="0006586E"/>
    <w:rsid w:val="0006588D"/>
    <w:rsid w:val="00067A5E"/>
    <w:rsid w:val="00067EE3"/>
    <w:rsid w:val="000719BB"/>
    <w:rsid w:val="00072A65"/>
    <w:rsid w:val="00072C1E"/>
    <w:rsid w:val="00075902"/>
    <w:rsid w:val="0007776F"/>
    <w:rsid w:val="0007796D"/>
    <w:rsid w:val="000800EC"/>
    <w:rsid w:val="000839DD"/>
    <w:rsid w:val="00087207"/>
    <w:rsid w:val="00087825"/>
    <w:rsid w:val="00092A39"/>
    <w:rsid w:val="00092CC9"/>
    <w:rsid w:val="00092D05"/>
    <w:rsid w:val="000A5F00"/>
    <w:rsid w:val="000B1177"/>
    <w:rsid w:val="000B49A2"/>
    <w:rsid w:val="000B4EB8"/>
    <w:rsid w:val="000C41F2"/>
    <w:rsid w:val="000D22C4"/>
    <w:rsid w:val="000D27D1"/>
    <w:rsid w:val="000D5E72"/>
    <w:rsid w:val="000E125F"/>
    <w:rsid w:val="000E1758"/>
    <w:rsid w:val="000E1A7F"/>
    <w:rsid w:val="000E2DA9"/>
    <w:rsid w:val="000E33B8"/>
    <w:rsid w:val="000E48A0"/>
    <w:rsid w:val="000E5985"/>
    <w:rsid w:val="000E7959"/>
    <w:rsid w:val="000F098F"/>
    <w:rsid w:val="000F538E"/>
    <w:rsid w:val="00103640"/>
    <w:rsid w:val="00103A92"/>
    <w:rsid w:val="001044DC"/>
    <w:rsid w:val="00106A0E"/>
    <w:rsid w:val="001122E1"/>
    <w:rsid w:val="00112864"/>
    <w:rsid w:val="00113C11"/>
    <w:rsid w:val="00114472"/>
    <w:rsid w:val="00114988"/>
    <w:rsid w:val="00115069"/>
    <w:rsid w:val="001150F2"/>
    <w:rsid w:val="0011747F"/>
    <w:rsid w:val="0012178F"/>
    <w:rsid w:val="00136583"/>
    <w:rsid w:val="00146BCB"/>
    <w:rsid w:val="00152BF4"/>
    <w:rsid w:val="00153C6F"/>
    <w:rsid w:val="001575A1"/>
    <w:rsid w:val="00162138"/>
    <w:rsid w:val="001656A2"/>
    <w:rsid w:val="00170EC5"/>
    <w:rsid w:val="001728E7"/>
    <w:rsid w:val="00173375"/>
    <w:rsid w:val="001747C1"/>
    <w:rsid w:val="00174D4A"/>
    <w:rsid w:val="00177D6B"/>
    <w:rsid w:val="0018074F"/>
    <w:rsid w:val="001852FD"/>
    <w:rsid w:val="001879DC"/>
    <w:rsid w:val="00191537"/>
    <w:rsid w:val="00191F90"/>
    <w:rsid w:val="00193D8F"/>
    <w:rsid w:val="001950C2"/>
    <w:rsid w:val="0019638D"/>
    <w:rsid w:val="001A1B4F"/>
    <w:rsid w:val="001B23A1"/>
    <w:rsid w:val="001B4680"/>
    <w:rsid w:val="001B4E74"/>
    <w:rsid w:val="001B6F53"/>
    <w:rsid w:val="001C027C"/>
    <w:rsid w:val="001C645F"/>
    <w:rsid w:val="001C7A83"/>
    <w:rsid w:val="001D6616"/>
    <w:rsid w:val="001D6E71"/>
    <w:rsid w:val="001E651D"/>
    <w:rsid w:val="001E678E"/>
    <w:rsid w:val="001F0A23"/>
    <w:rsid w:val="001F15F6"/>
    <w:rsid w:val="00202824"/>
    <w:rsid w:val="002071BB"/>
    <w:rsid w:val="00207DF5"/>
    <w:rsid w:val="00210AB8"/>
    <w:rsid w:val="00233A53"/>
    <w:rsid w:val="00235747"/>
    <w:rsid w:val="0023643D"/>
    <w:rsid w:val="00240B81"/>
    <w:rsid w:val="00241CB4"/>
    <w:rsid w:val="00247D01"/>
    <w:rsid w:val="0025030F"/>
    <w:rsid w:val="00255157"/>
    <w:rsid w:val="00261A5B"/>
    <w:rsid w:val="002626CB"/>
    <w:rsid w:val="00262E5B"/>
    <w:rsid w:val="0026385B"/>
    <w:rsid w:val="00267D55"/>
    <w:rsid w:val="002734BC"/>
    <w:rsid w:val="00276AFE"/>
    <w:rsid w:val="00287C86"/>
    <w:rsid w:val="002912D6"/>
    <w:rsid w:val="002924B8"/>
    <w:rsid w:val="0029796E"/>
    <w:rsid w:val="002A08B3"/>
    <w:rsid w:val="002A13D9"/>
    <w:rsid w:val="002A28B9"/>
    <w:rsid w:val="002A3B57"/>
    <w:rsid w:val="002B2301"/>
    <w:rsid w:val="002B43C9"/>
    <w:rsid w:val="002B75F0"/>
    <w:rsid w:val="002B77CA"/>
    <w:rsid w:val="002C024B"/>
    <w:rsid w:val="002C04EE"/>
    <w:rsid w:val="002C31BF"/>
    <w:rsid w:val="002C5154"/>
    <w:rsid w:val="002C5F8A"/>
    <w:rsid w:val="002D122E"/>
    <w:rsid w:val="002D5F95"/>
    <w:rsid w:val="002D7FD6"/>
    <w:rsid w:val="002E0CD7"/>
    <w:rsid w:val="002E0CFB"/>
    <w:rsid w:val="002E18BA"/>
    <w:rsid w:val="002E5C7B"/>
    <w:rsid w:val="002F1367"/>
    <w:rsid w:val="002F42B7"/>
    <w:rsid w:val="002F4333"/>
    <w:rsid w:val="003038E0"/>
    <w:rsid w:val="0030722C"/>
    <w:rsid w:val="00307641"/>
    <w:rsid w:val="00311F11"/>
    <w:rsid w:val="00316901"/>
    <w:rsid w:val="00327047"/>
    <w:rsid w:val="00327EEF"/>
    <w:rsid w:val="0033201F"/>
    <w:rsid w:val="0033239F"/>
    <w:rsid w:val="0033244D"/>
    <w:rsid w:val="00333C1C"/>
    <w:rsid w:val="0033577B"/>
    <w:rsid w:val="0034274B"/>
    <w:rsid w:val="003434A4"/>
    <w:rsid w:val="0034719F"/>
    <w:rsid w:val="00350A35"/>
    <w:rsid w:val="0035410B"/>
    <w:rsid w:val="0035531B"/>
    <w:rsid w:val="0035544D"/>
    <w:rsid w:val="00355D2A"/>
    <w:rsid w:val="0035667D"/>
    <w:rsid w:val="003571D8"/>
    <w:rsid w:val="00357BC6"/>
    <w:rsid w:val="00361422"/>
    <w:rsid w:val="00361A66"/>
    <w:rsid w:val="0036288F"/>
    <w:rsid w:val="003646CE"/>
    <w:rsid w:val="003717A3"/>
    <w:rsid w:val="00371B48"/>
    <w:rsid w:val="0037545D"/>
    <w:rsid w:val="00382175"/>
    <w:rsid w:val="0038589C"/>
    <w:rsid w:val="00386FF1"/>
    <w:rsid w:val="00392730"/>
    <w:rsid w:val="00392EB6"/>
    <w:rsid w:val="00394382"/>
    <w:rsid w:val="00394D03"/>
    <w:rsid w:val="003956C6"/>
    <w:rsid w:val="003A2C23"/>
    <w:rsid w:val="003A4513"/>
    <w:rsid w:val="003A52AD"/>
    <w:rsid w:val="003A5A72"/>
    <w:rsid w:val="003B2141"/>
    <w:rsid w:val="003B412F"/>
    <w:rsid w:val="003C33F2"/>
    <w:rsid w:val="003C60A1"/>
    <w:rsid w:val="003D756E"/>
    <w:rsid w:val="003E0262"/>
    <w:rsid w:val="003E3CE3"/>
    <w:rsid w:val="003E420D"/>
    <w:rsid w:val="003E4C13"/>
    <w:rsid w:val="003E79F5"/>
    <w:rsid w:val="003F6F2A"/>
    <w:rsid w:val="00404BA2"/>
    <w:rsid w:val="004078F3"/>
    <w:rsid w:val="00411F17"/>
    <w:rsid w:val="004137A8"/>
    <w:rsid w:val="004142DA"/>
    <w:rsid w:val="00414C94"/>
    <w:rsid w:val="0042061D"/>
    <w:rsid w:val="00420CA5"/>
    <w:rsid w:val="00422118"/>
    <w:rsid w:val="00424898"/>
    <w:rsid w:val="00427794"/>
    <w:rsid w:val="00437EC7"/>
    <w:rsid w:val="004406E8"/>
    <w:rsid w:val="00440C6E"/>
    <w:rsid w:val="00447E41"/>
    <w:rsid w:val="00450F07"/>
    <w:rsid w:val="00452F69"/>
    <w:rsid w:val="00453CD3"/>
    <w:rsid w:val="00454716"/>
    <w:rsid w:val="00454BB9"/>
    <w:rsid w:val="00454F7F"/>
    <w:rsid w:val="00460660"/>
    <w:rsid w:val="0046126E"/>
    <w:rsid w:val="004648F5"/>
    <w:rsid w:val="00464BA9"/>
    <w:rsid w:val="00465FDD"/>
    <w:rsid w:val="00470647"/>
    <w:rsid w:val="004719CD"/>
    <w:rsid w:val="00474F4D"/>
    <w:rsid w:val="00483969"/>
    <w:rsid w:val="00483ED7"/>
    <w:rsid w:val="00486107"/>
    <w:rsid w:val="0049114E"/>
    <w:rsid w:val="00491827"/>
    <w:rsid w:val="00491DFB"/>
    <w:rsid w:val="00491EE3"/>
    <w:rsid w:val="004A2913"/>
    <w:rsid w:val="004B34E9"/>
    <w:rsid w:val="004C4399"/>
    <w:rsid w:val="004C787C"/>
    <w:rsid w:val="004D010F"/>
    <w:rsid w:val="004D5285"/>
    <w:rsid w:val="004D6090"/>
    <w:rsid w:val="004D6ADC"/>
    <w:rsid w:val="004E0BC1"/>
    <w:rsid w:val="004E4210"/>
    <w:rsid w:val="004E7A1F"/>
    <w:rsid w:val="004F1D17"/>
    <w:rsid w:val="004F1F2D"/>
    <w:rsid w:val="004F2D04"/>
    <w:rsid w:val="004F4568"/>
    <w:rsid w:val="004F4597"/>
    <w:rsid w:val="004F4B9B"/>
    <w:rsid w:val="004F5675"/>
    <w:rsid w:val="004F7597"/>
    <w:rsid w:val="00501B32"/>
    <w:rsid w:val="00502F7B"/>
    <w:rsid w:val="00503605"/>
    <w:rsid w:val="0050666E"/>
    <w:rsid w:val="00511AB9"/>
    <w:rsid w:val="00511E33"/>
    <w:rsid w:val="005123C2"/>
    <w:rsid w:val="005144DC"/>
    <w:rsid w:val="005145EE"/>
    <w:rsid w:val="00517DE6"/>
    <w:rsid w:val="005206F6"/>
    <w:rsid w:val="005210B3"/>
    <w:rsid w:val="00521958"/>
    <w:rsid w:val="00523096"/>
    <w:rsid w:val="00523A12"/>
    <w:rsid w:val="00523BB5"/>
    <w:rsid w:val="00523EA7"/>
    <w:rsid w:val="005360A1"/>
    <w:rsid w:val="005406EB"/>
    <w:rsid w:val="00540C01"/>
    <w:rsid w:val="00540DF4"/>
    <w:rsid w:val="005421B7"/>
    <w:rsid w:val="005434A6"/>
    <w:rsid w:val="00543F07"/>
    <w:rsid w:val="00553375"/>
    <w:rsid w:val="005534E7"/>
    <w:rsid w:val="005540AF"/>
    <w:rsid w:val="005540C6"/>
    <w:rsid w:val="005543C6"/>
    <w:rsid w:val="0055512E"/>
    <w:rsid w:val="00555884"/>
    <w:rsid w:val="00561A0E"/>
    <w:rsid w:val="00562A18"/>
    <w:rsid w:val="0056427F"/>
    <w:rsid w:val="00564BCA"/>
    <w:rsid w:val="00564DDD"/>
    <w:rsid w:val="005716ED"/>
    <w:rsid w:val="00572B6C"/>
    <w:rsid w:val="00572F04"/>
    <w:rsid w:val="005736B7"/>
    <w:rsid w:val="00575586"/>
    <w:rsid w:val="00575E5A"/>
    <w:rsid w:val="00577A3C"/>
    <w:rsid w:val="00580245"/>
    <w:rsid w:val="005A04D4"/>
    <w:rsid w:val="005A05E0"/>
    <w:rsid w:val="005A1F44"/>
    <w:rsid w:val="005A3D2F"/>
    <w:rsid w:val="005A4694"/>
    <w:rsid w:val="005B256C"/>
    <w:rsid w:val="005B3E86"/>
    <w:rsid w:val="005C0FF3"/>
    <w:rsid w:val="005C6997"/>
    <w:rsid w:val="005D3C39"/>
    <w:rsid w:val="005E3147"/>
    <w:rsid w:val="005E3E3A"/>
    <w:rsid w:val="005E6218"/>
    <w:rsid w:val="005E7D2F"/>
    <w:rsid w:val="005F2786"/>
    <w:rsid w:val="0060115D"/>
    <w:rsid w:val="00601A8C"/>
    <w:rsid w:val="00603159"/>
    <w:rsid w:val="0060566E"/>
    <w:rsid w:val="0061068E"/>
    <w:rsid w:val="006115D3"/>
    <w:rsid w:val="00617209"/>
    <w:rsid w:val="0062045C"/>
    <w:rsid w:val="00625BFC"/>
    <w:rsid w:val="00631306"/>
    <w:rsid w:val="00631EAA"/>
    <w:rsid w:val="00632163"/>
    <w:rsid w:val="00634C57"/>
    <w:rsid w:val="006370B4"/>
    <w:rsid w:val="00637E6B"/>
    <w:rsid w:val="00640B30"/>
    <w:rsid w:val="00640EB9"/>
    <w:rsid w:val="006452C0"/>
    <w:rsid w:val="0065239A"/>
    <w:rsid w:val="00652EFD"/>
    <w:rsid w:val="00653FD1"/>
    <w:rsid w:val="00655976"/>
    <w:rsid w:val="0065610E"/>
    <w:rsid w:val="00660AD3"/>
    <w:rsid w:val="00661304"/>
    <w:rsid w:val="0066145F"/>
    <w:rsid w:val="00667B23"/>
    <w:rsid w:val="006715C1"/>
    <w:rsid w:val="00673F7D"/>
    <w:rsid w:val="00674099"/>
    <w:rsid w:val="006776B6"/>
    <w:rsid w:val="006875E0"/>
    <w:rsid w:val="00693150"/>
    <w:rsid w:val="00696D77"/>
    <w:rsid w:val="006A0A5A"/>
    <w:rsid w:val="006A540D"/>
    <w:rsid w:val="006A5570"/>
    <w:rsid w:val="006A689C"/>
    <w:rsid w:val="006A7B21"/>
    <w:rsid w:val="006B0B03"/>
    <w:rsid w:val="006B3D79"/>
    <w:rsid w:val="006B4E24"/>
    <w:rsid w:val="006B4FEB"/>
    <w:rsid w:val="006B6FE4"/>
    <w:rsid w:val="006C055D"/>
    <w:rsid w:val="006C21E8"/>
    <w:rsid w:val="006C2343"/>
    <w:rsid w:val="006C442A"/>
    <w:rsid w:val="006C4639"/>
    <w:rsid w:val="006D6B85"/>
    <w:rsid w:val="006E0578"/>
    <w:rsid w:val="006E314D"/>
    <w:rsid w:val="006F0C54"/>
    <w:rsid w:val="006F2808"/>
    <w:rsid w:val="006F2B1F"/>
    <w:rsid w:val="006F439C"/>
    <w:rsid w:val="006F6B09"/>
    <w:rsid w:val="0070255F"/>
    <w:rsid w:val="007038DC"/>
    <w:rsid w:val="00706F4C"/>
    <w:rsid w:val="0070752A"/>
    <w:rsid w:val="00710723"/>
    <w:rsid w:val="00711119"/>
    <w:rsid w:val="007134A8"/>
    <w:rsid w:val="007134F3"/>
    <w:rsid w:val="00722E91"/>
    <w:rsid w:val="00723ED1"/>
    <w:rsid w:val="00726D5E"/>
    <w:rsid w:val="0073461B"/>
    <w:rsid w:val="007356BD"/>
    <w:rsid w:val="00740AF5"/>
    <w:rsid w:val="00741294"/>
    <w:rsid w:val="007432E5"/>
    <w:rsid w:val="00743525"/>
    <w:rsid w:val="00744F6A"/>
    <w:rsid w:val="00745555"/>
    <w:rsid w:val="007478C7"/>
    <w:rsid w:val="007541A2"/>
    <w:rsid w:val="00755818"/>
    <w:rsid w:val="0076286B"/>
    <w:rsid w:val="00766846"/>
    <w:rsid w:val="00766F4A"/>
    <w:rsid w:val="0076790E"/>
    <w:rsid w:val="00770AC9"/>
    <w:rsid w:val="0077382B"/>
    <w:rsid w:val="00773942"/>
    <w:rsid w:val="00773B17"/>
    <w:rsid w:val="00773DC0"/>
    <w:rsid w:val="00774789"/>
    <w:rsid w:val="00774C6C"/>
    <w:rsid w:val="0077673A"/>
    <w:rsid w:val="007834EC"/>
    <w:rsid w:val="007846E1"/>
    <w:rsid w:val="007847D6"/>
    <w:rsid w:val="0079069D"/>
    <w:rsid w:val="00796DC1"/>
    <w:rsid w:val="00797954"/>
    <w:rsid w:val="007A2107"/>
    <w:rsid w:val="007A5172"/>
    <w:rsid w:val="007A67A0"/>
    <w:rsid w:val="007B3A08"/>
    <w:rsid w:val="007B570C"/>
    <w:rsid w:val="007C0C96"/>
    <w:rsid w:val="007C1404"/>
    <w:rsid w:val="007D4C0E"/>
    <w:rsid w:val="007D5A8D"/>
    <w:rsid w:val="007E2234"/>
    <w:rsid w:val="007E4A6E"/>
    <w:rsid w:val="007E6155"/>
    <w:rsid w:val="007F11F0"/>
    <w:rsid w:val="007F15CE"/>
    <w:rsid w:val="007F3581"/>
    <w:rsid w:val="007F4F8F"/>
    <w:rsid w:val="007F56A7"/>
    <w:rsid w:val="008003BA"/>
    <w:rsid w:val="00800851"/>
    <w:rsid w:val="008022A7"/>
    <w:rsid w:val="008024CD"/>
    <w:rsid w:val="00803601"/>
    <w:rsid w:val="00804D39"/>
    <w:rsid w:val="00806BB5"/>
    <w:rsid w:val="00807DD0"/>
    <w:rsid w:val="00815C1B"/>
    <w:rsid w:val="00817F53"/>
    <w:rsid w:val="00820219"/>
    <w:rsid w:val="00821D01"/>
    <w:rsid w:val="00822B88"/>
    <w:rsid w:val="00824EB6"/>
    <w:rsid w:val="00826B7B"/>
    <w:rsid w:val="00831BA1"/>
    <w:rsid w:val="00831DE9"/>
    <w:rsid w:val="008334C3"/>
    <w:rsid w:val="00833899"/>
    <w:rsid w:val="008348CE"/>
    <w:rsid w:val="0084114D"/>
    <w:rsid w:val="00845C50"/>
    <w:rsid w:val="00846789"/>
    <w:rsid w:val="00851C18"/>
    <w:rsid w:val="008535C1"/>
    <w:rsid w:val="00855F84"/>
    <w:rsid w:val="00860F87"/>
    <w:rsid w:val="008638C9"/>
    <w:rsid w:val="00865509"/>
    <w:rsid w:val="00872044"/>
    <w:rsid w:val="0087262B"/>
    <w:rsid w:val="00876D73"/>
    <w:rsid w:val="00880C61"/>
    <w:rsid w:val="00887F36"/>
    <w:rsid w:val="008967BD"/>
    <w:rsid w:val="00896CDF"/>
    <w:rsid w:val="008A1D5E"/>
    <w:rsid w:val="008A295C"/>
    <w:rsid w:val="008A3568"/>
    <w:rsid w:val="008A4CB8"/>
    <w:rsid w:val="008A6963"/>
    <w:rsid w:val="008B10F6"/>
    <w:rsid w:val="008B2021"/>
    <w:rsid w:val="008B4CEC"/>
    <w:rsid w:val="008B60F5"/>
    <w:rsid w:val="008B7FF0"/>
    <w:rsid w:val="008C028A"/>
    <w:rsid w:val="008C0335"/>
    <w:rsid w:val="008C50F3"/>
    <w:rsid w:val="008C65BC"/>
    <w:rsid w:val="008C7EFE"/>
    <w:rsid w:val="008D03B9"/>
    <w:rsid w:val="008D30C7"/>
    <w:rsid w:val="008D4339"/>
    <w:rsid w:val="008D552B"/>
    <w:rsid w:val="008E1138"/>
    <w:rsid w:val="008F0019"/>
    <w:rsid w:val="008F18D6"/>
    <w:rsid w:val="008F2C9B"/>
    <w:rsid w:val="008F4F79"/>
    <w:rsid w:val="008F797B"/>
    <w:rsid w:val="00901A31"/>
    <w:rsid w:val="00903DBA"/>
    <w:rsid w:val="00904780"/>
    <w:rsid w:val="0090635B"/>
    <w:rsid w:val="00913BB6"/>
    <w:rsid w:val="00915342"/>
    <w:rsid w:val="00920DEB"/>
    <w:rsid w:val="00922230"/>
    <w:rsid w:val="00922385"/>
    <w:rsid w:val="009223DF"/>
    <w:rsid w:val="00922500"/>
    <w:rsid w:val="00923702"/>
    <w:rsid w:val="00923BA3"/>
    <w:rsid w:val="00930088"/>
    <w:rsid w:val="00930B79"/>
    <w:rsid w:val="00931321"/>
    <w:rsid w:val="00935206"/>
    <w:rsid w:val="00936091"/>
    <w:rsid w:val="00940D8A"/>
    <w:rsid w:val="00941491"/>
    <w:rsid w:val="00962258"/>
    <w:rsid w:val="00964860"/>
    <w:rsid w:val="009678B7"/>
    <w:rsid w:val="00967F96"/>
    <w:rsid w:val="0097252F"/>
    <w:rsid w:val="0097735F"/>
    <w:rsid w:val="00981B11"/>
    <w:rsid w:val="00984C92"/>
    <w:rsid w:val="00985763"/>
    <w:rsid w:val="00986873"/>
    <w:rsid w:val="00987AA0"/>
    <w:rsid w:val="00990050"/>
    <w:rsid w:val="00991364"/>
    <w:rsid w:val="009915D0"/>
    <w:rsid w:val="00992D9C"/>
    <w:rsid w:val="00996CB8"/>
    <w:rsid w:val="009A0AA7"/>
    <w:rsid w:val="009A27BB"/>
    <w:rsid w:val="009A634D"/>
    <w:rsid w:val="009A6F6F"/>
    <w:rsid w:val="009B2E97"/>
    <w:rsid w:val="009B5146"/>
    <w:rsid w:val="009C0F4D"/>
    <w:rsid w:val="009C2821"/>
    <w:rsid w:val="009C2EBC"/>
    <w:rsid w:val="009C418E"/>
    <w:rsid w:val="009C442C"/>
    <w:rsid w:val="009C7D84"/>
    <w:rsid w:val="009D20A1"/>
    <w:rsid w:val="009D3133"/>
    <w:rsid w:val="009D57C5"/>
    <w:rsid w:val="009E07F4"/>
    <w:rsid w:val="009E1AD2"/>
    <w:rsid w:val="009E1AEE"/>
    <w:rsid w:val="009E3C1B"/>
    <w:rsid w:val="009E50B5"/>
    <w:rsid w:val="009F1162"/>
    <w:rsid w:val="009F24F5"/>
    <w:rsid w:val="009F3073"/>
    <w:rsid w:val="009F309B"/>
    <w:rsid w:val="009F36D5"/>
    <w:rsid w:val="009F392E"/>
    <w:rsid w:val="009F4CC5"/>
    <w:rsid w:val="009F53C5"/>
    <w:rsid w:val="00A00A22"/>
    <w:rsid w:val="00A066DE"/>
    <w:rsid w:val="00A0740E"/>
    <w:rsid w:val="00A12463"/>
    <w:rsid w:val="00A15641"/>
    <w:rsid w:val="00A25EF2"/>
    <w:rsid w:val="00A31038"/>
    <w:rsid w:val="00A35C44"/>
    <w:rsid w:val="00A4050F"/>
    <w:rsid w:val="00A40C1B"/>
    <w:rsid w:val="00A43668"/>
    <w:rsid w:val="00A450D7"/>
    <w:rsid w:val="00A50641"/>
    <w:rsid w:val="00A530BF"/>
    <w:rsid w:val="00A53265"/>
    <w:rsid w:val="00A57CA2"/>
    <w:rsid w:val="00A6177B"/>
    <w:rsid w:val="00A66136"/>
    <w:rsid w:val="00A661DE"/>
    <w:rsid w:val="00A66C72"/>
    <w:rsid w:val="00A71189"/>
    <w:rsid w:val="00A7364A"/>
    <w:rsid w:val="00A74DCC"/>
    <w:rsid w:val="00A753ED"/>
    <w:rsid w:val="00A77512"/>
    <w:rsid w:val="00A85121"/>
    <w:rsid w:val="00A94C2F"/>
    <w:rsid w:val="00A95C0A"/>
    <w:rsid w:val="00AA3E17"/>
    <w:rsid w:val="00AA4CBB"/>
    <w:rsid w:val="00AA65FA"/>
    <w:rsid w:val="00AA7351"/>
    <w:rsid w:val="00AA7A82"/>
    <w:rsid w:val="00AB077D"/>
    <w:rsid w:val="00AB1063"/>
    <w:rsid w:val="00AB3F2C"/>
    <w:rsid w:val="00AB5D5D"/>
    <w:rsid w:val="00AC2370"/>
    <w:rsid w:val="00AC2855"/>
    <w:rsid w:val="00AC4571"/>
    <w:rsid w:val="00AD056F"/>
    <w:rsid w:val="00AD0C7B"/>
    <w:rsid w:val="00AD1771"/>
    <w:rsid w:val="00AD1786"/>
    <w:rsid w:val="00AD3033"/>
    <w:rsid w:val="00AD3565"/>
    <w:rsid w:val="00AD45A2"/>
    <w:rsid w:val="00AD5F1A"/>
    <w:rsid w:val="00AD6731"/>
    <w:rsid w:val="00AD792A"/>
    <w:rsid w:val="00AE1D4A"/>
    <w:rsid w:val="00AE3BB4"/>
    <w:rsid w:val="00AE7E95"/>
    <w:rsid w:val="00AF1635"/>
    <w:rsid w:val="00AF4D4A"/>
    <w:rsid w:val="00AF7036"/>
    <w:rsid w:val="00B008D5"/>
    <w:rsid w:val="00B028AC"/>
    <w:rsid w:val="00B02D4E"/>
    <w:rsid w:val="00B02F73"/>
    <w:rsid w:val="00B035B6"/>
    <w:rsid w:val="00B0619F"/>
    <w:rsid w:val="00B10D66"/>
    <w:rsid w:val="00B13A26"/>
    <w:rsid w:val="00B15D0D"/>
    <w:rsid w:val="00B17555"/>
    <w:rsid w:val="00B17FE9"/>
    <w:rsid w:val="00B22106"/>
    <w:rsid w:val="00B22DEE"/>
    <w:rsid w:val="00B2309B"/>
    <w:rsid w:val="00B25660"/>
    <w:rsid w:val="00B25CD4"/>
    <w:rsid w:val="00B35591"/>
    <w:rsid w:val="00B37072"/>
    <w:rsid w:val="00B429CF"/>
    <w:rsid w:val="00B448FF"/>
    <w:rsid w:val="00B51DAC"/>
    <w:rsid w:val="00B52A86"/>
    <w:rsid w:val="00B5431A"/>
    <w:rsid w:val="00B60046"/>
    <w:rsid w:val="00B61530"/>
    <w:rsid w:val="00B62104"/>
    <w:rsid w:val="00B63538"/>
    <w:rsid w:val="00B645BC"/>
    <w:rsid w:val="00B649D5"/>
    <w:rsid w:val="00B70267"/>
    <w:rsid w:val="00B70333"/>
    <w:rsid w:val="00B75EE1"/>
    <w:rsid w:val="00B76360"/>
    <w:rsid w:val="00B77110"/>
    <w:rsid w:val="00B77481"/>
    <w:rsid w:val="00B77C6D"/>
    <w:rsid w:val="00B80502"/>
    <w:rsid w:val="00B80E53"/>
    <w:rsid w:val="00B80ECA"/>
    <w:rsid w:val="00B829AA"/>
    <w:rsid w:val="00B82A36"/>
    <w:rsid w:val="00B84D13"/>
    <w:rsid w:val="00B8518B"/>
    <w:rsid w:val="00B86477"/>
    <w:rsid w:val="00B9273E"/>
    <w:rsid w:val="00B96DAE"/>
    <w:rsid w:val="00B97CC3"/>
    <w:rsid w:val="00BA6103"/>
    <w:rsid w:val="00BB4AF2"/>
    <w:rsid w:val="00BC06C4"/>
    <w:rsid w:val="00BC1FE7"/>
    <w:rsid w:val="00BC663E"/>
    <w:rsid w:val="00BC6D2B"/>
    <w:rsid w:val="00BD08A4"/>
    <w:rsid w:val="00BD4E9E"/>
    <w:rsid w:val="00BD4F07"/>
    <w:rsid w:val="00BD5A0E"/>
    <w:rsid w:val="00BD7E91"/>
    <w:rsid w:val="00BD7F0D"/>
    <w:rsid w:val="00BE27E7"/>
    <w:rsid w:val="00BE49F4"/>
    <w:rsid w:val="00BE59E2"/>
    <w:rsid w:val="00BF1486"/>
    <w:rsid w:val="00BF1527"/>
    <w:rsid w:val="00BF475E"/>
    <w:rsid w:val="00C02D0A"/>
    <w:rsid w:val="00C03A6E"/>
    <w:rsid w:val="00C04BBD"/>
    <w:rsid w:val="00C20224"/>
    <w:rsid w:val="00C2152A"/>
    <w:rsid w:val="00C226C0"/>
    <w:rsid w:val="00C22FDB"/>
    <w:rsid w:val="00C233F3"/>
    <w:rsid w:val="00C26B03"/>
    <w:rsid w:val="00C31791"/>
    <w:rsid w:val="00C32135"/>
    <w:rsid w:val="00C33988"/>
    <w:rsid w:val="00C34047"/>
    <w:rsid w:val="00C415A5"/>
    <w:rsid w:val="00C4169D"/>
    <w:rsid w:val="00C42FE6"/>
    <w:rsid w:val="00C43DED"/>
    <w:rsid w:val="00C44F6A"/>
    <w:rsid w:val="00C46478"/>
    <w:rsid w:val="00C57268"/>
    <w:rsid w:val="00C600EB"/>
    <w:rsid w:val="00C6198E"/>
    <w:rsid w:val="00C64029"/>
    <w:rsid w:val="00C67C82"/>
    <w:rsid w:val="00C7077F"/>
    <w:rsid w:val="00C708EA"/>
    <w:rsid w:val="00C7216F"/>
    <w:rsid w:val="00C776E5"/>
    <w:rsid w:val="00C778A5"/>
    <w:rsid w:val="00C81F29"/>
    <w:rsid w:val="00C828A8"/>
    <w:rsid w:val="00C95162"/>
    <w:rsid w:val="00C972BA"/>
    <w:rsid w:val="00CB2B9A"/>
    <w:rsid w:val="00CB3151"/>
    <w:rsid w:val="00CB4FC1"/>
    <w:rsid w:val="00CB51FD"/>
    <w:rsid w:val="00CB6A37"/>
    <w:rsid w:val="00CB7684"/>
    <w:rsid w:val="00CC1703"/>
    <w:rsid w:val="00CC4380"/>
    <w:rsid w:val="00CC7C8F"/>
    <w:rsid w:val="00CD1C73"/>
    <w:rsid w:val="00CD1FC4"/>
    <w:rsid w:val="00CD4FA0"/>
    <w:rsid w:val="00CE22D6"/>
    <w:rsid w:val="00CE6801"/>
    <w:rsid w:val="00CF06BF"/>
    <w:rsid w:val="00CF0E6A"/>
    <w:rsid w:val="00CF4237"/>
    <w:rsid w:val="00CF4857"/>
    <w:rsid w:val="00D0309D"/>
    <w:rsid w:val="00D034A0"/>
    <w:rsid w:val="00D10A2D"/>
    <w:rsid w:val="00D139AC"/>
    <w:rsid w:val="00D145E1"/>
    <w:rsid w:val="00D160B9"/>
    <w:rsid w:val="00D21061"/>
    <w:rsid w:val="00D21732"/>
    <w:rsid w:val="00D264F3"/>
    <w:rsid w:val="00D316D8"/>
    <w:rsid w:val="00D37B14"/>
    <w:rsid w:val="00D4108E"/>
    <w:rsid w:val="00D422D0"/>
    <w:rsid w:val="00D42A7D"/>
    <w:rsid w:val="00D46999"/>
    <w:rsid w:val="00D55DEE"/>
    <w:rsid w:val="00D57BFB"/>
    <w:rsid w:val="00D6163D"/>
    <w:rsid w:val="00D6259C"/>
    <w:rsid w:val="00D66213"/>
    <w:rsid w:val="00D741F2"/>
    <w:rsid w:val="00D82671"/>
    <w:rsid w:val="00D831A3"/>
    <w:rsid w:val="00D83602"/>
    <w:rsid w:val="00D84F85"/>
    <w:rsid w:val="00D8584F"/>
    <w:rsid w:val="00D97BE3"/>
    <w:rsid w:val="00DA3002"/>
    <w:rsid w:val="00DA3711"/>
    <w:rsid w:val="00DB619A"/>
    <w:rsid w:val="00DD0124"/>
    <w:rsid w:val="00DD46F3"/>
    <w:rsid w:val="00DD7015"/>
    <w:rsid w:val="00DE09F7"/>
    <w:rsid w:val="00DE0DFE"/>
    <w:rsid w:val="00DE51A5"/>
    <w:rsid w:val="00DE56F2"/>
    <w:rsid w:val="00DE6A35"/>
    <w:rsid w:val="00DF116D"/>
    <w:rsid w:val="00DF6F9A"/>
    <w:rsid w:val="00E008AF"/>
    <w:rsid w:val="00E009D2"/>
    <w:rsid w:val="00E01EA1"/>
    <w:rsid w:val="00E166CB"/>
    <w:rsid w:val="00E16AEB"/>
    <w:rsid w:val="00E16FF7"/>
    <w:rsid w:val="00E17775"/>
    <w:rsid w:val="00E20091"/>
    <w:rsid w:val="00E22C30"/>
    <w:rsid w:val="00E26D68"/>
    <w:rsid w:val="00E34F98"/>
    <w:rsid w:val="00E359F8"/>
    <w:rsid w:val="00E429D1"/>
    <w:rsid w:val="00E437B0"/>
    <w:rsid w:val="00E44045"/>
    <w:rsid w:val="00E4520D"/>
    <w:rsid w:val="00E47443"/>
    <w:rsid w:val="00E572D2"/>
    <w:rsid w:val="00E618C4"/>
    <w:rsid w:val="00E65C8C"/>
    <w:rsid w:val="00E67585"/>
    <w:rsid w:val="00E7218A"/>
    <w:rsid w:val="00E75F5C"/>
    <w:rsid w:val="00E842A5"/>
    <w:rsid w:val="00E878EE"/>
    <w:rsid w:val="00E90113"/>
    <w:rsid w:val="00E97DE1"/>
    <w:rsid w:val="00EA0840"/>
    <w:rsid w:val="00EA6EC7"/>
    <w:rsid w:val="00EB0647"/>
    <w:rsid w:val="00EB104F"/>
    <w:rsid w:val="00EB138E"/>
    <w:rsid w:val="00EB46E5"/>
    <w:rsid w:val="00EB5D4D"/>
    <w:rsid w:val="00EB7A62"/>
    <w:rsid w:val="00EC10AE"/>
    <w:rsid w:val="00EC53CE"/>
    <w:rsid w:val="00ED0703"/>
    <w:rsid w:val="00ED116C"/>
    <w:rsid w:val="00ED14BD"/>
    <w:rsid w:val="00ED2C54"/>
    <w:rsid w:val="00ED560A"/>
    <w:rsid w:val="00ED6360"/>
    <w:rsid w:val="00ED72F4"/>
    <w:rsid w:val="00EE1689"/>
    <w:rsid w:val="00EE2244"/>
    <w:rsid w:val="00EE3C5F"/>
    <w:rsid w:val="00EE7872"/>
    <w:rsid w:val="00EE7882"/>
    <w:rsid w:val="00EF47C8"/>
    <w:rsid w:val="00F016C7"/>
    <w:rsid w:val="00F063DF"/>
    <w:rsid w:val="00F10664"/>
    <w:rsid w:val="00F12DEC"/>
    <w:rsid w:val="00F14DC4"/>
    <w:rsid w:val="00F1715C"/>
    <w:rsid w:val="00F17E8A"/>
    <w:rsid w:val="00F212C3"/>
    <w:rsid w:val="00F25AA0"/>
    <w:rsid w:val="00F310F8"/>
    <w:rsid w:val="00F3318D"/>
    <w:rsid w:val="00F348C0"/>
    <w:rsid w:val="00F35939"/>
    <w:rsid w:val="00F432DB"/>
    <w:rsid w:val="00F45607"/>
    <w:rsid w:val="00F46000"/>
    <w:rsid w:val="00F4722B"/>
    <w:rsid w:val="00F529D9"/>
    <w:rsid w:val="00F54432"/>
    <w:rsid w:val="00F55617"/>
    <w:rsid w:val="00F55633"/>
    <w:rsid w:val="00F569C6"/>
    <w:rsid w:val="00F64E2B"/>
    <w:rsid w:val="00F659EB"/>
    <w:rsid w:val="00F66640"/>
    <w:rsid w:val="00F67ED4"/>
    <w:rsid w:val="00F76C56"/>
    <w:rsid w:val="00F77C59"/>
    <w:rsid w:val="00F85E81"/>
    <w:rsid w:val="00F86BA6"/>
    <w:rsid w:val="00F93E20"/>
    <w:rsid w:val="00F94072"/>
    <w:rsid w:val="00F9563F"/>
    <w:rsid w:val="00FB1188"/>
    <w:rsid w:val="00FB6342"/>
    <w:rsid w:val="00FC6389"/>
    <w:rsid w:val="00FC757D"/>
    <w:rsid w:val="00FD62E3"/>
    <w:rsid w:val="00FE4333"/>
    <w:rsid w:val="00FE6AEC"/>
    <w:rsid w:val="00FE7877"/>
    <w:rsid w:val="00FF2A62"/>
    <w:rsid w:val="00FF5362"/>
    <w:rsid w:val="00FF6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BC2D4D"/>
  <w14:defaultImageDpi w14:val="32767"/>
  <w15:docId w15:val="{374C9DC6-A5AD-48F0-A0D1-36A308CEA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535C1"/>
  </w:style>
  <w:style w:type="paragraph" w:customStyle="1" w:styleId="Odrka1-4">
    <w:name w:val="_Odrážka_1-4_•"/>
    <w:basedOn w:val="Odrka1-1"/>
    <w:qFormat/>
    <w:rsid w:val="00B6210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291979">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27821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A9CAEDE-BE57-4E9A-8876-D2635F5C4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41</Pages>
  <Words>17189</Words>
  <Characters>101418</Characters>
  <Application>Microsoft Office Word</Application>
  <DocSecurity>0</DocSecurity>
  <Lines>845</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cp:revision>
  <cp:lastPrinted>2021-01-07T08:07:00Z</cp:lastPrinted>
  <dcterms:created xsi:type="dcterms:W3CDTF">2021-01-21T16:18:00Z</dcterms:created>
  <dcterms:modified xsi:type="dcterms:W3CDTF">2021-01-21T16:28:00Z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