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AEAADF4E79945DBA07801B7E4144DE6"/>
        </w:placeholder>
        <w:text/>
      </w:sdtPr>
      <w:sdtEndPr>
        <w:rPr>
          <w:rStyle w:val="Nzevakce"/>
        </w:rPr>
      </w:sdtEndPr>
      <w:sdtContent>
        <w:p w:rsidR="00CF0EF4" w:rsidRDefault="004B23E0" w:rsidP="00CF0EF4">
          <w:pPr>
            <w:pStyle w:val="Tituldatum"/>
          </w:pPr>
          <w:r w:rsidRPr="004B23E0">
            <w:rPr>
              <w:rStyle w:val="Nzevakce"/>
            </w:rPr>
            <w:t>Brno-Maloměřice St.6 – Adamov, BC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>Datum vydání</w:t>
      </w:r>
      <w:r w:rsidRPr="004B23E0">
        <w:t xml:space="preserve">: </w:t>
      </w:r>
      <w:r w:rsidRPr="004B23E0">
        <w:tab/>
      </w:r>
      <w:r w:rsidR="004B23E0" w:rsidRPr="004B23E0">
        <w:t>15</w:t>
      </w:r>
      <w:r w:rsidRPr="004B23E0">
        <w:t xml:space="preserve">. </w:t>
      </w:r>
      <w:r w:rsidR="004B23E0" w:rsidRPr="004B23E0">
        <w:t>12</w:t>
      </w:r>
      <w:r w:rsidRPr="004B23E0">
        <w:t>. 20</w:t>
      </w:r>
      <w:r w:rsidR="00A616BE" w:rsidRPr="004B23E0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E3D7B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E3D7B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E3D7B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E3D7B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E3D7B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E3D7B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3E3D7B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4B23E0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4B23E0">
      <w:pPr>
        <w:pStyle w:val="ZTPinfo-text-odr"/>
        <w:numPr>
          <w:ilvl w:val="0"/>
          <w:numId w:val="0"/>
        </w:numPr>
        <w:ind w:left="720"/>
      </w:pPr>
    </w:p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A51CFC" w:rsidRDefault="005E07BA" w:rsidP="004B23E0">
      <w:pPr>
        <w:pStyle w:val="Text2-1"/>
      </w:pPr>
      <w:r>
        <w:lastRenderedPageBreak/>
        <w:t xml:space="preserve">Soupis </w:t>
      </w:r>
      <w:r w:rsidRPr="00A51CFC">
        <w:t>prací je jako součást zadávací dokumentace uve</w:t>
      </w:r>
      <w:r w:rsidR="001D1F8C" w:rsidRPr="00A51CFC">
        <w:t>řejněn na profilu zadavatele, a </w:t>
      </w:r>
      <w:r w:rsidRPr="00A51CFC">
        <w:t xml:space="preserve">to v </w:t>
      </w:r>
      <w:r w:rsidR="009F0603" w:rsidRPr="00A51CFC">
        <w:t>elektronické</w:t>
      </w:r>
      <w:r w:rsidRPr="00A51CFC">
        <w:t xml:space="preserve"> podobě v otevřené (editovatelné) formě ve formátu *.xls a *.xml (struktura dat dle datového předpisu XDC).</w:t>
      </w:r>
      <w:bookmarkStart w:id="10" w:name="_GoBack"/>
      <w:bookmarkEnd w:id="10"/>
    </w:p>
    <w:p w:rsidR="004D771B" w:rsidRPr="00A51CFC" w:rsidRDefault="005531A9" w:rsidP="005531A9">
      <w:pPr>
        <w:pStyle w:val="Text2-1"/>
      </w:pPr>
      <w:r w:rsidRPr="003E3D7B">
        <w:rPr>
          <w:color w:val="FF0000"/>
        </w:rPr>
        <w:t>Uchazeč nebude oceňovat soupisy prací pro SO 90-14-02 a 90-14-03, neboť tyto SO nejsou předmětem Díla. Dále nebudou oceňovány vybrané položky u SO 04-29-01 a u SO 04-29-02; viz popis položek v soupisech prací.</w:t>
      </w:r>
    </w:p>
    <w:p w:rsidR="005E07BA" w:rsidRPr="00A51CFC" w:rsidRDefault="005E07BA" w:rsidP="005E07BA">
      <w:pPr>
        <w:pStyle w:val="Nadpis2-1"/>
      </w:pPr>
      <w:bookmarkStart w:id="11" w:name="_Toc24020717"/>
      <w:r w:rsidRPr="00A51CFC"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3E0" w:rsidRDefault="004B23E0" w:rsidP="00962258">
      <w:pPr>
        <w:spacing w:after="0" w:line="240" w:lineRule="auto"/>
      </w:pPr>
      <w:r>
        <w:separator/>
      </w:r>
    </w:p>
  </w:endnote>
  <w:endnote w:type="continuationSeparator" w:id="0">
    <w:p w:rsidR="004B23E0" w:rsidRDefault="004B23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3D7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3D7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3E3D7B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3E3D7B">
            <w:rPr>
              <w:b/>
              <w:bCs/>
              <w:noProof/>
            </w:rPr>
            <w:t>Brno-Maloměřice St</w:t>
          </w:r>
          <w:r>
            <w:rPr>
              <w:noProof/>
            </w:rPr>
            <w:t>.6 – Adamov, BC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3E3D7B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3E3D7B">
            <w:rPr>
              <w:b/>
              <w:bCs/>
              <w:noProof/>
            </w:rPr>
            <w:t>Brno-Maloměřice St</w:t>
          </w:r>
          <w:r>
            <w:rPr>
              <w:noProof/>
            </w:rPr>
            <w:t>.6 – Adamov, BC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3D7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3D7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3E0" w:rsidRDefault="004B23E0" w:rsidP="00962258">
      <w:pPr>
        <w:spacing w:after="0" w:line="240" w:lineRule="auto"/>
      </w:pPr>
      <w:r>
        <w:separator/>
      </w:r>
    </w:p>
  </w:footnote>
  <w:footnote w:type="continuationSeparator" w:id="0">
    <w:p w:rsidR="004B23E0" w:rsidRDefault="004B23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E0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3D7B"/>
    <w:rsid w:val="003E420D"/>
    <w:rsid w:val="003E4C13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B23E0"/>
    <w:rsid w:val="004C4399"/>
    <w:rsid w:val="004C7451"/>
    <w:rsid w:val="004C787C"/>
    <w:rsid w:val="004D771B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1A9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73DE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0B0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1CFC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36E2"/>
    <w:rsid w:val="00C86EDA"/>
    <w:rsid w:val="00C90F19"/>
    <w:rsid w:val="00C95162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033D1B98-7AF9-4183-8AFF-3DC95D1F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EAADF4E79945DBA07801B7E4144D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50A578-4A4A-4A56-BC19-2291C0E34D2A}"/>
      </w:docPartPr>
      <w:docPartBody>
        <w:p w:rsidR="000A08D8" w:rsidRDefault="000A08D8">
          <w:pPr>
            <w:pStyle w:val="9AEAADF4E79945DBA07801B7E4144DE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D8"/>
    <w:rsid w:val="000A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AEAADF4E79945DBA07801B7E4144DE6">
    <w:name w:val="9AEAADF4E79945DBA07801B7E4144D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E32A73-7F21-4A10-A30B-3F703904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1863</Words>
  <Characters>10995</Characters>
  <Application>Microsoft Office Word</Application>
  <DocSecurity>0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Klimeš Jaroslav, JUDr.</dc:creator>
  <cp:lastModifiedBy>Klimeš Jaroslav, JUDr.</cp:lastModifiedBy>
  <cp:revision>3</cp:revision>
  <cp:lastPrinted>2019-03-13T10:28:00Z</cp:lastPrinted>
  <dcterms:created xsi:type="dcterms:W3CDTF">2021-01-21T11:30:00Z</dcterms:created>
  <dcterms:modified xsi:type="dcterms:W3CDTF">2021-01-21T12:00:00Z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