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41DB7412" w:rsidR="00F862D6" w:rsidRPr="006E61FB" w:rsidRDefault="000A7889" w:rsidP="007C4292">
            <w:pPr>
              <w:rPr>
                <w:highlight w:val="yellow"/>
              </w:rPr>
            </w:pPr>
            <w:r w:rsidRPr="000A7889">
              <w:rPr>
                <w:rFonts w:ascii="Helvetica" w:hAnsi="Helvetica"/>
              </w:rPr>
              <w:t>1244/2021-SŽ-SSV-Ú3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0A7889" w:rsidRDefault="00F862D6" w:rsidP="0077673A">
            <w:r w:rsidRPr="000A7889">
              <w:t>Listů/příloh</w:t>
            </w:r>
          </w:p>
        </w:tc>
        <w:tc>
          <w:tcPr>
            <w:tcW w:w="2552" w:type="dxa"/>
          </w:tcPr>
          <w:p w14:paraId="72167A7E" w14:textId="0A45358C" w:rsidR="00F862D6" w:rsidRPr="000A7889" w:rsidRDefault="00393BE8" w:rsidP="00CC1E2B">
            <w:r w:rsidRPr="000A7889">
              <w:t>3/3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766C847A" w:rsidR="009A7568" w:rsidRPr="003E6B9A" w:rsidRDefault="001C1847" w:rsidP="00B76B53">
            <w:bookmarkStart w:id="0" w:name="Datum"/>
            <w:r>
              <w:t>21</w:t>
            </w:r>
            <w:r w:rsidR="00F055EF"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01B0B37B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C1847">
        <w:rPr>
          <w:rFonts w:eastAsia="Times New Roman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6D1A14">
      <w:pPr>
        <w:spacing w:after="0"/>
        <w:rPr>
          <w:rFonts w:eastAsia="Calibri" w:cs="Times New Roman"/>
          <w:b/>
          <w:lang w:eastAsia="cs-CZ"/>
        </w:rPr>
      </w:pPr>
    </w:p>
    <w:p w14:paraId="50C04094" w14:textId="2AE2DEF3" w:rsidR="00BD5319" w:rsidRPr="00BD5319" w:rsidRDefault="00BD5319" w:rsidP="006D1A14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6</w:t>
      </w:r>
      <w:r w:rsidR="001C1847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5351D8FC" w14:textId="77777777" w:rsidR="001C1847" w:rsidRPr="001C1847" w:rsidRDefault="001C1847" w:rsidP="006D1A14">
      <w:pPr>
        <w:spacing w:after="0"/>
        <w:rPr>
          <w:rFonts w:eastAsia="Times New Roman"/>
        </w:rPr>
      </w:pPr>
      <w:r w:rsidRPr="001C1847">
        <w:rPr>
          <w:rFonts w:eastAsia="Times New Roman"/>
        </w:rPr>
        <w:t>Dle plánovaného POV stavby je uvedení nového staničního zabezpečovacího zařízení do provozu v srpnu 2021.</w:t>
      </w:r>
    </w:p>
    <w:p w14:paraId="05FE2CFE" w14:textId="77777777" w:rsidR="001C1847" w:rsidRPr="001C1847" w:rsidRDefault="001C1847" w:rsidP="006D1A14">
      <w:pPr>
        <w:spacing w:after="0"/>
        <w:rPr>
          <w:rFonts w:eastAsia="Times New Roman"/>
        </w:rPr>
      </w:pPr>
      <w:r w:rsidRPr="001C1847">
        <w:rPr>
          <w:rFonts w:eastAsia="Times New Roman"/>
        </w:rPr>
        <w:t>Přípravu technologické místnosti pro nové SZZ je možno provést až po realizaci připravované stavby OŘ Olomouc "</w:t>
      </w:r>
      <w:proofErr w:type="spellStart"/>
      <w:r w:rsidRPr="001C1847">
        <w:rPr>
          <w:rFonts w:eastAsia="Times New Roman"/>
        </w:rPr>
        <w:t>Žst</w:t>
      </w:r>
      <w:proofErr w:type="spellEnd"/>
      <w:r w:rsidRPr="001C1847">
        <w:rPr>
          <w:rFonts w:eastAsia="Times New Roman"/>
        </w:rPr>
        <w:t>. Holešov - oprava výpravní budovy".</w:t>
      </w:r>
    </w:p>
    <w:p w14:paraId="004875AB" w14:textId="79AE7FC6" w:rsidR="00B76B53" w:rsidRDefault="001C1847" w:rsidP="006D1A14">
      <w:pPr>
        <w:spacing w:after="0"/>
        <w:rPr>
          <w:rFonts w:eastAsia="Times New Roman"/>
        </w:rPr>
      </w:pPr>
      <w:r w:rsidRPr="001C1847">
        <w:rPr>
          <w:rFonts w:eastAsia="Times New Roman"/>
        </w:rPr>
        <w:t>Vzhledem k této skutečnosti žádáme zadavatele o přehodnocení plánovaných termínů stavebních postupů a s tím souvisejících termínů provedení stavebních prací při realizaci této stavby a to včetně aktivace definitivního zabezpečovacího zařízení.</w:t>
      </w:r>
    </w:p>
    <w:p w14:paraId="3668BE6D" w14:textId="77777777" w:rsidR="001C1847" w:rsidRPr="00BD5319" w:rsidRDefault="001C1847" w:rsidP="006D1A14">
      <w:pPr>
        <w:spacing w:after="0"/>
        <w:rPr>
          <w:rFonts w:eastAsia="Calibri" w:cs="Times New Roman"/>
          <w:b/>
          <w:lang w:eastAsia="cs-CZ"/>
        </w:rPr>
      </w:pPr>
    </w:p>
    <w:p w14:paraId="42E1539E" w14:textId="77777777" w:rsidR="006D1A14" w:rsidRDefault="00BD5319" w:rsidP="006D1A14">
      <w:pPr>
        <w:spacing w:after="0"/>
        <w:rPr>
          <w:rFonts w:eastAsia="Calibri" w:cs="Times New Roman"/>
          <w:b/>
          <w:lang w:eastAsia="cs-CZ"/>
        </w:rPr>
      </w:pPr>
      <w:bookmarkStart w:id="1" w:name="_Hlk61000889"/>
      <w:r w:rsidRPr="00C65812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1BE8BD99" w14:textId="3140E255" w:rsidR="00FC79CF" w:rsidRPr="001629F0" w:rsidRDefault="001A4E81" w:rsidP="006D1A14">
      <w:pPr>
        <w:spacing w:after="0"/>
        <w:rPr>
          <w:rFonts w:eastAsia="Calibri" w:cs="Times New Roman"/>
          <w:b/>
          <w:lang w:eastAsia="cs-CZ"/>
        </w:rPr>
      </w:pPr>
      <w:r w:rsidRPr="001A4E81">
        <w:rPr>
          <w:rFonts w:eastAsia="Calibri" w:cs="Times New Roman"/>
          <w:lang w:eastAsia="cs-CZ"/>
        </w:rPr>
        <w:t>Zadavatel bere uvedené skutečnosti na vědomí a zahájil jejich prověření včetně získání přesných podkladů pro podání kvalifikované odpovědi. Z tohoto důvodu zadavatel prodlužuje lhůtu pro podání nabídek o 10 pracovních dnů. V této lhůtě zadavatel zveřejní aktualizované informace týkající se POV stavby a upřesní další postup.</w:t>
      </w:r>
    </w:p>
    <w:p w14:paraId="39932033" w14:textId="68781CBD" w:rsidR="006D1A14" w:rsidRDefault="006D1A14" w:rsidP="006D1A14">
      <w:pPr>
        <w:spacing w:after="0"/>
        <w:rPr>
          <w:rFonts w:eastAsia="Calibri" w:cs="Times New Roman"/>
          <w:b/>
          <w:lang w:eastAsia="cs-CZ"/>
        </w:rPr>
      </w:pPr>
    </w:p>
    <w:p w14:paraId="62F36B61" w14:textId="77777777" w:rsidR="001A4E81" w:rsidRDefault="001A4E81" w:rsidP="006D1A14">
      <w:pPr>
        <w:spacing w:after="0"/>
        <w:rPr>
          <w:rFonts w:eastAsia="Calibri" w:cs="Times New Roman"/>
          <w:b/>
          <w:lang w:eastAsia="cs-CZ"/>
        </w:rPr>
      </w:pPr>
    </w:p>
    <w:p w14:paraId="7ED2B4D2" w14:textId="1C60686F" w:rsidR="000B5459" w:rsidRPr="00BD5319" w:rsidRDefault="000B5459" w:rsidP="006D1A14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67</w:t>
      </w:r>
      <w:r w:rsidRPr="00BD5319">
        <w:rPr>
          <w:rFonts w:eastAsia="Calibri" w:cs="Times New Roman"/>
          <w:b/>
          <w:lang w:eastAsia="cs-CZ"/>
        </w:rPr>
        <w:t>:</w:t>
      </w:r>
    </w:p>
    <w:p w14:paraId="04255A89" w14:textId="10B19935" w:rsidR="000B5459" w:rsidRPr="000B5459" w:rsidRDefault="000B5459" w:rsidP="006D1A14">
      <w:pPr>
        <w:spacing w:after="0"/>
        <w:rPr>
          <w:rFonts w:eastAsia="Times New Roman"/>
        </w:rPr>
      </w:pPr>
      <w:r w:rsidRPr="000B5459">
        <w:rPr>
          <w:rFonts w:eastAsia="Times New Roman"/>
        </w:rPr>
        <w:t xml:space="preserve">V projektové dokumentaci u SO 01-16-02 ve výkresové části výztuže (výkres výztuže </w:t>
      </w:r>
      <w:proofErr w:type="spellStart"/>
      <w:r w:rsidRPr="000B5459">
        <w:rPr>
          <w:rFonts w:eastAsia="Times New Roman"/>
        </w:rPr>
        <w:t>nást</w:t>
      </w:r>
      <w:proofErr w:type="spellEnd"/>
      <w:r w:rsidRPr="000B5459">
        <w:rPr>
          <w:rFonts w:eastAsia="Times New Roman"/>
        </w:rPr>
        <w:t xml:space="preserve"> zdí_08) byl nalezen nesoulad u prvku výztuže č. 9 u zídky u nástupní hrany, mezi půdorysem A-A a řezem E-E. Žádáme zadavatele o prověření naší domněnky?</w:t>
      </w:r>
    </w:p>
    <w:p w14:paraId="084F3EC1" w14:textId="77777777" w:rsidR="000B5459" w:rsidRPr="00BD5319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23715166" w14:textId="77777777" w:rsidR="006D1A14" w:rsidRDefault="000B5459" w:rsidP="006D1A1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280EF6FD" w14:textId="33998432" w:rsidR="000B5459" w:rsidRPr="006D1A14" w:rsidRDefault="00DD09C4" w:rsidP="006D1A14">
      <w:pPr>
        <w:spacing w:after="0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Ano, s</w:t>
      </w:r>
      <w:r w:rsidR="00D40E53" w:rsidRPr="006D1A14">
        <w:rPr>
          <w:rFonts w:eastAsia="Calibri" w:cs="Times New Roman"/>
          <w:lang w:eastAsia="cs-CZ"/>
        </w:rPr>
        <w:t xml:space="preserve">právně má být 13 ks prvku č. 9, tedy v tab. </w:t>
      </w:r>
      <w:proofErr w:type="gramStart"/>
      <w:r w:rsidR="00D40E53" w:rsidRPr="006D1A14">
        <w:rPr>
          <w:rFonts w:eastAsia="Calibri" w:cs="Times New Roman"/>
          <w:lang w:eastAsia="cs-CZ"/>
        </w:rPr>
        <w:t>výztuže</w:t>
      </w:r>
      <w:proofErr w:type="gramEnd"/>
      <w:r w:rsidR="00D40E53" w:rsidRPr="006D1A14">
        <w:rPr>
          <w:rFonts w:eastAsia="Calibri" w:cs="Times New Roman"/>
          <w:lang w:eastAsia="cs-CZ"/>
        </w:rPr>
        <w:t xml:space="preserve"> celkem 479,77 m R10; 296,018 kg R10; celkem 302,48 kg; pro obě zídky 604,96 kg.</w:t>
      </w:r>
      <w:r w:rsidRPr="006D1A14">
        <w:rPr>
          <w:rFonts w:eastAsia="Calibri" w:cs="Times New Roman"/>
          <w:lang w:eastAsia="cs-CZ"/>
        </w:rPr>
        <w:t xml:space="preserve"> Aktualizovaný výkres přiložen.</w:t>
      </w:r>
    </w:p>
    <w:p w14:paraId="6224D192" w14:textId="530BD8FF" w:rsidR="000B5459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08908C73" w14:textId="77777777" w:rsidR="000B5459" w:rsidRPr="001629F0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3988BB5C" w14:textId="46514558" w:rsidR="000B5459" w:rsidRPr="00BD5319" w:rsidRDefault="000B5459" w:rsidP="006D1A14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68</w:t>
      </w:r>
      <w:r w:rsidRPr="00BD5319">
        <w:rPr>
          <w:rFonts w:eastAsia="Calibri" w:cs="Times New Roman"/>
          <w:b/>
          <w:lang w:eastAsia="cs-CZ"/>
        </w:rPr>
        <w:t>:</w:t>
      </w:r>
    </w:p>
    <w:p w14:paraId="4D8892C9" w14:textId="5F4A86EB" w:rsidR="000B5459" w:rsidRPr="000B5459" w:rsidRDefault="000B5459" w:rsidP="006D1A14">
      <w:pPr>
        <w:spacing w:after="0"/>
        <w:rPr>
          <w:rFonts w:eastAsia="Calibri" w:cs="Times New Roman"/>
          <w:lang w:eastAsia="cs-CZ"/>
        </w:rPr>
      </w:pPr>
      <w:r w:rsidRPr="000B5459">
        <w:rPr>
          <w:rFonts w:eastAsia="Calibri" w:cs="Times New Roman"/>
          <w:lang w:eastAsia="cs-CZ"/>
        </w:rPr>
        <w:t xml:space="preserve">V projektové dokumentaci u SO 01-16-02 ve výkresové části výztuže (výkres výztuže </w:t>
      </w:r>
      <w:proofErr w:type="spellStart"/>
      <w:r w:rsidRPr="000B5459">
        <w:rPr>
          <w:rFonts w:eastAsia="Calibri" w:cs="Times New Roman"/>
          <w:lang w:eastAsia="cs-CZ"/>
        </w:rPr>
        <w:t>nást</w:t>
      </w:r>
      <w:proofErr w:type="spellEnd"/>
      <w:r w:rsidRPr="000B5459">
        <w:rPr>
          <w:rFonts w:eastAsia="Calibri" w:cs="Times New Roman"/>
          <w:lang w:eastAsia="cs-CZ"/>
        </w:rPr>
        <w:t xml:space="preserve"> zdí_08) byl nalezen nesoulad u prvku výztuže č. 9 u zídky u nástupní hrany, mezi půdorysem A-A a řezem E-E. Žádáme zadavatele o prověření naší domněnky?</w:t>
      </w:r>
    </w:p>
    <w:p w14:paraId="4926D8E9" w14:textId="77777777" w:rsidR="000B5459" w:rsidRPr="00BD5319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1F860B2A" w14:textId="77777777" w:rsidR="006D1A14" w:rsidRDefault="000B5459" w:rsidP="006D1A1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B74051C" w14:textId="6399D4D0" w:rsidR="000B5459" w:rsidRPr="006D1A14" w:rsidRDefault="004331F9" w:rsidP="006D1A14">
      <w:pPr>
        <w:spacing w:after="0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Viz předchozí dotaz č. 67.</w:t>
      </w:r>
    </w:p>
    <w:p w14:paraId="6BEE4F64" w14:textId="2734643E" w:rsidR="000B5459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05B9E3D0" w14:textId="77777777" w:rsidR="006D1A14" w:rsidRDefault="004331F9" w:rsidP="006D1A14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 w:type="page"/>
      </w:r>
      <w:r w:rsidR="000B5459"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0B5459">
        <w:rPr>
          <w:rFonts w:eastAsia="Calibri" w:cs="Times New Roman"/>
          <w:b/>
          <w:lang w:eastAsia="cs-CZ"/>
        </w:rPr>
        <w:t>69</w:t>
      </w:r>
      <w:r w:rsidR="000B5459" w:rsidRPr="00BD5319">
        <w:rPr>
          <w:rFonts w:eastAsia="Calibri" w:cs="Times New Roman"/>
          <w:b/>
          <w:lang w:eastAsia="cs-CZ"/>
        </w:rPr>
        <w:t>:</w:t>
      </w:r>
    </w:p>
    <w:p w14:paraId="5743BA39" w14:textId="0C21BF70" w:rsidR="000B5459" w:rsidRPr="006D1A14" w:rsidRDefault="000B5459" w:rsidP="006D1A14">
      <w:pPr>
        <w:spacing w:after="0"/>
        <w:rPr>
          <w:rFonts w:eastAsia="Calibri" w:cs="Times New Roman"/>
          <w:b/>
          <w:lang w:eastAsia="cs-CZ"/>
        </w:rPr>
      </w:pPr>
      <w:bookmarkStart w:id="2" w:name="_GoBack"/>
      <w:bookmarkEnd w:id="2"/>
      <w:r w:rsidRPr="000B5459">
        <w:rPr>
          <w:rFonts w:eastAsia="Calibri" w:cs="Times New Roman"/>
          <w:lang w:eastAsia="cs-CZ"/>
        </w:rPr>
        <w:t>Při kontrole VV u SO 01-16-02 bylo námi zjištěno, že u pol. č. 20 (VOZOVKOVÉ VRSTVY ZE ŠTĚRKODRTI TL. DO 150MM) a u pol. č. 21 (KRYTY Z BETON DLAŽDIC SE ZÁMKEM ŠEDÝCH TL 80MM DO LOŽE Z KAM) chybí ve výpočtu plocha rampy nástupiště č. 1 (7,0 m * 1,7 m). Žádáme zadavatele o prověření naší domněnky a případnou úpravu VV?</w:t>
      </w:r>
    </w:p>
    <w:p w14:paraId="36FB3601" w14:textId="77777777" w:rsidR="000B5459" w:rsidRPr="00BD5319" w:rsidRDefault="000B5459" w:rsidP="006D1A14">
      <w:pPr>
        <w:spacing w:after="0"/>
        <w:rPr>
          <w:rFonts w:eastAsia="Calibri" w:cs="Times New Roman"/>
          <w:b/>
          <w:lang w:eastAsia="cs-CZ"/>
        </w:rPr>
      </w:pPr>
    </w:p>
    <w:p w14:paraId="0DD0C264" w14:textId="77777777" w:rsidR="006D1A14" w:rsidRDefault="000B5459" w:rsidP="006D1A1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5E539AFB" w14:textId="00CE84FE" w:rsidR="000B5459" w:rsidRPr="006D1A14" w:rsidRDefault="00DD09C4" w:rsidP="006D1A14">
      <w:pPr>
        <w:spacing w:after="0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Ano, c</w:t>
      </w:r>
      <w:r w:rsidR="00FC1BFD" w:rsidRPr="006D1A14">
        <w:rPr>
          <w:rFonts w:eastAsia="Calibri" w:cs="Times New Roman"/>
          <w:lang w:eastAsia="cs-CZ"/>
        </w:rPr>
        <w:t xml:space="preserve">hybějící plocha doplněna do položek č. </w:t>
      </w:r>
      <w:r w:rsidR="007456DC" w:rsidRPr="006D1A14">
        <w:rPr>
          <w:rFonts w:eastAsia="Calibri" w:cs="Times New Roman"/>
          <w:lang w:eastAsia="cs-CZ"/>
        </w:rPr>
        <w:t>20 a 21.</w:t>
      </w:r>
    </w:p>
    <w:p w14:paraId="59BA90C6" w14:textId="7CAA070F" w:rsidR="000B5459" w:rsidRDefault="000B5459" w:rsidP="000B5459">
      <w:pPr>
        <w:spacing w:after="0"/>
        <w:rPr>
          <w:rFonts w:eastAsia="Calibri" w:cs="Times New Roman"/>
          <w:b/>
          <w:lang w:eastAsia="cs-CZ"/>
        </w:rPr>
      </w:pPr>
    </w:p>
    <w:p w14:paraId="21DDD67F" w14:textId="435A7F80" w:rsidR="004A4B06" w:rsidRDefault="004A4B06" w:rsidP="000B5459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01DA3802" wp14:editId="2AC1FC19">
            <wp:extent cx="5525770" cy="271208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6C805" w14:textId="69042555" w:rsidR="004A4B06" w:rsidRDefault="004A4B06" w:rsidP="000B5459">
      <w:pPr>
        <w:spacing w:after="0"/>
        <w:rPr>
          <w:rFonts w:eastAsia="Calibri" w:cs="Times New Roman"/>
          <w:b/>
          <w:lang w:eastAsia="cs-CZ"/>
        </w:rPr>
      </w:pPr>
    </w:p>
    <w:p w14:paraId="5F190C96" w14:textId="77777777" w:rsidR="004A4B06" w:rsidRPr="001629F0" w:rsidRDefault="004A4B06" w:rsidP="000B5459">
      <w:pPr>
        <w:spacing w:after="0"/>
        <w:rPr>
          <w:rFonts w:eastAsia="Calibri" w:cs="Times New Roman"/>
          <w:b/>
          <w:lang w:eastAsia="cs-CZ"/>
        </w:rPr>
      </w:pPr>
    </w:p>
    <w:p w14:paraId="6550D6D1" w14:textId="00B2C68C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70</w:t>
      </w:r>
      <w:r w:rsidRPr="00BD5319">
        <w:rPr>
          <w:rFonts w:eastAsia="Calibri" w:cs="Times New Roman"/>
          <w:b/>
          <w:lang w:eastAsia="cs-CZ"/>
        </w:rPr>
        <w:t>:</w:t>
      </w:r>
    </w:p>
    <w:p w14:paraId="694DF66D" w14:textId="1CBBB9EC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 w:rsidRPr="000B5459">
        <w:rPr>
          <w:rFonts w:eastAsia="Calibri" w:cs="Times New Roman"/>
          <w:lang w:eastAsia="cs-CZ"/>
        </w:rPr>
        <w:t>Při kontrole VV u SO 01-16-02 bylo námi zjištěno, že u pol. č. 31 (ROZEBRÁNÍ NÁSTUPIŠTĚ TYPU TISCHER) je nedostatečná délka rozebrání nástupiště. Současná délka nástupiště 1 a 2 je (205 m + 284 m = 489 m). Žádáme zadavatele o prověření a případného navýšení množství u této a souvisejících položek?</w:t>
      </w:r>
    </w:p>
    <w:p w14:paraId="00F4819E" w14:textId="77777777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</w:p>
    <w:p w14:paraId="40EFB9B3" w14:textId="77777777" w:rsidR="006D1A14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EF3A004" w14:textId="16CC9152" w:rsidR="000B5459" w:rsidRPr="006D1A14" w:rsidRDefault="00FC1BFD" w:rsidP="000B5459">
      <w:pPr>
        <w:spacing w:after="0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 xml:space="preserve">Typ </w:t>
      </w:r>
      <w:proofErr w:type="spellStart"/>
      <w:r w:rsidRPr="006D1A14">
        <w:rPr>
          <w:rFonts w:eastAsia="Calibri" w:cs="Times New Roman"/>
          <w:lang w:eastAsia="cs-CZ"/>
        </w:rPr>
        <w:t>Tischer</w:t>
      </w:r>
      <w:proofErr w:type="spellEnd"/>
      <w:r w:rsidRPr="006D1A14">
        <w:rPr>
          <w:rFonts w:eastAsia="Calibri" w:cs="Times New Roman"/>
          <w:lang w:eastAsia="cs-CZ"/>
        </w:rPr>
        <w:t xml:space="preserve"> je pouze nástupiště u kol. </w:t>
      </w:r>
      <w:proofErr w:type="gramStart"/>
      <w:r w:rsidRPr="006D1A14">
        <w:rPr>
          <w:rFonts w:eastAsia="Calibri" w:cs="Times New Roman"/>
          <w:lang w:eastAsia="cs-CZ"/>
        </w:rPr>
        <w:t>č.</w:t>
      </w:r>
      <w:proofErr w:type="gramEnd"/>
      <w:r w:rsidRPr="006D1A14">
        <w:rPr>
          <w:rFonts w:eastAsia="Calibri" w:cs="Times New Roman"/>
          <w:lang w:eastAsia="cs-CZ"/>
        </w:rPr>
        <w:t xml:space="preserve"> 1 v dl. 205 m, nástupiště u kol. </w:t>
      </w:r>
      <w:proofErr w:type="gramStart"/>
      <w:r w:rsidRPr="006D1A14">
        <w:rPr>
          <w:rFonts w:eastAsia="Calibri" w:cs="Times New Roman"/>
          <w:lang w:eastAsia="cs-CZ"/>
        </w:rPr>
        <w:t>č.</w:t>
      </w:r>
      <w:proofErr w:type="gramEnd"/>
      <w:r w:rsidRPr="006D1A14">
        <w:rPr>
          <w:rFonts w:eastAsia="Calibri" w:cs="Times New Roman"/>
          <w:lang w:eastAsia="cs-CZ"/>
        </w:rPr>
        <w:t xml:space="preserve"> 2 je sypané bez zpevněné hrany.</w:t>
      </w:r>
      <w:r w:rsidR="009B093C" w:rsidRPr="006D1A14">
        <w:rPr>
          <w:rFonts w:eastAsia="Calibri" w:cs="Times New Roman"/>
          <w:lang w:eastAsia="cs-CZ"/>
        </w:rPr>
        <w:t xml:space="preserve"> Délka rozebrání nástupiště typu </w:t>
      </w:r>
      <w:proofErr w:type="spellStart"/>
      <w:r w:rsidR="009B093C" w:rsidRPr="006D1A14">
        <w:rPr>
          <w:rFonts w:eastAsia="Calibri" w:cs="Times New Roman"/>
          <w:lang w:eastAsia="cs-CZ"/>
        </w:rPr>
        <w:t>Tischer</w:t>
      </w:r>
      <w:proofErr w:type="spellEnd"/>
      <w:r w:rsidR="009B093C" w:rsidRPr="006D1A14">
        <w:rPr>
          <w:rFonts w:eastAsia="Calibri" w:cs="Times New Roman"/>
          <w:lang w:eastAsia="cs-CZ"/>
        </w:rPr>
        <w:t xml:space="preserve"> je v soupisu prací správně.</w:t>
      </w:r>
    </w:p>
    <w:p w14:paraId="6AD1F46C" w14:textId="5FA5CA72" w:rsidR="000B5459" w:rsidRDefault="000B5459" w:rsidP="000B5459">
      <w:pPr>
        <w:spacing w:after="0"/>
        <w:rPr>
          <w:rFonts w:eastAsia="Calibri" w:cs="Times New Roman"/>
          <w:b/>
          <w:lang w:eastAsia="cs-CZ"/>
        </w:rPr>
      </w:pPr>
    </w:p>
    <w:p w14:paraId="7654651B" w14:textId="77777777" w:rsidR="000B5459" w:rsidRPr="001629F0" w:rsidRDefault="000B5459" w:rsidP="000B5459">
      <w:pPr>
        <w:spacing w:after="0"/>
        <w:rPr>
          <w:rFonts w:eastAsia="Calibri" w:cs="Times New Roman"/>
          <w:b/>
          <w:lang w:eastAsia="cs-CZ"/>
        </w:rPr>
      </w:pPr>
    </w:p>
    <w:p w14:paraId="139AD5B0" w14:textId="0CE5F3D2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71</w:t>
      </w:r>
      <w:r w:rsidRPr="00BD5319">
        <w:rPr>
          <w:rFonts w:eastAsia="Calibri" w:cs="Times New Roman"/>
          <w:b/>
          <w:lang w:eastAsia="cs-CZ"/>
        </w:rPr>
        <w:t>:</w:t>
      </w:r>
    </w:p>
    <w:p w14:paraId="605F629A" w14:textId="77777777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 w:rsidRPr="000B5459">
        <w:rPr>
          <w:rFonts w:eastAsia="Calibri" w:cs="Times New Roman"/>
          <w:lang w:eastAsia="cs-CZ"/>
        </w:rPr>
        <w:t>V projektové dokumentaci máme u SO 01-16-01 několik dotazů:</w:t>
      </w:r>
    </w:p>
    <w:p w14:paraId="46569AEE" w14:textId="77777777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 w:rsidRPr="000B5459">
        <w:rPr>
          <w:rFonts w:eastAsia="Calibri" w:cs="Times New Roman"/>
          <w:lang w:eastAsia="cs-CZ"/>
        </w:rPr>
        <w:t xml:space="preserve"> </w:t>
      </w:r>
    </w:p>
    <w:p w14:paraId="6DC74B63" w14:textId="77777777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a) </w:t>
      </w:r>
      <w:r w:rsidRPr="000B5459">
        <w:rPr>
          <w:rFonts w:eastAsia="Calibri" w:cs="Times New Roman"/>
          <w:lang w:eastAsia="cs-CZ"/>
        </w:rPr>
        <w:t>Na základě jakých parametrů a předpokladů byl určen typ pražcového podloží</w:t>
      </w:r>
    </w:p>
    <w:p w14:paraId="03826AB1" w14:textId="61DEC87E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 </w:t>
      </w:r>
      <w:r w:rsidRPr="000B5459">
        <w:rPr>
          <w:rFonts w:eastAsia="Calibri" w:cs="Times New Roman"/>
          <w:lang w:eastAsia="cs-CZ"/>
        </w:rPr>
        <w:t xml:space="preserve">u manipulačních a kusých kolejí? </w:t>
      </w:r>
    </w:p>
    <w:p w14:paraId="2596B992" w14:textId="77777777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b) </w:t>
      </w:r>
      <w:r w:rsidRPr="000B5459">
        <w:rPr>
          <w:rFonts w:eastAsia="Calibri" w:cs="Times New Roman"/>
          <w:lang w:eastAsia="cs-CZ"/>
        </w:rPr>
        <w:t xml:space="preserve">Typ pražcového podloží u manipulačních a kusých kolejí je dle našeho názoru </w:t>
      </w:r>
    </w:p>
    <w:p w14:paraId="4C0C0485" w14:textId="77777777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 </w:t>
      </w:r>
      <w:r w:rsidRPr="000B5459">
        <w:rPr>
          <w:rFonts w:eastAsia="Calibri" w:cs="Times New Roman"/>
          <w:lang w:eastAsia="cs-CZ"/>
        </w:rPr>
        <w:t xml:space="preserve">předimenzovaný (300 mm – zemina zlepšena vápnem a mechanicky, 250 mm – </w:t>
      </w:r>
      <w:proofErr w:type="spellStart"/>
      <w:r w:rsidRPr="000B5459">
        <w:rPr>
          <w:rFonts w:eastAsia="Calibri" w:cs="Times New Roman"/>
          <w:lang w:eastAsia="cs-CZ"/>
        </w:rPr>
        <w:t>štěrkodrť</w:t>
      </w:r>
      <w:proofErr w:type="spellEnd"/>
    </w:p>
    <w:p w14:paraId="1C27FE4E" w14:textId="77777777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</w:t>
      </w:r>
      <w:r w:rsidRPr="000B5459">
        <w:rPr>
          <w:rFonts w:eastAsia="Calibri" w:cs="Times New Roman"/>
          <w:lang w:eastAsia="cs-CZ"/>
        </w:rPr>
        <w:t xml:space="preserve"> stabilizovaná cementem a 200 mm – </w:t>
      </w:r>
      <w:proofErr w:type="spellStart"/>
      <w:r w:rsidRPr="000B5459">
        <w:rPr>
          <w:rFonts w:eastAsia="Calibri" w:cs="Times New Roman"/>
          <w:lang w:eastAsia="cs-CZ"/>
        </w:rPr>
        <w:t>štěrkodrť</w:t>
      </w:r>
      <w:proofErr w:type="spellEnd"/>
      <w:r w:rsidRPr="000B5459">
        <w:rPr>
          <w:rFonts w:eastAsia="Calibri" w:cs="Times New Roman"/>
          <w:lang w:eastAsia="cs-CZ"/>
        </w:rPr>
        <w:t xml:space="preserve">) s ohledem na zatížení a provoz </w:t>
      </w:r>
    </w:p>
    <w:p w14:paraId="3D43ADB1" w14:textId="356750E0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 </w:t>
      </w:r>
      <w:r w:rsidRPr="000B5459">
        <w:rPr>
          <w:rFonts w:eastAsia="Calibri" w:cs="Times New Roman"/>
          <w:lang w:eastAsia="cs-CZ"/>
        </w:rPr>
        <w:t>v jednotlivých kolejích. Žádáme zadavatele o prověření?</w:t>
      </w:r>
    </w:p>
    <w:p w14:paraId="77A7B980" w14:textId="7A7EA64D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c) </w:t>
      </w:r>
      <w:r w:rsidRPr="000B5459">
        <w:rPr>
          <w:rFonts w:eastAsia="Calibri" w:cs="Times New Roman"/>
          <w:lang w:eastAsia="cs-CZ"/>
        </w:rPr>
        <w:t xml:space="preserve">Navrhujeme prověření menší tloušťky konstrukce pražcového podloží a z ušetřených </w:t>
      </w:r>
    </w:p>
    <w:p w14:paraId="482E0ECF" w14:textId="673031F7" w:rsid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 </w:t>
      </w:r>
      <w:r w:rsidRPr="000B5459">
        <w:rPr>
          <w:rFonts w:eastAsia="Calibri" w:cs="Times New Roman"/>
          <w:lang w:eastAsia="cs-CZ"/>
        </w:rPr>
        <w:t xml:space="preserve">finančních prostředků změnit stávající užitý žel. </w:t>
      </w:r>
      <w:proofErr w:type="gramStart"/>
      <w:r w:rsidRPr="000B5459">
        <w:rPr>
          <w:rFonts w:eastAsia="Calibri" w:cs="Times New Roman"/>
          <w:lang w:eastAsia="cs-CZ"/>
        </w:rPr>
        <w:t>svršek</w:t>
      </w:r>
      <w:proofErr w:type="gramEnd"/>
      <w:r w:rsidRPr="000B5459">
        <w:rPr>
          <w:rFonts w:eastAsia="Calibri" w:cs="Times New Roman"/>
          <w:lang w:eastAsia="cs-CZ"/>
        </w:rPr>
        <w:t xml:space="preserve"> (SB5, SB8 a užité kolejnice) v</w:t>
      </w:r>
      <w:r>
        <w:rPr>
          <w:rFonts w:eastAsia="Calibri" w:cs="Times New Roman"/>
          <w:lang w:eastAsia="cs-CZ"/>
        </w:rPr>
        <w:t> </w:t>
      </w:r>
      <w:r w:rsidRPr="000B5459">
        <w:rPr>
          <w:rFonts w:eastAsia="Calibri" w:cs="Times New Roman"/>
          <w:lang w:eastAsia="cs-CZ"/>
        </w:rPr>
        <w:t>těchto</w:t>
      </w:r>
    </w:p>
    <w:p w14:paraId="36047D8E" w14:textId="5116FE2D" w:rsidR="000B5459" w:rsidRPr="000B5459" w:rsidRDefault="000B5459" w:rsidP="000B5459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   </w:t>
      </w:r>
      <w:r w:rsidRPr="000B5459">
        <w:rPr>
          <w:rFonts w:eastAsia="Calibri" w:cs="Times New Roman"/>
          <w:lang w:eastAsia="cs-CZ"/>
        </w:rPr>
        <w:t xml:space="preserve"> kolejích (2A,2B a 4) na nový žel. </w:t>
      </w:r>
      <w:proofErr w:type="gramStart"/>
      <w:r w:rsidRPr="000B5459">
        <w:rPr>
          <w:rFonts w:eastAsia="Calibri" w:cs="Times New Roman"/>
          <w:lang w:eastAsia="cs-CZ"/>
        </w:rPr>
        <w:t>svršek</w:t>
      </w:r>
      <w:proofErr w:type="gramEnd"/>
      <w:r w:rsidRPr="000B5459">
        <w:rPr>
          <w:rFonts w:eastAsia="Calibri" w:cs="Times New Roman"/>
          <w:lang w:eastAsia="cs-CZ"/>
        </w:rPr>
        <w:t xml:space="preserve"> (49E1 pražec bet. dl. 2,4 m W14, vč. kolejnic).</w:t>
      </w:r>
    </w:p>
    <w:p w14:paraId="45082965" w14:textId="77777777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</w:p>
    <w:p w14:paraId="2731592B" w14:textId="77777777" w:rsidR="006D1A14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5518866" w14:textId="42F7602C" w:rsidR="000B5459" w:rsidRPr="006D1A14" w:rsidRDefault="007456DC" w:rsidP="000B5459">
      <w:pPr>
        <w:spacing w:after="0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a)+b)+c)</w:t>
      </w:r>
      <w:r w:rsidR="009B093C" w:rsidRPr="006D1A14">
        <w:rPr>
          <w:rFonts w:eastAsia="Calibri" w:cs="Times New Roman"/>
          <w:lang w:eastAsia="cs-CZ"/>
        </w:rPr>
        <w:t>:</w:t>
      </w:r>
      <w:r w:rsidRPr="006D1A14">
        <w:rPr>
          <w:rFonts w:eastAsia="Calibri" w:cs="Times New Roman"/>
          <w:lang w:eastAsia="cs-CZ"/>
        </w:rPr>
        <w:t xml:space="preserve"> Návrh pražcového podloží vycházel mimo jiné z požadavku na</w:t>
      </w:r>
      <w:r w:rsidR="009B093C" w:rsidRPr="006D1A14">
        <w:rPr>
          <w:rFonts w:eastAsia="Calibri" w:cs="Times New Roman"/>
          <w:lang w:eastAsia="cs-CZ"/>
        </w:rPr>
        <w:t> </w:t>
      </w:r>
      <w:r w:rsidRPr="006D1A14">
        <w:rPr>
          <w:rFonts w:eastAsia="Calibri" w:cs="Times New Roman"/>
          <w:lang w:eastAsia="cs-CZ"/>
        </w:rPr>
        <w:t>nepropustnost, protože se celá ŽST nachází v ochranném pásmu významného vodního zdroje a byla to podmínka jeho správce</w:t>
      </w:r>
      <w:r w:rsidR="009B093C" w:rsidRPr="006D1A14">
        <w:rPr>
          <w:rFonts w:eastAsia="Calibri" w:cs="Times New Roman"/>
          <w:lang w:eastAsia="cs-CZ"/>
        </w:rPr>
        <w:t xml:space="preserve"> (Vodovody a kanalizace Kroměříž a.s.)</w:t>
      </w:r>
      <w:r w:rsidRPr="006D1A14">
        <w:rPr>
          <w:rFonts w:eastAsia="Calibri" w:cs="Times New Roman"/>
          <w:lang w:eastAsia="cs-CZ"/>
        </w:rPr>
        <w:t xml:space="preserve">. Navržená konstrukce je přímo </w:t>
      </w:r>
      <w:r w:rsidR="00D665CF" w:rsidRPr="006D1A14">
        <w:rPr>
          <w:rFonts w:eastAsia="Calibri" w:cs="Times New Roman"/>
          <w:lang w:eastAsia="cs-CZ"/>
        </w:rPr>
        <w:t xml:space="preserve">uvedená ve stanovisku (viz část </w:t>
      </w:r>
      <w:proofErr w:type="gramStart"/>
      <w:r w:rsidR="00D665CF" w:rsidRPr="006D1A14">
        <w:rPr>
          <w:rFonts w:eastAsia="Calibri" w:cs="Times New Roman"/>
          <w:lang w:eastAsia="cs-CZ"/>
        </w:rPr>
        <w:t>H.3, doklad</w:t>
      </w:r>
      <w:proofErr w:type="gramEnd"/>
      <w:r w:rsidR="00D665CF" w:rsidRPr="006D1A14">
        <w:rPr>
          <w:rFonts w:eastAsia="Calibri" w:cs="Times New Roman"/>
          <w:lang w:eastAsia="cs-CZ"/>
        </w:rPr>
        <w:t xml:space="preserve"> 07.1) a nelze měnit.</w:t>
      </w:r>
    </w:p>
    <w:p w14:paraId="1C977495" w14:textId="7E889329" w:rsidR="00FC79CF" w:rsidRPr="00BD5319" w:rsidRDefault="00FC79CF" w:rsidP="006D1A14">
      <w:pPr>
        <w:spacing w:after="0" w:line="240" w:lineRule="auto"/>
        <w:rPr>
          <w:rFonts w:eastAsia="Times New Roman" w:cs="Times New Roman"/>
          <w:lang w:eastAsia="cs-CZ"/>
        </w:rPr>
      </w:pPr>
    </w:p>
    <w:p w14:paraId="74A91A46" w14:textId="151D8672" w:rsidR="00BD5319" w:rsidRPr="000A788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</w:t>
      </w:r>
      <w:r w:rsidRPr="000A7889">
        <w:rPr>
          <w:rFonts w:eastAsia="Times New Roman" w:cs="Times New Roman"/>
          <w:lang w:eastAsia="cs-CZ"/>
        </w:rPr>
        <w:t xml:space="preserve">skutečnosti, že byly zadavatelem provedeny </w:t>
      </w:r>
      <w:r w:rsidRPr="000A7889">
        <w:rPr>
          <w:rFonts w:eastAsia="Times New Roman" w:cs="Times New Roman"/>
          <w:b/>
          <w:lang w:eastAsia="cs-CZ"/>
        </w:rPr>
        <w:t>změny/doplnění zadávací dokumentace</w:t>
      </w:r>
      <w:r w:rsidRPr="000A788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0A7889">
        <w:rPr>
          <w:rFonts w:eastAsia="Times New Roman" w:cs="Times New Roman"/>
          <w:lang w:eastAsia="cs-CZ"/>
        </w:rPr>
        <w:t>ust</w:t>
      </w:r>
      <w:proofErr w:type="spellEnd"/>
      <w:r w:rsidRPr="000A7889">
        <w:rPr>
          <w:rFonts w:eastAsia="Times New Roman" w:cs="Times New Roman"/>
          <w:lang w:eastAsia="cs-CZ"/>
        </w:rPr>
        <w:t>. § 99 odst. 2 ZZVZ a prodlužuje l</w:t>
      </w:r>
      <w:r w:rsidR="00FC79CF" w:rsidRPr="000A7889">
        <w:rPr>
          <w:rFonts w:eastAsia="Times New Roman" w:cs="Times New Roman"/>
          <w:lang w:eastAsia="cs-CZ"/>
        </w:rPr>
        <w:t>hůtu pro podání nabídek o 1</w:t>
      </w:r>
      <w:r w:rsidR="000A7889" w:rsidRPr="000A7889">
        <w:rPr>
          <w:rFonts w:eastAsia="Times New Roman" w:cs="Times New Roman"/>
          <w:lang w:eastAsia="cs-CZ"/>
        </w:rPr>
        <w:t>0</w:t>
      </w:r>
      <w:r w:rsidR="00FC79CF" w:rsidRPr="000A7889">
        <w:rPr>
          <w:rFonts w:eastAsia="Times New Roman" w:cs="Times New Roman"/>
          <w:lang w:eastAsia="cs-CZ"/>
        </w:rPr>
        <w:t xml:space="preserve"> pracovní</w:t>
      </w:r>
      <w:r w:rsidR="000A7889" w:rsidRPr="000A7889">
        <w:rPr>
          <w:rFonts w:eastAsia="Times New Roman" w:cs="Times New Roman"/>
          <w:lang w:eastAsia="cs-CZ"/>
        </w:rPr>
        <w:t>ch</w:t>
      </w:r>
      <w:r w:rsidR="00FC79CF" w:rsidRPr="000A7889">
        <w:rPr>
          <w:rFonts w:eastAsia="Times New Roman" w:cs="Times New Roman"/>
          <w:lang w:eastAsia="cs-CZ"/>
        </w:rPr>
        <w:t xml:space="preserve"> dn</w:t>
      </w:r>
      <w:r w:rsidR="000A7889" w:rsidRPr="000A7889">
        <w:rPr>
          <w:rFonts w:eastAsia="Times New Roman" w:cs="Times New Roman"/>
          <w:lang w:eastAsia="cs-CZ"/>
        </w:rPr>
        <w:t>ů</w:t>
      </w:r>
      <w:r w:rsidR="00FC79CF" w:rsidRPr="000A7889">
        <w:rPr>
          <w:rFonts w:eastAsia="Times New Roman" w:cs="Times New Roman"/>
          <w:lang w:eastAsia="cs-CZ"/>
        </w:rPr>
        <w:t xml:space="preserve"> ze dne </w:t>
      </w:r>
      <w:r w:rsidR="007C4292" w:rsidRPr="000A7889">
        <w:rPr>
          <w:rFonts w:eastAsia="Times New Roman" w:cs="Times New Roman"/>
          <w:b/>
          <w:lang w:eastAsia="cs-CZ"/>
        </w:rPr>
        <w:t>2</w:t>
      </w:r>
      <w:r w:rsidR="00393BE8" w:rsidRPr="000A7889">
        <w:rPr>
          <w:rFonts w:eastAsia="Times New Roman" w:cs="Times New Roman"/>
          <w:b/>
          <w:lang w:eastAsia="cs-CZ"/>
        </w:rPr>
        <w:t>9</w:t>
      </w:r>
      <w:r w:rsidR="00FC79CF" w:rsidRPr="000A7889">
        <w:rPr>
          <w:rFonts w:eastAsia="Times New Roman" w:cs="Times New Roman"/>
          <w:b/>
          <w:lang w:eastAsia="cs-CZ"/>
        </w:rPr>
        <w:t>. 1. 2021</w:t>
      </w:r>
      <w:r w:rsidRPr="000A7889">
        <w:rPr>
          <w:rFonts w:eastAsia="Times New Roman" w:cs="Times New Roman"/>
          <w:lang w:eastAsia="cs-CZ"/>
        </w:rPr>
        <w:t xml:space="preserve"> na den </w:t>
      </w:r>
      <w:r w:rsidR="000A7889" w:rsidRPr="000A7889">
        <w:rPr>
          <w:rFonts w:eastAsia="Times New Roman" w:cs="Times New Roman"/>
          <w:b/>
          <w:lang w:eastAsia="cs-CZ"/>
        </w:rPr>
        <w:t>12.</w:t>
      </w:r>
      <w:r w:rsidR="00FC79CF" w:rsidRPr="000A7889">
        <w:rPr>
          <w:rFonts w:eastAsia="Times New Roman" w:cs="Times New Roman"/>
          <w:b/>
          <w:lang w:eastAsia="cs-CZ"/>
        </w:rPr>
        <w:t xml:space="preserve"> </w:t>
      </w:r>
      <w:r w:rsidR="00393BE8" w:rsidRPr="000A7889">
        <w:rPr>
          <w:rFonts w:eastAsia="Times New Roman" w:cs="Times New Roman"/>
          <w:b/>
          <w:lang w:eastAsia="cs-CZ"/>
        </w:rPr>
        <w:t>2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Pr="000A7889">
        <w:rPr>
          <w:rFonts w:eastAsia="Times New Roman" w:cs="Times New Roman"/>
          <w:lang w:eastAsia="cs-CZ"/>
        </w:rPr>
        <w:t>.</w:t>
      </w:r>
    </w:p>
    <w:p w14:paraId="1661F7CD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0A788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0A788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A7889">
        <w:rPr>
          <w:rFonts w:eastAsia="Times New Roman" w:cs="Times New Roman"/>
          <w:lang w:eastAsia="cs-CZ"/>
        </w:rPr>
        <w:t xml:space="preserve"> (evidenční č. VZ </w:t>
      </w:r>
      <w:r w:rsidR="001C7CDA" w:rsidRPr="000A7889">
        <w:rPr>
          <w:rFonts w:eastAsia="Times New Roman" w:cs="Times New Roman"/>
          <w:lang w:eastAsia="cs-CZ"/>
        </w:rPr>
        <w:t>Z2020-04</w:t>
      </w:r>
      <w:r w:rsidR="001629F0" w:rsidRPr="000A7889">
        <w:rPr>
          <w:rFonts w:eastAsia="Times New Roman" w:cs="Times New Roman"/>
          <w:lang w:eastAsia="cs-CZ"/>
        </w:rPr>
        <w:t>6140</w:t>
      </w:r>
      <w:r w:rsidRPr="000A7889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4D13AD7B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rušíme datum </w:t>
      </w:r>
      <w:r w:rsidR="007C4292" w:rsidRPr="000A7889">
        <w:rPr>
          <w:rFonts w:eastAsia="Times New Roman" w:cs="Times New Roman"/>
          <w:lang w:eastAsia="cs-CZ"/>
        </w:rPr>
        <w:t>2</w:t>
      </w:r>
      <w:r w:rsidR="001C7CDA" w:rsidRPr="000A7889">
        <w:rPr>
          <w:rFonts w:eastAsia="Times New Roman" w:cs="Times New Roman"/>
          <w:lang w:eastAsia="cs-CZ"/>
        </w:rPr>
        <w:t>5. 1. 202</w:t>
      </w:r>
      <w:r w:rsidR="00FC79CF" w:rsidRPr="000A7889">
        <w:rPr>
          <w:rFonts w:eastAsia="Times New Roman" w:cs="Times New Roman"/>
          <w:lang w:eastAsia="cs-CZ"/>
        </w:rPr>
        <w:t>1</w:t>
      </w:r>
      <w:r w:rsidRPr="000A7889">
        <w:rPr>
          <w:rFonts w:eastAsia="Times New Roman" w:cs="Times New Roman"/>
          <w:lang w:eastAsia="cs-CZ"/>
        </w:rPr>
        <w:t xml:space="preserve"> v 10:00 hod. a nahrazujeme datem </w:t>
      </w:r>
      <w:r w:rsidR="000A7889" w:rsidRPr="000A7889">
        <w:rPr>
          <w:rFonts w:eastAsia="Times New Roman" w:cs="Times New Roman"/>
          <w:b/>
          <w:lang w:eastAsia="cs-CZ"/>
        </w:rPr>
        <w:t>12</w:t>
      </w:r>
      <w:r w:rsidR="00FC79CF" w:rsidRPr="000A7889">
        <w:rPr>
          <w:rFonts w:eastAsia="Times New Roman" w:cs="Times New Roman"/>
          <w:b/>
          <w:lang w:eastAsia="cs-CZ"/>
        </w:rPr>
        <w:t xml:space="preserve">. </w:t>
      </w:r>
      <w:r w:rsidR="000A7889" w:rsidRPr="000A7889">
        <w:rPr>
          <w:rFonts w:eastAsia="Times New Roman" w:cs="Times New Roman"/>
          <w:b/>
          <w:lang w:eastAsia="cs-CZ"/>
        </w:rPr>
        <w:t>2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Pr="000A7889">
        <w:rPr>
          <w:rFonts w:eastAsia="Times New Roman" w:cs="Times New Roman"/>
          <w:lang w:eastAsia="cs-CZ"/>
        </w:rPr>
        <w:t xml:space="preserve"> v 10:00 hod.,</w:t>
      </w:r>
      <w:r w:rsidRPr="000A7889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532A05E9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rušíme datum </w:t>
      </w:r>
      <w:r w:rsidR="007C4292" w:rsidRPr="000A7889">
        <w:rPr>
          <w:rFonts w:eastAsia="Times New Roman" w:cs="Times New Roman"/>
          <w:lang w:eastAsia="cs-CZ"/>
        </w:rPr>
        <w:t>2</w:t>
      </w:r>
      <w:r w:rsidR="001C7CDA" w:rsidRPr="000A7889">
        <w:rPr>
          <w:rFonts w:eastAsia="Times New Roman" w:cs="Times New Roman"/>
          <w:lang w:eastAsia="cs-CZ"/>
        </w:rPr>
        <w:t>5. 1. 202</w:t>
      </w:r>
      <w:r w:rsidR="00FC79CF" w:rsidRPr="000A7889">
        <w:rPr>
          <w:rFonts w:eastAsia="Times New Roman" w:cs="Times New Roman"/>
          <w:lang w:eastAsia="cs-CZ"/>
        </w:rPr>
        <w:t>1</w:t>
      </w:r>
      <w:r w:rsidR="000B3A82" w:rsidRPr="000A7889">
        <w:rPr>
          <w:rFonts w:eastAsia="Times New Roman" w:cs="Times New Roman"/>
          <w:lang w:eastAsia="cs-CZ"/>
        </w:rPr>
        <w:t xml:space="preserve"> v 10:00</w:t>
      </w:r>
      <w:r w:rsidRPr="000A7889">
        <w:rPr>
          <w:rFonts w:eastAsia="Times New Roman" w:cs="Times New Roman"/>
          <w:lang w:eastAsia="cs-CZ"/>
        </w:rPr>
        <w:t xml:space="preserve"> hod. a nahrazujeme datem </w:t>
      </w:r>
      <w:r w:rsidR="000A7889" w:rsidRPr="000A7889">
        <w:rPr>
          <w:rFonts w:eastAsia="Times New Roman" w:cs="Times New Roman"/>
          <w:b/>
          <w:lang w:eastAsia="cs-CZ"/>
        </w:rPr>
        <w:t>12</w:t>
      </w:r>
      <w:r w:rsidR="00FC79CF" w:rsidRPr="000A7889">
        <w:rPr>
          <w:rFonts w:eastAsia="Times New Roman" w:cs="Times New Roman"/>
          <w:b/>
          <w:lang w:eastAsia="cs-CZ"/>
        </w:rPr>
        <w:t xml:space="preserve">. </w:t>
      </w:r>
      <w:r w:rsidR="000A7889" w:rsidRPr="000A7889">
        <w:rPr>
          <w:rFonts w:eastAsia="Times New Roman" w:cs="Times New Roman"/>
          <w:b/>
          <w:lang w:eastAsia="cs-CZ"/>
        </w:rPr>
        <w:t>2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="000B3A82" w:rsidRPr="000A7889">
        <w:rPr>
          <w:rFonts w:eastAsia="Times New Roman" w:cs="Times New Roman"/>
          <w:lang w:eastAsia="cs-CZ"/>
        </w:rPr>
        <w:t xml:space="preserve"> v 10:00</w:t>
      </w:r>
      <w:r w:rsidRPr="000A7889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A788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0A788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 w:rsidRPr="000A7889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0A788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0A788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1873C023" w:rsidR="00BD5319" w:rsidRPr="006D1A14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XDC_Holesov_zm0</w:t>
      </w:r>
      <w:r w:rsidR="00141CAC" w:rsidRPr="006D1A14">
        <w:rPr>
          <w:rFonts w:eastAsia="Calibri" w:cs="Times New Roman"/>
          <w:lang w:eastAsia="cs-CZ"/>
        </w:rPr>
        <w:t>5</w:t>
      </w:r>
      <w:r w:rsidRPr="006D1A14">
        <w:rPr>
          <w:rFonts w:eastAsia="Calibri" w:cs="Times New Roman"/>
          <w:lang w:eastAsia="cs-CZ"/>
        </w:rPr>
        <w:t>_202101</w:t>
      </w:r>
      <w:r w:rsidR="00141CAC" w:rsidRPr="006D1A14">
        <w:rPr>
          <w:rFonts w:eastAsia="Calibri" w:cs="Times New Roman"/>
          <w:lang w:eastAsia="cs-CZ"/>
        </w:rPr>
        <w:t>20</w:t>
      </w:r>
      <w:r w:rsidRPr="006D1A14">
        <w:rPr>
          <w:rFonts w:eastAsia="Calibri" w:cs="Times New Roman"/>
          <w:lang w:eastAsia="cs-CZ"/>
        </w:rPr>
        <w:t>.zip</w:t>
      </w:r>
    </w:p>
    <w:p w14:paraId="5DF29C21" w14:textId="5C45D2EB" w:rsidR="00FC79CF" w:rsidRPr="006D1A14" w:rsidRDefault="00141CA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XLS_Holesov_zm05</w:t>
      </w:r>
      <w:r w:rsidR="001629F0" w:rsidRPr="006D1A14">
        <w:rPr>
          <w:rFonts w:eastAsia="Calibri" w:cs="Times New Roman"/>
          <w:lang w:eastAsia="cs-CZ"/>
        </w:rPr>
        <w:t>_202101</w:t>
      </w:r>
      <w:r w:rsidRPr="006D1A14">
        <w:rPr>
          <w:rFonts w:eastAsia="Calibri" w:cs="Times New Roman"/>
          <w:lang w:eastAsia="cs-CZ"/>
        </w:rPr>
        <w:t>20</w:t>
      </w:r>
      <w:r w:rsidR="001629F0" w:rsidRPr="006D1A14">
        <w:rPr>
          <w:rFonts w:eastAsia="Calibri" w:cs="Times New Roman"/>
          <w:lang w:eastAsia="cs-CZ"/>
        </w:rPr>
        <w:t>.zip</w:t>
      </w:r>
    </w:p>
    <w:p w14:paraId="7DB96386" w14:textId="55A2284F" w:rsidR="00114805" w:rsidRDefault="0011480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1A14">
        <w:rPr>
          <w:rFonts w:eastAsia="Calibri" w:cs="Times New Roman"/>
          <w:lang w:eastAsia="cs-CZ"/>
        </w:rPr>
        <w:t>SO 01-16-02_08_Výkres nástupištních zdí.pdf</w:t>
      </w: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2E7F487B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2172A1">
        <w:rPr>
          <w:rFonts w:eastAsia="Calibri" w:cs="Times New Roman"/>
          <w:lang w:eastAsia="cs-CZ"/>
        </w:rPr>
        <w:t>2</w:t>
      </w:r>
      <w:r w:rsidR="001C1847">
        <w:rPr>
          <w:rFonts w:eastAsia="Calibri" w:cs="Times New Roman"/>
          <w:lang w:eastAsia="cs-CZ"/>
        </w:rPr>
        <w:t>1</w:t>
      </w:r>
      <w:r w:rsidR="00FC79CF">
        <w:rPr>
          <w:rFonts w:eastAsia="Calibri" w:cs="Times New Roman"/>
          <w:lang w:eastAsia="cs-CZ"/>
        </w:rPr>
        <w:t>. 1.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8D656" w14:textId="77777777" w:rsidR="00F63DB7" w:rsidRDefault="00F63DB7" w:rsidP="00962258">
      <w:pPr>
        <w:spacing w:after="0" w:line="240" w:lineRule="auto"/>
      </w:pPr>
      <w:r>
        <w:separator/>
      </w:r>
    </w:p>
  </w:endnote>
  <w:endnote w:type="continuationSeparator" w:id="0">
    <w:p w14:paraId="5D76EBAD" w14:textId="77777777" w:rsidR="00F63DB7" w:rsidRDefault="00F63D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6997DD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4E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4E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7EE4F63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4E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4E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EBBD2" w14:textId="77777777" w:rsidR="00F63DB7" w:rsidRDefault="00F63DB7" w:rsidP="00962258">
      <w:pPr>
        <w:spacing w:after="0" w:line="240" w:lineRule="auto"/>
      </w:pPr>
      <w:r>
        <w:separator/>
      </w:r>
    </w:p>
  </w:footnote>
  <w:footnote w:type="continuationSeparator" w:id="0">
    <w:p w14:paraId="727583F2" w14:textId="77777777" w:rsidR="00F63DB7" w:rsidRDefault="00F63D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72C1E"/>
    <w:rsid w:val="0007768F"/>
    <w:rsid w:val="000A7889"/>
    <w:rsid w:val="000B3A82"/>
    <w:rsid w:val="000B5459"/>
    <w:rsid w:val="000B6C7E"/>
    <w:rsid w:val="000B7907"/>
    <w:rsid w:val="000C0429"/>
    <w:rsid w:val="000C45E8"/>
    <w:rsid w:val="000D0308"/>
    <w:rsid w:val="000D78B5"/>
    <w:rsid w:val="001023BA"/>
    <w:rsid w:val="00114472"/>
    <w:rsid w:val="00114805"/>
    <w:rsid w:val="00141CAC"/>
    <w:rsid w:val="001629F0"/>
    <w:rsid w:val="0016355B"/>
    <w:rsid w:val="00170EC5"/>
    <w:rsid w:val="001747C1"/>
    <w:rsid w:val="0018323C"/>
    <w:rsid w:val="0018596A"/>
    <w:rsid w:val="001A4E81"/>
    <w:rsid w:val="001B69C2"/>
    <w:rsid w:val="001C1847"/>
    <w:rsid w:val="001C4DA0"/>
    <w:rsid w:val="001C7CDA"/>
    <w:rsid w:val="0020685C"/>
    <w:rsid w:val="00207DF5"/>
    <w:rsid w:val="002172A1"/>
    <w:rsid w:val="002375EE"/>
    <w:rsid w:val="00267369"/>
    <w:rsid w:val="0026785D"/>
    <w:rsid w:val="0027573B"/>
    <w:rsid w:val="002A4B62"/>
    <w:rsid w:val="002B25EA"/>
    <w:rsid w:val="002C31BF"/>
    <w:rsid w:val="002D48C2"/>
    <w:rsid w:val="002E0CD7"/>
    <w:rsid w:val="002F026B"/>
    <w:rsid w:val="00357BC6"/>
    <w:rsid w:val="00364D83"/>
    <w:rsid w:val="0037111D"/>
    <w:rsid w:val="003756B9"/>
    <w:rsid w:val="00393BE8"/>
    <w:rsid w:val="003956C6"/>
    <w:rsid w:val="003A5A69"/>
    <w:rsid w:val="003E6B9A"/>
    <w:rsid w:val="003E75CE"/>
    <w:rsid w:val="003F4ACD"/>
    <w:rsid w:val="0041380F"/>
    <w:rsid w:val="004331F9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A4B06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60AD3"/>
    <w:rsid w:val="006A5570"/>
    <w:rsid w:val="006A689C"/>
    <w:rsid w:val="006B3D79"/>
    <w:rsid w:val="006C75CD"/>
    <w:rsid w:val="006D1A14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456DC"/>
    <w:rsid w:val="00752710"/>
    <w:rsid w:val="007531A0"/>
    <w:rsid w:val="00761416"/>
    <w:rsid w:val="0076286B"/>
    <w:rsid w:val="00764595"/>
    <w:rsid w:val="00766846"/>
    <w:rsid w:val="0077673A"/>
    <w:rsid w:val="00783444"/>
    <w:rsid w:val="007846E1"/>
    <w:rsid w:val="007B570C"/>
    <w:rsid w:val="007C4292"/>
    <w:rsid w:val="007E4A6E"/>
    <w:rsid w:val="007F56A7"/>
    <w:rsid w:val="00807DD0"/>
    <w:rsid w:val="00813F11"/>
    <w:rsid w:val="008675D9"/>
    <w:rsid w:val="00891334"/>
    <w:rsid w:val="00891F9E"/>
    <w:rsid w:val="008A3568"/>
    <w:rsid w:val="008D03B9"/>
    <w:rsid w:val="008F18D6"/>
    <w:rsid w:val="00904780"/>
    <w:rsid w:val="009113A8"/>
    <w:rsid w:val="00913987"/>
    <w:rsid w:val="00922385"/>
    <w:rsid w:val="009223DF"/>
    <w:rsid w:val="00931538"/>
    <w:rsid w:val="00936091"/>
    <w:rsid w:val="00940D8A"/>
    <w:rsid w:val="00957E1A"/>
    <w:rsid w:val="00962258"/>
    <w:rsid w:val="009678B7"/>
    <w:rsid w:val="00982411"/>
    <w:rsid w:val="00992D9C"/>
    <w:rsid w:val="00996CB8"/>
    <w:rsid w:val="009A7568"/>
    <w:rsid w:val="009B093C"/>
    <w:rsid w:val="009B2E97"/>
    <w:rsid w:val="009B3C69"/>
    <w:rsid w:val="009B72CC"/>
    <w:rsid w:val="009C6A98"/>
    <w:rsid w:val="009D4403"/>
    <w:rsid w:val="009E07F4"/>
    <w:rsid w:val="009F392E"/>
    <w:rsid w:val="00A11EED"/>
    <w:rsid w:val="00A44328"/>
    <w:rsid w:val="00A60E41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1D83"/>
    <w:rsid w:val="00B948D5"/>
    <w:rsid w:val="00B9675B"/>
    <w:rsid w:val="00BA0C3C"/>
    <w:rsid w:val="00BA2B2B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632A5"/>
    <w:rsid w:val="00C65812"/>
    <w:rsid w:val="00C727E5"/>
    <w:rsid w:val="00C8207D"/>
    <w:rsid w:val="00CA5162"/>
    <w:rsid w:val="00CB7B5A"/>
    <w:rsid w:val="00CC1E2B"/>
    <w:rsid w:val="00CD1FC4"/>
    <w:rsid w:val="00CE371D"/>
    <w:rsid w:val="00D02A4D"/>
    <w:rsid w:val="00D21061"/>
    <w:rsid w:val="00D316A7"/>
    <w:rsid w:val="00D40E53"/>
    <w:rsid w:val="00D4108E"/>
    <w:rsid w:val="00D56338"/>
    <w:rsid w:val="00D6163D"/>
    <w:rsid w:val="00D63009"/>
    <w:rsid w:val="00D665CF"/>
    <w:rsid w:val="00D831A3"/>
    <w:rsid w:val="00D902AD"/>
    <w:rsid w:val="00DA6FFE"/>
    <w:rsid w:val="00DC3110"/>
    <w:rsid w:val="00DD09C4"/>
    <w:rsid w:val="00DD46F3"/>
    <w:rsid w:val="00DD58A6"/>
    <w:rsid w:val="00DE56F2"/>
    <w:rsid w:val="00DF116D"/>
    <w:rsid w:val="00E10710"/>
    <w:rsid w:val="00E31678"/>
    <w:rsid w:val="00E824F1"/>
    <w:rsid w:val="00E96A0D"/>
    <w:rsid w:val="00EB104F"/>
    <w:rsid w:val="00ED14BD"/>
    <w:rsid w:val="00F01440"/>
    <w:rsid w:val="00F055EF"/>
    <w:rsid w:val="00F12DEC"/>
    <w:rsid w:val="00F1715C"/>
    <w:rsid w:val="00F304CB"/>
    <w:rsid w:val="00F310F8"/>
    <w:rsid w:val="00F325AA"/>
    <w:rsid w:val="00F35939"/>
    <w:rsid w:val="00F41378"/>
    <w:rsid w:val="00F45607"/>
    <w:rsid w:val="00F63DB7"/>
    <w:rsid w:val="00F64786"/>
    <w:rsid w:val="00F659EB"/>
    <w:rsid w:val="00F804A7"/>
    <w:rsid w:val="00F862D6"/>
    <w:rsid w:val="00F86BA6"/>
    <w:rsid w:val="00FC1BFD"/>
    <w:rsid w:val="00FC6389"/>
    <w:rsid w:val="00FC79CF"/>
    <w:rsid w:val="00FD279E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4B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4B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3FA379-A32D-46EB-B023-9FD978E7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187</TotalTime>
  <Pages>3</Pages>
  <Words>773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10</cp:revision>
  <cp:lastPrinted>2021-01-20T11:33:00Z</cp:lastPrinted>
  <dcterms:created xsi:type="dcterms:W3CDTF">2021-01-20T11:34:00Z</dcterms:created>
  <dcterms:modified xsi:type="dcterms:W3CDTF">2021-01-21T08:40:00Z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