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5116" w14:textId="697BEB40" w:rsidR="00D4423A" w:rsidRPr="004E6499" w:rsidRDefault="00D4423A" w:rsidP="00D4423A">
      <w:pPr>
        <w:pStyle w:val="Zhlav"/>
        <w:jc w:val="right"/>
      </w:pPr>
      <w:bookmarkStart w:id="0" w:name="_GoBack"/>
      <w:bookmarkEnd w:id="0"/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4FE450CC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28027F">
        <w:rPr>
          <w:rFonts w:ascii="Verdana" w:hAnsi="Verdana" w:cstheme="minorHAnsi"/>
          <w:sz w:val="18"/>
          <w:szCs w:val="18"/>
        </w:rPr>
        <w:t>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28027F">
        <w:rPr>
          <w:rFonts w:ascii="Verdana" w:hAnsi="Verdana" w:cstheme="minorHAnsi"/>
          <w:sz w:val="18"/>
          <w:szCs w:val="18"/>
        </w:rPr>
        <w:t>Výzvy k podání nabídky</w:t>
      </w:r>
      <w:r w:rsidR="00B7188C">
        <w:rPr>
          <w:rFonts w:ascii="Verdana" w:hAnsi="Verdana" w:cstheme="minorHAnsi"/>
          <w:sz w:val="18"/>
          <w:szCs w:val="18"/>
        </w:rPr>
        <w:t xml:space="preserve"> - BIOSYNT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105BE8D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="002008A8">
        <w:rPr>
          <w:rFonts w:ascii="Verdana" w:hAnsi="Verdana" w:cstheme="minorHAnsi"/>
          <w:b/>
          <w:sz w:val="28"/>
          <w:szCs w:val="28"/>
          <w:u w:val="single"/>
        </w:rPr>
        <w:t xml:space="preserve"> přípravku </w:t>
      </w:r>
      <w:r w:rsidR="00FA2DC6">
        <w:rPr>
          <w:rFonts w:ascii="Verdana" w:hAnsi="Verdana" w:cstheme="minorHAnsi"/>
          <w:b/>
          <w:sz w:val="28"/>
          <w:szCs w:val="28"/>
          <w:u w:val="single"/>
        </w:rPr>
        <w:t>Biosynt 40 V a 40 V/H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3C7C058A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CD2A00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46BA5D8B" w14:textId="77777777" w:rsidR="00CD2A00" w:rsidRPr="008B5521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76A36FB0" w14:textId="77777777" w:rsidR="00CD2A00" w:rsidRPr="00E17E08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17E08">
        <w:rPr>
          <w:rFonts w:ascii="Verdana" w:hAnsi="Verdana" w:cstheme="minorHAnsi"/>
          <w:sz w:val="18"/>
          <w:szCs w:val="18"/>
        </w:rPr>
        <w:t>Praha 1 – Nové město, Dlážděná 1003/7, PSČ 110 00</w:t>
      </w:r>
    </w:p>
    <w:p w14:paraId="7700BD1A" w14:textId="77777777" w:rsidR="00CD2A00" w:rsidRPr="008B5521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2638C8C" w14:textId="77777777" w:rsidR="00CD2A00" w:rsidRPr="008B5521" w:rsidRDefault="00CD2A00" w:rsidP="00CD2A0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17E08">
        <w:rPr>
          <w:rFonts w:ascii="Verdana" w:hAnsi="Verdana" w:cstheme="minorHAnsi"/>
          <w:sz w:val="18"/>
          <w:szCs w:val="18"/>
        </w:rPr>
        <w:t>ePodatelna@spravazeleznic.cz</w:t>
      </w:r>
    </w:p>
    <w:p w14:paraId="7013CBAC" w14:textId="77777777" w:rsidR="00CD2A00" w:rsidRPr="008B5521" w:rsidRDefault="00CD2A00" w:rsidP="00CD2A00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„Kupující“ 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608824BF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</w:t>
      </w:r>
      <w:r w:rsidR="000A53AE" w:rsidRPr="00BB38F3">
        <w:rPr>
          <w:rFonts w:ascii="Verdana" w:hAnsi="Verdana" w:cstheme="minorHAnsi"/>
          <w:sz w:val="18"/>
          <w:szCs w:val="18"/>
        </w:rPr>
        <w:t xml:space="preserve">uzavření </w:t>
      </w:r>
      <w:r w:rsidR="007A1D6A" w:rsidRPr="00BB38F3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B38F3">
        <w:rPr>
          <w:rFonts w:ascii="Verdana" w:hAnsi="Verdana" w:cstheme="minorHAnsi"/>
          <w:sz w:val="18"/>
          <w:szCs w:val="18"/>
        </w:rPr>
        <w:t>dohody odpovídající</w:t>
      </w:r>
      <w:r w:rsidR="00E01062" w:rsidRPr="00BB38F3">
        <w:rPr>
          <w:rFonts w:ascii="Verdana" w:hAnsi="Verdana" w:cstheme="minorHAnsi"/>
          <w:sz w:val="18"/>
          <w:szCs w:val="18"/>
        </w:rPr>
        <w:t xml:space="preserve"> </w:t>
      </w:r>
      <w:r w:rsidR="000A53AE" w:rsidRPr="00BB38F3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BB38F3">
        <w:rPr>
          <w:rFonts w:ascii="Verdana" w:hAnsi="Verdana" w:cstheme="minorHAnsi"/>
          <w:sz w:val="18"/>
          <w:szCs w:val="18"/>
        </w:rPr>
        <w:t>podlimitní sektorov</w:t>
      </w:r>
      <w:r w:rsidR="000A53AE" w:rsidRPr="00BB38F3">
        <w:rPr>
          <w:rFonts w:ascii="Verdana" w:hAnsi="Verdana" w:cstheme="minorHAnsi"/>
          <w:sz w:val="18"/>
          <w:szCs w:val="18"/>
        </w:rPr>
        <w:t>ou</w:t>
      </w:r>
      <w:r w:rsidR="005E6DAB" w:rsidRPr="00BB38F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BB38F3">
        <w:rPr>
          <w:rFonts w:ascii="Verdana" w:hAnsi="Verdana" w:cstheme="minorHAnsi"/>
          <w:sz w:val="18"/>
          <w:szCs w:val="18"/>
        </w:rPr>
        <w:t>ou</w:t>
      </w:r>
      <w:r w:rsidR="005E6DAB" w:rsidRPr="00BB38F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B38F3">
        <w:rPr>
          <w:rFonts w:ascii="Verdana" w:hAnsi="Verdana" w:cstheme="minorHAnsi"/>
          <w:sz w:val="18"/>
          <w:szCs w:val="18"/>
        </w:rPr>
        <w:t>u</w:t>
      </w:r>
      <w:r w:rsidRPr="00BB38F3">
        <w:rPr>
          <w:rFonts w:ascii="Verdana" w:hAnsi="Verdana" w:cstheme="minorHAnsi"/>
          <w:sz w:val="18"/>
          <w:szCs w:val="18"/>
        </w:rPr>
        <w:t xml:space="preserve"> </w:t>
      </w:r>
      <w:r w:rsidR="00030FD1" w:rsidRPr="00BB38F3">
        <w:rPr>
          <w:rFonts w:ascii="Verdana" w:hAnsi="Verdana" w:cstheme="minorHAnsi"/>
          <w:sz w:val="18"/>
          <w:szCs w:val="18"/>
        </w:rPr>
        <w:t>zadávan</w:t>
      </w:r>
      <w:r w:rsidR="000A53AE" w:rsidRPr="00BB38F3">
        <w:rPr>
          <w:rFonts w:ascii="Verdana" w:hAnsi="Verdana" w:cstheme="minorHAnsi"/>
          <w:sz w:val="18"/>
          <w:szCs w:val="18"/>
        </w:rPr>
        <w:t>ou</w:t>
      </w:r>
      <w:r w:rsidR="00030FD1" w:rsidRPr="00BB38F3">
        <w:rPr>
          <w:rFonts w:ascii="Verdana" w:hAnsi="Verdana" w:cstheme="minorHAnsi"/>
          <w:sz w:val="18"/>
          <w:szCs w:val="18"/>
        </w:rPr>
        <w:t xml:space="preserve"> </w:t>
      </w:r>
      <w:r w:rsidR="00414CB4">
        <w:rPr>
          <w:rFonts w:ascii="Verdana" w:hAnsi="Verdana" w:cstheme="minorHAnsi"/>
          <w:sz w:val="18"/>
          <w:szCs w:val="18"/>
        </w:rPr>
        <w:t xml:space="preserve">      </w:t>
      </w:r>
      <w:r w:rsidR="00030FD1" w:rsidRPr="00BB38F3">
        <w:rPr>
          <w:rFonts w:ascii="Verdana" w:hAnsi="Verdana" w:cstheme="minorHAnsi"/>
          <w:sz w:val="18"/>
          <w:szCs w:val="18"/>
        </w:rPr>
        <w:t>v</w:t>
      </w:r>
      <w:r w:rsidR="00B92EB6">
        <w:rPr>
          <w:rFonts w:ascii="Verdana" w:hAnsi="Verdana" w:cstheme="minorHAnsi"/>
          <w:sz w:val="18"/>
          <w:szCs w:val="18"/>
        </w:rPr>
        <w:t xml:space="preserve"> zadávacím řízení 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28027F">
        <w:rPr>
          <w:rFonts w:ascii="Verdana" w:hAnsi="Verdana" w:cstheme="minorHAnsi"/>
          <w:sz w:val="18"/>
          <w:szCs w:val="18"/>
        </w:rPr>
        <w:t>„Mazací prostřed</w:t>
      </w:r>
      <w:r w:rsidR="00B7188C">
        <w:rPr>
          <w:rFonts w:ascii="Verdana" w:hAnsi="Verdana" w:cstheme="minorHAnsi"/>
          <w:sz w:val="18"/>
          <w:szCs w:val="18"/>
        </w:rPr>
        <w:t>ky</w:t>
      </w:r>
      <w:r w:rsidR="0028027F">
        <w:rPr>
          <w:rFonts w:ascii="Verdana" w:hAnsi="Verdana" w:cstheme="minorHAnsi"/>
          <w:sz w:val="18"/>
          <w:szCs w:val="18"/>
        </w:rPr>
        <w:t xml:space="preserve"> k ošetřování kluzných stoliček a závěrů výhybek </w:t>
      </w:r>
      <w:r w:rsidR="00B7188C">
        <w:rPr>
          <w:rFonts w:ascii="Verdana" w:hAnsi="Verdana" w:cstheme="minorHAnsi"/>
          <w:sz w:val="18"/>
          <w:szCs w:val="18"/>
        </w:rPr>
        <w:t>Biosynt a Divinol - 2021</w:t>
      </w:r>
      <w:r w:rsidR="0028027F">
        <w:rPr>
          <w:rFonts w:ascii="Verdana" w:hAnsi="Verdana" w:cstheme="minorHAnsi"/>
          <w:sz w:val="18"/>
          <w:szCs w:val="18"/>
        </w:rPr>
        <w:t>“,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B7188C">
        <w:rPr>
          <w:rFonts w:ascii="Verdana" w:hAnsi="Verdana" w:cstheme="minorHAnsi"/>
          <w:sz w:val="18"/>
          <w:szCs w:val="18"/>
        </w:rPr>
        <w:t>1182</w:t>
      </w:r>
      <w:r w:rsidR="0028027F">
        <w:rPr>
          <w:rFonts w:ascii="Verdana" w:hAnsi="Verdana" w:cstheme="minorHAnsi"/>
          <w:sz w:val="18"/>
          <w:szCs w:val="18"/>
        </w:rPr>
        <w:t>/202</w:t>
      </w:r>
      <w:r w:rsidR="00B7188C">
        <w:rPr>
          <w:rFonts w:ascii="Verdana" w:hAnsi="Verdana" w:cstheme="minorHAnsi"/>
          <w:sz w:val="18"/>
          <w:szCs w:val="18"/>
        </w:rPr>
        <w:t>1</w:t>
      </w:r>
      <w:r w:rsidR="0028027F">
        <w:rPr>
          <w:rFonts w:ascii="Verdana" w:hAnsi="Verdana" w:cstheme="minorHAnsi"/>
          <w:sz w:val="18"/>
          <w:szCs w:val="18"/>
        </w:rPr>
        <w:t>-SŽ-GŘ-O8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590D0B6" w14:textId="77777777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Předmětem této rámcové dohody je úprava rámcových podmínek týkajících se veřejných zakázek zadávaných na základě této rámcové dohody po dobu trvání této rámcové dohody (dále jen „dílčí veřejné zakázky“). </w:t>
      </w:r>
    </w:p>
    <w:p w14:paraId="6FA383F9" w14:textId="1A38A068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Předmětem dílčích </w:t>
      </w:r>
      <w:r w:rsidRPr="002008A8">
        <w:rPr>
          <w:rFonts w:ascii="Verdana" w:hAnsi="Verdana" w:cstheme="minorHAnsi"/>
          <w:sz w:val="18"/>
          <w:szCs w:val="18"/>
        </w:rPr>
        <w:t xml:space="preserve">veřejných zakázek je zabezpečení dodávek mazacích prostředků k ošetřování kluzných stoliček a závěrů výhybek – přípravku </w:t>
      </w:r>
      <w:r w:rsidR="002008A8" w:rsidRPr="002008A8">
        <w:rPr>
          <w:rFonts w:ascii="Verdana" w:hAnsi="Verdana"/>
          <w:noProof/>
          <w:sz w:val="18"/>
          <w:szCs w:val="18"/>
        </w:rPr>
        <w:t>BIOSYNT 40V a BIOSYNT 40V/H</w:t>
      </w:r>
      <w:r w:rsidR="002008A8" w:rsidRPr="002008A8">
        <w:rPr>
          <w:rFonts w:ascii="Verdana" w:hAnsi="Verdana" w:cstheme="minorHAnsi"/>
          <w:sz w:val="18"/>
          <w:szCs w:val="18"/>
        </w:rPr>
        <w:t xml:space="preserve"> </w:t>
      </w:r>
      <w:r w:rsidRPr="002008A8">
        <w:rPr>
          <w:rFonts w:ascii="Verdana" w:hAnsi="Verdana" w:cstheme="minorHAnsi"/>
          <w:sz w:val="18"/>
          <w:szCs w:val="18"/>
        </w:rPr>
        <w:t>(dále jen „Přípravek“). Technickou specifikací dodávek</w:t>
      </w:r>
      <w:r w:rsidRPr="0028027F">
        <w:rPr>
          <w:rFonts w:ascii="Verdana" w:hAnsi="Verdana" w:cstheme="minorHAnsi"/>
          <w:sz w:val="18"/>
          <w:szCs w:val="18"/>
        </w:rPr>
        <w:t xml:space="preserve"> přípravků jsou Technické podmínky dodací (dále jen „TPD“), uzavřené mezi Kupujícím a Prodávajícím (případně výrobcem) </w:t>
      </w:r>
      <w:r w:rsidRPr="0028027F">
        <w:rPr>
          <w:rFonts w:ascii="Verdana" w:hAnsi="Verdana" w:cstheme="minorHAnsi"/>
          <w:sz w:val="18"/>
          <w:szCs w:val="18"/>
          <w:highlight w:val="yellow"/>
        </w:rPr>
        <w:t>pod č.j. …….(doplní Prodávající)</w:t>
      </w:r>
      <w:r w:rsidRPr="0028027F">
        <w:rPr>
          <w:rFonts w:ascii="Verdana" w:hAnsi="Verdana" w:cstheme="minorHAnsi"/>
          <w:sz w:val="18"/>
          <w:szCs w:val="18"/>
        </w:rPr>
        <w:t xml:space="preserve">, včetně jejich dodatků a změn v platném znění a technické listy k Přípravku, které jsou uvedeny v příloze č. </w:t>
      </w:r>
      <w:r>
        <w:rPr>
          <w:rFonts w:ascii="Verdana" w:hAnsi="Verdana" w:cstheme="minorHAnsi"/>
          <w:sz w:val="18"/>
          <w:szCs w:val="18"/>
        </w:rPr>
        <w:t>3</w:t>
      </w:r>
      <w:r w:rsidRPr="0028027F"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6F0AC796" w14:textId="6DAD92FD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Jednotlivé položky předmětu této rámcové dohody jsou uvedeny v příloze č. </w:t>
      </w:r>
      <w:r>
        <w:rPr>
          <w:rFonts w:ascii="Verdana" w:hAnsi="Verdana" w:cstheme="minorHAnsi"/>
          <w:sz w:val="18"/>
          <w:szCs w:val="18"/>
        </w:rPr>
        <w:t>2</w:t>
      </w:r>
      <w:r w:rsidRPr="0028027F"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0B97C77F" w14:textId="77777777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>Plnění této rámcové dohody musí být v souladu s TPD. Nesplnění tohoto ustanovení bude znamenat neposkytnutí součinnosti ze strany Prodávajícího a je důvodem pro vypovězení rámcové dohody.</w:t>
      </w:r>
    </w:p>
    <w:p w14:paraId="58CD0C4E" w14:textId="238752AD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 xml:space="preserve">Prodávající odpovídá za to, že </w:t>
      </w:r>
      <w:r w:rsidR="00897AB7">
        <w:rPr>
          <w:rFonts w:ascii="Verdana" w:hAnsi="Verdana" w:cstheme="minorHAnsi"/>
          <w:sz w:val="18"/>
          <w:szCs w:val="18"/>
        </w:rPr>
        <w:t xml:space="preserve">dodaný přípravek plně odpovídá </w:t>
      </w:r>
      <w:r w:rsidRPr="0028027F">
        <w:rPr>
          <w:rFonts w:ascii="Verdana" w:hAnsi="Verdana" w:cstheme="minorHAnsi"/>
          <w:sz w:val="18"/>
          <w:szCs w:val="18"/>
        </w:rPr>
        <w:t>požadavkům zákona č. 22/1997 Sb., o technických požadavcích na výrobky a o změně a doplnění některých zákonů, ve znění pozdějších předpisů, a disponuje platnými certifikáty  a osvědčeními potvrzujícími, že dodan</w:t>
      </w:r>
      <w:r w:rsidR="00897AB7">
        <w:rPr>
          <w:rFonts w:ascii="Verdana" w:hAnsi="Verdana" w:cstheme="minorHAnsi"/>
          <w:sz w:val="18"/>
          <w:szCs w:val="18"/>
        </w:rPr>
        <w:t>ý přípravek</w:t>
      </w:r>
      <w:r w:rsidRPr="0028027F">
        <w:rPr>
          <w:rFonts w:ascii="Verdana" w:hAnsi="Verdana" w:cstheme="minorHAnsi"/>
          <w:sz w:val="18"/>
          <w:szCs w:val="18"/>
        </w:rPr>
        <w:t xml:space="preserve"> splňuj</w:t>
      </w:r>
      <w:r w:rsidR="00897AB7">
        <w:rPr>
          <w:rFonts w:ascii="Verdana" w:hAnsi="Verdana" w:cstheme="minorHAnsi"/>
          <w:sz w:val="18"/>
          <w:szCs w:val="18"/>
        </w:rPr>
        <w:t>e</w:t>
      </w:r>
      <w:r w:rsidRPr="0028027F">
        <w:rPr>
          <w:rFonts w:ascii="Verdana" w:hAnsi="Verdana" w:cstheme="minorHAnsi"/>
          <w:sz w:val="18"/>
          <w:szCs w:val="18"/>
        </w:rPr>
        <w:t xml:space="preserve"> požadavky zákona  č. 22/1997 Sb., o technických požadavcích na výrobky </w:t>
      </w:r>
      <w:r w:rsidR="00414CB4">
        <w:rPr>
          <w:rFonts w:ascii="Verdana" w:hAnsi="Verdana" w:cstheme="minorHAnsi"/>
          <w:sz w:val="18"/>
          <w:szCs w:val="18"/>
        </w:rPr>
        <w:t xml:space="preserve">    </w:t>
      </w:r>
      <w:r w:rsidRPr="0028027F">
        <w:rPr>
          <w:rFonts w:ascii="Verdana" w:hAnsi="Verdana" w:cstheme="minorHAnsi"/>
          <w:sz w:val="18"/>
          <w:szCs w:val="18"/>
        </w:rPr>
        <w:t xml:space="preserve">a o změně a doplnění některých zákonů, ve znění pozdějších předpisů a dalších platných českých právních norem, popřípadě převzatých mezinárodních norem a předpisů týkajících se oprávněného zájmu na bezpečnost výrobků. </w:t>
      </w:r>
    </w:p>
    <w:p w14:paraId="4D5DFCE1" w14:textId="38518F30" w:rsidR="0028027F" w:rsidRPr="0028027F" w:rsidRDefault="0028027F" w:rsidP="0028027F">
      <w:pPr>
        <w:pStyle w:val="Odstavecseseznamem"/>
        <w:numPr>
          <w:ilvl w:val="1"/>
          <w:numId w:val="4"/>
        </w:numPr>
        <w:spacing w:after="120"/>
        <w:ind w:left="284"/>
        <w:contextualSpacing w:val="0"/>
        <w:rPr>
          <w:rFonts w:ascii="Verdana" w:hAnsi="Verdana" w:cstheme="minorHAnsi"/>
          <w:sz w:val="18"/>
          <w:szCs w:val="18"/>
        </w:rPr>
      </w:pPr>
      <w:r w:rsidRPr="0028027F">
        <w:rPr>
          <w:rFonts w:ascii="Verdana" w:hAnsi="Verdana" w:cstheme="minorHAnsi"/>
          <w:sz w:val="18"/>
          <w:szCs w:val="18"/>
        </w:rPr>
        <w:t>Kupujícímu musí být umožněno ověření kvality Přípravk</w:t>
      </w:r>
      <w:r w:rsidR="00897AB7">
        <w:rPr>
          <w:rFonts w:ascii="Verdana" w:hAnsi="Verdana" w:cstheme="minorHAnsi"/>
          <w:sz w:val="18"/>
          <w:szCs w:val="18"/>
        </w:rPr>
        <w:t>u</w:t>
      </w:r>
      <w:r w:rsidRPr="0028027F">
        <w:rPr>
          <w:rFonts w:ascii="Verdana" w:hAnsi="Verdana" w:cstheme="minorHAnsi"/>
          <w:sz w:val="18"/>
          <w:szCs w:val="18"/>
        </w:rPr>
        <w:t xml:space="preserve"> pověřeným útvarem dle příslušných TPD. Ke každé dodávce Přípravk</w:t>
      </w:r>
      <w:r w:rsidR="00897AB7">
        <w:rPr>
          <w:rFonts w:ascii="Verdana" w:hAnsi="Verdana" w:cstheme="minorHAnsi"/>
          <w:sz w:val="18"/>
          <w:szCs w:val="18"/>
        </w:rPr>
        <w:t>u</w:t>
      </w:r>
      <w:r w:rsidRPr="0028027F">
        <w:rPr>
          <w:rFonts w:ascii="Verdana" w:hAnsi="Verdana" w:cstheme="minorHAnsi"/>
          <w:sz w:val="18"/>
          <w:szCs w:val="18"/>
        </w:rPr>
        <w:t xml:space="preserve"> budou Prodávajícím zaslány Kupujícímu sjednané doklady </w:t>
      </w:r>
      <w:r w:rsidR="00535BD9">
        <w:rPr>
          <w:rFonts w:ascii="Verdana" w:hAnsi="Verdana" w:cstheme="minorHAnsi"/>
          <w:sz w:val="18"/>
          <w:szCs w:val="18"/>
        </w:rPr>
        <w:t xml:space="preserve">     </w:t>
      </w:r>
      <w:r w:rsidRPr="0028027F">
        <w:rPr>
          <w:rFonts w:ascii="Verdana" w:hAnsi="Verdana" w:cstheme="minorHAnsi"/>
          <w:sz w:val="18"/>
          <w:szCs w:val="18"/>
        </w:rPr>
        <w:t>o kvalitě dle ustanovení příslušných TPD.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8F669C">
      <w:pPr>
        <w:pStyle w:val="acnormalbulleted"/>
        <w:numPr>
          <w:ilvl w:val="0"/>
          <w:numId w:val="3"/>
        </w:numPr>
        <w:tabs>
          <w:tab w:val="clear" w:pos="42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8F669C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jc w:val="left"/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8F669C">
      <w:pPr>
        <w:pStyle w:val="acnormal"/>
        <w:ind w:left="360"/>
        <w:jc w:val="left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8F669C">
      <w:pPr>
        <w:pStyle w:val="acnormal"/>
        <w:ind w:left="360"/>
        <w:jc w:val="left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F669C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2F43ECE0" w:rsidR="00893290" w:rsidRPr="00897AB7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97AB7" w:rsidRPr="00897AB7">
        <w:rPr>
          <w:rFonts w:ascii="Verdana" w:hAnsi="Verdana" w:cstheme="minorHAnsi"/>
          <w:sz w:val="18"/>
          <w:szCs w:val="18"/>
        </w:rPr>
        <w:t>2</w:t>
      </w:r>
      <w:r w:rsidR="007465F2" w:rsidRPr="00897AB7">
        <w:rPr>
          <w:rFonts w:ascii="Verdana" w:hAnsi="Verdana" w:cstheme="minorHAnsi"/>
          <w:sz w:val="18"/>
          <w:szCs w:val="18"/>
        </w:rPr>
        <w:t xml:space="preserve"> </w:t>
      </w:r>
      <w:r w:rsidRPr="00897AB7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97AB7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97AB7">
        <w:rPr>
          <w:rFonts w:ascii="Verdana" w:hAnsi="Verdana" w:cstheme="minorHAnsi"/>
          <w:sz w:val="18"/>
          <w:szCs w:val="18"/>
        </w:rPr>
        <w:t>dodání zboží</w:t>
      </w:r>
      <w:r w:rsidRPr="00897AB7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97AB7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F669C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591A048D" w:rsidR="00893290" w:rsidRPr="008B5521" w:rsidRDefault="00535BD9" w:rsidP="008F669C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</w:t>
      </w:r>
      <w:r w:rsidR="00414CB4">
        <w:rPr>
          <w:rFonts w:ascii="Verdana" w:hAnsi="Verdana" w:cstheme="minorHAnsi"/>
          <w:sz w:val="18"/>
          <w:szCs w:val="18"/>
        </w:rPr>
        <w:t xml:space="preserve">       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1332AE1F" w:rsidR="00FF14B8" w:rsidRDefault="00D608AA" w:rsidP="008F669C">
      <w:pPr>
        <w:pStyle w:val="Odstavecseseznamem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897AB7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</w:t>
      </w:r>
      <w:r w:rsidR="00414CB4">
        <w:rPr>
          <w:rFonts w:ascii="Verdana" w:hAnsi="Verdana" w:cstheme="minorHAnsi"/>
          <w:sz w:val="18"/>
          <w:szCs w:val="18"/>
        </w:rPr>
        <w:t xml:space="preserve">   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6F64B943" w:rsidR="00893290" w:rsidRPr="00897AB7" w:rsidRDefault="00FF14B8" w:rsidP="008F669C">
      <w:pPr>
        <w:pStyle w:val="Odstavecseseznamem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</w:t>
      </w:r>
      <w:r w:rsidR="00414CB4">
        <w:rPr>
          <w:rFonts w:ascii="Verdana" w:hAnsi="Verdana" w:cstheme="minorHAnsi"/>
          <w:sz w:val="18"/>
          <w:szCs w:val="18"/>
        </w:rPr>
        <w:t xml:space="preserve">      </w:t>
      </w:r>
      <w:r w:rsidRPr="00897AB7">
        <w:rPr>
          <w:rFonts w:ascii="Verdana" w:hAnsi="Verdana" w:cstheme="minorHAnsi"/>
          <w:sz w:val="18"/>
          <w:szCs w:val="18"/>
        </w:rPr>
        <w:t xml:space="preserve">k postupnému uzavírání jednotlivých budoucích smluv postupem uvedeným v článku II. odst. 2 </w:t>
      </w:r>
      <w:r w:rsidR="00535BD9">
        <w:rPr>
          <w:rFonts w:ascii="Verdana" w:hAnsi="Verdana" w:cstheme="minorHAnsi"/>
          <w:sz w:val="18"/>
          <w:szCs w:val="18"/>
        </w:rPr>
        <w:t xml:space="preserve">  </w:t>
      </w:r>
      <w:r w:rsidRPr="00897AB7">
        <w:rPr>
          <w:rFonts w:ascii="Verdana" w:hAnsi="Verdana" w:cstheme="minorHAnsi"/>
          <w:sz w:val="18"/>
          <w:szCs w:val="18"/>
        </w:rPr>
        <w:t xml:space="preserve">a 3 této dohody, přičemž výzvou k uzavření dílčí smlouvy se rozumí objednávka. Prodávající je povinen výzvu k uzavření dílčí smlouvy akceptovat a smlouvu uzavřít ve lhůtě uvedené v II. </w:t>
      </w:r>
      <w:r w:rsidRPr="00897AB7">
        <w:rPr>
          <w:rFonts w:ascii="Verdana" w:hAnsi="Verdana" w:cstheme="minorHAnsi"/>
          <w:sz w:val="18"/>
          <w:szCs w:val="18"/>
        </w:rPr>
        <w:lastRenderedPageBreak/>
        <w:t xml:space="preserve">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897AB7" w:rsidRPr="00897AB7">
        <w:rPr>
          <w:rFonts w:ascii="Verdana" w:hAnsi="Verdana" w:cstheme="minorHAnsi"/>
          <w:sz w:val="18"/>
          <w:szCs w:val="18"/>
        </w:rPr>
        <w:t xml:space="preserve">5 </w:t>
      </w:r>
      <w:r w:rsidRPr="00897AB7">
        <w:rPr>
          <w:rFonts w:ascii="Verdana" w:hAnsi="Verdana" w:cstheme="minorHAnsi"/>
          <w:sz w:val="18"/>
          <w:szCs w:val="18"/>
        </w:rPr>
        <w:t xml:space="preserve">% z ceny za plnění budoucí dílčí smlouvy, kterou </w:t>
      </w:r>
      <w:r w:rsidR="00ED42A7" w:rsidRPr="00897AB7">
        <w:rPr>
          <w:rFonts w:ascii="Verdana" w:hAnsi="Verdana" w:cstheme="minorHAnsi"/>
          <w:sz w:val="18"/>
          <w:szCs w:val="18"/>
        </w:rPr>
        <w:t>Prodá</w:t>
      </w:r>
      <w:r w:rsidRPr="00897AB7">
        <w:rPr>
          <w:rFonts w:ascii="Verdana" w:hAnsi="Verdana" w:cstheme="minorHAnsi"/>
          <w:sz w:val="18"/>
          <w:szCs w:val="18"/>
        </w:rPr>
        <w:t xml:space="preserve">vající </w:t>
      </w:r>
      <w:r w:rsidR="00414CB4">
        <w:rPr>
          <w:rFonts w:ascii="Verdana" w:hAnsi="Verdana" w:cstheme="minorHAnsi"/>
          <w:sz w:val="18"/>
          <w:szCs w:val="18"/>
        </w:rPr>
        <w:t xml:space="preserve">             </w:t>
      </w:r>
      <w:r w:rsidRPr="00897AB7">
        <w:rPr>
          <w:rFonts w:ascii="Verdana" w:hAnsi="Verdana" w:cstheme="minorHAnsi"/>
          <w:sz w:val="18"/>
          <w:szCs w:val="18"/>
        </w:rPr>
        <w:t>v rozporu se svou povinností po výzvě Kupujícího neuzavřel. Cena za plnění budoucí dílčí smlouvy se stanoví dle článku IV. odstavce 1 této rámcové dohody.</w:t>
      </w:r>
      <w:r w:rsidRPr="00897AB7">
        <w:t xml:space="preserve"> </w:t>
      </w:r>
      <w:r w:rsidRPr="00897AB7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897AB7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05F2BCCD" w:rsidR="00D608AA" w:rsidRPr="00897AB7" w:rsidRDefault="00D608AA" w:rsidP="008F669C">
      <w:pPr>
        <w:pStyle w:val="acnormalbulleted"/>
        <w:numPr>
          <w:ilvl w:val="0"/>
          <w:numId w:val="1"/>
        </w:numPr>
        <w:tabs>
          <w:tab w:val="clear" w:pos="360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897AB7" w:rsidRPr="00897AB7">
        <w:rPr>
          <w:rFonts w:ascii="Verdana" w:eastAsiaTheme="majorEastAsia" w:hAnsi="Verdana" w:cstheme="minorHAnsi"/>
          <w:bCs/>
          <w:sz w:val="18"/>
          <w:szCs w:val="18"/>
        </w:rPr>
        <w:t xml:space="preserve">12 </w:t>
      </w:r>
      <w:r w:rsidRPr="00897AB7">
        <w:rPr>
          <w:rFonts w:ascii="Verdana" w:eastAsiaTheme="majorEastAsia" w:hAnsi="Verdana" w:cstheme="minorHAnsi"/>
          <w:bCs/>
          <w:sz w:val="18"/>
          <w:szCs w:val="18"/>
        </w:rPr>
        <w:t xml:space="preserve">měsíců od nabytí její účinnosti, </w:t>
      </w:r>
      <w:r w:rsidRPr="00897AB7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</w:t>
      </w:r>
      <w:r w:rsidR="00535BD9">
        <w:rPr>
          <w:rFonts w:ascii="Verdana" w:hAnsi="Verdana" w:cstheme="minorHAnsi"/>
          <w:sz w:val="18"/>
          <w:szCs w:val="18"/>
        </w:rPr>
        <w:t xml:space="preserve">    </w:t>
      </w:r>
      <w:r w:rsidRPr="00897AB7">
        <w:rPr>
          <w:rFonts w:ascii="Verdana" w:hAnsi="Verdana" w:cstheme="minorHAnsi"/>
          <w:sz w:val="18"/>
          <w:szCs w:val="18"/>
        </w:rPr>
        <w:t xml:space="preserve"> (v součtu všech dílčích smluv) v částce převyšující </w:t>
      </w:r>
      <w:r w:rsidR="0057406B">
        <w:rPr>
          <w:rFonts w:ascii="Verdana" w:hAnsi="Verdana" w:cstheme="minorHAnsi"/>
          <w:sz w:val="18"/>
          <w:szCs w:val="18"/>
        </w:rPr>
        <w:t>4</w:t>
      </w:r>
      <w:r w:rsidR="002008A8">
        <w:rPr>
          <w:rFonts w:ascii="Verdana" w:hAnsi="Verdana" w:cstheme="minorHAnsi"/>
          <w:sz w:val="18"/>
          <w:szCs w:val="18"/>
        </w:rPr>
        <w:t>.</w:t>
      </w:r>
      <w:r w:rsidR="0057406B">
        <w:rPr>
          <w:rFonts w:ascii="Verdana" w:hAnsi="Verdana" w:cstheme="minorHAnsi"/>
          <w:sz w:val="18"/>
          <w:szCs w:val="18"/>
        </w:rPr>
        <w:t>495</w:t>
      </w:r>
      <w:r w:rsidR="002D3C41">
        <w:rPr>
          <w:rFonts w:ascii="Verdana" w:hAnsi="Verdana" w:cstheme="minorHAnsi"/>
          <w:sz w:val="18"/>
          <w:szCs w:val="18"/>
        </w:rPr>
        <w:t>.000</w:t>
      </w:r>
      <w:r w:rsidRPr="00897AB7">
        <w:rPr>
          <w:rFonts w:ascii="Verdana" w:hAnsi="Verdana" w:cstheme="minorHAnsi"/>
          <w:sz w:val="18"/>
          <w:szCs w:val="18"/>
        </w:rPr>
        <w:t>,-Kč</w:t>
      </w:r>
      <w:r w:rsidRPr="00897AB7">
        <w:rPr>
          <w:rFonts w:ascii="Verdana" w:hAnsi="Verdana" w:cstheme="minorHAnsi"/>
          <w:b/>
          <w:sz w:val="18"/>
          <w:szCs w:val="18"/>
        </w:rPr>
        <w:t xml:space="preserve"> </w:t>
      </w:r>
      <w:r w:rsidRPr="00897AB7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897AB7">
        <w:rPr>
          <w:rFonts w:ascii="Verdana" w:hAnsi="Verdana" w:cstheme="minorHAnsi"/>
          <w:sz w:val="18"/>
          <w:szCs w:val="18"/>
        </w:rPr>
        <w:t>Rámcové</w:t>
      </w:r>
      <w:r w:rsidRPr="00897AB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57406B">
        <w:rPr>
          <w:rFonts w:ascii="Verdana" w:hAnsi="Verdana" w:cstheme="minorHAnsi"/>
          <w:sz w:val="18"/>
          <w:szCs w:val="18"/>
        </w:rPr>
        <w:t>4</w:t>
      </w:r>
      <w:r w:rsidR="002008A8">
        <w:rPr>
          <w:rFonts w:ascii="Verdana" w:hAnsi="Verdana" w:cstheme="minorHAnsi"/>
          <w:sz w:val="18"/>
          <w:szCs w:val="18"/>
        </w:rPr>
        <w:t>.</w:t>
      </w:r>
      <w:r w:rsidR="0057406B">
        <w:rPr>
          <w:rFonts w:ascii="Verdana" w:hAnsi="Verdana" w:cstheme="minorHAnsi"/>
          <w:sz w:val="18"/>
          <w:szCs w:val="18"/>
        </w:rPr>
        <w:t>500</w:t>
      </w:r>
      <w:r w:rsidR="002D3C41">
        <w:rPr>
          <w:rFonts w:ascii="Verdana" w:hAnsi="Verdana" w:cstheme="minorHAnsi"/>
          <w:sz w:val="18"/>
          <w:szCs w:val="18"/>
        </w:rPr>
        <w:t>.000</w:t>
      </w:r>
      <w:r w:rsidRPr="00897AB7">
        <w:rPr>
          <w:rFonts w:ascii="Verdana" w:hAnsi="Verdana" w:cstheme="minorHAnsi"/>
          <w:sz w:val="18"/>
          <w:szCs w:val="18"/>
        </w:rPr>
        <w:t>,-Kč</w:t>
      </w:r>
      <w:r w:rsidRPr="00897AB7">
        <w:rPr>
          <w:rFonts w:ascii="Verdana" w:hAnsi="Verdana" w:cstheme="minorHAnsi"/>
          <w:b/>
          <w:sz w:val="18"/>
          <w:szCs w:val="18"/>
        </w:rPr>
        <w:t xml:space="preserve"> </w:t>
      </w:r>
      <w:r w:rsidRPr="00897AB7">
        <w:rPr>
          <w:rFonts w:ascii="Verdana" w:hAnsi="Verdana" w:cstheme="minorHAnsi"/>
          <w:sz w:val="18"/>
          <w:szCs w:val="18"/>
        </w:rPr>
        <w:t>bez DPH</w:t>
      </w:r>
      <w:r w:rsidRPr="00897AB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A882AE5" w:rsidR="00062B10" w:rsidRDefault="00D608AA" w:rsidP="008F669C">
      <w:pPr>
        <w:pStyle w:val="acnormalbulleted"/>
        <w:numPr>
          <w:ilvl w:val="0"/>
          <w:numId w:val="1"/>
        </w:numPr>
        <w:tabs>
          <w:tab w:val="clear" w:pos="426"/>
        </w:tabs>
        <w:jc w:val="left"/>
        <w:rPr>
          <w:rFonts w:ascii="Verdana" w:hAnsi="Verdana" w:cstheme="minorHAnsi"/>
          <w:sz w:val="18"/>
          <w:szCs w:val="18"/>
        </w:rPr>
      </w:pPr>
      <w:r w:rsidRPr="00897AB7">
        <w:rPr>
          <w:rFonts w:ascii="Verdana" w:hAnsi="Verdana" w:cstheme="minorHAnsi"/>
          <w:sz w:val="18"/>
          <w:szCs w:val="18"/>
        </w:rPr>
        <w:t>Míst</w:t>
      </w:r>
      <w:r w:rsidR="00474AD3" w:rsidRPr="00897AB7">
        <w:rPr>
          <w:rFonts w:ascii="Verdana" w:hAnsi="Verdana" w:cstheme="minorHAnsi"/>
          <w:sz w:val="18"/>
          <w:szCs w:val="18"/>
        </w:rPr>
        <w:t>o</w:t>
      </w:r>
      <w:r w:rsidRPr="00897AB7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897AB7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897AB7">
        <w:rPr>
          <w:rFonts w:ascii="Verdana" w:hAnsi="Verdana" w:cstheme="minorHAnsi"/>
          <w:sz w:val="18"/>
          <w:szCs w:val="18"/>
        </w:rPr>
        <w:t xml:space="preserve"> </w:t>
      </w:r>
    </w:p>
    <w:p w14:paraId="4FDC8DF2" w14:textId="5966EAAA" w:rsidR="002D3C41" w:rsidRPr="002D3C41" w:rsidRDefault="002D3C41" w:rsidP="008F669C">
      <w:pPr>
        <w:pStyle w:val="acnormalbulleted"/>
        <w:numPr>
          <w:ilvl w:val="0"/>
          <w:numId w:val="1"/>
        </w:numPr>
        <w:tabs>
          <w:tab w:val="clear" w:pos="426"/>
        </w:tabs>
        <w:jc w:val="left"/>
        <w:rPr>
          <w:rFonts w:ascii="Verdana" w:hAnsi="Verdana" w:cstheme="minorHAnsi"/>
          <w:sz w:val="18"/>
          <w:szCs w:val="18"/>
        </w:rPr>
      </w:pPr>
      <w:r w:rsidRPr="002D3C41">
        <w:rPr>
          <w:rFonts w:ascii="Verdana" w:hAnsi="Verdana" w:cstheme="minorHAnsi"/>
          <w:sz w:val="18"/>
          <w:szCs w:val="18"/>
        </w:rPr>
        <w:t xml:space="preserve">Místem plnění jsou organizační složky Kupujícího uvedené v Příloze č. </w:t>
      </w:r>
      <w:r>
        <w:rPr>
          <w:rFonts w:ascii="Verdana" w:hAnsi="Verdana" w:cstheme="minorHAnsi"/>
          <w:sz w:val="18"/>
          <w:szCs w:val="18"/>
        </w:rPr>
        <w:t>4</w:t>
      </w:r>
      <w:r w:rsidRPr="002D3C41">
        <w:rPr>
          <w:rFonts w:ascii="Verdana" w:hAnsi="Verdana" w:cstheme="minorHAnsi"/>
          <w:sz w:val="18"/>
          <w:szCs w:val="18"/>
        </w:rPr>
        <w:t xml:space="preserve"> této Rámcové dohody. </w:t>
      </w:r>
      <w:r>
        <w:rPr>
          <w:rFonts w:ascii="Verdana" w:hAnsi="Verdana" w:cstheme="minorHAnsi"/>
          <w:sz w:val="18"/>
          <w:szCs w:val="18"/>
        </w:rPr>
        <w:t>Kupující</w:t>
      </w:r>
      <w:r w:rsidRPr="002D3C41">
        <w:rPr>
          <w:rFonts w:ascii="Verdana" w:hAnsi="Verdana" w:cstheme="minorHAnsi"/>
          <w:sz w:val="18"/>
          <w:szCs w:val="18"/>
        </w:rPr>
        <w:t xml:space="preserve"> může požadovat dodání zboží i na jinou adresu na území České republiky. Dopravu požadovaného zboží do místa plnění zajišťuje Prodávající na vlastní náklady, tyto náklady jsou součástí cen uvedených v příloze č.</w:t>
      </w:r>
      <w:r>
        <w:rPr>
          <w:rFonts w:ascii="Verdana" w:hAnsi="Verdana" w:cstheme="minorHAnsi"/>
          <w:sz w:val="18"/>
          <w:szCs w:val="18"/>
        </w:rPr>
        <w:t xml:space="preserve"> 2</w:t>
      </w:r>
      <w:r w:rsidRPr="002D3C41"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164DA9BB" w14:textId="44A74AA8" w:rsidR="00D034CB" w:rsidRPr="008B5521" w:rsidRDefault="00D034CB" w:rsidP="008F669C">
      <w:pPr>
        <w:pStyle w:val="acnormalbulleted"/>
        <w:numPr>
          <w:ilvl w:val="0"/>
          <w:numId w:val="1"/>
        </w:numPr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</w:t>
      </w:r>
      <w:r w:rsidR="002D3C41">
        <w:rPr>
          <w:rFonts w:ascii="Verdana" w:hAnsi="Verdana" w:cstheme="minorHAnsi"/>
          <w:sz w:val="18"/>
          <w:szCs w:val="18"/>
        </w:rPr>
        <w:t>lhůtě 5 kalendářních dnů ode dne doručení objednávky, případně v delší lhůtě uvedené v dílčí smlouvě.</w:t>
      </w:r>
      <w:r w:rsidRPr="008B5521">
        <w:rPr>
          <w:rFonts w:ascii="Verdana" w:hAnsi="Verdana" w:cstheme="minorHAnsi"/>
          <w:sz w:val="18"/>
          <w:szCs w:val="18"/>
        </w:rPr>
        <w:t xml:space="preserve"> Prodávající je povinen tyto lhůty dodržet.</w:t>
      </w:r>
    </w:p>
    <w:p w14:paraId="164DA9BC" w14:textId="658A97A2" w:rsidR="00062B10" w:rsidRPr="008B5521" w:rsidRDefault="00062B10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</w:t>
      </w:r>
      <w:r w:rsidR="00414CB4">
        <w:rPr>
          <w:rFonts w:ascii="Verdana" w:eastAsiaTheme="majorEastAsia" w:hAnsi="Verdana" w:cstheme="minorHAnsi"/>
          <w:bCs/>
          <w:sz w:val="18"/>
          <w:szCs w:val="18"/>
        </w:rPr>
        <w:t xml:space="preserve">    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povinna neprodleně, nejpozději však</w:t>
      </w:r>
      <w:r w:rsidR="002D3C41">
        <w:rPr>
          <w:rFonts w:ascii="Verdana" w:eastAsiaTheme="majorEastAsia" w:hAnsi="Verdana" w:cstheme="minorHAnsi"/>
          <w:bCs/>
          <w:sz w:val="18"/>
          <w:szCs w:val="18"/>
        </w:rPr>
        <w:t xml:space="preserve"> 3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2E1196B8" w:rsidR="00062B10" w:rsidRDefault="00062B10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2D3C41">
        <w:rPr>
          <w:rFonts w:ascii="Verdana" w:eastAsiaTheme="majorEastAsia" w:hAnsi="Verdana" w:cstheme="minorHAnsi"/>
          <w:bCs/>
          <w:sz w:val="18"/>
          <w:szCs w:val="18"/>
        </w:rPr>
        <w:t>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73CFDE77" w14:textId="5835DF1C" w:rsid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 xml:space="preserve">Přejímka zboží se uskuteční po 100% přepočtu dodávaného zboží. </w:t>
      </w:r>
    </w:p>
    <w:p w14:paraId="720F4E26" w14:textId="2A9779E9" w:rsid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Zjistí-li příjemce zboží nesrovnalosti v množství, zřejmou porušenost obalů nebo neúplnost dodávky nebo okolnosti tomu nasvědčující, je povinen o tom spolu s předávajícím (prodávající osobně, případně přepravce apod.) sepsat zápis, ve kterém obě strany uvedou svá stanoviska. Pokud předávající odmítne sepsat nebo podepsat zápis, není příjemce zboží povinen dodávku převzít.</w:t>
      </w:r>
    </w:p>
    <w:p w14:paraId="3DE19B29" w14:textId="7777777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Skončením přejímky (podepsáním dodacího listu oprávněnou osobou a otiskem razítka příjemce zboží) přechází vlastnické právo a veškerá odpovědnost za škodu na zboží na příjemce zboží.</w:t>
      </w:r>
    </w:p>
    <w:p w14:paraId="2F3AED0F" w14:textId="4C2CA56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Prodávající je povinen vyrozumět určeného zaměstnance Kupujícího uvedeného v dílčí smlouvě jako „kontaktní osoba“ o datu a době dodání zboží (v pracovní dny v čase 08:00 – 14:00 hod.). Prodáva</w:t>
      </w:r>
      <w:r>
        <w:rPr>
          <w:rFonts w:ascii="Verdana" w:eastAsiaTheme="majorEastAsia" w:hAnsi="Verdana" w:cstheme="minorHAnsi"/>
          <w:bCs/>
          <w:sz w:val="18"/>
          <w:szCs w:val="18"/>
        </w:rPr>
        <w:t>jící je povinen předat zástupci K</w:t>
      </w:r>
      <w:r w:rsidRPr="0088334F">
        <w:rPr>
          <w:rFonts w:ascii="Verdana" w:eastAsiaTheme="majorEastAsia" w:hAnsi="Verdana" w:cstheme="minorHAnsi"/>
          <w:bCs/>
          <w:sz w:val="18"/>
          <w:szCs w:val="18"/>
        </w:rPr>
        <w:t>upujícího – příjemci zboží dodací list ve čtyřech vyhotoveních a příjemce zboží je povinen je po přejímce řádně potvrdit. Dvě vyhotovení potvrzeného dodacího listu si ponechá příjemce zboží a další dvě Prodávající.</w:t>
      </w:r>
    </w:p>
    <w:p w14:paraId="02A51E70" w14:textId="7777777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Prodávající předá příjemci zboží ve smyslu občanského zákoníku v platném znění, nejpozději při dodání zboží doklady vztahující se ke zboží, jinak se dodávka považuje za vadnou. </w:t>
      </w:r>
    </w:p>
    <w:p w14:paraId="138D54D4" w14:textId="77777777" w:rsidR="0088334F" w:rsidRPr="0088334F" w:rsidRDefault="0088334F" w:rsidP="008F669C">
      <w:pPr>
        <w:pStyle w:val="acnormalbulleted"/>
        <w:numPr>
          <w:ilvl w:val="0"/>
          <w:numId w:val="1"/>
        </w:numPr>
        <w:ind w:left="357" w:hanging="357"/>
        <w:jc w:val="left"/>
        <w:rPr>
          <w:rFonts w:ascii="Verdana" w:eastAsiaTheme="majorEastAsia" w:hAnsi="Verdana" w:cstheme="minorHAnsi"/>
          <w:bCs/>
          <w:sz w:val="18"/>
          <w:szCs w:val="18"/>
        </w:rPr>
      </w:pPr>
      <w:r w:rsidRPr="0088334F">
        <w:rPr>
          <w:rFonts w:ascii="Verdana" w:eastAsiaTheme="majorEastAsia" w:hAnsi="Verdana" w:cstheme="minorHAnsi"/>
          <w:bCs/>
          <w:sz w:val="18"/>
          <w:szCs w:val="18"/>
        </w:rPr>
        <w:t>Pojištění se u zboží nevyžaduje.</w:t>
      </w:r>
    </w:p>
    <w:p w14:paraId="164DA9C0" w14:textId="77777777" w:rsidR="00062B10" w:rsidRPr="008B5521" w:rsidRDefault="00062B10" w:rsidP="008F669C">
      <w:pPr>
        <w:pStyle w:val="Bezmezer"/>
        <w:jc w:val="left"/>
        <w:rPr>
          <w:rFonts w:ascii="Verdana" w:hAnsi="Verdana" w:cstheme="minorHAnsi"/>
        </w:rPr>
      </w:pPr>
    </w:p>
    <w:p w14:paraId="164DA9C1" w14:textId="77777777" w:rsidR="00211202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3511CC00" w:rsidR="00CB26F1" w:rsidRPr="008B5521" w:rsidRDefault="00496E5D" w:rsidP="008F669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8334F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dle jednotkových cen v příloze č.</w:t>
      </w:r>
      <w:r w:rsidR="0088334F" w:rsidRPr="0088334F">
        <w:rPr>
          <w:rFonts w:ascii="Verdana" w:hAnsi="Verdana" w:cstheme="minorHAnsi"/>
          <w:sz w:val="18"/>
          <w:szCs w:val="18"/>
        </w:rPr>
        <w:t xml:space="preserve"> 2</w:t>
      </w:r>
      <w:r w:rsidRPr="0088334F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8334F">
        <w:rPr>
          <w:rFonts w:ascii="Verdana" w:hAnsi="Verdana" w:cstheme="minorHAnsi"/>
          <w:sz w:val="18"/>
          <w:szCs w:val="18"/>
        </w:rPr>
        <w:t>Rámcové</w:t>
      </w:r>
      <w:r w:rsidRPr="0088334F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  <w:r w:rsidR="0088334F" w:rsidRPr="0088334F">
        <w:rPr>
          <w:rFonts w:ascii="Verdana" w:hAnsi="Verdana" w:cstheme="minorHAnsi"/>
          <w:sz w:val="18"/>
          <w:szCs w:val="18"/>
        </w:rPr>
        <w:t>Prodávající je těmito cenami vázán po celou dobu plnění Rámcové</w:t>
      </w:r>
      <w:r w:rsidR="0088334F">
        <w:rPr>
          <w:rFonts w:ascii="Verdana" w:hAnsi="Verdana" w:cstheme="minorHAnsi"/>
          <w:sz w:val="18"/>
          <w:szCs w:val="18"/>
        </w:rPr>
        <w:t xml:space="preserve"> dohody.</w:t>
      </w:r>
    </w:p>
    <w:p w14:paraId="164DA9C3" w14:textId="29AEC658" w:rsidR="00CB26F1" w:rsidRPr="00B96AC1" w:rsidRDefault="00E6302B" w:rsidP="008F669C">
      <w:pPr>
        <w:pStyle w:val="Bezmezer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B96AC1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B96AC1">
        <w:rPr>
          <w:rFonts w:ascii="Verdana" w:hAnsi="Verdana" w:cstheme="minorHAnsi"/>
          <w:sz w:val="18"/>
          <w:szCs w:val="18"/>
        </w:rPr>
        <w:t>v</w:t>
      </w:r>
      <w:r w:rsidR="007465F2" w:rsidRPr="00B96AC1">
        <w:rPr>
          <w:rFonts w:ascii="Verdana" w:hAnsi="Verdana" w:cstheme="minorHAnsi"/>
          <w:sz w:val="18"/>
          <w:szCs w:val="18"/>
        </w:rPr>
        <w:t> jednotkovém ceníku</w:t>
      </w:r>
      <w:r w:rsidR="00CB26F1" w:rsidRPr="00B96AC1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B96AC1" w:rsidRPr="00B96AC1">
        <w:rPr>
          <w:rFonts w:ascii="Verdana" w:hAnsi="Verdana" w:cstheme="minorHAnsi"/>
          <w:sz w:val="18"/>
          <w:szCs w:val="18"/>
        </w:rPr>
        <w:t>2</w:t>
      </w:r>
      <w:r w:rsidR="00CB26F1" w:rsidRPr="00B96AC1">
        <w:rPr>
          <w:rFonts w:ascii="Verdana" w:hAnsi="Verdana" w:cstheme="minorHAnsi"/>
          <w:sz w:val="18"/>
          <w:szCs w:val="18"/>
        </w:rPr>
        <w:t xml:space="preserve"> této Rámcové dohody</w:t>
      </w:r>
      <w:r w:rsidRPr="00B96AC1">
        <w:rPr>
          <w:rFonts w:ascii="Verdana" w:hAnsi="Verdana" w:cstheme="minorHAnsi"/>
          <w:sz w:val="18"/>
          <w:szCs w:val="18"/>
        </w:rPr>
        <w:t xml:space="preserve">, </w:t>
      </w:r>
      <w:r w:rsidR="00CB26F1" w:rsidRPr="00B96AC1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8F669C">
      <w:pPr>
        <w:pStyle w:val="Bezmezer"/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</w:p>
    <w:p w14:paraId="164DA9C5" w14:textId="51A8190B" w:rsidR="00CB26F1" w:rsidRPr="008B5521" w:rsidRDefault="00CB26F1" w:rsidP="008F669C">
      <w:pPr>
        <w:pStyle w:val="Bezmezer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B96AC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96AC1">
        <w:rPr>
          <w:rFonts w:ascii="Verdana" w:hAnsi="Verdana" w:cstheme="minorHAnsi"/>
          <w:sz w:val="18"/>
          <w:szCs w:val="18"/>
        </w:rPr>
        <w:t>zboží Kupujícím</w:t>
      </w:r>
      <w:r w:rsidRPr="00B96AC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96AC1">
        <w:rPr>
          <w:rFonts w:ascii="Verdana" w:hAnsi="Verdana" w:cstheme="minorHAnsi"/>
          <w:sz w:val="18"/>
          <w:szCs w:val="18"/>
        </w:rPr>
        <w:t>D</w:t>
      </w:r>
      <w:r w:rsidRPr="00B96AC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96AC1">
        <w:rPr>
          <w:rFonts w:ascii="Verdana" w:hAnsi="Verdana" w:cstheme="minorHAnsi"/>
          <w:sz w:val="18"/>
          <w:szCs w:val="18"/>
        </w:rPr>
        <w:t>Kupujícím</w:t>
      </w:r>
      <w:r w:rsidRPr="00B96AC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96AC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96AC1">
        <w:rPr>
          <w:rFonts w:ascii="Verdana" w:hAnsi="Verdana" w:cstheme="minorHAnsi"/>
          <w:sz w:val="18"/>
          <w:szCs w:val="18"/>
        </w:rPr>
        <w:t>Rámcové</w:t>
      </w:r>
      <w:r w:rsidR="00A606A2" w:rsidRPr="00B96AC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96AC1">
        <w:rPr>
          <w:rFonts w:ascii="Verdana" w:hAnsi="Verdana" w:cstheme="minorHAnsi"/>
          <w:sz w:val="18"/>
          <w:szCs w:val="18"/>
        </w:rPr>
        <w:t>.</w:t>
      </w:r>
      <w:r w:rsidR="00B96AC1" w:rsidRPr="00B96AC1">
        <w:rPr>
          <w:rFonts w:ascii="Verdana" w:hAnsi="Verdana" w:cstheme="minorHAnsi"/>
          <w:sz w:val="18"/>
          <w:szCs w:val="18"/>
        </w:rPr>
        <w:t xml:space="preserve"> Způsob</w:t>
      </w:r>
      <w:r w:rsidR="00B96AC1">
        <w:rPr>
          <w:rFonts w:ascii="Verdana" w:hAnsi="Verdana" w:cstheme="minorHAnsi"/>
          <w:sz w:val="18"/>
          <w:szCs w:val="18"/>
        </w:rPr>
        <w:t xml:space="preserve"> fakturace může být za předpokladu oprávněných požadavků smluvních stran upraven odlišně v dílčích smlouvách.</w:t>
      </w:r>
    </w:p>
    <w:p w14:paraId="164DA9C6" w14:textId="3CECEBDB" w:rsidR="00194826" w:rsidRPr="00B96AC1" w:rsidRDefault="00194826" w:rsidP="008F669C">
      <w:pPr>
        <w:pStyle w:val="Nadpis2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B96AC1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skenu) bude </w:t>
      </w:r>
      <w:r w:rsidR="001B5523">
        <w:rPr>
          <w:rFonts w:ascii="Verdana" w:hAnsi="Verdana" w:cstheme="minorHAnsi"/>
          <w:sz w:val="18"/>
          <w:szCs w:val="18"/>
        </w:rPr>
        <w:t>Kupující</w:t>
      </w:r>
      <w:r w:rsidRPr="00B96AC1">
        <w:rPr>
          <w:rFonts w:ascii="Verdana" w:hAnsi="Verdana" w:cstheme="minorHAnsi"/>
          <w:sz w:val="18"/>
          <w:szCs w:val="18"/>
        </w:rPr>
        <w:t xml:space="preserve"> akceptovat daňový doklad doručený v listinné podobě.</w:t>
      </w:r>
    </w:p>
    <w:p w14:paraId="164DA9C7" w14:textId="4206F705" w:rsidR="00CB26F1" w:rsidRDefault="00CB26F1" w:rsidP="008F669C">
      <w:pPr>
        <w:pStyle w:val="Nadpis2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</w:t>
      </w:r>
      <w:r w:rsidR="00414CB4">
        <w:rPr>
          <w:rFonts w:ascii="Verdana" w:hAnsi="Verdana" w:cstheme="minorHAnsi"/>
          <w:sz w:val="18"/>
          <w:szCs w:val="18"/>
        </w:rPr>
        <w:t xml:space="preserve">   </w:t>
      </w:r>
      <w:r w:rsidRPr="008B5521">
        <w:rPr>
          <w:rFonts w:ascii="Verdana" w:hAnsi="Verdana" w:cstheme="minorHAnsi"/>
          <w:sz w:val="18"/>
          <w:szCs w:val="18"/>
        </w:rPr>
        <w:t xml:space="preserve">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33FCBFF5" w14:textId="6667C446" w:rsidR="00B96AC1" w:rsidRPr="00B96AC1" w:rsidRDefault="00B96AC1" w:rsidP="008F669C">
      <w:pPr>
        <w:pStyle w:val="Nadpis2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bCs w:val="0"/>
          <w:sz w:val="18"/>
          <w:szCs w:val="18"/>
        </w:rPr>
      </w:pPr>
      <w:r w:rsidRPr="00B96AC1">
        <w:rPr>
          <w:rFonts w:ascii="Verdana" w:hAnsi="Verdana" w:cstheme="minorHAnsi"/>
          <w:bCs w:val="0"/>
          <w:sz w:val="18"/>
          <w:szCs w:val="18"/>
        </w:rPr>
        <w:t>Zálohy kupující neposkytuje.</w:t>
      </w:r>
    </w:p>
    <w:p w14:paraId="164DA9C8" w14:textId="77777777" w:rsidR="00CB26F1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2F47131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Prodávající je povinen realizovat veškerá plnění dílčích smluv uzavřených na základě této rámcové dohody na svůj náklad a na své nebezpečí. </w:t>
      </w:r>
    </w:p>
    <w:p w14:paraId="16A717FB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Odpovědnost za vady, kvalitu a nároky z ní vyplývající se řídí ustanoveními občanského zákoníku a dle platných TPD, včetně jejich dodatků a změn v platném znění, přičemž platné TPD včetně jejich dodatků a změn v platném znění mají přednost před občanským zákoníkem.</w:t>
      </w:r>
    </w:p>
    <w:p w14:paraId="234FADFC" w14:textId="632637C1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Záruční doba za kvalitu Přípravků, její délka, počátek jej</w:t>
      </w:r>
      <w:r w:rsidR="007A3883">
        <w:rPr>
          <w:rFonts w:ascii="Verdana" w:eastAsiaTheme="majorEastAsia" w:hAnsi="Verdana" w:cstheme="minorHAnsi"/>
          <w:bCs/>
          <w:sz w:val="18"/>
          <w:szCs w:val="18"/>
        </w:rPr>
        <w:t>ího oběhu se řídí platnými TPD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>, přičemž platné TPD mají přednost před občanským zákoníkem.</w:t>
      </w:r>
    </w:p>
    <w:p w14:paraId="42D2600F" w14:textId="66437A88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Kvalita dodávaného zboží může být Kupujícím namátkově ověřována u notifikovaných zkušeben, výsledky těchto zkoušek mohou být podkladem pro případnou reklamaci. V případě 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zjištění vadného plnění je Prodávající povinen nahradit vadné zboží zbožím odsouhlaseného typu a kvality. Pokud již bylo vadné zboží vydáno uživatelům, je Prodávající povinen dodat nové zboží bez vrácení původně dodaného vadného zboží. Kupující je oprávněn vymáhat </w:t>
      </w:r>
      <w:r w:rsidR="00414CB4">
        <w:rPr>
          <w:rFonts w:ascii="Verdana" w:eastAsiaTheme="majorEastAsia" w:hAnsi="Verdana" w:cstheme="minorHAnsi"/>
          <w:bCs/>
          <w:sz w:val="18"/>
          <w:szCs w:val="18"/>
        </w:rPr>
        <w:t xml:space="preserve">     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>po prodávajícím náklady vynaložené na ověření kvality, jakož i další vzniklé náklady, a sankce dle obchodních podmínek.</w:t>
      </w:r>
    </w:p>
    <w:p w14:paraId="1BBBEC2E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Reklamaci zboží uplatní u Prodávajícího zástupce Kupujícího písemně s uvedením vad. K reklamaci přiloží vždy vadné zboží, příp. i další dokumentaci (přejímací zápis, fotodokumentace, příp. kopie zkušebního protokolu notifikované zkušebny apod.).</w:t>
      </w:r>
    </w:p>
    <w:p w14:paraId="13605431" w14:textId="77777777" w:rsidR="00B96AC1" w:rsidRPr="00B96AC1" w:rsidRDefault="00B96AC1" w:rsidP="008F669C">
      <w:pPr>
        <w:pStyle w:val="Odstavecseseznamem"/>
        <w:numPr>
          <w:ilvl w:val="1"/>
          <w:numId w:val="4"/>
        </w:numPr>
        <w:spacing w:after="12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>Při řešení otázek, které nejsou upraveny TPD ani Obchodními podmínkami, se postupuje podle ustanovení občanského zákoníku.</w:t>
      </w:r>
    </w:p>
    <w:p w14:paraId="718A871B" w14:textId="56A9D685" w:rsidR="00B96AC1" w:rsidRPr="00B96AC1" w:rsidRDefault="00B96AC1" w:rsidP="008F669C">
      <w:pPr>
        <w:pStyle w:val="Odstavecseseznamem"/>
        <w:numPr>
          <w:ilvl w:val="1"/>
          <w:numId w:val="4"/>
        </w:numPr>
        <w:spacing w:after="240"/>
        <w:ind w:left="426" w:hanging="480"/>
        <w:contextualSpacing w:val="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V případě, že dodávka zboží nebude uskutečněna v souladu s dílčí smlouvou Kupujícího, je Kupující oprávněn požádat o výměnu vadného zboží na náklady Prodávajícího. Platba </w:t>
      </w:r>
      <w:r w:rsidR="00414CB4">
        <w:rPr>
          <w:rFonts w:ascii="Verdana" w:eastAsiaTheme="majorEastAsia" w:hAnsi="Verdana" w:cstheme="minorHAnsi"/>
          <w:bCs/>
          <w:sz w:val="18"/>
          <w:szCs w:val="18"/>
        </w:rPr>
        <w:t xml:space="preserve">           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>za takovou dodávku zboží bude uskutečněna až po odstranění vad.</w:t>
      </w:r>
    </w:p>
    <w:p w14:paraId="6A6E168F" w14:textId="707B9BC5" w:rsidR="00B96AC1" w:rsidRPr="00B96AC1" w:rsidRDefault="00B96AC1" w:rsidP="008F669C">
      <w:pPr>
        <w:pStyle w:val="Odstavecseseznamem"/>
        <w:numPr>
          <w:ilvl w:val="1"/>
          <w:numId w:val="4"/>
        </w:numPr>
        <w:spacing w:after="240" w:line="264" w:lineRule="auto"/>
        <w:ind w:left="426" w:hanging="480"/>
        <w:rPr>
          <w:rFonts w:ascii="Verdana" w:eastAsiaTheme="majorEastAsia" w:hAnsi="Verdana" w:cstheme="minorHAnsi"/>
          <w:bCs/>
          <w:sz w:val="18"/>
          <w:szCs w:val="18"/>
        </w:rPr>
      </w:pP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Prodávající se zavazuje pro případ, že neakceptuje objednávku uvedenou v článku </w:t>
      </w:r>
      <w:r w:rsidR="008F669C">
        <w:rPr>
          <w:rFonts w:ascii="Verdana" w:eastAsiaTheme="majorEastAsia" w:hAnsi="Verdana" w:cstheme="minorHAnsi"/>
          <w:bCs/>
          <w:sz w:val="18"/>
          <w:szCs w:val="18"/>
        </w:rPr>
        <w:t>V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.7 této dohody a nedojde tak k uzavření dílčí smlouvy, uhradit Kupujícímu škodu, která mu prokazatelně vznikla v souvislosti s nedodáním zboží Prodávajícím v termínech a způsobem požadovaném Kupujícím v objednávce dle předchozí věty, kterou Prodávající neakceptoval. Úhradu škody dle předchozí věty provede Prodávající do 30 dnů ode dne písemné výzvy Kupujícího k úhradě škody, která bude obsahovat vyčíslení uplatněné škody. Úhradou škody dle předchozí věty nezaniká právo Kupujícího na úhradu další škody, vzniklé ze stejného důvodu, </w:t>
      </w:r>
      <w:r w:rsidR="008F669C">
        <w:rPr>
          <w:rFonts w:ascii="Verdana" w:eastAsiaTheme="majorEastAsia" w:hAnsi="Verdana" w:cstheme="minorHAnsi"/>
          <w:bCs/>
          <w:sz w:val="18"/>
          <w:szCs w:val="18"/>
        </w:rPr>
        <w:t>v</w:t>
      </w:r>
      <w:r w:rsidRPr="00B96AC1">
        <w:rPr>
          <w:rFonts w:ascii="Verdana" w:eastAsiaTheme="majorEastAsia" w:hAnsi="Verdana" w:cstheme="minorHAnsi"/>
          <w:bCs/>
          <w:sz w:val="18"/>
          <w:szCs w:val="18"/>
        </w:rPr>
        <w:t xml:space="preserve"> rozsahu neuplatněném v písemné výzvě Kupujícího k úhradě škody.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406B08E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</w:t>
      </w:r>
      <w:r w:rsidR="00414CB4">
        <w:rPr>
          <w:rFonts w:ascii="Verdana" w:hAnsi="Verdana" w:cstheme="minorHAnsi"/>
          <w:sz w:val="18"/>
          <w:szCs w:val="18"/>
        </w:rPr>
        <w:t xml:space="preserve">             </w:t>
      </w:r>
      <w:r w:rsidRPr="008B5521">
        <w:rPr>
          <w:rFonts w:ascii="Verdana" w:hAnsi="Verdana" w:cstheme="minorHAnsi"/>
          <w:sz w:val="18"/>
          <w:szCs w:val="18"/>
        </w:rPr>
        <w:t xml:space="preserve">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2B77E805" w:rsidR="00935934" w:rsidRPr="008B5521" w:rsidRDefault="00935934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</w:t>
      </w:r>
      <w:r w:rsidR="00881560" w:rsidRPr="008B5521">
        <w:rPr>
          <w:rFonts w:ascii="Verdana" w:hAnsi="Verdana" w:cstheme="minorHAnsi"/>
          <w:sz w:val="18"/>
          <w:szCs w:val="18"/>
        </w:rPr>
        <w:lastRenderedPageBreak/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</w:t>
      </w:r>
      <w:r w:rsidR="007A388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35268560" w:rsidR="006A4A0B" w:rsidRDefault="006A4A0B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</w:t>
      </w:r>
      <w:r w:rsidR="0017309D">
        <w:rPr>
          <w:rFonts w:ascii="Verdana" w:hAnsi="Verdana" w:cstheme="minorHAnsi"/>
          <w:sz w:val="18"/>
          <w:szCs w:val="18"/>
        </w:rPr>
        <w:t>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17309D">
        <w:rPr>
          <w:rFonts w:ascii="Verdana" w:hAnsi="Verdana" w:cstheme="minorHAnsi"/>
          <w:sz w:val="18"/>
          <w:szCs w:val="18"/>
        </w:rPr>
        <w:t>atele neuvedeného v příloze č. 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17309D">
        <w:rPr>
          <w:rFonts w:ascii="Verdana" w:hAnsi="Verdana" w:cstheme="minorHAnsi"/>
          <w:sz w:val="18"/>
          <w:szCs w:val="18"/>
        </w:rPr>
        <w:t>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21D79429" w14:textId="36963612" w:rsidR="0017309D" w:rsidRPr="008B5521" w:rsidRDefault="0017309D" w:rsidP="008F669C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Kupující rovněž požaduje zpětný odběr prázdných obalů k likvidaci. Prodávající bude prázdné obaly odebírat dvakrát ročně na výzvu (e-mailem, telefonem, faxem) příslušné organizační jednotky – Oblastn</w:t>
      </w:r>
      <w:r w:rsidR="007A3883">
        <w:rPr>
          <w:rFonts w:ascii="Verdana" w:hAnsi="Verdana" w:cstheme="minorHAnsi"/>
          <w:sz w:val="18"/>
          <w:szCs w:val="18"/>
        </w:rPr>
        <w:t>ího ředitelství (OŘ) Kupujícího.</w:t>
      </w:r>
    </w:p>
    <w:p w14:paraId="164DA9D4" w14:textId="77777777" w:rsidR="00CC5257" w:rsidRPr="008B5521" w:rsidRDefault="008B5521" w:rsidP="008F669C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8F669C">
      <w:pPr>
        <w:pStyle w:val="acnormal"/>
        <w:numPr>
          <w:ilvl w:val="0"/>
          <w:numId w:val="10"/>
        </w:numPr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8F669C">
      <w:pPr>
        <w:pStyle w:val="acnormal"/>
        <w:ind w:left="426"/>
        <w:jc w:val="left"/>
        <w:rPr>
          <w:rFonts w:ascii="Verdana" w:hAnsi="Verdana" w:cstheme="minorHAnsi"/>
          <w:sz w:val="18"/>
          <w:szCs w:val="18"/>
        </w:rPr>
      </w:pPr>
    </w:p>
    <w:p w14:paraId="164DA9D7" w14:textId="77777777" w:rsidR="008135F0" w:rsidRPr="008B5521" w:rsidRDefault="008135F0" w:rsidP="008F669C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1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8" w14:textId="77777777" w:rsidR="008135F0" w:rsidRPr="008B5521" w:rsidRDefault="008135F0" w:rsidP="008F669C">
      <w:pPr>
        <w:pStyle w:val="Odstavecseseznamem"/>
        <w:numPr>
          <w:ilvl w:val="1"/>
          <w:numId w:val="10"/>
        </w:num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9" w14:textId="77777777" w:rsidR="008135F0" w:rsidRPr="008B5521" w:rsidRDefault="008135F0" w:rsidP="008F669C">
      <w:pPr>
        <w:spacing w:before="120" w:after="120"/>
        <w:ind w:left="1440"/>
        <w:rPr>
          <w:rFonts w:ascii="Verdana" w:hAnsi="Verdana" w:cstheme="minorHAnsi"/>
          <w:sz w:val="18"/>
          <w:szCs w:val="18"/>
        </w:rPr>
      </w:pPr>
    </w:p>
    <w:p w14:paraId="164DA9DA" w14:textId="4494A902" w:rsidR="00966347" w:rsidRPr="008B5521" w:rsidRDefault="00935934" w:rsidP="008F669C">
      <w:pPr>
        <w:numPr>
          <w:ilvl w:val="0"/>
          <w:numId w:val="10"/>
        </w:numPr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</w:t>
      </w:r>
      <w:r w:rsidR="007A3883">
        <w:rPr>
          <w:rFonts w:ascii="Verdana" w:hAnsi="Verdana" w:cstheme="minorHAnsi"/>
          <w:sz w:val="18"/>
          <w:szCs w:val="18"/>
        </w:rPr>
        <w:t xml:space="preserve">    </w:t>
      </w:r>
      <w:r w:rsidRPr="008B5521">
        <w:rPr>
          <w:rFonts w:ascii="Verdana" w:hAnsi="Verdana" w:cstheme="minorHAnsi"/>
          <w:sz w:val="18"/>
          <w:szCs w:val="18"/>
        </w:rPr>
        <w:t xml:space="preserve">a že byla uzavřena po vzájemném projednání jako projev jejich svobodné vůle určitě, vážně </w:t>
      </w:r>
      <w:r w:rsidR="007A3883">
        <w:rPr>
          <w:rFonts w:ascii="Verdana" w:hAnsi="Verdana" w:cstheme="minorHAnsi"/>
          <w:sz w:val="18"/>
          <w:szCs w:val="18"/>
        </w:rPr>
        <w:t xml:space="preserve">  </w:t>
      </w:r>
      <w:r w:rsidRPr="008B5521">
        <w:rPr>
          <w:rFonts w:ascii="Verdana" w:hAnsi="Verdana" w:cstheme="minorHAnsi"/>
          <w:sz w:val="18"/>
          <w:szCs w:val="18"/>
        </w:rPr>
        <w:t xml:space="preserve">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164DA9DB" w14:textId="77777777" w:rsidR="0070422F" w:rsidRPr="008B5521" w:rsidRDefault="008135F0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4A839117" w:rsidR="006F1EC7" w:rsidRPr="008B5521" w:rsidRDefault="000B560C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</w:t>
      </w:r>
      <w:r w:rsidR="007A3883">
        <w:rPr>
          <w:rFonts w:ascii="Verdana" w:hAnsi="Verdana" w:cstheme="minorHAnsi"/>
          <w:sz w:val="18"/>
          <w:szCs w:val="18"/>
        </w:rPr>
        <w:t xml:space="preserve">      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4480D61" w14:textId="77777777" w:rsidR="00703407" w:rsidRPr="00703407" w:rsidRDefault="00703407" w:rsidP="00703407">
      <w:pPr>
        <w:pStyle w:val="Odstavecseseznamem"/>
        <w:numPr>
          <w:ilvl w:val="0"/>
          <w:numId w:val="10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eastAsiaTheme="minorHAnsi" w:hAnsi="Verdana"/>
          <w:sz w:val="18"/>
          <w:szCs w:val="18"/>
        </w:rPr>
      </w:pPr>
      <w:r w:rsidRPr="00703407">
        <w:rPr>
          <w:rFonts w:ascii="Verdana" w:hAnsi="Verdana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 případě, že tato Rámcová dohoda </w:t>
      </w:r>
      <w:r w:rsidRPr="00703407">
        <w:rPr>
          <w:rFonts w:ascii="Verdana" w:hAnsi="Verdana"/>
          <w:sz w:val="18"/>
          <w:szCs w:val="18"/>
        </w:rPr>
        <w:lastRenderedPageBreak/>
        <w:t>z jakéhokoli důvodu nebude vyhotovena v elektronické podobě, bude sepsána ve třech vyhotoveních, přičemž jedno vyhotovení obdrží Prodávající a dvě vyhotovení Kupující.</w:t>
      </w:r>
    </w:p>
    <w:p w14:paraId="164DA9DF" w14:textId="77777777" w:rsidR="006F1EC7" w:rsidRPr="008B5521" w:rsidRDefault="006F1EC7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8F669C">
      <w:pPr>
        <w:numPr>
          <w:ilvl w:val="0"/>
          <w:numId w:val="10"/>
        </w:numPr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DC4473D" w:rsidR="00873007" w:rsidRPr="008B5521" w:rsidRDefault="008135F0" w:rsidP="008F669C">
      <w:pPr>
        <w:numPr>
          <w:ilvl w:val="0"/>
          <w:numId w:val="10"/>
        </w:numPr>
        <w:spacing w:before="120" w:after="120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jakém nejsou v rozporu </w:t>
      </w:r>
      <w:r w:rsidR="007A3883">
        <w:rPr>
          <w:rFonts w:ascii="Verdana" w:hAnsi="Verdana" w:cstheme="minorHAnsi"/>
          <w:sz w:val="18"/>
          <w:szCs w:val="18"/>
        </w:rPr>
        <w:t xml:space="preserve">        </w:t>
      </w:r>
      <w:r w:rsidRPr="008B5521">
        <w:rPr>
          <w:rFonts w:ascii="Verdana" w:hAnsi="Verdana" w:cstheme="minorHAnsi"/>
          <w:sz w:val="18"/>
          <w:szCs w:val="18"/>
        </w:rPr>
        <w:t>s takovými zvláštními podmínkami.</w:t>
      </w:r>
    </w:p>
    <w:p w14:paraId="164DA9E2" w14:textId="0583C117" w:rsidR="00F14996" w:rsidRDefault="00F14996" w:rsidP="008F669C">
      <w:pPr>
        <w:numPr>
          <w:ilvl w:val="0"/>
          <w:numId w:val="10"/>
        </w:numPr>
        <w:spacing w:before="120" w:after="120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56C76DB5" w14:textId="76CE65CA" w:rsidR="004F5770" w:rsidRPr="004F5770" w:rsidRDefault="004F5770" w:rsidP="004F5770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4F5770">
        <w:rPr>
          <w:rFonts w:ascii="Verdana" w:hAnsi="Verdana" w:cstheme="minorHAnsi"/>
          <w:sz w:val="18"/>
          <w:szCs w:val="18"/>
        </w:rPr>
        <w:t xml:space="preserve">Zahájení plnění z této rámcové dohody bude zahájeno po skončení platnosti </w:t>
      </w:r>
      <w:r>
        <w:rPr>
          <w:rFonts w:ascii="Verdana" w:hAnsi="Verdana" w:cstheme="minorHAnsi"/>
          <w:sz w:val="18"/>
          <w:szCs w:val="18"/>
        </w:rPr>
        <w:t>a</w:t>
      </w:r>
      <w:r w:rsidRPr="004F5770">
        <w:rPr>
          <w:rFonts w:ascii="Verdana" w:hAnsi="Verdana" w:cstheme="minorHAnsi"/>
          <w:sz w:val="18"/>
          <w:szCs w:val="18"/>
        </w:rPr>
        <w:t xml:space="preserve"> účinnosti rámcové dohody č. </w:t>
      </w:r>
      <w:r>
        <w:rPr>
          <w:rFonts w:ascii="Verdana" w:hAnsi="Verdana" w:cstheme="minorHAnsi"/>
          <w:sz w:val="18"/>
          <w:szCs w:val="18"/>
        </w:rPr>
        <w:t>9230/2020-SŽ-GŘ-O8</w:t>
      </w:r>
      <w:r w:rsidRPr="004F5770">
        <w:rPr>
          <w:rFonts w:ascii="Verdana" w:hAnsi="Verdana" w:cstheme="minorHAnsi"/>
          <w:sz w:val="18"/>
          <w:szCs w:val="18"/>
        </w:rPr>
        <w:t xml:space="preserve">, nejdříve však po nabytí účinnosti této rámcové dohody. </w:t>
      </w:r>
    </w:p>
    <w:p w14:paraId="2A932FF3" w14:textId="77777777" w:rsidR="004F5770" w:rsidRDefault="004F5770" w:rsidP="004F5770">
      <w:pPr>
        <w:spacing w:before="120" w:after="120"/>
        <w:ind w:left="425"/>
        <w:rPr>
          <w:rFonts w:ascii="Verdana" w:hAnsi="Verdana" w:cstheme="minorHAnsi"/>
          <w:sz w:val="18"/>
          <w:szCs w:val="18"/>
        </w:rPr>
      </w:pPr>
    </w:p>
    <w:p w14:paraId="30635BCF" w14:textId="0BB2CEE5" w:rsidR="00C17503" w:rsidRPr="008B5521" w:rsidRDefault="00C17503" w:rsidP="00C17503">
      <w:pPr>
        <w:spacing w:before="120" w:after="120"/>
        <w:ind w:left="425"/>
        <w:rPr>
          <w:rFonts w:ascii="Verdana" w:hAnsi="Verdana" w:cstheme="minorHAnsi"/>
          <w:sz w:val="18"/>
          <w:szCs w:val="18"/>
        </w:rPr>
      </w:pPr>
    </w:p>
    <w:p w14:paraId="164DA9E3" w14:textId="77777777" w:rsidR="00CC5257" w:rsidRPr="008B5521" w:rsidRDefault="00A02B02" w:rsidP="008F669C">
      <w:pPr>
        <w:pStyle w:val="Zkladntext21"/>
        <w:spacing w:before="120" w:after="120" w:line="276" w:lineRule="auto"/>
        <w:ind w:right="-23"/>
        <w:jc w:val="left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164DA9E5" w14:textId="579B284E" w:rsidR="00CB26F1" w:rsidRDefault="00CB26F1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7503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C17503">
        <w:rPr>
          <w:rFonts w:ascii="Verdana" w:hAnsi="Verdana" w:cstheme="minorHAnsi"/>
          <w:sz w:val="18"/>
          <w:szCs w:val="18"/>
        </w:rPr>
        <w:t>2</w:t>
      </w:r>
      <w:r w:rsidRPr="00C17503">
        <w:rPr>
          <w:rFonts w:ascii="Verdana" w:hAnsi="Verdana" w:cstheme="minorHAnsi"/>
          <w:sz w:val="18"/>
          <w:szCs w:val="18"/>
        </w:rPr>
        <w:t xml:space="preserve"> – </w:t>
      </w:r>
      <w:r w:rsidR="006C0B51">
        <w:rPr>
          <w:rFonts w:ascii="Verdana" w:hAnsi="Verdana" w:cstheme="minorHAnsi"/>
          <w:sz w:val="18"/>
          <w:szCs w:val="18"/>
        </w:rPr>
        <w:t>Ceník</w:t>
      </w:r>
    </w:p>
    <w:p w14:paraId="739A7739" w14:textId="302C76B6" w:rsidR="00A657E1" w:rsidRPr="008B5521" w:rsidRDefault="00A657E1" w:rsidP="00A657E1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7503">
        <w:rPr>
          <w:rFonts w:ascii="Verdana" w:hAnsi="Verdana" w:cstheme="minorHAnsi"/>
          <w:sz w:val="18"/>
          <w:szCs w:val="18"/>
        </w:rPr>
        <w:t xml:space="preserve">Příloha č. 3 – </w:t>
      </w:r>
      <w:r>
        <w:rPr>
          <w:rFonts w:ascii="Verdana" w:hAnsi="Verdana" w:cstheme="minorHAnsi"/>
          <w:sz w:val="18"/>
          <w:szCs w:val="18"/>
        </w:rPr>
        <w:t>Technické listy k nabízenému pří</w:t>
      </w:r>
      <w:r w:rsidR="00B92EB6">
        <w:rPr>
          <w:rFonts w:ascii="Verdana" w:hAnsi="Verdana" w:cstheme="minorHAnsi"/>
          <w:sz w:val="18"/>
          <w:szCs w:val="18"/>
        </w:rPr>
        <w:t>p</w:t>
      </w:r>
      <w:r>
        <w:rPr>
          <w:rFonts w:ascii="Verdana" w:hAnsi="Verdana" w:cstheme="minorHAnsi"/>
          <w:sz w:val="18"/>
          <w:szCs w:val="18"/>
        </w:rPr>
        <w:t>ravku (poskytne Prodávající)</w:t>
      </w:r>
    </w:p>
    <w:p w14:paraId="164DA9E6" w14:textId="33CAC9DF" w:rsidR="00935934" w:rsidRPr="008B5521" w:rsidRDefault="00935934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17503">
        <w:rPr>
          <w:rFonts w:ascii="Verdana" w:hAnsi="Verdana" w:cstheme="minorHAnsi"/>
          <w:sz w:val="18"/>
          <w:szCs w:val="18"/>
        </w:rPr>
        <w:t xml:space="preserve">Příloha č. </w:t>
      </w:r>
      <w:r w:rsidR="00A657E1">
        <w:rPr>
          <w:rFonts w:ascii="Verdana" w:hAnsi="Verdana" w:cstheme="minorHAnsi"/>
          <w:sz w:val="18"/>
          <w:szCs w:val="18"/>
        </w:rPr>
        <w:t xml:space="preserve">4 </w:t>
      </w:r>
      <w:r w:rsidRPr="00C17503">
        <w:rPr>
          <w:rFonts w:ascii="Verdana" w:hAnsi="Verdana" w:cstheme="minorHAnsi"/>
          <w:sz w:val="18"/>
          <w:szCs w:val="18"/>
        </w:rPr>
        <w:t xml:space="preserve">– </w:t>
      </w:r>
      <w:r w:rsidR="00C17503" w:rsidRPr="00C17503">
        <w:rPr>
          <w:rFonts w:ascii="Verdana" w:hAnsi="Verdana" w:cstheme="minorHAnsi"/>
          <w:sz w:val="18"/>
          <w:szCs w:val="18"/>
        </w:rPr>
        <w:t>Seznam</w:t>
      </w:r>
      <w:r w:rsidR="00C17503">
        <w:rPr>
          <w:rFonts w:ascii="Verdana" w:hAnsi="Verdana" w:cstheme="minorHAnsi"/>
          <w:sz w:val="18"/>
          <w:szCs w:val="18"/>
        </w:rPr>
        <w:t xml:space="preserve"> dodacích míst – Sklady organizačních jednotek</w:t>
      </w:r>
    </w:p>
    <w:p w14:paraId="164DA9E7" w14:textId="683BF178" w:rsidR="006A4A0B" w:rsidRPr="008B5521" w:rsidRDefault="006A4A0B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A657E1">
        <w:rPr>
          <w:rFonts w:ascii="Verdana" w:hAnsi="Verdana" w:cstheme="minorHAnsi"/>
          <w:sz w:val="18"/>
          <w:szCs w:val="18"/>
        </w:rPr>
        <w:t>5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C17503">
        <w:rPr>
          <w:rFonts w:ascii="Verdana" w:hAnsi="Verdana" w:cstheme="minorHAnsi"/>
          <w:sz w:val="18"/>
          <w:szCs w:val="18"/>
        </w:rPr>
        <w:t>Čestné prohlášení o poddodavatelích (dle potřeby doplní Prodávající)</w:t>
      </w:r>
    </w:p>
    <w:p w14:paraId="164DA9E8" w14:textId="77777777" w:rsidR="00935934" w:rsidRPr="008B5521" w:rsidRDefault="00935934" w:rsidP="008F66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64DA9E9" w14:textId="77777777" w:rsidR="00CC5257" w:rsidRPr="008B5521" w:rsidRDefault="00CC5257" w:rsidP="008F669C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4DA9EA" w14:textId="77777777" w:rsidR="00C928F9" w:rsidRPr="008B5521" w:rsidRDefault="00C928F9" w:rsidP="008F669C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64DA9EB" w14:textId="77777777" w:rsidR="00AA25B3" w:rsidRPr="008B5521" w:rsidRDefault="00AA25B3" w:rsidP="008F669C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64DA9EC" w14:textId="061E33FB" w:rsidR="00CC5257" w:rsidRPr="008B5521" w:rsidRDefault="00A657E1" w:rsidP="008F669C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(bude elektronicky podepsáno)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</w:p>
    <w:p w14:paraId="164DA9ED" w14:textId="77777777" w:rsidR="00712561" w:rsidRPr="008B5521" w:rsidRDefault="00CB26F1" w:rsidP="008F669C">
      <w:pPr>
        <w:pStyle w:val="acnormalbold"/>
        <w:spacing w:before="0" w:after="0"/>
        <w:contextualSpacing/>
        <w:jc w:val="left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164DA9EE" w14:textId="77777777" w:rsidR="00E5485A" w:rsidRPr="008B5521" w:rsidRDefault="00E5485A" w:rsidP="008F669C">
      <w:pPr>
        <w:pStyle w:val="acnormal"/>
        <w:spacing w:line="240" w:lineRule="auto"/>
        <w:contextualSpacing/>
        <w:jc w:val="left"/>
        <w:rPr>
          <w:rFonts w:ascii="Verdana" w:hAnsi="Verdana" w:cstheme="minorHAnsi"/>
          <w:sz w:val="18"/>
          <w:szCs w:val="18"/>
        </w:rPr>
      </w:pPr>
    </w:p>
    <w:p w14:paraId="164DA9EF" w14:textId="46057A0A" w:rsidR="0000537B" w:rsidRPr="00A657E1" w:rsidRDefault="00A657E1" w:rsidP="008F669C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Marcela Pernicová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A657E1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</w:p>
    <w:p w14:paraId="164DA9F0" w14:textId="035A7F20" w:rsidR="00CC5257" w:rsidRPr="00A657E1" w:rsidRDefault="00A657E1" w:rsidP="008F669C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A657E1">
        <w:rPr>
          <w:rFonts w:ascii="Verdana" w:hAnsi="Verdana" w:cstheme="minorHAnsi"/>
          <w:b w:val="0"/>
          <w:sz w:val="18"/>
          <w:szCs w:val="18"/>
        </w:rPr>
        <w:t>náměstkyně GŘ</w:t>
      </w:r>
      <w:r w:rsidR="00306FC6" w:rsidRPr="00A657E1">
        <w:rPr>
          <w:rFonts w:ascii="Verdana" w:hAnsi="Verdana" w:cstheme="minorHAnsi"/>
          <w:b w:val="0"/>
          <w:sz w:val="18"/>
          <w:szCs w:val="18"/>
        </w:rPr>
        <w:tab/>
      </w:r>
      <w:r w:rsidR="007F03C6"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="00E5485A" w:rsidRPr="00A657E1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</w:p>
    <w:p w14:paraId="164DA9F1" w14:textId="14B7CB30" w:rsidR="00BF4D4D" w:rsidRPr="00A657E1" w:rsidRDefault="00A657E1" w:rsidP="008F669C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A657E1">
        <w:rPr>
          <w:rFonts w:ascii="Verdana" w:hAnsi="Verdana" w:cstheme="minorHAnsi"/>
          <w:sz w:val="18"/>
          <w:szCs w:val="18"/>
        </w:rPr>
        <w:t>pro provozuschopnost dráhy</w:t>
      </w:r>
      <w:r w:rsidR="007F03C6" w:rsidRPr="00A657E1">
        <w:rPr>
          <w:rFonts w:ascii="Verdana" w:hAnsi="Verdana" w:cstheme="minorHAnsi"/>
          <w:sz w:val="18"/>
          <w:szCs w:val="18"/>
        </w:rPr>
        <w:t xml:space="preserve">         </w:t>
      </w:r>
      <w:r w:rsidR="004A33DA" w:rsidRPr="00A657E1">
        <w:rPr>
          <w:rFonts w:ascii="Verdana" w:hAnsi="Verdana" w:cstheme="minorHAnsi"/>
          <w:sz w:val="18"/>
          <w:szCs w:val="18"/>
        </w:rPr>
        <w:tab/>
      </w:r>
      <w:r w:rsidR="004A33DA" w:rsidRPr="00A657E1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164DA9F2" w14:textId="77777777" w:rsidR="00137760" w:rsidRPr="008B5521" w:rsidRDefault="00137760" w:rsidP="008F669C">
      <w:pPr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8F669C">
      <w:pPr>
        <w:rPr>
          <w:rFonts w:ascii="Verdana" w:hAnsi="Verdana" w:cstheme="minorHAnsi"/>
          <w:sz w:val="18"/>
          <w:szCs w:val="18"/>
        </w:rPr>
      </w:pPr>
    </w:p>
    <w:p w14:paraId="164DA9F4" w14:textId="77777777" w:rsidR="00BF4D4D" w:rsidRPr="008B5521" w:rsidRDefault="00966347" w:rsidP="008F669C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D4423A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F84DE" w14:textId="77777777" w:rsidR="00B323DC" w:rsidRDefault="00B323DC" w:rsidP="003706CB">
      <w:pPr>
        <w:spacing w:after="0" w:line="240" w:lineRule="auto"/>
      </w:pPr>
      <w:r>
        <w:separator/>
      </w:r>
    </w:p>
  </w:endnote>
  <w:endnote w:type="continuationSeparator" w:id="0">
    <w:p w14:paraId="5F374297" w14:textId="77777777" w:rsidR="00B323DC" w:rsidRDefault="00B323DC" w:rsidP="003706CB">
      <w:pPr>
        <w:spacing w:after="0" w:line="240" w:lineRule="auto"/>
      </w:pPr>
      <w:r>
        <w:continuationSeparator/>
      </w:r>
    </w:p>
  </w:endnote>
  <w:endnote w:type="continuationNotice" w:id="1">
    <w:p w14:paraId="0A6B5E00" w14:textId="77777777" w:rsidR="00B323DC" w:rsidRDefault="00B323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1A0CBC17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2136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2136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74DC2FC5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D2136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D2136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675CFE43" w:rsidR="003B2DAA" w:rsidRPr="003B2DAA" w:rsidRDefault="004B4891" w:rsidP="00B7188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4B4891"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86089" w14:textId="77777777" w:rsidR="00B323DC" w:rsidRDefault="00B323DC" w:rsidP="003706CB">
      <w:pPr>
        <w:spacing w:after="0" w:line="240" w:lineRule="auto"/>
      </w:pPr>
      <w:r>
        <w:separator/>
      </w:r>
    </w:p>
  </w:footnote>
  <w:footnote w:type="continuationSeparator" w:id="0">
    <w:p w14:paraId="26EA9874" w14:textId="77777777" w:rsidR="00B323DC" w:rsidRDefault="00B323DC" w:rsidP="003706CB">
      <w:pPr>
        <w:spacing w:after="0" w:line="240" w:lineRule="auto"/>
      </w:pPr>
      <w:r>
        <w:continuationSeparator/>
      </w:r>
    </w:p>
  </w:footnote>
  <w:footnote w:type="continuationNotice" w:id="1">
    <w:p w14:paraId="1A33D78A" w14:textId="77777777" w:rsidR="00B323DC" w:rsidRDefault="00B323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8B64F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4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  <w:num w:numId="16">
    <w:abstractNumId w:val="5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16BA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09D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B5523"/>
    <w:rsid w:val="001C012F"/>
    <w:rsid w:val="001C7A89"/>
    <w:rsid w:val="001C7FC3"/>
    <w:rsid w:val="001D394C"/>
    <w:rsid w:val="001D65ED"/>
    <w:rsid w:val="001D78A4"/>
    <w:rsid w:val="001E20FA"/>
    <w:rsid w:val="002008A8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027F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3C41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4CB4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5770"/>
    <w:rsid w:val="00500E21"/>
    <w:rsid w:val="005166BE"/>
    <w:rsid w:val="00517F20"/>
    <w:rsid w:val="005306D8"/>
    <w:rsid w:val="005311A5"/>
    <w:rsid w:val="00534DBA"/>
    <w:rsid w:val="00535BD9"/>
    <w:rsid w:val="00544B8E"/>
    <w:rsid w:val="00546176"/>
    <w:rsid w:val="00560216"/>
    <w:rsid w:val="00562A02"/>
    <w:rsid w:val="00563670"/>
    <w:rsid w:val="00566F57"/>
    <w:rsid w:val="00570C8D"/>
    <w:rsid w:val="00572B36"/>
    <w:rsid w:val="0057406B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6BA"/>
    <w:rsid w:val="005E3788"/>
    <w:rsid w:val="005E6DAB"/>
    <w:rsid w:val="005F45C7"/>
    <w:rsid w:val="006007E5"/>
    <w:rsid w:val="00610175"/>
    <w:rsid w:val="0061415F"/>
    <w:rsid w:val="00616498"/>
    <w:rsid w:val="006257CE"/>
    <w:rsid w:val="0063309C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B51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3407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3883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34F"/>
    <w:rsid w:val="00883C95"/>
    <w:rsid w:val="00885EE8"/>
    <w:rsid w:val="00891F95"/>
    <w:rsid w:val="00893290"/>
    <w:rsid w:val="00894353"/>
    <w:rsid w:val="008954EA"/>
    <w:rsid w:val="00897AB7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8F669C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52D6F"/>
    <w:rsid w:val="00A606A2"/>
    <w:rsid w:val="00A65560"/>
    <w:rsid w:val="00A657E1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2136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3DC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188C"/>
    <w:rsid w:val="00B74412"/>
    <w:rsid w:val="00B92EB6"/>
    <w:rsid w:val="00B96AC1"/>
    <w:rsid w:val="00BA19C0"/>
    <w:rsid w:val="00BA3F41"/>
    <w:rsid w:val="00BA4430"/>
    <w:rsid w:val="00BA5837"/>
    <w:rsid w:val="00BA7E2F"/>
    <w:rsid w:val="00BB0757"/>
    <w:rsid w:val="00BB1A24"/>
    <w:rsid w:val="00BB38F3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17503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2A00"/>
    <w:rsid w:val="00CD7745"/>
    <w:rsid w:val="00CE0374"/>
    <w:rsid w:val="00CE041C"/>
    <w:rsid w:val="00CE488A"/>
    <w:rsid w:val="00CF1282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2DC6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4DA97A"/>
  <w15:docId w15:val="{B7D1A72C-AA33-484F-A7DF-3531432D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rma@milanhroch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FC805F-C9E3-40FB-BC4E-CE6B1F52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3413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Pavelková Ivana, Ing.</cp:lastModifiedBy>
  <cp:revision>14</cp:revision>
  <cp:lastPrinted>2021-01-08T10:56:00Z</cp:lastPrinted>
  <dcterms:created xsi:type="dcterms:W3CDTF">2020-10-26T19:19:00Z</dcterms:created>
  <dcterms:modified xsi:type="dcterms:W3CDTF">2021-01-08T10:56:00Z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