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Pr="00170B7F" w:rsidRDefault="00F862D6" w:rsidP="000F56CF"/>
        </w:tc>
        <w:tc>
          <w:tcPr>
            <w:tcW w:w="2552" w:type="dxa"/>
          </w:tcPr>
          <w:p w:rsidR="00F862D6" w:rsidRPr="00170B7F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E64043" w:rsidTr="00F862D6">
        <w:tc>
          <w:tcPr>
            <w:tcW w:w="1020" w:type="dxa"/>
          </w:tcPr>
          <w:p w:rsidR="00E64043" w:rsidRPr="00170B7F" w:rsidRDefault="00E64043" w:rsidP="00E64043">
            <w:r w:rsidRPr="00170B7F">
              <w:t>Naše zn.</w:t>
            </w:r>
          </w:p>
        </w:tc>
        <w:tc>
          <w:tcPr>
            <w:tcW w:w="2552" w:type="dxa"/>
          </w:tcPr>
          <w:p w:rsidR="00E64043" w:rsidRPr="00CC32B5" w:rsidRDefault="00CC32B5" w:rsidP="00E64043">
            <w:r w:rsidRPr="00CC32B5">
              <w:rPr>
                <w:rFonts w:ascii="Helvetica" w:hAnsi="Helvetica"/>
              </w:rPr>
              <w:t>1066</w:t>
            </w:r>
            <w:r w:rsidR="00E64043" w:rsidRPr="00CC32B5">
              <w:rPr>
                <w:rFonts w:ascii="Helvetica" w:hAnsi="Helvetica"/>
              </w:rPr>
              <w:t>/2021-SŽ-SSV-Ú3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4D0228" w:rsidRDefault="00E64043" w:rsidP="00E64043">
            <w:r w:rsidRPr="004D0228">
              <w:t>Listů/příloh</w:t>
            </w:r>
          </w:p>
        </w:tc>
        <w:tc>
          <w:tcPr>
            <w:tcW w:w="2552" w:type="dxa"/>
          </w:tcPr>
          <w:p w:rsidR="00E64043" w:rsidRPr="00CC32B5" w:rsidRDefault="002C1501" w:rsidP="00E64043">
            <w:r w:rsidRPr="00CC32B5">
              <w:t>3/3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>
            <w:pPr>
              <w:rPr>
                <w:noProof/>
              </w:rPr>
            </w:pPr>
          </w:p>
        </w:tc>
      </w:tr>
      <w:tr w:rsidR="00E64043" w:rsidTr="00B23CA3">
        <w:trPr>
          <w:trHeight w:val="77"/>
        </w:trPr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CC32B5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Vyřizuje</w:t>
            </w:r>
          </w:p>
        </w:tc>
        <w:tc>
          <w:tcPr>
            <w:tcW w:w="2552" w:type="dxa"/>
          </w:tcPr>
          <w:p w:rsidR="00E64043" w:rsidRPr="00CC32B5" w:rsidRDefault="00E64043" w:rsidP="00E64043">
            <w:r w:rsidRPr="00CC32B5">
              <w:t>JUDr. Jaroslav Klimeš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CC32B5" w:rsidRDefault="00E64043" w:rsidP="00E64043">
            <w:bookmarkStart w:id="0" w:name="_GoBack"/>
            <w:bookmarkEnd w:id="0"/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Mobil</w:t>
            </w:r>
          </w:p>
        </w:tc>
        <w:tc>
          <w:tcPr>
            <w:tcW w:w="2552" w:type="dxa"/>
          </w:tcPr>
          <w:p w:rsidR="00E64043" w:rsidRPr="00AC381E" w:rsidRDefault="00E64043" w:rsidP="00E64043">
            <w:r>
              <w:t>+420 722 819 305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E-mail</w:t>
            </w:r>
          </w:p>
        </w:tc>
        <w:tc>
          <w:tcPr>
            <w:tcW w:w="2552" w:type="dxa"/>
          </w:tcPr>
          <w:p w:rsidR="00E64043" w:rsidRPr="00AC381E" w:rsidRDefault="00E64043" w:rsidP="00E64043">
            <w:r>
              <w:t>Klimesja@spravazeleznic.cz</w:t>
            </w:r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  <w:vMerge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/>
        </w:tc>
        <w:tc>
          <w:tcPr>
            <w:tcW w:w="2552" w:type="dxa"/>
          </w:tcPr>
          <w:p w:rsidR="00E64043" w:rsidRPr="00AC381E" w:rsidRDefault="00E64043" w:rsidP="00E64043"/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</w:tcPr>
          <w:p w:rsidR="00E64043" w:rsidRDefault="00E64043" w:rsidP="00E64043"/>
        </w:tc>
      </w:tr>
      <w:tr w:rsidR="00E64043" w:rsidTr="00F862D6">
        <w:tc>
          <w:tcPr>
            <w:tcW w:w="1020" w:type="dxa"/>
          </w:tcPr>
          <w:p w:rsidR="00E64043" w:rsidRPr="00AC381E" w:rsidRDefault="00E64043" w:rsidP="00E64043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E64043" w:rsidRPr="00AC381E" w:rsidRDefault="00E64043" w:rsidP="00E64043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5B3906">
              <w:rPr>
                <w:noProof/>
              </w:rPr>
              <w:t>18. ledna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E64043" w:rsidRDefault="00E64043" w:rsidP="00E64043"/>
        </w:tc>
        <w:tc>
          <w:tcPr>
            <w:tcW w:w="3685" w:type="dxa"/>
          </w:tcPr>
          <w:p w:rsidR="00E64043" w:rsidRDefault="00E64043" w:rsidP="00E64043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AB212C">
        <w:rPr>
          <w:rFonts w:eastAsia="Calibri" w:cs="Times New Roman"/>
          <w:lang w:eastAsia="cs-CZ"/>
        </w:rPr>
        <w:t xml:space="preserve">Věc: </w:t>
      </w:r>
      <w:r w:rsidR="00AB212C" w:rsidRPr="00AB212C">
        <w:rPr>
          <w:rFonts w:eastAsia="Calibri" w:cs="Times New Roman"/>
          <w:b/>
          <w:lang w:eastAsia="cs-CZ"/>
        </w:rPr>
        <w:t>Brno-Maloměřice St.6 – Adamov, BC</w:t>
      </w:r>
    </w:p>
    <w:p w:rsidR="00CB7B5A" w:rsidRPr="00E64043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44D53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E64043">
        <w:rPr>
          <w:rFonts w:eastAsia="Calibri" w:cs="Times New Roman"/>
          <w:lang w:eastAsia="cs-CZ"/>
        </w:rPr>
        <w:t xml:space="preserve">dokumentace č. </w:t>
      </w:r>
      <w:r w:rsidR="005B3906">
        <w:rPr>
          <w:rFonts w:eastAsia="Times New Roman" w:cs="Times New Roman"/>
          <w:lang w:eastAsia="cs-CZ"/>
        </w:rPr>
        <w:t>4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E64043">
        <w:rPr>
          <w:rFonts w:eastAsia="Calibri" w:cs="Times New Roman"/>
        </w:rPr>
        <w:t xml:space="preserve">ve smyslu </w:t>
      </w:r>
      <w:r w:rsidRPr="00E64043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C1501" w:rsidRPr="00BD5319" w:rsidRDefault="002C150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906" w:rsidRDefault="005B3906" w:rsidP="005B3906">
      <w:pPr>
        <w:pStyle w:val="Bezmezer"/>
        <w:rPr>
          <w:b/>
        </w:rPr>
      </w:pPr>
      <w:r>
        <w:rPr>
          <w:b/>
        </w:rPr>
        <w:t>Dotaz č. 39</w:t>
      </w:r>
    </w:p>
    <w:p w:rsidR="005B3906" w:rsidRPr="002C1501" w:rsidRDefault="005B3906" w:rsidP="005B3906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Calibri"/>
        </w:rPr>
      </w:pPr>
      <w:r w:rsidRPr="00706A25">
        <w:rPr>
          <w:rFonts w:eastAsia="Calibri" w:cs="Calibri"/>
          <w:color w:val="000000"/>
        </w:rPr>
        <w:t xml:space="preserve">V PD SO 03-17-01 Odb.Svitava, železniční svršek a SO 04-17-01 Odb.Svitava - Žst. Adamov, </w:t>
      </w:r>
      <w:r w:rsidRPr="002C1501">
        <w:rPr>
          <w:rFonts w:eastAsia="Calibri" w:cs="Calibri"/>
        </w:rPr>
        <w:t xml:space="preserve">železniční svršek, přílohy č. 6 Vzorové příčné řezy jsou v místech výhybkových konstrukcí zakresleny drážní stezky z drceného kameniva fr. 4-16 mm tloušťky 0,10 m. Protože tyto objekty nemají výpočet kubatur nelze provést jejich kontrolu a následně taky nejsou uvedeny v položkách soupisu prací jednotlivých objektů. </w:t>
      </w:r>
    </w:p>
    <w:p w:rsidR="005B3906" w:rsidRPr="002C1501" w:rsidRDefault="005B3906" w:rsidP="005B3906">
      <w:pPr>
        <w:autoSpaceDE w:val="0"/>
        <w:autoSpaceDN w:val="0"/>
        <w:adjustRightInd w:val="0"/>
        <w:spacing w:after="0" w:line="240" w:lineRule="auto"/>
        <w:rPr>
          <w:rFonts w:eastAsia="Calibri" w:cs="Calibri"/>
        </w:rPr>
      </w:pPr>
      <w:r w:rsidRPr="002C1501">
        <w:rPr>
          <w:rFonts w:eastAsia="Calibri" w:cs="Calibri"/>
        </w:rPr>
        <w:t xml:space="preserve">Může zadavatel doplnit TZ o přílohu výpočtu kubatur a do soupisu prací přidat položku pro zřízení drážních stezek. </w:t>
      </w:r>
    </w:p>
    <w:p w:rsidR="005B3906" w:rsidRPr="002C1501" w:rsidRDefault="005B3906" w:rsidP="005B3906">
      <w:pPr>
        <w:pStyle w:val="Bezmezer"/>
        <w:rPr>
          <w:rFonts w:eastAsia="Calibri" w:cs="Times New Roman"/>
          <w:b/>
          <w:lang w:eastAsia="cs-CZ"/>
        </w:rPr>
      </w:pPr>
    </w:p>
    <w:p w:rsidR="005B3906" w:rsidRPr="002C1501" w:rsidRDefault="005B3906" w:rsidP="005B3906">
      <w:pPr>
        <w:pStyle w:val="Bezmezer"/>
        <w:rPr>
          <w:rFonts w:eastAsia="Calibri" w:cs="Times New Roman"/>
          <w:b/>
          <w:lang w:eastAsia="cs-CZ"/>
        </w:rPr>
      </w:pPr>
      <w:r w:rsidRPr="002C1501">
        <w:rPr>
          <w:rFonts w:eastAsia="Calibri" w:cs="Times New Roman"/>
          <w:b/>
          <w:lang w:eastAsia="cs-CZ"/>
        </w:rPr>
        <w:t xml:space="preserve">Odpověď: Položky drážní stezky byly s výpočtem doplněny do rozpočtů. </w:t>
      </w:r>
    </w:p>
    <w:p w:rsidR="005B3906" w:rsidRDefault="005B3906" w:rsidP="005B3906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Calibri"/>
        </w:rPr>
      </w:pPr>
    </w:p>
    <w:p w:rsidR="002C1501" w:rsidRPr="002C1501" w:rsidRDefault="002C1501" w:rsidP="005B3906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Calibri"/>
        </w:rPr>
      </w:pPr>
    </w:p>
    <w:p w:rsidR="005B3906" w:rsidRPr="002C1501" w:rsidRDefault="005B3906" w:rsidP="005B3906">
      <w:pPr>
        <w:pStyle w:val="Bezmezer"/>
        <w:rPr>
          <w:b/>
        </w:rPr>
      </w:pPr>
      <w:r w:rsidRPr="002C1501">
        <w:rPr>
          <w:b/>
        </w:rPr>
        <w:t>Dotaz č. 40</w:t>
      </w:r>
    </w:p>
    <w:p w:rsidR="005B3906" w:rsidRPr="002C1501" w:rsidRDefault="005B3906" w:rsidP="005B3906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Calibri"/>
        </w:rPr>
      </w:pPr>
      <w:r w:rsidRPr="002C1501">
        <w:rPr>
          <w:rFonts w:eastAsia="Calibri" w:cs="Calibri"/>
        </w:rPr>
        <w:t xml:space="preserve">V PD SO 02–17–01 Žst. Brno-Maloměřice – Odb. Svitava, kolejový svršek, SO 03-17-01 Odb.Svitava, železniční svršek a SO 04-17-01 Odb.Svitava - Žst. Adamov, železniční svršek, přílohy č. 1 TZ jsou v části 6.7. Izolace kolejiště v tabulce LIS uvedeny informace jednotlivých izolovaných styků. </w:t>
      </w:r>
    </w:p>
    <w:p w:rsidR="005B3906" w:rsidRPr="002C1501" w:rsidRDefault="005B3906" w:rsidP="005B3906">
      <w:pPr>
        <w:autoSpaceDE w:val="0"/>
        <w:autoSpaceDN w:val="0"/>
        <w:adjustRightInd w:val="0"/>
        <w:spacing w:after="0" w:line="240" w:lineRule="auto"/>
        <w:contextualSpacing/>
        <w:rPr>
          <w:rFonts w:eastAsia="Calibri" w:cs="Calibri"/>
        </w:rPr>
      </w:pPr>
      <w:r w:rsidRPr="002C1501">
        <w:rPr>
          <w:rFonts w:eastAsia="Calibri" w:cs="Calibri"/>
        </w:rPr>
        <w:t xml:space="preserve">Může zadavatel doplnit do tabulek LIS délky jednotlivých izolovaných styků v objektech. </w:t>
      </w:r>
    </w:p>
    <w:p w:rsidR="005B3906" w:rsidRPr="002C1501" w:rsidRDefault="005B3906" w:rsidP="005B3906">
      <w:pPr>
        <w:pStyle w:val="Bezmezer"/>
        <w:rPr>
          <w:b/>
        </w:rPr>
      </w:pPr>
    </w:p>
    <w:p w:rsidR="005B3906" w:rsidRPr="002C1501" w:rsidRDefault="005B3906" w:rsidP="005B3906">
      <w:pPr>
        <w:pStyle w:val="Bezmezer"/>
        <w:rPr>
          <w:rFonts w:eastAsia="Calibri" w:cs="Times New Roman"/>
          <w:b/>
          <w:lang w:eastAsia="cs-CZ"/>
        </w:rPr>
      </w:pPr>
      <w:r w:rsidRPr="002C1501">
        <w:rPr>
          <w:rFonts w:eastAsia="Calibri" w:cs="Times New Roman"/>
          <w:b/>
          <w:lang w:eastAsia="cs-CZ"/>
        </w:rPr>
        <w:t>Odpověď: Standartní délka styku je navržena na 3,6m. Délka byla doplněna do popisu položky. Délka styku delšího jak 8,0m byla doplněna do popisů položek v objektech SO 03-17-01 a SO 04-17-01. Vzhledem ke kontrole bylo zjištěno, že počet izolovaných styků byl rozpočtu spatně. Počet byl opraven.</w:t>
      </w:r>
    </w:p>
    <w:p w:rsidR="00E64043" w:rsidRDefault="00E64043" w:rsidP="005F08F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C1501" w:rsidRPr="002C1501" w:rsidRDefault="002C1501" w:rsidP="005F08F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906" w:rsidRPr="002C1501" w:rsidRDefault="005B3906" w:rsidP="005B3906">
      <w:pPr>
        <w:pStyle w:val="Bezmezer"/>
        <w:rPr>
          <w:b/>
        </w:rPr>
      </w:pPr>
      <w:r w:rsidRPr="002C1501">
        <w:rPr>
          <w:b/>
        </w:rPr>
        <w:t>Dotaz č. 41</w:t>
      </w:r>
    </w:p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b/>
          <w:lang w:eastAsia="cs-CZ"/>
        </w:rPr>
      </w:pPr>
      <w:r w:rsidRPr="002C1501">
        <w:rPr>
          <w:rFonts w:eastAsia="Times New Roman" w:cs="Arial"/>
          <w:b/>
          <w:lang w:eastAsia="cs-CZ"/>
        </w:rPr>
        <w:t>PS 02-14-04 Zast. Bílovice nad Svitavou, rozhlasové zařízení</w:t>
      </w:r>
    </w:p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lang w:eastAsia="cs-CZ"/>
        </w:rPr>
      </w:pPr>
      <w:r w:rsidRPr="002C1501">
        <w:rPr>
          <w:rFonts w:eastAsia="Times New Roman" w:cs="Arial"/>
          <w:lang w:eastAsia="cs-CZ"/>
        </w:rPr>
        <w:t xml:space="preserve">Nejsou ve výkazu výměr položky č. 34 a 35 duplicitní?  </w:t>
      </w:r>
    </w:p>
    <w:tbl>
      <w:tblPr>
        <w:tblW w:w="9958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6"/>
        <w:gridCol w:w="1556"/>
        <w:gridCol w:w="307"/>
        <w:gridCol w:w="3807"/>
        <w:gridCol w:w="1256"/>
        <w:gridCol w:w="1776"/>
      </w:tblGrid>
      <w:tr w:rsidR="002C1501" w:rsidRPr="002C1501" w:rsidTr="00F609A4">
        <w:trPr>
          <w:trHeight w:val="255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2C1501">
              <w:rPr>
                <w:rFonts w:eastAsia="Times New Roman" w:cs="Arial"/>
                <w:lang w:eastAsia="cs-CZ"/>
              </w:rPr>
              <w:t>34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2C1501">
              <w:rPr>
                <w:rFonts w:eastAsia="Times New Roman" w:cs="Arial"/>
                <w:lang w:eastAsia="cs-CZ"/>
              </w:rPr>
              <w:t>75L171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906" w:rsidRPr="002C1501" w:rsidRDefault="005B3906" w:rsidP="00F609A4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2C1501">
              <w:rPr>
                <w:rFonts w:eastAsia="Times New Roman" w:cs="Arial"/>
                <w:lang w:eastAsia="cs-CZ"/>
              </w:rPr>
              <w:t>REPRODUKTOR VENKOVNÍ SMĚROVÝ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2C1501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2C1501">
              <w:rPr>
                <w:rFonts w:eastAsia="Times New Roman" w:cs="Arial"/>
                <w:lang w:eastAsia="cs-CZ"/>
              </w:rPr>
              <w:t>8,000</w:t>
            </w:r>
          </w:p>
        </w:tc>
      </w:tr>
      <w:tr w:rsidR="002C1501" w:rsidRPr="002C1501" w:rsidTr="00F609A4">
        <w:trPr>
          <w:trHeight w:val="255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2C1501">
              <w:rPr>
                <w:rFonts w:eastAsia="Times New Roman" w:cs="Arial"/>
                <w:lang w:eastAsia="cs-CZ"/>
              </w:rPr>
              <w:t>35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2C1501">
              <w:rPr>
                <w:rFonts w:eastAsia="Times New Roman" w:cs="Arial"/>
                <w:lang w:eastAsia="cs-CZ"/>
              </w:rPr>
              <w:t>75L171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2C1501">
              <w:rPr>
                <w:rFonts w:eastAsia="Times New Roman" w:cs="Arial"/>
                <w:lang w:eastAsia="cs-CZ"/>
              </w:rPr>
              <w:t>1</w:t>
            </w: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906" w:rsidRPr="002C1501" w:rsidRDefault="005B3906" w:rsidP="00F609A4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2C1501">
              <w:rPr>
                <w:rFonts w:eastAsia="Times New Roman" w:cs="Arial"/>
                <w:lang w:eastAsia="cs-CZ"/>
              </w:rPr>
              <w:t>REPRODUKTOR VENKOVNÍ SMĚROVÝ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2C1501">
              <w:rPr>
                <w:rFonts w:eastAsia="Times New Roman" w:cs="Arial"/>
                <w:lang w:eastAsia="cs-CZ"/>
              </w:rPr>
              <w:t>KUS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2C1501">
              <w:rPr>
                <w:rFonts w:eastAsia="Times New Roman" w:cs="Arial"/>
                <w:lang w:eastAsia="cs-CZ"/>
              </w:rPr>
              <w:t>8,000</w:t>
            </w:r>
          </w:p>
        </w:tc>
      </w:tr>
    </w:tbl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lang w:eastAsia="cs-CZ"/>
        </w:rPr>
      </w:pPr>
      <w:r w:rsidRPr="002C1501">
        <w:rPr>
          <w:rFonts w:eastAsia="Times New Roman" w:cs="Arial"/>
          <w:lang w:eastAsia="cs-CZ"/>
        </w:rPr>
        <w:t xml:space="preserve">Žádáme zadavatele o prověření a případnou opravu do výkazu výměr. </w:t>
      </w:r>
    </w:p>
    <w:p w:rsidR="005B3906" w:rsidRPr="002C1501" w:rsidRDefault="005B3906" w:rsidP="005B3906">
      <w:pPr>
        <w:pStyle w:val="Bezmezer"/>
        <w:rPr>
          <w:rFonts w:eastAsia="Calibri" w:cs="Times New Roman"/>
          <w:b/>
          <w:lang w:eastAsia="cs-CZ"/>
        </w:rPr>
      </w:pPr>
      <w:r w:rsidRPr="002C1501">
        <w:rPr>
          <w:rFonts w:eastAsia="Calibri" w:cs="Times New Roman"/>
          <w:b/>
          <w:lang w:eastAsia="cs-CZ"/>
        </w:rPr>
        <w:t>Odpověď: Jedná se duplicitu. Položka č.35 byla z SP smazaná.</w:t>
      </w:r>
    </w:p>
    <w:p w:rsidR="005B3906" w:rsidRDefault="005B3906" w:rsidP="005B390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C1501" w:rsidRDefault="002C1501" w:rsidP="005B390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C1501" w:rsidRDefault="002C1501" w:rsidP="005B390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C1501" w:rsidRPr="002C1501" w:rsidRDefault="002C1501" w:rsidP="005B390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906" w:rsidRPr="002C1501" w:rsidRDefault="005B3906" w:rsidP="005B3906">
      <w:pPr>
        <w:pStyle w:val="Bezmezer"/>
        <w:rPr>
          <w:b/>
        </w:rPr>
      </w:pPr>
      <w:r w:rsidRPr="002C1501">
        <w:rPr>
          <w:b/>
        </w:rPr>
        <w:lastRenderedPageBreak/>
        <w:t>Dotaz č. 42</w:t>
      </w:r>
    </w:p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b/>
          <w:lang w:eastAsia="cs-CZ"/>
        </w:rPr>
      </w:pPr>
      <w:r w:rsidRPr="002C1501">
        <w:rPr>
          <w:rFonts w:eastAsia="Times New Roman" w:cs="Arial"/>
          <w:b/>
          <w:lang w:eastAsia="cs-CZ"/>
        </w:rPr>
        <w:t>PS 02-14-06 Zast. Bílovice nad Svitavou, kamerový systém</w:t>
      </w:r>
    </w:p>
    <w:p w:rsidR="005B3906" w:rsidRPr="002C1501" w:rsidRDefault="005B3906" w:rsidP="005B3906">
      <w:pPr>
        <w:spacing w:after="160" w:line="259" w:lineRule="auto"/>
        <w:rPr>
          <w:rFonts w:eastAsia="Times New Roman" w:cs="Arial"/>
          <w:lang w:eastAsia="cs-CZ"/>
        </w:rPr>
      </w:pPr>
      <w:r w:rsidRPr="002C1501">
        <w:rPr>
          <w:rFonts w:eastAsia="Times New Roman" w:cs="Arial"/>
          <w:lang w:eastAsia="cs-CZ"/>
        </w:rPr>
        <w:t xml:space="preserve">Dle blokového schématu kamerového systému nesouhlasí celkové množství optického kabelu (90+70+80+70=310 m 12-ti vláknového kabelu, což je 3,720 kmvlákno). Ve výkazu výměr je  </w:t>
      </w:r>
    </w:p>
    <w:tbl>
      <w:tblPr>
        <w:tblW w:w="89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7"/>
        <w:gridCol w:w="1036"/>
        <w:gridCol w:w="3983"/>
        <w:gridCol w:w="141"/>
        <w:gridCol w:w="1115"/>
        <w:gridCol w:w="141"/>
        <w:gridCol w:w="1635"/>
        <w:gridCol w:w="141"/>
      </w:tblGrid>
      <w:tr w:rsidR="002C1501" w:rsidRPr="002C1501" w:rsidTr="00F609A4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75I811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906" w:rsidRPr="002C1501" w:rsidRDefault="005B3906" w:rsidP="00F609A4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KABEL OPTICKÝ SINGLEMODE DO 12 VLÁKEN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KMVLÁKNO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2,800</w:t>
            </w:r>
          </w:p>
        </w:tc>
      </w:tr>
      <w:tr w:rsidR="002C1501" w:rsidRPr="002C1501" w:rsidTr="00F609A4">
        <w:trPr>
          <w:gridAfter w:val="1"/>
          <w:wAfter w:w="141" w:type="dxa"/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75I81X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ind w:left="-1626"/>
              <w:jc w:val="right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906" w:rsidRPr="002C1501" w:rsidRDefault="005B3906" w:rsidP="00F609A4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KABEL OPTICKÝ SINGLEMODE - MONTÁŽ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M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230,000</w:t>
            </w:r>
          </w:p>
        </w:tc>
      </w:tr>
    </w:tbl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lang w:eastAsia="cs-CZ"/>
        </w:rPr>
      </w:pPr>
      <w:r w:rsidRPr="002C1501">
        <w:rPr>
          <w:rFonts w:eastAsia="Times New Roman" w:cs="Arial"/>
          <w:lang w:eastAsia="cs-CZ"/>
        </w:rPr>
        <w:t>Žádáme zadavatele o prověření a případnou opravu do výkazu výměr.</w:t>
      </w:r>
    </w:p>
    <w:p w:rsidR="005B3906" w:rsidRPr="002C1501" w:rsidRDefault="005B3906" w:rsidP="005B3906">
      <w:pPr>
        <w:pStyle w:val="Bezmezer"/>
        <w:rPr>
          <w:rFonts w:eastAsia="Calibri" w:cs="Times New Roman"/>
          <w:b/>
          <w:lang w:eastAsia="cs-CZ"/>
        </w:rPr>
      </w:pPr>
      <w:r w:rsidRPr="002C1501">
        <w:rPr>
          <w:rFonts w:eastAsia="Calibri" w:cs="Times New Roman"/>
          <w:b/>
          <w:lang w:eastAsia="cs-CZ"/>
        </w:rPr>
        <w:t>Odpověď: SP byl na základě dotazu opraven.</w:t>
      </w:r>
    </w:p>
    <w:p w:rsidR="005B3906" w:rsidRPr="002C1501" w:rsidRDefault="005B3906" w:rsidP="005B390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C1501" w:rsidRDefault="002C1501" w:rsidP="005B3906">
      <w:pPr>
        <w:pStyle w:val="Bezmezer"/>
        <w:rPr>
          <w:b/>
        </w:rPr>
      </w:pPr>
    </w:p>
    <w:p w:rsidR="005B3906" w:rsidRPr="002C1501" w:rsidRDefault="005B3906" w:rsidP="005B3906">
      <w:pPr>
        <w:pStyle w:val="Bezmezer"/>
        <w:rPr>
          <w:b/>
        </w:rPr>
      </w:pPr>
      <w:r w:rsidRPr="002C1501">
        <w:rPr>
          <w:b/>
        </w:rPr>
        <w:t>Dotaz č. 43</w:t>
      </w:r>
    </w:p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b/>
          <w:lang w:eastAsia="cs-CZ"/>
        </w:rPr>
      </w:pPr>
      <w:r w:rsidRPr="002C1501">
        <w:rPr>
          <w:rFonts w:eastAsia="Times New Roman" w:cs="Arial"/>
          <w:b/>
          <w:lang w:eastAsia="cs-CZ"/>
        </w:rPr>
        <w:t>PS 04-14-06 Zast. Babice nad Svitavou, kamerový systém</w:t>
      </w:r>
    </w:p>
    <w:p w:rsidR="005B3906" w:rsidRPr="002C1501" w:rsidRDefault="005B3906" w:rsidP="005B3906">
      <w:pPr>
        <w:spacing w:after="160" w:line="259" w:lineRule="auto"/>
        <w:rPr>
          <w:rFonts w:eastAsia="Times New Roman" w:cs="Arial"/>
          <w:lang w:eastAsia="cs-CZ"/>
        </w:rPr>
      </w:pPr>
      <w:r w:rsidRPr="002C1501">
        <w:rPr>
          <w:rFonts w:eastAsia="Times New Roman" w:cs="Arial"/>
          <w:lang w:eastAsia="cs-CZ"/>
        </w:rPr>
        <w:t xml:space="preserve">Dle blokového schématu kamerového systému nesouhlasí celkové množství optického kabelu (65+40+65+60= 230 m 12-ti vláknového kabelu, což je 2,760 kmvlákno). Ve výkazu výměr je  </w:t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7"/>
        <w:gridCol w:w="1036"/>
        <w:gridCol w:w="4121"/>
        <w:gridCol w:w="425"/>
        <w:gridCol w:w="831"/>
        <w:gridCol w:w="1776"/>
        <w:gridCol w:w="512"/>
      </w:tblGrid>
      <w:tr w:rsidR="002C1501" w:rsidRPr="002C1501" w:rsidTr="00F609A4">
        <w:trPr>
          <w:gridAfter w:val="1"/>
          <w:wAfter w:w="512" w:type="dxa"/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75I811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906" w:rsidRPr="002C1501" w:rsidRDefault="005B3906" w:rsidP="00F609A4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KABEL OPTICKÝ SINGLEMODE DO 12 VLÁKEN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KMVLÁKNO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4,400</w:t>
            </w:r>
          </w:p>
        </w:tc>
      </w:tr>
      <w:tr w:rsidR="002C1501" w:rsidRPr="002C1501" w:rsidTr="00F609A4">
        <w:trPr>
          <w:trHeight w:val="300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75I81X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right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4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3906" w:rsidRPr="002C1501" w:rsidRDefault="005B3906" w:rsidP="00F609A4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KABEL OPTICKÝ SINGLEMODE - MONTÁŽ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M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B3906" w:rsidRPr="002C1501" w:rsidRDefault="005B3906" w:rsidP="00F609A4">
            <w:pPr>
              <w:spacing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2C1501">
              <w:rPr>
                <w:rFonts w:eastAsia="Times New Roman" w:cs="Times New Roman"/>
                <w:lang w:eastAsia="cs-CZ"/>
              </w:rPr>
              <w:t>345,000</w:t>
            </w:r>
          </w:p>
        </w:tc>
      </w:tr>
    </w:tbl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lang w:eastAsia="cs-CZ"/>
        </w:rPr>
      </w:pPr>
      <w:r w:rsidRPr="002C1501">
        <w:rPr>
          <w:rFonts w:eastAsia="Times New Roman" w:cs="Arial"/>
          <w:lang w:eastAsia="cs-CZ"/>
        </w:rPr>
        <w:t xml:space="preserve">Žádáme zadavatele o prověření a případnou opravu do výkazu výměr. </w:t>
      </w:r>
    </w:p>
    <w:p w:rsidR="005B3906" w:rsidRPr="002C1501" w:rsidRDefault="005B3906" w:rsidP="005B3906">
      <w:pPr>
        <w:pStyle w:val="Bezmezer"/>
        <w:rPr>
          <w:rFonts w:eastAsia="Calibri" w:cs="Times New Roman"/>
          <w:b/>
          <w:lang w:eastAsia="cs-CZ"/>
        </w:rPr>
      </w:pPr>
      <w:r w:rsidRPr="002C1501">
        <w:rPr>
          <w:rFonts w:eastAsia="Calibri" w:cs="Times New Roman"/>
          <w:b/>
          <w:lang w:eastAsia="cs-CZ"/>
        </w:rPr>
        <w:t>Odpověď: SP byl na základě dotazu opraven.</w:t>
      </w:r>
    </w:p>
    <w:p w:rsidR="005B3906" w:rsidRPr="002C1501" w:rsidRDefault="005B3906" w:rsidP="005B390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C1501" w:rsidRDefault="002C1501" w:rsidP="005B3906">
      <w:pPr>
        <w:pStyle w:val="Bezmezer"/>
        <w:rPr>
          <w:b/>
        </w:rPr>
      </w:pPr>
    </w:p>
    <w:p w:rsidR="005B3906" w:rsidRPr="002C1501" w:rsidRDefault="005B3906" w:rsidP="005B3906">
      <w:pPr>
        <w:pStyle w:val="Bezmezer"/>
        <w:rPr>
          <w:b/>
        </w:rPr>
      </w:pPr>
      <w:r w:rsidRPr="002C1501">
        <w:rPr>
          <w:b/>
        </w:rPr>
        <w:t>Dotaz č. 44</w:t>
      </w:r>
    </w:p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b/>
          <w:lang w:eastAsia="cs-CZ"/>
        </w:rPr>
      </w:pPr>
      <w:r w:rsidRPr="002C1501">
        <w:rPr>
          <w:rFonts w:eastAsia="Times New Roman" w:cs="Arial"/>
          <w:b/>
          <w:lang w:eastAsia="cs-CZ"/>
        </w:rPr>
        <w:t>PS 02-14-02 „Zast. Bílovice nad Svitavou, sdělovací zařízení“</w:t>
      </w:r>
    </w:p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lang w:eastAsia="cs-CZ"/>
        </w:rPr>
      </w:pPr>
      <w:r w:rsidRPr="002C1501">
        <w:rPr>
          <w:rFonts w:eastAsia="Times New Roman" w:cs="Arial"/>
          <w:lang w:eastAsia="cs-CZ"/>
        </w:rPr>
        <w:t>Zadávací dokumentace obsahuje soubory D.1.2.6.1.2.3.02 Bílovice TB.pdf a D.1.2.6.1.2.3.03 Bílovice VB.pdf, které mají stejný obsah – „zast. Bílovice nad Svitavou, TB, dispozice“. Žádáme zadavatele o opravu dokumentace – doplnění správného výkresu s dispozičním schématem VB.</w:t>
      </w:r>
    </w:p>
    <w:p w:rsidR="005B3906" w:rsidRPr="002C1501" w:rsidRDefault="005B3906" w:rsidP="005B3906">
      <w:pPr>
        <w:pStyle w:val="Bezmezer"/>
        <w:rPr>
          <w:rFonts w:eastAsia="Calibri" w:cs="Times New Roman"/>
          <w:b/>
          <w:lang w:eastAsia="cs-CZ"/>
        </w:rPr>
      </w:pPr>
      <w:r w:rsidRPr="002C1501">
        <w:rPr>
          <w:rFonts w:eastAsia="Calibri" w:cs="Times New Roman"/>
          <w:b/>
          <w:lang w:eastAsia="cs-CZ"/>
        </w:rPr>
        <w:t>Odpověď: Příloha byla na základě dotazu opravena.</w:t>
      </w:r>
    </w:p>
    <w:p w:rsidR="005B3906" w:rsidRPr="002C1501" w:rsidRDefault="005B3906" w:rsidP="005B390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C1501" w:rsidRDefault="002C1501" w:rsidP="005B3906">
      <w:pPr>
        <w:pStyle w:val="Bezmezer"/>
        <w:rPr>
          <w:b/>
        </w:rPr>
      </w:pPr>
    </w:p>
    <w:p w:rsidR="005B3906" w:rsidRPr="002C1501" w:rsidRDefault="005B3906" w:rsidP="005B3906">
      <w:pPr>
        <w:pStyle w:val="Bezmezer"/>
        <w:rPr>
          <w:b/>
        </w:rPr>
      </w:pPr>
      <w:r w:rsidRPr="002C1501">
        <w:rPr>
          <w:b/>
        </w:rPr>
        <w:t>Dotaz č. 45</w:t>
      </w:r>
    </w:p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b/>
          <w:lang w:eastAsia="cs-CZ"/>
        </w:rPr>
      </w:pPr>
      <w:r w:rsidRPr="002C1501">
        <w:rPr>
          <w:rFonts w:eastAsia="Times New Roman" w:cs="Arial"/>
          <w:b/>
          <w:lang w:eastAsia="cs-CZ"/>
        </w:rPr>
        <w:t>PS 02-14-02 „Zast. Bílovice nad Svitavou, sdělovací zařízení“</w:t>
      </w:r>
    </w:p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lang w:eastAsia="cs-CZ"/>
        </w:rPr>
      </w:pPr>
      <w:r w:rsidRPr="002C1501">
        <w:rPr>
          <w:rFonts w:eastAsia="Times New Roman" w:cs="Arial"/>
          <w:lang w:eastAsia="cs-CZ"/>
        </w:rPr>
        <w:t>VV obsahuje položku č. 55 „Přemístění stávajícího sdělovacího zařízení“, která dle TZ a výkresové dokumentace představuje přemístění nevyužité technologie BTS. Žádáme zadavatele o bližší specifikaci tohoto zařízení.</w:t>
      </w:r>
    </w:p>
    <w:p w:rsidR="005B3906" w:rsidRPr="002C1501" w:rsidRDefault="005B3906" w:rsidP="005B3906">
      <w:pPr>
        <w:pStyle w:val="Bezmezer"/>
        <w:rPr>
          <w:rFonts w:eastAsia="Calibri" w:cs="Times New Roman"/>
          <w:b/>
          <w:lang w:eastAsia="cs-CZ"/>
        </w:rPr>
      </w:pPr>
      <w:r w:rsidRPr="002C1501">
        <w:rPr>
          <w:rFonts w:eastAsia="Calibri" w:cs="Times New Roman"/>
          <w:b/>
          <w:lang w:eastAsia="cs-CZ"/>
        </w:rPr>
        <w:t>Odpověď: Jedná se o čtyři přístrojové skříně (rozměry: šířka 1 m, výška 1,4 m, hloubka 0,5 m), ve kterých je umístěna stará technologie BTS.</w:t>
      </w:r>
    </w:p>
    <w:p w:rsidR="005B3906" w:rsidRPr="002C1501" w:rsidRDefault="005B3906" w:rsidP="005B390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C1501" w:rsidRDefault="002C1501" w:rsidP="005B3906">
      <w:pPr>
        <w:pStyle w:val="Bezmezer"/>
        <w:rPr>
          <w:b/>
        </w:rPr>
      </w:pPr>
    </w:p>
    <w:p w:rsidR="005B3906" w:rsidRPr="002C1501" w:rsidRDefault="005B3906" w:rsidP="005B3906">
      <w:pPr>
        <w:pStyle w:val="Bezmezer"/>
        <w:rPr>
          <w:b/>
        </w:rPr>
      </w:pPr>
      <w:r w:rsidRPr="002C1501">
        <w:rPr>
          <w:b/>
        </w:rPr>
        <w:t>Dotaz č. 46</w:t>
      </w:r>
    </w:p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b/>
          <w:lang w:eastAsia="cs-CZ"/>
        </w:rPr>
      </w:pPr>
      <w:r w:rsidRPr="002C1501">
        <w:rPr>
          <w:rFonts w:eastAsia="Times New Roman" w:cs="Arial"/>
          <w:b/>
          <w:lang w:eastAsia="cs-CZ"/>
        </w:rPr>
        <w:t xml:space="preserve">PS 02-14-02 „Zast. Bílovice nad Svitavou, sdělovací zařízení“ </w:t>
      </w:r>
      <w:r w:rsidRPr="002C1501">
        <w:rPr>
          <w:rFonts w:eastAsia="Times New Roman" w:cs="Arial"/>
          <w:lang w:eastAsia="cs-CZ"/>
        </w:rPr>
        <w:t>a</w:t>
      </w:r>
      <w:r w:rsidRPr="002C1501">
        <w:rPr>
          <w:rFonts w:eastAsia="Times New Roman" w:cs="Arial"/>
          <w:b/>
          <w:lang w:eastAsia="cs-CZ"/>
        </w:rPr>
        <w:t xml:space="preserve"> PS 03-14-01 „Odb. Svitava, sdělovací zařízení“</w:t>
      </w:r>
    </w:p>
    <w:p w:rsidR="005B3906" w:rsidRPr="002C1501" w:rsidRDefault="005B3906" w:rsidP="005B3906">
      <w:pPr>
        <w:spacing w:after="160" w:line="259" w:lineRule="auto"/>
        <w:jc w:val="both"/>
        <w:rPr>
          <w:rFonts w:eastAsia="Times New Roman" w:cs="Arial"/>
          <w:b/>
          <w:lang w:eastAsia="cs-CZ"/>
        </w:rPr>
      </w:pPr>
      <w:r w:rsidRPr="002C1501">
        <w:rPr>
          <w:rFonts w:eastAsia="Times New Roman" w:cs="Arial"/>
          <w:lang w:eastAsia="cs-CZ"/>
        </w:rPr>
        <w:t>Chápeme správně, že uzemňovací sběrnice pro uzemnění pláště kabelů bude vedena v trase výkopů provedených v rámci PS části D.1.2.4 a nepočítá se s jinými zemními pracemi?</w:t>
      </w:r>
    </w:p>
    <w:p w:rsidR="005B3906" w:rsidRPr="002C1501" w:rsidRDefault="005B3906" w:rsidP="005B3906">
      <w:pPr>
        <w:pStyle w:val="Bezmezer"/>
        <w:rPr>
          <w:rFonts w:eastAsia="Calibri" w:cs="Times New Roman"/>
          <w:b/>
          <w:lang w:eastAsia="cs-CZ"/>
        </w:rPr>
      </w:pPr>
      <w:r w:rsidRPr="002C1501">
        <w:rPr>
          <w:rFonts w:eastAsia="Calibri" w:cs="Times New Roman"/>
          <w:b/>
          <w:lang w:eastAsia="cs-CZ"/>
        </w:rPr>
        <w:t>Odpověď: Uzemňovací sběrnice bude připojena na uzemnění budovy.</w:t>
      </w:r>
    </w:p>
    <w:p w:rsidR="005B3906" w:rsidRPr="002C1501" w:rsidRDefault="005B3906" w:rsidP="005F08F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B3906" w:rsidRDefault="005B3906" w:rsidP="005F08F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4043" w:rsidRPr="00396E8C" w:rsidRDefault="00E64043" w:rsidP="00E6404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E64043" w:rsidRPr="00BD5319" w:rsidRDefault="00E64043" w:rsidP="00E6404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E64043" w:rsidRPr="00BD5319" w:rsidRDefault="00E64043" w:rsidP="00E64043">
      <w:pPr>
        <w:spacing w:after="0" w:line="240" w:lineRule="auto"/>
        <w:rPr>
          <w:rFonts w:eastAsia="Times New Roman" w:cs="Times New Roman"/>
          <w:lang w:eastAsia="cs-CZ"/>
        </w:rPr>
      </w:pPr>
    </w:p>
    <w:p w:rsidR="00E64043" w:rsidRPr="008478F3" w:rsidRDefault="00E64043" w:rsidP="00E6404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8478F3">
        <w:rPr>
          <w:rFonts w:eastAsia="Calibri" w:cs="Times New Roman"/>
          <w:lang w:eastAsia="cs-CZ"/>
        </w:rPr>
        <w:lastRenderedPageBreak/>
        <w:t xml:space="preserve">Vysvětlení/ změnu/ doplnění zadávací dokumentace včetně příloh zadavatel uveřejňuje na profilu zadavatele na webovém portálu </w:t>
      </w:r>
      <w:hyperlink r:id="rId11" w:history="1">
        <w:r w:rsidRPr="008478F3">
          <w:rPr>
            <w:rFonts w:eastAsia="Calibri" w:cs="Times New Roman"/>
            <w:u w:val="single"/>
            <w:lang w:eastAsia="cs-CZ"/>
          </w:rPr>
          <w:t>https://zakazky.spravazeleznic.cz/</w:t>
        </w:r>
      </w:hyperlink>
      <w:r w:rsidRPr="008478F3">
        <w:rPr>
          <w:rFonts w:eastAsia="Calibri" w:cs="Times New Roman"/>
          <w:u w:val="single"/>
          <w:lang w:eastAsia="cs-CZ"/>
        </w:rPr>
        <w:t>.</w:t>
      </w:r>
    </w:p>
    <w:p w:rsidR="00E64043" w:rsidRPr="008478F3" w:rsidRDefault="00E64043" w:rsidP="00E6404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E64043" w:rsidRPr="00BD5319" w:rsidRDefault="00E64043" w:rsidP="00E6404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2C1501" w:rsidRDefault="002C1501" w:rsidP="00E6404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E64043" w:rsidRDefault="00E64043" w:rsidP="00E6404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Příloha:</w:t>
      </w:r>
    </w:p>
    <w:p w:rsidR="005B3906" w:rsidRDefault="005B3906" w:rsidP="00E6404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B3906">
        <w:rPr>
          <w:rFonts w:eastAsia="Calibri" w:cs="Times New Roman"/>
          <w:bCs/>
          <w:lang w:eastAsia="cs-CZ"/>
        </w:rPr>
        <w:t>D.1.2.6.1.2.3.03 Bílovice VB_A</w:t>
      </w:r>
    </w:p>
    <w:p w:rsidR="00E64043" w:rsidRPr="00B548F9" w:rsidRDefault="00E64043" w:rsidP="00E6404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548F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548F9">
        <w:rPr>
          <w:rFonts w:eastAsia="Calibri" w:cs="Times New Roman"/>
          <w:bCs/>
          <w:lang w:eastAsia="cs-CZ"/>
        </w:rPr>
        <w:instrText xml:space="preserve"> FORMTEXT </w:instrText>
      </w:r>
      <w:r w:rsidRPr="00B548F9">
        <w:rPr>
          <w:rFonts w:eastAsia="Calibri" w:cs="Times New Roman"/>
          <w:bCs/>
          <w:lang w:eastAsia="cs-CZ"/>
        </w:rPr>
      </w:r>
      <w:r w:rsidRPr="00B548F9">
        <w:rPr>
          <w:rFonts w:eastAsia="Calibri" w:cs="Times New Roman"/>
          <w:bCs/>
          <w:lang w:eastAsia="cs-CZ"/>
        </w:rPr>
        <w:fldChar w:fldCharType="separate"/>
      </w:r>
      <w:r w:rsidRPr="00B548F9">
        <w:rPr>
          <w:rFonts w:eastAsia="Calibri" w:cs="Times New Roman"/>
          <w:bCs/>
          <w:lang w:eastAsia="cs-CZ"/>
        </w:rPr>
        <w:t xml:space="preserve">SP (1x XLSX, 1x </w:t>
      </w:r>
      <w:r w:rsidR="008C7DA8" w:rsidRPr="00B548F9">
        <w:rPr>
          <w:rFonts w:eastAsia="Calibri" w:cs="Times New Roman"/>
          <w:bCs/>
          <w:lang w:eastAsia="cs-CZ"/>
        </w:rPr>
        <w:t>XDC</w:t>
      </w:r>
      <w:r w:rsidRPr="00B548F9">
        <w:rPr>
          <w:rFonts w:eastAsia="Calibri" w:cs="Times New Roman"/>
          <w:bCs/>
          <w:lang w:eastAsia="cs-CZ"/>
        </w:rPr>
        <w:t>)</w:t>
      </w:r>
      <w:r w:rsidRPr="00B548F9">
        <w:rPr>
          <w:rFonts w:eastAsia="Calibri" w:cs="Times New Roman"/>
          <w:bCs/>
          <w:lang w:eastAsia="cs-CZ"/>
        </w:rPr>
        <w:t> </w:t>
      </w:r>
      <w:r w:rsidRPr="00B548F9">
        <w:rPr>
          <w:rFonts w:eastAsia="Calibri" w:cs="Times New Roman"/>
          <w:bCs/>
          <w:lang w:eastAsia="cs-CZ"/>
        </w:rPr>
        <w:t> </w:t>
      </w:r>
      <w:r w:rsidRPr="00B548F9">
        <w:rPr>
          <w:rFonts w:eastAsia="Calibri" w:cs="Times New Roman"/>
          <w:bCs/>
          <w:lang w:eastAsia="cs-CZ"/>
        </w:rPr>
        <w:fldChar w:fldCharType="end"/>
      </w:r>
    </w:p>
    <w:p w:rsidR="00E64043" w:rsidRPr="008478F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8478F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BD5319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478F3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BD5319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Default="00E64043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8010E" w:rsidRPr="00BD5319" w:rsidRDefault="00A8010E" w:rsidP="00E6404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4043" w:rsidRPr="00BD5319" w:rsidRDefault="00E64043" w:rsidP="00E6404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E64043" w:rsidRPr="00BD5319" w:rsidRDefault="00E64043" w:rsidP="00E6404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E64043" w:rsidRPr="00BD5319" w:rsidRDefault="00E64043" w:rsidP="00E6404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:rsidR="00E64043" w:rsidRPr="00BD5319" w:rsidRDefault="00E64043" w:rsidP="00E6404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:rsidR="00E64043" w:rsidRPr="00BD5319" w:rsidRDefault="00E64043" w:rsidP="00E6404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:rsidR="00E64043" w:rsidRPr="00E64043" w:rsidRDefault="00E64043" w:rsidP="005F08F3">
      <w:pPr>
        <w:spacing w:after="0" w:line="240" w:lineRule="auto"/>
        <w:rPr>
          <w:rFonts w:eastAsia="Calibri" w:cs="Times New Roman"/>
          <w:b/>
          <w:lang w:eastAsia="cs-CZ"/>
        </w:rPr>
      </w:pPr>
    </w:p>
    <w:sectPr w:rsidR="00E64043" w:rsidRPr="00E6404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32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32B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D2FC5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8BFE1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32B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32B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B0114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D86D5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173DEC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53F72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4D53"/>
    <w:rsid w:val="00072C1E"/>
    <w:rsid w:val="000B3A82"/>
    <w:rsid w:val="000B6C7E"/>
    <w:rsid w:val="000B7907"/>
    <w:rsid w:val="000C0429"/>
    <w:rsid w:val="000C45E8"/>
    <w:rsid w:val="000F56CF"/>
    <w:rsid w:val="00114472"/>
    <w:rsid w:val="00166B7B"/>
    <w:rsid w:val="00170B7F"/>
    <w:rsid w:val="00170EC5"/>
    <w:rsid w:val="001747C1"/>
    <w:rsid w:val="0018596A"/>
    <w:rsid w:val="00194636"/>
    <w:rsid w:val="001B69C2"/>
    <w:rsid w:val="001C4DA0"/>
    <w:rsid w:val="00207DF5"/>
    <w:rsid w:val="0021342B"/>
    <w:rsid w:val="00267369"/>
    <w:rsid w:val="0026785D"/>
    <w:rsid w:val="002C1501"/>
    <w:rsid w:val="002C31BF"/>
    <w:rsid w:val="002E0CD7"/>
    <w:rsid w:val="002F026B"/>
    <w:rsid w:val="0033625D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0228"/>
    <w:rsid w:val="004D3C02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3906"/>
    <w:rsid w:val="005B5EE9"/>
    <w:rsid w:val="005F08F3"/>
    <w:rsid w:val="006104F6"/>
    <w:rsid w:val="0061068E"/>
    <w:rsid w:val="00616396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0818"/>
    <w:rsid w:val="007F56A7"/>
    <w:rsid w:val="00807DD0"/>
    <w:rsid w:val="00813F11"/>
    <w:rsid w:val="00891334"/>
    <w:rsid w:val="008A1DF4"/>
    <w:rsid w:val="008A3568"/>
    <w:rsid w:val="008C7DA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D7744"/>
    <w:rsid w:val="009E07F4"/>
    <w:rsid w:val="009F2766"/>
    <w:rsid w:val="009F392E"/>
    <w:rsid w:val="00A44328"/>
    <w:rsid w:val="00A6177B"/>
    <w:rsid w:val="00A66136"/>
    <w:rsid w:val="00A8010E"/>
    <w:rsid w:val="00AA4CBB"/>
    <w:rsid w:val="00AA65FA"/>
    <w:rsid w:val="00AA7351"/>
    <w:rsid w:val="00AB212C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48F9"/>
    <w:rsid w:val="00B55F9C"/>
    <w:rsid w:val="00B65051"/>
    <w:rsid w:val="00B75EE1"/>
    <w:rsid w:val="00B77481"/>
    <w:rsid w:val="00B8518B"/>
    <w:rsid w:val="00BA4A31"/>
    <w:rsid w:val="00BB3740"/>
    <w:rsid w:val="00BD5319"/>
    <w:rsid w:val="00BD7E91"/>
    <w:rsid w:val="00BF374D"/>
    <w:rsid w:val="00BF6D48"/>
    <w:rsid w:val="00C02D0A"/>
    <w:rsid w:val="00C03A6E"/>
    <w:rsid w:val="00C2683C"/>
    <w:rsid w:val="00C30759"/>
    <w:rsid w:val="00C44F6A"/>
    <w:rsid w:val="00C524D1"/>
    <w:rsid w:val="00C727E5"/>
    <w:rsid w:val="00C8207D"/>
    <w:rsid w:val="00CB7B5A"/>
    <w:rsid w:val="00CC1E2B"/>
    <w:rsid w:val="00CC32B5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C6E75"/>
    <w:rsid w:val="00DD46F3"/>
    <w:rsid w:val="00DD58A6"/>
    <w:rsid w:val="00DE56F2"/>
    <w:rsid w:val="00DF116D"/>
    <w:rsid w:val="00E10710"/>
    <w:rsid w:val="00E64043"/>
    <w:rsid w:val="00E70EDB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2DC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313F054"/>
  <w14:defaultImageDpi w14:val="32767"/>
  <w15:docId w15:val="{66C5E0D1-3087-4A9D-8BB5-CD060717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http://schemas.microsoft.com/sharepoint/v3"/>
    <ds:schemaRef ds:uri="http://schemas.microsoft.com/sharepoint/v3/field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20F442E-9B66-4178-9231-9C8D1B24E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3</Pages>
  <Words>697</Words>
  <Characters>4113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17</cp:revision>
  <cp:lastPrinted>2019-02-22T13:28:00Z</cp:lastPrinted>
  <dcterms:created xsi:type="dcterms:W3CDTF">2021-01-11T08:53:00Z</dcterms:created>
  <dcterms:modified xsi:type="dcterms:W3CDTF">2021-01-18T09:38:00Z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