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D63D26">
        <w:rPr>
          <w:b/>
        </w:rPr>
        <w:t>„</w:t>
      </w:r>
      <w:bookmarkEnd w:id="0"/>
      <w:r w:rsidR="005B5035" w:rsidRPr="005232FF">
        <w:rPr>
          <w:rFonts w:cs="Arial"/>
        </w:rPr>
        <w:t xml:space="preserve">Oprava zabezpečovacího zařízení v úseku Zdice </w:t>
      </w:r>
      <w:r w:rsidR="005B5035">
        <w:rPr>
          <w:rFonts w:cs="Arial"/>
        </w:rPr>
        <w:t>–</w:t>
      </w:r>
      <w:r w:rsidR="005B5035" w:rsidRPr="005232FF">
        <w:rPr>
          <w:rFonts w:cs="Arial"/>
        </w:rPr>
        <w:t xml:space="preserve"> Tochovice</w:t>
      </w:r>
      <w:r w:rsidR="005B5035">
        <w:rPr>
          <w:rFonts w:cs="Arial"/>
        </w:rPr>
        <w:t xml:space="preserve"> - projekt</w:t>
      </w:r>
      <w:r w:rsidRPr="005C2CBC">
        <w:rPr>
          <w:b/>
        </w:rPr>
        <w:t>“</w:t>
      </w:r>
      <w:r w:rsidRPr="005C2CBC">
        <w:t xml:space="preserve">, </w:t>
      </w:r>
      <w:proofErr w:type="gramStart"/>
      <w:r w:rsidR="005C2CBC" w:rsidRPr="005C2CBC">
        <w:t>č.j.</w:t>
      </w:r>
      <w:proofErr w:type="gramEnd"/>
      <w:r w:rsidR="005C2CBC" w:rsidRPr="005C2CBC">
        <w:t xml:space="preserve"> </w:t>
      </w:r>
      <w:r w:rsidR="00943827" w:rsidRPr="00943827">
        <w:t>382/2021-SŽ-OŘ PHA-OVZ</w:t>
      </w:r>
      <w:r w:rsidRPr="005C2CBC">
        <w:t xml:space="preserve"> tímto čestně prohlašuje, že je účastníkem</w:t>
      </w:r>
      <w:r w:rsidRPr="005E4B67">
        <w:t>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BB4E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5EBE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38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38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17B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41C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C5BC3"/>
    <w:rsid w:val="000E23A7"/>
    <w:rsid w:val="0010693F"/>
    <w:rsid w:val="00114472"/>
    <w:rsid w:val="0012104D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035"/>
    <w:rsid w:val="005C2CBC"/>
    <w:rsid w:val="005F1404"/>
    <w:rsid w:val="0061068E"/>
    <w:rsid w:val="00660AD3"/>
    <w:rsid w:val="00677B7F"/>
    <w:rsid w:val="006A4BD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43827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BF290B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3D26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D04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D63D2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5E05ACC-FB67-4458-B2D9-DACD0650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18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10</cp:revision>
  <cp:lastPrinted>2017-11-28T17:18:00Z</cp:lastPrinted>
  <dcterms:created xsi:type="dcterms:W3CDTF">2020-08-27T08:39:00Z</dcterms:created>
  <dcterms:modified xsi:type="dcterms:W3CDTF">2021-01-06T06:03:00Z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