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752AB09" w14:textId="77777777" w:rsidTr="00F862D6">
        <w:tc>
          <w:tcPr>
            <w:tcW w:w="1020" w:type="dxa"/>
          </w:tcPr>
          <w:p w14:paraId="66862BD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2567F2" wp14:editId="1611AAE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5E5044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602567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25E5044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44D6C31" w14:textId="77777777" w:rsidR="00F64786" w:rsidRDefault="00F64786" w:rsidP="0077673A"/>
        </w:tc>
        <w:tc>
          <w:tcPr>
            <w:tcW w:w="823" w:type="dxa"/>
          </w:tcPr>
          <w:p w14:paraId="693C6266" w14:textId="77777777" w:rsidR="00F64786" w:rsidRDefault="00F64786" w:rsidP="0077673A"/>
        </w:tc>
        <w:tc>
          <w:tcPr>
            <w:tcW w:w="3685" w:type="dxa"/>
          </w:tcPr>
          <w:p w14:paraId="4C97D1A6" w14:textId="77777777" w:rsidR="00F64786" w:rsidRDefault="00F64786" w:rsidP="0077673A"/>
        </w:tc>
      </w:tr>
      <w:tr w:rsidR="00F862D6" w14:paraId="5A6521A1" w14:textId="77777777" w:rsidTr="00596C7E">
        <w:tc>
          <w:tcPr>
            <w:tcW w:w="1020" w:type="dxa"/>
          </w:tcPr>
          <w:p w14:paraId="39788164" w14:textId="77777777" w:rsidR="00F862D6" w:rsidRDefault="00F862D6" w:rsidP="0077673A"/>
        </w:tc>
        <w:tc>
          <w:tcPr>
            <w:tcW w:w="2552" w:type="dxa"/>
          </w:tcPr>
          <w:p w14:paraId="5F089C63" w14:textId="77777777" w:rsidR="00F862D6" w:rsidRDefault="00F862D6" w:rsidP="00764595"/>
        </w:tc>
        <w:tc>
          <w:tcPr>
            <w:tcW w:w="823" w:type="dxa"/>
          </w:tcPr>
          <w:p w14:paraId="6864719B" w14:textId="77777777" w:rsidR="00F862D6" w:rsidRDefault="00F862D6" w:rsidP="0077673A"/>
        </w:tc>
        <w:tc>
          <w:tcPr>
            <w:tcW w:w="3685" w:type="dxa"/>
            <w:vMerge w:val="restart"/>
          </w:tcPr>
          <w:p w14:paraId="706739DF" w14:textId="77777777" w:rsidR="00596C7E" w:rsidRDefault="00596C7E" w:rsidP="00596C7E">
            <w:pPr>
              <w:rPr>
                <w:rStyle w:val="Potovnadresa"/>
              </w:rPr>
            </w:pPr>
          </w:p>
          <w:p w14:paraId="432415C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F1BF20A" w14:textId="77777777" w:rsidTr="00F862D6">
        <w:tc>
          <w:tcPr>
            <w:tcW w:w="1020" w:type="dxa"/>
          </w:tcPr>
          <w:p w14:paraId="74C7F44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5F2487E" w14:textId="6F310169" w:rsidR="00F862D6" w:rsidRPr="003E6B9A" w:rsidRDefault="00516802" w:rsidP="0037111D">
            <w:r w:rsidRPr="00516802">
              <w:rPr>
                <w:rFonts w:ascii="Helvetica" w:hAnsi="Helvetica"/>
              </w:rPr>
              <w:t>15533/2020-SŽ-SSV-Ú3</w:t>
            </w:r>
          </w:p>
        </w:tc>
        <w:tc>
          <w:tcPr>
            <w:tcW w:w="823" w:type="dxa"/>
          </w:tcPr>
          <w:p w14:paraId="2AD3CC63" w14:textId="77777777" w:rsidR="00F862D6" w:rsidRDefault="00F862D6" w:rsidP="0077673A"/>
        </w:tc>
        <w:tc>
          <w:tcPr>
            <w:tcW w:w="3685" w:type="dxa"/>
            <w:vMerge/>
          </w:tcPr>
          <w:p w14:paraId="1A54B7CD" w14:textId="77777777" w:rsidR="00F862D6" w:rsidRDefault="00F862D6" w:rsidP="0077673A"/>
        </w:tc>
      </w:tr>
      <w:tr w:rsidR="00D16C41" w14:paraId="4F13E61F" w14:textId="77777777" w:rsidTr="00F862D6">
        <w:tc>
          <w:tcPr>
            <w:tcW w:w="1020" w:type="dxa"/>
          </w:tcPr>
          <w:p w14:paraId="2E2136CF" w14:textId="77777777" w:rsidR="00D16C41" w:rsidRDefault="00D16C41" w:rsidP="0077673A">
            <w:r>
              <w:t>Listů/příloh</w:t>
            </w:r>
          </w:p>
        </w:tc>
        <w:tc>
          <w:tcPr>
            <w:tcW w:w="2552" w:type="dxa"/>
          </w:tcPr>
          <w:p w14:paraId="4B40807C" w14:textId="77777777" w:rsidR="00D16C41" w:rsidRPr="003E6B9A" w:rsidRDefault="00D16C41" w:rsidP="00B372E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048DF45C" w14:textId="77777777" w:rsidR="00D16C41" w:rsidRDefault="00D16C41" w:rsidP="0077673A"/>
        </w:tc>
        <w:tc>
          <w:tcPr>
            <w:tcW w:w="3685" w:type="dxa"/>
            <w:vMerge/>
          </w:tcPr>
          <w:p w14:paraId="54E422B2" w14:textId="77777777" w:rsidR="00D16C41" w:rsidRDefault="00D16C41" w:rsidP="0077673A">
            <w:pPr>
              <w:rPr>
                <w:noProof/>
              </w:rPr>
            </w:pPr>
          </w:p>
        </w:tc>
      </w:tr>
      <w:tr w:rsidR="00D16C41" w14:paraId="3A48025C" w14:textId="77777777" w:rsidTr="00B23CA3">
        <w:trPr>
          <w:trHeight w:val="77"/>
        </w:trPr>
        <w:tc>
          <w:tcPr>
            <w:tcW w:w="1020" w:type="dxa"/>
          </w:tcPr>
          <w:p w14:paraId="49701CD6" w14:textId="77777777" w:rsidR="00D16C41" w:rsidRDefault="00D16C41" w:rsidP="0077673A"/>
        </w:tc>
        <w:tc>
          <w:tcPr>
            <w:tcW w:w="2552" w:type="dxa"/>
          </w:tcPr>
          <w:p w14:paraId="6D0F14F5" w14:textId="77777777" w:rsidR="00D16C41" w:rsidRPr="003E6B9A" w:rsidRDefault="00D16C41" w:rsidP="00B372EE"/>
        </w:tc>
        <w:tc>
          <w:tcPr>
            <w:tcW w:w="823" w:type="dxa"/>
          </w:tcPr>
          <w:p w14:paraId="76A3E553" w14:textId="77777777" w:rsidR="00D16C41" w:rsidRDefault="00D16C41" w:rsidP="0077673A"/>
        </w:tc>
        <w:tc>
          <w:tcPr>
            <w:tcW w:w="3685" w:type="dxa"/>
            <w:vMerge/>
          </w:tcPr>
          <w:p w14:paraId="08A197C4" w14:textId="77777777" w:rsidR="00D16C41" w:rsidRDefault="00D16C41" w:rsidP="0077673A"/>
        </w:tc>
      </w:tr>
      <w:tr w:rsidR="00D16C41" w14:paraId="5B495328" w14:textId="77777777" w:rsidTr="00F862D6">
        <w:tc>
          <w:tcPr>
            <w:tcW w:w="1020" w:type="dxa"/>
          </w:tcPr>
          <w:p w14:paraId="778F5A30" w14:textId="77777777" w:rsidR="00D16C41" w:rsidRDefault="00D16C41" w:rsidP="0077673A">
            <w:r>
              <w:t>Vyřizuje</w:t>
            </w:r>
          </w:p>
        </w:tc>
        <w:tc>
          <w:tcPr>
            <w:tcW w:w="2552" w:type="dxa"/>
          </w:tcPr>
          <w:p w14:paraId="5183CA50" w14:textId="77777777" w:rsidR="00D16C41" w:rsidRPr="003E6B9A" w:rsidRDefault="00D16C41" w:rsidP="00B372EE">
            <w:r w:rsidRPr="006F7BE2">
              <w:t>Ing. Radomíra Rečková</w:t>
            </w:r>
          </w:p>
        </w:tc>
        <w:tc>
          <w:tcPr>
            <w:tcW w:w="823" w:type="dxa"/>
          </w:tcPr>
          <w:p w14:paraId="47F54809" w14:textId="77777777" w:rsidR="00D16C41" w:rsidRDefault="00D16C41" w:rsidP="0077673A"/>
        </w:tc>
        <w:tc>
          <w:tcPr>
            <w:tcW w:w="3685" w:type="dxa"/>
            <w:vMerge/>
          </w:tcPr>
          <w:p w14:paraId="27D96D78" w14:textId="77777777" w:rsidR="00D16C41" w:rsidRDefault="00D16C41" w:rsidP="0077673A"/>
        </w:tc>
      </w:tr>
      <w:tr w:rsidR="00D16C41" w14:paraId="1A7B93D3" w14:textId="77777777" w:rsidTr="00F862D6">
        <w:tc>
          <w:tcPr>
            <w:tcW w:w="1020" w:type="dxa"/>
          </w:tcPr>
          <w:p w14:paraId="27081913" w14:textId="77777777" w:rsidR="00D16C41" w:rsidRDefault="00D16C41" w:rsidP="009A7568"/>
        </w:tc>
        <w:tc>
          <w:tcPr>
            <w:tcW w:w="2552" w:type="dxa"/>
          </w:tcPr>
          <w:p w14:paraId="7CB6A4D2" w14:textId="77777777" w:rsidR="00D16C41" w:rsidRPr="003E6B9A" w:rsidRDefault="00D16C41" w:rsidP="00B372EE"/>
        </w:tc>
        <w:tc>
          <w:tcPr>
            <w:tcW w:w="823" w:type="dxa"/>
          </w:tcPr>
          <w:p w14:paraId="05DE11F7" w14:textId="77777777" w:rsidR="00D16C41" w:rsidRDefault="00D16C41" w:rsidP="009A7568"/>
        </w:tc>
        <w:tc>
          <w:tcPr>
            <w:tcW w:w="3685" w:type="dxa"/>
            <w:vMerge/>
          </w:tcPr>
          <w:p w14:paraId="3363E601" w14:textId="77777777" w:rsidR="00D16C41" w:rsidRDefault="00D16C41" w:rsidP="009A7568"/>
        </w:tc>
      </w:tr>
      <w:tr w:rsidR="00D16C41" w14:paraId="2F7A6548" w14:textId="77777777" w:rsidTr="00F862D6">
        <w:tc>
          <w:tcPr>
            <w:tcW w:w="1020" w:type="dxa"/>
          </w:tcPr>
          <w:p w14:paraId="11E2C8DE" w14:textId="77777777" w:rsidR="00D16C41" w:rsidRDefault="00D16C41" w:rsidP="009A7568">
            <w:r>
              <w:t>Mobil</w:t>
            </w:r>
          </w:p>
        </w:tc>
        <w:tc>
          <w:tcPr>
            <w:tcW w:w="2552" w:type="dxa"/>
          </w:tcPr>
          <w:p w14:paraId="44409D80" w14:textId="77777777" w:rsidR="00D16C41" w:rsidRPr="003E6B9A" w:rsidRDefault="00D16C41" w:rsidP="00B372EE">
            <w:r>
              <w:t>+420 725 744 197</w:t>
            </w:r>
          </w:p>
        </w:tc>
        <w:tc>
          <w:tcPr>
            <w:tcW w:w="823" w:type="dxa"/>
          </w:tcPr>
          <w:p w14:paraId="7DE721D2" w14:textId="77777777" w:rsidR="00D16C41" w:rsidRDefault="00D16C41" w:rsidP="009A7568"/>
        </w:tc>
        <w:tc>
          <w:tcPr>
            <w:tcW w:w="3685" w:type="dxa"/>
            <w:vMerge/>
          </w:tcPr>
          <w:p w14:paraId="27096BD4" w14:textId="77777777" w:rsidR="00D16C41" w:rsidRDefault="00D16C41" w:rsidP="009A7568"/>
        </w:tc>
      </w:tr>
      <w:tr w:rsidR="00D16C41" w14:paraId="29039371" w14:textId="77777777" w:rsidTr="00F862D6">
        <w:tc>
          <w:tcPr>
            <w:tcW w:w="1020" w:type="dxa"/>
          </w:tcPr>
          <w:p w14:paraId="058C36A7" w14:textId="77777777" w:rsidR="00D16C41" w:rsidRDefault="00D16C41" w:rsidP="009A7568">
            <w:r>
              <w:t>E-mail</w:t>
            </w:r>
          </w:p>
        </w:tc>
        <w:tc>
          <w:tcPr>
            <w:tcW w:w="2552" w:type="dxa"/>
          </w:tcPr>
          <w:p w14:paraId="6F1960AF" w14:textId="77777777" w:rsidR="00D16C41" w:rsidRPr="003E6B9A" w:rsidRDefault="00D16C41" w:rsidP="00B372EE">
            <w:r w:rsidRPr="001727F5">
              <w:t>Reckova@spravazeleznic.cz</w:t>
            </w:r>
          </w:p>
        </w:tc>
        <w:tc>
          <w:tcPr>
            <w:tcW w:w="823" w:type="dxa"/>
          </w:tcPr>
          <w:p w14:paraId="3B9F065F" w14:textId="77777777" w:rsidR="00D16C41" w:rsidRDefault="00D16C41" w:rsidP="009A7568"/>
        </w:tc>
        <w:tc>
          <w:tcPr>
            <w:tcW w:w="3685" w:type="dxa"/>
            <w:vMerge/>
          </w:tcPr>
          <w:p w14:paraId="5EC43A75" w14:textId="77777777" w:rsidR="00D16C41" w:rsidRDefault="00D16C41" w:rsidP="009A7568"/>
        </w:tc>
      </w:tr>
      <w:tr w:rsidR="009A7568" w14:paraId="2895C0A6" w14:textId="77777777" w:rsidTr="00F862D6">
        <w:tc>
          <w:tcPr>
            <w:tcW w:w="1020" w:type="dxa"/>
          </w:tcPr>
          <w:p w14:paraId="093C0FF9" w14:textId="77777777" w:rsidR="009A7568" w:rsidRDefault="009A7568" w:rsidP="009A7568"/>
        </w:tc>
        <w:tc>
          <w:tcPr>
            <w:tcW w:w="2552" w:type="dxa"/>
          </w:tcPr>
          <w:p w14:paraId="603D8697" w14:textId="77777777" w:rsidR="009A7568" w:rsidRPr="003E6B9A" w:rsidRDefault="009A7568" w:rsidP="009A7568"/>
        </w:tc>
        <w:tc>
          <w:tcPr>
            <w:tcW w:w="823" w:type="dxa"/>
          </w:tcPr>
          <w:p w14:paraId="33614578" w14:textId="77777777" w:rsidR="009A7568" w:rsidRDefault="009A7568" w:rsidP="009A7568"/>
        </w:tc>
        <w:tc>
          <w:tcPr>
            <w:tcW w:w="3685" w:type="dxa"/>
          </w:tcPr>
          <w:p w14:paraId="35B2D4AD" w14:textId="77777777" w:rsidR="009A7568" w:rsidRDefault="009A7568" w:rsidP="009A7568"/>
        </w:tc>
      </w:tr>
      <w:tr w:rsidR="009A7568" w14:paraId="7EFAD47A" w14:textId="77777777" w:rsidTr="00F862D6">
        <w:tc>
          <w:tcPr>
            <w:tcW w:w="1020" w:type="dxa"/>
          </w:tcPr>
          <w:p w14:paraId="140C64F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A8933B7" w14:textId="3DB099A1" w:rsidR="009A7568" w:rsidRPr="003E6B9A" w:rsidRDefault="00CC114A" w:rsidP="00CC114A">
            <w:r>
              <w:t>4. ledna 2021</w:t>
            </w:r>
          </w:p>
        </w:tc>
        <w:tc>
          <w:tcPr>
            <w:tcW w:w="823" w:type="dxa"/>
          </w:tcPr>
          <w:p w14:paraId="3C91B5DE" w14:textId="77777777" w:rsidR="009A7568" w:rsidRDefault="009A7568" w:rsidP="009A7568"/>
        </w:tc>
        <w:tc>
          <w:tcPr>
            <w:tcW w:w="3685" w:type="dxa"/>
          </w:tcPr>
          <w:p w14:paraId="3CFADCF1" w14:textId="77777777" w:rsidR="009A7568" w:rsidRDefault="009A7568" w:rsidP="009A7568"/>
        </w:tc>
      </w:tr>
      <w:tr w:rsidR="00F64786" w14:paraId="46AAA04B" w14:textId="77777777" w:rsidTr="00F862D6">
        <w:tc>
          <w:tcPr>
            <w:tcW w:w="1020" w:type="dxa"/>
          </w:tcPr>
          <w:p w14:paraId="77B63EBC" w14:textId="77777777" w:rsidR="00F64786" w:rsidRDefault="00F64786" w:rsidP="0077673A"/>
        </w:tc>
        <w:tc>
          <w:tcPr>
            <w:tcW w:w="2552" w:type="dxa"/>
          </w:tcPr>
          <w:p w14:paraId="25919A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DD65426" w14:textId="77777777" w:rsidR="00F64786" w:rsidRDefault="00F64786" w:rsidP="0077673A"/>
        </w:tc>
        <w:tc>
          <w:tcPr>
            <w:tcW w:w="3685" w:type="dxa"/>
          </w:tcPr>
          <w:p w14:paraId="02670EAC" w14:textId="77777777" w:rsidR="00F64786" w:rsidRDefault="00F64786" w:rsidP="0077673A"/>
        </w:tc>
      </w:tr>
      <w:tr w:rsidR="00F862D6" w14:paraId="75C90B99" w14:textId="77777777" w:rsidTr="0007546E">
        <w:trPr>
          <w:trHeight w:val="892"/>
        </w:trPr>
        <w:tc>
          <w:tcPr>
            <w:tcW w:w="1020" w:type="dxa"/>
          </w:tcPr>
          <w:p w14:paraId="1AD445DA" w14:textId="77777777" w:rsidR="00F862D6" w:rsidRDefault="00F862D6" w:rsidP="0077673A"/>
        </w:tc>
        <w:tc>
          <w:tcPr>
            <w:tcW w:w="2552" w:type="dxa"/>
          </w:tcPr>
          <w:p w14:paraId="5C887630" w14:textId="77777777" w:rsidR="00F862D6" w:rsidRDefault="00F862D6" w:rsidP="00F310F8"/>
        </w:tc>
        <w:tc>
          <w:tcPr>
            <w:tcW w:w="823" w:type="dxa"/>
          </w:tcPr>
          <w:p w14:paraId="7A2AFFE7" w14:textId="77777777" w:rsidR="00F862D6" w:rsidRDefault="00F862D6" w:rsidP="0077673A"/>
        </w:tc>
        <w:tc>
          <w:tcPr>
            <w:tcW w:w="3685" w:type="dxa"/>
          </w:tcPr>
          <w:p w14:paraId="5EA83368" w14:textId="77777777" w:rsidR="00F862D6" w:rsidRDefault="00F862D6" w:rsidP="0077673A"/>
        </w:tc>
      </w:tr>
    </w:tbl>
    <w:p w14:paraId="3CCEDF39" w14:textId="77777777" w:rsidR="008F571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F5713" w:rsidRPr="008F5713">
        <w:rPr>
          <w:rFonts w:eastAsia="Calibri" w:cs="Times New Roman"/>
          <w:b/>
          <w:lang w:eastAsia="cs-CZ"/>
        </w:rPr>
        <w:t xml:space="preserve">Soubor dvou staveb: 1) „Rekonstrukce traťové koleje Křenovice </w:t>
      </w:r>
      <w:proofErr w:type="spellStart"/>
      <w:proofErr w:type="gram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>.</w:t>
      </w:r>
      <w:proofErr w:type="gramEnd"/>
      <w:r w:rsidR="008F5713" w:rsidRPr="008F5713">
        <w:rPr>
          <w:rFonts w:eastAsia="Calibri" w:cs="Times New Roman"/>
          <w:b/>
          <w:lang w:eastAsia="cs-CZ"/>
        </w:rPr>
        <w:t xml:space="preserve">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 xml:space="preserve">v km 24,566 – 25,161“a 2) „Sanace železničního spodku Křenovice </w:t>
      </w:r>
      <w:proofErr w:type="spell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 xml:space="preserve">.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>v km 24,566 – 25,161“</w:t>
      </w:r>
    </w:p>
    <w:p w14:paraId="6756643F" w14:textId="38FD0ED5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926F5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1504F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7850BD38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3E75F1" w14:textId="77777777" w:rsidR="0007546E" w:rsidRPr="00CB7B5A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9D9E95" w14:textId="4F639A05" w:rsidR="0007546E" w:rsidRDefault="0007546E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FB3E977" w14:textId="77777777" w:rsidR="00053E6D" w:rsidRDefault="00053E6D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A4C8B50" w14:textId="21833D34" w:rsidR="001778A4" w:rsidRPr="00CB7B5A" w:rsidRDefault="001778A4" w:rsidP="001778A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21504F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7CFB5BCB" w14:textId="77777777" w:rsidR="0021504F" w:rsidRPr="0021504F" w:rsidRDefault="0021504F" w:rsidP="0021504F">
      <w:pPr>
        <w:spacing w:after="0" w:line="240" w:lineRule="auto"/>
        <w:rPr>
          <w:rFonts w:eastAsia="Calibri" w:cs="Times New Roman"/>
          <w:lang w:eastAsia="cs-CZ"/>
        </w:rPr>
      </w:pPr>
      <w:r w:rsidRPr="0021504F">
        <w:rPr>
          <w:rFonts w:eastAsia="Calibri" w:cs="Times New Roman"/>
          <w:lang w:eastAsia="cs-CZ"/>
        </w:rPr>
        <w:t>Provádění pilotového založení mostu SO 01-19-01 Železniční most v km 24,664.</w:t>
      </w:r>
    </w:p>
    <w:p w14:paraId="0334BBAF" w14:textId="77777777" w:rsidR="0021504F" w:rsidRPr="0021504F" w:rsidRDefault="0021504F" w:rsidP="0021504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1504F">
        <w:rPr>
          <w:rFonts w:eastAsia="Calibri" w:cs="Times New Roman"/>
          <w:lang w:eastAsia="cs-CZ"/>
        </w:rPr>
        <w:t xml:space="preserve">Dle předložené PD je půdorys </w:t>
      </w:r>
      <w:proofErr w:type="spellStart"/>
      <w:r w:rsidRPr="0021504F">
        <w:rPr>
          <w:rFonts w:eastAsia="Calibri" w:cs="Times New Roman"/>
          <w:lang w:eastAsia="cs-CZ"/>
        </w:rPr>
        <w:t>pilotážní</w:t>
      </w:r>
      <w:proofErr w:type="spellEnd"/>
      <w:r w:rsidRPr="0021504F">
        <w:rPr>
          <w:rFonts w:eastAsia="Calibri" w:cs="Times New Roman"/>
          <w:lang w:eastAsia="cs-CZ"/>
        </w:rPr>
        <w:t xml:space="preserve"> roviny (dle výkresu č. 2.5 Výkresy bouracích prací a výkopů) cca 13,14 x 8,45 m, který je omezen ze dvou stran (kolmo na osu koleje) kotveným záporovým pažením a ze zbylých stran (podélně s osou koleje) svahováním. Půdorysné rozměry vrtné soupravy jsou délka cca 8,5 m a šířka cca 4,5 m, takže v takto malé jámě nebude možné piloty vyvrtat z důvodu nedostatečného prostoru pro manipulaci s vrtnou soupravou a pro betonáž bude nutné použití mobilní pumpy.</w:t>
      </w:r>
    </w:p>
    <w:p w14:paraId="1B4B7D6B" w14:textId="7E33B482" w:rsidR="0021504F" w:rsidRPr="0021504F" w:rsidRDefault="0021504F" w:rsidP="0021504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1504F">
        <w:rPr>
          <w:rFonts w:eastAsia="Calibri" w:cs="Times New Roman"/>
          <w:lang w:eastAsia="cs-CZ"/>
        </w:rPr>
        <w:t xml:space="preserve">Z tohoto důvodu by bylo vhodné provést vrtnou plošinu cca 1,0 m nad čistou hlavou pilot (aby bylo možné přejíždění přes již zhotovené piloty) a rozšířit </w:t>
      </w:r>
      <w:proofErr w:type="spellStart"/>
      <w:r w:rsidRPr="0021504F">
        <w:rPr>
          <w:rFonts w:eastAsia="Calibri" w:cs="Times New Roman"/>
          <w:lang w:eastAsia="cs-CZ"/>
        </w:rPr>
        <w:t>pilotážní</w:t>
      </w:r>
      <w:proofErr w:type="spellEnd"/>
      <w:r w:rsidRPr="0021504F">
        <w:rPr>
          <w:rFonts w:eastAsia="Calibri" w:cs="Times New Roman"/>
          <w:lang w:eastAsia="cs-CZ"/>
        </w:rPr>
        <w:t xml:space="preserve"> rovinu (dle nutnosti případně i pažení) ve směru kolmém na osu koleje, aby vznikla vrtná plošina min. 13 x 16 m. Je to takto možné, či bude nutné provést j</w:t>
      </w:r>
      <w:r>
        <w:rPr>
          <w:rFonts w:eastAsia="Calibri" w:cs="Times New Roman"/>
          <w:lang w:eastAsia="cs-CZ"/>
        </w:rPr>
        <w:t>iné řešení pro založení objektu</w:t>
      </w:r>
      <w:r w:rsidRPr="0021504F">
        <w:rPr>
          <w:rFonts w:eastAsia="Calibri" w:cs="Times New Roman"/>
          <w:lang w:eastAsia="cs-CZ"/>
        </w:rPr>
        <w:t>?</w:t>
      </w:r>
    </w:p>
    <w:p w14:paraId="3A172858" w14:textId="77777777" w:rsidR="0021504F" w:rsidRDefault="0021504F" w:rsidP="001778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3AF35D" w14:textId="77777777" w:rsidR="001778A4" w:rsidRDefault="001778A4" w:rsidP="001778A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FFFD2C5" w14:textId="6B97D33C" w:rsidR="00CE0BD4" w:rsidRPr="007E75B3" w:rsidRDefault="00CE0BD4" w:rsidP="00CE0BD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E75B3">
        <w:rPr>
          <w:rFonts w:eastAsia="Calibri" w:cs="Times New Roman"/>
          <w:lang w:eastAsia="cs-CZ"/>
        </w:rPr>
        <w:t xml:space="preserve">Způsob vrtání je otázkou technologického předpisu zhotovitele, který bude předložen </w:t>
      </w:r>
      <w:r w:rsidR="00AE0CFA" w:rsidRPr="007E75B3">
        <w:rPr>
          <w:rFonts w:eastAsia="Calibri" w:cs="Times New Roman"/>
          <w:lang w:eastAsia="cs-CZ"/>
        </w:rPr>
        <w:t>zadavateli (objednateli)</w:t>
      </w:r>
      <w:r w:rsidRPr="007E75B3">
        <w:rPr>
          <w:rFonts w:eastAsia="Calibri" w:cs="Times New Roman"/>
          <w:lang w:eastAsia="cs-CZ"/>
        </w:rPr>
        <w:t xml:space="preserve"> </w:t>
      </w:r>
      <w:r w:rsidR="00AE0CFA" w:rsidRPr="007E75B3">
        <w:rPr>
          <w:rFonts w:eastAsia="Calibri" w:cs="Times New Roman"/>
          <w:lang w:eastAsia="cs-CZ"/>
        </w:rPr>
        <w:t xml:space="preserve">v dostatečném časovém předstihu k </w:t>
      </w:r>
      <w:r w:rsidRPr="007E75B3">
        <w:rPr>
          <w:rFonts w:eastAsia="Calibri" w:cs="Times New Roman"/>
          <w:lang w:eastAsia="cs-CZ"/>
        </w:rPr>
        <w:t>odsouhlasení. Pokud má zhotovitel k dispozici pouze soupravu o rozměrech 8,5 x 4,5 m, tak lze akceptovat zvýšení pracovní plošiny o cca 1,0 m a to za předpokladu, že nedojde k navýšení investičních nákladů.</w:t>
      </w:r>
    </w:p>
    <w:p w14:paraId="32AF89FE" w14:textId="2FD7AB91" w:rsidR="003C0E66" w:rsidRPr="0021504F" w:rsidRDefault="003C0E66" w:rsidP="001778A4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CDF30CA" w14:textId="77777777" w:rsidR="001778A4" w:rsidRDefault="001778A4" w:rsidP="001778A4">
      <w:pPr>
        <w:spacing w:after="0" w:line="240" w:lineRule="auto"/>
        <w:ind w:firstLine="567"/>
        <w:rPr>
          <w:rFonts w:eastAsia="Calibri" w:cs="Times New Roman"/>
          <w:color w:val="FF0000"/>
          <w:lang w:eastAsia="cs-CZ"/>
        </w:rPr>
      </w:pPr>
    </w:p>
    <w:p w14:paraId="57CB955D" w14:textId="340CFE09" w:rsidR="00CC114A" w:rsidRPr="00CB7B5A" w:rsidRDefault="00CC114A" w:rsidP="00CC11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09830CA9" w14:textId="41CD34FC" w:rsidR="00CC114A" w:rsidRPr="00CC114A" w:rsidRDefault="00CC114A" w:rsidP="00CC11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114A">
        <w:rPr>
          <w:rFonts w:eastAsia="Calibri" w:cs="Times New Roman"/>
          <w:lang w:eastAsia="cs-CZ"/>
        </w:rPr>
        <w:t xml:space="preserve">Technická zpráva SO 01-19-01: </w:t>
      </w:r>
    </w:p>
    <w:p w14:paraId="03896CEA" w14:textId="77777777" w:rsidR="00CC114A" w:rsidRPr="00CC114A" w:rsidRDefault="00CC114A" w:rsidP="00CC11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114A">
        <w:rPr>
          <w:rFonts w:eastAsia="Calibri" w:cs="Times New Roman"/>
          <w:lang w:eastAsia="cs-CZ"/>
        </w:rPr>
        <w:t xml:space="preserve">Kontrolní zkoušky pilot zajistí zhotovitel a zkoušky bude moci provádět pouze zkušebna </w:t>
      </w:r>
      <w:proofErr w:type="gramStart"/>
      <w:r w:rsidRPr="00CC114A">
        <w:rPr>
          <w:rFonts w:eastAsia="Calibri" w:cs="Times New Roman"/>
          <w:lang w:eastAsia="cs-CZ"/>
        </w:rPr>
        <w:t>se</w:t>
      </w:r>
      <w:proofErr w:type="gramEnd"/>
    </w:p>
    <w:p w14:paraId="404146EB" w14:textId="5154EE9A" w:rsidR="00CC114A" w:rsidRPr="00CC114A" w:rsidRDefault="00CC114A" w:rsidP="00CC11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114A">
        <w:rPr>
          <w:rFonts w:eastAsia="Calibri" w:cs="Times New Roman"/>
          <w:lang w:eastAsia="cs-CZ"/>
        </w:rPr>
        <w:t>způsobilostí podle metodického pokynu SJ-PK v oblasti II/3 – zkušebnictví. Tato zkušebna musí být</w:t>
      </w:r>
      <w:r>
        <w:rPr>
          <w:rFonts w:eastAsia="Calibri" w:cs="Times New Roman"/>
          <w:lang w:eastAsia="cs-CZ"/>
        </w:rPr>
        <w:t xml:space="preserve"> </w:t>
      </w:r>
      <w:r w:rsidRPr="00CC114A">
        <w:rPr>
          <w:rFonts w:eastAsia="Calibri" w:cs="Times New Roman"/>
          <w:lang w:eastAsia="cs-CZ"/>
        </w:rPr>
        <w:t>odsouhlasena objednatelem/správcem stavby v dostatečném časovém předstihu. Kontrolní zkouškou</w:t>
      </w:r>
      <w:r>
        <w:rPr>
          <w:rFonts w:eastAsia="Calibri" w:cs="Times New Roman"/>
          <w:lang w:eastAsia="cs-CZ"/>
        </w:rPr>
        <w:t xml:space="preserve"> </w:t>
      </w:r>
      <w:r w:rsidRPr="00CC114A">
        <w:rPr>
          <w:rFonts w:eastAsia="Calibri" w:cs="Times New Roman"/>
          <w:lang w:eastAsia="cs-CZ"/>
        </w:rPr>
        <w:t>bude u všech pilot provedena zkouška integrity piloty (kontrolní zkoušky PIT, SIT a CHA). Integrita</w:t>
      </w:r>
      <w:r>
        <w:rPr>
          <w:rFonts w:eastAsia="Calibri" w:cs="Times New Roman"/>
          <w:lang w:eastAsia="cs-CZ"/>
        </w:rPr>
        <w:t xml:space="preserve"> </w:t>
      </w:r>
      <w:r w:rsidRPr="00CC114A">
        <w:rPr>
          <w:rFonts w:eastAsia="Calibri" w:cs="Times New Roman"/>
          <w:lang w:eastAsia="cs-CZ"/>
        </w:rPr>
        <w:t>pilot se bude zkoušet metodou dynamických impulzů (PIT, SIT) ultrazvukem (CHA), nebo dynamickým</w:t>
      </w:r>
      <w:r>
        <w:rPr>
          <w:rFonts w:eastAsia="Calibri" w:cs="Times New Roman"/>
          <w:lang w:eastAsia="cs-CZ"/>
        </w:rPr>
        <w:t xml:space="preserve"> </w:t>
      </w:r>
      <w:r w:rsidRPr="00CC114A">
        <w:rPr>
          <w:rFonts w:eastAsia="Calibri" w:cs="Times New Roman"/>
          <w:lang w:eastAsia="cs-CZ"/>
        </w:rPr>
        <w:t>impulsem (</w:t>
      </w:r>
      <w:proofErr w:type="spellStart"/>
      <w:r w:rsidRPr="00CC114A">
        <w:rPr>
          <w:rFonts w:eastAsia="Calibri" w:cs="Times New Roman"/>
          <w:lang w:eastAsia="cs-CZ"/>
        </w:rPr>
        <w:t>high</w:t>
      </w:r>
      <w:proofErr w:type="spellEnd"/>
      <w:r w:rsidRPr="00CC114A">
        <w:rPr>
          <w:rFonts w:eastAsia="Calibri" w:cs="Times New Roman"/>
          <w:lang w:eastAsia="cs-CZ"/>
        </w:rPr>
        <w:t xml:space="preserve"> </w:t>
      </w:r>
      <w:proofErr w:type="spellStart"/>
      <w:r w:rsidRPr="00CC114A">
        <w:rPr>
          <w:rFonts w:eastAsia="Calibri" w:cs="Times New Roman"/>
          <w:lang w:eastAsia="cs-CZ"/>
        </w:rPr>
        <w:t>strain</w:t>
      </w:r>
      <w:proofErr w:type="spellEnd"/>
      <w:r w:rsidRPr="00CC114A">
        <w:rPr>
          <w:rFonts w:eastAsia="Calibri" w:cs="Times New Roman"/>
          <w:lang w:eastAsia="cs-CZ"/>
        </w:rPr>
        <w:t xml:space="preserve">). </w:t>
      </w:r>
    </w:p>
    <w:p w14:paraId="3C8D8AE4" w14:textId="234A74B9" w:rsidR="00CC114A" w:rsidRPr="0021504F" w:rsidRDefault="00CC114A" w:rsidP="00CC11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114A">
        <w:rPr>
          <w:rFonts w:eastAsia="Calibri" w:cs="Times New Roman"/>
          <w:lang w:eastAsia="cs-CZ"/>
        </w:rPr>
        <w:t>Dotaz: Žádná akreditovaná laboratoř v ČR neprovádí zkoušky SIT. Můžete upravit TZ?</w:t>
      </w:r>
    </w:p>
    <w:p w14:paraId="1D16276B" w14:textId="77777777" w:rsidR="00CC114A" w:rsidRDefault="00CC114A" w:rsidP="00CC11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F2FE7F" w14:textId="77777777" w:rsidR="00CC114A" w:rsidRDefault="00CC114A" w:rsidP="00CC11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72E5F10" w14:textId="0F4E939B" w:rsidR="00CE0BD4" w:rsidRPr="007E75B3" w:rsidRDefault="00CE0BD4" w:rsidP="00CE0BD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E75B3">
        <w:rPr>
          <w:rFonts w:eastAsia="Calibri" w:cs="Times New Roman"/>
          <w:lang w:eastAsia="cs-CZ"/>
        </w:rPr>
        <w:t xml:space="preserve">V rámci technologického předpisu provádění pilot zhotovitele zhotovitel specifikuje provádění zkoušek integrity pilot a předloží TP provádění pilot v dostatečném časovém předstihu </w:t>
      </w:r>
      <w:r w:rsidR="00AE0CFA" w:rsidRPr="007E75B3">
        <w:rPr>
          <w:rFonts w:eastAsia="Calibri" w:cs="Times New Roman"/>
          <w:lang w:eastAsia="cs-CZ"/>
        </w:rPr>
        <w:t xml:space="preserve">zadavateli (objednateli) </w:t>
      </w:r>
      <w:r w:rsidRPr="007E75B3">
        <w:rPr>
          <w:rFonts w:eastAsia="Calibri" w:cs="Times New Roman"/>
          <w:lang w:eastAsia="cs-CZ"/>
        </w:rPr>
        <w:t xml:space="preserve">k odsouhlasení. </w:t>
      </w:r>
    </w:p>
    <w:p w14:paraId="2901CECB" w14:textId="37A03482" w:rsidR="00CE0BD4" w:rsidRPr="007E75B3" w:rsidRDefault="00CE0BD4" w:rsidP="00CE0BD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E75B3">
        <w:rPr>
          <w:rFonts w:eastAsia="Calibri" w:cs="Times New Roman"/>
          <w:lang w:eastAsia="cs-CZ"/>
        </w:rPr>
        <w:t xml:space="preserve">S ohledem na tuto skutečnost </w:t>
      </w:r>
      <w:r w:rsidR="00AE0CFA" w:rsidRPr="007E75B3">
        <w:rPr>
          <w:rFonts w:eastAsia="Calibri" w:cs="Times New Roman"/>
          <w:lang w:eastAsia="cs-CZ"/>
        </w:rPr>
        <w:t>zůstává technická zpráva beze změn</w:t>
      </w:r>
      <w:r w:rsidRPr="007E75B3">
        <w:rPr>
          <w:rFonts w:eastAsia="Calibri" w:cs="Times New Roman"/>
          <w:lang w:eastAsia="cs-CZ"/>
        </w:rPr>
        <w:t>.</w:t>
      </w:r>
    </w:p>
    <w:p w14:paraId="4BECE15C" w14:textId="77777777" w:rsidR="00CC114A" w:rsidRDefault="00CC114A" w:rsidP="00CC114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98E6056" w14:textId="77777777" w:rsidR="00CC114A" w:rsidRPr="0021504F" w:rsidRDefault="00CC114A" w:rsidP="00CC114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9BDB70B" w14:textId="03CF89FA" w:rsidR="00CC114A" w:rsidRPr="00CB7B5A" w:rsidRDefault="00CC114A" w:rsidP="00CC11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2B75F390" w14:textId="036206CF" w:rsidR="00CC114A" w:rsidRPr="00CC114A" w:rsidRDefault="00CC114A" w:rsidP="00CC11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114A">
        <w:rPr>
          <w:rFonts w:eastAsia="Calibri" w:cs="Times New Roman"/>
          <w:lang w:eastAsia="cs-CZ"/>
        </w:rPr>
        <w:t>Technická zpráva SO 01-19-01</w:t>
      </w:r>
    </w:p>
    <w:p w14:paraId="2F5A90B2" w14:textId="0EDB052B" w:rsidR="00CC114A" w:rsidRPr="0021504F" w:rsidRDefault="00CC114A" w:rsidP="00CC114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114A">
        <w:rPr>
          <w:rFonts w:eastAsia="Calibri" w:cs="Times New Roman"/>
          <w:lang w:eastAsia="cs-CZ"/>
        </w:rPr>
        <w:t>Dotaz: Zkoušky pilot včetně statické zatěžovací zkoušky piloty mají v třídníku OTSKP příslušné položky, který nyní soupis prací neobsahuje.  Nejsou obsaženy ani v popisu položek pro zhotovení pilot. Pokud jsou součástí plnění zhotovitele, upravíte soupis prací?</w:t>
      </w:r>
    </w:p>
    <w:p w14:paraId="406DB709" w14:textId="77777777" w:rsidR="00CC114A" w:rsidRDefault="00CC114A" w:rsidP="00CC11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139ADA" w14:textId="77777777" w:rsidR="00CC114A" w:rsidRDefault="00CC114A" w:rsidP="00CC114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A6B9EB0" w14:textId="21B50572" w:rsidR="00CE0BD4" w:rsidRPr="007E75B3" w:rsidRDefault="00CE0BD4" w:rsidP="00CE0BD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E75B3">
        <w:rPr>
          <w:rFonts w:eastAsia="Calibri" w:cs="Times New Roman"/>
          <w:lang w:eastAsia="cs-CZ"/>
        </w:rPr>
        <w:t>Soupis prací byl doplněn o položky s pořadovým číslem 47 a 48 (metoda PIT a měření ultrazvukem).</w:t>
      </w:r>
    </w:p>
    <w:p w14:paraId="0DB3BB34" w14:textId="77777777" w:rsidR="00CE0BD4" w:rsidRPr="007E75B3" w:rsidRDefault="00CE0BD4" w:rsidP="00CE0BD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E75B3">
        <w:rPr>
          <w:rFonts w:eastAsia="Calibri" w:cs="Times New Roman"/>
          <w:lang w:eastAsia="cs-CZ"/>
        </w:rPr>
        <w:t xml:space="preserve">Statická zatěžovací zkouška není součástí soupisu prací. Statickou zatěžovací zkoušku provede zhotovitel na své náklady v případě, </w:t>
      </w:r>
      <w:r w:rsidRPr="007E75B3">
        <w:t>že z v</w:t>
      </w:r>
      <w:r w:rsidRPr="007E75B3">
        <w:rPr>
          <w:rFonts w:hint="eastAsia"/>
        </w:rPr>
        <w:t>ý</w:t>
      </w:r>
      <w:r w:rsidRPr="007E75B3">
        <w:t>sledk</w:t>
      </w:r>
      <w:r w:rsidRPr="007E75B3">
        <w:rPr>
          <w:rFonts w:hint="eastAsia"/>
        </w:rPr>
        <w:t>ů</w:t>
      </w:r>
      <w:r w:rsidRPr="007E75B3">
        <w:t xml:space="preserve"> zkou</w:t>
      </w:r>
      <w:r w:rsidRPr="007E75B3">
        <w:rPr>
          <w:rFonts w:hint="eastAsia"/>
        </w:rPr>
        <w:t>š</w:t>
      </w:r>
      <w:r w:rsidRPr="007E75B3">
        <w:t>ek nebude zcela zřejmě potvrzena předpokládaná únosnost (návrhové zatížení) vrtaných pilot (např. kvalita provedení, krytí výztuže, umístění výztuže, tvar piloty, pata piloty, atd..).</w:t>
      </w:r>
    </w:p>
    <w:p w14:paraId="195F9E96" w14:textId="1A789A23" w:rsidR="001778A4" w:rsidRPr="007E75B3" w:rsidRDefault="001778A4" w:rsidP="00CC114A">
      <w:pPr>
        <w:spacing w:after="0" w:line="240" w:lineRule="auto"/>
        <w:rPr>
          <w:rFonts w:eastAsia="Calibri" w:cs="Times New Roman"/>
          <w:lang w:eastAsia="cs-CZ"/>
        </w:rPr>
      </w:pPr>
    </w:p>
    <w:p w14:paraId="045394DF" w14:textId="06EB9A72" w:rsidR="001778A4" w:rsidRDefault="001778A4" w:rsidP="008F6E77">
      <w:pPr>
        <w:spacing w:after="0" w:line="240" w:lineRule="auto"/>
        <w:rPr>
          <w:rFonts w:eastAsia="Times New Roman" w:cs="Times New Roman"/>
          <w:lang w:eastAsia="cs-CZ"/>
        </w:rPr>
      </w:pPr>
    </w:p>
    <w:p w14:paraId="305FF5BA" w14:textId="1FDBB733" w:rsidR="008F6E77" w:rsidRDefault="008F6E77" w:rsidP="008F6E7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2EA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92EAC">
        <w:rPr>
          <w:rFonts w:eastAsia="Times New Roman" w:cs="Times New Roman"/>
          <w:b/>
          <w:lang w:eastAsia="cs-CZ"/>
        </w:rPr>
        <w:t>změny/doplnění zadávací dokumentace</w:t>
      </w:r>
      <w:r w:rsidRPr="00492EAC">
        <w:rPr>
          <w:rFonts w:eastAsia="Times New Roman" w:cs="Times New Roman"/>
          <w:lang w:eastAsia="cs-CZ"/>
        </w:rPr>
        <w:t xml:space="preserve">, </w:t>
      </w:r>
      <w:r w:rsidRPr="00352918">
        <w:rPr>
          <w:rFonts w:eastAsia="Times New Roman" w:cs="Times New Roman"/>
          <w:lang w:eastAsia="cs-CZ"/>
        </w:rPr>
        <w:t>prodlužuje zadava</w:t>
      </w:r>
      <w:r>
        <w:rPr>
          <w:rFonts w:eastAsia="Times New Roman" w:cs="Times New Roman"/>
          <w:lang w:eastAsia="cs-CZ"/>
        </w:rPr>
        <w:t xml:space="preserve">tel lhůtu pro podání </w:t>
      </w:r>
      <w:r w:rsidRPr="008F6E77">
        <w:rPr>
          <w:rFonts w:eastAsia="Times New Roman" w:cs="Times New Roman"/>
          <w:b/>
          <w:lang w:eastAsia="cs-CZ"/>
        </w:rPr>
        <w:t>nabídek o 1 pracovní den.</w:t>
      </w:r>
    </w:p>
    <w:p w14:paraId="22E69C33" w14:textId="77777777" w:rsidR="008F6E77" w:rsidRDefault="008F6E77" w:rsidP="008F6E77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0BC8D0A" w14:textId="4751A216" w:rsidR="007E75B3" w:rsidRPr="007E75B3" w:rsidRDefault="007E75B3" w:rsidP="007E75B3">
      <w:pPr>
        <w:spacing w:after="0"/>
        <w:jc w:val="both"/>
        <w:rPr>
          <w:rFonts w:eastAsia="Times New Roman" w:cs="Times New Roman"/>
        </w:rPr>
      </w:pPr>
      <w:r w:rsidRPr="007E75B3">
        <w:rPr>
          <w:rFonts w:eastAsia="Times New Roman" w:cs="Times New Roman"/>
        </w:rPr>
        <w:t xml:space="preserve">Dále zadavatel uvádí, že lhůta pro zveřejnění odpovědi </w:t>
      </w:r>
      <w:bookmarkStart w:id="0" w:name="_GoBack"/>
      <w:bookmarkEnd w:id="0"/>
      <w:r w:rsidRPr="007E75B3">
        <w:rPr>
          <w:rFonts w:eastAsia="Times New Roman" w:cs="Times New Roman"/>
        </w:rPr>
        <w:t xml:space="preserve">na dotaz č. 7 (doručený dne </w:t>
      </w:r>
      <w:r w:rsidRPr="007E75B3">
        <w:rPr>
          <w:rFonts w:eastAsia="Times New Roman" w:cs="Times New Roman"/>
        </w:rPr>
        <w:br/>
      </w:r>
      <w:r w:rsidRPr="007E75B3">
        <w:rPr>
          <w:rFonts w:eastAsia="Times New Roman" w:cs="Times New Roman"/>
        </w:rPr>
        <w:t>28. 12. 2020) uplynula dne 31. 12. 2020. Zpracování odpovědi na tento dotaz a doplnění zadávací dokumentace vyžadovalo větší časový prostor a z výše uvedeného důvodu zadavatel prodlužuje lhůtu pro podání nabídek</w:t>
      </w:r>
      <w:r w:rsidRPr="007E75B3">
        <w:rPr>
          <w:rFonts w:eastAsia="Times New Roman" w:cs="Times New Roman"/>
          <w:b/>
        </w:rPr>
        <w:t xml:space="preserve"> o jeden pracovní den</w:t>
      </w:r>
      <w:r w:rsidRPr="007E75B3">
        <w:rPr>
          <w:rFonts w:eastAsia="Times New Roman" w:cs="Times New Roman"/>
        </w:rPr>
        <w:t>.</w:t>
      </w:r>
    </w:p>
    <w:p w14:paraId="6C7B9C6F" w14:textId="77777777" w:rsidR="007E75B3" w:rsidRPr="007E75B3" w:rsidRDefault="007E75B3" w:rsidP="007E75B3">
      <w:pPr>
        <w:spacing w:after="0"/>
        <w:jc w:val="both"/>
        <w:rPr>
          <w:rFonts w:eastAsia="Times New Roman" w:cs="Times New Roman"/>
        </w:rPr>
      </w:pPr>
    </w:p>
    <w:p w14:paraId="2C9E1252" w14:textId="5D2D4C6D" w:rsidR="008F6E77" w:rsidRDefault="007E75B3" w:rsidP="007E75B3">
      <w:pPr>
        <w:spacing w:after="0" w:line="240" w:lineRule="auto"/>
        <w:jc w:val="both"/>
        <w:rPr>
          <w:rFonts w:eastAsia="Times New Roman" w:cs="Times New Roman"/>
          <w:b/>
        </w:rPr>
      </w:pPr>
      <w:r w:rsidRPr="007E75B3">
        <w:rPr>
          <w:rFonts w:eastAsia="Times New Roman" w:cs="Times New Roman"/>
        </w:rPr>
        <w:t xml:space="preserve">Zadavatel tedy celkově prodlužuje lhůtu ze dne 12. 1. 2021 na den </w:t>
      </w:r>
      <w:r w:rsidRPr="007E75B3">
        <w:rPr>
          <w:rFonts w:eastAsia="Times New Roman" w:cs="Times New Roman"/>
          <w:b/>
        </w:rPr>
        <w:t>14. 1. 2021</w:t>
      </w:r>
      <w:r w:rsidRPr="007E75B3">
        <w:rPr>
          <w:rFonts w:eastAsia="Times New Roman" w:cs="Times New Roman"/>
        </w:rPr>
        <w:t xml:space="preserve">, tedy </w:t>
      </w:r>
      <w:r w:rsidRPr="007E75B3">
        <w:rPr>
          <w:rFonts w:eastAsia="Times New Roman" w:cs="Times New Roman"/>
        </w:rPr>
        <w:br/>
      </w:r>
      <w:r w:rsidRPr="007E75B3">
        <w:rPr>
          <w:rFonts w:eastAsia="Times New Roman" w:cs="Times New Roman"/>
          <w:b/>
        </w:rPr>
        <w:t>o 2 pracovní dny.</w:t>
      </w:r>
    </w:p>
    <w:p w14:paraId="1B692ACE" w14:textId="77777777" w:rsidR="007E75B3" w:rsidRDefault="007E75B3" w:rsidP="007E75B3">
      <w:pPr>
        <w:spacing w:after="0" w:line="240" w:lineRule="auto"/>
        <w:rPr>
          <w:rFonts w:eastAsia="Times New Roman" w:cs="Times New Roman"/>
          <w:lang w:eastAsia="cs-CZ"/>
        </w:rPr>
      </w:pPr>
    </w:p>
    <w:p w14:paraId="6DACB338" w14:textId="77777777" w:rsidR="00CB7B5A" w:rsidRPr="00352918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352918">
        <w:rPr>
          <w:rFonts w:eastAsia="Calibri" w:cs="Times New Roman"/>
          <w:u w:val="single"/>
        </w:rPr>
        <w:t>V souvislosti s touto změnou lhůty pro podání nabídek se mění rovněž:</w:t>
      </w:r>
    </w:p>
    <w:p w14:paraId="15646E3F" w14:textId="77777777" w:rsidR="00CB7B5A" w:rsidRPr="00352918" w:rsidRDefault="00CB7B5A" w:rsidP="00CB7B5A">
      <w:pPr>
        <w:spacing w:after="160" w:line="259" w:lineRule="auto"/>
        <w:rPr>
          <w:rFonts w:eastAsia="Calibri" w:cs="Times New Roman"/>
        </w:rPr>
      </w:pPr>
      <w:r w:rsidRPr="00352918">
        <w:rPr>
          <w:rFonts w:eastAsia="Calibri" w:cs="Times New Roman"/>
        </w:rPr>
        <w:t>čl. 12.1 odst. 2 Výzvy k podání nabídky takto:</w:t>
      </w:r>
    </w:p>
    <w:p w14:paraId="48E626F3" w14:textId="72FE7DC8" w:rsidR="00CB7B5A" w:rsidRPr="00352918" w:rsidRDefault="00CB7B5A" w:rsidP="00CB7B5A">
      <w:pPr>
        <w:spacing w:after="200" w:line="276" w:lineRule="auto"/>
        <w:jc w:val="both"/>
        <w:rPr>
          <w:rFonts w:eastAsia="Calibri" w:cs="Times New Roman"/>
          <w:b/>
          <w:i/>
          <w:color w:val="FF0000"/>
        </w:rPr>
      </w:pPr>
      <w:r w:rsidRPr="00352918">
        <w:rPr>
          <w:rFonts w:eastAsia="Calibri" w:cs="Times New Roman"/>
        </w:rPr>
        <w:t xml:space="preserve">„Nabídky musí být zadavateli doručeny nejpozději </w:t>
      </w:r>
      <w:r w:rsidRPr="007E75B3">
        <w:rPr>
          <w:rFonts w:eastAsia="Calibri" w:cs="Times New Roman"/>
        </w:rPr>
        <w:t xml:space="preserve">do </w:t>
      </w:r>
      <w:r w:rsidR="00FD09BD" w:rsidRPr="007E75B3">
        <w:rPr>
          <w:rFonts w:eastAsia="Calibri" w:cs="Times New Roman"/>
          <w:b/>
          <w:i/>
        </w:rPr>
        <w:t>1</w:t>
      </w:r>
      <w:r w:rsidR="007E75B3" w:rsidRPr="007E75B3">
        <w:rPr>
          <w:rFonts w:eastAsia="Calibri" w:cs="Times New Roman"/>
          <w:b/>
          <w:i/>
        </w:rPr>
        <w:t>4</w:t>
      </w:r>
      <w:r w:rsidR="006926F5" w:rsidRPr="007E75B3">
        <w:rPr>
          <w:rFonts w:eastAsia="Calibri" w:cs="Times New Roman"/>
          <w:b/>
          <w:i/>
        </w:rPr>
        <w:t>.</w:t>
      </w:r>
      <w:r w:rsidR="0007546E" w:rsidRPr="007E75B3">
        <w:rPr>
          <w:rFonts w:eastAsia="Calibri" w:cs="Times New Roman"/>
          <w:b/>
          <w:i/>
        </w:rPr>
        <w:t xml:space="preserve"> </w:t>
      </w:r>
      <w:r w:rsidR="006926F5" w:rsidRPr="007E75B3">
        <w:rPr>
          <w:rFonts w:eastAsia="Calibri" w:cs="Times New Roman"/>
          <w:b/>
          <w:i/>
        </w:rPr>
        <w:t>1</w:t>
      </w:r>
      <w:r w:rsidRPr="007E75B3">
        <w:rPr>
          <w:rFonts w:eastAsia="Calibri" w:cs="Times New Roman"/>
          <w:b/>
          <w:i/>
        </w:rPr>
        <w:t>. 20</w:t>
      </w:r>
      <w:r w:rsidR="006926F5" w:rsidRPr="007E75B3">
        <w:rPr>
          <w:rFonts w:eastAsia="Calibri" w:cs="Times New Roman"/>
          <w:b/>
          <w:i/>
        </w:rPr>
        <w:t>21 do</w:t>
      </w:r>
      <w:r w:rsidR="006926F5" w:rsidRPr="00352918">
        <w:rPr>
          <w:rFonts w:eastAsia="Calibri" w:cs="Times New Roman"/>
          <w:b/>
          <w:i/>
        </w:rPr>
        <w:t xml:space="preserve"> 9</w:t>
      </w:r>
      <w:r w:rsidRPr="00492EAC">
        <w:rPr>
          <w:rFonts w:eastAsia="Calibri" w:cs="Times New Roman"/>
          <w:b/>
          <w:i/>
        </w:rPr>
        <w:t>:00 hodin</w:t>
      </w:r>
      <w:r w:rsidRPr="00492EAC">
        <w:rPr>
          <w:rFonts w:eastAsia="Calibri" w:cs="Times New Roman"/>
        </w:rPr>
        <w:t xml:space="preserve">“ </w:t>
      </w:r>
    </w:p>
    <w:p w14:paraId="4E8E668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2EAC">
        <w:rPr>
          <w:rFonts w:eastAsia="Calibri" w:cs="Times New Roman"/>
          <w:lang w:eastAsia="cs-CZ"/>
        </w:rPr>
        <w:t>Vysvětlení/ změnu/ doplnění zadávací dokumentace</w:t>
      </w:r>
      <w:r w:rsidRPr="00492E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800097B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864BB8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13A097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78959D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7546E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43F45D29" w14:textId="26DBD4AC" w:rsidR="00CA492A" w:rsidRPr="007E75B3" w:rsidRDefault="002A7074" w:rsidP="00492EAC">
      <w:pPr>
        <w:spacing w:after="0" w:line="240" w:lineRule="auto"/>
        <w:rPr>
          <w:rFonts w:eastAsia="Calibri" w:cs="Times New Roman"/>
          <w:lang w:eastAsia="cs-CZ"/>
        </w:rPr>
      </w:pPr>
      <w:r w:rsidRPr="007E75B3">
        <w:rPr>
          <w:rFonts w:eastAsia="Calibri" w:cs="Times New Roman"/>
          <w:lang w:eastAsia="cs-CZ"/>
        </w:rPr>
        <w:t>SO 01-19-01- Soupis prací</w:t>
      </w:r>
    </w:p>
    <w:p w14:paraId="60FF427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A51576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3527FC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4BB966" w14:textId="796C791E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C114A">
        <w:rPr>
          <w:rFonts w:eastAsia="Calibri" w:cs="Times New Roman"/>
          <w:lang w:eastAsia="cs-CZ"/>
        </w:rPr>
        <w:t>4. 1. 2021</w:t>
      </w:r>
    </w:p>
    <w:p w14:paraId="3D146981" w14:textId="77777777" w:rsidR="00D16C41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203F79" w14:textId="77777777" w:rsidR="00D16C41" w:rsidRPr="00CB7B5A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2FD4FC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0A7ABA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12E75F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42EB06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3F11E8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232295" w14:textId="77777777" w:rsidR="00612351" w:rsidRDefault="006123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9ECB1F" w14:textId="77777777" w:rsidR="00492EAC" w:rsidRPr="00CB7B5A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E335EF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F98EB37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8846B3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B119C0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D9AC4B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5790E47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1A5CCB" w15:done="0"/>
  <w15:commentEx w15:paraId="121FED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2DFC7" w14:textId="77777777" w:rsidR="0091640D" w:rsidRDefault="0091640D" w:rsidP="00962258">
      <w:pPr>
        <w:spacing w:after="0" w:line="240" w:lineRule="auto"/>
      </w:pPr>
      <w:r>
        <w:separator/>
      </w:r>
    </w:p>
  </w:endnote>
  <w:endnote w:type="continuationSeparator" w:id="0">
    <w:p w14:paraId="67E67F26" w14:textId="77777777" w:rsidR="0091640D" w:rsidRDefault="009164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7C33B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C4E7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42614F" w14:textId="48E955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1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1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9BC1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C05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7BA710" w14:textId="77777777" w:rsidR="00F1715C" w:rsidRDefault="00F1715C" w:rsidP="00D831A3">
          <w:pPr>
            <w:pStyle w:val="Zpat"/>
          </w:pPr>
        </w:p>
      </w:tc>
    </w:tr>
  </w:tbl>
  <w:p w14:paraId="33E0E0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F91119" wp14:editId="7411C6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651088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8FF7F1C" wp14:editId="2CBC5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676B2F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C4FED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128C36" w14:textId="1E44289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1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1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9B27B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D6101BC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8C63B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DDB065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68F897A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B9A04E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EBB0E3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91D87B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CED07C6" w14:textId="77777777" w:rsidR="00490C88" w:rsidRDefault="00490C88" w:rsidP="00331004">
          <w:pPr>
            <w:pStyle w:val="Zpat"/>
          </w:pPr>
        </w:p>
      </w:tc>
    </w:tr>
  </w:tbl>
  <w:p w14:paraId="2159240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D0A15AA" wp14:editId="16EDF6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5DC02E1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21DDFA2" wp14:editId="0F1922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692DE65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C7BF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2FCACC" w14:textId="77777777" w:rsidR="0091640D" w:rsidRDefault="0091640D" w:rsidP="00962258">
      <w:pPr>
        <w:spacing w:after="0" w:line="240" w:lineRule="auto"/>
      </w:pPr>
      <w:r>
        <w:separator/>
      </w:r>
    </w:p>
  </w:footnote>
  <w:footnote w:type="continuationSeparator" w:id="0">
    <w:p w14:paraId="1A336F77" w14:textId="77777777" w:rsidR="0091640D" w:rsidRDefault="009164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23CD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BC516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B0D7E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C03A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7E562A" w14:textId="77777777" w:rsidR="00F1715C" w:rsidRPr="00D6163D" w:rsidRDefault="00F1715C" w:rsidP="00D6163D">
          <w:pPr>
            <w:pStyle w:val="Druhdokumentu"/>
          </w:pPr>
        </w:p>
      </w:tc>
    </w:tr>
  </w:tbl>
  <w:p w14:paraId="348C264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1949B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AE3F2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FA59B3D" wp14:editId="1F414210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05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514A1A" w14:textId="77777777" w:rsidR="00F3199A" w:rsidRPr="00D6163D" w:rsidRDefault="00F3199A" w:rsidP="00FC6389">
          <w:pPr>
            <w:pStyle w:val="Druhdokumentu"/>
          </w:pPr>
        </w:p>
      </w:tc>
    </w:tr>
    <w:tr w:rsidR="00F3199A" w14:paraId="149096D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D10954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5901D8E" wp14:editId="24CA9DD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AF57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E6E29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9F6E4D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15FF00" wp14:editId="42E457D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4961661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FB4AFF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36D"/>
    <w:rsid w:val="00053E6D"/>
    <w:rsid w:val="00072C1E"/>
    <w:rsid w:val="0007546E"/>
    <w:rsid w:val="000B1153"/>
    <w:rsid w:val="000B6C7E"/>
    <w:rsid w:val="000B7907"/>
    <w:rsid w:val="000C0429"/>
    <w:rsid w:val="000C45E8"/>
    <w:rsid w:val="000E20AA"/>
    <w:rsid w:val="0010371D"/>
    <w:rsid w:val="00114472"/>
    <w:rsid w:val="00170EC5"/>
    <w:rsid w:val="001747C1"/>
    <w:rsid w:val="001778A4"/>
    <w:rsid w:val="0018596A"/>
    <w:rsid w:val="001B69C2"/>
    <w:rsid w:val="001C4DA0"/>
    <w:rsid w:val="00207DF5"/>
    <w:rsid w:val="0021504F"/>
    <w:rsid w:val="002221B0"/>
    <w:rsid w:val="00267369"/>
    <w:rsid w:val="0026785D"/>
    <w:rsid w:val="00290950"/>
    <w:rsid w:val="002A7074"/>
    <w:rsid w:val="002C31BF"/>
    <w:rsid w:val="002D13EB"/>
    <w:rsid w:val="002E0CD7"/>
    <w:rsid w:val="002F026B"/>
    <w:rsid w:val="00352918"/>
    <w:rsid w:val="00357BC6"/>
    <w:rsid w:val="0036648A"/>
    <w:rsid w:val="0037111D"/>
    <w:rsid w:val="00371EDA"/>
    <w:rsid w:val="0037563C"/>
    <w:rsid w:val="003956C6"/>
    <w:rsid w:val="003C0E6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2EAC"/>
    <w:rsid w:val="004A7C69"/>
    <w:rsid w:val="004C4399"/>
    <w:rsid w:val="004C69ED"/>
    <w:rsid w:val="004C787C"/>
    <w:rsid w:val="004F4B9B"/>
    <w:rsid w:val="00501654"/>
    <w:rsid w:val="00511AB9"/>
    <w:rsid w:val="00516802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CB1"/>
    <w:rsid w:val="00584E2A"/>
    <w:rsid w:val="00596C7E"/>
    <w:rsid w:val="005A64E9"/>
    <w:rsid w:val="005B3D2A"/>
    <w:rsid w:val="005B5EE9"/>
    <w:rsid w:val="005D6E64"/>
    <w:rsid w:val="006104F6"/>
    <w:rsid w:val="0061068E"/>
    <w:rsid w:val="00612351"/>
    <w:rsid w:val="00645E98"/>
    <w:rsid w:val="00660AD3"/>
    <w:rsid w:val="006926F5"/>
    <w:rsid w:val="006A1D05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388"/>
    <w:rsid w:val="0077673A"/>
    <w:rsid w:val="007846E1"/>
    <w:rsid w:val="007B570C"/>
    <w:rsid w:val="007D330E"/>
    <w:rsid w:val="007E4A6E"/>
    <w:rsid w:val="007E75B3"/>
    <w:rsid w:val="007F56A7"/>
    <w:rsid w:val="007F5A6C"/>
    <w:rsid w:val="00807DD0"/>
    <w:rsid w:val="00813F11"/>
    <w:rsid w:val="00816EF0"/>
    <w:rsid w:val="00891334"/>
    <w:rsid w:val="008A14C0"/>
    <w:rsid w:val="008A3568"/>
    <w:rsid w:val="008D03B9"/>
    <w:rsid w:val="008F18D6"/>
    <w:rsid w:val="008F5713"/>
    <w:rsid w:val="008F6E77"/>
    <w:rsid w:val="00904780"/>
    <w:rsid w:val="009113A8"/>
    <w:rsid w:val="0091640D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D50"/>
    <w:rsid w:val="009F392E"/>
    <w:rsid w:val="00A11CF8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0CFA"/>
    <w:rsid w:val="00AE1DDE"/>
    <w:rsid w:val="00B15B5E"/>
    <w:rsid w:val="00B15D0D"/>
    <w:rsid w:val="00B23CA3"/>
    <w:rsid w:val="00B30A2E"/>
    <w:rsid w:val="00B3491A"/>
    <w:rsid w:val="00B45E9E"/>
    <w:rsid w:val="00B55F9C"/>
    <w:rsid w:val="00B75EE1"/>
    <w:rsid w:val="00B77481"/>
    <w:rsid w:val="00B8518B"/>
    <w:rsid w:val="00B97438"/>
    <w:rsid w:val="00BB3740"/>
    <w:rsid w:val="00BD7E91"/>
    <w:rsid w:val="00BF374D"/>
    <w:rsid w:val="00C02D0A"/>
    <w:rsid w:val="00C03A6E"/>
    <w:rsid w:val="00C30759"/>
    <w:rsid w:val="00C44F6A"/>
    <w:rsid w:val="00C6717A"/>
    <w:rsid w:val="00C727E5"/>
    <w:rsid w:val="00C8207D"/>
    <w:rsid w:val="00CA492A"/>
    <w:rsid w:val="00CB7B5A"/>
    <w:rsid w:val="00CC114A"/>
    <w:rsid w:val="00CC1E2B"/>
    <w:rsid w:val="00CD1FC4"/>
    <w:rsid w:val="00CE0BD4"/>
    <w:rsid w:val="00CE371D"/>
    <w:rsid w:val="00CE53AE"/>
    <w:rsid w:val="00CE5FA9"/>
    <w:rsid w:val="00CF076F"/>
    <w:rsid w:val="00D02A4D"/>
    <w:rsid w:val="00D16C41"/>
    <w:rsid w:val="00D21061"/>
    <w:rsid w:val="00D316A7"/>
    <w:rsid w:val="00D4108E"/>
    <w:rsid w:val="00D6163D"/>
    <w:rsid w:val="00D61B7C"/>
    <w:rsid w:val="00D63009"/>
    <w:rsid w:val="00D67715"/>
    <w:rsid w:val="00D831A3"/>
    <w:rsid w:val="00D902AD"/>
    <w:rsid w:val="00DA6DE3"/>
    <w:rsid w:val="00DA6FFE"/>
    <w:rsid w:val="00DC3110"/>
    <w:rsid w:val="00DD46F3"/>
    <w:rsid w:val="00DD58A6"/>
    <w:rsid w:val="00DE56F2"/>
    <w:rsid w:val="00DF116D"/>
    <w:rsid w:val="00E64301"/>
    <w:rsid w:val="00E723EB"/>
    <w:rsid w:val="00E824F1"/>
    <w:rsid w:val="00E9307D"/>
    <w:rsid w:val="00EB104F"/>
    <w:rsid w:val="00ED14BD"/>
    <w:rsid w:val="00ED5DB9"/>
    <w:rsid w:val="00F01440"/>
    <w:rsid w:val="00F11D43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09B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275EC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1/relationships/commentsExtended" Target="commentsExtended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1D3CCF-434A-4E4B-BBB5-067E6F3A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2</Pages>
  <Words>686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2021-01-04T09:55:00Z</cp:lastPrinted>
  <dcterms:created xsi:type="dcterms:W3CDTF">2021-01-04T09:55:00Z</dcterms:created>
  <dcterms:modified xsi:type="dcterms:W3CDTF">2021-01-04T10:00:00Z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