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42A8D" w14:textId="77777777" w:rsidR="00F422D3" w:rsidRPr="005D6794" w:rsidRDefault="00F422D3" w:rsidP="005D6794">
      <w:pPr>
        <w:pStyle w:val="Titul1"/>
      </w:pPr>
      <w:r w:rsidRPr="005D6794">
        <w:t xml:space="preserve">SMLOUVA O </w:t>
      </w:r>
      <w:proofErr w:type="gramStart"/>
      <w:r w:rsidRPr="005D6794">
        <w:t>DÍLO</w:t>
      </w:r>
      <w:r w:rsidR="006F5F96">
        <w:t xml:space="preserve">                             </w:t>
      </w:r>
      <w:r w:rsidRPr="005D6794">
        <w:t xml:space="preserve"> NA</w:t>
      </w:r>
      <w:proofErr w:type="gramEnd"/>
      <w:r w:rsidRPr="005D6794">
        <w:t xml:space="preserve"> </w:t>
      </w:r>
      <w:r w:rsidR="00F91101">
        <w:t>VÝKON ČINNOSTI KOORDINÁTORA bezpeČNOSTI A OCHRANY ZDRAVÍ PŘI PRÁCI</w:t>
      </w:r>
      <w:r w:rsidR="00512D3A">
        <w:t xml:space="preserve"> NA STAVENIŠTI VE FÁZI REALIZACE</w:t>
      </w:r>
    </w:p>
    <w:p w14:paraId="4A115EC7" w14:textId="77777777" w:rsidR="00F422D3" w:rsidRDefault="00F422D3" w:rsidP="00B42F40">
      <w:pPr>
        <w:pStyle w:val="Titul2"/>
      </w:pPr>
      <w:r>
        <w:t>Název zakázky: „</w:t>
      </w:r>
      <w:r w:rsidR="00405E02" w:rsidRPr="00405E02">
        <w:t>Výstavba R1</w:t>
      </w:r>
      <w:r w:rsidR="00405E02">
        <w:t xml:space="preserve">10kV na TNS Ostrava </w:t>
      </w:r>
      <w:proofErr w:type="spellStart"/>
      <w:r w:rsidR="00405E02">
        <w:t>Svinov</w:t>
      </w:r>
      <w:proofErr w:type="spellEnd"/>
      <w:r>
        <w:t>“</w:t>
      </w:r>
    </w:p>
    <w:p w14:paraId="176DE65E" w14:textId="77777777" w:rsidR="00F422D3" w:rsidRPr="00B42F40" w:rsidRDefault="00F422D3" w:rsidP="00B42F40">
      <w:pPr>
        <w:pStyle w:val="Nadpisbezsl1-2"/>
      </w:pPr>
      <w:r w:rsidRPr="00B42F40">
        <w:t>Smluvní strany:</w:t>
      </w:r>
    </w:p>
    <w:p w14:paraId="6E2B511A" w14:textId="77777777" w:rsidR="00AF4519" w:rsidRDefault="00AF4519" w:rsidP="00B42F40">
      <w:pPr>
        <w:pStyle w:val="Textbezodsazen"/>
        <w:spacing w:after="0"/>
        <w:rPr>
          <w:b/>
        </w:rPr>
      </w:pPr>
      <w:r>
        <w:rPr>
          <w:b/>
        </w:rPr>
        <w:t>Objednatel</w:t>
      </w:r>
    </w:p>
    <w:p w14:paraId="0ED3520D"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5BFF7D16" w14:textId="77777777" w:rsidR="00F422D3" w:rsidRDefault="00F422D3" w:rsidP="00B42F40">
      <w:pPr>
        <w:pStyle w:val="Textbezodsazen"/>
        <w:spacing w:after="0"/>
      </w:pPr>
      <w:r>
        <w:t xml:space="preserve">se sídlem: Dlážděná 1003/7, 110 00 Praha 1 - Nové Město </w:t>
      </w:r>
    </w:p>
    <w:p w14:paraId="736E8FF4" w14:textId="77777777" w:rsidR="00F422D3" w:rsidRDefault="00F422D3" w:rsidP="00B42F40">
      <w:pPr>
        <w:pStyle w:val="Textbezodsazen"/>
        <w:spacing w:after="0"/>
      </w:pPr>
      <w:r>
        <w:t>IČO: 70994234 DIČ: CZ70994234</w:t>
      </w:r>
    </w:p>
    <w:p w14:paraId="7395711C"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4721278C"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5DF700BF" w14:textId="77777777" w:rsidR="00F91101" w:rsidRDefault="00F91101" w:rsidP="00B42F40">
      <w:pPr>
        <w:pStyle w:val="Textbezodsazen"/>
        <w:spacing w:after="0"/>
        <w:rPr>
          <w:rStyle w:val="Zdraznnjemn"/>
          <w:b/>
          <w:iCs w:val="0"/>
          <w:color w:val="auto"/>
        </w:rPr>
      </w:pPr>
    </w:p>
    <w:p w14:paraId="67E485E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4F141E3" w14:textId="77777777" w:rsidR="00F422D3" w:rsidRDefault="00F422D3" w:rsidP="00B42F40">
      <w:pPr>
        <w:pStyle w:val="Textbezodsazen"/>
        <w:spacing w:after="0"/>
      </w:pPr>
      <w:r>
        <w:t>Správa železni</w:t>
      </w:r>
      <w:r w:rsidR="00D74633">
        <w:t>c</w:t>
      </w:r>
      <w:r>
        <w:t>, státní organizace</w:t>
      </w:r>
    </w:p>
    <w:p w14:paraId="767974EF" w14:textId="77777777" w:rsidR="00F422D3" w:rsidRDefault="00F422D3" w:rsidP="00B42F40">
      <w:pPr>
        <w:pStyle w:val="Textbezodsazen"/>
      </w:pPr>
      <w:r w:rsidRPr="00B42F40">
        <w:t>Stavební</w:t>
      </w:r>
      <w:r>
        <w:t xml:space="preserve"> správa </w:t>
      </w:r>
      <w:r w:rsidR="00F91101">
        <w:t>východ, Nerudova 1, 77900 Olomouc</w:t>
      </w:r>
    </w:p>
    <w:p w14:paraId="2C87DC01"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730FCA7B"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3FD7D2C2" w14:textId="77777777" w:rsidR="00F91101" w:rsidRPr="005C7EED" w:rsidRDefault="00405E02" w:rsidP="00F91101">
      <w:pPr>
        <w:spacing w:after="120"/>
        <w:ind w:left="567"/>
        <w:jc w:val="both"/>
        <w:rPr>
          <w:rFonts w:ascii="Verdana" w:hAnsi="Verdana" w:cs="Calibri"/>
        </w:rPr>
      </w:pPr>
      <w:r>
        <w:t>Mgr. Radka Szabó,</w:t>
      </w:r>
      <w:r w:rsidRPr="005C7EED">
        <w:rPr>
          <w:rFonts w:ascii="Verdana" w:hAnsi="Verdana" w:cs="Calibri"/>
        </w:rPr>
        <w:t xml:space="preserve"> tel.: </w:t>
      </w:r>
      <w:r>
        <w:rPr>
          <w:rFonts w:ascii="Verdana" w:hAnsi="Verdana" w:cs="Calibri"/>
        </w:rPr>
        <w:t xml:space="preserve">+420 </w:t>
      </w:r>
      <w:r>
        <w:t>724 932 396</w:t>
      </w:r>
      <w:r w:rsidR="00F91101" w:rsidRPr="005C7EED">
        <w:rPr>
          <w:rFonts w:ascii="Verdana" w:hAnsi="Verdana" w:cs="Calibri"/>
        </w:rPr>
        <w:t>,</w:t>
      </w:r>
    </w:p>
    <w:p w14:paraId="55BD42E7"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58BC7D5F" w14:textId="77777777" w:rsidR="00F91101" w:rsidRPr="005C7EED" w:rsidRDefault="00405E02" w:rsidP="00F91101">
      <w:pPr>
        <w:spacing w:after="120"/>
        <w:ind w:left="567"/>
        <w:jc w:val="both"/>
        <w:rPr>
          <w:rFonts w:ascii="Verdana" w:hAnsi="Verdana" w:cs="Calibri"/>
        </w:rPr>
      </w:pPr>
      <w:r w:rsidRPr="00405E02">
        <w:t>Ing. Vojtěch Kuchař</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rsidRPr="00405E02">
        <w:t>+420 702 164 084</w:t>
      </w:r>
      <w:r w:rsidR="00F91101" w:rsidRPr="005C7EED">
        <w:rPr>
          <w:rFonts w:ascii="Verdana" w:hAnsi="Verdana" w:cs="Arial"/>
        </w:rPr>
        <w:t>,</w:t>
      </w:r>
    </w:p>
    <w:p w14:paraId="52227D1A"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10263540" w14:textId="430F391E" w:rsidR="00F91101" w:rsidRDefault="00714B49" w:rsidP="00F91101">
      <w:pPr>
        <w:pStyle w:val="Textbezodsazen"/>
        <w:ind w:left="567"/>
      </w:pPr>
      <w:r w:rsidRPr="00714B49">
        <w:t xml:space="preserve">Ing. </w:t>
      </w:r>
      <w:proofErr w:type="spellStart"/>
      <w:r w:rsidR="0059708E">
        <w:t>Molenda</w:t>
      </w:r>
      <w:proofErr w:type="spellEnd"/>
      <w:r w:rsidR="0059708E">
        <w:t xml:space="preserve"> Rudolf</w:t>
      </w:r>
      <w:r w:rsidRPr="00714B49">
        <w:t xml:space="preserve">, tel. +420 </w:t>
      </w:r>
      <w:r w:rsidR="0059708E">
        <w:t>724 932 277</w:t>
      </w:r>
      <w:r w:rsidR="00F91101" w:rsidRPr="005C7EED">
        <w:rPr>
          <w:rFonts w:ascii="Verdana" w:hAnsi="Verdana" w:cs="Arial"/>
        </w:rPr>
        <w:t>.</w:t>
      </w:r>
    </w:p>
    <w:p w14:paraId="24D593D2" w14:textId="77777777" w:rsidR="00F422D3" w:rsidRDefault="00F422D3" w:rsidP="00B42F40">
      <w:pPr>
        <w:pStyle w:val="Textbezodsazen"/>
      </w:pPr>
      <w:r>
        <w:t>(</w:t>
      </w:r>
      <w:r w:rsidRPr="00B42F40">
        <w:t>dále</w:t>
      </w:r>
      <w:r>
        <w:t xml:space="preserve"> jen „</w:t>
      </w:r>
      <w:r w:rsidR="009222E1">
        <w:rPr>
          <w:b/>
        </w:rPr>
        <w:t>Objednatel</w:t>
      </w:r>
      <w:r>
        <w:t>“)</w:t>
      </w:r>
    </w:p>
    <w:p w14:paraId="3094A247" w14:textId="77777777" w:rsidR="00F422D3" w:rsidRDefault="00F422D3" w:rsidP="00B42F40">
      <w:pPr>
        <w:pStyle w:val="Textbezodsazen"/>
        <w:spacing w:after="0"/>
      </w:pPr>
      <w:r>
        <w:t xml:space="preserve">číslo smlouvy: </w:t>
      </w:r>
      <w:r w:rsidRPr="009E0829">
        <w:rPr>
          <w:highlight w:val="green"/>
        </w:rPr>
        <w:t xml:space="preserve">"[VLOŽÍ </w:t>
      </w:r>
      <w:r w:rsidR="009222E1">
        <w:rPr>
          <w:highlight w:val="green"/>
        </w:rPr>
        <w:t>OBJEDNATEL</w:t>
      </w:r>
      <w:r w:rsidRPr="009E0829">
        <w:rPr>
          <w:highlight w:val="green"/>
        </w:rPr>
        <w:t>]"</w:t>
      </w:r>
      <w:r>
        <w:t xml:space="preserve"> </w:t>
      </w:r>
    </w:p>
    <w:p w14:paraId="5122401B" w14:textId="77777777" w:rsidR="00F422D3" w:rsidRDefault="00F422D3" w:rsidP="00B42F40">
      <w:pPr>
        <w:pStyle w:val="Textbezodsazen"/>
      </w:pPr>
      <w:r>
        <w:t xml:space="preserve">ISPROFOND: </w:t>
      </w:r>
      <w:r w:rsidR="00405E02" w:rsidRPr="00405E02">
        <w:t>5813520020</w:t>
      </w:r>
    </w:p>
    <w:p w14:paraId="2A021C22" w14:textId="77777777" w:rsidR="00B42F40" w:rsidRDefault="00B42F40" w:rsidP="00B42F40">
      <w:pPr>
        <w:pStyle w:val="Textbezodsazen"/>
      </w:pPr>
    </w:p>
    <w:p w14:paraId="2DFE1367" w14:textId="77777777" w:rsidR="00F422D3" w:rsidRDefault="00F422D3" w:rsidP="00B42F40">
      <w:pPr>
        <w:pStyle w:val="Textbezodsazen"/>
      </w:pPr>
      <w:r w:rsidRPr="00B42F40">
        <w:t>a</w:t>
      </w:r>
    </w:p>
    <w:p w14:paraId="073B2219" w14:textId="77777777" w:rsidR="00CC6517" w:rsidRPr="00B42F40" w:rsidRDefault="00CC6517" w:rsidP="00B42F40">
      <w:pPr>
        <w:pStyle w:val="Textbezodsazen"/>
      </w:pPr>
    </w:p>
    <w:p w14:paraId="0297DE18" w14:textId="77777777" w:rsidR="00AF4519" w:rsidRDefault="00AF4519" w:rsidP="00B42F40">
      <w:pPr>
        <w:pStyle w:val="Textbezodsazen"/>
        <w:spacing w:after="0"/>
        <w:rPr>
          <w:b/>
        </w:rPr>
      </w:pPr>
      <w:r>
        <w:rPr>
          <w:b/>
        </w:rPr>
        <w:t>Zhotovitel</w:t>
      </w:r>
    </w:p>
    <w:p w14:paraId="172FFD5D" w14:textId="77777777" w:rsidR="00F422D3" w:rsidRPr="00B42F40" w:rsidRDefault="00F422D3" w:rsidP="00B42F40">
      <w:pPr>
        <w:pStyle w:val="Textbezodsazen"/>
        <w:spacing w:after="0"/>
        <w:rPr>
          <w:b/>
        </w:rPr>
      </w:pPr>
      <w:r w:rsidRPr="00B42F40">
        <w:rPr>
          <w:b/>
        </w:rPr>
        <w:t>"[</w:t>
      </w:r>
      <w:r w:rsidRPr="00B42F40">
        <w:rPr>
          <w:b/>
          <w:highlight w:val="yellow"/>
        </w:rPr>
        <w:t>VLOŽ</w:t>
      </w:r>
      <w:r w:rsidRPr="00AF4519">
        <w:rPr>
          <w:b/>
          <w:highlight w:val="yellow"/>
        </w:rPr>
        <w:t>Í</w:t>
      </w:r>
      <w:r w:rsidR="00AF4519" w:rsidRPr="00AF4519">
        <w:rPr>
          <w:b/>
          <w:highlight w:val="yellow"/>
        </w:rPr>
        <w:t xml:space="preserve"> DODAVATEL</w:t>
      </w:r>
      <w:r w:rsidRPr="00B42F40">
        <w:rPr>
          <w:b/>
        </w:rPr>
        <w:t xml:space="preserve">]" </w:t>
      </w:r>
    </w:p>
    <w:p w14:paraId="27178692" w14:textId="77777777" w:rsidR="00F422D3" w:rsidRPr="00B42F40" w:rsidRDefault="00F422D3" w:rsidP="00B42F40">
      <w:pPr>
        <w:pStyle w:val="Textbezodsazen"/>
        <w:spacing w:after="0"/>
      </w:pPr>
      <w:r w:rsidRPr="00B42F40">
        <w:t>se sídlem: "[</w:t>
      </w:r>
      <w:r w:rsidRPr="00AF4519">
        <w:rPr>
          <w:highlight w:val="yellow"/>
        </w:rPr>
        <w:t xml:space="preserve">VLOŽÍ </w:t>
      </w:r>
      <w:r w:rsidR="00AF4519" w:rsidRPr="00AF4519">
        <w:rPr>
          <w:highlight w:val="yellow"/>
        </w:rPr>
        <w:t>DODAVATEL</w:t>
      </w:r>
      <w:r w:rsidRPr="00B42F40">
        <w:t xml:space="preserve">]" </w:t>
      </w:r>
    </w:p>
    <w:p w14:paraId="4C9258D8" w14:textId="77777777" w:rsidR="00F422D3" w:rsidRPr="00B42F40" w:rsidRDefault="00F422D3" w:rsidP="00B42F40">
      <w:pPr>
        <w:pStyle w:val="Textbezodsazen"/>
        <w:spacing w:after="0"/>
      </w:pPr>
      <w:r w:rsidRPr="00B42F40">
        <w:t>IČO: "[</w:t>
      </w:r>
      <w:r w:rsidRPr="00B42F40">
        <w:rPr>
          <w:highlight w:val="yellow"/>
        </w:rPr>
        <w:t xml:space="preserve">VLOŽÍ </w:t>
      </w:r>
      <w:r w:rsidR="00AF4519" w:rsidRPr="00AF4519">
        <w:rPr>
          <w:highlight w:val="yellow"/>
        </w:rPr>
        <w:t>DODAVATEL</w:t>
      </w:r>
      <w:r w:rsidRPr="00B42F40">
        <w:t>]", DIČ: "[</w:t>
      </w:r>
      <w:r w:rsidRPr="00B42F40">
        <w:rPr>
          <w:highlight w:val="yellow"/>
        </w:rPr>
        <w:t xml:space="preserve">VLOŽÍ </w:t>
      </w:r>
      <w:r w:rsidR="00AF4519">
        <w:rPr>
          <w:highlight w:val="yellow"/>
        </w:rPr>
        <w:t>DODAVATEL</w:t>
      </w:r>
      <w:r w:rsidRPr="00B42F40">
        <w:t xml:space="preserve">]" </w:t>
      </w:r>
    </w:p>
    <w:p w14:paraId="25672D16"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 xml:space="preserve">VLOŽÍ </w:t>
      </w:r>
      <w:r w:rsidR="00AF4519">
        <w:rPr>
          <w:highlight w:val="yellow"/>
        </w:rPr>
        <w:t>DODAVATEL</w:t>
      </w:r>
      <w:r w:rsidRPr="00B42F40">
        <w:t>]" soudem</w:t>
      </w:r>
      <w:r w:rsidR="00A349C6">
        <w:t xml:space="preserve"> v </w:t>
      </w:r>
      <w:r w:rsidRPr="00B42F40">
        <w:t>"[VL</w:t>
      </w:r>
      <w:r w:rsidRPr="00B42F40">
        <w:rPr>
          <w:highlight w:val="yellow"/>
        </w:rPr>
        <w:t xml:space="preserve">OŽÍ </w:t>
      </w:r>
      <w:proofErr w:type="gramStart"/>
      <w:r w:rsidR="00AF4519">
        <w:rPr>
          <w:highlight w:val="yellow"/>
        </w:rPr>
        <w:t>DODAVATEL</w:t>
      </w:r>
      <w:r w:rsidRPr="00B42F40">
        <w:t>]" ,</w:t>
      </w:r>
      <w:proofErr w:type="gramEnd"/>
    </w:p>
    <w:p w14:paraId="02397DF0" w14:textId="77777777" w:rsidR="00F422D3" w:rsidRPr="00B42F40" w:rsidRDefault="00F422D3" w:rsidP="00B42F40">
      <w:pPr>
        <w:pStyle w:val="Textbezodsazen"/>
        <w:spacing w:after="0"/>
      </w:pPr>
      <w:r w:rsidRPr="00B42F40">
        <w:t>spisová značka "[</w:t>
      </w:r>
      <w:r w:rsidRPr="00B42F40">
        <w:rPr>
          <w:highlight w:val="yellow"/>
        </w:rPr>
        <w:t xml:space="preserve">VLOŽÍ </w:t>
      </w:r>
      <w:r w:rsidR="00AF4519">
        <w:rPr>
          <w:highlight w:val="yellow"/>
        </w:rPr>
        <w:t>DODAVATEL</w:t>
      </w:r>
      <w:r w:rsidRPr="00B42F40">
        <w:t xml:space="preserve">]" </w:t>
      </w:r>
    </w:p>
    <w:p w14:paraId="72A1049A"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 xml:space="preserve">VLOŽÍ </w:t>
      </w:r>
      <w:r w:rsidR="00AF4519">
        <w:rPr>
          <w:highlight w:val="yellow"/>
        </w:rPr>
        <w:t>DODAVATEL</w:t>
      </w:r>
      <w:r w:rsidRPr="00B42F40">
        <w:t>]", č. účtu: "[</w:t>
      </w:r>
      <w:r w:rsidRPr="00B42F40">
        <w:rPr>
          <w:highlight w:val="yellow"/>
        </w:rPr>
        <w:t xml:space="preserve">VLOŽÍ </w:t>
      </w:r>
      <w:r w:rsidR="00AF4519">
        <w:rPr>
          <w:highlight w:val="yellow"/>
        </w:rPr>
        <w:t>DODAVATEL</w:t>
      </w:r>
      <w:r w:rsidRPr="00B42F40">
        <w:t xml:space="preserve">]" </w:t>
      </w:r>
    </w:p>
    <w:p w14:paraId="263A6C6E" w14:textId="77777777" w:rsidR="00F422D3" w:rsidRPr="00B42F40" w:rsidRDefault="00F422D3" w:rsidP="00B42F40">
      <w:pPr>
        <w:pStyle w:val="Textbezodsazen"/>
      </w:pPr>
      <w:r w:rsidRPr="00B42F40">
        <w:t>zastoupena: "[</w:t>
      </w:r>
      <w:r w:rsidRPr="00B42F40">
        <w:rPr>
          <w:highlight w:val="yellow"/>
        </w:rPr>
        <w:t xml:space="preserve">VLOŽÍ </w:t>
      </w:r>
      <w:r w:rsidR="00AF4519">
        <w:rPr>
          <w:highlight w:val="yellow"/>
        </w:rPr>
        <w:t>DODAVATEL</w:t>
      </w:r>
      <w:r w:rsidRPr="00B42F40">
        <w:t xml:space="preserve">]" </w:t>
      </w:r>
    </w:p>
    <w:p w14:paraId="2A5E72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454ED77" w14:textId="77777777" w:rsidR="00F422D3" w:rsidRPr="00B42F40" w:rsidRDefault="006F5F96" w:rsidP="00B42F40">
      <w:pPr>
        <w:pStyle w:val="Textbezodsazen"/>
      </w:pPr>
      <w:r w:rsidRPr="00B42F40">
        <w:t>"[</w:t>
      </w:r>
      <w:r w:rsidRPr="00B42F40">
        <w:rPr>
          <w:highlight w:val="yellow"/>
        </w:rPr>
        <w:t xml:space="preserve">VLOŽÍ </w:t>
      </w:r>
      <w:r w:rsidR="00AF4519">
        <w:rPr>
          <w:highlight w:val="yellow"/>
        </w:rPr>
        <w:t>DODAVATEL</w:t>
      </w:r>
      <w:r w:rsidRPr="00B42F40">
        <w:t>]"</w:t>
      </w:r>
    </w:p>
    <w:p w14:paraId="4926A5C1"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6AB1A771"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3C717B15" w14:textId="77777777"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 xml:space="preserve">, 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p>
    <w:p w14:paraId="688BB715"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52FB9464" w14:textId="77777777" w:rsidR="006F5F96" w:rsidRPr="005C7EED" w:rsidRDefault="006F5F96" w:rsidP="006F5F96">
      <w:pPr>
        <w:spacing w:after="120"/>
        <w:ind w:left="567"/>
        <w:jc w:val="both"/>
        <w:rPr>
          <w:rFonts w:ascii="Verdana" w:hAnsi="Verdana" w:cs="Calibri"/>
        </w:rPr>
      </w:pPr>
      <w:r w:rsidRPr="00B42F40">
        <w:t>"[</w:t>
      </w:r>
      <w:r w:rsidRPr="00B42F40">
        <w:rPr>
          <w:highlight w:val="yellow"/>
        </w:rPr>
        <w:t xml:space="preserve">VLOŽÍ </w:t>
      </w:r>
      <w:r w:rsidR="00AF4519">
        <w:rPr>
          <w:highlight w:val="yellow"/>
        </w:rPr>
        <w:t>DODAVATEL</w:t>
      </w:r>
      <w:r w:rsidRPr="00B42F40">
        <w:t>]"</w:t>
      </w:r>
      <w:r w:rsidRPr="005C7EED">
        <w:rPr>
          <w:rFonts w:ascii="Verdana" w:hAnsi="Verdana" w:cs="Calibri"/>
        </w:rPr>
        <w:t>,</w:t>
      </w:r>
      <w:r>
        <w:rPr>
          <w:rFonts w:ascii="Verdana" w:hAnsi="Verdana" w:cs="Calibri"/>
        </w:rPr>
        <w:t xml:space="preserve"> </w:t>
      </w:r>
      <w:r w:rsidRPr="005C7EED">
        <w:rPr>
          <w:rFonts w:ascii="Verdana" w:hAnsi="Verdana" w:cs="Calibri"/>
        </w:rPr>
        <w:t xml:space="preserve">tel.: </w:t>
      </w:r>
      <w:r w:rsidRPr="00B42F40">
        <w:t>"[</w:t>
      </w:r>
      <w:r w:rsidRPr="00B42F40">
        <w:rPr>
          <w:highlight w:val="yellow"/>
        </w:rPr>
        <w:t xml:space="preserve">VLOŽÍ </w:t>
      </w:r>
      <w:r w:rsidR="00AF4519">
        <w:rPr>
          <w:highlight w:val="yellow"/>
        </w:rPr>
        <w:t>DODAVATEL</w:t>
      </w:r>
      <w:r w:rsidRPr="00B42F40">
        <w:t>]"</w:t>
      </w:r>
      <w:r w:rsidRPr="005C7EED">
        <w:rPr>
          <w:rFonts w:ascii="Verdana" w:hAnsi="Verdana" w:cs="Arial"/>
        </w:rPr>
        <w:t>,</w:t>
      </w:r>
    </w:p>
    <w:p w14:paraId="1878B286"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69656B43" w14:textId="77777777" w:rsid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14:paraId="72D0C61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4E4CA857" w14:textId="77777777" w:rsidR="006F5F96" w:rsidRPr="006F5F96" w:rsidRDefault="006F5F96" w:rsidP="006F5F96">
      <w:pPr>
        <w:spacing w:after="120"/>
        <w:ind w:left="567"/>
        <w:jc w:val="both"/>
      </w:pPr>
      <w:r w:rsidRPr="00B42F40">
        <w:t>"[</w:t>
      </w:r>
      <w:r w:rsidRPr="00B42F40">
        <w:rPr>
          <w:highlight w:val="yellow"/>
        </w:rPr>
        <w:t xml:space="preserve">VLOŽÍ </w:t>
      </w:r>
      <w:r w:rsidR="00AF4519">
        <w:rPr>
          <w:highlight w:val="yellow"/>
        </w:rPr>
        <w:t>DODAVATEL</w:t>
      </w:r>
      <w:r w:rsidRPr="00B42F40">
        <w:t>]"</w:t>
      </w:r>
      <w:r w:rsidRPr="006F5F96">
        <w:t xml:space="preserve">, tel.: </w:t>
      </w:r>
      <w:r w:rsidRPr="00B42F40">
        <w:t>"[</w:t>
      </w:r>
      <w:r w:rsidRPr="00B42F40">
        <w:rPr>
          <w:highlight w:val="yellow"/>
        </w:rPr>
        <w:t xml:space="preserve">VLOŽÍ </w:t>
      </w:r>
      <w:r w:rsidR="00AF4519">
        <w:rPr>
          <w:highlight w:val="yellow"/>
        </w:rPr>
        <w:t>DODAVATEL</w:t>
      </w:r>
      <w:r w:rsidRPr="00B42F40">
        <w:t>]"</w:t>
      </w:r>
      <w:r w:rsidRPr="006F5F96">
        <w:t>.</w:t>
      </w:r>
    </w:p>
    <w:p w14:paraId="6DE2E3C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344A13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 xml:space="preserve">VLOŽÍ </w:t>
      </w:r>
      <w:r w:rsidR="00AF4519">
        <w:rPr>
          <w:rStyle w:val="Tun"/>
          <w:highlight w:val="yellow"/>
        </w:rPr>
        <w:t>DODAVATEL</w:t>
      </w:r>
      <w:r w:rsidRPr="00B42F40">
        <w:rPr>
          <w:rStyle w:val="Tun"/>
        </w:rPr>
        <w:t>]</w:t>
      </w:r>
      <w:r w:rsidRPr="00B42F40">
        <w:t xml:space="preserve">" </w:t>
      </w:r>
    </w:p>
    <w:p w14:paraId="18D26289" w14:textId="77777777" w:rsidR="006F5F96" w:rsidRDefault="006F5F96" w:rsidP="00B42F40">
      <w:pPr>
        <w:pStyle w:val="Textbezodsazen"/>
      </w:pPr>
    </w:p>
    <w:p w14:paraId="5A1AF025"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567B9521"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5E14FD16" w14:textId="77777777" w:rsidR="00F91101" w:rsidRDefault="00F91101" w:rsidP="00106CD8">
      <w:pPr>
        <w:pStyle w:val="Textbezodsazen"/>
        <w:rPr>
          <w:b/>
        </w:rPr>
      </w:pPr>
    </w:p>
    <w:p w14:paraId="663E169F" w14:textId="77777777" w:rsidR="00F91101" w:rsidRPr="007F2FC8" w:rsidRDefault="00F91101" w:rsidP="007F2FC8">
      <w:pPr>
        <w:pStyle w:val="Nadpis1-1"/>
      </w:pPr>
      <w:r w:rsidRPr="007F2FC8">
        <w:t>PŘEDMĚT SMLOUVY</w:t>
      </w:r>
    </w:p>
    <w:p w14:paraId="76F6C599" w14:textId="77777777" w:rsidR="00F91101" w:rsidRDefault="009222E1" w:rsidP="00714B49">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714B49" w:rsidRPr="00714B49">
        <w:rPr>
          <w:rFonts w:ascii="Verdana" w:hAnsi="Verdana" w:cs="Calibri"/>
          <w:b/>
        </w:rPr>
        <w:t xml:space="preserve">Výstavba R110kV na TNS Ostrava </w:t>
      </w:r>
      <w:proofErr w:type="spellStart"/>
      <w:r w:rsidR="00714B49" w:rsidRPr="00714B49">
        <w:rPr>
          <w:rFonts w:ascii="Verdana" w:hAnsi="Verdana" w:cs="Calibri"/>
          <w:b/>
        </w:rPr>
        <w:t>Svinov</w:t>
      </w:r>
      <w:proofErr w:type="spellEnd"/>
      <w:r w:rsidR="00F91101" w:rsidRPr="00714B49">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p>
    <w:p w14:paraId="740777BD" w14:textId="77777777" w:rsidR="00F91101" w:rsidRPr="005C7EED" w:rsidRDefault="00F91101" w:rsidP="00C02F8B">
      <w:pPr>
        <w:pStyle w:val="Text1-1"/>
      </w:pPr>
      <w:r w:rsidRPr="005C7EED">
        <w:t>Koordinátor BOZP je povinen vykonávat v souladu se zákonem č.</w:t>
      </w:r>
      <w:r w:rsidR="0016651F">
        <w:t> </w:t>
      </w:r>
      <w:r w:rsidRPr="005C7EED">
        <w:t>309/2006 Sb. a nařízením vlády č. 591/2006 Sb. zejména tyto činnosti:</w:t>
      </w:r>
    </w:p>
    <w:p w14:paraId="5D8982EC"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7F707BE9"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194E943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76995533"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73668773"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3F6745C8"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77ECDEFF"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5533D89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41081D4D"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6F58D8A7"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3E7C7C06"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8AEC7A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742EF4FC"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48797024"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75CFF402"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45D0F640"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7C83C31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65E08BB8"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bookmarkStart w:id="0" w:name="_GoBack"/>
      <w:bookmarkEnd w:id="0"/>
    </w:p>
    <w:p w14:paraId="725CF293"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72D2DE58"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1EA8DA5F"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4ECE207D"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54C13B2B"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1407BFB5"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0852497D"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57DA05DE"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621FFE1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0063E6DE"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139C87B3"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770EA894"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08663A13"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54CE9DC7"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1587C1F3"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142834E9"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658299DF"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5E55E7F0"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20AFB98E"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06E4E7C"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72C5B2FA"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570090C"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5617DE4F"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6CB86B71" w14:textId="77777777" w:rsidR="00F91101" w:rsidRPr="007F2FC8" w:rsidRDefault="00F91101" w:rsidP="007F2FC8">
      <w:pPr>
        <w:pStyle w:val="Nadpis1-1"/>
      </w:pPr>
      <w:r w:rsidRPr="007F2FC8">
        <w:t>PRÁVA A POVINNOSTI KOORDINÁTORA BOZP</w:t>
      </w:r>
    </w:p>
    <w:p w14:paraId="79FEB9B8"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3C27C8CC"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5D4F04D0"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lastRenderedPageBreak/>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3B787D13"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9A324F" w:rsidRPr="0016651F">
        <w:rPr>
          <w:rFonts w:cs="Tahoma"/>
        </w:rPr>
        <w:t>"[</w:t>
      </w:r>
      <w:r w:rsidR="009A324F" w:rsidRPr="0016651F">
        <w:rPr>
          <w:rFonts w:cs="Tahoma"/>
          <w:highlight w:val="yellow"/>
        </w:rPr>
        <w:t xml:space="preserve">VLOŽÍ </w:t>
      </w:r>
      <w:r w:rsidR="00AF4519">
        <w:rPr>
          <w:rFonts w:cs="Tahoma"/>
          <w:highlight w:val="yellow"/>
        </w:rPr>
        <w:t>DODAVATEL</w:t>
      </w:r>
      <w:r w:rsidR="009A324F" w:rsidRPr="0016651F">
        <w:rPr>
          <w:rFonts w:cs="Tahoma"/>
        </w:rPr>
        <w:t>]"</w:t>
      </w:r>
      <w:r w:rsidRPr="0016651F">
        <w:rPr>
          <w:rFonts w:cs="Tahoma"/>
          <w:bCs/>
        </w:rPr>
        <w:t>;</w:t>
      </w:r>
    </w:p>
    <w:p w14:paraId="18630FC1" w14:textId="77777777" w:rsidR="00F91101"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Pr>
          <w:rFonts w:cs="Tahoma"/>
        </w:rPr>
        <w:t>Projektová</w:t>
      </w:r>
      <w:r w:rsidR="00F91101" w:rsidRPr="0016651F">
        <w:rPr>
          <w:rFonts w:cs="Tahoma"/>
        </w:rPr>
        <w:t xml:space="preserve"> dokumentace stavby;</w:t>
      </w:r>
    </w:p>
    <w:p w14:paraId="2B602E64" w14:textId="77777777" w:rsidR="00DC1143" w:rsidRPr="0016651F"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966487">
        <w:rPr>
          <w:rFonts w:ascii="Verdana" w:hAnsi="Verdana" w:cs="Calibri"/>
        </w:rPr>
        <w:t>Plán BOZP, přehled právních předpisů BOZP vztahujících se ke stavbě, Manuál údržby stavby</w:t>
      </w:r>
      <w:r>
        <w:rPr>
          <w:rFonts w:ascii="Verdana" w:hAnsi="Verdana" w:cs="Calibri"/>
        </w:rPr>
        <w:t>;</w:t>
      </w:r>
    </w:p>
    <w:p w14:paraId="23E06C8D"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73B115DE"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6BA0CBC6"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12B65AF3" w14:textId="77777777" w:rsidR="00F91101" w:rsidRPr="005C7EED" w:rsidRDefault="00F91101" w:rsidP="007F2FC8">
      <w:pPr>
        <w:pStyle w:val="Text1-1"/>
      </w:pPr>
      <w:r w:rsidRPr="005C7EED">
        <w:t>Koordinátor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78CBE508" w14:textId="77777777" w:rsidR="00F91101" w:rsidRPr="005C7EED" w:rsidRDefault="00F91101" w:rsidP="007F2FC8">
      <w:pPr>
        <w:pStyle w:val="Text1-1"/>
      </w:pPr>
      <w:r w:rsidRPr="005C7EED">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411E4C0F"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4258A182" w14:textId="77777777"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5D38CBB2"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66EB52D7"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6CD5E083"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6412FCB2"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47752349" w14:textId="77777777" w:rsidR="00F91101" w:rsidRPr="005C7EED" w:rsidRDefault="00F91101" w:rsidP="007F2FC8">
      <w:pPr>
        <w:pStyle w:val="Text1-1"/>
      </w:pPr>
      <w:r w:rsidRPr="005C7EED">
        <w:t>Koordinátor BOZP si je vědom skutečnosti, že nemá pravomoc zastavit stavbu.</w:t>
      </w:r>
    </w:p>
    <w:p w14:paraId="73D79390" w14:textId="77777777" w:rsidR="00F91101" w:rsidRPr="005C7EED" w:rsidRDefault="00F91101" w:rsidP="007F2FC8">
      <w:pPr>
        <w:pStyle w:val="Text1-1"/>
      </w:pPr>
      <w:r w:rsidRPr="005C7EED">
        <w:t>Koordinátor BOZP plně ručí za kvalitu plánu BOZP po dobu platnosti této smlouvy.</w:t>
      </w:r>
    </w:p>
    <w:p w14:paraId="3044F8AB" w14:textId="77777777" w:rsidR="00F91101" w:rsidRPr="005C7EED" w:rsidRDefault="00F91101" w:rsidP="007F2FC8">
      <w:pPr>
        <w:pStyle w:val="Text1-1"/>
      </w:pPr>
      <w:r w:rsidRPr="005C7EED">
        <w:lastRenderedPageBreak/>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61048D9D"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06B9A38B"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1AC3C75E" w14:textId="77777777" w:rsidR="00F91101" w:rsidRPr="007F2FC8" w:rsidRDefault="00F91101" w:rsidP="007F2FC8">
      <w:pPr>
        <w:pStyle w:val="Nadpis1-1"/>
      </w:pPr>
      <w:r w:rsidRPr="007F2FC8">
        <w:t>CENA A PLATEBNÍ PODMÍNKY</w:t>
      </w:r>
    </w:p>
    <w:p w14:paraId="63C419A4"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7518A721"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9A324F" w:rsidRPr="00B42F40">
        <w:t>"[</w:t>
      </w:r>
      <w:r w:rsidR="009A324F" w:rsidRPr="00B42F40">
        <w:rPr>
          <w:highlight w:val="yellow"/>
        </w:rPr>
        <w:t xml:space="preserve">VLOŽÍ </w:t>
      </w:r>
      <w:r w:rsidR="00AF4519">
        <w:rPr>
          <w:highlight w:val="yellow"/>
        </w:rPr>
        <w:t>DODAVATEL</w:t>
      </w:r>
      <w:r w:rsidR="009A324F" w:rsidRPr="00B42F40">
        <w:t>]"</w:t>
      </w:r>
      <w:r w:rsidRPr="005C7EED">
        <w:rPr>
          <w:rFonts w:ascii="Verdana" w:hAnsi="Verdana" w:cs="Calibri"/>
        </w:rPr>
        <w:t xml:space="preserve"> Kč</w:t>
      </w:r>
    </w:p>
    <w:p w14:paraId="4DD0952C" w14:textId="77777777" w:rsidR="00F91101" w:rsidRPr="005C7EED" w:rsidRDefault="00F91101" w:rsidP="009A324F">
      <w:pPr>
        <w:tabs>
          <w:tab w:val="right" w:leader="dot" w:pos="7371"/>
        </w:tabs>
        <w:spacing w:before="120"/>
        <w:ind w:left="737"/>
        <w:rPr>
          <w:rFonts w:ascii="Verdana" w:hAnsi="Verdana" w:cs="Arial"/>
        </w:rPr>
      </w:pPr>
      <w:r w:rsidRPr="005C7EED">
        <w:rPr>
          <w:rFonts w:ascii="Verdana" w:hAnsi="Verdana" w:cs="Arial"/>
        </w:rPr>
        <w:t xml:space="preserve">(Celková cena slovy: </w:t>
      </w:r>
      <w:r w:rsidR="009A324F" w:rsidRPr="00B42F40">
        <w:t>"[</w:t>
      </w:r>
      <w:r w:rsidR="009A324F" w:rsidRPr="00B42F40">
        <w:rPr>
          <w:highlight w:val="yellow"/>
        </w:rPr>
        <w:t xml:space="preserve">VLOŽÍ </w:t>
      </w:r>
      <w:r w:rsidR="00AF4519">
        <w:rPr>
          <w:highlight w:val="yellow"/>
        </w:rPr>
        <w:t>DODAVATEL</w:t>
      </w:r>
      <w:r w:rsidR="009A324F" w:rsidRPr="00B42F40">
        <w:t>]"</w:t>
      </w:r>
      <w:r w:rsidR="009A324F">
        <w:t xml:space="preserve"> </w:t>
      </w:r>
      <w:r w:rsidRPr="005C7EED">
        <w:rPr>
          <w:rFonts w:ascii="Verdana" w:hAnsi="Verdana" w:cs="Arial"/>
        </w:rPr>
        <w:t>korun českých bez DPH)</w:t>
      </w:r>
    </w:p>
    <w:p w14:paraId="55F7A04F" w14:textId="77777777" w:rsidR="00F91101" w:rsidRPr="005C7EED" w:rsidRDefault="00F91101" w:rsidP="00E40651">
      <w:pPr>
        <w:spacing w:before="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17CDE30C"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508C0FDC"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28495639"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p>
    <w:p w14:paraId="207D8062" w14:textId="77777777" w:rsidR="00F91101" w:rsidRPr="005C7EED" w:rsidRDefault="00F91101" w:rsidP="007F2FC8">
      <w:pPr>
        <w:pStyle w:val="Text1-1"/>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14:paraId="09B2E182" w14:textId="77777777" w:rsidR="00F91101" w:rsidRPr="005C7EED" w:rsidRDefault="00F91101" w:rsidP="007F2FC8">
      <w:pPr>
        <w:pStyle w:val="Text1-1"/>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2E81EAA8"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4913EBDF" w14:textId="77777777" w:rsidR="00F91101" w:rsidRPr="005C7EED" w:rsidRDefault="00F91101" w:rsidP="007F2FC8">
      <w:pPr>
        <w:pStyle w:val="Text1-1"/>
        <w:rPr>
          <w:rFonts w:cs="Calibri"/>
        </w:rPr>
      </w:pPr>
      <w:r w:rsidRPr="005C7EED">
        <w:lastRenderedPageBreak/>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1C4CB6BC"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460B1347"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31EF617C"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477BB1F4"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6F66CAA9"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55799A3F" w14:textId="77777777"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351F4F9C"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0D3DDCA8"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1946C95D" w14:textId="77777777" w:rsidR="00F91101" w:rsidRPr="004C64C5" w:rsidRDefault="00F91101" w:rsidP="004C64C5">
      <w:pPr>
        <w:pStyle w:val="Nadpis1-1"/>
      </w:pPr>
      <w:r w:rsidRPr="004C64C5">
        <w:t>DOBA PLNĚNÍ A UKONČENÍ SMLOUVY</w:t>
      </w:r>
    </w:p>
    <w:p w14:paraId="4BA7AE54" w14:textId="77777777" w:rsidR="00F91101" w:rsidRPr="005C7EED" w:rsidRDefault="00F91101" w:rsidP="009A324F">
      <w:pPr>
        <w:pStyle w:val="Text1-2"/>
        <w:tabs>
          <w:tab w:val="clear" w:pos="1474"/>
        </w:tabs>
        <w:ind w:left="737"/>
      </w:pPr>
      <w:r w:rsidRPr="005C7EED">
        <w:t>Zahájení výkonu činnosti: bezodkladně po nabytí účinnosti této smlouvy.</w:t>
      </w:r>
    </w:p>
    <w:p w14:paraId="7AD7B988" w14:textId="77777777" w:rsidR="00F91101" w:rsidRPr="005C7EED" w:rsidRDefault="00F91101" w:rsidP="00DC1143">
      <w:pPr>
        <w:pStyle w:val="Text1-2"/>
        <w:tabs>
          <w:tab w:val="clear" w:pos="1474"/>
        </w:tabs>
        <w:ind w:left="737"/>
      </w:pPr>
      <w:r w:rsidRPr="005C7EED">
        <w:t>Ukončení výkonu činnosti</w:t>
      </w:r>
      <w:r w:rsidRPr="00714B49">
        <w:t xml:space="preserve">: do </w:t>
      </w:r>
      <w:r w:rsidR="00714B49" w:rsidRPr="00714B49">
        <w:rPr>
          <w:rFonts w:cs="Arial"/>
          <w:b/>
        </w:rPr>
        <w:t xml:space="preserve">23 </w:t>
      </w:r>
      <w:r w:rsidRPr="00714B49">
        <w:t>měsíců ode</w:t>
      </w:r>
      <w:r w:rsidRPr="005C7EED">
        <w:t xml:space="preserve"> dne zahájení stavebních prací na předmětné stavbě, kdy je předpokládáno ukončení stavebních prací.</w:t>
      </w:r>
    </w:p>
    <w:p w14:paraId="40F5A1A0" w14:textId="77777777" w:rsidR="00F91101" w:rsidRPr="005C7EED" w:rsidRDefault="009222E1" w:rsidP="004C64C5">
      <w:pPr>
        <w:pStyle w:val="Text1-1"/>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2A463D7C"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63B18706"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2C95EE3D" w14:textId="77777777" w:rsidR="00F91101" w:rsidRPr="004C64C5" w:rsidRDefault="00F91101" w:rsidP="004C64C5">
      <w:pPr>
        <w:pStyle w:val="Nadpis1-1"/>
      </w:pPr>
      <w:r w:rsidRPr="004C64C5">
        <w:t>OSTATNÍ UJEDNÁNÍ</w:t>
      </w:r>
    </w:p>
    <w:p w14:paraId="0EE153B5"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 xml:space="preserve">to smlouvy předávat koordinátorovi BOZP veškeré vyžádané podklady a informace pro jeho činnost </w:t>
      </w:r>
      <w:r w:rsidR="00F91101" w:rsidRPr="005C7EED">
        <w:lastRenderedPageBreak/>
        <w:t>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75550D69"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5AF059FF" w14:textId="77777777" w:rsidR="00F91101" w:rsidRPr="005C7EED" w:rsidRDefault="00F91101" w:rsidP="004C64C5">
      <w:pPr>
        <w:pStyle w:val="Text1-1"/>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51B9785B" w14:textId="77777777" w:rsidR="00F91101" w:rsidRPr="004C64C5" w:rsidRDefault="00F91101" w:rsidP="004C64C5">
      <w:pPr>
        <w:pStyle w:val="Nadpis1-1"/>
      </w:pPr>
      <w:r w:rsidRPr="004C64C5">
        <w:t>SMLUVNÍ POKUTY A ÚROK Z PRODLENÍ</w:t>
      </w:r>
    </w:p>
    <w:p w14:paraId="534B2A67"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05A6881D"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60C07A1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za nesplnění dílčích termínů stanovených v čl. </w:t>
      </w:r>
      <w:r w:rsidR="007D77B4">
        <w:rPr>
          <w:rFonts w:ascii="Verdana" w:hAnsi="Verdana" w:cs="Calibri"/>
        </w:rPr>
        <w:t>4</w:t>
      </w:r>
      <w:r w:rsidRPr="005C7EED">
        <w:rPr>
          <w:rFonts w:ascii="Verdana" w:hAnsi="Verdana" w:cs="Calibri"/>
        </w:rPr>
        <w:t xml:space="preserve">, odst.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p>
    <w:p w14:paraId="53183E49"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p>
    <w:p w14:paraId="641A5B5F"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w:t>
      </w:r>
      <w:r w:rsidRPr="005C7EED">
        <w:rPr>
          <w:rFonts w:ascii="Verdana" w:hAnsi="Verdana" w:cs="Calibri"/>
          <w:color w:val="000000"/>
        </w:rPr>
        <w:t xml:space="preserve">2.000 Kč </w:t>
      </w:r>
      <w:r w:rsidRPr="005C7EED">
        <w:rPr>
          <w:rFonts w:ascii="Verdana" w:hAnsi="Verdana" w:cs="Calibri"/>
        </w:rPr>
        <w:t>za každé jednotlivé nesplnění jiných závazků a povinností dle této smlouvy,</w:t>
      </w:r>
    </w:p>
    <w:p w14:paraId="62303815"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 xml:space="preserve">částku ve výši 50 % sjednané ceny dle této smlouvy v případě nepředložení dokladů dle čl. </w:t>
      </w:r>
      <w:r w:rsidR="007D77B4">
        <w:rPr>
          <w:rFonts w:ascii="Verdana" w:hAnsi="Verdana" w:cs="Calibri"/>
        </w:rPr>
        <w:t>2</w:t>
      </w:r>
      <w:r w:rsidRPr="005C7EED">
        <w:rPr>
          <w:rFonts w:ascii="Verdana" w:hAnsi="Verdana" w:cs="Calibri"/>
        </w:rPr>
        <w:t xml:space="preserve">, odst.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p>
    <w:p w14:paraId="6EE45F08" w14:textId="77777777" w:rsidR="00F91101" w:rsidRPr="004C64C5"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 xml:space="preserve">em nejpozději do </w:t>
      </w:r>
      <w:proofErr w:type="gramStart"/>
      <w:r w:rsidRPr="004C64C5">
        <w:rPr>
          <w:rFonts w:ascii="Verdana" w:hAnsi="Verdana" w:cs="Calibri"/>
        </w:rPr>
        <w:t>60-ti</w:t>
      </w:r>
      <w:proofErr w:type="gramEnd"/>
      <w:r w:rsidRPr="004C64C5">
        <w:rPr>
          <w:rFonts w:ascii="Verdana" w:hAnsi="Verdana" w:cs="Calibri"/>
        </w:rPr>
        <w:t xml:space="preserve"> dnů od vzniku události.</w:t>
      </w:r>
    </w:p>
    <w:p w14:paraId="4A1EBB34"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18009921" w14:textId="77777777" w:rsidR="00F91101" w:rsidRPr="004C64C5" w:rsidRDefault="00F91101" w:rsidP="004C64C5">
      <w:pPr>
        <w:pStyle w:val="Nadpis1-1"/>
      </w:pPr>
      <w:r w:rsidRPr="004C64C5">
        <w:lastRenderedPageBreak/>
        <w:t>KONTROLY A AUDITY</w:t>
      </w:r>
    </w:p>
    <w:p w14:paraId="69FF354B"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EAC61D3"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3631C4DA"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2E59B9EF"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433EDE64" w14:textId="77777777" w:rsidR="00F91101" w:rsidRPr="004C64C5" w:rsidRDefault="00F91101" w:rsidP="004C64C5">
      <w:pPr>
        <w:pStyle w:val="Nadpis1-1"/>
      </w:pPr>
      <w:r w:rsidRPr="004C64C5">
        <w:t>ZÁVĚREČNÁ USTANOVENÍ</w:t>
      </w:r>
    </w:p>
    <w:p w14:paraId="5DE670A0" w14:textId="77777777" w:rsidR="00095319" w:rsidRPr="00095319" w:rsidRDefault="00095319" w:rsidP="004C64C5">
      <w:pPr>
        <w:pStyle w:val="Text1-1"/>
      </w:pPr>
      <w:r w:rsidRPr="005D359B">
        <w:rPr>
          <w:rFonts w:ascii="Verdana" w:hAnsi="Verdana"/>
          <w:iCs/>
        </w:rPr>
        <w:t>Účinností zákona č. 367/2019 Sb., tj. od 1. 1. 2020 došlo ke změně názvu státní organizace, dřívější název Správa železniční dopravní cesty, byl od uvedeného data nahrazen názvem novým Správa železnic. K uvedené změně došlo ex lege a zápis nového názvu do obchodního rejstříku nemá konstitutivní charakter, změna nemá vliv na právní postavení, práva a povinnosti, či jiné okolnosti státní organizace, totožnost subjektu, státní organizace zůstává zachována.</w:t>
      </w:r>
    </w:p>
    <w:p w14:paraId="6C7BA335" w14:textId="77777777" w:rsidR="00F91101" w:rsidRPr="005C7EED" w:rsidRDefault="00F91101" w:rsidP="004C64C5">
      <w:pPr>
        <w:pStyle w:val="Text1-1"/>
      </w:pPr>
      <w:r w:rsidRPr="005C7EED">
        <w:t>Pokud není v této smlouvě stanoveno jinak, platí pro právní vztahy z ní vyplývající příslušná ustanovení zákona č. 89/2012 Sb., občanského zákoníku a dalších příslušných právních předpisů České republiky.</w:t>
      </w:r>
    </w:p>
    <w:p w14:paraId="5E311679"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1C38014B" w14:textId="77777777" w:rsidR="00F91101" w:rsidRPr="005C7EED" w:rsidRDefault="00F91101" w:rsidP="004C64C5">
      <w:pPr>
        <w:pStyle w:val="Text1-1"/>
      </w:pPr>
      <w:r w:rsidRPr="005C7EED">
        <w:lastRenderedPageBreak/>
        <w:t>Tato smlouva je vyhotovena v písemné formě, v listinné podobě, s podpisy všech účastníků na téže listině.</w:t>
      </w:r>
    </w:p>
    <w:p w14:paraId="2B964BDA"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3FE8A71D"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5B5FD0DC"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05DC732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53A2981"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53573C9D"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54BD2B86"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783BA15F" w14:textId="77777777" w:rsidR="00F91101" w:rsidRPr="005C7EED" w:rsidRDefault="00F91101" w:rsidP="004C64C5">
      <w:pPr>
        <w:pStyle w:val="Text1-1"/>
      </w:pPr>
      <w:r w:rsidRPr="005C7EED">
        <w:t>Tuto smlouvu je možné měnit, doplňovat nebo rušit pouze v téže formě, v jaké byla tato smlouva uzavřena, nebo ve formě přísnější.</w:t>
      </w:r>
    </w:p>
    <w:p w14:paraId="22AAB6B8"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0A307867" w14:textId="77777777" w:rsidR="00F91101" w:rsidRPr="005C7EED" w:rsidRDefault="00F91101" w:rsidP="004C64C5">
      <w:pPr>
        <w:pStyle w:val="Text1-1"/>
      </w:pPr>
      <w:r w:rsidRPr="005C7EED">
        <w:lastRenderedPageBreak/>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0087CCCE"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74C8B5F4" w14:textId="77777777"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52F9378B"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DD4B613"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459C3EE"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22BE50D0" w14:textId="77777777" w:rsidR="00F91101" w:rsidRPr="005C7EED" w:rsidRDefault="00F91101" w:rsidP="004C64C5">
      <w:pPr>
        <w:pStyle w:val="Text1-1"/>
      </w:pPr>
      <w:r w:rsidRPr="005C7EED">
        <w:t xml:space="preserve">Tato smlouva je vyhotovena ve </w:t>
      </w:r>
      <w:r w:rsidR="009A324F" w:rsidRPr="00342DC7">
        <w:rPr>
          <w:highlight w:val="yellow"/>
        </w:rPr>
        <w:t xml:space="preserve">„[VLOŽÍ </w:t>
      </w:r>
      <w:r w:rsidR="00AF4519">
        <w:rPr>
          <w:highlight w:val="yellow"/>
        </w:rPr>
        <w:t>DODAVATEL</w:t>
      </w:r>
      <w:r w:rsidR="009A324F" w:rsidRPr="00342DC7">
        <w:rPr>
          <w:highlight w:val="yellow"/>
        </w:rPr>
        <w:t>]“</w:t>
      </w:r>
      <w:r w:rsidRPr="005C7EED" w:rsidDel="007D5832">
        <w:t xml:space="preserve"> </w:t>
      </w:r>
      <w:r w:rsidRPr="005C7EED">
        <w:t xml:space="preserve">vyhotoveních, z nichž </w:t>
      </w:r>
      <w:r w:rsidR="009222E1">
        <w:t>Objednatel</w:t>
      </w:r>
      <w:r w:rsidRPr="005C7EED">
        <w:t xml:space="preserve"> obdrží dvě vyhotovení a koordinátor BOZP obdrží </w:t>
      </w:r>
      <w:r w:rsidR="009A324F" w:rsidRPr="00342DC7">
        <w:rPr>
          <w:highlight w:val="yellow"/>
        </w:rPr>
        <w:t xml:space="preserve">„[VLOŽÍ </w:t>
      </w:r>
      <w:r w:rsidR="00AF4519">
        <w:rPr>
          <w:highlight w:val="yellow"/>
        </w:rPr>
        <w:t>DODAVATEL</w:t>
      </w:r>
      <w:r w:rsidR="009A324F" w:rsidRPr="00342DC7">
        <w:rPr>
          <w:highlight w:val="yellow"/>
        </w:rPr>
        <w:t>]“</w:t>
      </w:r>
      <w:r w:rsidRPr="005C7EED">
        <w:rPr>
          <w:bCs/>
        </w:rPr>
        <w:t xml:space="preserve"> </w:t>
      </w:r>
      <w:r w:rsidRPr="005C7EED">
        <w:t>vyhotovení.</w:t>
      </w:r>
    </w:p>
    <w:p w14:paraId="7A2EFCBF" w14:textId="77777777"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77A32CA3"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49F44FCB" w14:textId="77777777" w:rsidR="007D77B4" w:rsidRDefault="007D77B4" w:rsidP="009F0867">
      <w:pPr>
        <w:pStyle w:val="Textbezodsazen"/>
      </w:pPr>
    </w:p>
    <w:p w14:paraId="3CA5EBD9"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4455BA26" w14:textId="77777777"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14:paraId="27D3273D" w14:textId="77777777" w:rsidR="00F422D3" w:rsidRDefault="00F422D3" w:rsidP="009F0867">
      <w:pPr>
        <w:pStyle w:val="Textbezodsazen"/>
      </w:pPr>
    </w:p>
    <w:p w14:paraId="6A95040F" w14:textId="77777777" w:rsidR="00F422D3" w:rsidRDefault="00F422D3" w:rsidP="009F0867">
      <w:pPr>
        <w:pStyle w:val="Textbezodsazen"/>
      </w:pPr>
    </w:p>
    <w:p w14:paraId="71C9966D" w14:textId="77777777" w:rsidR="00F422D3" w:rsidRDefault="00F422D3" w:rsidP="009F0867">
      <w:pPr>
        <w:pStyle w:val="Textbezodsazen"/>
      </w:pPr>
      <w:r>
        <w:t>……………………………</w:t>
      </w:r>
      <w:r w:rsidR="00342DC7">
        <w:t>…….</w:t>
      </w:r>
      <w:r>
        <w:t>…………</w:t>
      </w:r>
      <w:r>
        <w:tab/>
      </w:r>
      <w:r>
        <w:tab/>
      </w:r>
      <w:r>
        <w:tab/>
      </w:r>
      <w:r>
        <w:tab/>
        <w:t>………………………</w:t>
      </w:r>
      <w:r w:rsidR="00342DC7">
        <w:t>….</w:t>
      </w:r>
      <w:r>
        <w:t>……………….</w:t>
      </w:r>
    </w:p>
    <w:p w14:paraId="5D9CD1C7"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642894A2"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03DB06C9" w14:textId="77777777" w:rsidR="00342DC7" w:rsidRDefault="00342DC7" w:rsidP="00342DC7">
      <w:pPr>
        <w:pStyle w:val="Textbezodsazen"/>
        <w:spacing w:after="0"/>
      </w:pPr>
      <w:r>
        <w:t>Správa železni</w:t>
      </w:r>
      <w:r w:rsidR="00D74633">
        <w:t>c</w:t>
      </w:r>
      <w:r>
        <w:t>, státní organizace</w:t>
      </w:r>
    </w:p>
    <w:p w14:paraId="04A01122" w14:textId="77777777" w:rsidR="00F422D3" w:rsidRDefault="00F422D3" w:rsidP="009F0867">
      <w:pPr>
        <w:pStyle w:val="Textbezodsazen"/>
      </w:pPr>
    </w:p>
    <w:p w14:paraId="0BBDFD1A" w14:textId="77777777" w:rsidR="00F422D3" w:rsidRDefault="00F422D3" w:rsidP="009F0867">
      <w:pPr>
        <w:pStyle w:val="Textbezodsazen"/>
      </w:pPr>
    </w:p>
    <w:p w14:paraId="12A38752" w14:textId="77777777" w:rsidR="00F422D3" w:rsidRDefault="00F422D3" w:rsidP="009F0867">
      <w:pPr>
        <w:pStyle w:val="Textbezodsazen"/>
      </w:pPr>
    </w:p>
    <w:p w14:paraId="268B0319" w14:textId="77777777" w:rsidR="00CB4F6D" w:rsidRPr="00F77239" w:rsidRDefault="00FD08AA" w:rsidP="00714B49">
      <w:pPr>
        <w:pStyle w:val="RLProhlensmluvnchstran"/>
        <w:jc w:val="left"/>
        <w:rPr>
          <w:rFonts w:ascii="Verdana" w:hAnsi="Verdana"/>
          <w:b w:val="0"/>
          <w:sz w:val="18"/>
          <w:szCs w:val="18"/>
          <w:lang w:val="cs-CZ"/>
        </w:rPr>
        <w:sectPr w:rsidR="00CB4F6D" w:rsidRPr="00F77239" w:rsidSect="004D09FB">
          <w:headerReference w:type="default" r:id="rId12"/>
          <w:footerReference w:type="default" r:id="rId13"/>
          <w:headerReference w:type="first" r:id="rId14"/>
          <w:pgSz w:w="11906" w:h="16838" w:code="9"/>
          <w:pgMar w:top="1049" w:right="1134" w:bottom="1474" w:left="1418" w:header="595" w:footer="624" w:gutter="652"/>
          <w:cols w:space="708"/>
          <w:titlePg/>
          <w:docGrid w:linePitch="360"/>
        </w:sectPr>
      </w:pPr>
      <w:r w:rsidRPr="005C7EED">
        <w:rPr>
          <w:rFonts w:ascii="Verdana" w:hAnsi="Verdana"/>
          <w:b w:val="0"/>
          <w:sz w:val="18"/>
          <w:szCs w:val="18"/>
        </w:rPr>
        <w:t>Tato smlouva byla uveřejněna pr</w:t>
      </w:r>
      <w:r w:rsidR="00714B49">
        <w:rPr>
          <w:rFonts w:ascii="Verdana" w:hAnsi="Verdana"/>
          <w:b w:val="0"/>
          <w:sz w:val="18"/>
          <w:szCs w:val="18"/>
        </w:rPr>
        <w:t>ostřednictvím registru smluv dn</w:t>
      </w:r>
      <w:r w:rsidR="00F77239">
        <w:rPr>
          <w:rFonts w:ascii="Verdana" w:hAnsi="Verdana"/>
          <w:b w:val="0"/>
          <w:sz w:val="18"/>
          <w:szCs w:val="18"/>
          <w:lang w:val="cs-CZ"/>
        </w:rPr>
        <w:t>e</w:t>
      </w:r>
    </w:p>
    <w:p w14:paraId="3E02934D" w14:textId="77777777" w:rsidR="00F762A8" w:rsidRDefault="00F762A8" w:rsidP="00714B49">
      <w:pPr>
        <w:pStyle w:val="Nadpisbezsl1-1"/>
      </w:pPr>
    </w:p>
    <w:sectPr w:rsidR="00F762A8" w:rsidSect="00A21A01">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1418"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94F5DC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0B3D4E" w14:textId="77777777" w:rsidR="006F5F96" w:rsidRDefault="006F5F96" w:rsidP="00962258">
      <w:pPr>
        <w:spacing w:after="0" w:line="240" w:lineRule="auto"/>
      </w:pPr>
      <w:r>
        <w:separator/>
      </w:r>
    </w:p>
  </w:endnote>
  <w:endnote w:type="continuationSeparator" w:id="0">
    <w:p w14:paraId="45672D43"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51A9FB01" w14:textId="77777777" w:rsidTr="00EB46E5">
      <w:tc>
        <w:tcPr>
          <w:tcW w:w="1361" w:type="dxa"/>
          <w:tcMar>
            <w:left w:w="0" w:type="dxa"/>
            <w:right w:w="0" w:type="dxa"/>
          </w:tcMar>
          <w:vAlign w:val="bottom"/>
        </w:tcPr>
        <w:p w14:paraId="538B974C" w14:textId="77777777" w:rsidR="006F5F96" w:rsidRPr="00B8518B" w:rsidRDefault="006F5F96"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19A3">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19A3">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3811A2" w14:textId="77777777" w:rsidR="006F5F96" w:rsidRDefault="006F5F96" w:rsidP="00B8518B">
          <w:pPr>
            <w:pStyle w:val="Zpat"/>
          </w:pPr>
        </w:p>
      </w:tc>
      <w:tc>
        <w:tcPr>
          <w:tcW w:w="425" w:type="dxa"/>
          <w:shd w:val="clear" w:color="auto" w:fill="auto"/>
          <w:tcMar>
            <w:left w:w="0" w:type="dxa"/>
            <w:right w:w="0" w:type="dxa"/>
          </w:tcMar>
        </w:tcPr>
        <w:p w14:paraId="5B093137" w14:textId="77777777" w:rsidR="006F5F96" w:rsidRDefault="006F5F96" w:rsidP="00B8518B">
          <w:pPr>
            <w:pStyle w:val="Zpat"/>
          </w:pPr>
        </w:p>
      </w:tc>
      <w:tc>
        <w:tcPr>
          <w:tcW w:w="8505" w:type="dxa"/>
        </w:tcPr>
        <w:p w14:paraId="0AB2021F" w14:textId="77777777" w:rsidR="006F5F96" w:rsidRDefault="006F5F96" w:rsidP="00F422D3">
          <w:pPr>
            <w:pStyle w:val="Zpat0"/>
            <w:rPr>
              <w:b/>
            </w:rPr>
          </w:pPr>
          <w:r w:rsidRPr="00B41CFD">
            <w:rPr>
              <w:b/>
            </w:rPr>
            <w:t>Smlouva o dílo</w:t>
          </w:r>
        </w:p>
        <w:p w14:paraId="6A080B64" w14:textId="77777777" w:rsidR="006F5F96" w:rsidRDefault="0016651F" w:rsidP="00DC1143">
          <w:pPr>
            <w:pStyle w:val="Zpat0"/>
          </w:pPr>
          <w:r>
            <w:rPr>
              <w:b/>
            </w:rPr>
            <w:t>Výkon činnosti koordinátora BOZP</w:t>
          </w:r>
          <w:r w:rsidR="00DC1143">
            <w:rPr>
              <w:b/>
            </w:rPr>
            <w:t xml:space="preserve"> při práci na staveništi ve fázi realizace</w:t>
          </w:r>
        </w:p>
      </w:tc>
    </w:tr>
  </w:tbl>
  <w:p w14:paraId="010F42FD" w14:textId="77777777" w:rsidR="006F5F96" w:rsidRPr="00B8518B" w:rsidRDefault="006F5F96"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D1293" w14:textId="77777777" w:rsidR="006F5F96" w:rsidRDefault="006F5F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24B5D13D" w14:textId="77777777" w:rsidTr="00EB46E5">
      <w:tc>
        <w:tcPr>
          <w:tcW w:w="1361" w:type="dxa"/>
          <w:tcMar>
            <w:left w:w="0" w:type="dxa"/>
            <w:right w:w="0" w:type="dxa"/>
          </w:tcMar>
          <w:vAlign w:val="bottom"/>
        </w:tcPr>
        <w:p w14:paraId="48DA08A5" w14:textId="77777777"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A19A3">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A19A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8A81EC" w14:textId="77777777" w:rsidR="006F5F96" w:rsidRDefault="006F5F96" w:rsidP="00B8518B">
          <w:pPr>
            <w:pStyle w:val="Zpat"/>
          </w:pPr>
        </w:p>
      </w:tc>
      <w:tc>
        <w:tcPr>
          <w:tcW w:w="425" w:type="dxa"/>
          <w:shd w:val="clear" w:color="auto" w:fill="auto"/>
          <w:tcMar>
            <w:left w:w="0" w:type="dxa"/>
            <w:right w:w="0" w:type="dxa"/>
          </w:tcMar>
        </w:tcPr>
        <w:p w14:paraId="2FA72EBA" w14:textId="77777777" w:rsidR="006F5F96" w:rsidRDefault="006F5F96" w:rsidP="00B8518B">
          <w:pPr>
            <w:pStyle w:val="Zpat"/>
          </w:pPr>
        </w:p>
      </w:tc>
      <w:tc>
        <w:tcPr>
          <w:tcW w:w="8505" w:type="dxa"/>
        </w:tcPr>
        <w:p w14:paraId="3BB84FF1" w14:textId="77777777" w:rsidR="006F5F96" w:rsidRPr="00143EC0" w:rsidRDefault="006F5F96" w:rsidP="00F422D3">
          <w:pPr>
            <w:pStyle w:val="Zpat0"/>
            <w:rPr>
              <w:b/>
            </w:rPr>
          </w:pPr>
        </w:p>
        <w:p w14:paraId="28DF9723" w14:textId="77777777" w:rsidR="006F5F96" w:rsidRDefault="006F5F96" w:rsidP="00F95FBD">
          <w:pPr>
            <w:pStyle w:val="Zpat0"/>
          </w:pPr>
        </w:p>
      </w:tc>
    </w:tr>
  </w:tbl>
  <w:p w14:paraId="6E28DB7D" w14:textId="77777777" w:rsidR="006F5F96" w:rsidRPr="00B8518B" w:rsidRDefault="006F5F96"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16E34" w14:textId="77777777" w:rsidR="006F5F96" w:rsidRDefault="006F5F9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DA4C3B" w14:textId="77777777" w:rsidR="006F5F96" w:rsidRDefault="006F5F96" w:rsidP="00962258">
      <w:pPr>
        <w:spacing w:after="0" w:line="240" w:lineRule="auto"/>
      </w:pPr>
      <w:r>
        <w:separator/>
      </w:r>
    </w:p>
  </w:footnote>
  <w:footnote w:type="continuationSeparator" w:id="0">
    <w:p w14:paraId="050E6725"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1A302B53" w14:textId="77777777" w:rsidTr="00C02D0A">
      <w:trPr>
        <w:trHeight w:hRule="exact" w:val="454"/>
      </w:trPr>
      <w:tc>
        <w:tcPr>
          <w:tcW w:w="1361" w:type="dxa"/>
          <w:tcMar>
            <w:top w:w="57" w:type="dxa"/>
            <w:left w:w="0" w:type="dxa"/>
            <w:right w:w="0" w:type="dxa"/>
          </w:tcMar>
        </w:tcPr>
        <w:p w14:paraId="1824179C"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3BAA7644" w14:textId="77777777" w:rsidR="006F5F96" w:rsidRDefault="006F5F96" w:rsidP="00523EA7">
          <w:pPr>
            <w:pStyle w:val="Zpat"/>
          </w:pPr>
        </w:p>
      </w:tc>
      <w:tc>
        <w:tcPr>
          <w:tcW w:w="5698" w:type="dxa"/>
          <w:shd w:val="clear" w:color="auto" w:fill="auto"/>
          <w:tcMar>
            <w:top w:w="57" w:type="dxa"/>
            <w:left w:w="0" w:type="dxa"/>
            <w:right w:w="0" w:type="dxa"/>
          </w:tcMar>
        </w:tcPr>
        <w:p w14:paraId="1587EA32" w14:textId="77777777" w:rsidR="006F5F96" w:rsidRPr="00D6163D" w:rsidRDefault="006F5F96" w:rsidP="00D6163D">
          <w:pPr>
            <w:pStyle w:val="Druhdokumentu"/>
          </w:pPr>
        </w:p>
      </w:tc>
    </w:tr>
  </w:tbl>
  <w:p w14:paraId="44FADA9B" w14:textId="77777777" w:rsidR="006F5F96" w:rsidRPr="00D6163D" w:rsidRDefault="006F5F96">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F5F96" w14:paraId="59F720B7" w14:textId="77777777" w:rsidTr="00B22106">
      <w:trPr>
        <w:trHeight w:hRule="exact" w:val="936"/>
      </w:trPr>
      <w:tc>
        <w:tcPr>
          <w:tcW w:w="1361" w:type="dxa"/>
          <w:tcMar>
            <w:left w:w="0" w:type="dxa"/>
            <w:right w:w="0" w:type="dxa"/>
          </w:tcMar>
        </w:tcPr>
        <w:p w14:paraId="550333D6" w14:textId="77777777" w:rsidR="006F5F96" w:rsidRPr="00B8518B" w:rsidRDefault="00293D02" w:rsidP="00FC6389">
          <w:pPr>
            <w:pStyle w:val="Zpat"/>
            <w:rPr>
              <w:rStyle w:val="slostrnky"/>
            </w:rPr>
          </w:pPr>
          <w:r w:rsidRPr="00AE589A">
            <w:rPr>
              <w:noProof/>
              <w:lang w:eastAsia="cs-CZ"/>
            </w:rPr>
            <w:drawing>
              <wp:anchor distT="0" distB="0" distL="114300" distR="114300" simplePos="0" relativeHeight="251670528" behindDoc="0" locked="1" layoutInCell="1" allowOverlap="1" wp14:anchorId="08D32DFF" wp14:editId="28983986">
                <wp:simplePos x="0" y="0"/>
                <wp:positionH relativeFrom="page">
                  <wp:posOffset>-30480</wp:posOffset>
                </wp:positionH>
                <wp:positionV relativeFrom="page">
                  <wp:posOffset>-6350</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76E8889B" w14:textId="77777777" w:rsidR="006F5F96" w:rsidRDefault="006F5F96" w:rsidP="00FC6389">
          <w:pPr>
            <w:pStyle w:val="Zpat"/>
          </w:pPr>
        </w:p>
      </w:tc>
      <w:tc>
        <w:tcPr>
          <w:tcW w:w="5756" w:type="dxa"/>
          <w:shd w:val="clear" w:color="auto" w:fill="auto"/>
          <w:tcMar>
            <w:left w:w="0" w:type="dxa"/>
            <w:right w:w="0" w:type="dxa"/>
          </w:tcMar>
        </w:tcPr>
        <w:p w14:paraId="51CDA9C7" w14:textId="77777777" w:rsidR="006F5F96" w:rsidRPr="00D6163D" w:rsidRDefault="006F5F96" w:rsidP="00FC6389">
          <w:pPr>
            <w:pStyle w:val="Druhdokumentu"/>
          </w:pPr>
        </w:p>
      </w:tc>
    </w:tr>
    <w:tr w:rsidR="006F5F96" w14:paraId="42DFD627" w14:textId="77777777" w:rsidTr="00B22106">
      <w:trPr>
        <w:trHeight w:hRule="exact" w:val="936"/>
      </w:trPr>
      <w:tc>
        <w:tcPr>
          <w:tcW w:w="1361" w:type="dxa"/>
          <w:tcMar>
            <w:left w:w="0" w:type="dxa"/>
            <w:right w:w="0" w:type="dxa"/>
          </w:tcMar>
        </w:tcPr>
        <w:p w14:paraId="78AEFC1F" w14:textId="77777777" w:rsidR="006F5F96" w:rsidRPr="00B8518B" w:rsidRDefault="006F5F96" w:rsidP="00FC6389">
          <w:pPr>
            <w:pStyle w:val="Zpat"/>
            <w:rPr>
              <w:rStyle w:val="slostrnky"/>
            </w:rPr>
          </w:pPr>
        </w:p>
      </w:tc>
      <w:tc>
        <w:tcPr>
          <w:tcW w:w="3458" w:type="dxa"/>
          <w:shd w:val="clear" w:color="auto" w:fill="auto"/>
          <w:tcMar>
            <w:left w:w="0" w:type="dxa"/>
            <w:right w:w="0" w:type="dxa"/>
          </w:tcMar>
        </w:tcPr>
        <w:p w14:paraId="6C0B23D3" w14:textId="77777777" w:rsidR="006F5F96" w:rsidRDefault="006F5F96" w:rsidP="00FC6389">
          <w:pPr>
            <w:pStyle w:val="Zpat"/>
          </w:pPr>
        </w:p>
      </w:tc>
      <w:tc>
        <w:tcPr>
          <w:tcW w:w="5756" w:type="dxa"/>
          <w:shd w:val="clear" w:color="auto" w:fill="auto"/>
          <w:tcMar>
            <w:left w:w="0" w:type="dxa"/>
            <w:right w:w="0" w:type="dxa"/>
          </w:tcMar>
        </w:tcPr>
        <w:p w14:paraId="026A4B85" w14:textId="77777777" w:rsidR="006F5F96" w:rsidRPr="00D6163D" w:rsidRDefault="006F5F96" w:rsidP="00FC6389">
          <w:pPr>
            <w:pStyle w:val="Druhdokumentu"/>
          </w:pPr>
        </w:p>
      </w:tc>
    </w:tr>
  </w:tbl>
  <w:p w14:paraId="20276FC9" w14:textId="77777777" w:rsidR="006F5F96" w:rsidRPr="00D6163D" w:rsidRDefault="006F5F96" w:rsidP="00FC6389">
    <w:pPr>
      <w:pStyle w:val="Zhlav"/>
      <w:rPr>
        <w:sz w:val="8"/>
        <w:szCs w:val="8"/>
      </w:rPr>
    </w:pPr>
  </w:p>
  <w:p w14:paraId="23F845CB" w14:textId="77777777" w:rsidR="006F5F96" w:rsidRPr="00460660" w:rsidRDefault="006F5F96">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60776" w14:textId="77777777" w:rsidR="006F5F96" w:rsidRDefault="006F5F9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56C193AE" w14:textId="77777777" w:rsidTr="00C02D0A">
      <w:trPr>
        <w:trHeight w:hRule="exact" w:val="454"/>
      </w:trPr>
      <w:tc>
        <w:tcPr>
          <w:tcW w:w="1361" w:type="dxa"/>
          <w:tcMar>
            <w:top w:w="57" w:type="dxa"/>
            <w:left w:w="0" w:type="dxa"/>
            <w:right w:w="0" w:type="dxa"/>
          </w:tcMar>
        </w:tcPr>
        <w:p w14:paraId="552B9C6B"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051C9442" w14:textId="77777777" w:rsidR="006F5F96" w:rsidRDefault="006F5F96" w:rsidP="00523EA7">
          <w:pPr>
            <w:pStyle w:val="Zpat"/>
          </w:pPr>
        </w:p>
      </w:tc>
      <w:tc>
        <w:tcPr>
          <w:tcW w:w="5698" w:type="dxa"/>
          <w:shd w:val="clear" w:color="auto" w:fill="auto"/>
          <w:tcMar>
            <w:top w:w="57" w:type="dxa"/>
            <w:left w:w="0" w:type="dxa"/>
            <w:right w:w="0" w:type="dxa"/>
          </w:tcMar>
        </w:tcPr>
        <w:p w14:paraId="34706438" w14:textId="77777777" w:rsidR="006F5F96" w:rsidRPr="00D6163D" w:rsidRDefault="006F5F96" w:rsidP="00D6163D">
          <w:pPr>
            <w:pStyle w:val="Druhdokumentu"/>
          </w:pPr>
        </w:p>
      </w:tc>
    </w:tr>
  </w:tbl>
  <w:p w14:paraId="5B4B6428" w14:textId="77777777" w:rsidR="006F5F96" w:rsidRPr="00D6163D" w:rsidRDefault="006F5F96">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847095" w14:textId="77777777" w:rsidR="006F5F96" w:rsidRDefault="006F5F9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4">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6">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4">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6">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5"/>
  </w:num>
  <w:num w:numId="4">
    <w:abstractNumId w:val="9"/>
  </w:num>
  <w:num w:numId="5">
    <w:abstractNumId w:val="11"/>
  </w:num>
  <w:num w:numId="6">
    <w:abstractNumId w:val="20"/>
  </w:num>
  <w:num w:numId="7">
    <w:abstractNumId w:val="22"/>
  </w:num>
  <w:num w:numId="8">
    <w:abstractNumId w:val="0"/>
  </w:num>
  <w:num w:numId="9">
    <w:abstractNumId w:val="4"/>
  </w:num>
  <w:num w:numId="10">
    <w:abstractNumId w:val="26"/>
  </w:num>
  <w:num w:numId="11">
    <w:abstractNumId w:val="3"/>
  </w:num>
  <w:num w:numId="12">
    <w:abstractNumId w:val="15"/>
  </w:num>
  <w:num w:numId="13">
    <w:abstractNumId w:val="17"/>
  </w:num>
  <w:num w:numId="14">
    <w:abstractNumId w:val="2"/>
  </w:num>
  <w:num w:numId="15">
    <w:abstractNumId w:val="23"/>
  </w:num>
  <w:num w:numId="16">
    <w:abstractNumId w:val="6"/>
  </w:num>
  <w:num w:numId="17">
    <w:abstractNumId w:val="16"/>
  </w:num>
  <w:num w:numId="18">
    <w:abstractNumId w:val="14"/>
  </w:num>
  <w:num w:numId="19">
    <w:abstractNumId w:val="21"/>
  </w:num>
  <w:num w:numId="20">
    <w:abstractNumId w:val="10"/>
  </w:num>
  <w:num w:numId="21">
    <w:abstractNumId w:val="19"/>
  </w:num>
  <w:num w:numId="22">
    <w:abstractNumId w:val="24"/>
  </w:num>
  <w:num w:numId="23">
    <w:abstractNumId w:val="13"/>
  </w:num>
  <w:num w:numId="24">
    <w:abstractNumId w:val="12"/>
  </w:num>
  <w:num w:numId="25">
    <w:abstractNumId w:val="8"/>
  </w:num>
  <w:num w:numId="26">
    <w:abstractNumId w:val="18"/>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zabó Radka, Mgr.">
    <w15:presenceInfo w15:providerId="AD" w15:userId="S-1-5-21-3656830906-3839017365-80349702-14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17F3C"/>
    <w:rsid w:val="00041EC8"/>
    <w:rsid w:val="0006588D"/>
    <w:rsid w:val="00067A5E"/>
    <w:rsid w:val="000719BB"/>
    <w:rsid w:val="00072A65"/>
    <w:rsid w:val="00072C1E"/>
    <w:rsid w:val="00095319"/>
    <w:rsid w:val="000B4EB8"/>
    <w:rsid w:val="000C41F2"/>
    <w:rsid w:val="000D22C4"/>
    <w:rsid w:val="000D27D1"/>
    <w:rsid w:val="000E1A7F"/>
    <w:rsid w:val="00106CD8"/>
    <w:rsid w:val="00111135"/>
    <w:rsid w:val="00112864"/>
    <w:rsid w:val="00114472"/>
    <w:rsid w:val="00114988"/>
    <w:rsid w:val="00115069"/>
    <w:rsid w:val="001150F2"/>
    <w:rsid w:val="00143EC0"/>
    <w:rsid w:val="001656A2"/>
    <w:rsid w:val="00165977"/>
    <w:rsid w:val="0016651F"/>
    <w:rsid w:val="00170EC5"/>
    <w:rsid w:val="001747C1"/>
    <w:rsid w:val="00177D6B"/>
    <w:rsid w:val="00187660"/>
    <w:rsid w:val="00191F90"/>
    <w:rsid w:val="001B4E74"/>
    <w:rsid w:val="001C5817"/>
    <w:rsid w:val="001C645F"/>
    <w:rsid w:val="001E678E"/>
    <w:rsid w:val="001F518E"/>
    <w:rsid w:val="002038D5"/>
    <w:rsid w:val="002071BB"/>
    <w:rsid w:val="00207DF5"/>
    <w:rsid w:val="00225027"/>
    <w:rsid w:val="00225674"/>
    <w:rsid w:val="00234997"/>
    <w:rsid w:val="00240B81"/>
    <w:rsid w:val="00247D01"/>
    <w:rsid w:val="00255B10"/>
    <w:rsid w:val="00261A5B"/>
    <w:rsid w:val="00262E5B"/>
    <w:rsid w:val="0026404F"/>
    <w:rsid w:val="00276AFE"/>
    <w:rsid w:val="00276B64"/>
    <w:rsid w:val="00293D02"/>
    <w:rsid w:val="002A3B57"/>
    <w:rsid w:val="002C31B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5E02"/>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4B9B"/>
    <w:rsid w:val="00502690"/>
    <w:rsid w:val="0050666E"/>
    <w:rsid w:val="00511AB9"/>
    <w:rsid w:val="00512D3A"/>
    <w:rsid w:val="00523BB5"/>
    <w:rsid w:val="00523EA7"/>
    <w:rsid w:val="005406EB"/>
    <w:rsid w:val="00544816"/>
    <w:rsid w:val="00553375"/>
    <w:rsid w:val="00555884"/>
    <w:rsid w:val="005614AC"/>
    <w:rsid w:val="005736B7"/>
    <w:rsid w:val="00575E5A"/>
    <w:rsid w:val="00580245"/>
    <w:rsid w:val="00582A82"/>
    <w:rsid w:val="0059708E"/>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45F3"/>
    <w:rsid w:val="00714B49"/>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62258"/>
    <w:rsid w:val="009678B7"/>
    <w:rsid w:val="00992D9C"/>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B3C3C"/>
    <w:rsid w:val="00BC06C4"/>
    <w:rsid w:val="00BC5BDD"/>
    <w:rsid w:val="00BD5DE9"/>
    <w:rsid w:val="00BD7E91"/>
    <w:rsid w:val="00BD7F0D"/>
    <w:rsid w:val="00C02D0A"/>
    <w:rsid w:val="00C02F8B"/>
    <w:rsid w:val="00C03A6E"/>
    <w:rsid w:val="00C226C0"/>
    <w:rsid w:val="00C42FE6"/>
    <w:rsid w:val="00C441C8"/>
    <w:rsid w:val="00C44F6A"/>
    <w:rsid w:val="00C530B3"/>
    <w:rsid w:val="00C6198E"/>
    <w:rsid w:val="00C708EA"/>
    <w:rsid w:val="00C778A5"/>
    <w:rsid w:val="00C95162"/>
    <w:rsid w:val="00CA19A3"/>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62A8"/>
    <w:rsid w:val="00F77239"/>
    <w:rsid w:val="00F86BA6"/>
    <w:rsid w:val="00F91101"/>
    <w:rsid w:val="00F95FBD"/>
    <w:rsid w:val="00FB634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1F5BB5A4"/>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header" w:uiPriority="0"/>
    <w:lsdException w:name="footer" w:uiPriority="0"/>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44645BC-CE7C-451F-BFC1-9B796692C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13</Pages>
  <Words>5005</Words>
  <Characters>29535</Characters>
  <Application>Microsoft Office Word</Application>
  <DocSecurity>0</DocSecurity>
  <Lines>246</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Rečková Radomíra, Ing.</cp:lastModifiedBy>
  <cp:revision>3</cp:revision>
  <cp:lastPrinted>2019-03-12T14:16:00Z</cp:lastPrinted>
  <dcterms:created xsi:type="dcterms:W3CDTF">2020-12-18T09:08:00Z</dcterms:created>
  <dcterms:modified xsi:type="dcterms:W3CDTF">2020-12-18T12:20:00Z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