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Fonts w:asciiTheme="minorHAnsi" w:hAnsiTheme="minorHAnsi"/>
          <w:b/>
          <w:sz w:val="48"/>
          <w:szCs w:val="48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6818C6D7" w14:textId="5E952B40" w:rsidR="00826B7B" w:rsidRPr="006C2343" w:rsidRDefault="00997EB9" w:rsidP="00997EB9">
          <w:pPr>
            <w:pStyle w:val="Tituldatum"/>
            <w:rPr>
              <w:highlight w:val="green"/>
            </w:rPr>
          </w:pPr>
          <w:r w:rsidRPr="00997EB9">
            <w:rPr>
              <w:rFonts w:asciiTheme="minorHAnsi" w:hAnsiTheme="minorHAnsi"/>
              <w:b/>
              <w:sz w:val="48"/>
              <w:szCs w:val="48"/>
            </w:rPr>
            <w:t>„Rekonstrukce a doplnění závor na přejezdu P5915 v km 13.283 trati Kolín – Ledečko“</w:t>
          </w:r>
          <w:r w:rsidRPr="00997EB9">
            <w:rPr>
              <w:rFonts w:asciiTheme="minorHAnsi" w:hAnsiTheme="minorHAnsi"/>
              <w:b/>
              <w:sz w:val="48"/>
              <w:szCs w:val="48"/>
            </w:rPr>
            <w:t xml:space="preserve"> </w:t>
          </w:r>
          <w:r w:rsidRPr="00997EB9">
            <w:rPr>
              <w:rFonts w:asciiTheme="minorHAnsi" w:hAnsiTheme="minorHAnsi"/>
              <w:b/>
              <w:sz w:val="48"/>
              <w:szCs w:val="48"/>
            </w:rPr>
            <w:t>„Rekonstrukce osvětlení zastávky Pučery“</w:t>
          </w:r>
        </w:p>
      </w:sdtContent>
    </w:sdt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bookmarkStart w:id="0" w:name="_GoBack"/>
      <w:bookmarkEnd w:id="0"/>
      <w:r w:rsidR="00CD039F" w:rsidRPr="00A54401">
        <w:t>14</w:t>
      </w:r>
      <w:r w:rsidRPr="00A54401">
        <w:t xml:space="preserve">. </w:t>
      </w:r>
      <w:r w:rsidR="009933B5" w:rsidRPr="00A54401">
        <w:t>1</w:t>
      </w:r>
      <w:r w:rsidR="00CD039F" w:rsidRPr="00A54401">
        <w:t>2</w:t>
      </w:r>
      <w:r w:rsidRPr="00A54401">
        <w:t>. 20</w:t>
      </w:r>
      <w:r w:rsidR="00A616BE" w:rsidRPr="00A54401">
        <w:t>20</w:t>
      </w:r>
      <w:r w:rsidR="000008ED">
        <w:t xml:space="preserve"> </w:t>
      </w:r>
    </w:p>
    <w:p w14:paraId="7DA2CAE2" w14:textId="3E00F0A0" w:rsidR="00826B7B" w:rsidRDefault="00826B7B"/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B17D2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B17D2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B17D2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B17D2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B17D2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DF982" w14:textId="77777777" w:rsidR="00B17D2A" w:rsidRDefault="00B17D2A" w:rsidP="00962258">
      <w:pPr>
        <w:spacing w:after="0" w:line="240" w:lineRule="auto"/>
      </w:pPr>
      <w:r>
        <w:separator/>
      </w:r>
    </w:p>
  </w:endnote>
  <w:endnote w:type="continuationSeparator" w:id="0">
    <w:p w14:paraId="546A637C" w14:textId="77777777" w:rsidR="00B17D2A" w:rsidRDefault="00B17D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6B50F4B1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440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440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6698F6E" w14:textId="77777777" w:rsidR="00FB5800" w:rsidRDefault="00FB5800" w:rsidP="00C87634">
          <w:pPr>
            <w:pStyle w:val="Zpatvlevo"/>
            <w:rPr>
              <w:b/>
            </w:rPr>
          </w:pPr>
          <w:r w:rsidRPr="00FB5800">
            <w:rPr>
              <w:b/>
            </w:rPr>
            <w:t xml:space="preserve">„Rekonstrukce a doplnění závor na přejezdu P5915 v km 13.283 trati Kolín – Ledečko“ </w:t>
          </w:r>
        </w:p>
        <w:p w14:paraId="6D1BBBE9" w14:textId="3FCA13E2" w:rsidR="00CF0EF4" w:rsidRPr="003E6B82" w:rsidRDefault="00FB5800" w:rsidP="00C87634">
          <w:pPr>
            <w:pStyle w:val="Zpatvlevo"/>
            <w:rPr>
              <w:b/>
            </w:rPr>
          </w:pPr>
          <w:r w:rsidRPr="00FB5800">
            <w:rPr>
              <w:b/>
            </w:rPr>
            <w:t>„Rekonstrukce osvětlení zastávky Pučery“</w:t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421346FE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="00997EB9">
            <w:rPr>
              <w:b/>
            </w:rPr>
            <w:fldChar w:fldCharType="separate"/>
          </w:r>
          <w:r w:rsidR="00A54401">
            <w:rPr>
              <w:bCs/>
              <w:noProof/>
            </w:rPr>
            <w:t>Chyba! V dokumentu není žádný text v zadaném stylu.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01607A2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440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440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D0F16" w14:textId="77777777" w:rsidR="00B17D2A" w:rsidRDefault="00B17D2A" w:rsidP="00962258">
      <w:pPr>
        <w:spacing w:after="0" w:line="240" w:lineRule="auto"/>
      </w:pPr>
      <w:r>
        <w:separator/>
      </w:r>
    </w:p>
  </w:footnote>
  <w:footnote w:type="continuationSeparator" w:id="0">
    <w:p w14:paraId="44B2569B" w14:textId="77777777" w:rsidR="00B17D2A" w:rsidRDefault="00B17D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97EB9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54401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17D2A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800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06F16886-F9FB-45C6-9322-01EDF4BC4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997E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30B76"/>
    <w:rsid w:val="00775085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83906C-EF5C-4D49-8CCB-48D6FEFF9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24</TotalTime>
  <Pages>6</Pages>
  <Words>1584</Words>
  <Characters>9350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Fučíková Veronika, Bc.</cp:lastModifiedBy>
  <cp:revision>7</cp:revision>
  <cp:lastPrinted>2019-03-13T10:28:00Z</cp:lastPrinted>
  <dcterms:created xsi:type="dcterms:W3CDTF">2020-12-15T07:50:00Z</dcterms:created>
  <dcterms:modified xsi:type="dcterms:W3CDTF">2020-12-18T15:13:00Z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