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3005B" w14:textId="77777777" w:rsidR="000719BB" w:rsidRDefault="000719BB" w:rsidP="006C2343">
      <w:pPr>
        <w:pStyle w:val="Titul2"/>
      </w:pPr>
    </w:p>
    <w:p w14:paraId="5D715C61" w14:textId="77777777" w:rsidR="003254A3" w:rsidRPr="000719BB" w:rsidRDefault="00FD501F" w:rsidP="006C2343">
      <w:pPr>
        <w:pStyle w:val="Titul2"/>
      </w:pPr>
      <w:r>
        <w:t>Příloha č. 3 c)</w:t>
      </w:r>
    </w:p>
    <w:p w14:paraId="60F1CD5A" w14:textId="77777777" w:rsidR="003254A3" w:rsidRDefault="003254A3" w:rsidP="00AD0C7B">
      <w:pPr>
        <w:pStyle w:val="Titul2"/>
      </w:pPr>
    </w:p>
    <w:p w14:paraId="375FE6EA" w14:textId="77777777"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14:paraId="752A6417" w14:textId="77777777" w:rsidR="00AD0C7B" w:rsidRDefault="00AD0C7B" w:rsidP="00EB46E5">
      <w:pPr>
        <w:pStyle w:val="Titul2"/>
      </w:pPr>
    </w:p>
    <w:p w14:paraId="764EB253" w14:textId="77777777" w:rsidR="00FD501F" w:rsidRPr="00807E58" w:rsidRDefault="00991A73" w:rsidP="00FD501F">
      <w:pPr>
        <w:pStyle w:val="Titul2"/>
      </w:pPr>
      <w:r>
        <w:t>D</w:t>
      </w:r>
      <w:r w:rsidR="00FD501F" w:rsidRPr="00807E58">
        <w:t xml:space="preserve">okumentace pro </w:t>
      </w:r>
      <w:r>
        <w:t xml:space="preserve">společné </w:t>
      </w:r>
      <w:r w:rsidR="00FD501F" w:rsidRPr="00807E58">
        <w:t xml:space="preserve">povolení </w:t>
      </w:r>
      <w:r w:rsidR="00FD501F" w:rsidRPr="00807E58">
        <w:br/>
        <w:t xml:space="preserve">a Projektová dokumentace pro provádění stavby </w:t>
      </w:r>
      <w:r w:rsidR="004C5ABF">
        <w:t>a výkon autorského dozoru</w:t>
      </w:r>
    </w:p>
    <w:p w14:paraId="441C109D" w14:textId="77777777" w:rsidR="00BF07F6" w:rsidRDefault="00BF07F6" w:rsidP="00FD501F">
      <w:pPr>
        <w:pStyle w:val="Titul2"/>
      </w:pPr>
    </w:p>
    <w:p w14:paraId="03B6379F" w14:textId="77777777"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B154B1F646C4A708F734A8DC61EEDDB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14:paraId="00808769" w14:textId="3EDA4905" w:rsidR="00DB6CED" w:rsidRDefault="00952914" w:rsidP="00DB6CED">
          <w:pPr>
            <w:pStyle w:val="Tituldatum"/>
          </w:pPr>
          <w:r w:rsidRPr="00592F36">
            <w:rPr>
              <w:rStyle w:val="Nzevakce"/>
            </w:rPr>
            <w:t>„Rekonstrukce výpravní budovy</w:t>
          </w:r>
          <w:r w:rsidR="006C748F">
            <w:rPr>
              <w:rStyle w:val="Nzevakce"/>
            </w:rPr>
            <w:t xml:space="preserve"> </w:t>
          </w:r>
          <w:r w:rsidR="00AC1EB1">
            <w:rPr>
              <w:rStyle w:val="Nzevakce"/>
            </w:rPr>
            <w:t>ŽST</w:t>
          </w:r>
          <w:r>
            <w:rPr>
              <w:rStyle w:val="Nzevakce"/>
            </w:rPr>
            <w:t xml:space="preserve"> </w:t>
          </w:r>
          <w:r w:rsidR="006C748F">
            <w:rPr>
              <w:rStyle w:val="Nzevakce"/>
            </w:rPr>
            <w:br/>
          </w:r>
          <w:r>
            <w:rPr>
              <w:rStyle w:val="Nzevakce"/>
            </w:rPr>
            <w:t>Lovosice</w:t>
          </w:r>
          <w:r w:rsidRPr="00592F36">
            <w:rPr>
              <w:rStyle w:val="Nzevakce"/>
            </w:rPr>
            <w:t>“</w:t>
          </w:r>
        </w:p>
      </w:sdtContent>
    </w:sdt>
    <w:p w14:paraId="5DD786E8" w14:textId="77777777" w:rsidR="00807E58" w:rsidRDefault="00807E58" w:rsidP="00FD501F">
      <w:pPr>
        <w:pStyle w:val="Titul2"/>
      </w:pPr>
    </w:p>
    <w:p w14:paraId="305F623A" w14:textId="77777777" w:rsidR="006B2318" w:rsidRDefault="006B2318" w:rsidP="006C2343">
      <w:pPr>
        <w:pStyle w:val="Titul2"/>
      </w:pPr>
    </w:p>
    <w:p w14:paraId="5648183F" w14:textId="77777777" w:rsidR="00807E58" w:rsidRDefault="00807E58" w:rsidP="006C2343">
      <w:pPr>
        <w:pStyle w:val="Titul2"/>
      </w:pPr>
    </w:p>
    <w:p w14:paraId="26D7062D" w14:textId="00BD47B5" w:rsidR="00B507F3" w:rsidRPr="006C2343" w:rsidRDefault="006C2343" w:rsidP="006C2343">
      <w:pPr>
        <w:pStyle w:val="Tituldatum"/>
      </w:pPr>
      <w:r w:rsidRPr="006C2343">
        <w:t xml:space="preserve">Datum </w:t>
      </w:r>
      <w:r w:rsidRPr="00592F36">
        <w:t xml:space="preserve">vydání: </w:t>
      </w:r>
      <w:r w:rsidRPr="00592F36">
        <w:tab/>
      </w:r>
      <w:r w:rsidR="00F94A93">
        <w:t>13</w:t>
      </w:r>
      <w:r w:rsidR="00C57067">
        <w:t>. 10</w:t>
      </w:r>
      <w:r w:rsidRPr="00592F36">
        <w:t>. 20</w:t>
      </w:r>
      <w:r w:rsidR="00BF26F4" w:rsidRPr="00592F36">
        <w:t>20</w:t>
      </w:r>
    </w:p>
    <w:p w14:paraId="2214A54C" w14:textId="77777777" w:rsidR="0060018D" w:rsidRDefault="0060018D">
      <w:pPr>
        <w:spacing w:after="240" w:line="264" w:lineRule="auto"/>
        <w:rPr>
          <w:b/>
          <w:caps/>
          <w:sz w:val="22"/>
          <w:szCs w:val="18"/>
        </w:rPr>
      </w:pPr>
      <w:r>
        <w:br w:type="page"/>
      </w:r>
    </w:p>
    <w:p w14:paraId="0D1609E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1860290" w14:textId="6FB5515A" w:rsidR="00BD349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7534016" w:history="1">
        <w:r w:rsidR="00BD349A" w:rsidRPr="002D7DE5">
          <w:rPr>
            <w:rStyle w:val="Hypertextovodkaz"/>
          </w:rPr>
          <w:t>SEZNAM ZKRATEK</w:t>
        </w:r>
        <w:r w:rsidR="00BD349A">
          <w:rPr>
            <w:noProof/>
            <w:webHidden/>
          </w:rPr>
          <w:tab/>
        </w:r>
        <w:r w:rsidR="00BD349A">
          <w:rPr>
            <w:noProof/>
            <w:webHidden/>
          </w:rPr>
          <w:fldChar w:fldCharType="begin"/>
        </w:r>
        <w:r w:rsidR="00BD349A">
          <w:rPr>
            <w:noProof/>
            <w:webHidden/>
          </w:rPr>
          <w:instrText xml:space="preserve"> PAGEREF _Toc47534016 \h </w:instrText>
        </w:r>
        <w:r w:rsidR="00BD349A">
          <w:rPr>
            <w:noProof/>
            <w:webHidden/>
          </w:rPr>
        </w:r>
        <w:r w:rsidR="00BD349A">
          <w:rPr>
            <w:noProof/>
            <w:webHidden/>
          </w:rPr>
          <w:fldChar w:fldCharType="separate"/>
        </w:r>
        <w:r w:rsidR="00157B39">
          <w:rPr>
            <w:noProof/>
            <w:webHidden/>
          </w:rPr>
          <w:t>2</w:t>
        </w:r>
        <w:r w:rsidR="00BD349A">
          <w:rPr>
            <w:noProof/>
            <w:webHidden/>
          </w:rPr>
          <w:fldChar w:fldCharType="end"/>
        </w:r>
      </w:hyperlink>
    </w:p>
    <w:p w14:paraId="2D1D1186" w14:textId="4C72B37E" w:rsidR="00BD349A" w:rsidRDefault="00A4777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534017" w:history="1">
        <w:r w:rsidR="00BD349A" w:rsidRPr="002D7DE5">
          <w:rPr>
            <w:rStyle w:val="Hypertextovodkaz"/>
          </w:rPr>
          <w:t>1.</w:t>
        </w:r>
        <w:r w:rsidR="00BD349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D349A" w:rsidRPr="002D7DE5">
          <w:rPr>
            <w:rStyle w:val="Hypertextovodkaz"/>
          </w:rPr>
          <w:t>SPECIFIKACE PŘEDMĚTU DÍLA</w:t>
        </w:r>
        <w:r w:rsidR="00BD349A">
          <w:rPr>
            <w:noProof/>
            <w:webHidden/>
          </w:rPr>
          <w:tab/>
        </w:r>
        <w:r w:rsidR="00BD349A">
          <w:rPr>
            <w:noProof/>
            <w:webHidden/>
          </w:rPr>
          <w:fldChar w:fldCharType="begin"/>
        </w:r>
        <w:r w:rsidR="00BD349A">
          <w:rPr>
            <w:noProof/>
            <w:webHidden/>
          </w:rPr>
          <w:instrText xml:space="preserve"> PAGEREF _Toc47534017 \h </w:instrText>
        </w:r>
        <w:r w:rsidR="00BD349A">
          <w:rPr>
            <w:noProof/>
            <w:webHidden/>
          </w:rPr>
        </w:r>
        <w:r w:rsidR="00BD349A">
          <w:rPr>
            <w:noProof/>
            <w:webHidden/>
          </w:rPr>
          <w:fldChar w:fldCharType="separate"/>
        </w:r>
        <w:r w:rsidR="00157B39">
          <w:rPr>
            <w:noProof/>
            <w:webHidden/>
          </w:rPr>
          <w:t>3</w:t>
        </w:r>
        <w:r w:rsidR="00BD349A">
          <w:rPr>
            <w:noProof/>
            <w:webHidden/>
          </w:rPr>
          <w:fldChar w:fldCharType="end"/>
        </w:r>
      </w:hyperlink>
    </w:p>
    <w:p w14:paraId="4F3618E5" w14:textId="6F01576B" w:rsidR="00BD349A" w:rsidRDefault="00A4777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534018" w:history="1">
        <w:r w:rsidR="00BD349A" w:rsidRPr="002D7DE5">
          <w:rPr>
            <w:rStyle w:val="Hypertextovodkaz"/>
            <w:rFonts w:asciiTheme="majorHAnsi" w:hAnsiTheme="majorHAnsi"/>
          </w:rPr>
          <w:t>1.1</w:t>
        </w:r>
        <w:r w:rsidR="00BD34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D349A" w:rsidRPr="002D7DE5">
          <w:rPr>
            <w:rStyle w:val="Hypertextovodkaz"/>
          </w:rPr>
          <w:t>Účel a rozsah předmětu díla</w:t>
        </w:r>
        <w:r w:rsidR="00BD349A">
          <w:rPr>
            <w:noProof/>
            <w:webHidden/>
          </w:rPr>
          <w:tab/>
        </w:r>
        <w:r w:rsidR="00BD349A">
          <w:rPr>
            <w:noProof/>
            <w:webHidden/>
          </w:rPr>
          <w:fldChar w:fldCharType="begin"/>
        </w:r>
        <w:r w:rsidR="00BD349A">
          <w:rPr>
            <w:noProof/>
            <w:webHidden/>
          </w:rPr>
          <w:instrText xml:space="preserve"> PAGEREF _Toc47534018 \h </w:instrText>
        </w:r>
        <w:r w:rsidR="00BD349A">
          <w:rPr>
            <w:noProof/>
            <w:webHidden/>
          </w:rPr>
        </w:r>
        <w:r w:rsidR="00BD349A">
          <w:rPr>
            <w:noProof/>
            <w:webHidden/>
          </w:rPr>
          <w:fldChar w:fldCharType="separate"/>
        </w:r>
        <w:r w:rsidR="00157B39">
          <w:rPr>
            <w:noProof/>
            <w:webHidden/>
          </w:rPr>
          <w:t>3</w:t>
        </w:r>
        <w:r w:rsidR="00BD349A">
          <w:rPr>
            <w:noProof/>
            <w:webHidden/>
          </w:rPr>
          <w:fldChar w:fldCharType="end"/>
        </w:r>
      </w:hyperlink>
    </w:p>
    <w:p w14:paraId="6965F383" w14:textId="280C5DF5" w:rsidR="00BD349A" w:rsidRDefault="00A4777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534019" w:history="1">
        <w:r w:rsidR="00BD349A" w:rsidRPr="002D7DE5">
          <w:rPr>
            <w:rStyle w:val="Hypertextovodkaz"/>
            <w:rFonts w:asciiTheme="majorHAnsi" w:hAnsiTheme="majorHAnsi"/>
          </w:rPr>
          <w:t>1.2</w:t>
        </w:r>
        <w:r w:rsidR="00BD34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D349A" w:rsidRPr="002D7DE5">
          <w:rPr>
            <w:rStyle w:val="Hypertextovodkaz"/>
          </w:rPr>
          <w:t>Umístění stavby</w:t>
        </w:r>
        <w:r w:rsidR="00BD349A">
          <w:rPr>
            <w:noProof/>
            <w:webHidden/>
          </w:rPr>
          <w:tab/>
        </w:r>
        <w:r w:rsidR="00BF7AA8">
          <w:rPr>
            <w:noProof/>
            <w:webHidden/>
          </w:rPr>
          <w:t>5</w:t>
        </w:r>
      </w:hyperlink>
    </w:p>
    <w:p w14:paraId="073BDF21" w14:textId="7BB47B4A" w:rsidR="00BD349A" w:rsidRDefault="00A4777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534020" w:history="1">
        <w:r w:rsidR="00BD349A" w:rsidRPr="002D7DE5">
          <w:rPr>
            <w:rStyle w:val="Hypertextovodkaz"/>
          </w:rPr>
          <w:t>2.</w:t>
        </w:r>
        <w:r w:rsidR="00BD349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D349A" w:rsidRPr="002D7DE5">
          <w:rPr>
            <w:rStyle w:val="Hypertextovodkaz"/>
          </w:rPr>
          <w:t>PŘEHLED VÝCHOZÍCH PODKLADŮ</w:t>
        </w:r>
        <w:r w:rsidR="00BD349A">
          <w:rPr>
            <w:noProof/>
            <w:webHidden/>
          </w:rPr>
          <w:tab/>
        </w:r>
        <w:r w:rsidR="00BF7AA8">
          <w:rPr>
            <w:noProof/>
            <w:webHidden/>
          </w:rPr>
          <w:t>6</w:t>
        </w:r>
      </w:hyperlink>
    </w:p>
    <w:p w14:paraId="1EEBB61A" w14:textId="4E54CB73" w:rsidR="00BD349A" w:rsidRDefault="00A4777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534021" w:history="1">
        <w:r w:rsidR="00BD349A" w:rsidRPr="002D7DE5">
          <w:rPr>
            <w:rStyle w:val="Hypertextovodkaz"/>
            <w:rFonts w:asciiTheme="majorHAnsi" w:hAnsiTheme="majorHAnsi"/>
          </w:rPr>
          <w:t>2.1</w:t>
        </w:r>
        <w:r w:rsidR="00BD34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D349A" w:rsidRPr="002D7DE5">
          <w:rPr>
            <w:rStyle w:val="Hypertextovodkaz"/>
          </w:rPr>
          <w:t>Dokumentace</w:t>
        </w:r>
        <w:r w:rsidR="00BD349A">
          <w:rPr>
            <w:noProof/>
            <w:webHidden/>
          </w:rPr>
          <w:tab/>
        </w:r>
        <w:r w:rsidR="00BD349A">
          <w:rPr>
            <w:noProof/>
            <w:webHidden/>
          </w:rPr>
          <w:fldChar w:fldCharType="begin"/>
        </w:r>
        <w:r w:rsidR="00BD349A">
          <w:rPr>
            <w:noProof/>
            <w:webHidden/>
          </w:rPr>
          <w:instrText xml:space="preserve"> PAGEREF _Toc47534021 \h </w:instrText>
        </w:r>
        <w:r w:rsidR="00BD349A">
          <w:rPr>
            <w:noProof/>
            <w:webHidden/>
          </w:rPr>
        </w:r>
        <w:r w:rsidR="00BD349A">
          <w:rPr>
            <w:noProof/>
            <w:webHidden/>
          </w:rPr>
          <w:fldChar w:fldCharType="separate"/>
        </w:r>
        <w:r w:rsidR="00157B39">
          <w:rPr>
            <w:noProof/>
            <w:webHidden/>
          </w:rPr>
          <w:t>6</w:t>
        </w:r>
        <w:r w:rsidR="00BD349A">
          <w:rPr>
            <w:noProof/>
            <w:webHidden/>
          </w:rPr>
          <w:fldChar w:fldCharType="end"/>
        </w:r>
      </w:hyperlink>
    </w:p>
    <w:p w14:paraId="53B5D75D" w14:textId="7D26919C" w:rsidR="00BD349A" w:rsidRDefault="00A4777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534022" w:history="1">
        <w:r w:rsidR="00BD349A" w:rsidRPr="002D7DE5">
          <w:rPr>
            <w:rStyle w:val="Hypertextovodkaz"/>
            <w:rFonts w:asciiTheme="majorHAnsi" w:hAnsiTheme="majorHAnsi"/>
          </w:rPr>
          <w:t>2.2</w:t>
        </w:r>
        <w:r w:rsidR="00BD34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D349A" w:rsidRPr="002D7DE5">
          <w:rPr>
            <w:rStyle w:val="Hypertextovodkaz"/>
          </w:rPr>
          <w:t>Související dokumentace</w:t>
        </w:r>
        <w:r w:rsidR="00BD349A">
          <w:rPr>
            <w:noProof/>
            <w:webHidden/>
          </w:rPr>
          <w:tab/>
        </w:r>
        <w:r w:rsidR="00BD349A">
          <w:rPr>
            <w:noProof/>
            <w:webHidden/>
          </w:rPr>
          <w:fldChar w:fldCharType="begin"/>
        </w:r>
        <w:r w:rsidR="00BD349A">
          <w:rPr>
            <w:noProof/>
            <w:webHidden/>
          </w:rPr>
          <w:instrText xml:space="preserve"> PAGEREF _Toc47534022 \h </w:instrText>
        </w:r>
        <w:r w:rsidR="00BD349A">
          <w:rPr>
            <w:noProof/>
            <w:webHidden/>
          </w:rPr>
        </w:r>
        <w:r w:rsidR="00BD349A">
          <w:rPr>
            <w:noProof/>
            <w:webHidden/>
          </w:rPr>
          <w:fldChar w:fldCharType="separate"/>
        </w:r>
        <w:r w:rsidR="00157B39">
          <w:rPr>
            <w:noProof/>
            <w:webHidden/>
          </w:rPr>
          <w:t>6</w:t>
        </w:r>
        <w:r w:rsidR="00BD349A">
          <w:rPr>
            <w:noProof/>
            <w:webHidden/>
          </w:rPr>
          <w:fldChar w:fldCharType="end"/>
        </w:r>
      </w:hyperlink>
    </w:p>
    <w:p w14:paraId="0213F56A" w14:textId="6215AF63" w:rsidR="00BD349A" w:rsidRDefault="00A4777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534023" w:history="1">
        <w:r w:rsidR="00BD349A" w:rsidRPr="002D7DE5">
          <w:rPr>
            <w:rStyle w:val="Hypertextovodkaz"/>
          </w:rPr>
          <w:t>3.</w:t>
        </w:r>
        <w:r w:rsidR="00BD349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D349A" w:rsidRPr="002D7DE5">
          <w:rPr>
            <w:rStyle w:val="Hypertextovodkaz"/>
          </w:rPr>
          <w:t>KOORDINACE S JINÝMI STAVBAMI</w:t>
        </w:r>
        <w:r w:rsidR="00BD349A">
          <w:rPr>
            <w:noProof/>
            <w:webHidden/>
          </w:rPr>
          <w:tab/>
        </w:r>
        <w:r w:rsidR="00BF7AA8">
          <w:rPr>
            <w:noProof/>
            <w:webHidden/>
          </w:rPr>
          <w:t>6</w:t>
        </w:r>
      </w:hyperlink>
    </w:p>
    <w:p w14:paraId="52BA82D4" w14:textId="03764AA4" w:rsidR="00BD349A" w:rsidRDefault="00A4777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534024" w:history="1">
        <w:r w:rsidR="00D23EF1" w:rsidRPr="002D7DE5">
          <w:rPr>
            <w:rStyle w:val="Hypertextovodkaz"/>
          </w:rPr>
          <w:t>4.</w:t>
        </w:r>
        <w:r w:rsidR="00D23E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3EF1" w:rsidRPr="002D7DE5">
          <w:rPr>
            <w:rStyle w:val="Hypertextovodkaz"/>
          </w:rPr>
          <w:t>ZVLÁŠTNÍ TECHNICKÉ PODMÍNKY A POŽADAVKY NA PROVEDENÍ DÍLA</w:t>
        </w:r>
        <w:r w:rsidR="00D23EF1">
          <w:rPr>
            <w:noProof/>
            <w:webHidden/>
          </w:rPr>
          <w:tab/>
        </w:r>
        <w:r w:rsidR="00BF7AA8">
          <w:rPr>
            <w:noProof/>
            <w:webHidden/>
          </w:rPr>
          <w:t>6</w:t>
        </w:r>
      </w:hyperlink>
    </w:p>
    <w:p w14:paraId="5839D602" w14:textId="4055AF68" w:rsidR="00BD349A" w:rsidRDefault="00A4777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534025" w:history="1">
        <w:r w:rsidR="00D23EF1" w:rsidRPr="002D7DE5">
          <w:rPr>
            <w:rStyle w:val="Hypertextovodkaz"/>
            <w:rFonts w:asciiTheme="majorHAnsi" w:hAnsiTheme="majorHAnsi"/>
          </w:rPr>
          <w:t>4.1</w:t>
        </w:r>
        <w:r w:rsidR="00D23E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3EF1" w:rsidRPr="002D7DE5">
          <w:rPr>
            <w:rStyle w:val="Hypertextovodkaz"/>
          </w:rPr>
          <w:t>Všeobecně</w:t>
        </w:r>
        <w:r w:rsidR="00D23EF1">
          <w:rPr>
            <w:noProof/>
            <w:webHidden/>
          </w:rPr>
          <w:tab/>
          <w:t>7</w:t>
        </w:r>
      </w:hyperlink>
    </w:p>
    <w:p w14:paraId="3DD3F726" w14:textId="32370924" w:rsidR="00BD349A" w:rsidRDefault="00A4777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534026" w:history="1">
        <w:r w:rsidR="00D23EF1" w:rsidRPr="002D7DE5">
          <w:rPr>
            <w:rStyle w:val="Hypertextovodkaz"/>
            <w:rFonts w:asciiTheme="majorHAnsi" w:hAnsiTheme="majorHAnsi"/>
          </w:rPr>
          <w:t>4.2</w:t>
        </w:r>
        <w:r w:rsidR="00D23E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3EF1" w:rsidRPr="002D7DE5">
          <w:rPr>
            <w:rStyle w:val="Hypertextovodkaz"/>
          </w:rPr>
          <w:t>Ostatní objekty</w:t>
        </w:r>
        <w:r w:rsidR="00D23EF1">
          <w:rPr>
            <w:noProof/>
            <w:webHidden/>
          </w:rPr>
          <w:tab/>
          <w:t>8</w:t>
        </w:r>
      </w:hyperlink>
    </w:p>
    <w:p w14:paraId="07BD4047" w14:textId="29ABE382" w:rsidR="00BD349A" w:rsidRDefault="00A4777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534027" w:history="1">
        <w:r w:rsidR="00D23EF1" w:rsidRPr="002D7DE5">
          <w:rPr>
            <w:rStyle w:val="Hypertextovodkaz"/>
            <w:rFonts w:asciiTheme="majorHAnsi" w:hAnsiTheme="majorHAnsi"/>
          </w:rPr>
          <w:t>4.3</w:t>
        </w:r>
        <w:r w:rsidR="00D23E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3EF1" w:rsidRPr="002D7DE5">
          <w:rPr>
            <w:rStyle w:val="Hypertextovodkaz"/>
          </w:rPr>
          <w:t>Pozemní stavební objekty</w:t>
        </w:r>
        <w:r w:rsidR="00D23EF1">
          <w:rPr>
            <w:noProof/>
            <w:webHidden/>
          </w:rPr>
          <w:tab/>
        </w:r>
        <w:r w:rsidR="00BF7AA8">
          <w:rPr>
            <w:noProof/>
            <w:webHidden/>
          </w:rPr>
          <w:t>8</w:t>
        </w:r>
      </w:hyperlink>
    </w:p>
    <w:p w14:paraId="0257A49C" w14:textId="60A46DAB" w:rsidR="00BD349A" w:rsidRDefault="00A4777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534028" w:history="1">
        <w:r w:rsidR="00D23EF1" w:rsidRPr="002D7DE5">
          <w:rPr>
            <w:rStyle w:val="Hypertextovodkaz"/>
            <w:rFonts w:asciiTheme="majorHAnsi" w:hAnsiTheme="majorHAnsi"/>
          </w:rPr>
          <w:t>4.4</w:t>
        </w:r>
        <w:r w:rsidR="00D23E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3EF1" w:rsidRPr="002D7DE5">
          <w:rPr>
            <w:rStyle w:val="Hypertextovodkaz"/>
          </w:rPr>
          <w:t>Zásady organizace výstavby</w:t>
        </w:r>
        <w:r w:rsidR="00D23EF1">
          <w:rPr>
            <w:noProof/>
            <w:webHidden/>
          </w:rPr>
          <w:tab/>
        </w:r>
        <w:r w:rsidR="00BF7AA8">
          <w:rPr>
            <w:noProof/>
            <w:webHidden/>
          </w:rPr>
          <w:t>8</w:t>
        </w:r>
      </w:hyperlink>
    </w:p>
    <w:p w14:paraId="7752ACB7" w14:textId="0748C25A" w:rsidR="00BD349A" w:rsidRDefault="00A4777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534029" w:history="1">
        <w:r w:rsidR="00D23EF1" w:rsidRPr="002D7DE5">
          <w:rPr>
            <w:rStyle w:val="Hypertextovodkaz"/>
            <w:rFonts w:asciiTheme="majorHAnsi" w:hAnsiTheme="majorHAnsi"/>
          </w:rPr>
          <w:t>4.5</w:t>
        </w:r>
        <w:r w:rsidR="00D23E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3EF1" w:rsidRPr="002D7DE5">
          <w:rPr>
            <w:rStyle w:val="Hypertextovodkaz"/>
          </w:rPr>
          <w:t>Geodetická dokumentace</w:t>
        </w:r>
        <w:r w:rsidR="00D23EF1">
          <w:rPr>
            <w:noProof/>
            <w:webHidden/>
          </w:rPr>
          <w:tab/>
          <w:t>9</w:t>
        </w:r>
      </w:hyperlink>
    </w:p>
    <w:p w14:paraId="39B8E397" w14:textId="7DE5B63D" w:rsidR="00BD349A" w:rsidRDefault="00A4777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534030" w:history="1">
        <w:r w:rsidR="00D23EF1" w:rsidRPr="002D7DE5">
          <w:rPr>
            <w:rStyle w:val="Hypertextovodkaz"/>
          </w:rPr>
          <w:t>5.</w:t>
        </w:r>
        <w:r w:rsidR="00D23E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3EF1" w:rsidRPr="002D7DE5">
          <w:rPr>
            <w:rStyle w:val="Hypertextovodkaz"/>
          </w:rPr>
          <w:t>Vykazování odpadů</w:t>
        </w:r>
        <w:r w:rsidR="00D23EF1">
          <w:rPr>
            <w:noProof/>
            <w:webHidden/>
          </w:rPr>
          <w:tab/>
        </w:r>
        <w:r w:rsidR="00BF7AA8">
          <w:rPr>
            <w:noProof/>
            <w:webHidden/>
          </w:rPr>
          <w:t>9</w:t>
        </w:r>
      </w:hyperlink>
    </w:p>
    <w:p w14:paraId="04FFF30C" w14:textId="03230215" w:rsidR="00BD349A" w:rsidRDefault="00A4777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534031" w:history="1">
        <w:r w:rsidR="00D23EF1" w:rsidRPr="002D7DE5">
          <w:rPr>
            <w:rStyle w:val="Hypertextovodkaz"/>
            <w:rFonts w:asciiTheme="majorHAnsi" w:hAnsiTheme="majorHAnsi"/>
          </w:rPr>
          <w:t>5.1</w:t>
        </w:r>
        <w:r w:rsidR="00D23EF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3EF1" w:rsidRPr="002D7DE5">
          <w:rPr>
            <w:rStyle w:val="Hypertextovodkaz"/>
          </w:rPr>
          <w:t>Vykazování odpadů ve vztahu ke stanovení nákladů stavby</w:t>
        </w:r>
        <w:r w:rsidR="00D23EF1">
          <w:rPr>
            <w:noProof/>
            <w:webHidden/>
          </w:rPr>
          <w:tab/>
        </w:r>
        <w:r w:rsidR="00BF7AA8">
          <w:rPr>
            <w:noProof/>
            <w:webHidden/>
          </w:rPr>
          <w:t>9</w:t>
        </w:r>
      </w:hyperlink>
    </w:p>
    <w:p w14:paraId="6A1BC901" w14:textId="77390B4A" w:rsidR="00BD349A" w:rsidRDefault="00A4777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7534032" w:history="1">
        <w:r w:rsidR="00BD349A" w:rsidRPr="002D7DE5">
          <w:rPr>
            <w:rStyle w:val="Hypertextovodkaz"/>
            <w:rFonts w:asciiTheme="majorHAnsi" w:hAnsiTheme="majorHAnsi"/>
          </w:rPr>
          <w:t>5.2</w:t>
        </w:r>
        <w:r w:rsidR="00BD349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D349A" w:rsidRPr="002D7DE5">
          <w:rPr>
            <w:rStyle w:val="Hypertextovodkaz"/>
          </w:rPr>
          <w:t>Ostatní přílohy vztahující se k odpadovému hospodářství</w:t>
        </w:r>
        <w:r w:rsidR="00BD349A">
          <w:rPr>
            <w:noProof/>
            <w:webHidden/>
          </w:rPr>
          <w:tab/>
        </w:r>
        <w:r w:rsidR="00BF7AA8">
          <w:rPr>
            <w:noProof/>
            <w:webHidden/>
          </w:rPr>
          <w:t>11</w:t>
        </w:r>
      </w:hyperlink>
    </w:p>
    <w:p w14:paraId="46FB2DAA" w14:textId="2A1316C1" w:rsidR="00BD349A" w:rsidRDefault="00A4777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534033" w:history="1">
        <w:r w:rsidR="00BD349A" w:rsidRPr="002D7DE5">
          <w:rPr>
            <w:rStyle w:val="Hypertextovodkaz"/>
          </w:rPr>
          <w:t>6.</w:t>
        </w:r>
        <w:r w:rsidR="00BD349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D349A" w:rsidRPr="002D7DE5">
          <w:rPr>
            <w:rStyle w:val="Hypertextovodkaz"/>
          </w:rPr>
          <w:t>SPECIFICKÉ POŽADAVKY</w:t>
        </w:r>
        <w:r w:rsidR="00BD349A">
          <w:rPr>
            <w:noProof/>
            <w:webHidden/>
          </w:rPr>
          <w:tab/>
        </w:r>
        <w:r w:rsidR="00BF7AA8">
          <w:rPr>
            <w:noProof/>
            <w:webHidden/>
          </w:rPr>
          <w:t>12</w:t>
        </w:r>
      </w:hyperlink>
    </w:p>
    <w:p w14:paraId="2D13A7BA" w14:textId="3C20B963" w:rsidR="00BD349A" w:rsidRDefault="00A4777C">
      <w:pPr>
        <w:pStyle w:val="Obsah1"/>
        <w:rPr>
          <w:noProof/>
        </w:rPr>
      </w:pPr>
      <w:hyperlink w:anchor="_Toc47534034" w:history="1">
        <w:r w:rsidR="00D23EF1" w:rsidRPr="002D7DE5">
          <w:rPr>
            <w:rStyle w:val="Hypertextovodkaz"/>
          </w:rPr>
          <w:t>7.</w:t>
        </w:r>
        <w:r w:rsidR="00D23E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3EF1" w:rsidRPr="002D7DE5">
          <w:rPr>
            <w:rStyle w:val="Hypertextovodkaz"/>
          </w:rPr>
          <w:t>SOUVISEJÍCÍ DOKUMENTY A PŘEDPISY</w:t>
        </w:r>
        <w:r w:rsidR="00D23EF1">
          <w:rPr>
            <w:noProof/>
            <w:webHidden/>
          </w:rPr>
          <w:tab/>
        </w:r>
        <w:r w:rsidR="00BF7AA8">
          <w:rPr>
            <w:noProof/>
            <w:webHidden/>
          </w:rPr>
          <w:t>14</w:t>
        </w:r>
      </w:hyperlink>
    </w:p>
    <w:p w14:paraId="661663A8" w14:textId="7CD244A4" w:rsidR="00BD349A" w:rsidRDefault="00A4777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7534035" w:history="1">
        <w:r w:rsidR="00D23EF1" w:rsidRPr="002D7DE5">
          <w:rPr>
            <w:rStyle w:val="Hypertextovodkaz"/>
          </w:rPr>
          <w:t>8.</w:t>
        </w:r>
        <w:r w:rsidR="00D23EF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3EF1" w:rsidRPr="002D7DE5">
          <w:rPr>
            <w:rStyle w:val="Hypertextovodkaz"/>
          </w:rPr>
          <w:t>PŘÍLOHY</w:t>
        </w:r>
        <w:r w:rsidR="00D23EF1">
          <w:rPr>
            <w:noProof/>
            <w:webHidden/>
          </w:rPr>
          <w:tab/>
        </w:r>
        <w:r w:rsidR="00BF7AA8">
          <w:rPr>
            <w:noProof/>
            <w:webHidden/>
          </w:rPr>
          <w:t>14</w:t>
        </w:r>
      </w:hyperlink>
    </w:p>
    <w:p w14:paraId="03FA231D" w14:textId="77777777" w:rsidR="00AD0C7B" w:rsidRDefault="00BD7E91" w:rsidP="008D03B9">
      <w:r>
        <w:fldChar w:fldCharType="end"/>
      </w:r>
    </w:p>
    <w:p w14:paraId="2E21C569" w14:textId="77777777" w:rsidR="00DB0562" w:rsidRDefault="00DB0562" w:rsidP="008D03B9"/>
    <w:p w14:paraId="609F179F" w14:textId="77777777" w:rsidR="00DB0562" w:rsidRDefault="00DB0562" w:rsidP="008D03B9"/>
    <w:p w14:paraId="525A1DBB" w14:textId="77777777" w:rsidR="00DB0562" w:rsidRDefault="00AD0C7B" w:rsidP="00DB0562">
      <w:pPr>
        <w:pStyle w:val="Nadpisbezsl1-1"/>
        <w:outlineLvl w:val="0"/>
      </w:pPr>
      <w:bookmarkStart w:id="0" w:name="_Toc47534016"/>
      <w:r>
        <w:t>SEZNAM ZKRATEK</w:t>
      </w:r>
      <w:bookmarkEnd w:id="0"/>
      <w:r w:rsidR="0076790E">
        <w:t xml:space="preserve"> </w:t>
      </w:r>
    </w:p>
    <w:p w14:paraId="66336925" w14:textId="77777777"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32B888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55A4F4" w14:textId="77777777" w:rsidR="00AD0C7B" w:rsidRPr="00C04CAA" w:rsidRDefault="00C04CAA" w:rsidP="004C5ABF">
            <w:pPr>
              <w:pStyle w:val="Zkratky1"/>
            </w:pPr>
            <w:r>
              <w:t>SŽ</w:t>
            </w:r>
            <w:r w:rsidR="00DB0562" w:rsidRPr="00C04CAA">
              <w:t xml:space="preserve"> </w:t>
            </w:r>
            <w:r w:rsidR="00DB0562" w:rsidRPr="00C04CA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A60FCA" w14:textId="77777777" w:rsidR="00AD0C7B" w:rsidRPr="006115D3" w:rsidRDefault="00C04CAA" w:rsidP="0076790E">
            <w:pPr>
              <w:pStyle w:val="Zkratky2"/>
            </w:pPr>
            <w:r>
              <w:t>Správa železnic, státní organizace</w:t>
            </w:r>
          </w:p>
        </w:tc>
      </w:tr>
      <w:tr w:rsidR="00592F36" w:rsidRPr="00AD0C7B" w14:paraId="29CE202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58B730" w14:textId="77777777" w:rsidR="00592F36" w:rsidRPr="00AD0C7B" w:rsidRDefault="00592F36" w:rsidP="00592F36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78AAD8" w14:textId="77777777" w:rsidR="00592F36" w:rsidRDefault="00592F36" w:rsidP="00592F36">
            <w:pPr>
              <w:pStyle w:val="Zkratky2"/>
            </w:pPr>
            <w:r>
              <w:t>Správa železniční dopravní cesty, státní organizace</w:t>
            </w:r>
          </w:p>
          <w:p w14:paraId="0A3EE46F" w14:textId="77777777" w:rsidR="00592F36" w:rsidRPr="006115D3" w:rsidRDefault="00592F36" w:rsidP="004B4928">
            <w:pPr>
              <w:pStyle w:val="Zkratky2"/>
            </w:pPr>
            <w:r w:rsidRPr="002D4FA7">
              <w:t>Účinností zákona č. 367/2019 Sb., tj. od 1. 1. 2020 došlo ke změně názvu státní organizace, dřívější název Správa železniční dopravní cesty, byl od uvedeného data nahrazen názvem novým Správa železnic</w:t>
            </w:r>
            <w:r w:rsidR="004B4928">
              <w:t>, státní organizace.</w:t>
            </w:r>
          </w:p>
        </w:tc>
      </w:tr>
      <w:tr w:rsidR="00592F36" w:rsidRPr="00AD0C7B" w14:paraId="1E5ECA7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B39FD3" w14:textId="77777777" w:rsidR="00592F36" w:rsidRPr="00AD0C7B" w:rsidRDefault="00592F36" w:rsidP="00592F36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075BEF" w14:textId="77777777" w:rsidR="00592F36" w:rsidRPr="006115D3" w:rsidRDefault="00592F36" w:rsidP="00592F36">
            <w:pPr>
              <w:pStyle w:val="Zkratky2"/>
            </w:pPr>
          </w:p>
        </w:tc>
      </w:tr>
      <w:tr w:rsidR="00592F36" w:rsidRPr="00AD0C7B" w14:paraId="3F3E433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896389" w14:textId="77777777" w:rsidR="00592F36" w:rsidRPr="00AD0C7B" w:rsidRDefault="00592F36" w:rsidP="00592F36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BC5CBA" w14:textId="77777777" w:rsidR="00592F36" w:rsidRPr="006115D3" w:rsidRDefault="00592F36" w:rsidP="00592F36">
            <w:pPr>
              <w:pStyle w:val="Zkratky2"/>
            </w:pPr>
          </w:p>
        </w:tc>
      </w:tr>
      <w:tr w:rsidR="00592F36" w:rsidRPr="00AD0C7B" w14:paraId="7014193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A60B6B" w14:textId="77777777" w:rsidR="00592F36" w:rsidRPr="00AD0C7B" w:rsidRDefault="00592F36" w:rsidP="00592F36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10F1AB" w14:textId="77777777" w:rsidR="00592F36" w:rsidRPr="006115D3" w:rsidRDefault="00592F36" w:rsidP="00592F36">
            <w:pPr>
              <w:pStyle w:val="Zkratky2"/>
            </w:pPr>
          </w:p>
        </w:tc>
      </w:tr>
      <w:tr w:rsidR="00592F36" w:rsidRPr="00AD0C7B" w14:paraId="1585BFA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193D7C" w14:textId="77777777" w:rsidR="00592F36" w:rsidRPr="00AD0C7B" w:rsidRDefault="00592F36" w:rsidP="00592F36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588F7F" w14:textId="77777777" w:rsidR="00592F36" w:rsidRPr="006115D3" w:rsidRDefault="00592F36" w:rsidP="00592F36">
            <w:pPr>
              <w:pStyle w:val="Zkratky2"/>
            </w:pPr>
          </w:p>
        </w:tc>
      </w:tr>
      <w:tr w:rsidR="00592F36" w:rsidRPr="00AD0C7B" w14:paraId="66466AB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15115A" w14:textId="77777777" w:rsidR="00592F36" w:rsidRPr="00AD0C7B" w:rsidRDefault="00592F36" w:rsidP="00592F36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E477454" w14:textId="77777777" w:rsidR="00592F36" w:rsidRPr="006115D3" w:rsidRDefault="00592F36" w:rsidP="00592F36">
            <w:pPr>
              <w:pStyle w:val="Zkratky2"/>
            </w:pPr>
          </w:p>
        </w:tc>
      </w:tr>
      <w:tr w:rsidR="00592F36" w:rsidRPr="00AD0C7B" w14:paraId="5AB808A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7800A3" w14:textId="77777777" w:rsidR="00592F36" w:rsidRPr="00AD0C7B" w:rsidRDefault="00592F36" w:rsidP="00592F36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BD3C1E" w14:textId="77777777" w:rsidR="00592F36" w:rsidRPr="006115D3" w:rsidRDefault="00592F36" w:rsidP="00592F36">
            <w:pPr>
              <w:pStyle w:val="Zkratky2"/>
            </w:pPr>
          </w:p>
        </w:tc>
      </w:tr>
    </w:tbl>
    <w:p w14:paraId="613048D4" w14:textId="77777777" w:rsidR="00041EC8" w:rsidRDefault="00041EC8" w:rsidP="00AD0C7B"/>
    <w:p w14:paraId="1466D146" w14:textId="77777777" w:rsidR="00826B7B" w:rsidRDefault="00826B7B">
      <w:r>
        <w:br w:type="page"/>
      </w:r>
    </w:p>
    <w:p w14:paraId="47771F41" w14:textId="77777777" w:rsidR="00FD501F" w:rsidRPr="00FD501F" w:rsidRDefault="00FD501F" w:rsidP="00A134F8">
      <w:pPr>
        <w:pStyle w:val="Nadpis2-1"/>
      </w:pPr>
      <w:bookmarkStart w:id="1" w:name="_Toc47534017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14:paraId="3FF6DCA0" w14:textId="77777777" w:rsidR="00FD501F" w:rsidRPr="00FD501F" w:rsidRDefault="00FD501F" w:rsidP="00DB0562">
      <w:pPr>
        <w:pStyle w:val="Nadpis2-2"/>
      </w:pPr>
      <w:bookmarkStart w:id="6" w:name="_Toc47534018"/>
      <w:r w:rsidRPr="00FD501F">
        <w:t>Účel a rozsah předmětu díla</w:t>
      </w:r>
      <w:bookmarkEnd w:id="6"/>
    </w:p>
    <w:p w14:paraId="7C7AC20F" w14:textId="6BF4EDC3" w:rsidR="00592F36" w:rsidRPr="00592F36" w:rsidRDefault="00FD501F" w:rsidP="00592F36">
      <w:pPr>
        <w:pStyle w:val="Text2-1"/>
      </w:pPr>
      <w:r w:rsidRPr="00FD501F">
        <w:t xml:space="preserve">Předmětem díla je </w:t>
      </w:r>
      <w:r w:rsidR="003F08B2" w:rsidRPr="00807E58">
        <w:t xml:space="preserve">zhotovení </w:t>
      </w:r>
      <w:r w:rsidR="00F15B4C">
        <w:t xml:space="preserve">Dokumentace </w:t>
      </w:r>
      <w:r w:rsidR="003F08B2" w:rsidRPr="00807E58">
        <w:t>pro s</w:t>
      </w:r>
      <w:r w:rsidR="00F15B4C">
        <w:t xml:space="preserve">polečné </w:t>
      </w:r>
      <w:r w:rsidR="003F08B2" w:rsidRPr="00807E58">
        <w:t>povolení a</w:t>
      </w:r>
      <w:r w:rsidR="00807E58">
        <w:t> </w:t>
      </w:r>
      <w:r w:rsidRPr="00807E58">
        <w:t>Projektov</w:t>
      </w:r>
      <w:r w:rsidR="003F08B2" w:rsidRPr="00807E58">
        <w:t>é</w:t>
      </w:r>
      <w:r w:rsidR="003F08B2">
        <w:t xml:space="preserve"> </w:t>
      </w:r>
      <w:r w:rsidRPr="00FD501F">
        <w:t xml:space="preserve">dokumentace pro </w:t>
      </w:r>
      <w:r w:rsidR="003F08B2">
        <w:t>provádění stavby</w:t>
      </w:r>
      <w:r w:rsidRPr="00FD501F">
        <w:t xml:space="preserve"> „</w:t>
      </w:r>
      <w:r w:rsidR="006C748F">
        <w:rPr>
          <w:b/>
        </w:rPr>
        <w:t>Rekonstrukce výpravní budovy</w:t>
      </w:r>
      <w:r w:rsidR="00592F36" w:rsidRPr="00592F36">
        <w:rPr>
          <w:b/>
        </w:rPr>
        <w:t> </w:t>
      </w:r>
      <w:r w:rsidR="00AC1EB1">
        <w:rPr>
          <w:b/>
        </w:rPr>
        <w:t>ŽST Lovosice</w:t>
      </w:r>
      <w:r w:rsidRPr="00592F36">
        <w:t>“</w:t>
      </w:r>
      <w:r w:rsidR="000E6E13" w:rsidRPr="00592F36">
        <w:t xml:space="preserve">. </w:t>
      </w:r>
      <w:r w:rsidR="00592F36" w:rsidRPr="00592F36">
        <w:t>Cílem díla je osobní nádraží v technickém, provozním i estetickém stavu, který je v souladu se zájmy Správy železnic, státní organizace</w:t>
      </w:r>
      <w:r w:rsidR="004B4928">
        <w:t xml:space="preserve"> </w:t>
      </w:r>
      <w:r w:rsidR="004B4928" w:rsidRPr="004B4928">
        <w:t>(dále jen „SŽ“)</w:t>
      </w:r>
      <w:r w:rsidR="00592F36" w:rsidRPr="00592F36">
        <w:t>, odpovídá nárokům moderní dopravy a naplňuje vize z dokumentu: „Koncepce při nakládání s nemovitostmi osobních nádraží“.</w:t>
      </w:r>
    </w:p>
    <w:p w14:paraId="0C73B4C9" w14:textId="221D5B7B" w:rsidR="00A134F8" w:rsidRDefault="00FD501F" w:rsidP="00A134F8">
      <w:pPr>
        <w:pStyle w:val="Text2-1"/>
      </w:pPr>
      <w:r w:rsidRPr="00592F36">
        <w:t>Rozsah díla „</w:t>
      </w:r>
      <w:r w:rsidR="006C748F">
        <w:rPr>
          <w:b/>
        </w:rPr>
        <w:t>Rekonstrukce výpravní budovy</w:t>
      </w:r>
      <w:r w:rsidR="00592F36" w:rsidRPr="00592F36">
        <w:rPr>
          <w:b/>
        </w:rPr>
        <w:t> </w:t>
      </w:r>
      <w:r w:rsidR="00AC1EB1">
        <w:rPr>
          <w:b/>
        </w:rPr>
        <w:t>ŽST Lovosice</w:t>
      </w:r>
      <w:r w:rsidRPr="00592F36">
        <w:t>“</w:t>
      </w:r>
      <w:r w:rsidRPr="00FD501F">
        <w:t xml:space="preserve"> je</w:t>
      </w:r>
      <w:r w:rsidR="00A134F8">
        <w:t>:</w:t>
      </w:r>
    </w:p>
    <w:p w14:paraId="537F78D8" w14:textId="77777777" w:rsidR="00A134F8" w:rsidRDefault="00A134F8" w:rsidP="00E41675">
      <w:pPr>
        <w:pStyle w:val="Text2-2"/>
      </w:pPr>
      <w:r w:rsidRPr="00807E58">
        <w:t xml:space="preserve">Zhotovení </w:t>
      </w:r>
      <w:r w:rsidR="001E3362">
        <w:rPr>
          <w:rStyle w:val="Tun"/>
        </w:rPr>
        <w:t>D</w:t>
      </w:r>
      <w:r w:rsidRPr="00807E58">
        <w:rPr>
          <w:rStyle w:val="Tun"/>
        </w:rPr>
        <w:t xml:space="preserve">okumentace pro </w:t>
      </w:r>
      <w:r w:rsidR="001E3362">
        <w:rPr>
          <w:rStyle w:val="Tun"/>
        </w:rPr>
        <w:t xml:space="preserve">společné </w:t>
      </w:r>
      <w:r w:rsidRPr="00807E58">
        <w:rPr>
          <w:rStyle w:val="Tun"/>
        </w:rPr>
        <w:t>povolení</w:t>
      </w:r>
      <w:r w:rsidR="00807E58">
        <w:rPr>
          <w:rStyle w:val="Tun"/>
        </w:rPr>
        <w:t xml:space="preserve"> </w:t>
      </w:r>
      <w:r>
        <w:t xml:space="preserve">a to včetně zpracování </w:t>
      </w:r>
      <w:r w:rsidRPr="000235AC">
        <w:rPr>
          <w:rStyle w:val="Tun"/>
        </w:rPr>
        <w:t>Projektové dokumentace pro provádění stavby</w:t>
      </w:r>
      <w:r>
        <w:t xml:space="preserve">, </w:t>
      </w:r>
      <w:r w:rsidR="00967E3A">
        <w:t>která</w:t>
      </w:r>
      <w:r w:rsidR="00967E3A" w:rsidRPr="00745AE7">
        <w:t xml:space="preserve"> rozpracuje a</w:t>
      </w:r>
      <w:r w:rsidR="00967E3A">
        <w:t> </w:t>
      </w:r>
      <w:r w:rsidR="00967E3A" w:rsidRPr="00745AE7">
        <w:t xml:space="preserve">vymezí požadavky na stavbu do podrobností, které specifikují předmět </w:t>
      </w:r>
      <w:r w:rsidR="00AA77DA">
        <w:t xml:space="preserve">Díla </w:t>
      </w:r>
      <w:r w:rsidR="00967E3A" w:rsidRPr="00745AE7">
        <w:t xml:space="preserve">v takovém rozsahu, aby byla podkladem pro výběrové řízení na zhotovení </w:t>
      </w:r>
      <w:r w:rsidR="00967E3A" w:rsidRPr="00592F36">
        <w:t>stavby,</w:t>
      </w:r>
      <w:r w:rsidR="00AA77DA" w:rsidRPr="00592F36">
        <w:t xml:space="preserve"> </w:t>
      </w:r>
      <w:r w:rsidRPr="00592F36">
        <w:t xml:space="preserve">včetně notifikace autorizovanou osobou, zajištění výkonu </w:t>
      </w:r>
      <w:r w:rsidR="00AA77DA" w:rsidRPr="00592F36">
        <w:t>A</w:t>
      </w:r>
      <w:r w:rsidRPr="00592F36">
        <w:t>utorského dozoru při zhotovení stavby a činností koordinátora BOZP při práci na staveništi ve fázi přípravy včetně zpracování plánu BOZP na staveništi a</w:t>
      </w:r>
      <w:r w:rsidR="00AA77DA" w:rsidRPr="00592F36">
        <w:t> </w:t>
      </w:r>
      <w:r w:rsidRPr="00592F36">
        <w:t>manuálu údržby.</w:t>
      </w:r>
      <w:r w:rsidR="00C03DE4">
        <w:t xml:space="preserve"> </w:t>
      </w:r>
    </w:p>
    <w:p w14:paraId="5C4BCA76" w14:textId="77777777" w:rsidR="00A134F8" w:rsidRDefault="00A134F8" w:rsidP="001A0C52">
      <w:pPr>
        <w:pStyle w:val="Text2-2"/>
      </w:pPr>
      <w:r w:rsidRPr="00672766">
        <w:rPr>
          <w:rStyle w:val="Tun"/>
        </w:rPr>
        <w:t xml:space="preserve">Zpracování </w:t>
      </w:r>
      <w:r w:rsidRPr="00592F36">
        <w:rPr>
          <w:rStyle w:val="Tun"/>
        </w:rPr>
        <w:t>a podání žádosti</w:t>
      </w:r>
      <w:r w:rsidRPr="00672766">
        <w:rPr>
          <w:rStyle w:val="Tun"/>
        </w:rPr>
        <w:t xml:space="preserve"> </w:t>
      </w:r>
      <w:r w:rsidR="00967E3A" w:rsidRPr="00672766">
        <w:rPr>
          <w:rStyle w:val="Tun"/>
        </w:rPr>
        <w:t>o</w:t>
      </w:r>
      <w:r w:rsidR="00967E3A">
        <w:t xml:space="preserve"> </w:t>
      </w:r>
      <w:r w:rsidR="00967E3A" w:rsidRPr="00967E3A">
        <w:rPr>
          <w:rStyle w:val="Tun"/>
        </w:rPr>
        <w:t>vydání společného povolení</w:t>
      </w:r>
      <w:r w:rsidR="00967E3A">
        <w:t xml:space="preserve"> </w:t>
      </w:r>
      <w:r w:rsidR="001E3362" w:rsidRPr="00672766">
        <w:t xml:space="preserve">dle § 94l </w:t>
      </w:r>
      <w:r w:rsidR="00672766" w:rsidRPr="00672766">
        <w:t>zákona č. </w:t>
      </w:r>
      <w:r w:rsidR="001E3362" w:rsidRPr="00672766">
        <w:t>183/2006 Sb.</w:t>
      </w:r>
      <w:r w:rsidR="001E3362" w:rsidRPr="001E3362">
        <w:t>, Zákon o</w:t>
      </w:r>
      <w:r w:rsidR="009932FA">
        <w:t> </w:t>
      </w:r>
      <w:r w:rsidR="001E3362" w:rsidRPr="001E3362">
        <w:t>územním plánování a sta</w:t>
      </w:r>
      <w:r w:rsidR="00672766">
        <w:t>vebním řádu (stavební zákon), v </w:t>
      </w:r>
      <w:r w:rsidR="001E3362" w:rsidRPr="001E3362">
        <w:t>platném znění, včetně všech vyžadovaných podkladů</w:t>
      </w:r>
      <w:r w:rsidRPr="00807E58">
        <w:t>, je</w:t>
      </w:r>
      <w:r w:rsidR="00967E3A">
        <w:t xml:space="preserve">jíž </w:t>
      </w:r>
      <w:r w:rsidRPr="00807E58">
        <w:t>výsledkem bude vydání s</w:t>
      </w:r>
      <w:r w:rsidR="00967E3A">
        <w:t xml:space="preserve">polečného </w:t>
      </w:r>
      <w:r w:rsidRPr="00807E58">
        <w:t>povolení</w:t>
      </w:r>
      <w:r w:rsidR="00967E3A">
        <w:t xml:space="preserve">. Zhotovitel bude </w:t>
      </w:r>
      <w:r w:rsidRPr="00807E58">
        <w:t>spolupr</w:t>
      </w:r>
      <w:r w:rsidR="00967E3A">
        <w:t xml:space="preserve">acovat </w:t>
      </w:r>
      <w:r w:rsidRPr="00A134F8">
        <w:t>při vydání příslušných rozhodnutí do nabytí jejich právní moci.</w:t>
      </w:r>
    </w:p>
    <w:p w14:paraId="62A30275" w14:textId="77777777" w:rsidR="00A134F8" w:rsidRPr="00807E58" w:rsidRDefault="00A134F8" w:rsidP="00813559">
      <w:pPr>
        <w:pStyle w:val="Text2-2"/>
      </w:pPr>
      <w:r w:rsidRPr="00807E58">
        <w:t>Rozsah a členění dokumentace D</w:t>
      </w:r>
      <w:r w:rsidR="00967E3A">
        <w:t>U</w:t>
      </w:r>
      <w:r w:rsidRPr="00807E58">
        <w:t>SP a PDPS:</w:t>
      </w:r>
    </w:p>
    <w:p w14:paraId="4825387A" w14:textId="77777777" w:rsidR="00C90B56" w:rsidRPr="00C90B56" w:rsidRDefault="00C90B56" w:rsidP="00C90B56">
      <w:pPr>
        <w:pStyle w:val="Odrka1-4"/>
        <w:rPr>
          <w:rStyle w:val="Tun"/>
          <w:b w:val="0"/>
        </w:rPr>
      </w:pPr>
      <w:r w:rsidRPr="00C90B56">
        <w:rPr>
          <w:rStyle w:val="Tun"/>
          <w:b w:val="0"/>
        </w:rPr>
        <w:t>Návrh stavby - dílčí část Dokumentace pro společné povolení, bude zpracován pro určení nové podoby výpravní budovy. Zhotovení Návrhu stavby bude průběžně konzultováno, projednáváno a schvalováno Objednatelem. Schválený Návrh stavby bude dopracován ve všech stupních dokumentace. Bez odsouhlasení Návrhu stavby nelze pokračovat do dalších stupňů projektu.</w:t>
      </w:r>
    </w:p>
    <w:p w14:paraId="22A22A6E" w14:textId="42FBB847" w:rsidR="00D84D4D" w:rsidRPr="00954397" w:rsidRDefault="00A16DE9" w:rsidP="00D84D4D">
      <w:pPr>
        <w:pStyle w:val="Odrka1-4"/>
        <w:rPr>
          <w:rStyle w:val="Tun"/>
          <w:b w:val="0"/>
        </w:rPr>
      </w:pPr>
      <w:r w:rsidRPr="00A16DE9">
        <w:rPr>
          <w:rStyle w:val="Tun"/>
          <w:b w:val="0"/>
        </w:rPr>
        <w:t xml:space="preserve">Zhotovení </w:t>
      </w:r>
      <w:r w:rsidRPr="00A16DE9">
        <w:rPr>
          <w:rStyle w:val="Tun"/>
        </w:rPr>
        <w:t>Návrhu stavby</w:t>
      </w:r>
      <w:r w:rsidR="00D84D4D">
        <w:rPr>
          <w:rStyle w:val="Tun"/>
        </w:rPr>
        <w:t>,</w:t>
      </w:r>
      <w:r w:rsidRPr="00A16DE9">
        <w:rPr>
          <w:rStyle w:val="Tun"/>
        </w:rPr>
        <w:t xml:space="preserve"> </w:t>
      </w:r>
      <w:r w:rsidR="00D1691C" w:rsidRPr="00D1691C">
        <w:rPr>
          <w:rStyle w:val="Tun"/>
          <w:b w:val="0"/>
        </w:rPr>
        <w:t>kter</w:t>
      </w:r>
      <w:r w:rsidR="00D84D4D">
        <w:rPr>
          <w:rStyle w:val="Tun"/>
          <w:b w:val="0"/>
        </w:rPr>
        <w:t>ý</w:t>
      </w:r>
      <w:r w:rsidR="00D1691C">
        <w:rPr>
          <w:rStyle w:val="Tun"/>
          <w:b w:val="0"/>
        </w:rPr>
        <w:t xml:space="preserve"> je 1. Dílčí etapou zhotovení DUPS a</w:t>
      </w:r>
      <w:r w:rsidRPr="00A16DE9">
        <w:rPr>
          <w:rStyle w:val="Tun"/>
          <w:b w:val="0"/>
        </w:rPr>
        <w:t xml:space="preserve"> </w:t>
      </w:r>
      <w:r w:rsidRPr="0060018D">
        <w:rPr>
          <w:rStyle w:val="Tun"/>
          <w:b w:val="0"/>
        </w:rPr>
        <w:t>bude</w:t>
      </w:r>
      <w:r w:rsidRPr="00A16DE9">
        <w:rPr>
          <w:rStyle w:val="Tun"/>
          <w:b w:val="0"/>
        </w:rPr>
        <w:t xml:space="preserve"> obsahovat </w:t>
      </w:r>
      <w:r w:rsidRPr="0060018D">
        <w:rPr>
          <w:rStyle w:val="Tun"/>
          <w:b w:val="0"/>
        </w:rPr>
        <w:t>veškeré</w:t>
      </w:r>
      <w:r w:rsidRPr="00A16DE9">
        <w:rPr>
          <w:rStyle w:val="Tun"/>
          <w:b w:val="0"/>
        </w:rPr>
        <w:t xml:space="preserve"> úkony dle Standardu profesních výkonů a souvisejících činností České komory architektů. V rozsahu výkonové fáze VF2 (standardní). </w:t>
      </w:r>
      <w:r w:rsidRPr="00A16DE9">
        <w:rPr>
          <w:rStyle w:val="Tun"/>
        </w:rPr>
        <w:t>V průběhu tvorby bude po</w:t>
      </w:r>
      <w:r w:rsidR="00EC0B00">
        <w:rPr>
          <w:rStyle w:val="Tun"/>
        </w:rPr>
        <w:t xml:space="preserve">žadováno průběžné konzultování, </w:t>
      </w:r>
      <w:proofErr w:type="spellStart"/>
      <w:r w:rsidRPr="00A16DE9">
        <w:rPr>
          <w:rStyle w:val="Tun"/>
        </w:rPr>
        <w:t>odsouhlasování</w:t>
      </w:r>
      <w:proofErr w:type="spellEnd"/>
      <w:r w:rsidRPr="00A16DE9">
        <w:rPr>
          <w:rStyle w:val="Tun"/>
        </w:rPr>
        <w:t xml:space="preserve"> a projednání </w:t>
      </w:r>
      <w:r w:rsidR="00D84D4D">
        <w:rPr>
          <w:rStyle w:val="Tun"/>
        </w:rPr>
        <w:t>Návrhu stavby</w:t>
      </w:r>
      <w:r w:rsidRPr="00A16DE9">
        <w:rPr>
          <w:rStyle w:val="Tun"/>
        </w:rPr>
        <w:t>.</w:t>
      </w:r>
      <w:r w:rsidRPr="00A16DE9">
        <w:rPr>
          <w:rStyle w:val="Tun"/>
          <w:b w:val="0"/>
        </w:rPr>
        <w:t xml:space="preserve"> </w:t>
      </w:r>
      <w:r w:rsidRPr="001F1EE6">
        <w:rPr>
          <w:rStyle w:val="Tun"/>
          <w:b w:val="0"/>
        </w:rPr>
        <w:t xml:space="preserve">Objednatelem písemně odsouhlasený finální Návrh stavby bude následně Zhotovitelem rozvíjen v dalších stupních dokumentace. </w:t>
      </w:r>
      <w:r w:rsidR="00D84D4D" w:rsidRPr="001F1EE6">
        <w:rPr>
          <w:rStyle w:val="Tun"/>
          <w:b w:val="0"/>
        </w:rPr>
        <w:t>Návrh stavby musí vycházet ze ZP, být v souladu s ekonomickým hodnocením ZP a splňovat nároky kladené na výpravní budovy dokumentem „Koncepce při nakládání s nemovitostmi osobních nádraží“. Dále musí splňovat provozní i architektonické představy Objednatele.</w:t>
      </w:r>
    </w:p>
    <w:p w14:paraId="42429554" w14:textId="5165BD84" w:rsidR="00A16DE9" w:rsidRPr="00954397" w:rsidRDefault="00D84D4D" w:rsidP="0060018D">
      <w:pPr>
        <w:pStyle w:val="Odrka1-4"/>
        <w:rPr>
          <w:rStyle w:val="Tun"/>
          <w:b w:val="0"/>
        </w:rPr>
      </w:pPr>
      <w:r w:rsidRPr="00954397">
        <w:rPr>
          <w:rStyle w:val="Tun"/>
          <w:b w:val="0"/>
        </w:rPr>
        <w:t xml:space="preserve">  </w:t>
      </w:r>
      <w:r w:rsidR="00A16DE9" w:rsidRPr="001F1EE6">
        <w:rPr>
          <w:rStyle w:val="Tun"/>
          <w:b w:val="0"/>
        </w:rPr>
        <w:t>V případě, že Objednatel neschválí žádný z Návrhů stavby, nelze pokračovat</w:t>
      </w:r>
      <w:r w:rsidR="007C3BD2" w:rsidRPr="001F1EE6">
        <w:rPr>
          <w:rStyle w:val="Tun"/>
          <w:b w:val="0"/>
        </w:rPr>
        <w:t>.</w:t>
      </w:r>
      <w:r w:rsidR="00A16DE9" w:rsidRPr="001F1EE6">
        <w:rPr>
          <w:rStyle w:val="Tun"/>
          <w:b w:val="0"/>
        </w:rPr>
        <w:t xml:space="preserve"> </w:t>
      </w:r>
    </w:p>
    <w:p w14:paraId="0F67896A" w14:textId="77777777" w:rsidR="00A16DE9" w:rsidRPr="00A16DE9" w:rsidRDefault="00A16DE9" w:rsidP="00A16DE9">
      <w:pPr>
        <w:pStyle w:val="Odrka1-4"/>
        <w:rPr>
          <w:rStyle w:val="Tun"/>
        </w:rPr>
      </w:pPr>
      <w:r w:rsidRPr="00A16DE9">
        <w:rPr>
          <w:rStyle w:val="Tun"/>
        </w:rPr>
        <w:t>Návrh stavby bude obsahovat:</w:t>
      </w:r>
    </w:p>
    <w:p w14:paraId="120F6F71" w14:textId="77777777" w:rsidR="00A16DE9" w:rsidRPr="0060018D" w:rsidRDefault="00A16DE9" w:rsidP="00D84D4D">
      <w:pPr>
        <w:pStyle w:val="Odrka1-4"/>
        <w:numPr>
          <w:ilvl w:val="4"/>
          <w:numId w:val="10"/>
        </w:numPr>
        <w:contextualSpacing/>
      </w:pPr>
      <w:r w:rsidRPr="0060018D">
        <w:t xml:space="preserve">prověření a analýzu přípravy projektu a projekčních podkladů </w:t>
      </w:r>
    </w:p>
    <w:p w14:paraId="753303E9" w14:textId="77777777" w:rsidR="00A16DE9" w:rsidRPr="0060018D" w:rsidRDefault="00A16DE9" w:rsidP="00D84D4D">
      <w:pPr>
        <w:pStyle w:val="Odrka1-4"/>
        <w:numPr>
          <w:ilvl w:val="4"/>
          <w:numId w:val="10"/>
        </w:numPr>
        <w:contextualSpacing/>
      </w:pPr>
      <w:r w:rsidRPr="0060018D">
        <w:t>upřesnění cílových představ klienta.</w:t>
      </w:r>
    </w:p>
    <w:p w14:paraId="4129F4E2" w14:textId="4C25AC5F" w:rsidR="00A16DE9" w:rsidRPr="0060018D" w:rsidRDefault="00A16DE9" w:rsidP="00D84D4D">
      <w:pPr>
        <w:pStyle w:val="Odrka1-4"/>
        <w:numPr>
          <w:ilvl w:val="4"/>
          <w:numId w:val="10"/>
        </w:numPr>
        <w:contextualSpacing/>
      </w:pPr>
      <w:r w:rsidRPr="0060018D">
        <w:t>zpracování konceptu</w:t>
      </w:r>
      <w:r w:rsidR="007D6515">
        <w:t xml:space="preserve">, </w:t>
      </w:r>
      <w:r w:rsidR="00712765">
        <w:t>skic a</w:t>
      </w:r>
      <w:r w:rsidR="007D6515">
        <w:t xml:space="preserve"> vizualizací</w:t>
      </w:r>
      <w:r w:rsidRPr="0060018D">
        <w:t xml:space="preserve"> </w:t>
      </w:r>
    </w:p>
    <w:p w14:paraId="01A46A08" w14:textId="77777777" w:rsidR="00A16DE9" w:rsidRPr="0060018D" w:rsidRDefault="00A16DE9" w:rsidP="00D84D4D">
      <w:pPr>
        <w:pStyle w:val="Odrka1-4"/>
        <w:numPr>
          <w:ilvl w:val="4"/>
          <w:numId w:val="10"/>
        </w:numPr>
        <w:contextualSpacing/>
      </w:pPr>
      <w:r w:rsidRPr="0060018D">
        <w:t xml:space="preserve">určení základního materiálového řešení, </w:t>
      </w:r>
    </w:p>
    <w:p w14:paraId="1B8465E9" w14:textId="77777777" w:rsidR="00A16DE9" w:rsidRPr="0060018D" w:rsidRDefault="00A16DE9" w:rsidP="00D84D4D">
      <w:pPr>
        <w:pStyle w:val="Odrka1-4"/>
        <w:numPr>
          <w:ilvl w:val="4"/>
          <w:numId w:val="10"/>
        </w:numPr>
        <w:contextualSpacing/>
      </w:pPr>
      <w:r w:rsidRPr="0060018D">
        <w:lastRenderedPageBreak/>
        <w:t xml:space="preserve">zpracování dokumentace návrhu stavby (zpráva, situace, půdorysy, řezy, pohledy), </w:t>
      </w:r>
    </w:p>
    <w:p w14:paraId="41466D8B" w14:textId="77777777" w:rsidR="00A16DE9" w:rsidRPr="0060018D" w:rsidRDefault="00A16DE9" w:rsidP="00D84D4D">
      <w:pPr>
        <w:pStyle w:val="Odrka1-4"/>
        <w:numPr>
          <w:ilvl w:val="4"/>
          <w:numId w:val="10"/>
        </w:numPr>
        <w:contextualSpacing/>
      </w:pPr>
      <w:r w:rsidRPr="0060018D">
        <w:t xml:space="preserve">zapojení speciálních profesí (např. statika, technologie, energetika) včetně jejich koordinace, </w:t>
      </w:r>
    </w:p>
    <w:p w14:paraId="45E540EE" w14:textId="77777777" w:rsidR="00A16DE9" w:rsidRPr="0060018D" w:rsidRDefault="00A16DE9" w:rsidP="00D84D4D">
      <w:pPr>
        <w:pStyle w:val="Odrka1-4"/>
        <w:numPr>
          <w:ilvl w:val="4"/>
          <w:numId w:val="10"/>
        </w:numPr>
        <w:contextualSpacing/>
      </w:pPr>
      <w:r w:rsidRPr="0060018D">
        <w:t>předběžný rozpočet podle m</w:t>
      </w:r>
      <w:r w:rsidRPr="00D1691C">
        <w:rPr>
          <w:vertAlign w:val="superscript"/>
        </w:rPr>
        <w:t>2</w:t>
      </w:r>
      <w:r w:rsidRPr="0060018D">
        <w:t xml:space="preserve"> a m</w:t>
      </w:r>
      <w:r w:rsidRPr="00D1691C">
        <w:rPr>
          <w:vertAlign w:val="superscript"/>
        </w:rPr>
        <w:t>3</w:t>
      </w:r>
      <w:r w:rsidRPr="0060018D">
        <w:t>,</w:t>
      </w:r>
    </w:p>
    <w:p w14:paraId="06F8BAF0" w14:textId="77777777" w:rsidR="00A16DE9" w:rsidRPr="00A16DE9" w:rsidRDefault="00A16DE9" w:rsidP="00D84D4D">
      <w:pPr>
        <w:pStyle w:val="Odrka1-4"/>
        <w:numPr>
          <w:ilvl w:val="4"/>
          <w:numId w:val="10"/>
        </w:numPr>
        <w:rPr>
          <w:rStyle w:val="Tun"/>
          <w:b w:val="0"/>
        </w:rPr>
      </w:pPr>
      <w:r w:rsidRPr="0060018D">
        <w:t>posouzení</w:t>
      </w:r>
      <w:r w:rsidRPr="00A16DE9">
        <w:rPr>
          <w:rStyle w:val="Tun"/>
          <w:b w:val="0"/>
        </w:rPr>
        <w:t xml:space="preserve"> souladu se Záměrem projektu.</w:t>
      </w:r>
    </w:p>
    <w:p w14:paraId="0F283FD0" w14:textId="77777777" w:rsidR="00AA77DA" w:rsidRDefault="00EB59F7" w:rsidP="00813559">
      <w:pPr>
        <w:pStyle w:val="Odrka1-4"/>
      </w:pPr>
      <w:r w:rsidRPr="00807E58">
        <w:rPr>
          <w:rStyle w:val="Tun"/>
        </w:rPr>
        <w:t>Dokumentace ve stupni D</w:t>
      </w:r>
      <w:r w:rsidR="00967E3A">
        <w:rPr>
          <w:rStyle w:val="Tun"/>
        </w:rPr>
        <w:t>U</w:t>
      </w:r>
      <w:r w:rsidRPr="00807E58">
        <w:rPr>
          <w:rStyle w:val="Tun"/>
        </w:rPr>
        <w:t>SP</w:t>
      </w:r>
      <w:r w:rsidRPr="00807E58">
        <w:t xml:space="preserve"> bude zpracována v členění a rozsahu přílohy </w:t>
      </w:r>
      <w:r w:rsidR="00AA77DA" w:rsidRPr="00AA77DA">
        <w:t>č. 10 vyhlášky č. 499/2006 Sb., o dokumentaci staveb, v platném znění (dále „vyhláška č. 499/2006 Sb.“), jako dokumentace pro vydání společného povolení stavby dráhy. Pro potřeby projednání, zejména v</w:t>
      </w:r>
      <w:r w:rsidR="00AA77DA">
        <w:t> </w:t>
      </w:r>
      <w:r w:rsidR="00AA77DA" w:rsidRPr="00AA77DA">
        <w:t xml:space="preserve">rámci </w:t>
      </w:r>
      <w:r w:rsidR="00D14922">
        <w:t>„S</w:t>
      </w:r>
      <w:r w:rsidR="00AA77DA" w:rsidRPr="00AA77DA">
        <w:t>Ž</w:t>
      </w:r>
      <w:r w:rsidR="00D14922">
        <w:t>“</w:t>
      </w:r>
      <w:r w:rsidR="00AA77DA" w:rsidRPr="00AA77DA">
        <w:t>, Zhotovitel použije pro zpracování této dokumentace požadavky příloh č. 1 a 2 Směrnice GŘ č. 11/2006 Dokumentace pro přípravu staveb na železničních drahách celostátních a regionálních, v</w:t>
      </w:r>
      <w:r w:rsidR="00AA77DA">
        <w:t> </w:t>
      </w:r>
      <w:r w:rsidR="00AA77DA" w:rsidRPr="00AA77DA">
        <w:t>platném znění (dále „Směrnice GŘ č. 11/2006“)</w:t>
      </w:r>
      <w:r w:rsidR="00AA77DA" w:rsidRPr="00807E58">
        <w:t xml:space="preserve"> v nezbytném rozsahu</w:t>
      </w:r>
      <w:r w:rsidR="00AA77DA">
        <w:t>.</w:t>
      </w:r>
    </w:p>
    <w:p w14:paraId="1624D200" w14:textId="77777777" w:rsidR="00A134F8" w:rsidRDefault="00AA77DA" w:rsidP="00813559">
      <w:pPr>
        <w:pStyle w:val="Odrka1-4"/>
      </w:pPr>
      <w:r>
        <w:rPr>
          <w:rStyle w:val="Tun"/>
        </w:rPr>
        <w:t>Projektová d</w:t>
      </w:r>
      <w:r w:rsidR="00A134F8" w:rsidRPr="003139AF">
        <w:rPr>
          <w:rStyle w:val="Tun"/>
        </w:rPr>
        <w:t>okumentace ve stupni PDPS</w:t>
      </w:r>
      <w:r w:rsidR="00672766">
        <w:t xml:space="preserve"> bude zpracována v členění a </w:t>
      </w:r>
      <w:r w:rsidR="00A134F8">
        <w:t>rozsahu přílohy č. 4 vyhlášky č. 146/2008 Sb. o rozsahu a obsahu projektové dokumentace dopravních staveb, v platném znění</w:t>
      </w:r>
      <w:r>
        <w:t xml:space="preserve"> </w:t>
      </w:r>
      <w:r w:rsidRPr="00745AE7">
        <w:t>(dále „vyhláška 146/2008 Sb.“)</w:t>
      </w:r>
      <w:r w:rsidR="00A134F8">
        <w:t>. Pro potřeby projednání, zejména v rámci SŽ, Zhotovitel použije pro zpracování této dokumentace přílohu č. 2 Směrnice GŘ č.11/2006</w:t>
      </w:r>
      <w:r w:rsidRPr="00AA77DA">
        <w:t xml:space="preserve"> </w:t>
      </w:r>
      <w:r w:rsidRPr="00807E58">
        <w:t>v nezbytném rozsahu</w:t>
      </w:r>
      <w:r>
        <w:t>.</w:t>
      </w:r>
    </w:p>
    <w:p w14:paraId="1D990FC3" w14:textId="2C9C1A49" w:rsidR="00186D49" w:rsidRDefault="00186D49" w:rsidP="00DD75AF">
      <w:pPr>
        <w:pStyle w:val="Text2-2"/>
      </w:pPr>
      <w:r w:rsidRPr="00186D49">
        <w:t xml:space="preserve">Označení dokumentace, případně struktura objektové skladby, včetně grafické úpravy Popisového pole bude provedeno dle příloh „Manuál struktury a popisu dokumentace“ (viz </w:t>
      </w:r>
      <w:proofErr w:type="gramStart"/>
      <w:r w:rsidRPr="00186D49"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157B39">
        <w:t>8.1.1</w:t>
      </w:r>
      <w:proofErr w:type="gramEnd"/>
      <w:r w:rsidR="007F26AC">
        <w:fldChar w:fldCharType="end"/>
      </w:r>
      <w:r w:rsidRPr="00186D49">
        <w:t xml:space="preserve">) a „Vzory Popisového pole a Seznamu“ (viz Příloha </w:t>
      </w:r>
      <w:r w:rsidR="007F26AC">
        <w:fldChar w:fldCharType="begin"/>
      </w:r>
      <w:r w:rsidR="007F26AC">
        <w:instrText xml:space="preserve"> REF _Ref46488281 \r \h </w:instrText>
      </w:r>
      <w:r w:rsidR="007F26AC">
        <w:fldChar w:fldCharType="separate"/>
      </w:r>
      <w:r w:rsidR="00157B39">
        <w:t>8.1.2</w:t>
      </w:r>
      <w:r w:rsidR="007F26AC">
        <w:fldChar w:fldCharType="end"/>
      </w:r>
      <w:r w:rsidRPr="00186D49">
        <w:t>).</w:t>
      </w:r>
      <w:r w:rsidR="00D7326A" w:rsidRPr="00D7326A">
        <w:t xml:space="preserve"> Zhotovitel dokumentace v Průvodní technické zprávě uvede pro změnu označení SO a PS převodní tabulku změny označení mezi stupně </w:t>
      </w:r>
      <w:r w:rsidR="00D7326A">
        <w:t>ZP</w:t>
      </w:r>
      <w:r w:rsidR="00D7326A" w:rsidRPr="00D7326A">
        <w:t xml:space="preserve"> a D</w:t>
      </w:r>
      <w:r w:rsidR="00D7326A">
        <w:t>US</w:t>
      </w:r>
      <w:r w:rsidR="00D7326A" w:rsidRPr="00D7326A">
        <w:t>P.</w:t>
      </w:r>
    </w:p>
    <w:p w14:paraId="13FE6371" w14:textId="77777777" w:rsidR="00A134F8" w:rsidRDefault="00A134F8" w:rsidP="00990984">
      <w:pPr>
        <w:pStyle w:val="Text2-2"/>
      </w:pPr>
      <w:r>
        <w:t xml:space="preserve">Nad rámec povinných </w:t>
      </w:r>
      <w:r w:rsidRPr="00807E58">
        <w:t xml:space="preserve">příloh dle </w:t>
      </w:r>
      <w:r w:rsidR="0042307C" w:rsidRPr="00807E58">
        <w:t xml:space="preserve">vyhlášky 146/2008 Sb. </w:t>
      </w:r>
      <w:r w:rsidRPr="00807E58">
        <w:t>budou v</w:t>
      </w:r>
      <w:r>
        <w:t xml:space="preserve"> Dokladové části </w:t>
      </w:r>
      <w:r w:rsidR="00AA77DA">
        <w:t xml:space="preserve">projektové </w:t>
      </w:r>
      <w:r>
        <w:t>dokumentace doložené dl</w:t>
      </w:r>
      <w:r w:rsidR="00672766">
        <w:t xml:space="preserve">e přílohy č. 2 směrnice </w:t>
      </w:r>
      <w:r w:rsidR="00AB58E9">
        <w:t>GŘ</w:t>
      </w:r>
      <w:r w:rsidR="00672766">
        <w:t xml:space="preserve"> č. </w:t>
      </w:r>
      <w:r>
        <w:t xml:space="preserve">11/2006 části G, H a I </w:t>
      </w:r>
      <w:r w:rsidRPr="00592F36">
        <w:t xml:space="preserve">a dle </w:t>
      </w:r>
      <w:r w:rsidRPr="009911C8">
        <w:t>VTP/DSP+PDSP/1</w:t>
      </w:r>
      <w:r w:rsidR="00AB58E9" w:rsidRPr="009911C8">
        <w:t>3</w:t>
      </w:r>
      <w:r w:rsidRPr="009911C8">
        <w:t>/</w:t>
      </w:r>
      <w:r w:rsidR="001961F9" w:rsidRPr="009911C8">
        <w:t>20</w:t>
      </w:r>
      <w:r w:rsidRPr="00592F36">
        <w:t xml:space="preserve"> části J a K.</w:t>
      </w:r>
    </w:p>
    <w:p w14:paraId="213990FD" w14:textId="77777777" w:rsidR="00A134F8" w:rsidRDefault="00A134F8" w:rsidP="00990984">
      <w:pPr>
        <w:pStyle w:val="Text2-2"/>
      </w:pPr>
      <w:r>
        <w:t>Stanovení investičních nákladů bude zpracované dle platné Směrnice SŽDC č.</w:t>
      </w:r>
      <w:r w:rsidR="00474234">
        <w:t> </w:t>
      </w:r>
      <w:r>
        <w:t xml:space="preserve">20 pro stanovení a členění investičních nákladů staveb státní organizace SŽDC. Platné znění včetně formulářů souhrnného rozpočtu je zveřejněno na webových stránkách SŽ </w:t>
      </w:r>
      <w:bookmarkStart w:id="7" w:name="_GoBack"/>
      <w:bookmarkEnd w:id="7"/>
      <w:r>
        <w:t>(</w:t>
      </w:r>
      <w:r w:rsidR="0033106F" w:rsidRPr="0033106F">
        <w:t>https://www.szdc.cz/stavby-zakazky/podklady-pro-zhotovitele/stanoveni-nakladu-staveb</w:t>
      </w:r>
      <w:r>
        <w:t>).</w:t>
      </w:r>
    </w:p>
    <w:p w14:paraId="387BF075" w14:textId="77777777" w:rsidR="00AF4FD5" w:rsidRDefault="00AF4FD5" w:rsidP="00990984">
      <w:pPr>
        <w:pStyle w:val="Text2-2"/>
      </w:pPr>
      <w:r w:rsidRPr="00745AE7">
        <w:t>Dokumentace bude také splňovat rozsah dle vyhlášky Ministerstva pro místní rozvoj č. 169/2016 Sb. o stanovení rozsahu dokumentace veřejné zakázky na stavební práce a soupisu stavebních prací, dodávek a služeb s výkazem výměr</w:t>
      </w:r>
      <w:r>
        <w:t xml:space="preserve">, v platném znění, tzn. </w:t>
      </w:r>
      <w:r w:rsidRPr="00745AE7">
        <w:t>oceněn</w:t>
      </w:r>
      <w:r>
        <w:t>ý a</w:t>
      </w:r>
      <w:r w:rsidRPr="00745AE7">
        <w:t xml:space="preserve"> neoceněn</w:t>
      </w:r>
      <w:r>
        <w:t xml:space="preserve">ý </w:t>
      </w:r>
      <w:r w:rsidRPr="00745AE7">
        <w:t>soupis prací</w:t>
      </w:r>
      <w:r w:rsidRPr="008A3A69">
        <w:t xml:space="preserve"> </w:t>
      </w:r>
      <w:r>
        <w:t>(</w:t>
      </w:r>
      <w:r w:rsidRPr="00745AE7">
        <w:t>včetně všeobecného objektu</w:t>
      </w:r>
      <w:r>
        <w:t xml:space="preserve"> SO 98-98</w:t>
      </w:r>
      <w:r w:rsidRPr="00745AE7">
        <w:t>)</w:t>
      </w:r>
      <w:r>
        <w:t>.</w:t>
      </w:r>
    </w:p>
    <w:p w14:paraId="05C49B57" w14:textId="77777777" w:rsidR="00474234" w:rsidRDefault="00AF4FD5" w:rsidP="00AF4FD5">
      <w:pPr>
        <w:pStyle w:val="Text2-2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="001E67EF" w:rsidRPr="00474234">
        <w:t>zaji</w:t>
      </w:r>
      <w:r w:rsidR="001E67EF">
        <w:t xml:space="preserve">štění </w:t>
      </w:r>
      <w:r w:rsidR="001E67EF" w:rsidRPr="00474234">
        <w:t>zpracování veškerých potřebných průzkumů (inženýrskogeologický</w:t>
      </w:r>
      <w:r w:rsidR="001E67EF">
        <w:t xml:space="preserve">, </w:t>
      </w:r>
      <w:r w:rsidR="001E67EF" w:rsidRPr="00474234">
        <w:t>geotechnický, stavebně technický</w:t>
      </w:r>
      <w:r w:rsidR="001E67EF">
        <w:t>, korozní</w:t>
      </w:r>
      <w:r w:rsidR="001E67EF" w:rsidRPr="00474234">
        <w:t xml:space="preserve"> atd.) </w:t>
      </w:r>
      <w:r w:rsidRPr="00AF4FD5">
        <w:t>nezbytných k návrhu technického řešení</w:t>
      </w:r>
      <w:r w:rsidR="00474234" w:rsidRPr="00474234">
        <w:t xml:space="preserve">.  </w:t>
      </w:r>
    </w:p>
    <w:p w14:paraId="6287FC1F" w14:textId="77777777" w:rsidR="00592F36" w:rsidRPr="00592F36" w:rsidRDefault="00592F36" w:rsidP="00592F36">
      <w:pPr>
        <w:pStyle w:val="Text2-2"/>
      </w:pPr>
      <w:r w:rsidRPr="00592F36">
        <w:t>Součástí plnění je zajištění potřebných podkladů vč. geodetické dokumentace stavby nutné k veškerému majetkoprávnímu vypořádání celé investiční akce</w:t>
      </w:r>
      <w:r w:rsidR="00A16DE9">
        <w:t xml:space="preserve"> (zejména parkovací plochy a příjezdové komunikace)</w:t>
      </w:r>
      <w:r w:rsidRPr="00592F36">
        <w:t>.</w:t>
      </w:r>
    </w:p>
    <w:p w14:paraId="15E00EDA" w14:textId="77777777" w:rsidR="00592F36" w:rsidRPr="00592F36" w:rsidRDefault="00592F36" w:rsidP="00592F36">
      <w:pPr>
        <w:pStyle w:val="Text2-2"/>
      </w:pPr>
      <w:r w:rsidRPr="00592F36">
        <w:lastRenderedPageBreak/>
        <w:t xml:space="preserve">Součástí povinnosti Zhotovitele je i zajištění strukturovaného </w:t>
      </w:r>
      <w:proofErr w:type="spellStart"/>
      <w:r w:rsidRPr="00592F36">
        <w:t>cloudového</w:t>
      </w:r>
      <w:proofErr w:type="spellEnd"/>
      <w:r w:rsidRPr="00592F36">
        <w:t xml:space="preserve"> uložiště pro ukládání veškerých dat, které jsou součástí části H Doklady, pro tvorbu jejich přehledů a možnost exportu </w:t>
      </w:r>
      <w:proofErr w:type="gramStart"/>
      <w:r w:rsidRPr="00592F36">
        <w:t>do .</w:t>
      </w:r>
      <w:proofErr w:type="spellStart"/>
      <w:r w:rsidRPr="00592F36">
        <w:t>xlsx</w:t>
      </w:r>
      <w:proofErr w:type="spellEnd"/>
      <w:proofErr w:type="gramEnd"/>
      <w:r w:rsidRPr="00592F36">
        <w:t xml:space="preserve"> tabulek Zhotovitele. Data budou strukturována minimálně dle členění části H Doklady, ke každé dílčí části bude vytvořen přehled s informacemi o již zajištěných dokladech i těch, které se teprve zajištují nebo budou zajišťovány. Toto uložiště umožní sledovat aktuální stav projednání. Minimální rozsah přehledů pro:</w:t>
      </w:r>
    </w:p>
    <w:p w14:paraId="4FA66FA6" w14:textId="77777777" w:rsidR="00592F36" w:rsidRPr="00592F36" w:rsidRDefault="00592F36" w:rsidP="00DD75AF">
      <w:pPr>
        <w:pStyle w:val="Odrka1-4"/>
      </w:pPr>
      <w:r w:rsidRPr="00592F36">
        <w:t>projednání dokumentace na poradách, záznamy a zápisy z porad – pořadové číslo, typ porady, datum, informace o odeslání zápisu zúčastněným,</w:t>
      </w:r>
    </w:p>
    <w:p w14:paraId="3F1624D2" w14:textId="77777777" w:rsidR="00592F36" w:rsidRPr="00592F36" w:rsidRDefault="00592F36" w:rsidP="00DD75AF">
      <w:pPr>
        <w:pStyle w:val="Odrka1-4"/>
      </w:pPr>
      <w:r w:rsidRPr="00592F36">
        <w:t>projednání se státní správou, orgány státní památkové péče, dotčenými orgány, dotčenými provozovateli a ostatními účastníky stavebního řízení – pořadové číslo, název subjektu, adresa, datum obeslání, číslo jednací, datum doručení, kladné/kladné s podmínkou/záporné, poznámka,</w:t>
      </w:r>
    </w:p>
    <w:p w14:paraId="4F8F6D3F" w14:textId="77777777" w:rsidR="00592F36" w:rsidRPr="00592F36" w:rsidRDefault="00592F36" w:rsidP="00DD75AF">
      <w:pPr>
        <w:pStyle w:val="Odrka1-4"/>
      </w:pPr>
      <w:r w:rsidRPr="00592F36">
        <w:t>projednání se správci inženýrských sítí – pořadové číslo, název subjektu, adresa, datum obeslání, číslo jednací, datum doručení, kladné/kladné s podmínkou/záporné, poznámka,</w:t>
      </w:r>
    </w:p>
    <w:p w14:paraId="4C5EE560" w14:textId="77777777" w:rsidR="00592F36" w:rsidRPr="00592F36" w:rsidRDefault="00592F36" w:rsidP="001F1EE6">
      <w:pPr>
        <w:pStyle w:val="Odrka1-4"/>
      </w:pPr>
      <w:r w:rsidRPr="00592F36">
        <w:t>majetkoprávní vypořádání,</w:t>
      </w:r>
    </w:p>
    <w:p w14:paraId="6F926565" w14:textId="77777777" w:rsidR="00592F36" w:rsidRDefault="00592F36" w:rsidP="00DD75AF">
      <w:pPr>
        <w:pStyle w:val="Odrka1-4"/>
      </w:pPr>
      <w:r w:rsidRPr="00592F36">
        <w:t>veškeré další doklady z projednání, které budou nezbytné pro úspěšné získání díla, resp. stavebního povolení.</w:t>
      </w:r>
    </w:p>
    <w:p w14:paraId="5E48C582" w14:textId="77777777" w:rsidR="004B4928" w:rsidRDefault="004B4928" w:rsidP="004B4928">
      <w:pPr>
        <w:pStyle w:val="Text2-2"/>
        <w:numPr>
          <w:ilvl w:val="0"/>
          <w:numId w:val="0"/>
        </w:numPr>
        <w:ind w:left="1701" w:hanging="964"/>
      </w:pPr>
      <w:r w:rsidRPr="004B4928">
        <w:t>1.1.2.12</w:t>
      </w:r>
      <w:r w:rsidRPr="004B4928">
        <w:tab/>
        <w:t>Označení dokumentace, případně struktura objektové skladby, včetně grafické úpravy Popisového pole bude provedeno dle příloh „Manuál struktury a popisu dokumentace“ (viz Příloha 8.1.1) a „Vzory Popisového pole a Seznamu“ (viz Příloha 8.1.2). Zhotovitel dokumentace v Průvodní technické zprávě uvede pro změnu označení SO a PS převodní tabulku změny označení mezi stupně DUR a DSP. V případě vydaného platného územního rozhodnutí, zajistí souhlas se změnou konvence značení pro potřeby stavebního řízení.</w:t>
      </w:r>
    </w:p>
    <w:p w14:paraId="28CDE2C5" w14:textId="77777777" w:rsidR="00FD501F" w:rsidRPr="008A6245" w:rsidRDefault="00FD501F" w:rsidP="00990984">
      <w:pPr>
        <w:pStyle w:val="Nadpis2-2"/>
      </w:pPr>
      <w:bookmarkStart w:id="8" w:name="_Toc47534019"/>
      <w:r w:rsidRPr="008A6245">
        <w:t>Umístění stavby</w:t>
      </w:r>
      <w:bookmarkEnd w:id="8"/>
    </w:p>
    <w:p w14:paraId="7D817189" w14:textId="4EEB4B26" w:rsidR="008A6245" w:rsidRDefault="008A6245" w:rsidP="00EC512A">
      <w:pPr>
        <w:pStyle w:val="Text2-1"/>
      </w:pPr>
      <w:r>
        <w:t xml:space="preserve">Kraj: </w:t>
      </w:r>
      <w:r>
        <w:tab/>
      </w:r>
      <w:r>
        <w:tab/>
      </w:r>
      <w:r>
        <w:tab/>
      </w:r>
      <w:r>
        <w:tab/>
      </w:r>
      <w:r w:rsidR="00284132">
        <w:t>Ústecký kraj</w:t>
      </w:r>
    </w:p>
    <w:p w14:paraId="69ED8A08" w14:textId="55F112F9" w:rsidR="008A6245" w:rsidRDefault="008A6245" w:rsidP="00EC512A">
      <w:pPr>
        <w:pStyle w:val="Text2-1"/>
      </w:pPr>
      <w:r>
        <w:t>Katastrální území:</w:t>
      </w:r>
      <w:r>
        <w:tab/>
      </w:r>
      <w:r>
        <w:tab/>
      </w:r>
      <w:hyperlink r:id="rId11" w:history="1">
        <w:r w:rsidR="00284132">
          <w:rPr>
            <w:rStyle w:val="Hypertextovodkaz"/>
            <w:noProof w:val="0"/>
            <w:color w:val="auto"/>
            <w:u w:val="none"/>
          </w:rPr>
          <w:t>Lovosice</w:t>
        </w:r>
        <w:r w:rsidRPr="006673A4">
          <w:rPr>
            <w:rStyle w:val="Hypertextovodkaz"/>
            <w:noProof w:val="0"/>
            <w:color w:val="auto"/>
            <w:u w:val="none"/>
          </w:rPr>
          <w:t xml:space="preserve"> [</w:t>
        </w:r>
        <w:r w:rsidR="00284132">
          <w:rPr>
            <w:rStyle w:val="Hypertextovodkaz"/>
            <w:noProof w:val="0"/>
            <w:color w:val="auto"/>
            <w:u w:val="none"/>
          </w:rPr>
          <w:t>687707</w:t>
        </w:r>
        <w:r w:rsidRPr="006673A4">
          <w:rPr>
            <w:rStyle w:val="Hypertextovodkaz"/>
            <w:noProof w:val="0"/>
            <w:color w:val="auto"/>
            <w:u w:val="none"/>
          </w:rPr>
          <w:t>]</w:t>
        </w:r>
      </w:hyperlink>
    </w:p>
    <w:p w14:paraId="58D53916" w14:textId="6EB2632D" w:rsidR="00EC512A" w:rsidRDefault="00EC512A" w:rsidP="00EC512A">
      <w:pPr>
        <w:pStyle w:val="Text2-1"/>
      </w:pPr>
      <w:r>
        <w:t xml:space="preserve">TUDU: </w:t>
      </w:r>
      <w:r w:rsidR="008A6245">
        <w:tab/>
      </w:r>
      <w:r w:rsidR="008A6245">
        <w:tab/>
      </w:r>
      <w:r w:rsidR="008A6245">
        <w:tab/>
      </w:r>
      <w:r w:rsidR="008A6245">
        <w:tab/>
      </w:r>
      <w:r w:rsidR="00AE4339">
        <w:t>0801N5</w:t>
      </w:r>
      <w:r>
        <w:t xml:space="preserve"> </w:t>
      </w:r>
      <w:r w:rsidR="00AC1EB1">
        <w:t>ŽST Lovosice</w:t>
      </w:r>
    </w:p>
    <w:p w14:paraId="06FBD537" w14:textId="57BD2A02" w:rsidR="00EC512A" w:rsidRPr="005523CB" w:rsidRDefault="00EC512A" w:rsidP="00EC512A">
      <w:pPr>
        <w:pStyle w:val="Text2-1"/>
      </w:pPr>
      <w:r w:rsidRPr="005523CB">
        <w:t>Výpravní budova v</w:t>
      </w:r>
      <w:r w:rsidR="008A6245" w:rsidRPr="005523CB">
        <w:t> </w:t>
      </w:r>
      <w:r w:rsidR="00AC1EB1">
        <w:t>ŽST Lovosice</w:t>
      </w:r>
      <w:r w:rsidR="008A6245" w:rsidRPr="005523CB">
        <w:t>, Žižkova</w:t>
      </w:r>
      <w:r w:rsidRPr="005523CB">
        <w:t xml:space="preserve"> ul. </w:t>
      </w:r>
      <w:r w:rsidR="008A6245" w:rsidRPr="005523CB">
        <w:t>č. p.</w:t>
      </w:r>
      <w:r w:rsidRPr="005523CB">
        <w:t xml:space="preserve"> </w:t>
      </w:r>
      <w:r w:rsidR="005523CB" w:rsidRPr="001F1EE6">
        <w:t>922</w:t>
      </w:r>
      <w:r w:rsidRPr="005523CB">
        <w:t xml:space="preserve">, </w:t>
      </w:r>
      <w:r w:rsidR="005523CB" w:rsidRPr="001F1EE6">
        <w:t>410 30 Lovosice</w:t>
      </w:r>
      <w:r w:rsidRPr="005523CB">
        <w:t xml:space="preserve">, na pozemku </w:t>
      </w:r>
      <w:proofErr w:type="gramStart"/>
      <w:r w:rsidRPr="005523CB">
        <w:t>p.č.</w:t>
      </w:r>
      <w:proofErr w:type="gramEnd"/>
      <w:r w:rsidR="005523CB" w:rsidRPr="001F1EE6">
        <w:t xml:space="preserve">506 , 158/1, </w:t>
      </w:r>
      <w:r w:rsidR="008A6245" w:rsidRPr="005523CB">
        <w:t xml:space="preserve">k. </w:t>
      </w:r>
      <w:proofErr w:type="spellStart"/>
      <w:r w:rsidR="008A6245" w:rsidRPr="005523CB">
        <w:t>ú.</w:t>
      </w:r>
      <w:proofErr w:type="spellEnd"/>
      <w:r w:rsidRPr="005523CB">
        <w:t xml:space="preserve"> </w:t>
      </w:r>
      <w:r w:rsidR="005523CB" w:rsidRPr="001F1EE6">
        <w:t>Lovosice</w:t>
      </w:r>
      <w:r w:rsidRPr="005523CB">
        <w:t xml:space="preserve">, obec </w:t>
      </w:r>
      <w:r w:rsidR="005523CB" w:rsidRPr="001F1EE6">
        <w:t>Lovosice</w:t>
      </w:r>
      <w:r w:rsidRPr="005523CB">
        <w:t>,</w:t>
      </w:r>
      <w:r w:rsidR="00F127E0">
        <w:t xml:space="preserve"> okres </w:t>
      </w:r>
      <w:proofErr w:type="gramStart"/>
      <w:r w:rsidR="00F127E0">
        <w:t>Litoměřice,</w:t>
      </w:r>
      <w:r w:rsidRPr="005523CB">
        <w:t xml:space="preserve">  </w:t>
      </w:r>
      <w:r w:rsidR="005523CB" w:rsidRPr="001F1EE6">
        <w:t>Ústecký</w:t>
      </w:r>
      <w:proofErr w:type="gramEnd"/>
      <w:r w:rsidRPr="005523CB">
        <w:t xml:space="preserve"> kraj</w:t>
      </w:r>
    </w:p>
    <w:tbl>
      <w:tblPr>
        <w:tblStyle w:val="Mkatabulky1"/>
        <w:tblW w:w="8080" w:type="dxa"/>
        <w:tblInd w:w="788" w:type="dxa"/>
        <w:tblBorders>
          <w:top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4403EF" w:rsidRPr="004403EF" w14:paraId="1E426A8E" w14:textId="77777777" w:rsidTr="00BD3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  <w:shd w:val="clear" w:color="auto" w:fill="auto"/>
          </w:tcPr>
          <w:p w14:paraId="062F58C1" w14:textId="77777777" w:rsidR="004403EF" w:rsidRPr="004403EF" w:rsidRDefault="004403EF" w:rsidP="004403EF">
            <w:pPr>
              <w:spacing w:before="40" w:after="4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403EF">
              <w:rPr>
                <w:rFonts w:asciiTheme="minorHAnsi" w:hAnsiTheme="minorHAnsi"/>
                <w:sz w:val="18"/>
                <w:szCs w:val="18"/>
              </w:rPr>
              <w:t>Číslo ŽST. dle SR70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14:paraId="616C9950" w14:textId="7814E247" w:rsidR="004403EF" w:rsidRPr="004403EF" w:rsidRDefault="00AE4339" w:rsidP="004403EF">
            <w:pPr>
              <w:spacing w:before="40" w:after="4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558593</w:t>
            </w:r>
          </w:p>
        </w:tc>
      </w:tr>
      <w:tr w:rsidR="004403EF" w:rsidRPr="004403EF" w14:paraId="59CD2B89" w14:textId="77777777" w:rsidTr="00BD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top w:val="single" w:sz="2" w:space="0" w:color="auto"/>
            </w:tcBorders>
          </w:tcPr>
          <w:p w14:paraId="74FE90EA" w14:textId="77777777" w:rsidR="004403EF" w:rsidRPr="004403EF" w:rsidRDefault="004403EF" w:rsidP="004403E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4403EF">
              <w:rPr>
                <w:rFonts w:asciiTheme="minorHAnsi" w:hAnsiTheme="minorHAnsi"/>
                <w:sz w:val="18"/>
                <w:szCs w:val="18"/>
              </w:rPr>
              <w:t>Kategorie stanice dle UIC CODE 180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14:paraId="650A5E36" w14:textId="77777777" w:rsidR="004403EF" w:rsidRPr="004403EF" w:rsidRDefault="004403EF" w:rsidP="004403EF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403EF">
              <w:rPr>
                <w:rFonts w:asciiTheme="minorHAnsi" w:hAnsiTheme="minorHAnsi"/>
                <w:sz w:val="18"/>
                <w:szCs w:val="18"/>
              </w:rPr>
              <w:t>C</w:t>
            </w:r>
          </w:p>
        </w:tc>
      </w:tr>
      <w:tr w:rsidR="004403EF" w:rsidRPr="004403EF" w14:paraId="16D50F3B" w14:textId="77777777" w:rsidTr="00BD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</w:tcPr>
          <w:p w14:paraId="2F0C1285" w14:textId="77777777" w:rsidR="004403EF" w:rsidRPr="004403EF" w:rsidRDefault="004403EF" w:rsidP="004403E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4403EF">
              <w:rPr>
                <w:rFonts w:asciiTheme="minorHAnsi" w:hAnsiTheme="minorHAnsi"/>
                <w:sz w:val="18"/>
                <w:szCs w:val="18"/>
              </w:rPr>
              <w:t>Součást sítě TEN-T</w:t>
            </w:r>
          </w:p>
        </w:tc>
        <w:tc>
          <w:tcPr>
            <w:tcW w:w="3544" w:type="dxa"/>
          </w:tcPr>
          <w:p w14:paraId="7D2F336E" w14:textId="77777777" w:rsidR="004403EF" w:rsidRPr="004403EF" w:rsidRDefault="004403EF" w:rsidP="004403EF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403EF">
              <w:rPr>
                <w:rFonts w:asciiTheme="minorHAnsi" w:hAnsiTheme="minorHAnsi"/>
                <w:sz w:val="18"/>
                <w:szCs w:val="18"/>
              </w:rPr>
              <w:t xml:space="preserve">ANO </w:t>
            </w:r>
          </w:p>
        </w:tc>
      </w:tr>
      <w:tr w:rsidR="004403EF" w:rsidRPr="004403EF" w14:paraId="596B8C11" w14:textId="77777777" w:rsidTr="00BD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06B5FF1D" w14:textId="77777777" w:rsidR="004403EF" w:rsidRPr="004403EF" w:rsidRDefault="004403EF" w:rsidP="004403E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4403EF">
              <w:rPr>
                <w:rFonts w:asciiTheme="minorHAnsi" w:hAnsiTheme="minorHAnsi"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0F08A340" w14:textId="5439A831" w:rsidR="004403EF" w:rsidRPr="004403EF" w:rsidRDefault="00AE4339" w:rsidP="004403EF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527</w:t>
            </w:r>
          </w:p>
        </w:tc>
      </w:tr>
      <w:tr w:rsidR="004403EF" w:rsidRPr="004403EF" w14:paraId="378E48AC" w14:textId="77777777" w:rsidTr="00BD34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tcBorders>
              <w:bottom w:val="single" w:sz="2" w:space="0" w:color="auto"/>
            </w:tcBorders>
          </w:tcPr>
          <w:p w14:paraId="793F2678" w14:textId="77777777" w:rsidR="004403EF" w:rsidRPr="004403EF" w:rsidRDefault="004403EF" w:rsidP="004403EF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4403EF">
              <w:rPr>
                <w:rFonts w:asciiTheme="minorHAnsi" w:hAnsiTheme="minorHAnsi"/>
                <w:sz w:val="18"/>
                <w:szCs w:val="18"/>
              </w:rPr>
              <w:t>Správce objektu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14:paraId="06B3B75E" w14:textId="77777777" w:rsidR="004403EF" w:rsidRPr="004403EF" w:rsidRDefault="004403EF" w:rsidP="004403EF">
            <w:pPr>
              <w:spacing w:before="40" w:after="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 w:rsidRPr="004403EF">
              <w:rPr>
                <w:rFonts w:asciiTheme="minorHAnsi" w:hAnsiTheme="minorHAnsi"/>
                <w:sz w:val="18"/>
                <w:szCs w:val="18"/>
              </w:rPr>
              <w:t>OŘ Ústí nad Labem</w:t>
            </w:r>
          </w:p>
        </w:tc>
      </w:tr>
      <w:tr w:rsidR="004403EF" w:rsidRPr="00915062" w14:paraId="538A7DAC" w14:textId="77777777" w:rsidTr="00BD349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auto"/>
          </w:tcPr>
          <w:p w14:paraId="6886B8D0" w14:textId="77777777" w:rsidR="004403EF" w:rsidRPr="00915062" w:rsidRDefault="004403EF" w:rsidP="004403EF">
            <w:pPr>
              <w:spacing w:before="40" w:after="40" w:line="240" w:lineRule="auto"/>
              <w:jc w:val="both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915062">
              <w:rPr>
                <w:rFonts w:asciiTheme="minorHAnsi" w:hAnsiTheme="minorHAnsi"/>
                <w:b w:val="0"/>
                <w:sz w:val="18"/>
                <w:szCs w:val="18"/>
              </w:rPr>
              <w:t>Inventární číslo budovy (IC)</w:t>
            </w:r>
          </w:p>
        </w:tc>
        <w:tc>
          <w:tcPr>
            <w:tcW w:w="3544" w:type="dxa"/>
            <w:shd w:val="clear" w:color="auto" w:fill="auto"/>
          </w:tcPr>
          <w:p w14:paraId="136CE499" w14:textId="42F636F1" w:rsidR="004403EF" w:rsidRPr="00915062" w:rsidRDefault="004403EF" w:rsidP="004403EF">
            <w:pPr>
              <w:spacing w:before="40" w:after="40" w:line="240" w:lineRule="auto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915062">
              <w:rPr>
                <w:rFonts w:asciiTheme="minorHAnsi" w:hAnsiTheme="minorHAnsi"/>
                <w:b w:val="0"/>
                <w:sz w:val="18"/>
                <w:szCs w:val="18"/>
              </w:rPr>
              <w:t>IC60003884</w:t>
            </w:r>
            <w:r w:rsidR="00AE4339">
              <w:rPr>
                <w:rFonts w:asciiTheme="minorHAnsi" w:hAnsiTheme="minorHAnsi"/>
                <w:b w:val="0"/>
                <w:sz w:val="18"/>
                <w:szCs w:val="18"/>
              </w:rPr>
              <w:t>52</w:t>
            </w:r>
          </w:p>
        </w:tc>
      </w:tr>
    </w:tbl>
    <w:p w14:paraId="03042341" w14:textId="77777777" w:rsidR="004403EF" w:rsidRDefault="004403EF" w:rsidP="004403EF">
      <w:pPr>
        <w:pStyle w:val="Text2-1"/>
        <w:numPr>
          <w:ilvl w:val="0"/>
          <w:numId w:val="0"/>
        </w:numPr>
        <w:ind w:left="737"/>
      </w:pPr>
    </w:p>
    <w:p w14:paraId="50C91A14" w14:textId="77777777" w:rsidR="00FD501F" w:rsidRPr="00FD501F" w:rsidRDefault="00FD501F" w:rsidP="00B650AB">
      <w:pPr>
        <w:pStyle w:val="Nadpis2-1"/>
      </w:pPr>
      <w:bookmarkStart w:id="9" w:name="_Toc47534020"/>
      <w:r w:rsidRPr="00FD501F">
        <w:lastRenderedPageBreak/>
        <w:t>PŘEHLED VÝCHOZÍCH PODKLADŮ</w:t>
      </w:r>
      <w:bookmarkEnd w:id="9"/>
    </w:p>
    <w:p w14:paraId="4DFA4437" w14:textId="77777777" w:rsidR="00FD501F" w:rsidRPr="00FD501F" w:rsidRDefault="00FD501F" w:rsidP="00B650AB">
      <w:pPr>
        <w:pStyle w:val="Nadpis2-2"/>
      </w:pPr>
      <w:bookmarkStart w:id="10" w:name="_Toc47534021"/>
      <w:r w:rsidRPr="00FD501F">
        <w:t>Dokumentace</w:t>
      </w:r>
      <w:bookmarkEnd w:id="10"/>
    </w:p>
    <w:p w14:paraId="1517BF62" w14:textId="46235CAE" w:rsidR="0051489F" w:rsidRPr="0051489F" w:rsidRDefault="0051489F" w:rsidP="0051489F">
      <w:pPr>
        <w:pStyle w:val="Text2-1"/>
      </w:pPr>
      <w:bookmarkStart w:id="11" w:name="_Ref50032806"/>
      <w:r w:rsidRPr="0051489F">
        <w:t xml:space="preserve">Záměr projektu „Rekonstrukce výpravní budovy v </w:t>
      </w:r>
      <w:r w:rsidR="00AC1EB1">
        <w:t>ŽST Lovosice</w:t>
      </w:r>
      <w:r w:rsidRPr="0051489F">
        <w:t>“, zpracovatel „</w:t>
      </w:r>
      <w:r w:rsidR="00AE4339">
        <w:t>Správa železnic</w:t>
      </w:r>
      <w:r w:rsidRPr="0051489F">
        <w:t xml:space="preserve">, </w:t>
      </w:r>
      <w:r w:rsidR="00037A40">
        <w:t>státní org</w:t>
      </w:r>
      <w:r w:rsidR="00AE4339">
        <w:t>anizace</w:t>
      </w:r>
      <w:r w:rsidRPr="0051489F">
        <w:t>“.</w:t>
      </w:r>
      <w:bookmarkEnd w:id="11"/>
      <w:r w:rsidRPr="0051489F">
        <w:t xml:space="preserve"> </w:t>
      </w:r>
    </w:p>
    <w:p w14:paraId="4B15DE6E" w14:textId="77777777" w:rsidR="00FD501F" w:rsidRPr="00FD501F" w:rsidRDefault="00FD501F" w:rsidP="00475ECE">
      <w:pPr>
        <w:pStyle w:val="Nadpis2-2"/>
      </w:pPr>
      <w:bookmarkStart w:id="12" w:name="_Toc47534022"/>
      <w:r w:rsidRPr="00FD501F">
        <w:t>Související dokumentace</w:t>
      </w:r>
      <w:bookmarkEnd w:id="12"/>
    </w:p>
    <w:p w14:paraId="2102F4E9" w14:textId="1B4933E8" w:rsidR="0051489F" w:rsidRDefault="0051489F" w:rsidP="0051489F">
      <w:pPr>
        <w:pStyle w:val="Text2-1"/>
      </w:pPr>
      <w:r>
        <w:t xml:space="preserve">Stavebně </w:t>
      </w:r>
      <w:r w:rsidR="00037A40">
        <w:t>technický</w:t>
      </w:r>
      <w:r>
        <w:t xml:space="preserve"> průzkum – </w:t>
      </w:r>
      <w:r w:rsidRPr="001D60D3">
        <w:t>zpracovaný v roce 2</w:t>
      </w:r>
      <w:r w:rsidR="001D60D3" w:rsidRPr="001F1EE6">
        <w:t>020</w:t>
      </w:r>
      <w:r w:rsidRPr="001D60D3">
        <w:t xml:space="preserve"> </w:t>
      </w:r>
      <w:r w:rsidR="001D60D3" w:rsidRPr="001F1EE6">
        <w:t xml:space="preserve">Správou železnic, </w:t>
      </w:r>
      <w:proofErr w:type="spellStart"/>
      <w:proofErr w:type="gramStart"/>
      <w:r w:rsidR="001D60D3" w:rsidRPr="001F1EE6">
        <w:t>s.o</w:t>
      </w:r>
      <w:proofErr w:type="spellEnd"/>
      <w:r w:rsidR="001D60D3" w:rsidRPr="001F1EE6">
        <w:t>.</w:t>
      </w:r>
      <w:proofErr w:type="gramEnd"/>
      <w:r w:rsidR="001D60D3" w:rsidRPr="001F1EE6">
        <w:t>, Odbor projektování staveb</w:t>
      </w:r>
      <w:r w:rsidRPr="001D60D3">
        <w:t xml:space="preserve"> – bude předán vítěznému uchazeči ve formátu </w:t>
      </w:r>
      <w:proofErr w:type="spellStart"/>
      <w:r w:rsidRPr="001D60D3">
        <w:t>pdf</w:t>
      </w:r>
      <w:proofErr w:type="spellEnd"/>
      <w:r w:rsidRPr="001D60D3">
        <w:t>.</w:t>
      </w:r>
    </w:p>
    <w:p w14:paraId="467E7BF3" w14:textId="77777777" w:rsidR="00FD501F" w:rsidRPr="00FD501F" w:rsidRDefault="00FD501F" w:rsidP="00475ECE">
      <w:pPr>
        <w:pStyle w:val="Nadpis2-1"/>
      </w:pPr>
      <w:bookmarkStart w:id="13" w:name="_Toc47534023"/>
      <w:r w:rsidRPr="00FD501F">
        <w:t>KOORDINACE S JINÝMI STAVBAMI</w:t>
      </w:r>
      <w:bookmarkEnd w:id="13"/>
      <w:r w:rsidRPr="00FD501F">
        <w:t xml:space="preserve"> </w:t>
      </w:r>
    </w:p>
    <w:p w14:paraId="7D65F61C" w14:textId="77777777"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případně aktuálně zpracovávanými, investičními akcemi a stavbami již ve stádiu v realizace, případně ve stádiu zahájení realizace v období provádění díla dle harmonogramu prací a to i cizích investorů. </w:t>
      </w:r>
    </w:p>
    <w:p w14:paraId="4B9F9266" w14:textId="77777777"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14:paraId="20DE3E7F" w14:textId="2E071D3B" w:rsidR="007A727F" w:rsidRPr="001F1EE6" w:rsidRDefault="007A727F" w:rsidP="001F1EE6">
      <w:pPr>
        <w:pStyle w:val="TPText-1slovan"/>
        <w:numPr>
          <w:ilvl w:val="0"/>
          <w:numId w:val="20"/>
        </w:numPr>
        <w:jc w:val="left"/>
        <w:rPr>
          <w:rFonts w:ascii="Verdana" w:eastAsiaTheme="minorHAnsi" w:hAnsi="Verdana" w:cstheme="minorBidi"/>
          <w:sz w:val="18"/>
          <w:szCs w:val="18"/>
          <w:u w:val="single"/>
        </w:rPr>
      </w:pPr>
      <w:r>
        <w:rPr>
          <w:rFonts w:ascii="Verdana" w:eastAsiaTheme="minorHAnsi" w:hAnsi="Verdana" w:cstheme="minorBidi"/>
          <w:sz w:val="18"/>
          <w:szCs w:val="18"/>
          <w:u w:val="single"/>
        </w:rPr>
        <w:t>„</w:t>
      </w:r>
      <w:r w:rsidRPr="001F1EE6" w:rsidDel="007A727F">
        <w:rPr>
          <w:rFonts w:ascii="Verdana" w:eastAsiaTheme="minorHAnsi" w:hAnsi="Verdana" w:cstheme="minorBidi"/>
          <w:sz w:val="18"/>
          <w:szCs w:val="18"/>
          <w:u w:val="single"/>
        </w:rPr>
        <w:t xml:space="preserve"> </w:t>
      </w:r>
      <w:r w:rsidRPr="001F1EE6">
        <w:rPr>
          <w:rFonts w:ascii="Verdana" w:eastAsiaTheme="minorHAnsi" w:hAnsi="Verdana" w:cstheme="minorBidi"/>
          <w:sz w:val="18"/>
          <w:szCs w:val="18"/>
          <w:u w:val="single"/>
        </w:rPr>
        <w:t xml:space="preserve">Rekonstrukce zabezpečovacího zařízení </w:t>
      </w:r>
      <w:r w:rsidR="00AC1EB1">
        <w:rPr>
          <w:rFonts w:ascii="Verdana" w:eastAsiaTheme="minorHAnsi" w:hAnsi="Verdana" w:cstheme="minorBidi"/>
          <w:sz w:val="18"/>
          <w:szCs w:val="18"/>
          <w:u w:val="single"/>
        </w:rPr>
        <w:t>ŽST Lovosice</w:t>
      </w:r>
      <w:r w:rsidRPr="001F1EE6">
        <w:rPr>
          <w:rFonts w:ascii="Verdana" w:eastAsiaTheme="minorHAnsi" w:hAnsi="Verdana" w:cstheme="minorBidi"/>
          <w:sz w:val="18"/>
          <w:szCs w:val="18"/>
          <w:u w:val="single"/>
        </w:rPr>
        <w:t>“</w:t>
      </w:r>
    </w:p>
    <w:p w14:paraId="09105626" w14:textId="77777777" w:rsidR="007A727F" w:rsidRPr="001F1EE6" w:rsidRDefault="007A727F" w:rsidP="007A727F">
      <w:pPr>
        <w:pStyle w:val="TPText-1slovan"/>
        <w:numPr>
          <w:ilvl w:val="0"/>
          <w:numId w:val="0"/>
        </w:numPr>
        <w:spacing w:before="0"/>
        <w:ind w:left="851"/>
        <w:jc w:val="left"/>
        <w:rPr>
          <w:rFonts w:ascii="Verdana" w:eastAsiaTheme="minorHAnsi" w:hAnsi="Verdana" w:cstheme="minorBidi"/>
          <w:sz w:val="18"/>
          <w:szCs w:val="18"/>
        </w:rPr>
      </w:pPr>
      <w:r w:rsidRPr="001F1EE6">
        <w:rPr>
          <w:rFonts w:ascii="Verdana" w:eastAsiaTheme="minorHAnsi" w:hAnsi="Verdana" w:cstheme="minorBidi"/>
          <w:sz w:val="18"/>
          <w:szCs w:val="18"/>
        </w:rPr>
        <w:t xml:space="preserve">Jedná se o stavbu, jejímž investorem byla Správa železnic, státní organizace. </w:t>
      </w:r>
    </w:p>
    <w:p w14:paraId="52C59245" w14:textId="77777777" w:rsidR="007A727F" w:rsidRPr="001F1EE6" w:rsidRDefault="007A727F" w:rsidP="007A727F">
      <w:pPr>
        <w:pStyle w:val="TPText-1slovan"/>
        <w:numPr>
          <w:ilvl w:val="0"/>
          <w:numId w:val="0"/>
        </w:numPr>
        <w:spacing w:before="0"/>
        <w:ind w:left="851"/>
        <w:jc w:val="left"/>
        <w:rPr>
          <w:rFonts w:ascii="Verdana" w:eastAsiaTheme="minorHAnsi" w:hAnsi="Verdana" w:cstheme="minorBidi"/>
          <w:sz w:val="18"/>
          <w:szCs w:val="18"/>
        </w:rPr>
      </w:pPr>
      <w:r w:rsidRPr="001F1EE6">
        <w:rPr>
          <w:rFonts w:ascii="Verdana" w:eastAsiaTheme="minorHAnsi" w:hAnsi="Verdana" w:cstheme="minorBidi"/>
          <w:sz w:val="18"/>
          <w:szCs w:val="18"/>
        </w:rPr>
        <w:t xml:space="preserve">Stavba byla zahájena v březnu roku 2015, kolaudace proběhla v prosinci roku 2019. </w:t>
      </w:r>
    </w:p>
    <w:p w14:paraId="00895030" w14:textId="2DFEA67A" w:rsidR="007A727F" w:rsidRPr="001F1EE6" w:rsidRDefault="007A727F" w:rsidP="007A727F">
      <w:pPr>
        <w:pStyle w:val="TPText-1slovan"/>
        <w:numPr>
          <w:ilvl w:val="0"/>
          <w:numId w:val="0"/>
        </w:numPr>
        <w:spacing w:before="0"/>
        <w:ind w:left="851"/>
        <w:jc w:val="left"/>
        <w:rPr>
          <w:rFonts w:ascii="Verdana" w:eastAsiaTheme="minorHAnsi" w:hAnsi="Verdana" w:cstheme="minorBidi"/>
          <w:sz w:val="18"/>
          <w:szCs w:val="18"/>
        </w:rPr>
      </w:pPr>
      <w:r w:rsidRPr="001F1EE6">
        <w:rPr>
          <w:rFonts w:ascii="Verdana" w:eastAsiaTheme="minorHAnsi" w:hAnsi="Verdana" w:cstheme="minorBidi"/>
          <w:sz w:val="18"/>
          <w:szCs w:val="18"/>
        </w:rPr>
        <w:t xml:space="preserve">Cílem stavby byla náhrada stávajícího staničního zabezpečovacího zařízení v </w:t>
      </w:r>
      <w:r w:rsidR="00AC1EB1">
        <w:rPr>
          <w:rFonts w:ascii="Verdana" w:eastAsiaTheme="minorHAnsi" w:hAnsi="Verdana" w:cstheme="minorBidi"/>
          <w:sz w:val="18"/>
          <w:szCs w:val="18"/>
        </w:rPr>
        <w:t>ŽST Lovosice</w:t>
      </w:r>
      <w:r w:rsidRPr="001F1EE6">
        <w:rPr>
          <w:rFonts w:ascii="Verdana" w:eastAsiaTheme="minorHAnsi" w:hAnsi="Verdana" w:cstheme="minorBidi"/>
          <w:sz w:val="18"/>
          <w:szCs w:val="18"/>
        </w:rPr>
        <w:t xml:space="preserve"> za nové zařízení 3. kategorie typu ES. Spolu s tím dochází i k výstavbě nových TZZ v navazujících regionálních tratích. Součástí stavby byly rovněž kolejové úpravy ve stanici, mající za cíl redukci zabezpečených výhybkových jednotek a optimalizaci provozu ve stanici. Kolejovými úpravami dochází k umožnění současných vjezdů ze směrů Bohušovice </w:t>
      </w:r>
      <w:proofErr w:type="spellStart"/>
      <w:proofErr w:type="gramStart"/>
      <w:r w:rsidRPr="001F1EE6">
        <w:rPr>
          <w:rFonts w:ascii="Verdana" w:eastAsiaTheme="minorHAnsi" w:hAnsi="Verdana" w:cstheme="minorBidi"/>
          <w:sz w:val="18"/>
          <w:szCs w:val="18"/>
        </w:rPr>
        <w:t>n.O</w:t>
      </w:r>
      <w:proofErr w:type="spellEnd"/>
      <w:r w:rsidRPr="001F1EE6">
        <w:rPr>
          <w:rFonts w:ascii="Verdana" w:eastAsiaTheme="minorHAnsi" w:hAnsi="Verdana" w:cstheme="minorBidi"/>
          <w:sz w:val="18"/>
          <w:szCs w:val="18"/>
        </w:rPr>
        <w:t>.</w:t>
      </w:r>
      <w:proofErr w:type="gramEnd"/>
      <w:r w:rsidRPr="001F1EE6">
        <w:rPr>
          <w:rFonts w:ascii="Verdana" w:eastAsiaTheme="minorHAnsi" w:hAnsi="Verdana" w:cstheme="minorBidi"/>
          <w:sz w:val="18"/>
          <w:szCs w:val="18"/>
        </w:rPr>
        <w:t xml:space="preserve">, Žalhostice a Prackovice, Čížkovice. V rámci stavby je řešena i maximální příprava pro implementaci ETCS L2 a aplikaci DOZ. </w:t>
      </w:r>
    </w:p>
    <w:p w14:paraId="2ED6033A" w14:textId="3EF49C18" w:rsidR="007A727F" w:rsidRPr="001F1EE6" w:rsidRDefault="007A727F" w:rsidP="007A727F">
      <w:pPr>
        <w:pStyle w:val="TPText-1slovan"/>
        <w:numPr>
          <w:ilvl w:val="0"/>
          <w:numId w:val="0"/>
        </w:numPr>
        <w:spacing w:before="0"/>
        <w:ind w:left="851"/>
        <w:jc w:val="left"/>
        <w:rPr>
          <w:rFonts w:ascii="Verdana" w:eastAsiaTheme="minorHAnsi" w:hAnsi="Verdana" w:cstheme="minorBidi"/>
          <w:sz w:val="18"/>
          <w:szCs w:val="18"/>
        </w:rPr>
      </w:pPr>
      <w:r w:rsidRPr="001F1EE6">
        <w:rPr>
          <w:rFonts w:ascii="Verdana" w:eastAsiaTheme="minorHAnsi" w:hAnsi="Verdana" w:cstheme="minorBidi"/>
          <w:sz w:val="18"/>
          <w:szCs w:val="18"/>
        </w:rPr>
        <w:t>Budova byla touto akcí dotčena zejména instalací technologických zařízení a rozvodů, instalací informačního systému (původní, není v souladu s SM118).</w:t>
      </w:r>
    </w:p>
    <w:p w14:paraId="491526F3" w14:textId="77777777" w:rsidR="007A727F" w:rsidRDefault="007A727F" w:rsidP="007A727F">
      <w:pPr>
        <w:pStyle w:val="TPText-1slovan"/>
        <w:numPr>
          <w:ilvl w:val="0"/>
          <w:numId w:val="0"/>
        </w:numPr>
        <w:spacing w:before="0"/>
        <w:ind w:left="851"/>
        <w:jc w:val="left"/>
        <w:rPr>
          <w:rFonts w:asciiTheme="minorHAnsi" w:hAnsiTheme="minorHAnsi"/>
          <w:sz w:val="18"/>
          <w:szCs w:val="18"/>
        </w:rPr>
      </w:pPr>
    </w:p>
    <w:p w14:paraId="433D57A0" w14:textId="0C1D845F" w:rsidR="007A727F" w:rsidRPr="001F1EE6" w:rsidRDefault="007A727F" w:rsidP="001F1EE6">
      <w:pPr>
        <w:pStyle w:val="TPText-1slovan"/>
        <w:numPr>
          <w:ilvl w:val="0"/>
          <w:numId w:val="20"/>
        </w:numPr>
        <w:jc w:val="left"/>
        <w:rPr>
          <w:rFonts w:ascii="Verdana" w:eastAsiaTheme="minorHAnsi" w:hAnsi="Verdana" w:cstheme="minorBidi"/>
          <w:sz w:val="18"/>
          <w:szCs w:val="18"/>
        </w:rPr>
      </w:pPr>
      <w:r w:rsidRPr="001F1EE6">
        <w:rPr>
          <w:sz w:val="18"/>
          <w:szCs w:val="18"/>
          <w:u w:val="single"/>
        </w:rPr>
        <w:t>„</w:t>
      </w:r>
      <w:r w:rsidRPr="001F1EE6" w:rsidDel="007A727F">
        <w:rPr>
          <w:sz w:val="18"/>
          <w:szCs w:val="18"/>
          <w:u w:val="single"/>
        </w:rPr>
        <w:t xml:space="preserve"> </w:t>
      </w:r>
      <w:r w:rsidRPr="001F1EE6">
        <w:rPr>
          <w:rFonts w:ascii="Verdana" w:eastAsiaTheme="minorHAnsi" w:hAnsi="Verdana" w:cstheme="minorBidi"/>
          <w:sz w:val="18"/>
          <w:szCs w:val="18"/>
          <w:u w:val="single"/>
        </w:rPr>
        <w:t xml:space="preserve">Rekonstrukce nástupišť a zřízení bezbariérových přístupů v </w:t>
      </w:r>
      <w:r w:rsidR="00AC1EB1">
        <w:rPr>
          <w:rFonts w:ascii="Verdana" w:eastAsiaTheme="minorHAnsi" w:hAnsi="Verdana" w:cstheme="minorBidi"/>
          <w:sz w:val="18"/>
          <w:szCs w:val="18"/>
          <w:u w:val="single"/>
        </w:rPr>
        <w:t>ŽST Lovosice</w:t>
      </w:r>
      <w:r w:rsidRPr="001F1EE6">
        <w:rPr>
          <w:rFonts w:ascii="Verdana" w:eastAsiaTheme="minorHAnsi" w:hAnsi="Verdana" w:cstheme="minorBidi"/>
          <w:sz w:val="18"/>
          <w:szCs w:val="18"/>
        </w:rPr>
        <w:t>“</w:t>
      </w:r>
    </w:p>
    <w:p w14:paraId="23575F9B" w14:textId="77777777" w:rsidR="007A727F" w:rsidRPr="001F1EE6" w:rsidRDefault="007A727F" w:rsidP="007A727F">
      <w:pPr>
        <w:pStyle w:val="TPText-1slovan"/>
        <w:numPr>
          <w:ilvl w:val="0"/>
          <w:numId w:val="0"/>
        </w:numPr>
        <w:spacing w:before="0"/>
        <w:ind w:left="851"/>
        <w:jc w:val="left"/>
        <w:rPr>
          <w:rFonts w:ascii="Verdana" w:eastAsiaTheme="minorHAnsi" w:hAnsi="Verdana" w:cstheme="minorBidi"/>
          <w:sz w:val="18"/>
          <w:szCs w:val="18"/>
        </w:rPr>
      </w:pPr>
      <w:r w:rsidRPr="001F1EE6">
        <w:rPr>
          <w:rFonts w:ascii="Verdana" w:eastAsiaTheme="minorHAnsi" w:hAnsi="Verdana" w:cstheme="minorBidi"/>
          <w:sz w:val="18"/>
          <w:szCs w:val="18"/>
        </w:rPr>
        <w:t>Jedná se o stavbu, jejímž investorem je Správa železnic, státní organizace.</w:t>
      </w:r>
    </w:p>
    <w:p w14:paraId="69FB85E9" w14:textId="77777777" w:rsidR="007A727F" w:rsidRPr="001F1EE6" w:rsidRDefault="007A727F" w:rsidP="007A727F">
      <w:pPr>
        <w:pStyle w:val="TPText-1slovan"/>
        <w:numPr>
          <w:ilvl w:val="0"/>
          <w:numId w:val="0"/>
        </w:numPr>
        <w:spacing w:before="0"/>
        <w:ind w:left="851"/>
        <w:jc w:val="left"/>
        <w:rPr>
          <w:rFonts w:ascii="Verdana" w:eastAsiaTheme="minorHAnsi" w:hAnsi="Verdana" w:cstheme="minorBidi"/>
          <w:sz w:val="18"/>
          <w:szCs w:val="18"/>
        </w:rPr>
      </w:pPr>
      <w:r w:rsidRPr="001F1EE6">
        <w:rPr>
          <w:rFonts w:ascii="Verdana" w:eastAsiaTheme="minorHAnsi" w:hAnsi="Verdana" w:cstheme="minorBidi"/>
          <w:sz w:val="18"/>
          <w:szCs w:val="18"/>
        </w:rPr>
        <w:t xml:space="preserve">Termín realizace stavby se předpokládá mezi prosincem roku 2020 a dubnem roku 2023. </w:t>
      </w:r>
    </w:p>
    <w:p w14:paraId="714D3C38" w14:textId="3E04C7D9" w:rsidR="007A727F" w:rsidRPr="001F1EE6" w:rsidRDefault="007A727F" w:rsidP="007A727F">
      <w:pPr>
        <w:pStyle w:val="TPText-1slovan"/>
        <w:numPr>
          <w:ilvl w:val="0"/>
          <w:numId w:val="0"/>
        </w:numPr>
        <w:spacing w:before="0"/>
        <w:ind w:left="851"/>
        <w:jc w:val="left"/>
        <w:rPr>
          <w:rFonts w:ascii="Verdana" w:eastAsiaTheme="minorHAnsi" w:hAnsi="Verdana" w:cstheme="minorBidi"/>
          <w:sz w:val="18"/>
          <w:szCs w:val="18"/>
        </w:rPr>
      </w:pPr>
      <w:r w:rsidRPr="001F1EE6">
        <w:rPr>
          <w:rFonts w:ascii="Verdana" w:eastAsiaTheme="minorHAnsi" w:hAnsi="Verdana" w:cstheme="minorBidi"/>
          <w:sz w:val="18"/>
          <w:szCs w:val="18"/>
        </w:rPr>
        <w:t xml:space="preserve">Cílem stavby je rekonstrukce nástupišť v </w:t>
      </w:r>
      <w:r w:rsidR="00AC1EB1">
        <w:rPr>
          <w:rFonts w:ascii="Verdana" w:eastAsiaTheme="minorHAnsi" w:hAnsi="Verdana" w:cstheme="minorBidi"/>
          <w:sz w:val="18"/>
          <w:szCs w:val="18"/>
        </w:rPr>
        <w:t>ŽST Lovosice</w:t>
      </w:r>
      <w:r w:rsidRPr="001F1EE6">
        <w:rPr>
          <w:rFonts w:ascii="Verdana" w:eastAsiaTheme="minorHAnsi" w:hAnsi="Verdana" w:cstheme="minorBidi"/>
          <w:sz w:val="18"/>
          <w:szCs w:val="18"/>
        </w:rPr>
        <w:t xml:space="preserve"> na výšku 550 mm nad spojnicí temen kolejnicových pasů a zajištění bezbariérového přístupu na tato nástupiště. Pro nástup a výstup cestujících ve stanici v současné době slouží jedno vnější a tři ostrovní nástupiště, která ale mají výšku do 300 mm a přístup na ně je pouze po schodištích z podchodu. Současná nástupiště proto budou zvýšena a bude na ně doplněn bezbariérový přístup pomocí výtahů. Pro vytvoření pěšího propojení mezi částmi města Lovosice, ležícími po obou stranách dráhy, je navrženo prodloužení podchodu do ulice Máchova. Výstup z podchodu je zde řešen výtahem a zalomeným schodištěm.</w:t>
      </w:r>
    </w:p>
    <w:p w14:paraId="3B0C24DC" w14:textId="77777777" w:rsidR="007A727F" w:rsidRPr="001F1EE6" w:rsidRDefault="007A727F" w:rsidP="007A727F">
      <w:pPr>
        <w:pStyle w:val="TPText-1slovan"/>
        <w:numPr>
          <w:ilvl w:val="0"/>
          <w:numId w:val="0"/>
        </w:numPr>
        <w:spacing w:before="0"/>
        <w:ind w:left="1021" w:hanging="170"/>
        <w:jc w:val="left"/>
        <w:rPr>
          <w:rFonts w:ascii="Verdana" w:eastAsiaTheme="minorHAnsi" w:hAnsi="Verdana" w:cstheme="minorBidi"/>
          <w:sz w:val="18"/>
          <w:szCs w:val="18"/>
        </w:rPr>
      </w:pPr>
      <w:r w:rsidRPr="001F1EE6">
        <w:rPr>
          <w:rFonts w:ascii="Verdana" w:eastAsiaTheme="minorHAnsi" w:hAnsi="Verdana" w:cstheme="minorBidi"/>
          <w:sz w:val="18"/>
          <w:szCs w:val="18"/>
        </w:rPr>
        <w:t xml:space="preserve">Stavba zasahuje do výpravní budovy rekonstrukcí 1. nástupiště, výtahy a výstupem z </w:t>
      </w:r>
    </w:p>
    <w:p w14:paraId="5BEED0C8" w14:textId="77777777" w:rsidR="007A727F" w:rsidRPr="001F1EE6" w:rsidRDefault="007A727F" w:rsidP="007A727F">
      <w:pPr>
        <w:pStyle w:val="TPText-1slovan"/>
        <w:numPr>
          <w:ilvl w:val="0"/>
          <w:numId w:val="0"/>
        </w:numPr>
        <w:spacing w:before="0"/>
        <w:ind w:left="1021" w:hanging="170"/>
        <w:jc w:val="left"/>
        <w:rPr>
          <w:rFonts w:ascii="Verdana" w:eastAsiaTheme="minorHAnsi" w:hAnsi="Verdana" w:cstheme="minorBidi"/>
          <w:sz w:val="18"/>
          <w:szCs w:val="18"/>
        </w:rPr>
      </w:pPr>
      <w:r w:rsidRPr="001F1EE6">
        <w:rPr>
          <w:rFonts w:ascii="Verdana" w:eastAsiaTheme="minorHAnsi" w:hAnsi="Verdana" w:cstheme="minorBidi"/>
          <w:sz w:val="18"/>
          <w:szCs w:val="18"/>
        </w:rPr>
        <w:t xml:space="preserve">podchodu. Nutno důsledně koordinovat již v této fázi a vymezit hranici jednotlivých </w:t>
      </w:r>
    </w:p>
    <w:p w14:paraId="73CC5FB8" w14:textId="168AF1B6" w:rsidR="007A727F" w:rsidRDefault="007A727F" w:rsidP="007A727F">
      <w:pPr>
        <w:pStyle w:val="TPText-1slovan"/>
        <w:numPr>
          <w:ilvl w:val="0"/>
          <w:numId w:val="0"/>
        </w:numPr>
        <w:spacing w:before="0"/>
        <w:ind w:left="1021" w:hanging="170"/>
        <w:jc w:val="left"/>
        <w:rPr>
          <w:rFonts w:ascii="Verdana" w:eastAsiaTheme="minorHAnsi" w:hAnsi="Verdana" w:cstheme="minorBidi"/>
          <w:sz w:val="18"/>
          <w:szCs w:val="18"/>
        </w:rPr>
      </w:pPr>
      <w:r w:rsidRPr="001F1EE6">
        <w:rPr>
          <w:rFonts w:ascii="Verdana" w:eastAsiaTheme="minorHAnsi" w:hAnsi="Verdana" w:cstheme="minorBidi"/>
          <w:sz w:val="18"/>
          <w:szCs w:val="18"/>
        </w:rPr>
        <w:t>staveb.</w:t>
      </w:r>
    </w:p>
    <w:p w14:paraId="6B679D5E" w14:textId="60432603" w:rsidR="007A727F" w:rsidRDefault="007A727F" w:rsidP="007A727F">
      <w:pPr>
        <w:pStyle w:val="TPText-1slovan"/>
        <w:numPr>
          <w:ilvl w:val="0"/>
          <w:numId w:val="0"/>
        </w:numPr>
        <w:spacing w:before="0"/>
        <w:ind w:left="1021" w:hanging="170"/>
        <w:jc w:val="left"/>
        <w:rPr>
          <w:rFonts w:ascii="Verdana" w:eastAsiaTheme="minorHAnsi" w:hAnsi="Verdana" w:cstheme="minorBidi"/>
          <w:sz w:val="18"/>
          <w:szCs w:val="18"/>
        </w:rPr>
      </w:pPr>
    </w:p>
    <w:p w14:paraId="01F615CA" w14:textId="5B0CAC25" w:rsidR="007A727F" w:rsidRPr="000E5BD7" w:rsidRDefault="007A727F" w:rsidP="001F1EE6">
      <w:pPr>
        <w:pStyle w:val="TPText-1slovan"/>
        <w:numPr>
          <w:ilvl w:val="0"/>
          <w:numId w:val="20"/>
        </w:numPr>
        <w:jc w:val="left"/>
        <w:rPr>
          <w:rFonts w:asciiTheme="minorHAnsi" w:hAnsiTheme="minorHAnsi"/>
          <w:sz w:val="18"/>
          <w:szCs w:val="18"/>
          <w:u w:val="single"/>
        </w:rPr>
      </w:pPr>
      <w:r>
        <w:rPr>
          <w:rFonts w:asciiTheme="minorHAnsi" w:hAnsiTheme="minorHAnsi"/>
          <w:sz w:val="18"/>
          <w:szCs w:val="18"/>
          <w:u w:val="single"/>
        </w:rPr>
        <w:t>„</w:t>
      </w:r>
      <w:r w:rsidRPr="00CB0820">
        <w:rPr>
          <w:rFonts w:asciiTheme="minorHAnsi" w:hAnsiTheme="minorHAnsi"/>
          <w:sz w:val="18"/>
          <w:szCs w:val="18"/>
          <w:u w:val="single"/>
        </w:rPr>
        <w:t>Autobusový terminál dokončený Městem Lovosice</w:t>
      </w:r>
      <w:r w:rsidRPr="000E5BD7">
        <w:rPr>
          <w:rFonts w:asciiTheme="minorHAnsi" w:hAnsiTheme="minorHAnsi"/>
          <w:sz w:val="18"/>
          <w:szCs w:val="18"/>
          <w:u w:val="single"/>
        </w:rPr>
        <w:t>“</w:t>
      </w:r>
    </w:p>
    <w:p w14:paraId="58AE985C" w14:textId="77777777" w:rsidR="007A727F" w:rsidRDefault="007A727F" w:rsidP="007A727F">
      <w:pPr>
        <w:pStyle w:val="TPText-1slovan"/>
        <w:numPr>
          <w:ilvl w:val="0"/>
          <w:numId w:val="0"/>
        </w:numPr>
        <w:spacing w:before="0"/>
        <w:ind w:left="851"/>
        <w:jc w:val="left"/>
        <w:rPr>
          <w:rFonts w:asciiTheme="minorHAnsi" w:hAnsiTheme="minorHAnsi"/>
          <w:sz w:val="18"/>
          <w:szCs w:val="18"/>
        </w:rPr>
      </w:pPr>
      <w:r w:rsidRPr="00B8229F">
        <w:rPr>
          <w:rFonts w:asciiTheme="minorHAnsi" w:hAnsiTheme="minorHAnsi"/>
          <w:sz w:val="18"/>
          <w:szCs w:val="18"/>
        </w:rPr>
        <w:t xml:space="preserve">Jedná se o stavbu, jejímž investorem </w:t>
      </w:r>
      <w:r>
        <w:rPr>
          <w:rFonts w:asciiTheme="minorHAnsi" w:hAnsiTheme="minorHAnsi"/>
          <w:sz w:val="18"/>
          <w:szCs w:val="18"/>
        </w:rPr>
        <w:t>bylo</w:t>
      </w:r>
      <w:r>
        <w:rPr>
          <w:rFonts w:asciiTheme="minorHAnsi" w:hAnsiTheme="minorHAnsi"/>
          <w:b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město Lovosice.</w:t>
      </w:r>
    </w:p>
    <w:p w14:paraId="3D17E12F" w14:textId="77777777" w:rsidR="007A727F" w:rsidRDefault="007A727F" w:rsidP="007A727F">
      <w:pPr>
        <w:pStyle w:val="TPText-1slovan"/>
        <w:numPr>
          <w:ilvl w:val="0"/>
          <w:numId w:val="0"/>
        </w:numPr>
        <w:spacing w:before="0"/>
        <w:ind w:left="851"/>
        <w:jc w:val="left"/>
        <w:rPr>
          <w:rFonts w:asciiTheme="minorHAnsi" w:hAnsiTheme="minorHAnsi"/>
          <w:sz w:val="18"/>
          <w:szCs w:val="18"/>
        </w:rPr>
      </w:pPr>
      <w:r w:rsidRPr="007E5D21">
        <w:rPr>
          <w:rFonts w:asciiTheme="minorHAnsi" w:hAnsiTheme="minorHAnsi"/>
          <w:sz w:val="18"/>
          <w:szCs w:val="18"/>
        </w:rPr>
        <w:t>Terminál byl stavebně dokončen v roce 2017.</w:t>
      </w:r>
    </w:p>
    <w:p w14:paraId="582697CC" w14:textId="77777777" w:rsidR="007A727F" w:rsidRDefault="007A727F" w:rsidP="007A727F">
      <w:pPr>
        <w:pStyle w:val="TPText-1slovan"/>
        <w:numPr>
          <w:ilvl w:val="0"/>
          <w:numId w:val="0"/>
        </w:numPr>
        <w:spacing w:before="0"/>
        <w:ind w:left="851"/>
        <w:jc w:val="left"/>
        <w:rPr>
          <w:rFonts w:asciiTheme="minorHAnsi" w:hAnsiTheme="minorHAnsi"/>
          <w:sz w:val="18"/>
          <w:szCs w:val="18"/>
        </w:rPr>
      </w:pPr>
      <w:r w:rsidRPr="00134AC7">
        <w:rPr>
          <w:rFonts w:asciiTheme="minorHAnsi" w:hAnsiTheme="minorHAnsi"/>
          <w:sz w:val="18"/>
          <w:szCs w:val="18"/>
        </w:rPr>
        <w:t>Hlavním cílem projektu byla rekonstrukce autobusového nádraží, kde byla navržena změna uspořádání jednotlivých autobusových stání včetně úprav přilehlých komunikací, úprav</w:t>
      </w:r>
      <w:r w:rsidRPr="001E0E90">
        <w:rPr>
          <w:rFonts w:asciiTheme="minorHAnsi" w:hAnsiTheme="minorHAnsi"/>
          <w:sz w:val="18"/>
          <w:szCs w:val="18"/>
        </w:rPr>
        <w:t xml:space="preserve"> veřejného prostranství v přednádražním prostoru, úpravy osvětlení a doplnění m</w:t>
      </w:r>
      <w:r>
        <w:rPr>
          <w:rFonts w:asciiTheme="minorHAnsi" w:hAnsiTheme="minorHAnsi"/>
          <w:sz w:val="18"/>
          <w:szCs w:val="18"/>
        </w:rPr>
        <w:t>ěstského mobiliáře. Zároveň bylo</w:t>
      </w:r>
      <w:r w:rsidRPr="001E0E90">
        <w:rPr>
          <w:rFonts w:asciiTheme="minorHAnsi" w:hAnsiTheme="minorHAnsi"/>
          <w:sz w:val="18"/>
          <w:szCs w:val="18"/>
        </w:rPr>
        <w:t xml:space="preserve"> v prostoru nádraží umístěn orientační a elektronický informační systém. </w:t>
      </w:r>
    </w:p>
    <w:p w14:paraId="3F8E0B01" w14:textId="77777777" w:rsidR="00134AC7" w:rsidRDefault="00134AC7" w:rsidP="001F1EE6">
      <w:pPr>
        <w:pStyle w:val="TPText-1slovan"/>
        <w:numPr>
          <w:ilvl w:val="0"/>
          <w:numId w:val="0"/>
        </w:numPr>
        <w:ind w:left="1211"/>
        <w:jc w:val="left"/>
        <w:rPr>
          <w:rFonts w:asciiTheme="minorHAnsi" w:hAnsiTheme="minorHAnsi"/>
          <w:sz w:val="18"/>
          <w:szCs w:val="18"/>
          <w:u w:val="single"/>
        </w:rPr>
      </w:pPr>
    </w:p>
    <w:p w14:paraId="17CFC917" w14:textId="0B8F9CBD" w:rsidR="007A727F" w:rsidRPr="000E5BD7" w:rsidRDefault="007A727F" w:rsidP="001F1EE6">
      <w:pPr>
        <w:pStyle w:val="TPText-1slovan"/>
        <w:numPr>
          <w:ilvl w:val="0"/>
          <w:numId w:val="20"/>
        </w:numPr>
        <w:jc w:val="left"/>
        <w:rPr>
          <w:rFonts w:asciiTheme="minorHAnsi" w:hAnsiTheme="minorHAnsi"/>
          <w:sz w:val="18"/>
          <w:szCs w:val="18"/>
          <w:u w:val="single"/>
        </w:rPr>
      </w:pPr>
      <w:r>
        <w:rPr>
          <w:rFonts w:asciiTheme="minorHAnsi" w:hAnsiTheme="minorHAnsi"/>
          <w:sz w:val="18"/>
          <w:szCs w:val="18"/>
          <w:u w:val="single"/>
        </w:rPr>
        <w:t>„</w:t>
      </w:r>
      <w:r w:rsidRPr="00CB0820">
        <w:rPr>
          <w:rFonts w:asciiTheme="minorHAnsi" w:hAnsiTheme="minorHAnsi"/>
          <w:sz w:val="18"/>
          <w:szCs w:val="18"/>
          <w:u w:val="single"/>
        </w:rPr>
        <w:t>Výstavba parkoviště u nádraží ČD v Lovosicích</w:t>
      </w:r>
      <w:r w:rsidRPr="000E5BD7">
        <w:rPr>
          <w:rFonts w:asciiTheme="minorHAnsi" w:hAnsiTheme="minorHAnsi"/>
          <w:sz w:val="18"/>
          <w:szCs w:val="18"/>
          <w:u w:val="single"/>
        </w:rPr>
        <w:t>“</w:t>
      </w:r>
    </w:p>
    <w:p w14:paraId="19622F54" w14:textId="77777777" w:rsidR="007A727F" w:rsidRPr="007E5D21" w:rsidRDefault="007A727F" w:rsidP="007A727F">
      <w:pPr>
        <w:pStyle w:val="TPText-1slovan"/>
        <w:numPr>
          <w:ilvl w:val="0"/>
          <w:numId w:val="0"/>
        </w:numPr>
        <w:spacing w:before="0"/>
        <w:ind w:left="851"/>
        <w:rPr>
          <w:rFonts w:asciiTheme="minorHAnsi" w:hAnsiTheme="minorHAnsi"/>
          <w:sz w:val="18"/>
          <w:szCs w:val="18"/>
        </w:rPr>
      </w:pPr>
      <w:r w:rsidRPr="007E5D21">
        <w:rPr>
          <w:rFonts w:asciiTheme="minorHAnsi" w:hAnsiTheme="minorHAnsi"/>
          <w:sz w:val="18"/>
          <w:szCs w:val="18"/>
        </w:rPr>
        <w:t xml:space="preserve">Jedná se o stavbu, jejímž investorem </w:t>
      </w:r>
      <w:r>
        <w:rPr>
          <w:rFonts w:asciiTheme="minorHAnsi" w:hAnsiTheme="minorHAnsi"/>
          <w:sz w:val="18"/>
          <w:szCs w:val="18"/>
        </w:rPr>
        <w:t>je</w:t>
      </w:r>
      <w:r w:rsidRPr="007E5D21">
        <w:rPr>
          <w:rFonts w:asciiTheme="minorHAnsi" w:hAnsiTheme="minorHAnsi"/>
          <w:sz w:val="18"/>
          <w:szCs w:val="18"/>
        </w:rPr>
        <w:t xml:space="preserve"> město Lovosice.</w:t>
      </w:r>
    </w:p>
    <w:p w14:paraId="063F2472" w14:textId="40109A12" w:rsidR="007A2129" w:rsidRDefault="007A727F" w:rsidP="001F1EE6">
      <w:pPr>
        <w:pStyle w:val="TPText-1slovan"/>
        <w:numPr>
          <w:ilvl w:val="0"/>
          <w:numId w:val="0"/>
        </w:numPr>
        <w:spacing w:before="0"/>
        <w:ind w:left="851"/>
        <w:jc w:val="left"/>
      </w:pPr>
      <w:r>
        <w:rPr>
          <w:rFonts w:asciiTheme="minorHAnsi" w:hAnsiTheme="minorHAnsi"/>
          <w:sz w:val="18"/>
          <w:szCs w:val="18"/>
        </w:rPr>
        <w:t>Investice je nyní v přípravě</w:t>
      </w:r>
      <w:r w:rsidRPr="007E5D21">
        <w:rPr>
          <w:rFonts w:asciiTheme="minorHAnsi" w:hAnsiTheme="minorHAnsi"/>
          <w:sz w:val="18"/>
          <w:szCs w:val="18"/>
        </w:rPr>
        <w:t>.</w:t>
      </w:r>
    </w:p>
    <w:p w14:paraId="3F65DB18" w14:textId="2A87526E" w:rsidR="00FD501F" w:rsidRPr="00FD501F" w:rsidRDefault="00FD501F" w:rsidP="00475ECE">
      <w:pPr>
        <w:pStyle w:val="Nadpis2-1"/>
      </w:pPr>
      <w:bookmarkStart w:id="14" w:name="_Toc47534024"/>
      <w:r w:rsidRPr="00FD501F">
        <w:lastRenderedPageBreak/>
        <w:t>ZVLÁŠTNÍ TECHNICKÉ PODMÍNKY A POŽADAVKY NA PROVEDENÍ DÍLA</w:t>
      </w:r>
      <w:bookmarkEnd w:id="14"/>
    </w:p>
    <w:p w14:paraId="4192EB9B" w14:textId="77777777" w:rsidR="00FD501F" w:rsidRPr="00FD501F" w:rsidRDefault="00FD501F" w:rsidP="00475ECE">
      <w:pPr>
        <w:pStyle w:val="Nadpis2-2"/>
      </w:pPr>
      <w:bookmarkStart w:id="15" w:name="_Toc47534025"/>
      <w:r w:rsidRPr="00FD501F">
        <w:t>Všeobecně</w:t>
      </w:r>
      <w:bookmarkEnd w:id="15"/>
    </w:p>
    <w:p w14:paraId="3C656284" w14:textId="467A8E72" w:rsidR="006673A4" w:rsidRPr="006673A4" w:rsidRDefault="00FD501F" w:rsidP="006673A4">
      <w:pPr>
        <w:pStyle w:val="Text2-1"/>
      </w:pPr>
      <w:r w:rsidRPr="00FD501F">
        <w:t xml:space="preserve">Projektová dokumentace bude zpracována dle </w:t>
      </w:r>
      <w:r w:rsidRPr="006673A4">
        <w:t xml:space="preserve">schváleného Záměru projektu </w:t>
      </w:r>
      <w:r w:rsidR="006673A4" w:rsidRPr="006673A4">
        <w:t xml:space="preserve">– bod </w:t>
      </w:r>
      <w:r w:rsidR="006673A4" w:rsidRPr="006673A4">
        <w:fldChar w:fldCharType="begin"/>
      </w:r>
      <w:r w:rsidR="006673A4" w:rsidRPr="006673A4">
        <w:instrText xml:space="preserve"> REF _Ref47450219 \r \h </w:instrText>
      </w:r>
      <w:r w:rsidR="006673A4" w:rsidRPr="006673A4">
        <w:fldChar w:fldCharType="separate"/>
      </w:r>
      <w:r w:rsidR="00157B39">
        <w:rPr>
          <w:b/>
          <w:bCs/>
        </w:rPr>
        <w:t>Chyba! Nenalezen zdroj odkazů.</w:t>
      </w:r>
      <w:r w:rsidR="006673A4" w:rsidRPr="006673A4">
        <w:fldChar w:fldCharType="end"/>
      </w:r>
      <w:r w:rsidR="006673A4" w:rsidRPr="006673A4">
        <w:t xml:space="preserve"> těchto ZTP a dále dle dokumentu Koncepce při nakládání s nemovitostmi osobních nádraží. Vybrané pasáže Záměru projektu jsou přílohou Zadávací dokumentace. Celý ZP a dokument Koncepce při nakládání s nemovitostmi osobních nádraží bude předán vítěznému uchazeči.</w:t>
      </w:r>
    </w:p>
    <w:p w14:paraId="18812731" w14:textId="77777777"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14:paraId="2DC92FFC" w14:textId="77777777" w:rsidR="00672766" w:rsidRPr="00672766" w:rsidRDefault="00672766" w:rsidP="00672766">
      <w:pPr>
        <w:pStyle w:val="Text2-1"/>
      </w:pPr>
      <w:r w:rsidRPr="00672766">
        <w:t xml:space="preserve">Při zpracování Díla se postupuje dle VTP pro DSP+PDPS kromě případů, kdy </w:t>
      </w:r>
      <w:r>
        <w:t>vyplývá z</w:t>
      </w:r>
      <w:r w:rsidR="00B81C32">
        <w:t xml:space="preserve"> potřeby </w:t>
      </w:r>
      <w:r w:rsidRPr="00672766">
        <w:t xml:space="preserve">postupovat dle VTP pro </w:t>
      </w:r>
      <w:r w:rsidR="00B81C32">
        <w:t>ZP+</w:t>
      </w:r>
      <w:r w:rsidRPr="00672766">
        <w:t>DUR.</w:t>
      </w:r>
    </w:p>
    <w:p w14:paraId="1A429E55" w14:textId="77777777" w:rsidR="006673A4" w:rsidRPr="006673A4" w:rsidRDefault="006673A4" w:rsidP="006673A4">
      <w:pPr>
        <w:pStyle w:val="Text2-1"/>
      </w:pPr>
      <w:r w:rsidRPr="006673A4">
        <w:t xml:space="preserve">V článcích 2.4.8, 2.4.9 a </w:t>
      </w:r>
      <w:proofErr w:type="gramStart"/>
      <w:r w:rsidRPr="006673A4">
        <w:t>2.4.11</w:t>
      </w:r>
      <w:proofErr w:type="gramEnd"/>
      <w:r w:rsidRPr="006673A4">
        <w:t xml:space="preserve"> VTP/DSP+PDPS/13/20 se text „datový předpis XDC (viz xdc.szdc.cz)“ nahrazuje textem „datový předpis XC4 (viz https://www.xc4.cz/)“ </w:t>
      </w:r>
    </w:p>
    <w:p w14:paraId="08C0D6CF" w14:textId="2BCA45E7" w:rsidR="00F93638" w:rsidRDefault="00F93638" w:rsidP="00F93638">
      <w:pPr>
        <w:pStyle w:val="Text2-1"/>
      </w:pPr>
      <w:r w:rsidRPr="00F93638">
        <w:t xml:space="preserve">V </w:t>
      </w:r>
      <w:r w:rsidRPr="00915062">
        <w:t>článku 5.2 ve VTP/ZP+DUR/</w:t>
      </w:r>
      <w:r w:rsidR="00034065" w:rsidRPr="00915062">
        <w:t>13</w:t>
      </w:r>
      <w:r w:rsidRPr="00915062">
        <w:t>/</w:t>
      </w:r>
      <w:r w:rsidR="005E41C1" w:rsidRPr="00915062">
        <w:t>20</w:t>
      </w:r>
      <w:r w:rsidRPr="00915062">
        <w:t xml:space="preserve"> </w:t>
      </w:r>
      <w:r w:rsidR="005E41C1" w:rsidRPr="00915062">
        <w:t xml:space="preserve">a VTP/DSP+PDPS/13/20 </w:t>
      </w:r>
      <w:r w:rsidRPr="00915062">
        <w:t>se v celém článku nahrazuje označení „Část I. Geodetická dokumentace</w:t>
      </w:r>
      <w:r w:rsidRPr="00F93638">
        <w:t>“ na označení „</w:t>
      </w:r>
      <w:r>
        <w:t xml:space="preserve">Dokladová část - </w:t>
      </w:r>
      <w:r w:rsidRPr="00F93638">
        <w:t>Geodetická dokumentace“</w:t>
      </w:r>
      <w:r>
        <w:t>, viz „Manuál struktury a popisu dokumentace</w:t>
      </w:r>
      <w:r w:rsidR="00186D49">
        <w:t>“</w:t>
      </w:r>
      <w:r>
        <w:t xml:space="preserve"> (</w:t>
      </w:r>
      <w:proofErr w:type="gramStart"/>
      <w:r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157B39">
        <w:t>8.1.1</w:t>
      </w:r>
      <w:proofErr w:type="gramEnd"/>
      <w:r w:rsidR="007F26AC">
        <w:fldChar w:fldCharType="end"/>
      </w:r>
      <w:r>
        <w:t>)</w:t>
      </w:r>
      <w:r w:rsidR="00186D49">
        <w:t>.</w:t>
      </w:r>
    </w:p>
    <w:p w14:paraId="68FD71F4" w14:textId="77777777" w:rsidR="002720BF" w:rsidRDefault="002720BF" w:rsidP="002720BF">
      <w:pPr>
        <w:pStyle w:val="Text2-1"/>
        <w:numPr>
          <w:ilvl w:val="2"/>
          <w:numId w:val="6"/>
        </w:numPr>
      </w:pPr>
      <w:r>
        <w:t xml:space="preserve">Pro přesnou identifikaci podzemních sítí, metalických a optických kabelů, kanalizace, vody a plynu budou použity </w:t>
      </w:r>
      <w:r w:rsidRPr="009D2841">
        <w:rPr>
          <w:rStyle w:val="Tun"/>
        </w:rPr>
        <w:t xml:space="preserve">RFID </w:t>
      </w:r>
      <w:proofErr w:type="spellStart"/>
      <w:r w:rsidRPr="009D2841">
        <w:rPr>
          <w:rStyle w:val="Tun"/>
        </w:rP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5E0984AA" w14:textId="77777777" w:rsidR="002720BF" w:rsidRPr="009D2841" w:rsidRDefault="002720BF" w:rsidP="002720BF">
      <w:pPr>
        <w:pStyle w:val="Textbezslovn"/>
        <w:rPr>
          <w:rStyle w:val="Tun"/>
        </w:rPr>
      </w:pPr>
      <w:r w:rsidRPr="009D2841">
        <w:rPr>
          <w:rStyle w:val="Tun"/>
        </w:rPr>
        <w:t xml:space="preserve">Minimální požadavky na použití </w:t>
      </w:r>
      <w:proofErr w:type="spellStart"/>
      <w:r w:rsidRPr="009D2841">
        <w:rPr>
          <w:rStyle w:val="Tun"/>
        </w:rPr>
        <w:t>markerů</w:t>
      </w:r>
      <w:proofErr w:type="spellEnd"/>
      <w:r w:rsidRPr="009D2841">
        <w:rPr>
          <w:rStyle w:val="Tun"/>
        </w:rPr>
        <w:t xml:space="preserve"> jsou následující:</w:t>
      </w:r>
    </w:p>
    <w:p w14:paraId="2E336498" w14:textId="77777777" w:rsidR="002720BF" w:rsidRDefault="002720BF" w:rsidP="00D84D4D">
      <w:pPr>
        <w:pStyle w:val="Odstavec1-1a"/>
        <w:numPr>
          <w:ilvl w:val="0"/>
          <w:numId w:val="7"/>
        </w:numPr>
      </w:pPr>
      <w:r w:rsidRPr="009D2841">
        <w:rPr>
          <w:rStyle w:val="Tun"/>
        </w:rPr>
        <w:t>Silová zařízení a kabely</w:t>
      </w:r>
      <w:r>
        <w:t xml:space="preserve">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04A6F835" w14:textId="77777777" w:rsidR="002720BF" w:rsidRDefault="002720BF" w:rsidP="002720BF">
      <w:pPr>
        <w:pStyle w:val="Odrka1-2-"/>
        <w:numPr>
          <w:ilvl w:val="1"/>
          <w:numId w:val="4"/>
        </w:numPr>
      </w:pPr>
      <w:r>
        <w:t>trasy kabelů –(v případě požadavku umístění po cca 50 m); přípojky; zakopané spojky; křížení kabelů; servisní smyčky; paty instalačních trubek; ohyby, změny hloubky; poklopy; rozvodové smyčky.</w:t>
      </w:r>
    </w:p>
    <w:p w14:paraId="148CCCB1" w14:textId="77777777"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Rozvody vody a jejich zařízení</w:t>
      </w:r>
      <w:r>
        <w:t xml:space="preserve"> - modrý </w:t>
      </w:r>
      <w:proofErr w:type="spellStart"/>
      <w:r>
        <w:t>marker</w:t>
      </w:r>
      <w:proofErr w:type="spellEnd"/>
      <w:r>
        <w:t xml:space="preserve"> (145,7 kHz)</w:t>
      </w:r>
    </w:p>
    <w:p w14:paraId="7895680E" w14:textId="77777777" w:rsidR="002720BF" w:rsidRDefault="002720BF" w:rsidP="002720BF">
      <w:pPr>
        <w:pStyle w:val="Odrka1-2-"/>
        <w:numPr>
          <w:ilvl w:val="1"/>
          <w:numId w:val="4"/>
        </w:numPr>
      </w:pPr>
      <w:r>
        <w:t>trasy potrubí; paty servisních sloupců; potrubí z PVC; všechny typy ventilů; křížení, rozdvojky; čistící výstupy; konce obalů.</w:t>
      </w:r>
    </w:p>
    <w:p w14:paraId="16C5E56A" w14:textId="77777777" w:rsidR="002720BF" w:rsidRDefault="002720BF" w:rsidP="002720BF">
      <w:pPr>
        <w:pStyle w:val="Odstavec1-1a"/>
        <w:keepNext/>
        <w:numPr>
          <w:ilvl w:val="0"/>
          <w:numId w:val="5"/>
        </w:numPr>
      </w:pPr>
      <w:r w:rsidRPr="009D2841">
        <w:rPr>
          <w:rStyle w:val="Tun"/>
        </w:rPr>
        <w:t>Rozvody plynu a jejich zařízení</w:t>
      </w:r>
      <w:r>
        <w:t xml:space="preserve"> – žlutý </w:t>
      </w:r>
      <w:proofErr w:type="spellStart"/>
      <w:r>
        <w:t>marker</w:t>
      </w:r>
      <w:proofErr w:type="spellEnd"/>
      <w:r>
        <w:t xml:space="preserve"> (383,0 kHz)</w:t>
      </w:r>
    </w:p>
    <w:p w14:paraId="40FEBE98" w14:textId="77777777" w:rsidR="002720BF" w:rsidRDefault="002720BF" w:rsidP="002720BF">
      <w:pPr>
        <w:pStyle w:val="Odrka1-2-"/>
        <w:numPr>
          <w:ilvl w:val="1"/>
          <w:numId w:val="4"/>
        </w:numPr>
      </w:pPr>
      <w:r>
        <w:t xml:space="preserve">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>
        <w:t>elektrotavné</w:t>
      </w:r>
      <w:proofErr w:type="spellEnd"/>
      <w:r>
        <w:t xml:space="preserve"> spojky; všechny typy armatur a spojů.</w:t>
      </w:r>
    </w:p>
    <w:p w14:paraId="07E291B5" w14:textId="77777777"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Sdělovací zařízení a kabely</w:t>
      </w:r>
      <w:r>
        <w:t xml:space="preserve"> – oranžový </w:t>
      </w:r>
      <w:proofErr w:type="spellStart"/>
      <w:r>
        <w:t>marker</w:t>
      </w:r>
      <w:proofErr w:type="spellEnd"/>
      <w:r>
        <w:t xml:space="preserve"> (101,4 kHz)</w:t>
      </w:r>
    </w:p>
    <w:p w14:paraId="19FC80FB" w14:textId="77777777" w:rsidR="002720BF" w:rsidRDefault="002720BF" w:rsidP="002720BF">
      <w:pPr>
        <w:pStyle w:val="Odrka1-2-"/>
        <w:numPr>
          <w:ilvl w:val="1"/>
          <w:numId w:val="4"/>
        </w:numPr>
      </w:pPr>
      <w:r>
        <w:t>trasy kabelů sdělovacích optických a HDPE –(v případě požadavku umístění po cca 50 m a na lomové body); uložení kabelových metalických spojek; anomálie na kabelové trase – v případě požadavku správce; kabelové rezervy metalických, optických a kombinovaných (hybridních) kabelů; odbočné body z páteřních tras optických kabelů a HDPE;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06ECE7D1" w14:textId="77777777"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Zabezpečovací zařízení</w:t>
      </w:r>
      <w:r>
        <w:t xml:space="preserve"> – fialový </w:t>
      </w:r>
      <w:proofErr w:type="spellStart"/>
      <w:r>
        <w:t>marker</w:t>
      </w:r>
      <w:proofErr w:type="spellEnd"/>
      <w:r>
        <w:t xml:space="preserve"> (66,35 kHz)</w:t>
      </w:r>
    </w:p>
    <w:p w14:paraId="4985ED1B" w14:textId="77777777" w:rsidR="002720BF" w:rsidRDefault="002720BF" w:rsidP="002720BF">
      <w:pPr>
        <w:pStyle w:val="Odrka1-2-"/>
        <w:numPr>
          <w:ilvl w:val="1"/>
          <w:numId w:val="4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body;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provedení); anomálie na kabelové trase (např. změny hloubky, odbočné body) – v případě požadavku správce 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provedení; kabelové rezervy metalických, </w:t>
      </w:r>
      <w:r>
        <w:lastRenderedPageBreak/>
        <w:t>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provedení);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1E5F6C8" w14:textId="77777777"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Odpadní voda</w:t>
      </w:r>
      <w:r>
        <w:t xml:space="preserve"> – zelený </w:t>
      </w:r>
      <w:proofErr w:type="spellStart"/>
      <w:r>
        <w:t>marker</w:t>
      </w:r>
      <w:proofErr w:type="spellEnd"/>
      <w:r>
        <w:t xml:space="preserve"> (121,6 kHz)</w:t>
      </w:r>
    </w:p>
    <w:p w14:paraId="5E39258E" w14:textId="77777777" w:rsidR="002720BF" w:rsidRDefault="002720BF" w:rsidP="002720BF">
      <w:pPr>
        <w:pStyle w:val="Odrka1-2-"/>
        <w:numPr>
          <w:ilvl w:val="1"/>
          <w:numId w:val="4"/>
        </w:numPr>
      </w:pPr>
      <w:r>
        <w:t>ventily; všechny typy armatur; čistící výstupy; paty servisních sloupců; vedlejší vedení; značení tras nekovových objektů.</w:t>
      </w:r>
    </w:p>
    <w:p w14:paraId="51629CB0" w14:textId="77777777" w:rsidR="002720BF" w:rsidRDefault="002720BF" w:rsidP="002720BF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4F21FF8D" w14:textId="77777777" w:rsidR="002720BF" w:rsidRDefault="002720BF" w:rsidP="002720BF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 U složek, které nemají žádnou elektronickou databázi, se bude tato informace zadávat ve stejném znění do dokumentace.</w:t>
      </w:r>
    </w:p>
    <w:p w14:paraId="6655A87A" w14:textId="1C0CC525" w:rsidR="002720BF" w:rsidRDefault="002720BF" w:rsidP="002720BF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zaznamenána do DSPS</w:t>
      </w:r>
      <w:r w:rsidR="007A727F">
        <w:t>.</w:t>
      </w:r>
    </w:p>
    <w:p w14:paraId="7F2D2B81" w14:textId="77777777" w:rsidR="002720BF" w:rsidRDefault="002720BF" w:rsidP="002720BF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</w:t>
      </w:r>
      <w:proofErr w:type="gramStart"/>
      <w:r>
        <w:t>všech 6-ti</w:t>
      </w:r>
      <w:proofErr w:type="gramEnd"/>
      <w:r>
        <w:t xml:space="preserve"> 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02EAF63E" w14:textId="77777777" w:rsidR="001B1C6F" w:rsidRDefault="001B1C6F" w:rsidP="001B1C6F">
      <w:pPr>
        <w:pStyle w:val="Text2-1"/>
      </w:pPr>
      <w:r>
        <w:t xml:space="preserve">Součástí zakázky je také vypracování Prezentačního materiálu dle VTP/DSP+PDPS/13/20, bodu 4. 7., který bude sloužit jako podklad pro propagaci stavby. Propagační materiál bude zpracován minimálně v následujícím rozsahu: </w:t>
      </w:r>
    </w:p>
    <w:p w14:paraId="0AF55E1A" w14:textId="77777777" w:rsidR="001B1C6F" w:rsidRDefault="001B1C6F" w:rsidP="00DD75AF">
      <w:pPr>
        <w:pStyle w:val="Text2-2"/>
      </w:pPr>
      <w:r>
        <w:t>Popis materiálového a barevného řešení rozhodujících stavebních konstrukcí a povrchových materiálů s uvedením referenčních vzorků.</w:t>
      </w:r>
    </w:p>
    <w:p w14:paraId="0227BA0F" w14:textId="77777777" w:rsidR="001B1C6F" w:rsidRDefault="001B1C6F" w:rsidP="001B1C6F">
      <w:pPr>
        <w:pStyle w:val="Text2-2"/>
      </w:pPr>
      <w:r>
        <w:t>Schématické půdorysy objektu s vyznačením vazeb v souvislosti na toky cestujících.</w:t>
      </w:r>
    </w:p>
    <w:p w14:paraId="491974CE" w14:textId="46D7DF62" w:rsidR="001B1C6F" w:rsidRDefault="001B1C6F" w:rsidP="001B1C6F">
      <w:pPr>
        <w:pStyle w:val="Text2-2"/>
      </w:pPr>
      <w:r>
        <w:t>Schématické řezy popisující prostorové vazby.</w:t>
      </w:r>
    </w:p>
    <w:p w14:paraId="3DEED968" w14:textId="4312E785" w:rsidR="00E53B55" w:rsidRDefault="00E53B55" w:rsidP="00E53B55">
      <w:pPr>
        <w:pStyle w:val="Text2-2"/>
      </w:pPr>
      <w:r>
        <w:t xml:space="preserve">3D vizualizace – min 3ks – přelet </w:t>
      </w:r>
      <w:proofErr w:type="spellStart"/>
      <w:r>
        <w:t>dronem</w:t>
      </w:r>
      <w:proofErr w:type="spellEnd"/>
      <w:r>
        <w:t xml:space="preserve"> nad a kolem výpravní budovy, pohled od autobusového terminálu, pohled od kolejí, od nástupišť.</w:t>
      </w:r>
    </w:p>
    <w:p w14:paraId="4CCEEAE4" w14:textId="44C34748" w:rsidR="001B1C6F" w:rsidRDefault="001B1C6F" w:rsidP="001B1C6F">
      <w:pPr>
        <w:pStyle w:val="Text2-2"/>
      </w:pPr>
      <w:r>
        <w:t>Statickou vizualizaci interiérů a veřejně přístupných prostor v min. počtu 12 vizualizací.</w:t>
      </w:r>
    </w:p>
    <w:p w14:paraId="12927A3D" w14:textId="5D21A092" w:rsidR="00E53B55" w:rsidRDefault="00E53B55" w:rsidP="001B1C6F">
      <w:pPr>
        <w:pStyle w:val="Text2-2"/>
      </w:pPr>
      <w:r>
        <w:t>Zákresy vizualizací do fotografií – v počtu min 3 ks.</w:t>
      </w:r>
    </w:p>
    <w:p w14:paraId="3915FD9A" w14:textId="46725EBE" w:rsidR="001B1C6F" w:rsidRDefault="001B1C6F" w:rsidP="001F1EE6">
      <w:pPr>
        <w:pStyle w:val="Text2-2"/>
        <w:numPr>
          <w:ilvl w:val="0"/>
          <w:numId w:val="0"/>
        </w:numPr>
        <w:ind w:left="2693"/>
      </w:pPr>
    </w:p>
    <w:p w14:paraId="1BAECF72" w14:textId="77777777"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16" w:name="_Toc15649884"/>
      <w:bookmarkStart w:id="17" w:name="_Toc47534026"/>
      <w:r w:rsidRPr="00280C98">
        <w:t>Ostatní objekty</w:t>
      </w:r>
      <w:bookmarkEnd w:id="16"/>
      <w:bookmarkEnd w:id="17"/>
    </w:p>
    <w:p w14:paraId="1C58FB5E" w14:textId="77777777" w:rsidR="00F678E3" w:rsidRPr="00280C98" w:rsidRDefault="00F678E3" w:rsidP="002F2288">
      <w:pPr>
        <w:pStyle w:val="Text2-1"/>
        <w:numPr>
          <w:ilvl w:val="2"/>
          <w:numId w:val="6"/>
        </w:numPr>
      </w:pPr>
      <w:r w:rsidRPr="00280C98">
        <w:t xml:space="preserve">Součástí stavby budou rovněž nezbytné další objekty nutné pro realizaci díla, zejména přeložky a ochrana inženýrských sítí, úpravy pozemních komunikací nebo nové komunikace (k technologickým objektům nebo jako náhrada za rušené přejezdy), </w:t>
      </w:r>
      <w:proofErr w:type="spellStart"/>
      <w:r w:rsidRPr="00280C98">
        <w:t>kabelovody</w:t>
      </w:r>
      <w:proofErr w:type="spellEnd"/>
      <w:r w:rsidRPr="00280C98">
        <w:t>, protihluková opatření podle závěrů hlukové studie a podobně.</w:t>
      </w:r>
    </w:p>
    <w:p w14:paraId="1CB00C68" w14:textId="77777777"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18" w:name="_Toc15649885"/>
      <w:bookmarkStart w:id="19" w:name="_Toc47534027"/>
      <w:r w:rsidRPr="00280C98">
        <w:t>Pozemní stavební objekty</w:t>
      </w:r>
      <w:bookmarkEnd w:id="18"/>
      <w:bookmarkEnd w:id="19"/>
    </w:p>
    <w:p w14:paraId="28D8C1A8" w14:textId="77777777" w:rsidR="00316FA3" w:rsidRPr="00316FA3" w:rsidRDefault="00316FA3" w:rsidP="00316FA3">
      <w:pPr>
        <w:pStyle w:val="Text2-1"/>
      </w:pPr>
      <w:bookmarkStart w:id="20" w:name="_Toc15649886"/>
      <w:r w:rsidRPr="00316FA3">
        <w:t>Všechny podrobnosti jsou obsaženy v Záměru projektu.</w:t>
      </w:r>
    </w:p>
    <w:p w14:paraId="1E8A15A3" w14:textId="77777777" w:rsidR="00002C2C" w:rsidRPr="00FD501F" w:rsidRDefault="00002C2C" w:rsidP="00002C2C">
      <w:pPr>
        <w:pStyle w:val="Nadpis2-2"/>
      </w:pPr>
      <w:bookmarkStart w:id="21" w:name="_Toc47534028"/>
      <w:r w:rsidRPr="00FD501F">
        <w:t>Zásady organizace výstavby</w:t>
      </w:r>
      <w:bookmarkEnd w:id="21"/>
    </w:p>
    <w:p w14:paraId="326CCC42" w14:textId="77777777" w:rsidR="005462F5" w:rsidRPr="005462F5" w:rsidRDefault="005462F5" w:rsidP="005462F5">
      <w:pPr>
        <w:pStyle w:val="Text2-1"/>
      </w:pPr>
      <w:r w:rsidRPr="005462F5">
        <w:t>V rámci zpracování DUSP a PDPS bude vypracován podrobný (nad rámec VTP) návrh postupu výstavby (stavební postupy a jejich harmonogram, vč. vyznačení doby trvání rozhodujících SO a PS).</w:t>
      </w:r>
    </w:p>
    <w:p w14:paraId="12E4C2BE" w14:textId="77777777" w:rsidR="005462F5" w:rsidRDefault="005462F5" w:rsidP="005462F5">
      <w:pPr>
        <w:pStyle w:val="Text2-1"/>
      </w:pPr>
      <w:r w:rsidRPr="005462F5">
        <w:t xml:space="preserve">V odstavci </w:t>
      </w:r>
      <w:proofErr w:type="gramStart"/>
      <w:r w:rsidRPr="005462F5">
        <w:t>4.1.17</w:t>
      </w:r>
      <w:proofErr w:type="gramEnd"/>
      <w:r w:rsidRPr="005462F5">
        <w:t xml:space="preserve"> ve VTP/DSP+PDPS/13/20 se text „… a vyžitím 12 hodinové pracovní doby.“ nahrazuje textem „… </w:t>
      </w:r>
      <w:r w:rsidRPr="001B1C6F">
        <w:rPr>
          <w:b/>
        </w:rPr>
        <w:t>a vyžitím 14 hodinové pracovní doby</w:t>
      </w:r>
      <w:r w:rsidRPr="005462F5">
        <w:t>.“</w:t>
      </w:r>
    </w:p>
    <w:p w14:paraId="6D0FA06D" w14:textId="77777777" w:rsidR="005462F5" w:rsidRDefault="005462F5" w:rsidP="005462F5">
      <w:pPr>
        <w:pStyle w:val="Text2-1"/>
      </w:pPr>
      <w:r>
        <w:lastRenderedPageBreak/>
        <w:t>Dokumentace bude obsahovat popis stávajících sdělovacích a zabezpečovacích zařízení, jejich umístění, napájení a zálohování napájení. Dále informace o způsobu jejich obsluhy (výpravčí) a údržby. Kromě popisu současného stavu, je třeba doplnit i</w:t>
      </w:r>
      <w:r w:rsidR="00915062">
        <w:t> </w:t>
      </w:r>
      <w:r>
        <w:t>informace o správcích jednotlivých zařízení a kontaktních osobách těchto správců.</w:t>
      </w:r>
    </w:p>
    <w:p w14:paraId="0B8A78A7" w14:textId="77777777" w:rsidR="005462F5" w:rsidRDefault="005462F5" w:rsidP="005462F5">
      <w:pPr>
        <w:pStyle w:val="Text2-1"/>
      </w:pPr>
      <w:r>
        <w:t xml:space="preserve">V případě stavebních prací, které budou zasahovat do prostor, kde jsou buďto tato sdělovací a zabezpečovací zařízení umístěna nebo odkud jsou obsluhována (dopravní kancelář …), je třeba popsat, jakým způsobem budou jednotlivá zařízení chráněna proti poškození (zakrytí igelitem, dřevěná konstrukce, …) a tento princip projednat se správcem těchto zařízení. Vzhledem k požadavku na provedení stavby za plného železničního provozu, je zajištění řádného provozu zařízení, přístupu pro údržbu a řádných pracovních podmínek pro obsluhu zařízení, zásadním pro zajištění bezpečného a plynulého železničního provozu. </w:t>
      </w:r>
    </w:p>
    <w:p w14:paraId="5A43464E" w14:textId="77777777" w:rsidR="005462F5" w:rsidRPr="005462F5" w:rsidRDefault="005462F5" w:rsidP="005462F5">
      <w:pPr>
        <w:pStyle w:val="Text2-1"/>
      </w:pPr>
      <w:r w:rsidRPr="005462F5">
        <w:t>Dokumentace i soupis prací budou obsahovat vyklizení dotčených prostor a jejich navrácení do původního stavu. Rozsah těchto prací bude stanoven na základě místního šetření za přítomnosti zástupce Objednatele ve věcech technických, správce objektu, správce technologií a nájemníků.</w:t>
      </w:r>
    </w:p>
    <w:p w14:paraId="61ECFB8C" w14:textId="77777777" w:rsidR="00F678E3" w:rsidRDefault="00F678E3" w:rsidP="002F2288">
      <w:pPr>
        <w:pStyle w:val="Nadpis2-2"/>
        <w:numPr>
          <w:ilvl w:val="1"/>
          <w:numId w:val="6"/>
        </w:numPr>
      </w:pPr>
      <w:bookmarkStart w:id="22" w:name="_Toc47534029"/>
      <w:r w:rsidRPr="00280C98">
        <w:t>Geodetická dokumentace</w:t>
      </w:r>
      <w:bookmarkEnd w:id="20"/>
      <w:bookmarkEnd w:id="22"/>
    </w:p>
    <w:p w14:paraId="5B7B0233" w14:textId="77777777" w:rsidR="00BD349A" w:rsidRPr="00BD349A" w:rsidRDefault="00BD349A" w:rsidP="00BD349A">
      <w:pPr>
        <w:pStyle w:val="Text2-1"/>
      </w:pPr>
      <w:r w:rsidRPr="00BD349A">
        <w:t>Geodetická část projektové dokumentace bude zpracovaná na základě platných norem, předpisů, vyhlášek a opatření, které jsou uvedeny v následujícím textu. Geodetická dokumentace musí zajistit dostatečný geodetický podklad pro provedení díla.</w:t>
      </w:r>
    </w:p>
    <w:p w14:paraId="19103E4A" w14:textId="77777777" w:rsidR="00BD349A" w:rsidRDefault="00BD349A" w:rsidP="00BD349A">
      <w:pPr>
        <w:pStyle w:val="Text2-1"/>
      </w:pPr>
      <w:r>
        <w:t>Geodetické mapové podklady v potřebném rozsahu, včetně geodetického zaměření do hranic dráhy a platného ŽBP zajistí objednatel prostřednictvím UOZI - Správy železniční geodézie (SŽG) s platností k datu poslední aktualizace.</w:t>
      </w:r>
    </w:p>
    <w:p w14:paraId="1F32559B" w14:textId="77777777" w:rsidR="00BD349A" w:rsidRDefault="00BD349A" w:rsidP="00BD349A">
      <w:pPr>
        <w:pStyle w:val="Text2-1"/>
      </w:pPr>
      <w:r>
        <w:t>V případě doplnění geodetických a mapových podkladů (při umístění nových objektů mimo stávající hranici obvodu dráhy nebo z důvodu zastaralých podkladů) je součástí zakázky jejich doplnění Zhotovitelem a bude provedeno po dohodě se správcem ŽBP a ŽMP. Tato dokumentace bude vyhotovena v souladu s TKP staveb státních drah a výše uvedených předpisů a bude předána prostřednictvím ÚOZI Objednatele ke kontrole správcům ŽBP a ŽMP.</w:t>
      </w:r>
    </w:p>
    <w:p w14:paraId="690AE20A" w14:textId="77777777" w:rsidR="00BD349A" w:rsidRDefault="00BD349A" w:rsidP="00BD349A">
      <w:pPr>
        <w:pStyle w:val="Text2-1"/>
      </w:pPr>
      <w:r>
        <w:t>V průběhu zpracování projektové dokumentace budou Zhotovitelem na jeho náklady provedeny veškeré geodetické práce v rozsahu potřebném pro řádné zpracování projektové dokumentace.</w:t>
      </w:r>
    </w:p>
    <w:p w14:paraId="618E8574" w14:textId="77777777" w:rsidR="00BD349A" w:rsidRDefault="00BD349A" w:rsidP="00BD349A">
      <w:pPr>
        <w:pStyle w:val="Text2-1"/>
      </w:pPr>
      <w:r>
        <w:t>Geodetická dokumentace a vytyčovací výkresy jednotlivých PS a SO musí být ověřeny úředně oprávněným zeměměřickým inženýrem (fyzická osoba, které bylo uděleno úřední oprávnění podle § 13 odst. 1, písm. c) zákona č. 200/1994 Sb.), který zároveň musí být držitelem zkoušky G-02 nebo G-03.</w:t>
      </w:r>
    </w:p>
    <w:p w14:paraId="33A29B97" w14:textId="77777777" w:rsidR="00BD349A" w:rsidRDefault="00BD349A" w:rsidP="00BD349A">
      <w:pPr>
        <w:pStyle w:val="Text2-1"/>
      </w:pPr>
      <w:r>
        <w:t>Geodetická dokumentace bude odevzdána v uzavřené i v otevřené formě.</w:t>
      </w:r>
    </w:p>
    <w:p w14:paraId="0037D1A4" w14:textId="77777777" w:rsidR="00BD349A" w:rsidRDefault="00BD349A" w:rsidP="00BD349A">
      <w:pPr>
        <w:pStyle w:val="Text2-1"/>
      </w:pPr>
      <w:r>
        <w:t>Kompletní Geodetická dokumentace bude zaslána Zhotovitelem ke schválení geodetem (ÚOZI) objednatele.</w:t>
      </w:r>
    </w:p>
    <w:p w14:paraId="787235A0" w14:textId="77777777" w:rsidR="009933E4" w:rsidRDefault="009933E4" w:rsidP="002F2288">
      <w:pPr>
        <w:pStyle w:val="Nadpis2-1"/>
        <w:numPr>
          <w:ilvl w:val="0"/>
          <w:numId w:val="6"/>
        </w:numPr>
      </w:pPr>
      <w:bookmarkStart w:id="23" w:name="_Toc29554212"/>
      <w:bookmarkStart w:id="24" w:name="_Toc29554213"/>
      <w:bookmarkStart w:id="25" w:name="_Toc29393944"/>
      <w:bookmarkStart w:id="26" w:name="_Toc47534030"/>
      <w:bookmarkEnd w:id="23"/>
      <w:bookmarkEnd w:id="24"/>
      <w:r>
        <w:t>Vykazování odpadů</w:t>
      </w:r>
      <w:bookmarkEnd w:id="25"/>
      <w:bookmarkEnd w:id="26"/>
    </w:p>
    <w:p w14:paraId="50802C0B" w14:textId="77777777" w:rsidR="009933E4" w:rsidRDefault="009933E4" w:rsidP="002F2288">
      <w:pPr>
        <w:pStyle w:val="Nadpis2-2"/>
        <w:numPr>
          <w:ilvl w:val="1"/>
          <w:numId w:val="6"/>
        </w:numPr>
      </w:pPr>
      <w:bookmarkStart w:id="27" w:name="_Toc27040311"/>
      <w:bookmarkStart w:id="28" w:name="_Toc29393945"/>
      <w:bookmarkStart w:id="29" w:name="_Toc47534031"/>
      <w:r>
        <w:t>Vykazování odpadů ve vztahu ke stanovení nákladů stavby</w:t>
      </w:r>
      <w:bookmarkEnd w:id="27"/>
      <w:bookmarkEnd w:id="28"/>
      <w:bookmarkEnd w:id="29"/>
    </w:p>
    <w:p w14:paraId="60268008" w14:textId="77777777"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>
        <w:t xml:space="preserve"> </w:t>
      </w:r>
    </w:p>
    <w:p w14:paraId="400A8B2C" w14:textId="3940873C"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lastRenderedPageBreak/>
        <w:t>Ustanovení Směrnice SŽDC č. 20 pro stanovení a členění investičních nákladů staveb státní organizace Správa železniční dopravní cesty, Článek 3.9 ruší a</w:t>
      </w:r>
      <w:r>
        <w:rPr>
          <w:rStyle w:val="Tun"/>
        </w:rPr>
        <w:t> </w:t>
      </w:r>
      <w:r w:rsidRPr="003108AB">
        <w:rPr>
          <w:rStyle w:val="Tun"/>
        </w:rPr>
        <w:t>nahrazuje následujícím zněním uvedeným v </w:t>
      </w:r>
      <w:proofErr w:type="gramStart"/>
      <w:r w:rsidRPr="003108AB">
        <w:rPr>
          <w:rStyle w:val="Tun"/>
        </w:rPr>
        <w:t xml:space="preserve">kapitole </w:t>
      </w:r>
      <w:r w:rsidRPr="003108AB">
        <w:rPr>
          <w:rStyle w:val="Tun"/>
        </w:rPr>
        <w:fldChar w:fldCharType="begin"/>
      </w:r>
      <w:r w:rsidRPr="003108AB">
        <w:rPr>
          <w:rStyle w:val="Tun"/>
        </w:rPr>
        <w:instrText xml:space="preserve"> REF _Ref27037418 \r \h </w:instrText>
      </w:r>
      <w:r>
        <w:rPr>
          <w:rStyle w:val="Tun"/>
        </w:rPr>
        <w:instrText xml:space="preserve"> \* MERGEFORMAT </w:instrText>
      </w:r>
      <w:r w:rsidRPr="003108AB">
        <w:rPr>
          <w:rStyle w:val="Tun"/>
        </w:rPr>
      </w:r>
      <w:r w:rsidRPr="003108AB">
        <w:rPr>
          <w:rStyle w:val="Tun"/>
        </w:rPr>
        <w:fldChar w:fldCharType="separate"/>
      </w:r>
      <w:r w:rsidR="00157B39">
        <w:rPr>
          <w:rStyle w:val="Tun"/>
        </w:rPr>
        <w:t>5.1.3</w:t>
      </w:r>
      <w:proofErr w:type="gramEnd"/>
      <w:r w:rsidRPr="003108AB">
        <w:rPr>
          <w:rStyle w:val="Tun"/>
        </w:rPr>
        <w:fldChar w:fldCharType="end"/>
      </w:r>
      <w:r w:rsidRPr="003108AB">
        <w:rPr>
          <w:rStyle w:val="Tun"/>
        </w:rPr>
        <w:t>.</w:t>
      </w:r>
      <w:r>
        <w:t xml:space="preserve"> </w:t>
      </w:r>
    </w:p>
    <w:p w14:paraId="6F89EFC6" w14:textId="77777777" w:rsidR="009933E4" w:rsidRPr="0061694A" w:rsidRDefault="009933E4" w:rsidP="002F2288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30" w:name="_Ref27037418"/>
      <w:r w:rsidRPr="0061694A">
        <w:rPr>
          <w:rStyle w:val="Tun"/>
        </w:rPr>
        <w:t>Úpravy položkových rozpočtů</w:t>
      </w:r>
      <w:bookmarkEnd w:id="30"/>
      <w:r w:rsidRPr="0061694A">
        <w:rPr>
          <w:rStyle w:val="Tun"/>
        </w:rPr>
        <w:t xml:space="preserve"> </w:t>
      </w:r>
    </w:p>
    <w:p w14:paraId="19C06223" w14:textId="77777777" w:rsidR="009933E4" w:rsidRDefault="009933E4" w:rsidP="00D84D4D">
      <w:pPr>
        <w:pStyle w:val="Odstavec1-1a"/>
        <w:numPr>
          <w:ilvl w:val="0"/>
          <w:numId w:val="9"/>
        </w:numPr>
      </w:pPr>
      <w:r>
        <w:t xml:space="preserve">v soupisech prací jednotlivých SO/PS bude pro účely evidence vždy uvedena </w:t>
      </w:r>
      <w:r w:rsidRPr="00531422">
        <w:rPr>
          <w:rStyle w:val="Tun"/>
        </w:rPr>
        <w:t>R</w:t>
      </w:r>
      <w:r w:rsidR="001741CB">
        <w:rPr>
          <w:rStyle w:val="Tun"/>
        </w:rPr>
        <w:noBreakHyphen/>
      </w:r>
      <w:r w:rsidRPr="00531422">
        <w:rPr>
          <w:rStyle w:val="Tun"/>
        </w:rPr>
        <w:t>položka „Likvidace odpadů […] včetně dopravy“</w:t>
      </w:r>
      <w:r>
        <w:t>. Položka bude zahrnovat veškeré poplatky provozovateli skládky dle typu a kategorie odpadů a dopravu z místa stavby na skládku,</w:t>
      </w:r>
    </w:p>
    <w:p w14:paraId="04819F14" w14:textId="77777777" w:rsidR="009933E4" w:rsidRDefault="009933E4" w:rsidP="002F2288">
      <w:pPr>
        <w:pStyle w:val="Odstavec1-1a"/>
        <w:numPr>
          <w:ilvl w:val="0"/>
          <w:numId w:val="5"/>
        </w:numPr>
      </w:pPr>
      <w:r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14:paraId="7BC064E1" w14:textId="77777777" w:rsidR="009933E4" w:rsidRDefault="009933E4" w:rsidP="002F2288">
      <w:pPr>
        <w:pStyle w:val="Odstavec1-1a"/>
        <w:numPr>
          <w:ilvl w:val="0"/>
          <w:numId w:val="5"/>
        </w:numPr>
      </w:pPr>
      <w:r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</w:p>
    <w:p w14:paraId="1EEB08CC" w14:textId="77777777" w:rsidR="009933E4" w:rsidRDefault="009933E4" w:rsidP="002F2288">
      <w:pPr>
        <w:pStyle w:val="Odstavec1-1a"/>
        <w:numPr>
          <w:ilvl w:val="0"/>
          <w:numId w:val="5"/>
        </w:numPr>
      </w:pPr>
      <w:r>
        <w:t xml:space="preserve">u položek soupisu prací jednotlivých SO/PS </w:t>
      </w:r>
      <w:r w:rsidRPr="00531422">
        <w:rPr>
          <w:rStyle w:val="Tun"/>
        </w:rPr>
        <w:t>„Likvidace odpadů […] včetně dopravy“</w:t>
      </w:r>
      <w:r>
        <w:t xml:space="preserve"> bude v popisu položky jako doplňující název uvedeno „Evidenční položka“ a v označení „Varianta“ bude nastavena hodnota 90</w:t>
      </w:r>
      <w:r w:rsidR="007F26AC">
        <w:t>1</w:t>
      </w:r>
      <w:r>
        <w:t>, v případě duplicitní položky v jednom dílu bud označení varianty provedeno vzestupnou řadou celých čísel od hodnoty 90</w:t>
      </w:r>
      <w:r w:rsidR="001741CB">
        <w:t>1</w:t>
      </w:r>
      <w:r>
        <w:t xml:space="preserve"> (tzn. 90</w:t>
      </w:r>
      <w:r w:rsidR="001741CB">
        <w:t>1</w:t>
      </w:r>
      <w:r>
        <w:t xml:space="preserve"> až 99</w:t>
      </w:r>
      <w:r w:rsidR="001741CB">
        <w:t>9</w:t>
      </w:r>
      <w:r>
        <w:t xml:space="preserve">), </w:t>
      </w:r>
    </w:p>
    <w:p w14:paraId="39BD33BB" w14:textId="77777777" w:rsidR="009933E4" w:rsidRDefault="009933E4" w:rsidP="002F2288">
      <w:pPr>
        <w:pStyle w:val="Odstavec1-1a"/>
        <w:numPr>
          <w:ilvl w:val="0"/>
          <w:numId w:val="5"/>
        </w:numPr>
      </w:pPr>
      <w:r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14:paraId="2A765A90" w14:textId="77777777" w:rsidR="009933E4" w:rsidRDefault="009933E4" w:rsidP="002F2288">
      <w:pPr>
        <w:pStyle w:val="Odstavec1-1a"/>
        <w:numPr>
          <w:ilvl w:val="0"/>
          <w:numId w:val="5"/>
        </w:numPr>
      </w:pPr>
      <w:r>
        <w:t>Kalkulace položky „Likvidace odpadů […] včetně dopravy“ v přípravě bude provedena jako součet položek:</w:t>
      </w:r>
    </w:p>
    <w:p w14:paraId="197D00AF" w14:textId="77777777" w:rsidR="009933E4" w:rsidRDefault="009933E4" w:rsidP="002F2288">
      <w:pPr>
        <w:pStyle w:val="Odrka1-2-"/>
        <w:numPr>
          <w:ilvl w:val="1"/>
          <w:numId w:val="4"/>
        </w:numPr>
      </w:pPr>
      <w:r>
        <w:t>poplatek na skládku dle kategorie odpadu a množství, a to dle aktuálního ceníku vybrané skládky v přípravě,</w:t>
      </w:r>
    </w:p>
    <w:p w14:paraId="6B900028" w14:textId="77777777" w:rsidR="009933E4" w:rsidRDefault="009933E4" w:rsidP="002F2288">
      <w:pPr>
        <w:pStyle w:val="Odrka1-2-"/>
        <w:numPr>
          <w:ilvl w:val="1"/>
          <w:numId w:val="4"/>
        </w:numPr>
      </w:pPr>
      <w:r>
        <w:t>ceny za t/km dle množství odpadu a vzdálenosti předpokládané skládky, přičemž vzdálenost může být specifikována v rozsahu pásmové dopravy.</w:t>
      </w:r>
    </w:p>
    <w:p w14:paraId="0E62DC6B" w14:textId="77777777"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Způsob vytvoření položek likvidace odpadů včetně dopravy</w:t>
      </w:r>
    </w:p>
    <w:p w14:paraId="01AEBF47" w14:textId="77777777" w:rsidR="009933E4" w:rsidRDefault="009933E4" w:rsidP="002F2288">
      <w:pPr>
        <w:pStyle w:val="Text2-2"/>
        <w:numPr>
          <w:ilvl w:val="3"/>
          <w:numId w:val="6"/>
        </w:numPr>
      </w:pPr>
      <w:r>
        <w:t xml:space="preserve">Pro soupisy prací budou vytvořené „R-položky“ pro likvidaci odpadů s dopravou, a to následovně: </w:t>
      </w:r>
    </w:p>
    <w:p w14:paraId="27ECC86F" w14:textId="77777777"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 xml:space="preserve">Označení položky: </w:t>
      </w:r>
    </w:p>
    <w:p w14:paraId="41D2024C" w14:textId="77777777" w:rsidR="009933E4" w:rsidRDefault="009933E4" w:rsidP="009933E4">
      <w:pPr>
        <w:pStyle w:val="Textbezslovn"/>
        <w:ind w:left="1701"/>
      </w:pPr>
      <w:r>
        <w:t>R015XXX [AŽ] R015XXX – LIKVIDACE ODPADŮ [TYP ODPADU] VČETNĚ DOPRAVY</w:t>
      </w:r>
    </w:p>
    <w:p w14:paraId="30AF0264" w14:textId="77777777" w:rsidR="009933E4" w:rsidRDefault="009933E4" w:rsidP="009933E4">
      <w:pPr>
        <w:pStyle w:val="Textbezslovn"/>
        <w:ind w:left="1701"/>
      </w:pPr>
      <w:r>
        <w:t>Hodnoty XXX budou odpovídat poslednímu trojčíslí daného typu odpadu cenové soustavy OTSKP, která zahrnuje pouze náklady na poplatky za likvidaci odpadů.</w:t>
      </w:r>
    </w:p>
    <w:p w14:paraId="44FB7591" w14:textId="77777777" w:rsidR="009933E4" w:rsidRPr="00303A2A" w:rsidRDefault="009933E4" w:rsidP="009933E4">
      <w:pPr>
        <w:pStyle w:val="Textbezslovn"/>
        <w:ind w:left="1701"/>
        <w:rPr>
          <w:rStyle w:val="Tun"/>
        </w:rPr>
      </w:pPr>
      <w:r w:rsidRPr="00303A2A">
        <w:rPr>
          <w:rStyle w:val="Tun"/>
        </w:rPr>
        <w:t>Příklad:</w:t>
      </w:r>
    </w:p>
    <w:p w14:paraId="7DDA2133" w14:textId="77777777" w:rsidR="009933E4" w:rsidRDefault="009933E4" w:rsidP="009933E4">
      <w:pPr>
        <w:pStyle w:val="Textbezslovn"/>
        <w:ind w:left="1701"/>
      </w:pPr>
      <w:r>
        <w:t>Původní položka OTSKP bez dopravy:</w:t>
      </w:r>
    </w:p>
    <w:p w14:paraId="3438A674" w14:textId="77777777" w:rsidR="009933E4" w:rsidRDefault="009933E4" w:rsidP="009933E4">
      <w:pPr>
        <w:pStyle w:val="Textbezslovn"/>
        <w:ind w:left="2127"/>
      </w:pPr>
      <w:r>
        <w:t>015112 - POPLATKY ZA LIKVIDAC</w:t>
      </w:r>
      <w:r w:rsidR="00114A6F">
        <w:t>I</w:t>
      </w:r>
      <w:r>
        <w:t xml:space="preserve"> ODPADŮ NEKONTAMINOVANÝCH – 17 05 04 VYTĚŽENÉ ZEMINY A HORNINY - II. TŘÍDA TĚŽITELNOSTI</w:t>
      </w:r>
    </w:p>
    <w:p w14:paraId="7C566C9B" w14:textId="77777777" w:rsidR="009933E4" w:rsidRDefault="009933E4" w:rsidP="009933E4">
      <w:pPr>
        <w:pStyle w:val="Textbezslovn"/>
        <w:ind w:left="1701"/>
      </w:pPr>
      <w:r>
        <w:t>Nová R položka s dopravou:</w:t>
      </w:r>
    </w:p>
    <w:p w14:paraId="1A91668E" w14:textId="77777777" w:rsidR="009933E4" w:rsidRDefault="009933E4" w:rsidP="009933E4">
      <w:pPr>
        <w:pStyle w:val="Textbezslovn"/>
        <w:ind w:left="2127"/>
      </w:pPr>
      <w:r w:rsidRPr="00303A2A">
        <w:rPr>
          <w:rStyle w:val="Tun"/>
        </w:rPr>
        <w:t>R</w:t>
      </w:r>
      <w:r>
        <w:t xml:space="preserve">015112 - POPLATKY ZA LIKVIDACE ODPADŮ NEKONTAMINOVANÝCH – 17 05 04 VYTĚŽENÉ ZEMINY A HORNINY - II. TŘÍDA TĚŽITELNOSTI </w:t>
      </w:r>
      <w:r w:rsidRPr="00303A2A">
        <w:rPr>
          <w:rStyle w:val="Tun"/>
        </w:rPr>
        <w:t>VČETNĚ DOPRAVY</w:t>
      </w:r>
      <w:r>
        <w:t xml:space="preserve"> </w:t>
      </w:r>
      <w:r w:rsidRPr="00303A2A">
        <w:rPr>
          <w:vertAlign w:val="superscript"/>
        </w:rPr>
        <w:t>*</w:t>
      </w:r>
      <w:r>
        <w:t>)</w:t>
      </w:r>
    </w:p>
    <w:p w14:paraId="57180CF5" w14:textId="77777777"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>Technická specifikace položky</w:t>
      </w:r>
    </w:p>
    <w:p w14:paraId="50B5F5C2" w14:textId="77777777" w:rsidR="009933E4" w:rsidRDefault="009933E4" w:rsidP="009933E4">
      <w:pPr>
        <w:pStyle w:val="Textbezslovn"/>
        <w:ind w:left="1701"/>
      </w:pPr>
      <w:r>
        <w:t>1. Položka obsahuje:</w:t>
      </w:r>
    </w:p>
    <w:p w14:paraId="6FA1FCC0" w14:textId="77777777" w:rsidR="009933E4" w:rsidRDefault="009933E4" w:rsidP="002F2288">
      <w:pPr>
        <w:pStyle w:val="Odrka1-4"/>
        <w:numPr>
          <w:ilvl w:val="3"/>
          <w:numId w:val="4"/>
        </w:numPr>
      </w:pPr>
      <w:r>
        <w:lastRenderedPageBreak/>
        <w:t>veškeré poplatky provozovateli skládky, recyklační linky nebo jiného zařízení na zpracování nebo likvidaci odpadů související s převzetím, uložením, zpracováním nebo likvidací odpadu,</w:t>
      </w:r>
    </w:p>
    <w:p w14:paraId="346A3375" w14:textId="77777777" w:rsidR="009933E4" w:rsidRDefault="009933E4" w:rsidP="002F2288">
      <w:pPr>
        <w:pStyle w:val="Odrka1-4"/>
        <w:numPr>
          <w:ilvl w:val="3"/>
          <w:numId w:val="4"/>
        </w:numPr>
      </w:pPr>
      <w:r>
        <w:t>náklady spojené s dopravou odpadu z místa stavby na místo převzetí provozovatelem skládky, recyklační linky nebo jiného zařízení na zpracování nebo likvidaci odpadů,</w:t>
      </w:r>
    </w:p>
    <w:p w14:paraId="6944E3F2" w14:textId="77777777" w:rsidR="009933E4" w:rsidRDefault="009933E4" w:rsidP="002F2288">
      <w:pPr>
        <w:pStyle w:val="Odrka1-4"/>
        <w:numPr>
          <w:ilvl w:val="3"/>
          <w:numId w:val="4"/>
        </w:numPr>
      </w:pPr>
      <w:r>
        <w:t>náklady spojené s vyložením a manipulací s materiálem v místě skládky.</w:t>
      </w:r>
    </w:p>
    <w:p w14:paraId="12E9AFF5" w14:textId="77777777" w:rsidR="009933E4" w:rsidRDefault="009933E4" w:rsidP="009933E4">
      <w:pPr>
        <w:pStyle w:val="Textbezslovn"/>
        <w:ind w:left="1701"/>
      </w:pPr>
      <w:r>
        <w:t>2. Položka neobsahuje:</w:t>
      </w:r>
    </w:p>
    <w:p w14:paraId="2A0FF2D7" w14:textId="77777777" w:rsidR="009933E4" w:rsidRDefault="009933E4" w:rsidP="002F2288">
      <w:pPr>
        <w:pStyle w:val="Odrka1-4"/>
        <w:numPr>
          <w:ilvl w:val="3"/>
          <w:numId w:val="4"/>
        </w:numPr>
      </w:pPr>
      <w:r>
        <w:t xml:space="preserve">náklady spojené s naložením a manipulací s materiálem. </w:t>
      </w:r>
      <w:r w:rsidRPr="00303A2A">
        <w:rPr>
          <w:vertAlign w:val="superscript"/>
        </w:rPr>
        <w:t>**</w:t>
      </w:r>
      <w:r>
        <w:t>)</w:t>
      </w:r>
    </w:p>
    <w:p w14:paraId="40E3FBB8" w14:textId="77777777" w:rsidR="009933E4" w:rsidRDefault="009933E4" w:rsidP="009933E4">
      <w:pPr>
        <w:pStyle w:val="Textbezslovn"/>
        <w:ind w:left="1701"/>
      </w:pPr>
      <w:r>
        <w:t xml:space="preserve">3. Způsob měření: </w:t>
      </w:r>
    </w:p>
    <w:p w14:paraId="053CA4FA" w14:textId="77777777" w:rsidR="009933E4" w:rsidRDefault="009933E4" w:rsidP="002F2288">
      <w:pPr>
        <w:pStyle w:val="Odrka1-4"/>
        <w:numPr>
          <w:ilvl w:val="3"/>
          <w:numId w:val="4"/>
        </w:numPr>
      </w:pPr>
      <w:r>
        <w:t>[měrná jednotka – nejčastěji Tuna] určující množství odpadu vytříděného v souladu se zákonem č. 185/2001 Sb., o nakládání s odpady, v platném znění</w:t>
      </w:r>
    </w:p>
    <w:p w14:paraId="0291CA37" w14:textId="77777777" w:rsidR="009933E4" w:rsidRPr="00303A2A" w:rsidRDefault="009933E4" w:rsidP="009933E4">
      <w:pPr>
        <w:pStyle w:val="Textbezslovn"/>
        <w:rPr>
          <w:rStyle w:val="Tun"/>
        </w:rPr>
      </w:pPr>
      <w:r w:rsidRPr="00303A2A">
        <w:rPr>
          <w:rStyle w:val="Tun"/>
        </w:rPr>
        <w:t xml:space="preserve">Poznámka: </w:t>
      </w:r>
    </w:p>
    <w:p w14:paraId="2E0746B8" w14:textId="77777777" w:rsidR="009933E4" w:rsidRDefault="009933E4" w:rsidP="009933E4">
      <w:pPr>
        <w:pStyle w:val="Textbezslovn"/>
      </w:pPr>
      <w:r w:rsidRPr="00303A2A">
        <w:rPr>
          <w:vertAlign w:val="superscript"/>
        </w:rPr>
        <w:t>*</w:t>
      </w:r>
      <w:r>
        <w:t>) U nebezpečných odpadů musí být v doplňujícím popisu položky uvedeno upřesnění nebezpečných vlastnosti v rozsahu a typu koncentrace nebezpečných látek.</w:t>
      </w:r>
    </w:p>
    <w:p w14:paraId="6830D729" w14:textId="77777777" w:rsidR="009933E4" w:rsidRDefault="009933E4" w:rsidP="009933E4">
      <w:pPr>
        <w:pStyle w:val="Textbezslovn"/>
      </w:pPr>
      <w:r w:rsidRPr="00303A2A">
        <w:rPr>
          <w:vertAlign w:val="superscript"/>
        </w:rPr>
        <w:t>**</w:t>
      </w:r>
      <w:r>
        <w:t xml:space="preserve">) Text se uvede v případech kdy náklady spojené s naložením a manipulací s materiálem jsou součástí položky dopravy nebo položky zahrnující činnost, která je zdrojem odpadu (např. výkopové práce) </w:t>
      </w:r>
    </w:p>
    <w:p w14:paraId="34BB3A54" w14:textId="77777777"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14:paraId="0DB97AB7" w14:textId="77777777" w:rsidR="009933E4" w:rsidRDefault="009933E4" w:rsidP="002F2288">
      <w:pPr>
        <w:pStyle w:val="Text2-2"/>
        <w:numPr>
          <w:ilvl w:val="3"/>
          <w:numId w:val="6"/>
        </w:numPr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14:paraId="1FA57BED" w14:textId="77777777" w:rsidR="009933E4" w:rsidRDefault="009933E4" w:rsidP="002F2288">
      <w:pPr>
        <w:pStyle w:val="Text2-2"/>
        <w:numPr>
          <w:ilvl w:val="3"/>
          <w:numId w:val="6"/>
        </w:numPr>
      </w:pPr>
      <w:r>
        <w:t>zhotovitel v rámci výběrového řízení na zhotovení stavby ocení celkové množství daného typu/kategorie odpadu, které je součástí Všeobecného objektu,</w:t>
      </w:r>
    </w:p>
    <w:p w14:paraId="2A8FE47A" w14:textId="77777777" w:rsidR="009933E4" w:rsidRDefault="009933E4" w:rsidP="002F2288">
      <w:pPr>
        <w:pStyle w:val="Text2-2"/>
        <w:numPr>
          <w:ilvl w:val="3"/>
          <w:numId w:val="6"/>
        </w:numPr>
      </w:pPr>
      <w:r>
        <w:t>pro účely kontroly fakturace zůstávají položky odpadů s množstvím v jednotlivých SO a PS. Tyto položky nejsou zhotovitelem v rámci výběrového řízení na zhotovení stavby oceňovány.</w:t>
      </w:r>
    </w:p>
    <w:p w14:paraId="6D3CEAB1" w14:textId="77777777" w:rsidR="009933E4" w:rsidRPr="009F2E73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9F2E73">
        <w:rPr>
          <w:rStyle w:val="Tun"/>
        </w:rPr>
        <w:t>Souhrnný rozpočet</w:t>
      </w:r>
    </w:p>
    <w:p w14:paraId="5504885A" w14:textId="77777777" w:rsidR="009933E4" w:rsidRDefault="009933E4" w:rsidP="002F2288">
      <w:pPr>
        <w:pStyle w:val="Text2-2"/>
        <w:numPr>
          <w:ilvl w:val="3"/>
          <w:numId w:val="6"/>
        </w:numPr>
      </w:pPr>
      <w:r>
        <w:t xml:space="preserve">pro vykazování nákladů stavby (rozpočty jednotlivých SO/PS) zařazených do souhrnného rozpočtu budou </w:t>
      </w:r>
      <w:r w:rsidR="0060044A">
        <w:t>odpady</w:t>
      </w:r>
      <w:r>
        <w:t xml:space="preserve"> vykazované jako náklady, které jsou součástí těchto SO/PS,</w:t>
      </w:r>
    </w:p>
    <w:p w14:paraId="29EFCEDF" w14:textId="77777777" w:rsidR="009933E4" w:rsidRDefault="009933E4" w:rsidP="002F2288">
      <w:pPr>
        <w:pStyle w:val="Text2-2"/>
        <w:numPr>
          <w:ilvl w:val="3"/>
          <w:numId w:val="6"/>
        </w:numPr>
      </w:pPr>
      <w:r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14:paraId="6FE0033F" w14:textId="77777777" w:rsidR="009933E4" w:rsidRDefault="009933E4" w:rsidP="002F2288">
      <w:pPr>
        <w:pStyle w:val="Nadpis2-2"/>
        <w:numPr>
          <w:ilvl w:val="1"/>
          <w:numId w:val="6"/>
        </w:numPr>
      </w:pPr>
      <w:bookmarkStart w:id="31" w:name="_Toc27040312"/>
      <w:bookmarkStart w:id="32" w:name="_Toc29393946"/>
      <w:bookmarkStart w:id="33" w:name="_Toc47534032"/>
      <w:r>
        <w:t>Ostatní přílohy vztahující se k odpadovému hospodářství</w:t>
      </w:r>
      <w:bookmarkEnd w:id="31"/>
      <w:bookmarkEnd w:id="32"/>
      <w:bookmarkEnd w:id="33"/>
    </w:p>
    <w:p w14:paraId="7FE9779A" w14:textId="77777777" w:rsidR="009933E4" w:rsidRDefault="009933E4" w:rsidP="002F2288">
      <w:pPr>
        <w:pStyle w:val="Text2-1"/>
        <w:numPr>
          <w:ilvl w:val="2"/>
          <w:numId w:val="6"/>
        </w:numPr>
      </w:pPr>
      <w:proofErr w:type="gramStart"/>
      <w:r w:rsidRPr="003108AB">
        <w:rPr>
          <w:rStyle w:val="Tun"/>
        </w:rPr>
        <w:t>Část B.6 Popis</w:t>
      </w:r>
      <w:proofErr w:type="gramEnd"/>
      <w:r w:rsidRPr="003108AB">
        <w:rPr>
          <w:rStyle w:val="Tun"/>
        </w:rPr>
        <w:t xml:space="preserve"> vlivů stavby na životní prostředí a jeho ochrana – část odpadové hospodářství bude mimo jiné obsahovat:</w:t>
      </w:r>
    </w:p>
    <w:p w14:paraId="3A9E488E" w14:textId="77777777" w:rsidR="009933E4" w:rsidRDefault="009933E4" w:rsidP="00D84D4D">
      <w:pPr>
        <w:pStyle w:val="Odstavec1-1a"/>
        <w:numPr>
          <w:ilvl w:val="0"/>
          <w:numId w:val="8"/>
        </w:numPr>
      </w:pPr>
      <w:r>
        <w:t>souhrn dokumentů a odkaz na příslušnou část dokumentace, kde se nachází informace, které byly podkladem pro stanovení rozsahu a zatřídění do jednotlivých kategorií odpadů,</w:t>
      </w:r>
    </w:p>
    <w:p w14:paraId="655241EE" w14:textId="77777777" w:rsidR="009933E4" w:rsidRDefault="009933E4" w:rsidP="00D84D4D">
      <w:pPr>
        <w:pStyle w:val="Odstavec1-1a"/>
        <w:numPr>
          <w:ilvl w:val="0"/>
          <w:numId w:val="7"/>
        </w:numPr>
      </w:pPr>
      <w:r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14:paraId="1FB83934" w14:textId="77777777" w:rsidR="009933E4" w:rsidRDefault="009933E4" w:rsidP="00D84D4D">
      <w:pPr>
        <w:pStyle w:val="Odstavec1-1a"/>
        <w:numPr>
          <w:ilvl w:val="0"/>
          <w:numId w:val="7"/>
        </w:numPr>
      </w:pPr>
      <w:r>
        <w:lastRenderedPageBreak/>
        <w:t>přehled všech odpadů uvedených v jednotlivých SO a PS dle zařazení do jednotlivých kategorií odpadů,</w:t>
      </w:r>
    </w:p>
    <w:p w14:paraId="79774F63" w14:textId="77777777" w:rsidR="009933E4" w:rsidRDefault="009933E4" w:rsidP="00D84D4D">
      <w:pPr>
        <w:pStyle w:val="Odstavec1-1a"/>
        <w:numPr>
          <w:ilvl w:val="0"/>
          <w:numId w:val="7"/>
        </w:numPr>
      </w:pPr>
      <w:r>
        <w:t>souhrn odpadů za celou stavbu, dle zatřídění do kategorií odpadů. Souhrn bude podkladem pro vytvoření položek samostatného objektu odpadů SO 90-90, který bude podkladem pro ocenění zhotovitelem v rámci výběrového řízení na zhotovení stavby,</w:t>
      </w:r>
    </w:p>
    <w:p w14:paraId="712D7E73" w14:textId="77777777" w:rsidR="009933E4" w:rsidRDefault="009933E4" w:rsidP="00D84D4D">
      <w:pPr>
        <w:pStyle w:val="Odstavec1-1a"/>
        <w:numPr>
          <w:ilvl w:val="0"/>
          <w:numId w:val="7"/>
        </w:numPr>
      </w:pPr>
      <w:r>
        <w:t xml:space="preserve">popis rozsahu prováděných chemických analýz a výsledky chemických analýz a jejich vyhodnocení, </w:t>
      </w:r>
    </w:p>
    <w:p w14:paraId="7958FAC9" w14:textId="77777777" w:rsidR="009933E4" w:rsidRDefault="009933E4" w:rsidP="00D84D4D">
      <w:pPr>
        <w:pStyle w:val="Odstavec1-1a"/>
        <w:numPr>
          <w:ilvl w:val="0"/>
          <w:numId w:val="7"/>
        </w:numPr>
      </w:pPr>
      <w:r>
        <w:t>množství vyzískaného materiálu a možnosti jejího využití nebo odstranění,</w:t>
      </w:r>
    </w:p>
    <w:p w14:paraId="6599D858" w14:textId="77777777" w:rsidR="009933E4" w:rsidRDefault="009933E4" w:rsidP="00D84D4D">
      <w:pPr>
        <w:pStyle w:val="Odstavec1-1a"/>
        <w:numPr>
          <w:ilvl w:val="0"/>
          <w:numId w:val="7"/>
        </w:numPr>
      </w:pPr>
      <w:r>
        <w:t>podmínky pro využití vyzískaného materiálu, tzv. „kritická cesta“, která jednoznačně stanoví, za jakých podmínek lze opětovně využít množství vyzískaného materiálu (např. dodržení konkrétních milníků harmonogramu stavby apod.),</w:t>
      </w:r>
    </w:p>
    <w:p w14:paraId="5A0D9464" w14:textId="77777777" w:rsidR="009933E4" w:rsidRDefault="009933E4" w:rsidP="002F2288">
      <w:pPr>
        <w:pStyle w:val="Odstavec1-1a"/>
        <w:numPr>
          <w:ilvl w:val="0"/>
          <w:numId w:val="5"/>
        </w:numPr>
      </w:pPr>
      <w:r>
        <w:t>v závěru textové části, dále pak v souhrnné technické zprávě a technických zprávách jednotlivých SO/PS bude vždy uvedeno, že poloha, umístění a vzdálenost v dokumentaci případně uvedených skládek pro likvidaci odpadů slouží pouze pro účely stavebního řízení. Umístění skládek není podkladem pro výběrové řízení na zhotovitele stavby.</w:t>
      </w:r>
    </w:p>
    <w:p w14:paraId="560293CC" w14:textId="77777777" w:rsidR="009933E4" w:rsidRPr="008E3FBA" w:rsidRDefault="009933E4" w:rsidP="002F2288">
      <w:pPr>
        <w:pStyle w:val="Text2-1"/>
        <w:numPr>
          <w:ilvl w:val="2"/>
          <w:numId w:val="6"/>
        </w:numPr>
      </w:pPr>
      <w:r w:rsidRPr="008E3FBA">
        <w:t xml:space="preserve">Průzkumné práce, které jsou prováděné, mimo jiné za účelem kategorizace materiálu pro odpadové hospodářství musí být provedené tak aby bylo možné dostatečně zatřídit materiál určený jako odpad a dostatečně zatřídit materiál určený k recyklaci. </w:t>
      </w:r>
      <w:r>
        <w:t>P</w:t>
      </w:r>
      <w:r w:rsidRPr="008E3FBA">
        <w:t>růzkumné práce</w:t>
      </w:r>
      <w:r>
        <w:t xml:space="preserve"> </w:t>
      </w:r>
      <w:r w:rsidRPr="008E3FBA">
        <w:t>budou provedené v podrobnosti, která je dostatečná pro jednoznačné stanovení rozsahu nebezpečných vlastností odpadů, tj. tak aby bylo možné odpady správně analyzovat, vyhodnotit a posoudit podle koncentrace nebezpečných látek v</w:t>
      </w:r>
      <w:r>
        <w:t> </w:t>
      </w:r>
      <w:r w:rsidRPr="008E3FBA">
        <w:t>odpadech, dle zákona č. 185/2001 Sb. o odpadech a o změně některých dalších zákonů v platném znění. Za zatřídění odpadů nese odpovědnost Zhotovitel</w:t>
      </w:r>
      <w:r>
        <w:t>. V</w:t>
      </w:r>
      <w:r w:rsidRPr="008E3FBA">
        <w:t xml:space="preserve"> případě neprovedení všech zkoušek, které je nutné provést pro správné zatřídění odpadů, případně nerespektování 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14:paraId="3BECE049" w14:textId="77777777" w:rsidR="00FD501F" w:rsidRPr="00FD501F" w:rsidRDefault="00FD501F" w:rsidP="00F043AB">
      <w:pPr>
        <w:pStyle w:val="Nadpis2-1"/>
      </w:pPr>
      <w:bookmarkStart w:id="34" w:name="_Toc47534033"/>
      <w:r w:rsidRPr="00FD501F">
        <w:t>SPECIFICKÉ POŽADAVKY</w:t>
      </w:r>
      <w:bookmarkEnd w:id="34"/>
    </w:p>
    <w:p w14:paraId="09652EEF" w14:textId="77777777" w:rsidR="001B1C6F" w:rsidRDefault="001B1C6F" w:rsidP="001B1C6F">
      <w:pPr>
        <w:pStyle w:val="Text2-1"/>
      </w:pPr>
      <w:r w:rsidRPr="001B1C6F">
        <w:t xml:space="preserve">Vzhledem k tomu, že průzkumy, ani jiné práce Zhotovitele nebudou zasahovat do kolejiště, nelze uvažovat s žádnými výlukami. Dále nelze uvažovat s jakýmkoli omezením provozu výpravní budovy. </w:t>
      </w:r>
    </w:p>
    <w:p w14:paraId="1FAEFD26" w14:textId="4A2F5E13" w:rsidR="00A823D4" w:rsidRDefault="00A823D4" w:rsidP="00A823D4">
      <w:pPr>
        <w:pStyle w:val="Text2-1"/>
      </w:pPr>
      <w:r w:rsidRPr="006A0961">
        <w:t>Zhotovitel je povinen svolat po domluvě s Objednatelem vstupní a závěrečnou poradu a dále dle potřeby zajišťovat průběžné porady, které budou svolávány v průběhu projekčních prací. V rámci připomínkového řízení jednotlivých stupňů projektové dokumentace bude svoláno konferenční projednání připomínek, které bude mít formu projednání odborných vyjádření, připomínek a požadavků vzešlých z připomínkového řízení (vše dle bodu 2.3 přiložených VTP).</w:t>
      </w:r>
    </w:p>
    <w:p w14:paraId="4312B5BC" w14:textId="3E39160F" w:rsidR="0089409A" w:rsidRDefault="0089409A" w:rsidP="0089409A">
      <w:pPr>
        <w:pStyle w:val="Text2-1"/>
      </w:pPr>
      <w:r>
        <w:t xml:space="preserve">V odstavci </w:t>
      </w:r>
      <w:proofErr w:type="gramStart"/>
      <w:r>
        <w:t>2.4.10</w:t>
      </w:r>
      <w:proofErr w:type="gramEnd"/>
      <w:r w:rsidRPr="005462F5">
        <w:t xml:space="preserve"> ve VTP/DSP+PDPS/13/20 se text „… </w:t>
      </w:r>
      <w:r>
        <w:t>2 x CD (DVD)</w:t>
      </w:r>
      <w:r w:rsidRPr="005462F5">
        <w:t xml:space="preserve">.“ nahrazuje textem „… </w:t>
      </w:r>
      <w:r>
        <w:rPr>
          <w:b/>
        </w:rPr>
        <w:t xml:space="preserve">USB </w:t>
      </w:r>
      <w:proofErr w:type="spellStart"/>
      <w:r>
        <w:rPr>
          <w:b/>
        </w:rPr>
        <w:t>flash</w:t>
      </w:r>
      <w:proofErr w:type="spellEnd"/>
      <w:r>
        <w:rPr>
          <w:b/>
        </w:rPr>
        <w:t xml:space="preserve"> disk</w:t>
      </w:r>
      <w:r w:rsidRPr="005462F5">
        <w:t>.“</w:t>
      </w:r>
    </w:p>
    <w:p w14:paraId="2F101557" w14:textId="52B9250E" w:rsidR="0061412E" w:rsidRDefault="0061412E" w:rsidP="0089409A">
      <w:pPr>
        <w:pStyle w:val="Text2-1"/>
      </w:pPr>
      <w:r>
        <w:t>Na parkovacích plochách bude provedena příprava pro osazení nabíjecích stanic vč. Potřebných přípojek a sítí</w:t>
      </w:r>
      <w:r w:rsidR="00566946">
        <w:t>.</w:t>
      </w:r>
    </w:p>
    <w:p w14:paraId="654AB629" w14:textId="562C6D20" w:rsidR="0061412E" w:rsidRDefault="00350DA3" w:rsidP="001F1EE6">
      <w:pPr>
        <w:pStyle w:val="Text2-1"/>
        <w:numPr>
          <w:ilvl w:val="0"/>
          <w:numId w:val="0"/>
        </w:numPr>
      </w:pPr>
      <w:proofErr w:type="gramStart"/>
      <w:r>
        <w:t xml:space="preserve">6.1.5    </w:t>
      </w:r>
      <w:r w:rsidR="0061412E">
        <w:t>Zhotovitel</w:t>
      </w:r>
      <w:proofErr w:type="gramEnd"/>
      <w:r w:rsidR="0061412E">
        <w:t xml:space="preserve"> si zajistí  zaměření skutečného stavu.</w:t>
      </w:r>
    </w:p>
    <w:p w14:paraId="2DCA3951" w14:textId="6BFC07AD" w:rsidR="00BD349A" w:rsidRPr="00BD349A" w:rsidRDefault="00BD349A" w:rsidP="001F1EE6">
      <w:pPr>
        <w:pStyle w:val="Text2-1"/>
        <w:numPr>
          <w:ilvl w:val="0"/>
          <w:numId w:val="0"/>
        </w:numPr>
      </w:pPr>
    </w:p>
    <w:p w14:paraId="4205AD78" w14:textId="2EF4AF9A" w:rsidR="00BD349A" w:rsidRPr="00BD349A" w:rsidRDefault="00BD349A" w:rsidP="001F1EE6">
      <w:pPr>
        <w:pStyle w:val="Text2-1"/>
        <w:numPr>
          <w:ilvl w:val="2"/>
          <w:numId w:val="22"/>
        </w:numPr>
      </w:pPr>
      <w:r w:rsidRPr="00BD349A">
        <w:t xml:space="preserve">Zhotovitel je povinen kontaktovat zástupce společnosti </w:t>
      </w:r>
      <w:proofErr w:type="spellStart"/>
      <w:r w:rsidRPr="00BD349A">
        <w:t>Railreklam</w:t>
      </w:r>
      <w:proofErr w:type="spellEnd"/>
      <w:r w:rsidRPr="00BD349A">
        <w:t xml:space="preserve">, s ohledem na stávající smluvní vztah mezi SŽ a </w:t>
      </w:r>
      <w:proofErr w:type="spellStart"/>
      <w:r w:rsidRPr="00BD349A">
        <w:t>Railreklam</w:t>
      </w:r>
      <w:proofErr w:type="spellEnd"/>
      <w:r w:rsidRPr="00BD349A">
        <w:t xml:space="preserve"> („Smlouva o spolupráci v reklamní činnosti a v činnostech souvisejících). Společnost </w:t>
      </w:r>
      <w:proofErr w:type="spellStart"/>
      <w:r w:rsidRPr="00BD349A">
        <w:t>Railreklam</w:t>
      </w:r>
      <w:proofErr w:type="spellEnd"/>
      <w:r w:rsidRPr="00BD349A">
        <w:t xml:space="preserve"> vyhodnotí a formou oficiálního vyjádření, které je Zhotovitel povinen zajistit, sdělí, zda má zájem využívat rekonstruované prostory pro své reklamní účely, následně budou zástupci </w:t>
      </w:r>
      <w:proofErr w:type="spellStart"/>
      <w:r w:rsidRPr="00BD349A">
        <w:t>Railreklam</w:t>
      </w:r>
      <w:proofErr w:type="spellEnd"/>
      <w:r w:rsidRPr="00BD349A">
        <w:t xml:space="preserve"> vytipovány místa, kam se reklamní plochy umístí. Kontaktní osobou je pan Zdeněk Čihák (tel.: +420 731 134 182, e.: zdenek.cihak@railreklam.cz).</w:t>
      </w:r>
    </w:p>
    <w:p w14:paraId="6EDCB4A6" w14:textId="77777777" w:rsidR="00BD349A" w:rsidRPr="00BD349A" w:rsidRDefault="00BD349A" w:rsidP="00BD349A">
      <w:pPr>
        <w:pStyle w:val="Text2-1"/>
      </w:pPr>
      <w:r w:rsidRPr="00BD349A">
        <w:lastRenderedPageBreak/>
        <w:t>V PDPS bude v technické zprávě každé profesní části samostatný odstavec, kde budou uvedeny požadavky na jiné profese. Po dokončení PDPS ve všech profesích provede projektant kontrolu zapracování požadavků v dotčenýc</w:t>
      </w:r>
      <w:r w:rsidR="006933FF">
        <w:t>h profesích. Dále prověří, že v </w:t>
      </w:r>
      <w:r w:rsidRPr="00BD349A">
        <w:t>jeho profesi jsou zapracovány všechny požadavky z Požárně bezpečnostního řešení stavby. O úspěšném výsledku těchto kontrol provede zápis, který bude součástí projektu jako příloha TZ.</w:t>
      </w:r>
    </w:p>
    <w:p w14:paraId="240B3F44" w14:textId="4320B6DE" w:rsidR="00BD349A" w:rsidRPr="00BD349A" w:rsidRDefault="00BD349A" w:rsidP="00BD349A">
      <w:pPr>
        <w:pStyle w:val="Text2-1"/>
      </w:pPr>
      <w:r w:rsidRPr="00BD349A">
        <w:t xml:space="preserve">Předložená projektová dokumentace bude obsahovat samostatně oddělitelnou složku týkající se zabezpečení objektu, tzv. </w:t>
      </w:r>
      <w:r w:rsidRPr="001B1C6F">
        <w:rPr>
          <w:b/>
        </w:rPr>
        <w:t>Bezpečnostní projekt</w:t>
      </w:r>
      <w:r w:rsidRPr="00BD349A">
        <w:t>, jehož osnova je uvedena v dokumentu „Bezpečnostní projekt dokumentace pro p</w:t>
      </w:r>
      <w:r w:rsidR="001B1C6F">
        <w:t xml:space="preserve">rovádění stavby“ (viz </w:t>
      </w:r>
      <w:r w:rsidR="00C7239C">
        <w:t>6.1.9</w:t>
      </w:r>
      <w:r w:rsidRPr="00BD349A">
        <w:t xml:space="preserve"> těchto ZTP). Jako součást Bezpečnostního projektu bude zpracováno bezpečnostní posouzení, ze kterého bude patrný stávající stav zabezpečení objektu (mechanické zábranné systémy a dílčí systémy technické ochrany), dále bude ve spolupráci s Objednatelem zpracována bezpečnostní kategorizace objektu dle dokumentu „Kategorizace objektů a prostor z hled</w:t>
      </w:r>
      <w:r w:rsidR="00393DA7">
        <w:t>iska fyzické ochrany“ (</w:t>
      </w:r>
      <w:proofErr w:type="gramStart"/>
      <w:r w:rsidR="00393DA7">
        <w:t xml:space="preserve">viz </w:t>
      </w:r>
      <w:r w:rsidR="00C7239C">
        <w:fldChar w:fldCharType="begin"/>
      </w:r>
      <w:r w:rsidR="00C7239C">
        <w:instrText xml:space="preserve"> REF _Ref50033190 \r \h </w:instrText>
      </w:r>
      <w:r w:rsidR="00C7239C">
        <w:fldChar w:fldCharType="separate"/>
      </w:r>
      <w:r w:rsidR="00157B39">
        <w:t>6.1.9</w:t>
      </w:r>
      <w:proofErr w:type="gramEnd"/>
      <w:r w:rsidR="00C7239C">
        <w:fldChar w:fldCharType="end"/>
      </w:r>
      <w:r w:rsidR="00C7239C" w:rsidRPr="00BD349A">
        <w:t xml:space="preserve"> </w:t>
      </w:r>
      <w:r w:rsidRPr="00BD349A">
        <w:t>těchto ZTP), a bude proveden návrh zabezpečení objektu dle provedené bezpečnostní kategorizace v rozsahu instalace systémů technické ochrany a požadavků na mechanické zábranné systémy v souladu s dokumentem „Standard fyzick</w:t>
      </w:r>
      <w:r w:rsidR="00393DA7">
        <w:t xml:space="preserve">é ochrany objektů SŽ“ (viz </w:t>
      </w:r>
      <w:r w:rsidR="006933FF">
        <w:fldChar w:fldCharType="begin"/>
      </w:r>
      <w:r w:rsidR="006933FF">
        <w:instrText xml:space="preserve"> REF _Ref50033190 \r \h </w:instrText>
      </w:r>
      <w:r w:rsidR="006933FF">
        <w:fldChar w:fldCharType="separate"/>
      </w:r>
      <w:r w:rsidR="00157B39">
        <w:t>6.1.9</w:t>
      </w:r>
      <w:r w:rsidR="006933FF">
        <w:fldChar w:fldCharType="end"/>
      </w:r>
      <w:r w:rsidRPr="00BD349A">
        <w:t xml:space="preserve"> těchto ZTP). Zhotovitelem projednaný a GŘ O30 schválený Bezpečnostní projekt projekční se stane podkladem pro další zpracování PD na Technické zabezpečení objektu a bude dále zhotovitelem rozpracován do podrobností jednotlivých profesních částí dle příslušného projektového stupně, dle dokumentu Závazná osnova PDPS pro technické zabezpečení objektu.</w:t>
      </w:r>
    </w:p>
    <w:p w14:paraId="5E86CA06" w14:textId="77777777" w:rsidR="00BD349A" w:rsidRDefault="00BD349A" w:rsidP="00BD349A">
      <w:pPr>
        <w:pStyle w:val="Text2-1"/>
      </w:pPr>
      <w:bookmarkStart w:id="35" w:name="_Ref50033190"/>
      <w:r w:rsidRPr="00BD349A">
        <w:t>Na níže uvedeném odkazu jsou uvedené aktuální podklady pro stanovení postupu Bezpečnostní kategorizace objektů a prostor v rámci objektů Správy železnic, státní organizace. Dále pak podklady pro Zhotovitele Bezpečnostního projektu, jenž musí být v souladu se Standardem fyzické ochrany objektů Správy železnic, státní organizace definujícího minimální rozsah fyzické ochrany objektů v závislosti na Bezpečnostní ka</w:t>
      </w:r>
      <w:r>
        <w:t>tegorizaci objektů a prostor</w:t>
      </w:r>
      <w:r w:rsidRPr="00BD349A">
        <w:t>:</w:t>
      </w:r>
      <w:bookmarkEnd w:id="35"/>
      <w:r w:rsidRPr="00BD349A">
        <w:t xml:space="preserve"> </w:t>
      </w:r>
    </w:p>
    <w:p w14:paraId="74013C77" w14:textId="77777777" w:rsidR="00BD349A" w:rsidRPr="00BD349A" w:rsidRDefault="00BD349A" w:rsidP="00BD349A">
      <w:pPr>
        <w:pStyle w:val="Text2-1"/>
        <w:numPr>
          <w:ilvl w:val="0"/>
          <w:numId w:val="0"/>
        </w:numPr>
        <w:ind w:left="737"/>
      </w:pPr>
      <w:r w:rsidRPr="00BD349A">
        <w:t>https://www.s</w:t>
      </w:r>
      <w:r w:rsidR="006933FF">
        <w:t>pravazeleznic</w:t>
      </w:r>
      <w:r w:rsidRPr="00BD349A">
        <w:t>.cz/stavby-zakazky/podklady-pro-zhotovitele/fyzicka-ochrana-objektu</w:t>
      </w:r>
    </w:p>
    <w:p w14:paraId="6E799DD5" w14:textId="77777777" w:rsidR="00BD349A" w:rsidRPr="00BD349A" w:rsidRDefault="00BD349A" w:rsidP="00BD349A">
      <w:pPr>
        <w:pStyle w:val="Text2-1"/>
      </w:pPr>
      <w:r w:rsidRPr="00BD349A">
        <w:t>V dokladové části čistopisu PDPS budou doloženy uzavřené Dohody o podmínkách realizace stavby s ČD, a.s.</w:t>
      </w:r>
    </w:p>
    <w:p w14:paraId="4F234538" w14:textId="77777777" w:rsidR="00BD349A" w:rsidRPr="00BD349A" w:rsidRDefault="00BD349A" w:rsidP="00BD349A">
      <w:pPr>
        <w:pStyle w:val="Text2-1"/>
      </w:pPr>
      <w:r w:rsidRPr="00BD349A">
        <w:t>Upozorňujeme na nutnost dodržování zásad pro práci v provozované nevyloučené dopravní cestě dle předpisu SŽDC Bp1.</w:t>
      </w:r>
    </w:p>
    <w:p w14:paraId="17235ACD" w14:textId="77777777" w:rsidR="00BD349A" w:rsidRPr="00BD349A" w:rsidRDefault="00BD349A" w:rsidP="00BD349A">
      <w:pPr>
        <w:pStyle w:val="Text2-1"/>
      </w:pPr>
      <w:r w:rsidRPr="00BD349A">
        <w:t>Nad rámec interních dokumentů a předpisů, uvedených v kap. 7.5 VTP, budou dále použity níže uvedené předpisy:</w:t>
      </w:r>
    </w:p>
    <w:p w14:paraId="425F1BB3" w14:textId="77777777" w:rsidR="00BD349A" w:rsidRPr="00BD349A" w:rsidRDefault="00BD349A" w:rsidP="00BD349A">
      <w:pPr>
        <w:pStyle w:val="Text2-1"/>
      </w:pPr>
      <w:r w:rsidRPr="00BD349A">
        <w:t xml:space="preserve">Návrh mobiliáře bude v souladu s pokynem </w:t>
      </w:r>
      <w:r w:rsidRPr="00BD349A">
        <w:rPr>
          <w:b/>
        </w:rPr>
        <w:t>SŽDC PO-20/2019-GŘ</w:t>
      </w:r>
      <w:r w:rsidRPr="00BD349A">
        <w:t xml:space="preserve">, </w:t>
      </w:r>
      <w:r w:rsidRPr="00BD349A">
        <w:rPr>
          <w:b/>
        </w:rPr>
        <w:t>Moderní design a architektura nádraží a zastávek ČR – mobiliář</w:t>
      </w:r>
      <w:r w:rsidRPr="00BD349A">
        <w:t>.</w:t>
      </w:r>
    </w:p>
    <w:p w14:paraId="55B688D4" w14:textId="77777777" w:rsidR="00BD349A" w:rsidRPr="00BD349A" w:rsidRDefault="00BD349A" w:rsidP="00BD349A">
      <w:pPr>
        <w:pStyle w:val="Text2-1"/>
      </w:pPr>
      <w:r w:rsidRPr="00BD349A">
        <w:t xml:space="preserve">Hygienická zařízení, určená pro cestující veřejnost budou navržená dle pokynu </w:t>
      </w:r>
      <w:r w:rsidRPr="00BD349A">
        <w:rPr>
          <w:b/>
        </w:rPr>
        <w:t>SŽDC PO-22/2019-GŘ, Moderní design a architektura nádraží a zastávek ČR – Standardy pro hygienická zařízení</w:t>
      </w:r>
      <w:r w:rsidRPr="00BD349A">
        <w:t>.</w:t>
      </w:r>
    </w:p>
    <w:p w14:paraId="56AC0EF2" w14:textId="77777777" w:rsidR="00BD349A" w:rsidRPr="00BD349A" w:rsidRDefault="00BD349A" w:rsidP="00BD349A">
      <w:pPr>
        <w:pStyle w:val="Text2-1"/>
      </w:pPr>
      <w:r w:rsidRPr="00BD349A">
        <w:t xml:space="preserve">Návrh nového informačního a orientačního systému (bude zpracováno dle </w:t>
      </w:r>
      <w:r w:rsidRPr="00BD349A">
        <w:rPr>
          <w:b/>
        </w:rPr>
        <w:t>Směrnice SŽDC č. 118 – Orientační a informační systém v železničních stanicích a na železničních zastávkách, vč. Grafického manuálu jednotného orientačního a informačního systému Správy železniční dopravní cesty, státní organizace)</w:t>
      </w:r>
      <w:r w:rsidRPr="00BD349A">
        <w:t>.</w:t>
      </w:r>
    </w:p>
    <w:p w14:paraId="21C64344" w14:textId="77777777" w:rsidR="00BD349A" w:rsidRDefault="00BD349A" w:rsidP="00BD349A">
      <w:pPr>
        <w:pStyle w:val="Text2-1"/>
      </w:pPr>
      <w:r w:rsidRPr="00BD349A">
        <w:t>Součástí výkonu AD je mimo jiné poskytování součinnosti Objednateli v rámci veřejné zakázky, zejména zpracování dodatečných informací a případná oprava či doplnění zadávací dokumentace, a to ve stanovených lhůtách tak, aby nedošlo k posunu termínu pro podání nabídky.</w:t>
      </w:r>
    </w:p>
    <w:p w14:paraId="4E0F4A04" w14:textId="4F319F42" w:rsidR="00FD501F" w:rsidRPr="00FD501F" w:rsidRDefault="00167A49" w:rsidP="00167A49">
      <w:pPr>
        <w:pStyle w:val="Text2-1"/>
      </w:pPr>
      <w:r w:rsidRPr="00167A49">
        <w:t xml:space="preserve">Stavba je navržena do plánu čerpání prostředků z </w:t>
      </w:r>
      <w:proofErr w:type="gramStart"/>
      <w:r w:rsidRPr="00C7239C">
        <w:rPr>
          <w:b/>
        </w:rPr>
        <w:t>OPŽP,  Energetické</w:t>
      </w:r>
      <w:proofErr w:type="gramEnd"/>
      <w:r w:rsidRPr="00C7239C">
        <w:rPr>
          <w:b/>
        </w:rPr>
        <w:t xml:space="preserve"> úspory</w:t>
      </w:r>
      <w:r w:rsidRPr="00167A49">
        <w:t>. Stavbu je z tohoto důvodu třeba konzultovat</w:t>
      </w:r>
      <w:r w:rsidR="00BF762E">
        <w:t xml:space="preserve"> s objednatelem a jím </w:t>
      </w:r>
      <w:proofErr w:type="spellStart"/>
      <w:r w:rsidR="00BF762E">
        <w:t>zasmluvněným</w:t>
      </w:r>
      <w:proofErr w:type="spellEnd"/>
      <w:r w:rsidR="00BF762E">
        <w:t xml:space="preserve"> zpracovatelem žádosti a navrhnout tak, aby stavba byla za předpokladu ekonomické efektivnosti investice navržena ve shodě s požadavky </w:t>
      </w:r>
      <w:r w:rsidR="002A15E1">
        <w:t xml:space="preserve">uvedenými v aktuálně platných Pravidlech pro </w:t>
      </w:r>
      <w:r w:rsidR="002A15E1">
        <w:lastRenderedPageBreak/>
        <w:t>žadatele a příjemce pro získání dotačního titulu. Předá</w:t>
      </w:r>
      <w:r w:rsidRPr="00167A49">
        <w:t>ní kontaktu zajistí zástupce Objednatele ve věcech technických.</w:t>
      </w:r>
    </w:p>
    <w:p w14:paraId="3B974BC7" w14:textId="77777777" w:rsidR="00FD501F" w:rsidRPr="00FD501F" w:rsidRDefault="00FD501F" w:rsidP="00F043AB">
      <w:pPr>
        <w:pStyle w:val="Nadpis2-1"/>
      </w:pPr>
      <w:bookmarkStart w:id="36" w:name="_Toc47534034"/>
      <w:r w:rsidRPr="00FD501F">
        <w:t>SOUVISEJÍCÍ DOKUMENTY A PŘEDPISY</w:t>
      </w:r>
      <w:bookmarkEnd w:id="36"/>
    </w:p>
    <w:p w14:paraId="3642E058" w14:textId="77777777" w:rsidR="002167D4" w:rsidRPr="007D016E" w:rsidRDefault="002167D4" w:rsidP="002167D4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3EA55BA6" w14:textId="77777777" w:rsidR="002167D4" w:rsidRDefault="002167D4" w:rsidP="002167D4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68B9B450" w14:textId="3DB7744E"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(</w:t>
      </w:r>
      <w:r w:rsidR="002167D4" w:rsidRPr="003846BE">
        <w:t>https://www.s</w:t>
      </w:r>
      <w:r>
        <w:t>pravazeleznic</w:t>
      </w:r>
      <w:r w:rsidR="002167D4" w:rsidRPr="003846BE">
        <w:t>.cz/o-nas/vnitrni-predpisy-spravy-zeleznic/</w:t>
      </w:r>
      <w:r>
        <w:br/>
      </w:r>
      <w:r w:rsidR="002167D4" w:rsidRPr="003846BE">
        <w:t>dokumenty-a-</w:t>
      </w:r>
      <w:proofErr w:type="spellStart"/>
      <w:r w:rsidR="002167D4" w:rsidRPr="003846BE">
        <w:t>p</w:t>
      </w:r>
      <w:r w:rsidR="00566946">
        <w:t>r</w:t>
      </w:r>
      <w:r w:rsidR="002167D4" w:rsidRPr="003846BE">
        <w:t>edpisy</w:t>
      </w:r>
      <w:proofErr w:type="spellEnd"/>
      <w:r w:rsidR="002167D4">
        <w:t>)</w:t>
      </w:r>
    </w:p>
    <w:p w14:paraId="37474611" w14:textId="77777777"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4457CE52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7792F8F3" w14:textId="77777777"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5C658853" w14:textId="77777777"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3E2BB058" w14:textId="77777777"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14:paraId="2D18F1CB" w14:textId="77777777"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100B9B6" w14:textId="77777777" w:rsidR="002167D4" w:rsidRDefault="002167D4" w:rsidP="002167D4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03E1411B" w14:textId="77777777"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738B4EF2" w14:textId="77777777"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42608536" w14:textId="77777777" w:rsidR="00FD501F" w:rsidRPr="00FD501F" w:rsidRDefault="00FD501F" w:rsidP="00F043AB">
      <w:pPr>
        <w:pStyle w:val="Nadpis2-1"/>
      </w:pPr>
      <w:bookmarkStart w:id="37" w:name="_Toc47534035"/>
      <w:r w:rsidRPr="00FD501F">
        <w:t>PŘÍLOHY</w:t>
      </w:r>
      <w:bookmarkEnd w:id="37"/>
    </w:p>
    <w:p w14:paraId="0BE346A8" w14:textId="77777777" w:rsidR="007F26AC" w:rsidRDefault="007F26AC" w:rsidP="007F26AC">
      <w:pPr>
        <w:pStyle w:val="Text2-1"/>
      </w:pPr>
      <w:bookmarkStart w:id="38" w:name="_Ref46488274"/>
      <w:r>
        <w:t>Manuál struktury a popisu dokumentace</w:t>
      </w:r>
      <w:bookmarkEnd w:id="38"/>
    </w:p>
    <w:p w14:paraId="291A4CEF" w14:textId="77777777" w:rsidR="00FD501F" w:rsidRPr="00FD501F" w:rsidRDefault="007F26AC" w:rsidP="00FD501F">
      <w:pPr>
        <w:pStyle w:val="Text2-1"/>
      </w:pPr>
      <w:bookmarkStart w:id="39" w:name="_Ref46488281"/>
      <w:r>
        <w:t>Vzory Popisového pole a Seznamu</w:t>
      </w:r>
      <w:bookmarkEnd w:id="2"/>
      <w:bookmarkEnd w:id="3"/>
      <w:bookmarkEnd w:id="4"/>
      <w:bookmarkEnd w:id="5"/>
      <w:bookmarkEnd w:id="39"/>
    </w:p>
    <w:sectPr w:rsidR="00FD501F" w:rsidRPr="00FD501F" w:rsidSect="00AA1D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C6FDD" w14:textId="77777777" w:rsidR="00A4777C" w:rsidRDefault="00A4777C" w:rsidP="00962258">
      <w:pPr>
        <w:spacing w:after="0" w:line="240" w:lineRule="auto"/>
      </w:pPr>
    </w:p>
    <w:p w14:paraId="51FC22E3" w14:textId="77777777" w:rsidR="00A4777C" w:rsidRDefault="00A4777C"/>
  </w:endnote>
  <w:endnote w:type="continuationSeparator" w:id="0">
    <w:p w14:paraId="538E09B6" w14:textId="77777777" w:rsidR="00A4777C" w:rsidRDefault="00A4777C" w:rsidP="00962258">
      <w:pPr>
        <w:spacing w:after="0" w:line="240" w:lineRule="auto"/>
      </w:pPr>
    </w:p>
    <w:p w14:paraId="0B177658" w14:textId="77777777" w:rsidR="00A4777C" w:rsidRDefault="00A477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D75AF" w:rsidRPr="003462EB" w14:paraId="23998355" w14:textId="77777777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75CE820" w14:textId="47DFD25C" w:rsidR="00DD75AF" w:rsidRPr="00B8518B" w:rsidRDefault="00DD75AF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7B39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7B39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1241BCD7" w14:textId="41CD5FBF" w:rsidR="00DD75AF" w:rsidRPr="004D477C" w:rsidRDefault="00BF7AA8" w:rsidP="00C73C02">
          <w:pPr>
            <w:pStyle w:val="Zpatvlevo"/>
          </w:pPr>
          <w:fldSimple w:instr=" STYLEREF  _Název_akce  \* MERGEFORMAT ">
            <w:r w:rsidR="00157B39">
              <w:rPr>
                <w:noProof/>
              </w:rPr>
              <w:t xml:space="preserve">„Rekonstrukce výpravní budovy ŽST </w:t>
            </w:r>
            <w:r w:rsidR="00157B39">
              <w:rPr>
                <w:noProof/>
              </w:rPr>
              <w:br/>
              <w:t>Lovosice“</w:t>
            </w:r>
          </w:fldSimple>
        </w:p>
        <w:p w14:paraId="7EF633D5" w14:textId="77777777" w:rsidR="00DD75AF" w:rsidRDefault="00DD75AF" w:rsidP="00C73C02">
          <w:pPr>
            <w:pStyle w:val="Zpatvlevo"/>
          </w:pPr>
          <w:r>
            <w:t xml:space="preserve">Příloha č. 3 c) </w:t>
          </w:r>
        </w:p>
        <w:p w14:paraId="462F6744" w14:textId="77777777" w:rsidR="00DD75AF" w:rsidRPr="003462EB" w:rsidRDefault="00DD75AF" w:rsidP="00C73C02">
          <w:pPr>
            <w:pStyle w:val="Zpatvlevo"/>
          </w:pPr>
          <w:r>
            <w:t>Zvláštní technické podmínky - DUSP+PDPS</w:t>
          </w:r>
        </w:p>
      </w:tc>
    </w:tr>
  </w:tbl>
  <w:p w14:paraId="53500F5F" w14:textId="77777777" w:rsidR="00DD75AF" w:rsidRPr="00DB6CED" w:rsidRDefault="00DD75AF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D75AF" w:rsidRPr="009E09BE" w14:paraId="1C9100A9" w14:textId="77777777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06BC4A0" w14:textId="7A5F55F6" w:rsidR="00DD75AF" w:rsidRDefault="00BF7AA8" w:rsidP="00C73C02">
          <w:pPr>
            <w:pStyle w:val="Zpatvpravo"/>
          </w:pPr>
          <w:fldSimple w:instr=" STYLEREF  _Název_akce  \* MERGEFORMAT ">
            <w:r w:rsidR="00157B39">
              <w:rPr>
                <w:noProof/>
              </w:rPr>
              <w:t xml:space="preserve">„Rekonstrukce výpravní budovy ŽST </w:t>
            </w:r>
            <w:r w:rsidR="00157B39">
              <w:rPr>
                <w:noProof/>
              </w:rPr>
              <w:br/>
              <w:t>Lovosice“</w:t>
            </w:r>
          </w:fldSimple>
        </w:p>
        <w:p w14:paraId="3162FE13" w14:textId="77777777" w:rsidR="00DD75AF" w:rsidRDefault="00DD75AF" w:rsidP="00C73C02">
          <w:pPr>
            <w:pStyle w:val="Zpatvpravo"/>
          </w:pPr>
          <w:r>
            <w:t xml:space="preserve">Příloha č. 3 c) </w:t>
          </w:r>
        </w:p>
        <w:p w14:paraId="3DB9F179" w14:textId="77777777" w:rsidR="00DD75AF" w:rsidRPr="003462EB" w:rsidRDefault="00DD75AF" w:rsidP="00C73C02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DUSP+PDPS</w:t>
          </w:r>
        </w:p>
      </w:tc>
      <w:tc>
        <w:tcPr>
          <w:tcW w:w="935" w:type="dxa"/>
          <w:vAlign w:val="bottom"/>
        </w:tcPr>
        <w:p w14:paraId="21718F3E" w14:textId="115F45D4" w:rsidR="00DD75AF" w:rsidRPr="009E09BE" w:rsidRDefault="00DD75AF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7B39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7B39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08DCF" w14:textId="77777777" w:rsidR="00DD75AF" w:rsidRPr="00BF07F6" w:rsidRDefault="00DD75AF" w:rsidP="00460660">
    <w:pPr>
      <w:pStyle w:val="Zpat"/>
      <w:rPr>
        <w:sz w:val="12"/>
        <w:szCs w:val="12"/>
      </w:rPr>
    </w:pPr>
    <w:r>
      <w:rPr>
        <w:rFonts w:cs="Calibri"/>
        <w:noProof/>
        <w:sz w:val="12"/>
        <w:szCs w:val="12"/>
        <w:lang w:eastAsia="cs-CZ"/>
      </w:rPr>
      <w:drawing>
        <wp:anchor distT="0" distB="0" distL="114300" distR="114300" simplePos="0" relativeHeight="251675648" behindDoc="0" locked="0" layoutInCell="1" allowOverlap="1" wp14:anchorId="7B655978" wp14:editId="7A265D88">
          <wp:simplePos x="0" y="0"/>
          <wp:positionH relativeFrom="column">
            <wp:posOffset>-198755</wp:posOffset>
          </wp:positionH>
          <wp:positionV relativeFrom="paragraph">
            <wp:posOffset>-646430</wp:posOffset>
          </wp:positionV>
          <wp:extent cx="3247390" cy="1019175"/>
          <wp:effectExtent l="0" t="0" r="0" b="952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739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AAD44EC" w14:textId="77777777" w:rsidR="00DD75AF" w:rsidRPr="00BF07F6" w:rsidRDefault="00DD75AF" w:rsidP="004B4928">
    <w:pPr>
      <w:pStyle w:val="Zpat"/>
      <w:rPr>
        <w:rFonts w:cs="Calibri"/>
        <w:sz w:val="12"/>
        <w:szCs w:val="12"/>
      </w:rPr>
    </w:pPr>
  </w:p>
  <w:p w14:paraId="5439DBFD" w14:textId="77777777" w:rsidR="00DD75AF" w:rsidRPr="00BF07F6" w:rsidRDefault="00DD75AF" w:rsidP="004B4928">
    <w:pPr>
      <w:pStyle w:val="Zpat"/>
      <w:rPr>
        <w:rFonts w:cs="Calibri"/>
        <w:sz w:val="12"/>
        <w:szCs w:val="12"/>
      </w:rPr>
    </w:pPr>
  </w:p>
  <w:p w14:paraId="4AB952F9" w14:textId="77777777" w:rsidR="00DD75AF" w:rsidRPr="00BF07F6" w:rsidRDefault="00DD75AF" w:rsidP="004B4928">
    <w:pPr>
      <w:pStyle w:val="Zpat"/>
      <w:jc w:val="both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B2432" w14:textId="77777777" w:rsidR="00A4777C" w:rsidRDefault="00A4777C">
      <w:pPr>
        <w:spacing w:after="0" w:line="240" w:lineRule="auto"/>
      </w:pPr>
    </w:p>
  </w:footnote>
  <w:footnote w:type="continuationSeparator" w:id="0">
    <w:p w14:paraId="17F05102" w14:textId="77777777" w:rsidR="00A4777C" w:rsidRDefault="00A4777C" w:rsidP="00962258">
      <w:pPr>
        <w:spacing w:after="0" w:line="240" w:lineRule="auto"/>
      </w:pPr>
    </w:p>
    <w:p w14:paraId="79606F26" w14:textId="77777777" w:rsidR="00A4777C" w:rsidRDefault="00A477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EB867" w14:textId="77777777" w:rsidR="00DD75AF" w:rsidRDefault="00DD75AF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D3627" w14:textId="77777777" w:rsidR="00DD75AF" w:rsidRDefault="00DD75AF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D75AF" w14:paraId="2D7629D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C0B3906" w14:textId="77777777" w:rsidR="00DD75AF" w:rsidRPr="00B8518B" w:rsidRDefault="00DD75A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976AFA" w14:textId="77777777" w:rsidR="00DD75AF" w:rsidRDefault="00DD75AF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5296C9F5" wp14:editId="7DCEA38D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CEFFAD2" w14:textId="77777777" w:rsidR="00DD75AF" w:rsidRPr="00D6163D" w:rsidRDefault="00DD75AF" w:rsidP="00FC6389">
          <w:pPr>
            <w:pStyle w:val="Druhdokumentu"/>
          </w:pPr>
        </w:p>
      </w:tc>
    </w:tr>
    <w:tr w:rsidR="00DD75AF" w14:paraId="6AB104A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92F4DD5" w14:textId="77777777" w:rsidR="00DD75AF" w:rsidRPr="00B8518B" w:rsidRDefault="00DD75A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C9B77A" w14:textId="77777777" w:rsidR="00DD75AF" w:rsidRDefault="00DD75AF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9087A7" w14:textId="77777777" w:rsidR="00DD75AF" w:rsidRPr="00D6163D" w:rsidRDefault="00DD75AF" w:rsidP="00FC6389">
          <w:pPr>
            <w:pStyle w:val="Druhdokumentu"/>
          </w:pPr>
        </w:p>
      </w:tc>
    </w:tr>
  </w:tbl>
  <w:p w14:paraId="240D8072" w14:textId="77777777" w:rsidR="00DD75AF" w:rsidRPr="00D6163D" w:rsidRDefault="00DD75AF" w:rsidP="00FC6389">
    <w:pPr>
      <w:pStyle w:val="Zhlav"/>
      <w:rPr>
        <w:sz w:val="8"/>
        <w:szCs w:val="8"/>
      </w:rPr>
    </w:pPr>
  </w:p>
  <w:p w14:paraId="35056B35" w14:textId="77777777" w:rsidR="00DD75AF" w:rsidRPr="00460660" w:rsidRDefault="00DD75AF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9A651C"/>
    <w:multiLevelType w:val="multilevel"/>
    <w:tmpl w:val="A33E16C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F9C758E"/>
    <w:multiLevelType w:val="hybridMultilevel"/>
    <w:tmpl w:val="042C6130"/>
    <w:lvl w:ilvl="0" w:tplc="61043D4C">
      <w:start w:val="4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248"/>
        </w:tabs>
        <w:ind w:left="1248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7B203A"/>
    <w:multiLevelType w:val="hybridMultilevel"/>
    <w:tmpl w:val="823EFA48"/>
    <w:lvl w:ilvl="0" w:tplc="5AD035FC">
      <w:start w:val="1"/>
      <w:numFmt w:val="bullet"/>
      <w:suff w:val="space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1602B60E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381" w:hanging="34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D0DD7"/>
    <w:multiLevelType w:val="multilevel"/>
    <w:tmpl w:val="55949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B3D651F"/>
    <w:multiLevelType w:val="hybridMultilevel"/>
    <w:tmpl w:val="92DEBC26"/>
    <w:lvl w:ilvl="0" w:tplc="019C3D4A">
      <w:start w:val="1"/>
      <w:numFmt w:val="lowerLetter"/>
      <w:lvlText w:val="%1)"/>
      <w:lvlJc w:val="left"/>
      <w:pPr>
        <w:ind w:left="1211" w:hanging="360"/>
      </w:pPr>
      <w:rPr>
        <w:rFonts w:ascii="Calibri" w:hAnsi="Calibri" w:hint="default"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11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1"/>
  </w:num>
  <w:num w:numId="12">
    <w:abstractNumId w:val="12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  <w:num w:numId="20">
    <w:abstractNumId w:val="10"/>
  </w:num>
  <w:num w:numId="21">
    <w:abstractNumId w:val="3"/>
  </w:num>
  <w:num w:numId="22">
    <w:abstractNumId w:val="4"/>
    <w:lvlOverride w:ilvl="0">
      <w:startOverride w:val="6"/>
    </w:lvlOverride>
    <w:lvlOverride w:ilvl="1">
      <w:startOverride w:val="1"/>
    </w:lvlOverride>
    <w:lvlOverride w:ilvl="2">
      <w:startOverride w:val="6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BA0"/>
    <w:rsid w:val="00002C2C"/>
    <w:rsid w:val="000110D4"/>
    <w:rsid w:val="00012EC4"/>
    <w:rsid w:val="00017F3C"/>
    <w:rsid w:val="0002101A"/>
    <w:rsid w:val="000235AC"/>
    <w:rsid w:val="00023D2A"/>
    <w:rsid w:val="00034065"/>
    <w:rsid w:val="00035340"/>
    <w:rsid w:val="00037A40"/>
    <w:rsid w:val="00041EC8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92B82"/>
    <w:rsid w:val="00092FDB"/>
    <w:rsid w:val="000B408F"/>
    <w:rsid w:val="000B4EB8"/>
    <w:rsid w:val="000C41F2"/>
    <w:rsid w:val="000D22C4"/>
    <w:rsid w:val="000D27D1"/>
    <w:rsid w:val="000E0B4B"/>
    <w:rsid w:val="000E1A7F"/>
    <w:rsid w:val="000E6E13"/>
    <w:rsid w:val="000F15F1"/>
    <w:rsid w:val="000F5847"/>
    <w:rsid w:val="00112864"/>
    <w:rsid w:val="00114472"/>
    <w:rsid w:val="00114988"/>
    <w:rsid w:val="00114A6F"/>
    <w:rsid w:val="00114DE9"/>
    <w:rsid w:val="00115069"/>
    <w:rsid w:val="001150F2"/>
    <w:rsid w:val="0012215C"/>
    <w:rsid w:val="00123321"/>
    <w:rsid w:val="00134AC7"/>
    <w:rsid w:val="00146BCB"/>
    <w:rsid w:val="0015027B"/>
    <w:rsid w:val="00157B39"/>
    <w:rsid w:val="001656A2"/>
    <w:rsid w:val="00167A49"/>
    <w:rsid w:val="00170EC5"/>
    <w:rsid w:val="001741CB"/>
    <w:rsid w:val="001747C1"/>
    <w:rsid w:val="00177D6B"/>
    <w:rsid w:val="00186D49"/>
    <w:rsid w:val="00191F90"/>
    <w:rsid w:val="001961F9"/>
    <w:rsid w:val="001A0C52"/>
    <w:rsid w:val="001A3B3C"/>
    <w:rsid w:val="001B0DC1"/>
    <w:rsid w:val="001B1C6F"/>
    <w:rsid w:val="001B4180"/>
    <w:rsid w:val="001B4244"/>
    <w:rsid w:val="001B4E74"/>
    <w:rsid w:val="001B7668"/>
    <w:rsid w:val="001C34D1"/>
    <w:rsid w:val="001C645F"/>
    <w:rsid w:val="001D589C"/>
    <w:rsid w:val="001D60D3"/>
    <w:rsid w:val="001E3362"/>
    <w:rsid w:val="001E678E"/>
    <w:rsid w:val="001E67EF"/>
    <w:rsid w:val="001F1EE6"/>
    <w:rsid w:val="001F5930"/>
    <w:rsid w:val="002038C9"/>
    <w:rsid w:val="002071BB"/>
    <w:rsid w:val="0020770A"/>
    <w:rsid w:val="00207DF5"/>
    <w:rsid w:val="00210586"/>
    <w:rsid w:val="002167D4"/>
    <w:rsid w:val="00240B81"/>
    <w:rsid w:val="00247D01"/>
    <w:rsid w:val="0025030F"/>
    <w:rsid w:val="00251487"/>
    <w:rsid w:val="00261A5B"/>
    <w:rsid w:val="00262E5B"/>
    <w:rsid w:val="00265DD2"/>
    <w:rsid w:val="002720BF"/>
    <w:rsid w:val="00276AFE"/>
    <w:rsid w:val="00284132"/>
    <w:rsid w:val="0029012D"/>
    <w:rsid w:val="002915D4"/>
    <w:rsid w:val="002A15E1"/>
    <w:rsid w:val="002A3B57"/>
    <w:rsid w:val="002B6B58"/>
    <w:rsid w:val="002C31BF"/>
    <w:rsid w:val="002D13A7"/>
    <w:rsid w:val="002D2102"/>
    <w:rsid w:val="002D75D3"/>
    <w:rsid w:val="002D7FD6"/>
    <w:rsid w:val="002E0CD7"/>
    <w:rsid w:val="002E0CFB"/>
    <w:rsid w:val="002E5C7B"/>
    <w:rsid w:val="002F0AE6"/>
    <w:rsid w:val="002F2288"/>
    <w:rsid w:val="002F4333"/>
    <w:rsid w:val="00304DAF"/>
    <w:rsid w:val="00307207"/>
    <w:rsid w:val="003130A4"/>
    <w:rsid w:val="003139AF"/>
    <w:rsid w:val="00316FA3"/>
    <w:rsid w:val="00317F02"/>
    <w:rsid w:val="003229ED"/>
    <w:rsid w:val="003254A3"/>
    <w:rsid w:val="00327EEF"/>
    <w:rsid w:val="0033106F"/>
    <w:rsid w:val="0033239F"/>
    <w:rsid w:val="00334918"/>
    <w:rsid w:val="0033729B"/>
    <w:rsid w:val="0034107E"/>
    <w:rsid w:val="003418A3"/>
    <w:rsid w:val="0034274B"/>
    <w:rsid w:val="0034719F"/>
    <w:rsid w:val="00350A05"/>
    <w:rsid w:val="00350A35"/>
    <w:rsid w:val="00350DA3"/>
    <w:rsid w:val="003537EC"/>
    <w:rsid w:val="003571D8"/>
    <w:rsid w:val="00357BC6"/>
    <w:rsid w:val="00361422"/>
    <w:rsid w:val="0037545D"/>
    <w:rsid w:val="003839B7"/>
    <w:rsid w:val="00385D5E"/>
    <w:rsid w:val="00386FF1"/>
    <w:rsid w:val="00392EB6"/>
    <w:rsid w:val="00393DA7"/>
    <w:rsid w:val="003956C6"/>
    <w:rsid w:val="003A5471"/>
    <w:rsid w:val="003B475D"/>
    <w:rsid w:val="003C0849"/>
    <w:rsid w:val="003C33F2"/>
    <w:rsid w:val="003C6679"/>
    <w:rsid w:val="003C77F1"/>
    <w:rsid w:val="003D756E"/>
    <w:rsid w:val="003E420D"/>
    <w:rsid w:val="003E4C13"/>
    <w:rsid w:val="003F08B2"/>
    <w:rsid w:val="004049CE"/>
    <w:rsid w:val="00406C03"/>
    <w:rsid w:val="004078F3"/>
    <w:rsid w:val="0042307C"/>
    <w:rsid w:val="00427794"/>
    <w:rsid w:val="00435125"/>
    <w:rsid w:val="004403EF"/>
    <w:rsid w:val="00450F07"/>
    <w:rsid w:val="00453CD3"/>
    <w:rsid w:val="00454C49"/>
    <w:rsid w:val="004561C5"/>
    <w:rsid w:val="00460660"/>
    <w:rsid w:val="00460981"/>
    <w:rsid w:val="00463BD5"/>
    <w:rsid w:val="00464BA9"/>
    <w:rsid w:val="00474234"/>
    <w:rsid w:val="00475ECE"/>
    <w:rsid w:val="00483969"/>
    <w:rsid w:val="00486107"/>
    <w:rsid w:val="004912B3"/>
    <w:rsid w:val="00491827"/>
    <w:rsid w:val="00491FBB"/>
    <w:rsid w:val="004B210D"/>
    <w:rsid w:val="004B4928"/>
    <w:rsid w:val="004B49BA"/>
    <w:rsid w:val="004C4399"/>
    <w:rsid w:val="004C5ABF"/>
    <w:rsid w:val="004C787C"/>
    <w:rsid w:val="004D477C"/>
    <w:rsid w:val="004E7A1F"/>
    <w:rsid w:val="004F4B9B"/>
    <w:rsid w:val="0050666E"/>
    <w:rsid w:val="00511AB9"/>
    <w:rsid w:val="0051489F"/>
    <w:rsid w:val="00522C50"/>
    <w:rsid w:val="00523BB5"/>
    <w:rsid w:val="00523EA7"/>
    <w:rsid w:val="00531CB9"/>
    <w:rsid w:val="00537342"/>
    <w:rsid w:val="005406EB"/>
    <w:rsid w:val="005462F5"/>
    <w:rsid w:val="005523CB"/>
    <w:rsid w:val="00553375"/>
    <w:rsid w:val="00555884"/>
    <w:rsid w:val="00566946"/>
    <w:rsid w:val="005736B7"/>
    <w:rsid w:val="00575E5A"/>
    <w:rsid w:val="00580245"/>
    <w:rsid w:val="005857FD"/>
    <w:rsid w:val="0058742A"/>
    <w:rsid w:val="00592F36"/>
    <w:rsid w:val="00593FD0"/>
    <w:rsid w:val="00594F1A"/>
    <w:rsid w:val="00596B45"/>
    <w:rsid w:val="005A1F44"/>
    <w:rsid w:val="005A2C9F"/>
    <w:rsid w:val="005A72CD"/>
    <w:rsid w:val="005A755B"/>
    <w:rsid w:val="005B0685"/>
    <w:rsid w:val="005C47F3"/>
    <w:rsid w:val="005D156E"/>
    <w:rsid w:val="005D3C39"/>
    <w:rsid w:val="005E41C1"/>
    <w:rsid w:val="0060018D"/>
    <w:rsid w:val="0060044A"/>
    <w:rsid w:val="00601A8C"/>
    <w:rsid w:val="00603691"/>
    <w:rsid w:val="006038A1"/>
    <w:rsid w:val="0061068E"/>
    <w:rsid w:val="006115D3"/>
    <w:rsid w:val="00611F6E"/>
    <w:rsid w:val="0061412E"/>
    <w:rsid w:val="00621A29"/>
    <w:rsid w:val="00621E4A"/>
    <w:rsid w:val="00655976"/>
    <w:rsid w:val="006559B0"/>
    <w:rsid w:val="0065610E"/>
    <w:rsid w:val="006570FD"/>
    <w:rsid w:val="00660AD3"/>
    <w:rsid w:val="00661394"/>
    <w:rsid w:val="006673A4"/>
    <w:rsid w:val="00672766"/>
    <w:rsid w:val="006729AE"/>
    <w:rsid w:val="006776B6"/>
    <w:rsid w:val="0069136C"/>
    <w:rsid w:val="00693150"/>
    <w:rsid w:val="006933FF"/>
    <w:rsid w:val="006A019B"/>
    <w:rsid w:val="006A15FA"/>
    <w:rsid w:val="006A5570"/>
    <w:rsid w:val="006A689C"/>
    <w:rsid w:val="006B1C60"/>
    <w:rsid w:val="006B2318"/>
    <w:rsid w:val="006B3D79"/>
    <w:rsid w:val="006B6572"/>
    <w:rsid w:val="006B6FE4"/>
    <w:rsid w:val="006C16E1"/>
    <w:rsid w:val="006C2343"/>
    <w:rsid w:val="006C31D3"/>
    <w:rsid w:val="006C3E63"/>
    <w:rsid w:val="006C442A"/>
    <w:rsid w:val="006C628A"/>
    <w:rsid w:val="006C7435"/>
    <w:rsid w:val="006C748F"/>
    <w:rsid w:val="006D16C7"/>
    <w:rsid w:val="006D6135"/>
    <w:rsid w:val="006E0578"/>
    <w:rsid w:val="006E314D"/>
    <w:rsid w:val="006E5CC5"/>
    <w:rsid w:val="006F0619"/>
    <w:rsid w:val="006F0680"/>
    <w:rsid w:val="00710723"/>
    <w:rsid w:val="00712765"/>
    <w:rsid w:val="00720802"/>
    <w:rsid w:val="00723ED1"/>
    <w:rsid w:val="007324B4"/>
    <w:rsid w:val="00732E1A"/>
    <w:rsid w:val="00733AD8"/>
    <w:rsid w:val="00740AF5"/>
    <w:rsid w:val="00742CB1"/>
    <w:rsid w:val="00743525"/>
    <w:rsid w:val="00745555"/>
    <w:rsid w:val="00745F94"/>
    <w:rsid w:val="007541A2"/>
    <w:rsid w:val="00755818"/>
    <w:rsid w:val="0076286B"/>
    <w:rsid w:val="007642BC"/>
    <w:rsid w:val="00766846"/>
    <w:rsid w:val="0076790E"/>
    <w:rsid w:val="00767D3E"/>
    <w:rsid w:val="007729EC"/>
    <w:rsid w:val="0077673A"/>
    <w:rsid w:val="007807AC"/>
    <w:rsid w:val="007846E1"/>
    <w:rsid w:val="007847D6"/>
    <w:rsid w:val="0079311E"/>
    <w:rsid w:val="007A2129"/>
    <w:rsid w:val="007A5172"/>
    <w:rsid w:val="007A5F2F"/>
    <w:rsid w:val="007A67A0"/>
    <w:rsid w:val="007A727F"/>
    <w:rsid w:val="007B484F"/>
    <w:rsid w:val="007B570C"/>
    <w:rsid w:val="007C3BD2"/>
    <w:rsid w:val="007C5DAB"/>
    <w:rsid w:val="007D097B"/>
    <w:rsid w:val="007D6515"/>
    <w:rsid w:val="007E4A6E"/>
    <w:rsid w:val="007E6A42"/>
    <w:rsid w:val="007F26AC"/>
    <w:rsid w:val="007F2DEA"/>
    <w:rsid w:val="007F43B5"/>
    <w:rsid w:val="007F56A7"/>
    <w:rsid w:val="007F760C"/>
    <w:rsid w:val="00800851"/>
    <w:rsid w:val="0080171C"/>
    <w:rsid w:val="0080778B"/>
    <w:rsid w:val="00807DD0"/>
    <w:rsid w:val="00807E58"/>
    <w:rsid w:val="00810E5C"/>
    <w:rsid w:val="008118AA"/>
    <w:rsid w:val="00813559"/>
    <w:rsid w:val="00816930"/>
    <w:rsid w:val="00817445"/>
    <w:rsid w:val="00821D01"/>
    <w:rsid w:val="00826B7B"/>
    <w:rsid w:val="0083197D"/>
    <w:rsid w:val="00834146"/>
    <w:rsid w:val="008407BA"/>
    <w:rsid w:val="00840F1C"/>
    <w:rsid w:val="00842226"/>
    <w:rsid w:val="00845ECF"/>
    <w:rsid w:val="00846789"/>
    <w:rsid w:val="008516D4"/>
    <w:rsid w:val="00854CB9"/>
    <w:rsid w:val="008714B8"/>
    <w:rsid w:val="008721B2"/>
    <w:rsid w:val="0087533C"/>
    <w:rsid w:val="00876DF2"/>
    <w:rsid w:val="00886708"/>
    <w:rsid w:val="00887F36"/>
    <w:rsid w:val="00890A4F"/>
    <w:rsid w:val="0089409A"/>
    <w:rsid w:val="008A3568"/>
    <w:rsid w:val="008A6245"/>
    <w:rsid w:val="008B0E82"/>
    <w:rsid w:val="008C24A8"/>
    <w:rsid w:val="008C4BA8"/>
    <w:rsid w:val="008C50F3"/>
    <w:rsid w:val="008C51A4"/>
    <w:rsid w:val="008C7EFE"/>
    <w:rsid w:val="008D03B9"/>
    <w:rsid w:val="008D30C7"/>
    <w:rsid w:val="008D53EC"/>
    <w:rsid w:val="008F18D6"/>
    <w:rsid w:val="008F2C9B"/>
    <w:rsid w:val="008F797B"/>
    <w:rsid w:val="00904780"/>
    <w:rsid w:val="0090635B"/>
    <w:rsid w:val="00914F81"/>
    <w:rsid w:val="00915062"/>
    <w:rsid w:val="00922385"/>
    <w:rsid w:val="009223DF"/>
    <w:rsid w:val="00923406"/>
    <w:rsid w:val="00936091"/>
    <w:rsid w:val="00940D8A"/>
    <w:rsid w:val="00950944"/>
    <w:rsid w:val="00952914"/>
    <w:rsid w:val="00953968"/>
    <w:rsid w:val="00953D36"/>
    <w:rsid w:val="00954397"/>
    <w:rsid w:val="00962258"/>
    <w:rsid w:val="009678B7"/>
    <w:rsid w:val="00967E3A"/>
    <w:rsid w:val="0097239D"/>
    <w:rsid w:val="009809EE"/>
    <w:rsid w:val="00990984"/>
    <w:rsid w:val="009911C8"/>
    <w:rsid w:val="00991A73"/>
    <w:rsid w:val="00991B1E"/>
    <w:rsid w:val="00992D9C"/>
    <w:rsid w:val="009932FA"/>
    <w:rsid w:val="009933E4"/>
    <w:rsid w:val="00996CB8"/>
    <w:rsid w:val="009A404E"/>
    <w:rsid w:val="009A5E92"/>
    <w:rsid w:val="009B2E97"/>
    <w:rsid w:val="009B5146"/>
    <w:rsid w:val="009C418E"/>
    <w:rsid w:val="009C442C"/>
    <w:rsid w:val="009D2FC5"/>
    <w:rsid w:val="009E07F4"/>
    <w:rsid w:val="009E7D0F"/>
    <w:rsid w:val="009F309B"/>
    <w:rsid w:val="009F392E"/>
    <w:rsid w:val="009F53C5"/>
    <w:rsid w:val="00A04D7F"/>
    <w:rsid w:val="00A0511B"/>
    <w:rsid w:val="00A06DA2"/>
    <w:rsid w:val="00A0740E"/>
    <w:rsid w:val="00A134F8"/>
    <w:rsid w:val="00A15862"/>
    <w:rsid w:val="00A16DE9"/>
    <w:rsid w:val="00A3302C"/>
    <w:rsid w:val="00A4050F"/>
    <w:rsid w:val="00A4777C"/>
    <w:rsid w:val="00A50196"/>
    <w:rsid w:val="00A50641"/>
    <w:rsid w:val="00A530BF"/>
    <w:rsid w:val="00A55D9A"/>
    <w:rsid w:val="00A572A2"/>
    <w:rsid w:val="00A60BA4"/>
    <w:rsid w:val="00A6177B"/>
    <w:rsid w:val="00A62E74"/>
    <w:rsid w:val="00A66136"/>
    <w:rsid w:val="00A71189"/>
    <w:rsid w:val="00A7364A"/>
    <w:rsid w:val="00A74DCC"/>
    <w:rsid w:val="00A753ED"/>
    <w:rsid w:val="00A77512"/>
    <w:rsid w:val="00A823D4"/>
    <w:rsid w:val="00A94C2F"/>
    <w:rsid w:val="00AA1D56"/>
    <w:rsid w:val="00AA4CBB"/>
    <w:rsid w:val="00AA65FA"/>
    <w:rsid w:val="00AA7351"/>
    <w:rsid w:val="00AA77DA"/>
    <w:rsid w:val="00AB58E9"/>
    <w:rsid w:val="00AC1EB1"/>
    <w:rsid w:val="00AD056F"/>
    <w:rsid w:val="00AD0C21"/>
    <w:rsid w:val="00AD0C7B"/>
    <w:rsid w:val="00AD38D0"/>
    <w:rsid w:val="00AD5F1A"/>
    <w:rsid w:val="00AD6731"/>
    <w:rsid w:val="00AE072B"/>
    <w:rsid w:val="00AE4339"/>
    <w:rsid w:val="00AE4CAB"/>
    <w:rsid w:val="00AF4FD5"/>
    <w:rsid w:val="00B008D5"/>
    <w:rsid w:val="00B00CFD"/>
    <w:rsid w:val="00B02F73"/>
    <w:rsid w:val="00B0619F"/>
    <w:rsid w:val="00B101FD"/>
    <w:rsid w:val="00B12CD8"/>
    <w:rsid w:val="00B13A26"/>
    <w:rsid w:val="00B15D0D"/>
    <w:rsid w:val="00B16118"/>
    <w:rsid w:val="00B210C3"/>
    <w:rsid w:val="00B22106"/>
    <w:rsid w:val="00B41B94"/>
    <w:rsid w:val="00B42FD1"/>
    <w:rsid w:val="00B507F3"/>
    <w:rsid w:val="00B50AB2"/>
    <w:rsid w:val="00B5431A"/>
    <w:rsid w:val="00B650AB"/>
    <w:rsid w:val="00B7532F"/>
    <w:rsid w:val="00B75EE1"/>
    <w:rsid w:val="00B77481"/>
    <w:rsid w:val="00B81C32"/>
    <w:rsid w:val="00B8518B"/>
    <w:rsid w:val="00B926D8"/>
    <w:rsid w:val="00B97CC3"/>
    <w:rsid w:val="00BA5C89"/>
    <w:rsid w:val="00BB605E"/>
    <w:rsid w:val="00BC06C4"/>
    <w:rsid w:val="00BC66EF"/>
    <w:rsid w:val="00BD349A"/>
    <w:rsid w:val="00BD7E91"/>
    <w:rsid w:val="00BD7F0D"/>
    <w:rsid w:val="00BE4CC8"/>
    <w:rsid w:val="00BF07F6"/>
    <w:rsid w:val="00BF26F4"/>
    <w:rsid w:val="00BF762E"/>
    <w:rsid w:val="00BF7AA8"/>
    <w:rsid w:val="00BF7BB3"/>
    <w:rsid w:val="00C02D0A"/>
    <w:rsid w:val="00C03A6E"/>
    <w:rsid w:val="00C03DE4"/>
    <w:rsid w:val="00C04CAA"/>
    <w:rsid w:val="00C071FC"/>
    <w:rsid w:val="00C13860"/>
    <w:rsid w:val="00C226C0"/>
    <w:rsid w:val="00C24A6A"/>
    <w:rsid w:val="00C26072"/>
    <w:rsid w:val="00C268B0"/>
    <w:rsid w:val="00C31E82"/>
    <w:rsid w:val="00C338CF"/>
    <w:rsid w:val="00C3560B"/>
    <w:rsid w:val="00C3790B"/>
    <w:rsid w:val="00C41108"/>
    <w:rsid w:val="00C42FE6"/>
    <w:rsid w:val="00C44F6A"/>
    <w:rsid w:val="00C51456"/>
    <w:rsid w:val="00C57067"/>
    <w:rsid w:val="00C6198E"/>
    <w:rsid w:val="00C6334A"/>
    <w:rsid w:val="00C708EA"/>
    <w:rsid w:val="00C71821"/>
    <w:rsid w:val="00C7239C"/>
    <w:rsid w:val="00C73C02"/>
    <w:rsid w:val="00C767EA"/>
    <w:rsid w:val="00C778A5"/>
    <w:rsid w:val="00C86240"/>
    <w:rsid w:val="00C90B56"/>
    <w:rsid w:val="00C95162"/>
    <w:rsid w:val="00CA0CE8"/>
    <w:rsid w:val="00CA7194"/>
    <w:rsid w:val="00CB6A37"/>
    <w:rsid w:val="00CB7684"/>
    <w:rsid w:val="00CC095D"/>
    <w:rsid w:val="00CC7C8F"/>
    <w:rsid w:val="00CD1FC4"/>
    <w:rsid w:val="00CD471B"/>
    <w:rsid w:val="00CF5225"/>
    <w:rsid w:val="00D0296E"/>
    <w:rsid w:val="00D034A0"/>
    <w:rsid w:val="00D0732C"/>
    <w:rsid w:val="00D14922"/>
    <w:rsid w:val="00D1691C"/>
    <w:rsid w:val="00D21061"/>
    <w:rsid w:val="00D214AD"/>
    <w:rsid w:val="00D23834"/>
    <w:rsid w:val="00D23EF1"/>
    <w:rsid w:val="00D322B7"/>
    <w:rsid w:val="00D4041B"/>
    <w:rsid w:val="00D4108E"/>
    <w:rsid w:val="00D6163D"/>
    <w:rsid w:val="00D71D59"/>
    <w:rsid w:val="00D72553"/>
    <w:rsid w:val="00D7326A"/>
    <w:rsid w:val="00D831A3"/>
    <w:rsid w:val="00D84D4D"/>
    <w:rsid w:val="00D90C8B"/>
    <w:rsid w:val="00D971F2"/>
    <w:rsid w:val="00D97BE3"/>
    <w:rsid w:val="00DA27EA"/>
    <w:rsid w:val="00DA3711"/>
    <w:rsid w:val="00DB0562"/>
    <w:rsid w:val="00DB3807"/>
    <w:rsid w:val="00DB6CED"/>
    <w:rsid w:val="00DD0EF6"/>
    <w:rsid w:val="00DD46F3"/>
    <w:rsid w:val="00DD69AF"/>
    <w:rsid w:val="00DD75AF"/>
    <w:rsid w:val="00DE51A5"/>
    <w:rsid w:val="00DE56F2"/>
    <w:rsid w:val="00DF116D"/>
    <w:rsid w:val="00DF4DDD"/>
    <w:rsid w:val="00DF5435"/>
    <w:rsid w:val="00E014A7"/>
    <w:rsid w:val="00E02208"/>
    <w:rsid w:val="00E04A7B"/>
    <w:rsid w:val="00E16FF7"/>
    <w:rsid w:val="00E1732F"/>
    <w:rsid w:val="00E2186B"/>
    <w:rsid w:val="00E26D68"/>
    <w:rsid w:val="00E33C54"/>
    <w:rsid w:val="00E41675"/>
    <w:rsid w:val="00E43317"/>
    <w:rsid w:val="00E44045"/>
    <w:rsid w:val="00E4609C"/>
    <w:rsid w:val="00E47DE4"/>
    <w:rsid w:val="00E53B55"/>
    <w:rsid w:val="00E618C4"/>
    <w:rsid w:val="00E7218A"/>
    <w:rsid w:val="00E74333"/>
    <w:rsid w:val="00E84C3A"/>
    <w:rsid w:val="00E87403"/>
    <w:rsid w:val="00E878EE"/>
    <w:rsid w:val="00E97C67"/>
    <w:rsid w:val="00EA3395"/>
    <w:rsid w:val="00EA6EC7"/>
    <w:rsid w:val="00EA7278"/>
    <w:rsid w:val="00EB104F"/>
    <w:rsid w:val="00EB46E5"/>
    <w:rsid w:val="00EB59F7"/>
    <w:rsid w:val="00EC0B00"/>
    <w:rsid w:val="00EC2805"/>
    <w:rsid w:val="00EC4BFF"/>
    <w:rsid w:val="00EC512A"/>
    <w:rsid w:val="00ED033D"/>
    <w:rsid w:val="00ED0703"/>
    <w:rsid w:val="00ED14BD"/>
    <w:rsid w:val="00EF1373"/>
    <w:rsid w:val="00EF3A25"/>
    <w:rsid w:val="00EF638C"/>
    <w:rsid w:val="00F016C7"/>
    <w:rsid w:val="00F043AB"/>
    <w:rsid w:val="00F06B5B"/>
    <w:rsid w:val="00F10CC4"/>
    <w:rsid w:val="00F114A1"/>
    <w:rsid w:val="00F127E0"/>
    <w:rsid w:val="00F12DEC"/>
    <w:rsid w:val="00F15B4C"/>
    <w:rsid w:val="00F1715C"/>
    <w:rsid w:val="00F1796F"/>
    <w:rsid w:val="00F310F8"/>
    <w:rsid w:val="00F34E2F"/>
    <w:rsid w:val="00F35939"/>
    <w:rsid w:val="00F45607"/>
    <w:rsid w:val="00F4722B"/>
    <w:rsid w:val="00F54432"/>
    <w:rsid w:val="00F659EB"/>
    <w:rsid w:val="00F678E3"/>
    <w:rsid w:val="00F705D1"/>
    <w:rsid w:val="00F845B2"/>
    <w:rsid w:val="00F86BA6"/>
    <w:rsid w:val="00F8788B"/>
    <w:rsid w:val="00F93638"/>
    <w:rsid w:val="00F94A93"/>
    <w:rsid w:val="00FB1C48"/>
    <w:rsid w:val="00FB5DE8"/>
    <w:rsid w:val="00FB6342"/>
    <w:rsid w:val="00FC2155"/>
    <w:rsid w:val="00FC247A"/>
    <w:rsid w:val="00FC6389"/>
    <w:rsid w:val="00FD3C43"/>
    <w:rsid w:val="00FD501F"/>
    <w:rsid w:val="00FE29C1"/>
    <w:rsid w:val="00FE5F22"/>
    <w:rsid w:val="00FE6AEC"/>
    <w:rsid w:val="00FE7BA0"/>
    <w:rsid w:val="00FF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54A69"/>
  <w14:defaultImageDpi w14:val="32767"/>
  <w15:docId w15:val="{E309C51E-DF3F-4F59-A4BF-2D77FE17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60018D"/>
    <w:pPr>
      <w:keepNext/>
      <w:numPr>
        <w:numId w:val="1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60018D"/>
    <w:pPr>
      <w:numPr>
        <w:ilvl w:val="1"/>
      </w:numPr>
      <w:spacing w:before="200"/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60018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60018D"/>
    <w:pPr>
      <w:numPr>
        <w:ilvl w:val="2"/>
        <w:numId w:val="1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60018D"/>
    <w:rPr>
      <w:rFonts w:ascii="Verdana" w:hAnsi="Verdana"/>
      <w:b/>
      <w:caps w:val="0"/>
      <w:sz w:val="22"/>
    </w:rPr>
  </w:style>
  <w:style w:type="paragraph" w:customStyle="1" w:styleId="Titul1">
    <w:name w:val="_Titul_1"/>
    <w:basedOn w:val="Normln"/>
    <w:qFormat/>
    <w:rsid w:val="0060018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60018D"/>
    <w:rPr>
      <w:rFonts w:ascii="Verdana" w:hAnsi="Verdana"/>
    </w:rPr>
  </w:style>
  <w:style w:type="paragraph" w:customStyle="1" w:styleId="Titul2">
    <w:name w:val="_Titul_2"/>
    <w:basedOn w:val="Normln"/>
    <w:qFormat/>
    <w:rsid w:val="0060018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60018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0018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60018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600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60018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60018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60018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60018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60018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60018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60018D"/>
    <w:rPr>
      <w:rFonts w:ascii="Verdana" w:hAnsi="Verdana"/>
    </w:rPr>
  </w:style>
  <w:style w:type="paragraph" w:customStyle="1" w:styleId="Odrka1-2-">
    <w:name w:val="_Odrážka_1-2_-"/>
    <w:basedOn w:val="Odrka1-1"/>
    <w:qFormat/>
    <w:rsid w:val="00600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60018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60018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600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600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0018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60018D"/>
    <w:pPr>
      <w:jc w:val="right"/>
    </w:pPr>
  </w:style>
  <w:style w:type="character" w:customStyle="1" w:styleId="Tun">
    <w:name w:val="_Tučně"/>
    <w:basedOn w:val="Standardnpsmoodstavce"/>
    <w:qFormat/>
    <w:rsid w:val="00600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60018D"/>
    <w:pPr>
      <w:numPr>
        <w:ilvl w:val="3"/>
      </w:numPr>
      <w:tabs>
        <w:tab w:val="clear" w:pos="1248"/>
        <w:tab w:val="num" w:pos="1389"/>
        <w:tab w:val="num" w:pos="3516"/>
      </w:tabs>
      <w:ind w:left="3516"/>
    </w:pPr>
  </w:style>
  <w:style w:type="character" w:customStyle="1" w:styleId="Text2-2Char">
    <w:name w:val="_Text_2-2 Char"/>
    <w:basedOn w:val="Text2-1Char"/>
    <w:link w:val="Text2-2"/>
    <w:rsid w:val="0060018D"/>
    <w:rPr>
      <w:rFonts w:ascii="Verdana" w:hAnsi="Verdana"/>
    </w:rPr>
  </w:style>
  <w:style w:type="paragraph" w:customStyle="1" w:styleId="Zkratky1">
    <w:name w:val="_Zkratky_1"/>
    <w:basedOn w:val="Normln"/>
    <w:qFormat/>
    <w:rsid w:val="0060018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60018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60018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60018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60018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60018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0018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0018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60018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60018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60018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60018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60018D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60018D"/>
    <w:rPr>
      <w:rFonts w:ascii="Verdana" w:hAnsi="Verdana"/>
    </w:rPr>
  </w:style>
  <w:style w:type="paragraph" w:customStyle="1" w:styleId="Odrka1-4">
    <w:name w:val="_Odrážka_1-4_•"/>
    <w:basedOn w:val="Odrka1-1"/>
    <w:qFormat/>
    <w:rsid w:val="0060018D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60018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60018D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60018D"/>
    <w:rPr>
      <w:rFonts w:ascii="Verdana" w:hAnsi="Verdana"/>
    </w:rPr>
  </w:style>
  <w:style w:type="paragraph" w:customStyle="1" w:styleId="Zpatvlevo">
    <w:name w:val="_Zápatí_vlevo"/>
    <w:basedOn w:val="Zpatvpravo"/>
    <w:qFormat/>
    <w:rsid w:val="0060018D"/>
    <w:pPr>
      <w:jc w:val="left"/>
    </w:pPr>
  </w:style>
  <w:style w:type="character" w:customStyle="1" w:styleId="Nzevakce">
    <w:name w:val="_Název_akce"/>
    <w:basedOn w:val="Standardnpsmoodstavce"/>
    <w:qFormat/>
    <w:rsid w:val="0060018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60018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60018D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60018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60018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60018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60018D"/>
    <w:rPr>
      <w:sz w:val="16"/>
    </w:rPr>
  </w:style>
  <w:style w:type="table" w:customStyle="1" w:styleId="Mkatabulky1">
    <w:name w:val="Mřížka tabulky1"/>
    <w:basedOn w:val="Normlntabulka"/>
    <w:next w:val="Mkatabulky"/>
    <w:uiPriority w:val="39"/>
    <w:rsid w:val="004403EF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ahlzap">
    <w:name w:val="_Tabulka_SŽ-zahl+zap"/>
    <w:basedOn w:val="Mkatabulky"/>
    <w:uiPriority w:val="99"/>
    <w:rsid w:val="0060018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60018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60018D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60018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PNadpis-2slovan">
    <w:name w:val="TP_Nadpis-2_číslovaný"/>
    <w:next w:val="TPText-1slovan"/>
    <w:qFormat/>
    <w:rsid w:val="007A727F"/>
    <w:pPr>
      <w:keepNext/>
      <w:numPr>
        <w:ilvl w:val="1"/>
        <w:numId w:val="18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A727F"/>
    <w:pPr>
      <w:numPr>
        <w:ilvl w:val="2"/>
        <w:numId w:val="18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A727F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A727F"/>
    <w:pPr>
      <w:keepNext/>
      <w:numPr>
        <w:numId w:val="18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A727F"/>
    <w:pPr>
      <w:numPr>
        <w:ilvl w:val="3"/>
        <w:numId w:val="18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ahlizenidokn.cuzk.cz/VyberKatastrInfo.aspx?encrypted=HiVMrLrvIVoxrkV3Q6ZNNEhiN5tYceAqkCzLNGlDD27VIg7ujfocG3HoEIOTCkQhhKj0slJ5jOHIENnkfyYlbsMeM6HDcJOFLUyLEI0fspkUObErp98bvQ==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ystovova.SZDCSS\Documents\CHEB\DUSP%20+%20PDPS\ZTP_DUSP+PDPS_VZOR_2007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B154B1F646C4A708F734A8DC61EED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4C30D4-83EA-4D66-B1F5-4A1BBB64EC13}"/>
      </w:docPartPr>
      <w:docPartBody>
        <w:p w:rsidR="00490F06" w:rsidRDefault="00C942AE">
          <w:pPr>
            <w:pStyle w:val="0B154B1F646C4A708F734A8DC61EEDD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AE"/>
    <w:rsid w:val="00131153"/>
    <w:rsid w:val="0018233C"/>
    <w:rsid w:val="00235C55"/>
    <w:rsid w:val="0036330D"/>
    <w:rsid w:val="00490F06"/>
    <w:rsid w:val="00507B9F"/>
    <w:rsid w:val="00727F07"/>
    <w:rsid w:val="008B4488"/>
    <w:rsid w:val="00900680"/>
    <w:rsid w:val="00A34AB2"/>
    <w:rsid w:val="00B672A5"/>
    <w:rsid w:val="00B95E23"/>
    <w:rsid w:val="00C36081"/>
    <w:rsid w:val="00C400A6"/>
    <w:rsid w:val="00C942AE"/>
    <w:rsid w:val="00CE405B"/>
    <w:rsid w:val="00D3284D"/>
    <w:rsid w:val="00EF7364"/>
    <w:rsid w:val="00F516DC"/>
    <w:rsid w:val="00F8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B154B1F646C4A708F734A8DC61EEDDB">
    <w:name w:val="0B154B1F646C4A708F734A8DC61EED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234E52-D01C-46CA-A017-1822D525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ZTP_DUSP+PDPS_VZOR_200724</Template>
  <TotalTime>598</TotalTime>
  <Pages>14</Pages>
  <Words>5383</Words>
  <Characters>31763</Characters>
  <Application>Microsoft Office Word</Application>
  <DocSecurity>0</DocSecurity>
  <Lines>264</Lines>
  <Paragraphs>74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DUSP+PDPS_200724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DUSP+PDPS_200724</dc:title>
  <dc:creator>Kryštovová Dagmar</dc:creator>
  <cp:lastModifiedBy>Fučíková Veronika, Bc.</cp:lastModifiedBy>
  <cp:revision>35</cp:revision>
  <cp:lastPrinted>2020-12-17T11:37:00Z</cp:lastPrinted>
  <dcterms:created xsi:type="dcterms:W3CDTF">2020-09-03T13:53:00Z</dcterms:created>
  <dcterms:modified xsi:type="dcterms:W3CDTF">2020-12-17T11:40:00Z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