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B17A2" w14:textId="7A82C711" w:rsidR="0051722E" w:rsidRPr="00E93664" w:rsidRDefault="0051722E" w:rsidP="00851C28">
      <w:pPr>
        <w:spacing w:line="276" w:lineRule="auto"/>
        <w:rPr>
          <w:rFonts w:asciiTheme="majorHAnsi" w:hAnsiTheme="majorHAnsi"/>
          <w:noProof/>
        </w:rPr>
      </w:pPr>
      <w:r w:rsidRPr="008D741B">
        <w:rPr>
          <w:rFonts w:asciiTheme="majorHAnsi" w:hAnsiTheme="majorHAnsi"/>
          <w:noProof/>
        </w:rPr>
        <w:t xml:space="preserve">Příloha č. </w:t>
      </w:r>
      <w:r w:rsidR="008D741B" w:rsidRPr="008D741B">
        <w:rPr>
          <w:rFonts w:asciiTheme="majorHAnsi" w:hAnsiTheme="majorHAnsi"/>
          <w:noProof/>
        </w:rPr>
        <w:t>4 Výzvy k podání nabídky č.j. 79496/2020-SŽ-GŘ-O8</w:t>
      </w:r>
      <w:r w:rsidRPr="008D741B">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A35C8E">
      <w:pPr>
        <w:pStyle w:val="Nadpis4"/>
        <w:numPr>
          <w:ilvl w:val="0"/>
          <w:numId w:val="0"/>
        </w:numPr>
        <w:ind w:left="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5E683A">
      <w:pPr>
        <w:pStyle w:val="Nadpis4"/>
        <w:numPr>
          <w:ilvl w:val="0"/>
          <w:numId w:val="0"/>
        </w:numPr>
        <w:spacing w:before="120"/>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38DAE64F"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84977">
        <w:rPr>
          <w:rFonts w:eastAsia="Times New Roman" w:cs="Times New Roman"/>
          <w:lang w:eastAsia="cs-CZ"/>
        </w:rPr>
        <w:t xml:space="preserve">zastoupená </w:t>
      </w:r>
      <w:r w:rsidR="00E84977" w:rsidRPr="00E84977">
        <w:rPr>
          <w:rFonts w:eastAsia="Times New Roman" w:cs="Times New Roman"/>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Pr="00C65236"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sidRPr="00C65236">
        <w:rPr>
          <w:rFonts w:asciiTheme="majorHAnsi" w:hAnsiTheme="majorHAnsi"/>
          <w:noProof/>
        </w:rPr>
        <w:t>Poskytovatel</w:t>
      </w:r>
      <w:r w:rsidRPr="00C65236">
        <w:rPr>
          <w:rFonts w:asciiTheme="majorHAnsi" w:hAnsiTheme="majorHAnsi"/>
          <w:noProof/>
        </w:rPr>
        <w:t xml:space="preserve"> dále tak jako „</w:t>
      </w:r>
      <w:r w:rsidRPr="00C65236">
        <w:rPr>
          <w:rFonts w:asciiTheme="majorHAnsi" w:hAnsiTheme="majorHAnsi"/>
          <w:b/>
          <w:bCs/>
          <w:noProof/>
        </w:rPr>
        <w:t>Smluvní strany</w:t>
      </w:r>
      <w:r w:rsidRPr="00C65236">
        <w:rPr>
          <w:rFonts w:asciiTheme="majorHAnsi" w:hAnsiTheme="majorHAnsi"/>
          <w:noProof/>
        </w:rPr>
        <w:t>“ nebo „</w:t>
      </w:r>
      <w:r w:rsidRPr="00C65236">
        <w:rPr>
          <w:rFonts w:asciiTheme="majorHAnsi" w:hAnsiTheme="majorHAnsi"/>
          <w:b/>
          <w:bCs/>
          <w:noProof/>
        </w:rPr>
        <w:t>Strany</w:t>
      </w:r>
      <w:r w:rsidRPr="00C65236">
        <w:rPr>
          <w:rFonts w:asciiTheme="majorHAnsi" w:hAnsiTheme="majorHAnsi"/>
          <w:noProof/>
        </w:rPr>
        <w:t>“)</w:t>
      </w:r>
    </w:p>
    <w:p w14:paraId="3C7B616A" w14:textId="61D6F4EA" w:rsidR="00FF1E8E" w:rsidRDefault="00FF1E8E" w:rsidP="00851C28">
      <w:pPr>
        <w:widowControl w:val="0"/>
        <w:rPr>
          <w:rFonts w:asciiTheme="majorHAnsi" w:hAnsiTheme="majorHAnsi"/>
          <w:noProof/>
        </w:rPr>
      </w:pPr>
      <w:r w:rsidRPr="00C65236">
        <w:rPr>
          <w:lang w:eastAsia="cs-CZ"/>
        </w:rPr>
        <w:t>Tato smlouva je uzavřena na základě výsledků zadávacího řízení veřejné zakázky s názvem „</w:t>
      </w:r>
      <w:r w:rsidR="00E84977" w:rsidRPr="00C65236">
        <w:rPr>
          <w:lang w:eastAsia="cs-CZ"/>
        </w:rPr>
        <w:t>Servisní podpora pasportu SZT</w:t>
      </w:r>
      <w:r w:rsidRPr="00C65236">
        <w:rPr>
          <w:lang w:eastAsia="cs-CZ"/>
        </w:rPr>
        <w:t xml:space="preserve"> “, </w:t>
      </w:r>
      <w:proofErr w:type="gramStart"/>
      <w:r w:rsidRPr="00C65236">
        <w:rPr>
          <w:rFonts w:eastAsia="Times New Roman" w:cs="Times New Roman"/>
          <w:lang w:eastAsia="cs-CZ"/>
        </w:rPr>
        <w:t>č.j.</w:t>
      </w:r>
      <w:proofErr w:type="gramEnd"/>
      <w:r w:rsidRPr="00C65236">
        <w:rPr>
          <w:rFonts w:eastAsia="Times New Roman" w:cs="Times New Roman"/>
          <w:lang w:eastAsia="cs-CZ"/>
        </w:rPr>
        <w:t xml:space="preserve"> veřejné zakázky </w:t>
      </w:r>
      <w:r w:rsidR="00C65236" w:rsidRPr="00C65236">
        <w:rPr>
          <w:rFonts w:eastAsia="Times New Roman" w:cs="Times New Roman"/>
          <w:lang w:eastAsia="cs-CZ"/>
        </w:rPr>
        <w:t xml:space="preserve">79496/2020-SŽ-GŘ-O8 </w:t>
      </w:r>
      <w:r w:rsidRPr="00C65236">
        <w:rPr>
          <w:lang w:eastAsia="cs-CZ"/>
        </w:rPr>
        <w:t>(dále</w:t>
      </w:r>
      <w:r>
        <w:rPr>
          <w:lang w:eastAsia="cs-CZ"/>
        </w:rPr>
        <w:t xml:space="preserve"> jen „veřejná zakázka“). Jednotlivá ustanovení této Smlouvy tak budou vykládána v souladu se zadávacími podmínkami veřejné zakázky.</w:t>
      </w:r>
      <w:bookmarkEnd w:id="0"/>
    </w:p>
    <w:p w14:paraId="1FA248B8" w14:textId="06A82096" w:rsidR="00F37E47" w:rsidRPr="008D741B" w:rsidRDefault="0051722E" w:rsidP="00A35C8E">
      <w:pPr>
        <w:pStyle w:val="Nadpis4"/>
        <w:rPr>
          <w:noProof/>
        </w:rPr>
      </w:pPr>
      <w:r w:rsidRPr="008D741B">
        <w:rPr>
          <w:noProof/>
        </w:rPr>
        <w:t>Předmět Smlouvy</w:t>
      </w:r>
    </w:p>
    <w:p w14:paraId="603BB93C" w14:textId="678643EF" w:rsidR="0051722E" w:rsidRPr="008D741B" w:rsidRDefault="0051722E" w:rsidP="00851C28">
      <w:pPr>
        <w:pStyle w:val="Odstavecseseznamem"/>
        <w:numPr>
          <w:ilvl w:val="1"/>
          <w:numId w:val="5"/>
        </w:numPr>
        <w:ind w:left="567" w:hanging="568"/>
        <w:jc w:val="left"/>
        <w:rPr>
          <w:noProof/>
        </w:rPr>
      </w:pPr>
      <w:r w:rsidRPr="008D741B">
        <w:t xml:space="preserve">Předmětem této Smlouvy je povinnost Poskytovatele poskytovat Objednateli </w:t>
      </w:r>
      <w:r w:rsidR="009B422D" w:rsidRPr="008D741B">
        <w:t>P</w:t>
      </w:r>
      <w:r w:rsidRPr="008D741B">
        <w:t>lnění sestávající zejména z</w:t>
      </w:r>
      <w:r w:rsidRPr="008D741B">
        <w:rPr>
          <w:noProof/>
        </w:rPr>
        <w:t xml:space="preserve">: </w:t>
      </w:r>
    </w:p>
    <w:p w14:paraId="6E3E1C5E" w14:textId="7F712F12" w:rsidR="0051722E" w:rsidRPr="004E5BCD" w:rsidRDefault="0051722E" w:rsidP="00851C28">
      <w:pPr>
        <w:pStyle w:val="Odstavecseseznamem"/>
        <w:spacing w:line="240" w:lineRule="auto"/>
        <w:ind w:hanging="357"/>
        <w:jc w:val="left"/>
        <w:rPr>
          <w:noProof/>
        </w:rPr>
      </w:pPr>
      <w:r w:rsidRPr="004E5BCD">
        <w:t xml:space="preserve">Paušálních služeb specifikovaných v Příloze č. 1 </w:t>
      </w:r>
      <w:r w:rsidR="00C65236" w:rsidRPr="004E5BCD">
        <w:rPr>
          <w:i/>
          <w:iCs/>
        </w:rPr>
        <w:t>Bližší specifikace předmětu plnění</w:t>
      </w:r>
      <w:r w:rsidRPr="004E5BCD">
        <w:rPr>
          <w:i/>
          <w:iCs/>
        </w:rPr>
        <w:t xml:space="preserve"> </w:t>
      </w:r>
      <w:r w:rsidRPr="004E5BCD">
        <w:t>a spočívajících zejména v:</w:t>
      </w:r>
    </w:p>
    <w:p w14:paraId="5FD33FBA" w14:textId="24E91CF1" w:rsidR="0051722E" w:rsidRPr="004E5BCD" w:rsidRDefault="0051722E" w:rsidP="00851C28">
      <w:pPr>
        <w:pStyle w:val="Odstavecseseznamem"/>
        <w:numPr>
          <w:ilvl w:val="1"/>
          <w:numId w:val="7"/>
        </w:numPr>
        <w:spacing w:line="240" w:lineRule="auto"/>
        <w:ind w:hanging="357"/>
        <w:jc w:val="left"/>
        <w:rPr>
          <w:noProof/>
        </w:rPr>
      </w:pPr>
      <w:r w:rsidRPr="004E5BCD">
        <w:rPr>
          <w:noProof/>
        </w:rPr>
        <w:t xml:space="preserve">provozování </w:t>
      </w:r>
      <w:r w:rsidR="0020761D" w:rsidRPr="004E5BCD">
        <w:rPr>
          <w:noProof/>
        </w:rPr>
        <w:t>Help</w:t>
      </w:r>
      <w:r w:rsidRPr="004E5BCD">
        <w:rPr>
          <w:noProof/>
        </w:rPr>
        <w:t>esk pro nahlašování Incidentů a umožňující i další komunikaci a mající funkce dále stanovené v této Smlouvě;</w:t>
      </w:r>
    </w:p>
    <w:p w14:paraId="4640ACE5" w14:textId="77777777" w:rsidR="0051722E" w:rsidRPr="004E5BCD" w:rsidRDefault="0051722E" w:rsidP="00851C28">
      <w:pPr>
        <w:pStyle w:val="Odstavecseseznamem"/>
        <w:numPr>
          <w:ilvl w:val="1"/>
          <w:numId w:val="7"/>
        </w:numPr>
        <w:spacing w:line="240" w:lineRule="auto"/>
        <w:ind w:hanging="357"/>
        <w:jc w:val="left"/>
        <w:rPr>
          <w:noProof/>
        </w:rPr>
      </w:pPr>
      <w:r w:rsidRPr="004E5BCD">
        <w:rPr>
          <w:noProof/>
        </w:rPr>
        <w:t>udržování aktuální Dokumentace Software;</w:t>
      </w:r>
    </w:p>
    <w:p w14:paraId="3A359D5E" w14:textId="77777777" w:rsidR="0051722E" w:rsidRPr="004E5BCD" w:rsidRDefault="0051722E" w:rsidP="00851C28">
      <w:pPr>
        <w:pStyle w:val="Odstavecseseznamem"/>
        <w:numPr>
          <w:ilvl w:val="1"/>
          <w:numId w:val="7"/>
        </w:numPr>
        <w:spacing w:line="240" w:lineRule="auto"/>
        <w:ind w:hanging="357"/>
        <w:jc w:val="left"/>
        <w:rPr>
          <w:noProof/>
        </w:rPr>
      </w:pPr>
      <w:r w:rsidRPr="004E5BCD">
        <w:rPr>
          <w:noProof/>
        </w:rPr>
        <w:t xml:space="preserve">lokalizace a odstraňování Incidentů </w:t>
      </w:r>
    </w:p>
    <w:p w14:paraId="35E2E043" w14:textId="77777777" w:rsidR="0051722E" w:rsidRPr="004E5BCD" w:rsidRDefault="0051722E" w:rsidP="00851C28">
      <w:pPr>
        <w:pStyle w:val="Odstavecseseznamem"/>
        <w:numPr>
          <w:ilvl w:val="1"/>
          <w:numId w:val="7"/>
        </w:numPr>
        <w:spacing w:line="240" w:lineRule="auto"/>
        <w:ind w:hanging="357"/>
        <w:jc w:val="left"/>
        <w:rPr>
          <w:noProof/>
        </w:rPr>
      </w:pPr>
      <w:r w:rsidRPr="004E5BCD">
        <w:rPr>
          <w:noProof/>
        </w:rPr>
        <w:lastRenderedPageBreak/>
        <w:t xml:space="preserve">poskytování podpory Software a zajištění požadované Dostupnosti a plnění dalších podmínek dle určeného Servisního modelu specifikovaného v čl. 9 Smlouvy </w:t>
      </w:r>
    </w:p>
    <w:p w14:paraId="5BC23E42" w14:textId="77777777" w:rsidR="0051722E" w:rsidRPr="004E5BCD" w:rsidRDefault="0051722E" w:rsidP="00851C28">
      <w:pPr>
        <w:pStyle w:val="Odstavecseseznamem"/>
        <w:numPr>
          <w:ilvl w:val="1"/>
          <w:numId w:val="7"/>
        </w:numPr>
        <w:spacing w:line="240" w:lineRule="auto"/>
        <w:ind w:hanging="357"/>
        <w:jc w:val="left"/>
        <w:rPr>
          <w:noProof/>
        </w:rPr>
      </w:pPr>
      <w:proofErr w:type="spellStart"/>
      <w:r w:rsidRPr="004E5BCD">
        <w:t>maintenance</w:t>
      </w:r>
      <w:proofErr w:type="spellEnd"/>
      <w:r w:rsidRPr="004E5BCD">
        <w:t xml:space="preserve"> Software, včetně zajištění, implementace a instalace Aktualizací, </w:t>
      </w:r>
      <w:proofErr w:type="spellStart"/>
      <w:r w:rsidRPr="004E5BCD">
        <w:t>patchů</w:t>
      </w:r>
      <w:proofErr w:type="spellEnd"/>
      <w:r w:rsidRPr="004E5BCD">
        <w:t xml:space="preserve"> či jiných updatů Software</w:t>
      </w:r>
    </w:p>
    <w:p w14:paraId="45DB5499" w14:textId="452105D0" w:rsidR="0051722E" w:rsidRPr="004E5BCD" w:rsidRDefault="0051722E" w:rsidP="00851C28">
      <w:pPr>
        <w:pStyle w:val="Odstavecseseznamem"/>
        <w:numPr>
          <w:ilvl w:val="1"/>
          <w:numId w:val="7"/>
        </w:numPr>
        <w:spacing w:line="240" w:lineRule="auto"/>
        <w:ind w:hanging="357"/>
        <w:jc w:val="left"/>
        <w:rPr>
          <w:noProof/>
        </w:rPr>
      </w:pPr>
      <w:r w:rsidRPr="004E5BCD">
        <w:rPr>
          <w:noProof/>
        </w:rPr>
        <w:t>náv</w:t>
      </w:r>
      <w:r w:rsidR="00CB1760" w:rsidRPr="004E5BCD">
        <w:rPr>
          <w:noProof/>
        </w:rPr>
        <w:t xml:space="preserve">rhování </w:t>
      </w:r>
      <w:r w:rsidRPr="004E5BCD">
        <w:rPr>
          <w:noProof/>
        </w:rPr>
        <w:t xml:space="preserve">optimalizace aplikačních serverů, databází, komunikačních nastavení a dalších komponent technického řešení Software; </w:t>
      </w:r>
    </w:p>
    <w:p w14:paraId="0A495DA2" w14:textId="77777777" w:rsidR="0051722E" w:rsidRPr="004E5BCD" w:rsidRDefault="0051722E" w:rsidP="00851C28">
      <w:pPr>
        <w:pStyle w:val="Odstavecseseznamem"/>
        <w:numPr>
          <w:ilvl w:val="1"/>
          <w:numId w:val="7"/>
        </w:numPr>
        <w:spacing w:line="240" w:lineRule="auto"/>
        <w:ind w:hanging="357"/>
        <w:jc w:val="left"/>
        <w:rPr>
          <w:noProof/>
        </w:rPr>
      </w:pPr>
      <w:r w:rsidRPr="004E5BCD">
        <w:rPr>
          <w:noProof/>
        </w:rPr>
        <w:t>provádění servisních zásahů</w:t>
      </w:r>
    </w:p>
    <w:p w14:paraId="3B99C07B" w14:textId="77777777" w:rsidR="0051722E" w:rsidRPr="004E5BCD" w:rsidRDefault="0051722E" w:rsidP="00851C28">
      <w:pPr>
        <w:pStyle w:val="Odstavecseseznamem"/>
        <w:numPr>
          <w:ilvl w:val="1"/>
          <w:numId w:val="7"/>
        </w:numPr>
        <w:spacing w:line="240" w:lineRule="auto"/>
        <w:ind w:left="1985" w:hanging="357"/>
        <w:jc w:val="left"/>
        <w:rPr>
          <w:noProof/>
        </w:rPr>
      </w:pPr>
      <w:r w:rsidRPr="004E5BCD">
        <w:rPr>
          <w:noProof/>
        </w:rPr>
        <w:t>provádění činností údržby</w:t>
      </w:r>
    </w:p>
    <w:p w14:paraId="147A041B" w14:textId="77777777" w:rsidR="0051722E" w:rsidRPr="004E5BCD" w:rsidRDefault="0051722E" w:rsidP="00851C28">
      <w:pPr>
        <w:pStyle w:val="Odstavecseseznamem"/>
        <w:numPr>
          <w:ilvl w:val="1"/>
          <w:numId w:val="7"/>
        </w:numPr>
        <w:spacing w:line="240" w:lineRule="auto"/>
        <w:ind w:hanging="357"/>
        <w:jc w:val="left"/>
        <w:rPr>
          <w:noProof/>
        </w:rPr>
      </w:pPr>
      <w:r w:rsidRPr="004E5BCD">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4E5BCD" w:rsidRDefault="0051722E" w:rsidP="00851C28">
      <w:pPr>
        <w:pStyle w:val="Odstavecseseznamem"/>
        <w:numPr>
          <w:ilvl w:val="1"/>
          <w:numId w:val="7"/>
        </w:numPr>
        <w:spacing w:line="240" w:lineRule="auto"/>
        <w:ind w:hanging="357"/>
        <w:jc w:val="left"/>
        <w:rPr>
          <w:noProof/>
        </w:rPr>
      </w:pPr>
      <w:r w:rsidRPr="004E5BCD">
        <w:rPr>
          <w:noProof/>
        </w:rPr>
        <w:t>podávání pravidelných výkazů o plnění SLA paušálních služeb a reportů o provozu Software</w:t>
      </w:r>
    </w:p>
    <w:p w14:paraId="7A5AFAED" w14:textId="03A6D3DF" w:rsidR="00DB3684" w:rsidRPr="004E5BCD" w:rsidRDefault="00DB3684" w:rsidP="00851C28">
      <w:pPr>
        <w:pStyle w:val="Odstavecseseznamem"/>
        <w:numPr>
          <w:ilvl w:val="1"/>
          <w:numId w:val="7"/>
        </w:numPr>
        <w:spacing w:line="240" w:lineRule="auto"/>
        <w:ind w:hanging="357"/>
        <w:jc w:val="left"/>
        <w:rPr>
          <w:noProof/>
        </w:rPr>
      </w:pPr>
      <w:r w:rsidRPr="004E5BCD">
        <w:t>poskytnout součinnosti při ukončení dle článku 4 Smlouvy</w:t>
      </w:r>
    </w:p>
    <w:p w14:paraId="27FC35FC" w14:textId="5FA15FBA" w:rsidR="0051722E" w:rsidRPr="004E5BCD" w:rsidRDefault="00DB3684" w:rsidP="00851C28">
      <w:pPr>
        <w:pStyle w:val="Odstavecseseznamem"/>
        <w:numPr>
          <w:ilvl w:val="1"/>
          <w:numId w:val="7"/>
        </w:numPr>
        <w:spacing w:line="240" w:lineRule="auto"/>
        <w:ind w:hanging="357"/>
        <w:jc w:val="left"/>
        <w:rPr>
          <w:noProof/>
        </w:rPr>
      </w:pPr>
      <w:r w:rsidRPr="004E5BCD">
        <w:t>převzít poskytování plnění dle článku 3 Smlouvy</w:t>
      </w:r>
      <w:r w:rsidR="0051722E" w:rsidRPr="004E5BCD">
        <w:rPr>
          <w:noProof/>
        </w:rPr>
        <w:t>.</w:t>
      </w:r>
    </w:p>
    <w:p w14:paraId="11AFC48A" w14:textId="42EE8EE0" w:rsidR="0051722E" w:rsidRPr="004E5BCD" w:rsidRDefault="0051722E" w:rsidP="00851C28">
      <w:pPr>
        <w:spacing w:after="120" w:line="360" w:lineRule="auto"/>
        <w:ind w:left="284" w:firstLine="708"/>
        <w:rPr>
          <w:rFonts w:asciiTheme="majorHAnsi" w:hAnsiTheme="majorHAnsi"/>
          <w:noProof/>
        </w:rPr>
      </w:pPr>
      <w:bookmarkStart w:id="1" w:name="_Hlk29018958"/>
      <w:r w:rsidRPr="004E5BCD">
        <w:rPr>
          <w:rFonts w:asciiTheme="majorHAnsi" w:hAnsiTheme="majorHAnsi"/>
          <w:noProof/>
        </w:rPr>
        <w:t>(„</w:t>
      </w:r>
      <w:r w:rsidRPr="004E5BCD">
        <w:rPr>
          <w:rFonts w:asciiTheme="majorHAnsi" w:hAnsiTheme="majorHAnsi"/>
          <w:b/>
          <w:bCs/>
          <w:noProof/>
        </w:rPr>
        <w:t>Paušální služby</w:t>
      </w:r>
      <w:r w:rsidRPr="004E5BCD">
        <w:rPr>
          <w:rFonts w:asciiTheme="majorHAnsi" w:hAnsiTheme="majorHAnsi"/>
          <w:noProof/>
        </w:rPr>
        <w:t>“)</w:t>
      </w:r>
    </w:p>
    <w:p w14:paraId="1CF75FF0" w14:textId="69DB642D" w:rsidR="0051722E" w:rsidRDefault="0051722E" w:rsidP="00851C28">
      <w:pPr>
        <w:pStyle w:val="Odstavecseseznamem"/>
        <w:numPr>
          <w:ilvl w:val="1"/>
          <w:numId w:val="5"/>
        </w:numPr>
        <w:ind w:left="567" w:hanging="568"/>
        <w:jc w:val="left"/>
        <w:rPr>
          <w:rFonts w:asciiTheme="majorHAnsi" w:hAnsiTheme="majorHAnsi"/>
        </w:rPr>
      </w:pPr>
      <w:bookmarkStart w:id="2" w:name="_Hlk27245638"/>
      <w:bookmarkStart w:id="3" w:name="_Hlk29034543"/>
      <w:bookmarkEnd w:id="1"/>
      <w:r w:rsidRPr="004E5BCD">
        <w:rPr>
          <w:rFonts w:asciiTheme="majorHAnsi" w:hAnsiTheme="majorHAnsi"/>
        </w:rPr>
        <w:t xml:space="preserve">Objednatel je povinen platit za řádně a včas provedené Plnění dohodnutou Cenu. </w:t>
      </w:r>
      <w:bookmarkEnd w:id="2"/>
      <w:bookmarkEnd w:id="3"/>
    </w:p>
    <w:p w14:paraId="22749760" w14:textId="77777777" w:rsidR="008F4F8C" w:rsidRDefault="008F4F8C" w:rsidP="008F4F8C">
      <w:pPr>
        <w:pStyle w:val="Nadpis4"/>
        <w:rPr>
          <w:noProof/>
        </w:rPr>
      </w:pPr>
      <w:r>
        <w:rPr>
          <w:noProof/>
        </w:rPr>
        <w:t>Další povinnosti Poskytovatele</w:t>
      </w:r>
    </w:p>
    <w:p w14:paraId="6DDFF28C" w14:textId="77777777" w:rsidR="008F4F8C" w:rsidRPr="00F55541" w:rsidRDefault="008F4F8C" w:rsidP="008F4F8C">
      <w:pPr>
        <w:pStyle w:val="Odstavecseseznamem"/>
        <w:numPr>
          <w:ilvl w:val="1"/>
          <w:numId w:val="5"/>
        </w:numPr>
        <w:ind w:left="567" w:hanging="568"/>
        <w:jc w:val="left"/>
      </w:pPr>
      <w:bookmarkStart w:id="4"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t xml:space="preserve">dle čl. </w:t>
      </w:r>
      <w:proofErr w:type="gramStart"/>
      <w:r>
        <w:t>6.2. této</w:t>
      </w:r>
      <w:proofErr w:type="gramEnd"/>
      <w:r>
        <w:t xml:space="preserve"> Smlouvy</w:t>
      </w:r>
      <w:r w:rsidRPr="00F55541">
        <w:t xml:space="preserve"> 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4"/>
    </w:p>
    <w:p w14:paraId="4368D94C" w14:textId="77777777" w:rsidR="008F4F8C" w:rsidRPr="000A5ED6" w:rsidRDefault="008F4F8C" w:rsidP="008F4F8C">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28651CF1" w14:textId="77777777" w:rsidR="008F4F8C" w:rsidRPr="000A5ED6" w:rsidRDefault="008F4F8C" w:rsidP="008F4F8C">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4A140558" w14:textId="77777777" w:rsidR="008F4F8C" w:rsidRPr="000A5ED6" w:rsidRDefault="008F4F8C" w:rsidP="008F4F8C">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7D1DD8DB" w14:textId="77777777" w:rsidR="008F4F8C" w:rsidRPr="000A5ED6" w:rsidRDefault="008F4F8C" w:rsidP="008F4F8C">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7D154C3B" w14:textId="77777777" w:rsidR="008F4F8C" w:rsidRPr="000A5ED6" w:rsidRDefault="008F4F8C" w:rsidP="008F4F8C">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Poskytovatel se zavazuje poskytovat Objednateli veškerou součinnosti pro zajištění komunikace a vzájemné interoperability s dalšími počítačovými programy </w:t>
      </w:r>
      <w:r w:rsidRPr="000A5ED6">
        <w:rPr>
          <w:rFonts w:asciiTheme="majorHAnsi" w:hAnsiTheme="majorHAnsi"/>
        </w:rPr>
        <w:lastRenderedPageBreak/>
        <w:t>či informačními systémy nezbytnými pro plnohodnotné fungování Software, a při provádění legislativních změn Software anebo provázaných systémů.</w:t>
      </w:r>
    </w:p>
    <w:p w14:paraId="351A6B3F" w14:textId="77777777" w:rsidR="008F4F8C" w:rsidRPr="000A5ED6" w:rsidRDefault="008F4F8C" w:rsidP="008F4F8C">
      <w:pPr>
        <w:pStyle w:val="Odstavecseseznamem"/>
        <w:numPr>
          <w:ilvl w:val="1"/>
          <w:numId w:val="5"/>
        </w:numPr>
        <w:tabs>
          <w:tab w:val="left" w:pos="993"/>
        </w:tabs>
        <w:ind w:left="567" w:hanging="568"/>
        <w:jc w:val="left"/>
        <w:rPr>
          <w:rFonts w:asciiTheme="majorHAnsi" w:hAnsiTheme="majorHAnsi"/>
        </w:rPr>
      </w:pPr>
      <w:bookmarkStart w:id="5" w:name="_Ref516577784"/>
      <w:bookmarkStart w:id="6" w:name="_Hlk28454841"/>
      <w:r w:rsidRPr="000A5ED6">
        <w:rPr>
          <w:rFonts w:asciiTheme="majorHAnsi" w:hAnsiTheme="majorHAnsi"/>
        </w:rPr>
        <w:t>Poskytovatel se zavazuje nejpozději do deseti (10) dnů od zániku smluvního vztahu založeného touto Smlouvou z jakéhokoliv důvodu předat Objednateli:</w:t>
      </w:r>
      <w:bookmarkEnd w:id="5"/>
    </w:p>
    <w:p w14:paraId="51911472" w14:textId="77777777" w:rsidR="008F4F8C" w:rsidRPr="00E93664" w:rsidRDefault="008F4F8C" w:rsidP="008F4F8C">
      <w:pPr>
        <w:pStyle w:val="Odstavecseseznamem"/>
        <w:numPr>
          <w:ilvl w:val="0"/>
          <w:numId w:val="10"/>
        </w:numPr>
        <w:jc w:val="left"/>
      </w:pPr>
      <w:r w:rsidRPr="00E93664">
        <w:t xml:space="preserve">aktualizovanou Dokumentaci; </w:t>
      </w:r>
    </w:p>
    <w:p w14:paraId="45CA3AF8" w14:textId="77777777" w:rsidR="008F4F8C" w:rsidRPr="00E93664" w:rsidRDefault="008F4F8C" w:rsidP="008F4F8C">
      <w:pPr>
        <w:pStyle w:val="Odstavecseseznamem"/>
        <w:numPr>
          <w:ilvl w:val="0"/>
          <w:numId w:val="10"/>
        </w:numPr>
        <w:jc w:val="left"/>
      </w:pPr>
      <w:r w:rsidRPr="00E93664">
        <w:t>seznam platných administrátorských účtů k Software, Databázím a platných hesel k nim;</w:t>
      </w:r>
    </w:p>
    <w:p w14:paraId="7A4528F6" w14:textId="77777777" w:rsidR="008F4F8C" w:rsidRPr="00E93664" w:rsidRDefault="008F4F8C" w:rsidP="008F4F8C">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t>Helpd</w:t>
      </w:r>
      <w:r w:rsidRPr="00E93664">
        <w:t>esku</w:t>
      </w:r>
      <w:proofErr w:type="spellEnd"/>
      <w:r w:rsidRPr="00E93664">
        <w:t>);</w:t>
      </w:r>
    </w:p>
    <w:p w14:paraId="4A4162A6" w14:textId="77777777" w:rsidR="008F4F8C" w:rsidRPr="00E93664" w:rsidRDefault="008F4F8C" w:rsidP="008F4F8C">
      <w:pPr>
        <w:pStyle w:val="Odstavecseseznamem"/>
        <w:numPr>
          <w:ilvl w:val="0"/>
          <w:numId w:val="10"/>
        </w:numPr>
        <w:jc w:val="left"/>
      </w:pPr>
      <w:r w:rsidRPr="00E93664">
        <w:t>aktuální seznam standardních provozních úkonů pro údržbu Software;</w:t>
      </w:r>
    </w:p>
    <w:p w14:paraId="497248C1" w14:textId="77777777" w:rsidR="008F4F8C" w:rsidRPr="00E93664" w:rsidRDefault="008F4F8C" w:rsidP="008F4F8C">
      <w:pPr>
        <w:pStyle w:val="Odstavecseseznamem"/>
        <w:numPr>
          <w:ilvl w:val="0"/>
          <w:numId w:val="10"/>
        </w:numPr>
        <w:jc w:val="left"/>
      </w:pPr>
      <w:r w:rsidRPr="00E93664">
        <w:t>veškerá data</w:t>
      </w:r>
      <w:r>
        <w:t xml:space="preserve"> Objednatele</w:t>
      </w:r>
      <w:r w:rsidRPr="00E93664">
        <w:t>, která má Poskytovatel ve svých systémech a taková data v takových systémech smazat;</w:t>
      </w:r>
    </w:p>
    <w:p w14:paraId="405DF4C5" w14:textId="77777777" w:rsidR="008F4F8C" w:rsidRDefault="008F4F8C" w:rsidP="008F4F8C">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6F840F8B" w14:textId="77777777" w:rsidR="008F4F8C" w:rsidRDefault="008F4F8C" w:rsidP="008F4F8C">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38552981" w14:textId="77777777" w:rsidR="008F4F8C" w:rsidRPr="00A97979" w:rsidRDefault="008F4F8C" w:rsidP="008F4F8C">
      <w:pPr>
        <w:pStyle w:val="Odstavecseseznamem"/>
        <w:numPr>
          <w:ilvl w:val="0"/>
          <w:numId w:val="10"/>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6"/>
    </w:p>
    <w:p w14:paraId="10D1ACA8" w14:textId="0CE75DF7" w:rsidR="0051722E" w:rsidRPr="004E5BCD" w:rsidRDefault="0051722E" w:rsidP="00A35C8E">
      <w:pPr>
        <w:pStyle w:val="Nadpis4"/>
      </w:pPr>
      <w:r w:rsidRPr="004E5BCD">
        <w:t>Převzetí poskytování plnění</w:t>
      </w:r>
    </w:p>
    <w:p w14:paraId="56D961D3" w14:textId="75DB35ED" w:rsidR="0051722E" w:rsidRPr="004E5BCD" w:rsidRDefault="0051722E" w:rsidP="00851C28">
      <w:pPr>
        <w:pStyle w:val="Odstavecseseznamem"/>
        <w:numPr>
          <w:ilvl w:val="1"/>
          <w:numId w:val="5"/>
        </w:numPr>
        <w:ind w:left="567" w:hanging="568"/>
        <w:jc w:val="left"/>
      </w:pPr>
      <w:r w:rsidRPr="004E5BCD">
        <w:t xml:space="preserve">Převzetí poskytování plnění bude realizováno pouze v případě, že Poskytovatelem je osoba odlišná od předchozího poskytovatele. V opačném případě, tj. pokud </w:t>
      </w:r>
      <w:r w:rsidR="009B422D" w:rsidRPr="004E5BCD">
        <w:t xml:space="preserve">je </w:t>
      </w:r>
      <w:r w:rsidRPr="004E5BCD">
        <w:t xml:space="preserve">Poskytovatelem osoba shodná anebo finančně či </w:t>
      </w:r>
      <w:r w:rsidR="009B422D" w:rsidRPr="004E5BCD">
        <w:t xml:space="preserve">personálně </w:t>
      </w:r>
      <w:r w:rsidRPr="004E5BCD">
        <w:t>propojená s předchozím poskytovatelem ve smyslu předchozí věty, nebude Převzetí poskytování plnění realizováno, a Poskytovatel zahájí rovnou poskytování Plnění v jeho plném rozsahu.</w:t>
      </w:r>
    </w:p>
    <w:p w14:paraId="6C8ACFB7" w14:textId="19011322" w:rsidR="0051722E" w:rsidRPr="004E5BCD" w:rsidRDefault="0051722E" w:rsidP="00851C28">
      <w:pPr>
        <w:pStyle w:val="Odstavecseseznamem"/>
        <w:numPr>
          <w:ilvl w:val="1"/>
          <w:numId w:val="5"/>
        </w:numPr>
        <w:ind w:left="567" w:hanging="568"/>
        <w:jc w:val="left"/>
      </w:pPr>
      <w:r w:rsidRPr="004E5BCD">
        <w:t>Účelem Převzetí poskytování plnění je předání znalostí Poskytovateli a praktické seznámení Poskytovatele</w:t>
      </w:r>
      <w:r w:rsidR="009B422D" w:rsidRPr="004E5BCD">
        <w:t xml:space="preserve"> </w:t>
      </w:r>
      <w:r w:rsidRPr="004E5BCD">
        <w:t>s podmínkami provádění Plnění.</w:t>
      </w:r>
    </w:p>
    <w:p w14:paraId="244F872F" w14:textId="77777777" w:rsidR="0051722E" w:rsidRPr="004E5BCD" w:rsidRDefault="0051722E" w:rsidP="00851C28">
      <w:pPr>
        <w:pStyle w:val="Odstavecseseznamem"/>
        <w:numPr>
          <w:ilvl w:val="1"/>
          <w:numId w:val="5"/>
        </w:numPr>
        <w:ind w:left="567" w:hanging="568"/>
        <w:jc w:val="left"/>
      </w:pPr>
      <w:r w:rsidRPr="004E5BCD">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1896DA0A" w:rsidR="0051722E" w:rsidRPr="004E5BCD" w:rsidRDefault="0051722E" w:rsidP="00851C28">
      <w:pPr>
        <w:pStyle w:val="Odstavecseseznamem"/>
        <w:numPr>
          <w:ilvl w:val="1"/>
          <w:numId w:val="5"/>
        </w:numPr>
        <w:ind w:left="567" w:hanging="568"/>
        <w:jc w:val="left"/>
      </w:pPr>
      <w:r w:rsidRPr="004E5BCD">
        <w:t xml:space="preserve">Další podmínky pro provedení Převzetí poskytování plnění jsou uvedeny v Příloze č. 1 </w:t>
      </w:r>
      <w:r w:rsidR="00C65236" w:rsidRPr="004E5BCD">
        <w:rPr>
          <w:i/>
        </w:rPr>
        <w:t>Bližší specifikace předmětu plnění</w:t>
      </w:r>
      <w:r w:rsidRPr="004E5BCD">
        <w:t>.</w:t>
      </w:r>
    </w:p>
    <w:p w14:paraId="0C81FBE9" w14:textId="20805113" w:rsidR="0051722E" w:rsidRPr="004E5BCD" w:rsidRDefault="0051722E" w:rsidP="00A35C8E">
      <w:pPr>
        <w:pStyle w:val="Nadpis4"/>
      </w:pPr>
      <w:r w:rsidRPr="004E5BCD">
        <w:t>Poskytnutí součinnosti při ukončení Smlouvy</w:t>
      </w:r>
    </w:p>
    <w:p w14:paraId="1BC15DD5" w14:textId="2A5AD298" w:rsidR="0051722E" w:rsidRPr="004E5BCD" w:rsidRDefault="0051722E" w:rsidP="00851C28">
      <w:pPr>
        <w:pStyle w:val="Odstavecseseznamem"/>
        <w:numPr>
          <w:ilvl w:val="1"/>
          <w:numId w:val="5"/>
        </w:numPr>
        <w:ind w:left="567" w:hanging="568"/>
        <w:jc w:val="left"/>
      </w:pPr>
      <w:r w:rsidRPr="004E5BCD">
        <w:t>Poskytovatel se zavazuje dle pokynů Objednatele v období až tří (3) měsíců po zániku smluvního vztahu založeného touto Smlouvou (z jakéhokoliv důvodu) provádět činnosti spočívající v:</w:t>
      </w:r>
    </w:p>
    <w:p w14:paraId="6439660E" w14:textId="55616BF8" w:rsidR="0051722E" w:rsidRPr="004E5BCD" w:rsidRDefault="0051722E" w:rsidP="00851C28">
      <w:pPr>
        <w:pStyle w:val="Odstavecseseznamem"/>
        <w:numPr>
          <w:ilvl w:val="0"/>
          <w:numId w:val="8"/>
        </w:numPr>
        <w:jc w:val="left"/>
        <w:rPr>
          <w:noProof/>
        </w:rPr>
      </w:pPr>
      <w:r w:rsidRPr="004E5BCD">
        <w:rPr>
          <w:noProof/>
        </w:rPr>
        <w:t xml:space="preserve"> přípravě a předání Software novému poskytovateli Služeb, </w:t>
      </w:r>
    </w:p>
    <w:p w14:paraId="090D1157" w14:textId="77777777" w:rsidR="0051722E" w:rsidRPr="004E5BCD" w:rsidRDefault="0051722E" w:rsidP="00851C28">
      <w:pPr>
        <w:pStyle w:val="Odstavecseseznamem"/>
        <w:numPr>
          <w:ilvl w:val="0"/>
          <w:numId w:val="8"/>
        </w:numPr>
        <w:jc w:val="left"/>
        <w:rPr>
          <w:noProof/>
        </w:rPr>
      </w:pPr>
      <w:r w:rsidRPr="004E5BCD">
        <w:rPr>
          <w:noProof/>
        </w:rPr>
        <w:t>poskytování veškeré potřebné součinnosti, dokumentace a informací a účastnit se jednání s Objednatelem a třetími osobami, a to dle pokynů Objednatele,</w:t>
      </w:r>
    </w:p>
    <w:p w14:paraId="32C8D603" w14:textId="5BCDF55F" w:rsidR="0051722E" w:rsidRPr="004E5BCD" w:rsidRDefault="0051722E" w:rsidP="00851C28">
      <w:pPr>
        <w:ind w:left="1352" w:hanging="360"/>
      </w:pPr>
      <w:r w:rsidRPr="004E5BCD">
        <w:t>(„Součinnost při ukončení“).</w:t>
      </w:r>
    </w:p>
    <w:p w14:paraId="5DC704A2" w14:textId="647587FE" w:rsidR="0051722E" w:rsidRPr="004E5BCD" w:rsidRDefault="0051722E" w:rsidP="00851C28">
      <w:pPr>
        <w:pStyle w:val="Odstavecseseznamem"/>
        <w:numPr>
          <w:ilvl w:val="1"/>
          <w:numId w:val="5"/>
        </w:numPr>
        <w:ind w:left="567" w:hanging="568"/>
        <w:jc w:val="left"/>
      </w:pPr>
      <w:bookmarkStart w:id="7" w:name="_Ref516561335"/>
      <w:r w:rsidRPr="004E5BCD">
        <w:lastRenderedPageBreak/>
        <w:t xml:space="preserve">Tato Součinnost při ukončení je Poskytovatelem poskytována </w:t>
      </w:r>
      <w:r w:rsidR="00DB3684" w:rsidRPr="004E5BCD">
        <w:t>v rámci paušálních služeb. Maximální rozsah Součinnosti při ukončení je [padesát (50) Člověkohodin za celou dobu poskytování Součinnosti při ukončení dle této Smlouvy</w:t>
      </w:r>
      <w:r w:rsidRPr="004E5BCD">
        <w:t xml:space="preserve">. </w:t>
      </w:r>
    </w:p>
    <w:p w14:paraId="3709A8FF" w14:textId="323097D2" w:rsidR="0051722E" w:rsidRPr="004E5BCD" w:rsidRDefault="0051722E" w:rsidP="00851C28">
      <w:pPr>
        <w:pStyle w:val="Odstavecseseznamem"/>
        <w:numPr>
          <w:ilvl w:val="1"/>
          <w:numId w:val="5"/>
        </w:numPr>
        <w:ind w:left="567" w:hanging="568"/>
        <w:jc w:val="left"/>
      </w:pPr>
      <w:r w:rsidRPr="004E5BCD">
        <w:t xml:space="preserve">Poskytovatel se zavazuje součinnost dle tohoto článku poskytovat s odbornou péčí, zodpovědně a do doby úplného převzetí </w:t>
      </w:r>
      <w:r w:rsidR="009B422D" w:rsidRPr="004E5BCD">
        <w:t>Služeb</w:t>
      </w:r>
      <w:r w:rsidRPr="004E5BCD">
        <w:t xml:space="preserve"> novým poskytovatelem, nejdéle však do uplynutí sjednané doby poskytování Součinnosti při ukončení.</w:t>
      </w:r>
    </w:p>
    <w:p w14:paraId="08A518EE" w14:textId="77777777" w:rsidR="0051722E" w:rsidRPr="004E5BCD" w:rsidRDefault="0051722E" w:rsidP="00851C28">
      <w:pPr>
        <w:pStyle w:val="Odstavecseseznamem"/>
        <w:numPr>
          <w:ilvl w:val="1"/>
          <w:numId w:val="5"/>
        </w:numPr>
        <w:ind w:left="567" w:hanging="568"/>
        <w:jc w:val="left"/>
      </w:pPr>
      <w:r w:rsidRPr="004E5BCD">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4E5BCD" w:rsidRDefault="0051722E" w:rsidP="00851C28">
      <w:pPr>
        <w:pStyle w:val="Odstavecseseznamem"/>
        <w:numPr>
          <w:ilvl w:val="1"/>
          <w:numId w:val="5"/>
        </w:numPr>
        <w:tabs>
          <w:tab w:val="left" w:pos="993"/>
        </w:tabs>
        <w:ind w:left="567" w:hanging="568"/>
        <w:jc w:val="left"/>
        <w:rPr>
          <w:rFonts w:asciiTheme="majorHAnsi" w:hAnsiTheme="majorHAnsi"/>
        </w:rPr>
      </w:pPr>
      <w:r w:rsidRPr="004E5BCD">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4E5BCD">
        <w:rPr>
          <w:rFonts w:asciiTheme="majorHAnsi" w:hAnsiTheme="majorHAnsi"/>
          <w:b/>
        </w:rPr>
        <w:t>Plán ukončení</w:t>
      </w:r>
      <w:r w:rsidRPr="004E5BCD">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7"/>
    </w:p>
    <w:p w14:paraId="3D335202" w14:textId="3F9F63C5" w:rsidR="0051722E" w:rsidRPr="004E5BCD" w:rsidRDefault="0051722E" w:rsidP="00851C28">
      <w:pPr>
        <w:pStyle w:val="Odstavecseseznamem"/>
        <w:numPr>
          <w:ilvl w:val="1"/>
          <w:numId w:val="5"/>
        </w:numPr>
        <w:tabs>
          <w:tab w:val="left" w:pos="993"/>
        </w:tabs>
        <w:ind w:left="567" w:hanging="568"/>
        <w:jc w:val="left"/>
        <w:rPr>
          <w:rFonts w:asciiTheme="majorHAnsi" w:hAnsiTheme="majorHAnsi"/>
        </w:rPr>
      </w:pPr>
      <w:r w:rsidRPr="004E5BCD">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4E5BCD">
        <w:rPr>
          <w:rFonts w:asciiTheme="majorHAnsi" w:hAnsiTheme="majorHAnsi"/>
        </w:rPr>
        <w:t>i</w:t>
      </w:r>
      <w:r w:rsidRPr="004E5BCD">
        <w:rPr>
          <w:rFonts w:asciiTheme="majorHAnsi" w:hAnsiTheme="majorHAnsi"/>
        </w:rPr>
        <w:t xml:space="preserve"> při ukončení.</w:t>
      </w:r>
    </w:p>
    <w:p w14:paraId="7FFB6C83" w14:textId="40246D79" w:rsidR="0051722E" w:rsidRPr="004E5BCD" w:rsidRDefault="0051722E" w:rsidP="00851C28">
      <w:pPr>
        <w:pStyle w:val="Odstavecseseznamem"/>
        <w:numPr>
          <w:ilvl w:val="1"/>
          <w:numId w:val="5"/>
        </w:numPr>
        <w:tabs>
          <w:tab w:val="left" w:pos="993"/>
        </w:tabs>
        <w:ind w:left="567" w:hanging="568"/>
        <w:jc w:val="left"/>
        <w:rPr>
          <w:noProof/>
        </w:rPr>
      </w:pPr>
      <w:r w:rsidRPr="004E5BCD">
        <w:t xml:space="preserve">Další podmínky pro provedení Poskytnutí součinnosti při ukončení jsou uvedeny v </w:t>
      </w:r>
      <w:r w:rsidRPr="004E5BCD">
        <w:rPr>
          <w:bCs/>
        </w:rPr>
        <w:t>Příloze č. 1</w:t>
      </w:r>
      <w:r w:rsidRPr="004E5BCD">
        <w:t xml:space="preserve"> </w:t>
      </w:r>
      <w:r w:rsidR="00C65236" w:rsidRPr="004E5BCD">
        <w:rPr>
          <w:i/>
        </w:rPr>
        <w:t>Bližší specifikace předmětu plnění</w:t>
      </w:r>
      <w:r w:rsidRPr="004E5BCD">
        <w:rPr>
          <w:i/>
          <w:iCs/>
        </w:rPr>
        <w:t>.</w:t>
      </w:r>
    </w:p>
    <w:p w14:paraId="79B6ED07" w14:textId="77777777" w:rsidR="0051722E" w:rsidRPr="004E5BCD" w:rsidRDefault="0051722E" w:rsidP="00A35C8E">
      <w:pPr>
        <w:pStyle w:val="Nadpis4"/>
      </w:pPr>
      <w:r w:rsidRPr="004E5BCD">
        <w:t>Doba a místo plnění</w:t>
      </w:r>
    </w:p>
    <w:p w14:paraId="79B02CC9" w14:textId="42A834F6" w:rsidR="0051722E" w:rsidRPr="004E5BCD" w:rsidRDefault="0051722E" w:rsidP="00851C28">
      <w:pPr>
        <w:pStyle w:val="Odstavecseseznamem"/>
        <w:numPr>
          <w:ilvl w:val="1"/>
          <w:numId w:val="5"/>
        </w:numPr>
        <w:tabs>
          <w:tab w:val="left" w:pos="993"/>
        </w:tabs>
        <w:ind w:left="567" w:hanging="568"/>
        <w:jc w:val="left"/>
        <w:rPr>
          <w:noProof/>
        </w:rPr>
      </w:pPr>
      <w:r w:rsidRPr="004E5BCD">
        <w:t xml:space="preserve">Provádění </w:t>
      </w:r>
      <w:r w:rsidRPr="004E5BCD">
        <w:rPr>
          <w:rFonts w:asciiTheme="majorHAnsi" w:hAnsiTheme="majorHAnsi"/>
        </w:rPr>
        <w:t>Plnění</w:t>
      </w:r>
      <w:r w:rsidRPr="004E5BCD">
        <w:t xml:space="preserve"> bude zahájeno ode dne nabytí účinnosti této Smlouvy</w:t>
      </w:r>
      <w:r w:rsidR="00E1536F" w:rsidRPr="004E5BCD">
        <w:t xml:space="preserve"> </w:t>
      </w:r>
    </w:p>
    <w:p w14:paraId="76B315F9" w14:textId="09C5C471" w:rsidR="0051722E" w:rsidRPr="004E5BCD" w:rsidRDefault="0051722E" w:rsidP="00851C28">
      <w:pPr>
        <w:pStyle w:val="Odstavecseseznamem"/>
        <w:numPr>
          <w:ilvl w:val="1"/>
          <w:numId w:val="5"/>
        </w:numPr>
        <w:tabs>
          <w:tab w:val="left" w:pos="993"/>
        </w:tabs>
        <w:ind w:left="567" w:hanging="568"/>
        <w:jc w:val="left"/>
        <w:rPr>
          <w:noProof/>
        </w:rPr>
      </w:pPr>
      <w:r w:rsidRPr="004E5BCD">
        <w:t xml:space="preserve">Tato </w:t>
      </w:r>
      <w:r w:rsidRPr="004E5BCD">
        <w:rPr>
          <w:rFonts w:asciiTheme="majorHAnsi" w:hAnsiTheme="majorHAnsi"/>
        </w:rPr>
        <w:t>Smlouva</w:t>
      </w:r>
      <w:r w:rsidRPr="004E5BCD">
        <w:t xml:space="preserve"> je uzavřena na dobu </w:t>
      </w:r>
      <w:r w:rsidR="0025344B" w:rsidRPr="004E5BCD">
        <w:t xml:space="preserve">4 let </w:t>
      </w:r>
      <w:r w:rsidRPr="004E5BCD">
        <w:t>ode dne zahájení provádění Plnění.</w:t>
      </w:r>
    </w:p>
    <w:p w14:paraId="4F5EF482" w14:textId="0FF71648" w:rsidR="0051722E" w:rsidRPr="004E5BCD" w:rsidRDefault="0051722E" w:rsidP="00851C28">
      <w:pPr>
        <w:pStyle w:val="Odstavecseseznamem"/>
        <w:numPr>
          <w:ilvl w:val="1"/>
          <w:numId w:val="5"/>
        </w:numPr>
        <w:tabs>
          <w:tab w:val="left" w:pos="993"/>
        </w:tabs>
        <w:ind w:left="567" w:hanging="568"/>
        <w:jc w:val="left"/>
        <w:rPr>
          <w:noProof/>
        </w:rPr>
      </w:pPr>
      <w:r w:rsidRPr="004E5BCD">
        <w:rPr>
          <w:noProof/>
        </w:rPr>
        <w:t xml:space="preserve">Místem </w:t>
      </w:r>
      <w:r w:rsidRPr="004E5BCD">
        <w:rPr>
          <w:rFonts w:asciiTheme="majorHAnsi" w:hAnsiTheme="majorHAnsi"/>
        </w:rPr>
        <w:t>plnění</w:t>
      </w:r>
      <w:r w:rsidRPr="004E5BCD">
        <w:rPr>
          <w:noProof/>
        </w:rPr>
        <w:t xml:space="preserve"> jsou místa umístění IT prostředí </w:t>
      </w:r>
      <w:r w:rsidR="009B422D" w:rsidRPr="004E5BCD">
        <w:rPr>
          <w:noProof/>
        </w:rPr>
        <w:t>Ob</w:t>
      </w:r>
      <w:r w:rsidRPr="004E5BCD">
        <w:rPr>
          <w:noProof/>
        </w:rPr>
        <w:t xml:space="preserve">jednatele, které je popsáno v příloze </w:t>
      </w:r>
      <w:r w:rsidR="00910AA0" w:rsidRPr="004E5BCD">
        <w:rPr>
          <w:noProof/>
        </w:rPr>
        <w:t>č. 2</w:t>
      </w:r>
      <w:r w:rsidRPr="004E5BCD">
        <w:rPr>
          <w:noProof/>
        </w:rPr>
        <w:t xml:space="preserve"> </w:t>
      </w:r>
      <w:r w:rsidRPr="004E5BCD">
        <w:rPr>
          <w:i/>
          <w:iCs/>
          <w:noProof/>
        </w:rPr>
        <w:t>Platforma S</w:t>
      </w:r>
      <w:r w:rsidR="00934111" w:rsidRPr="004E5BCD">
        <w:rPr>
          <w:i/>
          <w:iCs/>
          <w:noProof/>
        </w:rPr>
        <w:t>právy železnic</w:t>
      </w:r>
      <w:r w:rsidRPr="004E5BCD">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A35C8E">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Default="0051722E" w:rsidP="00851C28">
      <w:pPr>
        <w:pStyle w:val="Odstavecseseznamem"/>
        <w:numPr>
          <w:ilvl w:val="1"/>
          <w:numId w:val="5"/>
        </w:numPr>
        <w:tabs>
          <w:tab w:val="left" w:pos="993"/>
        </w:tabs>
        <w:ind w:left="567" w:hanging="568"/>
        <w:jc w:val="left"/>
      </w:pPr>
      <w:r w:rsidRPr="00E93664">
        <w:lastRenderedPageBreak/>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A35C8E">
      <w:pPr>
        <w:pStyle w:val="Nadpis4"/>
      </w:pPr>
      <w:r w:rsidRPr="00E93664">
        <w:t>Cena a platební podmínky</w:t>
      </w:r>
    </w:p>
    <w:p w14:paraId="2934C3D5" w14:textId="5EA582E8"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v zadávacím řízení Veřejné zakázky.</w:t>
      </w:r>
    </w:p>
    <w:p w14:paraId="15685916" w14:textId="1474ADC0" w:rsidR="005747D1" w:rsidRPr="004F0BC3" w:rsidRDefault="00C7616F" w:rsidP="004D7B1C">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 xml:space="preserve"> </w:t>
      </w:r>
      <w:proofErr w:type="gramStart"/>
      <w:r w:rsidRPr="0025344B">
        <w:t>za</w:t>
      </w:r>
      <w:proofErr w:type="gramEnd"/>
      <w:r w:rsidRPr="0025344B">
        <w:t xml:space="preserve"> 1 měsíc poskytování paušálních služeb</w:t>
      </w:r>
      <w:r w:rsidR="00C65236">
        <w:t xml:space="preserve">. </w:t>
      </w: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0A84FFF4" w14:textId="384A31F1" w:rsidR="005747D1" w:rsidRPr="003236FF" w:rsidRDefault="0051722E">
      <w:pPr>
        <w:pStyle w:val="Odstavecseseznamem"/>
        <w:numPr>
          <w:ilvl w:val="1"/>
          <w:numId w:val="5"/>
        </w:numPr>
        <w:tabs>
          <w:tab w:val="left" w:pos="993"/>
        </w:tabs>
        <w:ind w:left="567" w:hanging="568"/>
        <w:jc w:val="left"/>
      </w:pPr>
      <w:bookmarkStart w:id="8" w:name="_Hlk27391226"/>
      <w:r w:rsidRPr="00E93664">
        <w:t xml:space="preserve">Cena je výslovně </w:t>
      </w:r>
      <w:r w:rsidRPr="003236FF">
        <w:t>sjednávána jako nejvyšší možná a nepřekročitelná.</w:t>
      </w:r>
    </w:p>
    <w:p w14:paraId="7F06A61C" w14:textId="2BFEE1C8" w:rsidR="005747D1" w:rsidRPr="003236FF" w:rsidRDefault="005747D1" w:rsidP="00851C28">
      <w:pPr>
        <w:pStyle w:val="Odstavecseseznamem"/>
        <w:numPr>
          <w:ilvl w:val="1"/>
          <w:numId w:val="5"/>
        </w:numPr>
        <w:tabs>
          <w:tab w:val="left" w:pos="993"/>
        </w:tabs>
        <w:ind w:left="567" w:hanging="568"/>
        <w:jc w:val="left"/>
      </w:pPr>
      <w:r w:rsidRPr="003236FF">
        <w:t>Cena za poskytnuté Paušální služby dle č</w:t>
      </w:r>
      <w:r w:rsidR="004D7B1C" w:rsidRPr="003236FF">
        <w:t>l</w:t>
      </w:r>
      <w:r w:rsidRPr="003236FF">
        <w:t>. 1 Smlouvy bude hrazena čtvrtletně</w:t>
      </w:r>
      <w:r w:rsidR="004D7B1C" w:rsidRPr="003236FF">
        <w:t xml:space="preserve"> </w:t>
      </w:r>
      <w:r w:rsidRPr="003236FF">
        <w:t xml:space="preserve">dle pravidel čl. </w:t>
      </w:r>
      <w:r w:rsidR="008F4F8C">
        <w:t xml:space="preserve">7.6 </w:t>
      </w:r>
      <w:r w:rsidR="004D7B1C" w:rsidRPr="003236FF">
        <w:t>této Smlouvy.</w:t>
      </w:r>
      <w:bookmarkStart w:id="9" w:name="_GoBack"/>
      <w:bookmarkEnd w:id="9"/>
    </w:p>
    <w:p w14:paraId="3FE48095" w14:textId="6C7FC5B3" w:rsidR="0051722E" w:rsidRPr="003236FF" w:rsidRDefault="0051722E" w:rsidP="00851C28">
      <w:pPr>
        <w:pStyle w:val="Odstavecseseznamem"/>
        <w:numPr>
          <w:ilvl w:val="1"/>
          <w:numId w:val="5"/>
        </w:numPr>
        <w:tabs>
          <w:tab w:val="left" w:pos="993"/>
        </w:tabs>
        <w:ind w:left="567" w:hanging="568"/>
        <w:jc w:val="left"/>
      </w:pPr>
      <w:r w:rsidRPr="003236FF">
        <w:t>Právo na zaplacení Ceny či její části vzniká u Paušálních služeb vždy po akceptaci výkazu služeb, který je Poskytovatel povinen vždy doručit Objednateli do deseti (10) dnů po</w:t>
      </w:r>
      <w:r w:rsidR="006F48F7" w:rsidRPr="003236FF">
        <w:t xml:space="preserve"> skončení kalendářního čtvrtletí</w:t>
      </w:r>
      <w:r w:rsidRPr="003236FF">
        <w:t>, ve kterém byly služby poskytnuty.</w:t>
      </w:r>
    </w:p>
    <w:p w14:paraId="42BB63CB" w14:textId="14194A55" w:rsidR="002C15B3" w:rsidRPr="003236FF" w:rsidRDefault="002C15B3" w:rsidP="00583434">
      <w:pPr>
        <w:pStyle w:val="Odstavecseseznamem"/>
        <w:numPr>
          <w:ilvl w:val="1"/>
          <w:numId w:val="5"/>
        </w:numPr>
        <w:tabs>
          <w:tab w:val="left" w:pos="993"/>
        </w:tabs>
        <w:ind w:left="567" w:hanging="568"/>
        <w:jc w:val="left"/>
      </w:pPr>
      <w:r w:rsidRPr="003236FF">
        <w:rPr>
          <w:rFonts w:asciiTheme="majorHAnsi" w:hAnsiTheme="majorHAnsi"/>
          <w:noProof/>
        </w:rPr>
        <w:t>Splatnost faktury činí 30 dnů ode dne jejího doručení Objednateli.</w:t>
      </w:r>
    </w:p>
    <w:bookmarkEnd w:id="8"/>
    <w:p w14:paraId="6BA6C60E" w14:textId="47584085" w:rsidR="0051722E" w:rsidRPr="005C137C" w:rsidRDefault="0051722E" w:rsidP="00A35C8E">
      <w:pPr>
        <w:pStyle w:val="Nadpis4"/>
      </w:pPr>
      <w:r w:rsidRPr="005C137C">
        <w:t>Práva duševního vlastnictví</w:t>
      </w:r>
    </w:p>
    <w:p w14:paraId="7808F84D" w14:textId="32F4DBCC" w:rsidR="0051722E" w:rsidRPr="004E5BCD" w:rsidRDefault="0051722E" w:rsidP="00851C28">
      <w:pPr>
        <w:pStyle w:val="Odstavecseseznamem"/>
        <w:numPr>
          <w:ilvl w:val="1"/>
          <w:numId w:val="5"/>
        </w:numPr>
        <w:tabs>
          <w:tab w:val="left" w:pos="993"/>
        </w:tabs>
        <w:ind w:left="567" w:hanging="568"/>
        <w:jc w:val="left"/>
        <w:rPr>
          <w:i/>
          <w:iCs/>
          <w:noProof/>
        </w:rPr>
      </w:pPr>
      <w:bookmarkStart w:id="10" w:name="_Hlk29020228"/>
      <w:r w:rsidRPr="004E5BCD">
        <w:rPr>
          <w:noProof/>
        </w:rPr>
        <w:t xml:space="preserve">Pro </w:t>
      </w:r>
      <w:r w:rsidRPr="004E5BCD">
        <w:t>Software</w:t>
      </w:r>
      <w:r w:rsidRPr="004E5BCD">
        <w:rPr>
          <w:noProof/>
        </w:rPr>
        <w:t xml:space="preserve">, který je Autorským dílem </w:t>
      </w:r>
      <w:bookmarkEnd w:id="10"/>
      <w:r w:rsidRPr="004E5BCD">
        <w:rPr>
          <w:noProof/>
        </w:rPr>
        <w:t xml:space="preserve">platí článek 6.1. </w:t>
      </w:r>
      <w:r w:rsidR="007D7518" w:rsidRPr="004E5BCD">
        <w:rPr>
          <w:noProof/>
        </w:rPr>
        <w:t xml:space="preserve">Přílohy č. </w:t>
      </w:r>
      <w:r w:rsidR="005C137C" w:rsidRPr="004E5BCD">
        <w:rPr>
          <w:noProof/>
        </w:rPr>
        <w:t xml:space="preserve">4 </w:t>
      </w:r>
      <w:r w:rsidR="006806AA" w:rsidRPr="004E5BCD">
        <w:rPr>
          <w:i/>
          <w:iCs/>
          <w:noProof/>
        </w:rPr>
        <w:t>Zvláštní obchodní podmínky.</w:t>
      </w:r>
    </w:p>
    <w:p w14:paraId="0AF65899" w14:textId="25F8D3B6" w:rsidR="0051722E" w:rsidRPr="004E5BCD" w:rsidRDefault="0020761D" w:rsidP="00A35C8E">
      <w:pPr>
        <w:pStyle w:val="Nadpis4"/>
        <w:rPr>
          <w:noProof/>
        </w:rPr>
      </w:pPr>
      <w:r w:rsidRPr="004E5BCD">
        <w:rPr>
          <w:noProof/>
        </w:rPr>
        <w:t>Help</w:t>
      </w:r>
      <w:r w:rsidR="0051722E" w:rsidRPr="004E5BCD">
        <w:rPr>
          <w:noProof/>
        </w:rPr>
        <w:t>desk</w:t>
      </w:r>
    </w:p>
    <w:p w14:paraId="5ECD82CD" w14:textId="4A66008F" w:rsidR="006806AA" w:rsidRPr="004E5BCD" w:rsidRDefault="0051722E" w:rsidP="00851C28">
      <w:pPr>
        <w:pStyle w:val="Odstavecseseznamem"/>
        <w:numPr>
          <w:ilvl w:val="1"/>
          <w:numId w:val="5"/>
        </w:numPr>
        <w:tabs>
          <w:tab w:val="left" w:pos="993"/>
        </w:tabs>
        <w:ind w:left="567" w:hanging="568"/>
        <w:jc w:val="left"/>
      </w:pPr>
      <w:r w:rsidRPr="004E5BCD">
        <w:t xml:space="preserve">Poskytovatel bude poskytovat </w:t>
      </w:r>
      <w:proofErr w:type="spellStart"/>
      <w:r w:rsidR="0020761D" w:rsidRPr="004E5BCD">
        <w:t>Helpd</w:t>
      </w:r>
      <w:r w:rsidRPr="004E5BCD">
        <w:t>esk</w:t>
      </w:r>
      <w:proofErr w:type="spellEnd"/>
      <w:r w:rsidRPr="004E5BCD">
        <w:t xml:space="preserve"> v režimu 3 ve smyslu čl. 10.1.1. </w:t>
      </w:r>
      <w:r w:rsidR="007D7518" w:rsidRPr="004E5BCD">
        <w:t xml:space="preserve">Přílohy č. </w:t>
      </w:r>
      <w:r w:rsidR="00910AA0" w:rsidRPr="004E5BCD">
        <w:t xml:space="preserve">4 </w:t>
      </w:r>
      <w:r w:rsidR="006806AA" w:rsidRPr="004E5BCD">
        <w:rPr>
          <w:i/>
          <w:iCs/>
        </w:rPr>
        <w:t xml:space="preserve">Zvláštní </w:t>
      </w:r>
      <w:r w:rsidR="006806AA" w:rsidRPr="004E5BCD">
        <w:rPr>
          <w:noProof/>
        </w:rPr>
        <w:t>obchodní</w:t>
      </w:r>
      <w:r w:rsidR="006806AA" w:rsidRPr="004E5BCD">
        <w:rPr>
          <w:i/>
          <w:iCs/>
        </w:rPr>
        <w:t xml:space="preserve"> podmínky.</w:t>
      </w:r>
    </w:p>
    <w:p w14:paraId="0F52C5A1" w14:textId="44618C03" w:rsidR="0051722E" w:rsidRPr="004E5BCD" w:rsidRDefault="0051722E" w:rsidP="00851C28">
      <w:pPr>
        <w:pStyle w:val="Odstavecseseznamem"/>
        <w:numPr>
          <w:ilvl w:val="1"/>
          <w:numId w:val="5"/>
        </w:numPr>
        <w:tabs>
          <w:tab w:val="left" w:pos="993"/>
        </w:tabs>
        <w:ind w:left="567" w:hanging="568"/>
        <w:jc w:val="left"/>
        <w:rPr>
          <w:noProof/>
        </w:rPr>
      </w:pPr>
      <w:r w:rsidRPr="004E5BCD">
        <w:rPr>
          <w:noProof/>
        </w:rPr>
        <w:t>Poskytovatel</w:t>
      </w:r>
      <w:r w:rsidRPr="004E5BCD">
        <w:t xml:space="preserve"> bude provozovat </w:t>
      </w:r>
      <w:proofErr w:type="spellStart"/>
      <w:r w:rsidR="0020761D" w:rsidRPr="004E5BCD">
        <w:t>Helpd</w:t>
      </w:r>
      <w:r w:rsidRPr="004E5BCD">
        <w:t>esk</w:t>
      </w:r>
      <w:proofErr w:type="spellEnd"/>
      <w:r w:rsidRPr="004E5BCD">
        <w:t xml:space="preserve"> v úrovni L2 ve smyslu č</w:t>
      </w:r>
      <w:r w:rsidR="00934111" w:rsidRPr="004E5BCD">
        <w:t>l</w:t>
      </w:r>
      <w:r w:rsidRPr="004E5BCD">
        <w:t xml:space="preserve">. 10.1.4. </w:t>
      </w:r>
      <w:r w:rsidR="007D7518" w:rsidRPr="004E5BCD">
        <w:t xml:space="preserve">Přílohy č. </w:t>
      </w:r>
      <w:r w:rsidR="00910AA0" w:rsidRPr="004E5BCD">
        <w:t xml:space="preserve">4 </w:t>
      </w:r>
      <w:r w:rsidR="006806AA" w:rsidRPr="004E5BCD">
        <w:rPr>
          <w:i/>
          <w:iCs/>
        </w:rPr>
        <w:t>Zvláštní obchodní podmínky.</w:t>
      </w:r>
    </w:p>
    <w:p w14:paraId="7574742C" w14:textId="77777777" w:rsidR="0051722E" w:rsidRPr="004E5BCD" w:rsidRDefault="0051722E" w:rsidP="00A35C8E">
      <w:pPr>
        <w:pStyle w:val="Nadpis4"/>
        <w:rPr>
          <w:noProof/>
        </w:rPr>
      </w:pPr>
      <w:r w:rsidRPr="004E5BCD">
        <w:rPr>
          <w:noProof/>
        </w:rPr>
        <w:t>Servisní model</w:t>
      </w:r>
    </w:p>
    <w:p w14:paraId="15E125B1" w14:textId="12BE52EF" w:rsidR="0051722E" w:rsidRPr="008F4F8C" w:rsidRDefault="0051722E" w:rsidP="00851C28">
      <w:pPr>
        <w:pStyle w:val="Odstavecseseznamem"/>
        <w:numPr>
          <w:ilvl w:val="1"/>
          <w:numId w:val="5"/>
        </w:numPr>
        <w:tabs>
          <w:tab w:val="left" w:pos="993"/>
        </w:tabs>
        <w:ind w:left="567" w:hanging="568"/>
        <w:jc w:val="left"/>
        <w:rPr>
          <w:noProof/>
        </w:rPr>
      </w:pPr>
      <w:r w:rsidRPr="004E5BCD">
        <w:t xml:space="preserve">Poskytovatel bude poskytovat servisní model v režimu C2 ve smyslu čl. 12.1.2. </w:t>
      </w:r>
      <w:r w:rsidR="007D7518" w:rsidRPr="004E5BCD">
        <w:t xml:space="preserve">Přílohy č. </w:t>
      </w:r>
      <w:r w:rsidR="00910AA0" w:rsidRPr="004E5BCD">
        <w:t xml:space="preserve">4 </w:t>
      </w:r>
      <w:r w:rsidR="006806AA" w:rsidRPr="004E5BCD">
        <w:rPr>
          <w:i/>
          <w:iCs/>
        </w:rPr>
        <w:t>Zvláštní obchodní podmínky.</w:t>
      </w:r>
    </w:p>
    <w:p w14:paraId="5B423861" w14:textId="2129D304" w:rsidR="008F4F8C" w:rsidRPr="004E5BCD" w:rsidRDefault="008F4F8C" w:rsidP="008F4F8C">
      <w:pPr>
        <w:pStyle w:val="Nadpis4"/>
        <w:rPr>
          <w:noProof/>
        </w:rPr>
      </w:pPr>
      <w:r>
        <w:rPr>
          <w:noProof/>
        </w:rPr>
        <w:t>Ochrana osobních údajů</w:t>
      </w:r>
    </w:p>
    <w:p w14:paraId="5AF796D4" w14:textId="4F3310B5" w:rsidR="0051722E" w:rsidRPr="004E5BCD" w:rsidRDefault="0051722E" w:rsidP="00851C28">
      <w:pPr>
        <w:pStyle w:val="Odstavecseseznamem"/>
        <w:numPr>
          <w:ilvl w:val="1"/>
          <w:numId w:val="5"/>
        </w:numPr>
        <w:tabs>
          <w:tab w:val="left" w:pos="993"/>
        </w:tabs>
        <w:ind w:left="567" w:hanging="568"/>
        <w:jc w:val="left"/>
      </w:pPr>
      <w:r w:rsidRPr="004E5BCD">
        <w:t xml:space="preserve">Pokud bude v rámci plnění této Smlouvy docházet ke zpracování osobních údajů, zavazuje se </w:t>
      </w:r>
      <w:r w:rsidR="000075DF" w:rsidRPr="004E5BCD">
        <w:t xml:space="preserve">Poskytovatel </w:t>
      </w:r>
      <w:r w:rsidRPr="004E5BCD">
        <w:t xml:space="preserve">dodržovat opatření dle článku 21. </w:t>
      </w:r>
      <w:r w:rsidR="007D7518" w:rsidRPr="004E5BCD">
        <w:t xml:space="preserve">Přílohy č. </w:t>
      </w:r>
      <w:r w:rsidR="00910AA0" w:rsidRPr="004E5BCD">
        <w:t xml:space="preserve">4 </w:t>
      </w:r>
      <w:r w:rsidR="006806AA" w:rsidRPr="004E5BCD">
        <w:rPr>
          <w:i/>
        </w:rPr>
        <w:t>Zvláštní obchodní podmínky.</w:t>
      </w:r>
    </w:p>
    <w:p w14:paraId="67622578" w14:textId="04AC5FCC" w:rsidR="0051722E" w:rsidRPr="00E93664" w:rsidRDefault="0051722E" w:rsidP="00A35C8E">
      <w:pPr>
        <w:pStyle w:val="Nadpis4"/>
        <w:rPr>
          <w:noProof/>
        </w:rPr>
      </w:pPr>
      <w:r w:rsidRPr="00E93664">
        <w:rPr>
          <w:noProof/>
        </w:rPr>
        <w:t>Závěrečná ustanov</w:t>
      </w:r>
      <w:r w:rsidR="00583434">
        <w:rPr>
          <w:noProof/>
        </w:rPr>
        <w:t>e</w:t>
      </w:r>
      <w:r w:rsidRPr="00E93664">
        <w:rPr>
          <w:noProof/>
        </w:rPr>
        <w:t>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lastRenderedPageBreak/>
        <w:t>Tato Smlouva nabývá platnosti okamžikem podpisu poslední ze Stran. Je-li Smlouva uveřejňována v registru smluv, nabývá účinnosti dnem uveřejnění v registru smluv, jinak je účinná od okamžiku uzavření.</w:t>
      </w:r>
    </w:p>
    <w:p w14:paraId="25F200C7" w14:textId="2C5713DA"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 xml:space="preserve">opatřený </w:t>
      </w:r>
      <w:r w:rsidR="0025344B">
        <w:t xml:space="preserve">kvalifikovanými </w:t>
      </w:r>
      <w:r w:rsidR="00EE721A" w:rsidRPr="00673324">
        <w:t>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Default="00FB1285" w:rsidP="005C137C">
      <w:pPr>
        <w:pStyle w:val="Odstavecseseznamem"/>
        <w:numPr>
          <w:ilvl w:val="1"/>
          <w:numId w:val="5"/>
        </w:numPr>
        <w:tabs>
          <w:tab w:val="left" w:pos="709"/>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712FA02F" w:rsidR="0051722E" w:rsidRPr="00910AA0" w:rsidRDefault="007D7518" w:rsidP="00851C28">
      <w:pPr>
        <w:spacing w:after="0" w:line="276" w:lineRule="auto"/>
        <w:rPr>
          <w:rFonts w:asciiTheme="majorHAnsi" w:hAnsiTheme="majorHAnsi"/>
        </w:rPr>
      </w:pPr>
      <w:r w:rsidRPr="00910AA0">
        <w:rPr>
          <w:rFonts w:asciiTheme="majorHAnsi" w:hAnsiTheme="majorHAnsi"/>
        </w:rPr>
        <w:t xml:space="preserve">Příloha č. </w:t>
      </w:r>
      <w:r w:rsidR="0025344B" w:rsidRPr="00910AA0">
        <w:rPr>
          <w:rFonts w:asciiTheme="majorHAnsi" w:hAnsiTheme="majorHAnsi"/>
        </w:rPr>
        <w:t xml:space="preserve">1 </w:t>
      </w:r>
      <w:r w:rsidR="0051722E" w:rsidRPr="00910AA0">
        <w:rPr>
          <w:rFonts w:asciiTheme="majorHAnsi" w:hAnsiTheme="majorHAnsi"/>
        </w:rPr>
        <w:t xml:space="preserve">– </w:t>
      </w:r>
      <w:r w:rsidR="00573BE4">
        <w:rPr>
          <w:rFonts w:asciiTheme="majorHAnsi" w:hAnsiTheme="majorHAnsi"/>
        </w:rPr>
        <w:t>Bližší specifikace předmětu plnění</w:t>
      </w:r>
    </w:p>
    <w:p w14:paraId="47F31B65" w14:textId="74FF5477" w:rsidR="0051722E" w:rsidRPr="00910AA0" w:rsidRDefault="007D7518" w:rsidP="00851C28">
      <w:pPr>
        <w:spacing w:after="0" w:line="276" w:lineRule="auto"/>
        <w:rPr>
          <w:rFonts w:asciiTheme="majorHAnsi" w:hAnsiTheme="majorHAnsi"/>
        </w:rPr>
      </w:pPr>
      <w:r w:rsidRPr="00910AA0">
        <w:rPr>
          <w:rFonts w:asciiTheme="majorHAnsi" w:hAnsiTheme="majorHAnsi"/>
        </w:rPr>
        <w:t xml:space="preserve">Příloha č. </w:t>
      </w:r>
      <w:r w:rsidR="0025344B" w:rsidRPr="00910AA0">
        <w:rPr>
          <w:rFonts w:asciiTheme="majorHAnsi" w:hAnsiTheme="majorHAnsi"/>
        </w:rPr>
        <w:t xml:space="preserve">2 </w:t>
      </w:r>
      <w:r w:rsidR="0051722E" w:rsidRPr="00910AA0">
        <w:rPr>
          <w:rFonts w:asciiTheme="majorHAnsi" w:hAnsiTheme="majorHAnsi"/>
        </w:rPr>
        <w:t>– Platforma SŽ</w:t>
      </w:r>
    </w:p>
    <w:p w14:paraId="4D24D753" w14:textId="0EF670E8" w:rsidR="00C7616F" w:rsidRPr="00910AA0" w:rsidRDefault="007D7518" w:rsidP="00851C28">
      <w:pPr>
        <w:spacing w:after="0" w:line="276" w:lineRule="auto"/>
        <w:rPr>
          <w:rFonts w:asciiTheme="majorHAnsi" w:hAnsiTheme="majorHAnsi"/>
        </w:rPr>
      </w:pPr>
      <w:r w:rsidRPr="00910AA0">
        <w:rPr>
          <w:rFonts w:asciiTheme="majorHAnsi" w:hAnsiTheme="majorHAnsi"/>
        </w:rPr>
        <w:t xml:space="preserve">Příloha č. </w:t>
      </w:r>
      <w:r w:rsidR="0025344B" w:rsidRPr="00910AA0">
        <w:rPr>
          <w:rFonts w:asciiTheme="majorHAnsi" w:hAnsiTheme="majorHAnsi"/>
        </w:rPr>
        <w:t xml:space="preserve">3 </w:t>
      </w:r>
      <w:r w:rsidR="00C7616F" w:rsidRPr="00910AA0">
        <w:rPr>
          <w:rFonts w:asciiTheme="majorHAnsi" w:hAnsiTheme="majorHAnsi"/>
        </w:rPr>
        <w:t>– Poddodavatelé</w:t>
      </w:r>
    </w:p>
    <w:p w14:paraId="0198035E" w14:textId="51D99C4C" w:rsidR="009B422D" w:rsidRPr="00E93664" w:rsidRDefault="007D7518" w:rsidP="00851C28">
      <w:pPr>
        <w:spacing w:after="0" w:line="276" w:lineRule="auto"/>
        <w:rPr>
          <w:rFonts w:asciiTheme="majorHAnsi" w:hAnsiTheme="majorHAnsi"/>
        </w:rPr>
      </w:pPr>
      <w:r w:rsidRPr="00910AA0">
        <w:rPr>
          <w:rFonts w:asciiTheme="majorHAnsi" w:hAnsiTheme="majorHAnsi"/>
        </w:rPr>
        <w:t xml:space="preserve">Příloha č. </w:t>
      </w:r>
      <w:r w:rsidR="0025344B" w:rsidRPr="00910AA0">
        <w:rPr>
          <w:rFonts w:asciiTheme="majorHAnsi" w:hAnsiTheme="majorHAnsi"/>
        </w:rPr>
        <w:t>4</w:t>
      </w:r>
      <w:r w:rsidR="00573BE4">
        <w:rPr>
          <w:rFonts w:asciiTheme="majorHAnsi" w:hAnsiTheme="majorHAnsi"/>
        </w:rPr>
        <w:t xml:space="preserve"> -</w:t>
      </w:r>
      <w:r w:rsidR="006806AA" w:rsidRPr="00910AA0">
        <w:rPr>
          <w:rFonts w:asciiTheme="majorHAnsi" w:hAnsiTheme="majorHAnsi"/>
        </w:rPr>
        <w:t xml:space="preserve"> Zvláštní obchodní podmínky</w:t>
      </w:r>
    </w:p>
    <w:p w14:paraId="657B54F9" w14:textId="77777777" w:rsidR="00573BE4" w:rsidRDefault="00573BE4" w:rsidP="00FB1285">
      <w:pPr>
        <w:spacing w:after="0" w:line="276" w:lineRule="auto"/>
        <w:rPr>
          <w:rFonts w:asciiTheme="majorHAnsi" w:hAnsiTheme="majorHAnsi"/>
        </w:rPr>
      </w:pPr>
    </w:p>
    <w:p w14:paraId="7844F5B1" w14:textId="77777777" w:rsidR="004E5BCD" w:rsidRDefault="004E5BCD" w:rsidP="00FB1285">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18108DBA" w:rsidR="00FB1285" w:rsidRDefault="00910AA0" w:rsidP="00FB1285">
      <w:pPr>
        <w:spacing w:after="0" w:line="276" w:lineRule="auto"/>
        <w:rPr>
          <w:rFonts w:asciiTheme="majorHAnsi" w:hAnsiTheme="majorHAnsi"/>
        </w:rPr>
      </w:pPr>
      <w:r w:rsidRPr="00910AA0">
        <w:rPr>
          <w:b/>
          <w:noProof/>
        </w:rPr>
        <w:t>Ing. Aleš Krejčí</w:t>
      </w:r>
      <w:r w:rsidR="00FB1285" w:rsidRPr="00910AA0">
        <w:rPr>
          <w:rFonts w:asciiTheme="majorHAnsi" w:hAnsiTheme="majorHAnsi"/>
        </w:rPr>
        <w:t xml:space="preserve"> </w:t>
      </w:r>
      <w:r w:rsidR="00FB1285" w:rsidRPr="00910AA0">
        <w:rPr>
          <w:rFonts w:asciiTheme="majorHAnsi" w:hAnsiTheme="majorHAnsi"/>
        </w:rPr>
        <w:tab/>
        <w:t xml:space="preserve">  </w:t>
      </w:r>
      <w:r w:rsidR="00FB1285" w:rsidRPr="00910AA0">
        <w:rPr>
          <w:rFonts w:asciiTheme="majorHAnsi" w:hAnsiTheme="majorHAnsi"/>
        </w:rPr>
        <w:tab/>
      </w:r>
      <w:r w:rsidR="00FB1285" w:rsidRPr="00910AA0">
        <w:rPr>
          <w:rFonts w:asciiTheme="majorHAnsi" w:hAnsiTheme="majorHAnsi"/>
        </w:rPr>
        <w:tab/>
      </w:r>
      <w:r w:rsidR="00FB1285" w:rsidRPr="00910AA0">
        <w:rPr>
          <w:rFonts w:asciiTheme="majorHAnsi" w:hAnsiTheme="majorHAnsi"/>
        </w:rPr>
        <w:tab/>
      </w:r>
      <w:r w:rsidR="00FB1285" w:rsidRPr="00910AA0">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5378C9BE" w14:textId="0403BD50" w:rsidR="0051722E" w:rsidRPr="00C7616F" w:rsidRDefault="00910AA0" w:rsidP="001C249B">
      <w:pPr>
        <w:pStyle w:val="Clanek11"/>
        <w:widowControl/>
        <w:tabs>
          <w:tab w:val="clear" w:pos="567"/>
        </w:tabs>
        <w:ind w:left="993" w:hanging="993"/>
        <w:jc w:val="left"/>
        <w:rPr>
          <w:rFonts w:asciiTheme="majorHAnsi" w:hAnsiTheme="majorHAnsi"/>
        </w:rPr>
      </w:pPr>
      <w:r>
        <w:rPr>
          <w:rFonts w:asciiTheme="majorHAnsi" w:hAnsiTheme="majorHAnsi"/>
          <w:sz w:val="18"/>
          <w:szCs w:val="18"/>
        </w:rPr>
        <w:t>náměstek GŘ pro ekonomiku</w:t>
      </w:r>
    </w:p>
    <w:sectPr w:rsidR="0051722E" w:rsidRPr="00C7616F" w:rsidSect="004E5BCD">
      <w:footerReference w:type="default" r:id="rId12"/>
      <w:headerReference w:type="first" r:id="rId13"/>
      <w:footerReference w:type="first" r:id="rId14"/>
      <w:pgSz w:w="11906" w:h="16838" w:code="9"/>
      <w:pgMar w:top="965" w:right="1417" w:bottom="1417" w:left="1843" w:header="60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013FC" w14:textId="77777777" w:rsidR="00D0399D" w:rsidRDefault="00D0399D" w:rsidP="00962258">
      <w:pPr>
        <w:spacing w:after="0" w:line="240" w:lineRule="auto"/>
      </w:pPr>
      <w:r>
        <w:separator/>
      </w:r>
    </w:p>
  </w:endnote>
  <w:endnote w:type="continuationSeparator" w:id="0">
    <w:p w14:paraId="1C0D8E30" w14:textId="77777777" w:rsidR="00D0399D" w:rsidRDefault="00D039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561BD378"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C6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C6D">
            <w:rPr>
              <w:rStyle w:val="slostrnky"/>
              <w:noProof/>
            </w:rPr>
            <w:t>6</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4A2E1A0"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526BA5A"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70455F17"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C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C6D">
            <w:rPr>
              <w:rStyle w:val="slostrnky"/>
              <w:noProof/>
            </w:rPr>
            <w:t>6</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6ADD8" w14:textId="77777777" w:rsidR="00D0399D" w:rsidRDefault="00D0399D" w:rsidP="00962258">
      <w:pPr>
        <w:spacing w:after="0" w:line="240" w:lineRule="auto"/>
      </w:pPr>
      <w:r>
        <w:separator/>
      </w:r>
    </w:p>
  </w:footnote>
  <w:footnote w:type="continuationSeparator" w:id="0">
    <w:p w14:paraId="18B0CADC" w14:textId="77777777" w:rsidR="00D0399D" w:rsidRDefault="00D0399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nsid w:val="2BF76403"/>
    <w:multiLevelType w:val="multilevel"/>
    <w:tmpl w:val="0D34D660"/>
    <w:numStyleLink w:val="ListBulletmultilevel"/>
  </w:abstractNum>
  <w:abstractNum w:abstractNumId="6">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9">
    <w:nsid w:val="38B64F42"/>
    <w:multiLevelType w:val="multilevel"/>
    <w:tmpl w:val="2834B3BA"/>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nsid w:val="74070991"/>
    <w:multiLevelType w:val="multilevel"/>
    <w:tmpl w:val="CABE99FC"/>
    <w:numStyleLink w:val="ListNumbermultilevel"/>
  </w:abstractNum>
  <w:num w:numId="1">
    <w:abstractNumId w:val="2"/>
  </w:num>
  <w:num w:numId="2">
    <w:abstractNumId w:val="1"/>
  </w:num>
  <w:num w:numId="3">
    <w:abstractNumId w:val="5"/>
  </w:num>
  <w:num w:numId="4">
    <w:abstractNumId w:val="13"/>
  </w:num>
  <w:num w:numId="5">
    <w:abstractNumId w:val="9"/>
  </w:num>
  <w:num w:numId="6">
    <w:abstractNumId w:val="4"/>
  </w:num>
  <w:num w:numId="7">
    <w:abstractNumId w:val="11"/>
  </w:num>
  <w:num w:numId="8">
    <w:abstractNumId w:val="8"/>
  </w:num>
  <w:num w:numId="9">
    <w:abstractNumId w:val="7"/>
  </w:num>
  <w:num w:numId="10">
    <w:abstractNumId w:val="3"/>
  </w:num>
  <w:num w:numId="11">
    <w:abstractNumId w:val="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rniková Veronika, Mgr. Bc.">
    <w15:presenceInfo w15:providerId="AD" w15:userId="S-1-5-21-3656830906-3839017365-80349702-21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36AC"/>
    <w:rsid w:val="00096D7F"/>
    <w:rsid w:val="00097F37"/>
    <w:rsid w:val="000A1BD4"/>
    <w:rsid w:val="000A26DA"/>
    <w:rsid w:val="000A5ED6"/>
    <w:rsid w:val="000D3ADE"/>
    <w:rsid w:val="000D44ED"/>
    <w:rsid w:val="000E23A7"/>
    <w:rsid w:val="000E2E68"/>
    <w:rsid w:val="000E3333"/>
    <w:rsid w:val="000F1454"/>
    <w:rsid w:val="000F25BC"/>
    <w:rsid w:val="0010693F"/>
    <w:rsid w:val="00114472"/>
    <w:rsid w:val="00137073"/>
    <w:rsid w:val="0014565C"/>
    <w:rsid w:val="001476F6"/>
    <w:rsid w:val="00153B54"/>
    <w:rsid w:val="001550BC"/>
    <w:rsid w:val="0015763E"/>
    <w:rsid w:val="001605B9"/>
    <w:rsid w:val="001659E9"/>
    <w:rsid w:val="00170EC5"/>
    <w:rsid w:val="001747C1"/>
    <w:rsid w:val="00184743"/>
    <w:rsid w:val="00187911"/>
    <w:rsid w:val="001975F5"/>
    <w:rsid w:val="001A418B"/>
    <w:rsid w:val="001C249B"/>
    <w:rsid w:val="001E7681"/>
    <w:rsid w:val="001F0FAC"/>
    <w:rsid w:val="001F5E71"/>
    <w:rsid w:val="001F763F"/>
    <w:rsid w:val="00202B25"/>
    <w:rsid w:val="0020761D"/>
    <w:rsid w:val="00207DF5"/>
    <w:rsid w:val="00217EC5"/>
    <w:rsid w:val="00222F74"/>
    <w:rsid w:val="00245454"/>
    <w:rsid w:val="00252F2B"/>
    <w:rsid w:val="0025344B"/>
    <w:rsid w:val="0025503B"/>
    <w:rsid w:val="00262340"/>
    <w:rsid w:val="00263565"/>
    <w:rsid w:val="0027309B"/>
    <w:rsid w:val="00275D5F"/>
    <w:rsid w:val="00280E07"/>
    <w:rsid w:val="00283BEA"/>
    <w:rsid w:val="0028524A"/>
    <w:rsid w:val="00291B07"/>
    <w:rsid w:val="0029489B"/>
    <w:rsid w:val="002A32FB"/>
    <w:rsid w:val="002A7FDD"/>
    <w:rsid w:val="002B0B85"/>
    <w:rsid w:val="002B3E61"/>
    <w:rsid w:val="002B72B2"/>
    <w:rsid w:val="002C15B3"/>
    <w:rsid w:val="002C31BF"/>
    <w:rsid w:val="002D08B1"/>
    <w:rsid w:val="002D517F"/>
    <w:rsid w:val="002E0CD7"/>
    <w:rsid w:val="002F3DE9"/>
    <w:rsid w:val="00300EDC"/>
    <w:rsid w:val="003019CE"/>
    <w:rsid w:val="00316FED"/>
    <w:rsid w:val="003236FF"/>
    <w:rsid w:val="003262F5"/>
    <w:rsid w:val="003340A0"/>
    <w:rsid w:val="00336B8D"/>
    <w:rsid w:val="0034033F"/>
    <w:rsid w:val="00341DCF"/>
    <w:rsid w:val="0034498F"/>
    <w:rsid w:val="00346FEF"/>
    <w:rsid w:val="00357BC6"/>
    <w:rsid w:val="00362E35"/>
    <w:rsid w:val="003656E8"/>
    <w:rsid w:val="00382D2B"/>
    <w:rsid w:val="00385FFB"/>
    <w:rsid w:val="003909C0"/>
    <w:rsid w:val="00393E65"/>
    <w:rsid w:val="003956C6"/>
    <w:rsid w:val="003A1A33"/>
    <w:rsid w:val="003A7CD7"/>
    <w:rsid w:val="003C5769"/>
    <w:rsid w:val="003E6BCE"/>
    <w:rsid w:val="00425499"/>
    <w:rsid w:val="004303C1"/>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D7B1C"/>
    <w:rsid w:val="004E143C"/>
    <w:rsid w:val="004E2C7C"/>
    <w:rsid w:val="004E3A53"/>
    <w:rsid w:val="004E5BCD"/>
    <w:rsid w:val="004E7DD8"/>
    <w:rsid w:val="004F4B9B"/>
    <w:rsid w:val="00502DC2"/>
    <w:rsid w:val="00511AB9"/>
    <w:rsid w:val="0051722E"/>
    <w:rsid w:val="00523EA7"/>
    <w:rsid w:val="00532A8D"/>
    <w:rsid w:val="00533C50"/>
    <w:rsid w:val="005453B4"/>
    <w:rsid w:val="005466DD"/>
    <w:rsid w:val="00553375"/>
    <w:rsid w:val="00553621"/>
    <w:rsid w:val="005540FD"/>
    <w:rsid w:val="005663BD"/>
    <w:rsid w:val="00567BCB"/>
    <w:rsid w:val="005736B7"/>
    <w:rsid w:val="00573BE4"/>
    <w:rsid w:val="005747D1"/>
    <w:rsid w:val="00575E5A"/>
    <w:rsid w:val="005822CE"/>
    <w:rsid w:val="0058320D"/>
    <w:rsid w:val="00583434"/>
    <w:rsid w:val="00595F71"/>
    <w:rsid w:val="005A3662"/>
    <w:rsid w:val="005C137C"/>
    <w:rsid w:val="005C1405"/>
    <w:rsid w:val="005C3C2B"/>
    <w:rsid w:val="005C686E"/>
    <w:rsid w:val="005C6D0A"/>
    <w:rsid w:val="005E0500"/>
    <w:rsid w:val="005E2084"/>
    <w:rsid w:val="005E683A"/>
    <w:rsid w:val="005F1404"/>
    <w:rsid w:val="006003AC"/>
    <w:rsid w:val="00602B3C"/>
    <w:rsid w:val="0061068E"/>
    <w:rsid w:val="00615789"/>
    <w:rsid w:val="006172F7"/>
    <w:rsid w:val="00624971"/>
    <w:rsid w:val="0063371F"/>
    <w:rsid w:val="006413B7"/>
    <w:rsid w:val="00646443"/>
    <w:rsid w:val="0064774B"/>
    <w:rsid w:val="00652235"/>
    <w:rsid w:val="00653551"/>
    <w:rsid w:val="00660AD0"/>
    <w:rsid w:val="00660AD3"/>
    <w:rsid w:val="00677B7F"/>
    <w:rsid w:val="006806AA"/>
    <w:rsid w:val="006862DF"/>
    <w:rsid w:val="00696698"/>
    <w:rsid w:val="006A5570"/>
    <w:rsid w:val="006A689C"/>
    <w:rsid w:val="006B3D79"/>
    <w:rsid w:val="006C1F21"/>
    <w:rsid w:val="006C6E79"/>
    <w:rsid w:val="006D7062"/>
    <w:rsid w:val="006D7AFE"/>
    <w:rsid w:val="006E00D0"/>
    <w:rsid w:val="006E0578"/>
    <w:rsid w:val="006E314D"/>
    <w:rsid w:val="006E3556"/>
    <w:rsid w:val="006E5B3C"/>
    <w:rsid w:val="006F1B0B"/>
    <w:rsid w:val="006F48F7"/>
    <w:rsid w:val="00710723"/>
    <w:rsid w:val="0072303D"/>
    <w:rsid w:val="00723C89"/>
    <w:rsid w:val="00723ED1"/>
    <w:rsid w:val="0073442F"/>
    <w:rsid w:val="00740EAB"/>
    <w:rsid w:val="00743525"/>
    <w:rsid w:val="00745D74"/>
    <w:rsid w:val="00747B4E"/>
    <w:rsid w:val="0076286B"/>
    <w:rsid w:val="00765A27"/>
    <w:rsid w:val="00766846"/>
    <w:rsid w:val="0077363D"/>
    <w:rsid w:val="0077673A"/>
    <w:rsid w:val="007846E1"/>
    <w:rsid w:val="007B570C"/>
    <w:rsid w:val="007B5D83"/>
    <w:rsid w:val="007C4938"/>
    <w:rsid w:val="007C589B"/>
    <w:rsid w:val="007D7518"/>
    <w:rsid w:val="007E0010"/>
    <w:rsid w:val="007E4A6E"/>
    <w:rsid w:val="007F56A7"/>
    <w:rsid w:val="00803F5F"/>
    <w:rsid w:val="00807AA6"/>
    <w:rsid w:val="00807DD0"/>
    <w:rsid w:val="00814DBF"/>
    <w:rsid w:val="00851C28"/>
    <w:rsid w:val="00860FB6"/>
    <w:rsid w:val="00864244"/>
    <w:rsid w:val="008659F3"/>
    <w:rsid w:val="008819F6"/>
    <w:rsid w:val="00886D4B"/>
    <w:rsid w:val="00895406"/>
    <w:rsid w:val="008A3568"/>
    <w:rsid w:val="008A368D"/>
    <w:rsid w:val="008C415D"/>
    <w:rsid w:val="008D03B9"/>
    <w:rsid w:val="008D741B"/>
    <w:rsid w:val="008E791D"/>
    <w:rsid w:val="008F18D6"/>
    <w:rsid w:val="008F4F8C"/>
    <w:rsid w:val="008F5E52"/>
    <w:rsid w:val="008F60C6"/>
    <w:rsid w:val="0090354A"/>
    <w:rsid w:val="009040BA"/>
    <w:rsid w:val="00904780"/>
    <w:rsid w:val="00910AA0"/>
    <w:rsid w:val="00917048"/>
    <w:rsid w:val="00922385"/>
    <w:rsid w:val="009223DF"/>
    <w:rsid w:val="00922E27"/>
    <w:rsid w:val="009236F0"/>
    <w:rsid w:val="00934111"/>
    <w:rsid w:val="00936091"/>
    <w:rsid w:val="00940D8A"/>
    <w:rsid w:val="00962258"/>
    <w:rsid w:val="0096433D"/>
    <w:rsid w:val="009678B7"/>
    <w:rsid w:val="009760E2"/>
    <w:rsid w:val="009833E1"/>
    <w:rsid w:val="00992D9C"/>
    <w:rsid w:val="00996CB8"/>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4FF2"/>
    <w:rsid w:val="00A16B5F"/>
    <w:rsid w:val="00A239CC"/>
    <w:rsid w:val="00A35755"/>
    <w:rsid w:val="00A35C8E"/>
    <w:rsid w:val="00A37B7A"/>
    <w:rsid w:val="00A404A5"/>
    <w:rsid w:val="00A6177B"/>
    <w:rsid w:val="00A66136"/>
    <w:rsid w:val="00A8611D"/>
    <w:rsid w:val="00A90199"/>
    <w:rsid w:val="00A91226"/>
    <w:rsid w:val="00A93896"/>
    <w:rsid w:val="00A93B4E"/>
    <w:rsid w:val="00A95C6D"/>
    <w:rsid w:val="00AA4CBB"/>
    <w:rsid w:val="00AA65FA"/>
    <w:rsid w:val="00AA7351"/>
    <w:rsid w:val="00AB1712"/>
    <w:rsid w:val="00AB36DD"/>
    <w:rsid w:val="00AC3262"/>
    <w:rsid w:val="00AD056F"/>
    <w:rsid w:val="00AD6731"/>
    <w:rsid w:val="00AE02E0"/>
    <w:rsid w:val="00AE4D08"/>
    <w:rsid w:val="00AF57F2"/>
    <w:rsid w:val="00B15D0D"/>
    <w:rsid w:val="00B2193F"/>
    <w:rsid w:val="00B2569F"/>
    <w:rsid w:val="00B304D2"/>
    <w:rsid w:val="00B34B85"/>
    <w:rsid w:val="00B553A4"/>
    <w:rsid w:val="00B57A80"/>
    <w:rsid w:val="00B612C0"/>
    <w:rsid w:val="00B72D2D"/>
    <w:rsid w:val="00B75EE1"/>
    <w:rsid w:val="00B77481"/>
    <w:rsid w:val="00B8518B"/>
    <w:rsid w:val="00B91E11"/>
    <w:rsid w:val="00BA6487"/>
    <w:rsid w:val="00BB276C"/>
    <w:rsid w:val="00BC4CE4"/>
    <w:rsid w:val="00BC57BB"/>
    <w:rsid w:val="00BD7E91"/>
    <w:rsid w:val="00BE2903"/>
    <w:rsid w:val="00BE4DC4"/>
    <w:rsid w:val="00BE7D13"/>
    <w:rsid w:val="00C02406"/>
    <w:rsid w:val="00C02D0A"/>
    <w:rsid w:val="00C03A6E"/>
    <w:rsid w:val="00C10E4D"/>
    <w:rsid w:val="00C11C50"/>
    <w:rsid w:val="00C1483F"/>
    <w:rsid w:val="00C2168C"/>
    <w:rsid w:val="00C24989"/>
    <w:rsid w:val="00C3375A"/>
    <w:rsid w:val="00C44806"/>
    <w:rsid w:val="00C44F6A"/>
    <w:rsid w:val="00C466FB"/>
    <w:rsid w:val="00C47AE3"/>
    <w:rsid w:val="00C52027"/>
    <w:rsid w:val="00C53CD3"/>
    <w:rsid w:val="00C65236"/>
    <w:rsid w:val="00C70843"/>
    <w:rsid w:val="00C730B9"/>
    <w:rsid w:val="00C7616F"/>
    <w:rsid w:val="00C7646D"/>
    <w:rsid w:val="00C93E7C"/>
    <w:rsid w:val="00CB1760"/>
    <w:rsid w:val="00CC2C09"/>
    <w:rsid w:val="00CD1FC4"/>
    <w:rsid w:val="00CE3FC2"/>
    <w:rsid w:val="00CE56F8"/>
    <w:rsid w:val="00CF17BE"/>
    <w:rsid w:val="00D0399D"/>
    <w:rsid w:val="00D12869"/>
    <w:rsid w:val="00D21061"/>
    <w:rsid w:val="00D2450A"/>
    <w:rsid w:val="00D31E61"/>
    <w:rsid w:val="00D370D6"/>
    <w:rsid w:val="00D4108E"/>
    <w:rsid w:val="00D6163D"/>
    <w:rsid w:val="00D73934"/>
    <w:rsid w:val="00D80514"/>
    <w:rsid w:val="00D831A3"/>
    <w:rsid w:val="00D86668"/>
    <w:rsid w:val="00D90583"/>
    <w:rsid w:val="00D92FF5"/>
    <w:rsid w:val="00DB2B0F"/>
    <w:rsid w:val="00DB3684"/>
    <w:rsid w:val="00DB4A86"/>
    <w:rsid w:val="00DB61E9"/>
    <w:rsid w:val="00DC064B"/>
    <w:rsid w:val="00DC077C"/>
    <w:rsid w:val="00DC3026"/>
    <w:rsid w:val="00DC380C"/>
    <w:rsid w:val="00DC75F3"/>
    <w:rsid w:val="00DD46F3"/>
    <w:rsid w:val="00DD555F"/>
    <w:rsid w:val="00DD6B14"/>
    <w:rsid w:val="00DE56F2"/>
    <w:rsid w:val="00DF116D"/>
    <w:rsid w:val="00E07C59"/>
    <w:rsid w:val="00E1536F"/>
    <w:rsid w:val="00E2643E"/>
    <w:rsid w:val="00E36390"/>
    <w:rsid w:val="00E40685"/>
    <w:rsid w:val="00E418C1"/>
    <w:rsid w:val="00E53F3B"/>
    <w:rsid w:val="00E557FA"/>
    <w:rsid w:val="00E84977"/>
    <w:rsid w:val="00E86A17"/>
    <w:rsid w:val="00E86F16"/>
    <w:rsid w:val="00E90396"/>
    <w:rsid w:val="00E90C16"/>
    <w:rsid w:val="00E93664"/>
    <w:rsid w:val="00EA57B9"/>
    <w:rsid w:val="00EB104F"/>
    <w:rsid w:val="00EB33F8"/>
    <w:rsid w:val="00ED14BD"/>
    <w:rsid w:val="00ED43E8"/>
    <w:rsid w:val="00ED4B91"/>
    <w:rsid w:val="00EE11E4"/>
    <w:rsid w:val="00EE226C"/>
    <w:rsid w:val="00EE721A"/>
    <w:rsid w:val="00F0533E"/>
    <w:rsid w:val="00F1048D"/>
    <w:rsid w:val="00F12DEC"/>
    <w:rsid w:val="00F1715C"/>
    <w:rsid w:val="00F17960"/>
    <w:rsid w:val="00F243E2"/>
    <w:rsid w:val="00F2564A"/>
    <w:rsid w:val="00F310F8"/>
    <w:rsid w:val="00F34B3C"/>
    <w:rsid w:val="00F35939"/>
    <w:rsid w:val="00F36C84"/>
    <w:rsid w:val="00F37E47"/>
    <w:rsid w:val="00F45607"/>
    <w:rsid w:val="00F5070F"/>
    <w:rsid w:val="00F511ED"/>
    <w:rsid w:val="00F55541"/>
    <w:rsid w:val="00F61DE3"/>
    <w:rsid w:val="00F659EB"/>
    <w:rsid w:val="00F668BA"/>
    <w:rsid w:val="00F759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A35C8E"/>
    <w:pPr>
      <w:keepNext/>
      <w:keepLines/>
      <w:numPr>
        <w:numId w:val="5"/>
      </w:numPr>
      <w:spacing w:before="360" w:after="120"/>
      <w:ind w:left="425" w:hanging="425"/>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35C8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A35C8E"/>
    <w:pPr>
      <w:keepNext/>
      <w:keepLines/>
      <w:numPr>
        <w:numId w:val="5"/>
      </w:numPr>
      <w:spacing w:before="360" w:after="120"/>
      <w:ind w:left="425" w:hanging="425"/>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35C8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9257F6E8-0084-4BE2-BE19-47EF0B6F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CA7AF5A-A7FF-4AC2-969B-00654E760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2476</Words>
  <Characters>14609</Characters>
  <Application>Microsoft Office Word</Application>
  <DocSecurity>0</DocSecurity>
  <Lines>121</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7</cp:revision>
  <cp:lastPrinted>2019-02-25T13:30:00Z</cp:lastPrinted>
  <dcterms:created xsi:type="dcterms:W3CDTF">2020-11-24T11:17:00Z</dcterms:created>
  <dcterms:modified xsi:type="dcterms:W3CDTF">2020-11-25T15:44:00Z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