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BB1156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851AA">
        <w:rPr>
          <w:b/>
          <w:color w:val="FF5200" w:themeColor="accent2"/>
          <w:sz w:val="36"/>
          <w:szCs w:val="36"/>
        </w:rPr>
        <w:t>„</w:t>
      </w:r>
      <w:r w:rsidR="00723B47">
        <w:rPr>
          <w:b/>
          <w:color w:val="FF5200" w:themeColor="accent2"/>
          <w:sz w:val="36"/>
          <w:szCs w:val="36"/>
        </w:rPr>
        <w:t>Respirátory FFP2</w:t>
      </w:r>
      <w:r w:rsidR="0031280B" w:rsidRPr="002851AA">
        <w:rPr>
          <w:b/>
          <w:color w:val="FF5200" w:themeColor="accent2"/>
          <w:sz w:val="36"/>
          <w:szCs w:val="36"/>
        </w:rPr>
        <w:t>“</w:t>
      </w:r>
      <w:r w:rsidR="000128D4" w:rsidRPr="002851AA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723B47" w:rsidRPr="00723B4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82325/2020-SŽ-GŘ-O8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F942404" w14:textId="77777777" w:rsidR="002851AA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136A916" w14:textId="78BAA3BF" w:rsidR="002851AA" w:rsidRDefault="00422AE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0" w:history="1">
            <w:r w:rsidR="002851AA" w:rsidRPr="009D554C">
              <w:rPr>
                <w:rStyle w:val="Hypertextovodkaz"/>
                <w:noProof/>
              </w:rPr>
              <w:t>Kapitola 1.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Základní údaje k nabídce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_Toc49767130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EB795A">
              <w:rPr>
                <w:noProof/>
                <w:webHidden/>
              </w:rPr>
              <w:t>2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39017F98" w14:textId="3349DA84" w:rsidR="002851AA" w:rsidRDefault="00422AE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1" w:history="1">
            <w:r w:rsidR="002851AA" w:rsidRPr="009D554C">
              <w:rPr>
                <w:rStyle w:val="Hypertextovodkaz"/>
                <w:noProof/>
              </w:rPr>
              <w:t>Kapitola 2.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Čestné prohlášení o splnění základní způsobilosti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_Toc49767131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EB795A">
              <w:rPr>
                <w:noProof/>
                <w:webHidden/>
              </w:rPr>
              <w:t>3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0988B274" w14:textId="4001F719" w:rsidR="002851AA" w:rsidRDefault="00422AE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2" w:history="1">
            <w:r w:rsidR="002851AA" w:rsidRPr="009D554C">
              <w:rPr>
                <w:rStyle w:val="Hypertextovodkaz"/>
                <w:noProof/>
              </w:rPr>
              <w:t>Kapitola 3.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Čestné prohlášení účastníka k neuzavření zakázaných dohod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_Toc49767132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EB795A">
              <w:rPr>
                <w:noProof/>
                <w:webHidden/>
              </w:rPr>
              <w:t>4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976713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26B83B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851AA">
        <w:rPr>
          <w:rFonts w:eastAsia="Times New Roman" w:cs="Times New Roman"/>
          <w:lang w:eastAsia="cs-CZ"/>
        </w:rPr>
        <w:t xml:space="preserve">podlimitní </w:t>
      </w:r>
      <w:r w:rsidR="002851AA" w:rsidRPr="002851AA">
        <w:rPr>
          <w:rFonts w:eastAsia="Times New Roman" w:cs="Times New Roman"/>
          <w:lang w:eastAsia="cs-CZ"/>
        </w:rPr>
        <w:t>sektorovou veřejnou zakázku</w:t>
      </w:r>
      <w:r w:rsidRPr="002851A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712315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2851AA">
        <w:t xml:space="preserve">: </w:t>
      </w:r>
      <w:r w:rsidR="002851AA" w:rsidRPr="002851AA">
        <w:rPr>
          <w:highlight w:val="green"/>
        </w:rPr>
        <w:t>(doplní účastník)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683626BE" w:rsidR="00996617" w:rsidRDefault="00422AEE" w:rsidP="00996617">
      <w:pPr>
        <w:tabs>
          <w:tab w:val="left" w:pos="7125"/>
        </w:tabs>
      </w:pPr>
      <w:r w:rsidRPr="00422AEE">
        <w:t>Účastník disponuje platným zaručeným elektronickým podpisem ve smyslu zákona č. 297/2016 Sb., o službách vytvářejících dů</w:t>
      </w:r>
      <w:r>
        <w:t>věru pro elektronické transakce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5D162AA8" w14:textId="77777777" w:rsidR="000D4695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2291CA1E" w14:textId="77777777" w:rsidR="000D4695" w:rsidRDefault="000D4695" w:rsidP="00996617">
      <w:pPr>
        <w:tabs>
          <w:tab w:val="left" w:pos="7125"/>
        </w:tabs>
        <w:spacing w:after="0"/>
      </w:pPr>
      <w:bookmarkStart w:id="1" w:name="_GoBack"/>
      <w:bookmarkEnd w:id="1"/>
    </w:p>
    <w:p w14:paraId="215AC996" w14:textId="77777777" w:rsidR="000D4695" w:rsidRDefault="000D4695" w:rsidP="00996617">
      <w:pPr>
        <w:tabs>
          <w:tab w:val="left" w:pos="7125"/>
        </w:tabs>
        <w:spacing w:after="0"/>
      </w:pPr>
    </w:p>
    <w:p w14:paraId="3045B343" w14:textId="77777777" w:rsidR="000D4695" w:rsidRDefault="000D4695" w:rsidP="00996617">
      <w:pPr>
        <w:tabs>
          <w:tab w:val="left" w:pos="7125"/>
        </w:tabs>
        <w:spacing w:after="0"/>
      </w:pPr>
    </w:p>
    <w:p w14:paraId="6F0DA99F" w14:textId="77777777" w:rsidR="000D4695" w:rsidRDefault="000D4695" w:rsidP="00996617">
      <w:pPr>
        <w:tabs>
          <w:tab w:val="left" w:pos="7125"/>
        </w:tabs>
        <w:spacing w:after="0"/>
      </w:pPr>
    </w:p>
    <w:p w14:paraId="2A57D954" w14:textId="77777777" w:rsidR="000D4695" w:rsidRDefault="000D4695" w:rsidP="00996617">
      <w:pPr>
        <w:tabs>
          <w:tab w:val="left" w:pos="7125"/>
        </w:tabs>
        <w:spacing w:after="0"/>
      </w:pPr>
    </w:p>
    <w:p w14:paraId="42A28AE5" w14:textId="77777777" w:rsidR="000D4695" w:rsidRDefault="000D4695" w:rsidP="00996617">
      <w:pPr>
        <w:tabs>
          <w:tab w:val="left" w:pos="7125"/>
        </w:tabs>
        <w:spacing w:after="0"/>
      </w:pPr>
    </w:p>
    <w:p w14:paraId="45CCF416" w14:textId="77777777" w:rsidR="000D4695" w:rsidRDefault="000D4695" w:rsidP="00996617">
      <w:pPr>
        <w:tabs>
          <w:tab w:val="left" w:pos="7125"/>
        </w:tabs>
        <w:spacing w:after="0"/>
      </w:pPr>
    </w:p>
    <w:p w14:paraId="1640D050" w14:textId="77777777" w:rsidR="000D4695" w:rsidRDefault="000D4695" w:rsidP="00996617">
      <w:pPr>
        <w:tabs>
          <w:tab w:val="left" w:pos="7125"/>
        </w:tabs>
        <w:spacing w:after="0"/>
      </w:pPr>
    </w:p>
    <w:p w14:paraId="5E9336B0" w14:textId="77777777" w:rsidR="000D4695" w:rsidRDefault="000D4695" w:rsidP="00996617">
      <w:pPr>
        <w:tabs>
          <w:tab w:val="left" w:pos="7125"/>
        </w:tabs>
        <w:spacing w:after="0"/>
      </w:pPr>
    </w:p>
    <w:p w14:paraId="068FAF44" w14:textId="77777777" w:rsidR="000D4695" w:rsidRDefault="000D4695" w:rsidP="00996617">
      <w:pPr>
        <w:tabs>
          <w:tab w:val="left" w:pos="7125"/>
        </w:tabs>
        <w:spacing w:after="0"/>
      </w:pPr>
    </w:p>
    <w:p w14:paraId="50994B1C" w14:textId="77777777" w:rsidR="000D4695" w:rsidRDefault="000D4695" w:rsidP="00996617">
      <w:pPr>
        <w:tabs>
          <w:tab w:val="left" w:pos="7125"/>
        </w:tabs>
        <w:spacing w:after="0"/>
      </w:pPr>
    </w:p>
    <w:p w14:paraId="61FF559A" w14:textId="3C8B8C7C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22AE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422AEE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976713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976713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AA3B71" w14:textId="759E8F15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5F1040D6" w:rsidR="000128D4" w:rsidRDefault="000128D4" w:rsidP="000128D4"/>
    <w:p w14:paraId="0D944536" w14:textId="05C8564D" w:rsidR="00723B47" w:rsidRDefault="00723B47" w:rsidP="000128D4"/>
    <w:p w14:paraId="71A38543" w14:textId="6690D382" w:rsidR="00723B47" w:rsidRDefault="00723B47" w:rsidP="000128D4"/>
    <w:p w14:paraId="5D0F164A" w14:textId="3BB6E6E4" w:rsidR="00723B47" w:rsidRDefault="00723B47" w:rsidP="000128D4"/>
    <w:p w14:paraId="72C4839B" w14:textId="6E5C3B8F" w:rsidR="00723B47" w:rsidRDefault="00723B47" w:rsidP="000128D4"/>
    <w:p w14:paraId="6365DE59" w14:textId="71BDFA0D" w:rsidR="00723B47" w:rsidRDefault="00723B47" w:rsidP="000128D4"/>
    <w:p w14:paraId="202EC18E" w14:textId="79E70E99" w:rsidR="00723B47" w:rsidRDefault="00723B47" w:rsidP="000128D4"/>
    <w:p w14:paraId="3027FAB8" w14:textId="7320ABE3" w:rsidR="00723B47" w:rsidRDefault="00723B47" w:rsidP="000128D4"/>
    <w:p w14:paraId="476F2A7C" w14:textId="4C88F047" w:rsidR="00723B47" w:rsidRDefault="00723B47" w:rsidP="000128D4"/>
    <w:p w14:paraId="3C76BFC4" w14:textId="526697D3" w:rsidR="00723B47" w:rsidRDefault="00723B47" w:rsidP="000128D4"/>
    <w:p w14:paraId="44DB6BC5" w14:textId="35CEDACE" w:rsidR="00723B47" w:rsidRDefault="00723B47" w:rsidP="000128D4"/>
    <w:p w14:paraId="5BACE3C8" w14:textId="1A26C311" w:rsidR="00723B47" w:rsidRDefault="00723B47" w:rsidP="000128D4"/>
    <w:p w14:paraId="5C16118E" w14:textId="61653BE4" w:rsidR="00723B47" w:rsidRDefault="00723B47" w:rsidP="000128D4"/>
    <w:p w14:paraId="03B775EB" w14:textId="715B24CD" w:rsidR="00723B47" w:rsidRDefault="00723B47" w:rsidP="000128D4"/>
    <w:p w14:paraId="509FBE10" w14:textId="6F6E3C71" w:rsidR="00723B47" w:rsidRDefault="00723B47" w:rsidP="000128D4"/>
    <w:p w14:paraId="7311A898" w14:textId="0CED4EBE" w:rsidR="00723B47" w:rsidRDefault="00723B47" w:rsidP="000128D4"/>
    <w:p w14:paraId="06F27AEF" w14:textId="3F118965" w:rsidR="00723B47" w:rsidRDefault="00723B47" w:rsidP="000128D4"/>
    <w:p w14:paraId="1ED0B53F" w14:textId="50E0816F" w:rsidR="00723B47" w:rsidRDefault="00723B47" w:rsidP="000128D4"/>
    <w:p w14:paraId="4FD24F32" w14:textId="46315E80" w:rsidR="00723B47" w:rsidRDefault="00723B47" w:rsidP="000128D4"/>
    <w:p w14:paraId="6F031B9B" w14:textId="2A6CD187" w:rsidR="00723B47" w:rsidRDefault="00723B47" w:rsidP="000128D4"/>
    <w:p w14:paraId="2BAEE303" w14:textId="156A8C6A" w:rsidR="00723B47" w:rsidRDefault="00723B47" w:rsidP="000128D4"/>
    <w:p w14:paraId="33996FBD" w14:textId="3226FC15" w:rsidR="00723B47" w:rsidRDefault="00723B47" w:rsidP="000128D4"/>
    <w:p w14:paraId="1CA185A0" w14:textId="77777777" w:rsidR="00723B47" w:rsidRPr="00FE59C5" w:rsidRDefault="00723B47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2851AA" w:rsidRDefault="002851AA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2851AA" w:rsidRDefault="002851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851AA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A3C71B1" w:rsidR="002851AA" w:rsidRPr="00B8518B" w:rsidRDefault="002851A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2AE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2AE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2851AA" w:rsidRDefault="002851A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2851AA" w:rsidRDefault="002851AA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2851AA" w:rsidRDefault="002851AA" w:rsidP="00D831A3">
          <w:pPr>
            <w:pStyle w:val="Zpat"/>
          </w:pPr>
        </w:p>
      </w:tc>
    </w:tr>
  </w:tbl>
  <w:p w14:paraId="6E617E83" w14:textId="77777777" w:rsidR="002851AA" w:rsidRPr="00B8518B" w:rsidRDefault="002851A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A7A0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8448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851AA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4E5527C" w:rsidR="002851AA" w:rsidRPr="00B8518B" w:rsidRDefault="002851A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2AE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2AE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2851AA" w:rsidRDefault="002851AA" w:rsidP="00460660">
          <w:pPr>
            <w:pStyle w:val="Zpat"/>
          </w:pPr>
          <w:r>
            <w:t>Správa železnic, státní organizace</w:t>
          </w:r>
        </w:p>
        <w:p w14:paraId="088479C8" w14:textId="77777777" w:rsidR="002851AA" w:rsidRDefault="002851A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2851AA" w:rsidRDefault="002851AA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2851AA" w:rsidRDefault="002851AA" w:rsidP="00460660">
          <w:pPr>
            <w:pStyle w:val="Zpat"/>
          </w:pPr>
          <w:r>
            <w:t>IČO: 709 94 234 DIČ: CZ 709 94 234</w:t>
          </w:r>
        </w:p>
        <w:p w14:paraId="586541E0" w14:textId="77777777" w:rsidR="002851AA" w:rsidRDefault="002851AA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2851AA" w:rsidRDefault="002851AA" w:rsidP="00460660">
          <w:pPr>
            <w:pStyle w:val="Zpat"/>
          </w:pPr>
        </w:p>
      </w:tc>
    </w:tr>
  </w:tbl>
  <w:p w14:paraId="37B58295" w14:textId="77777777" w:rsidR="002851AA" w:rsidRPr="00B8518B" w:rsidRDefault="002851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EB0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923C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2851AA" w:rsidRPr="00460660" w:rsidRDefault="002851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2851AA" w:rsidRDefault="002851AA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2851AA" w:rsidRDefault="002851A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851AA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2851AA" w:rsidRPr="00B8518B" w:rsidRDefault="002851A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2851AA" w:rsidRDefault="002851A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2851AA" w:rsidRPr="00D6163D" w:rsidRDefault="002851AA" w:rsidP="00D6163D">
          <w:pPr>
            <w:pStyle w:val="Druhdokumentu"/>
          </w:pPr>
        </w:p>
      </w:tc>
    </w:tr>
  </w:tbl>
  <w:p w14:paraId="211CFF2F" w14:textId="77777777" w:rsidR="002851AA" w:rsidRPr="00D6163D" w:rsidRDefault="002851A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2851AA" w:rsidRPr="00D6163D" w:rsidRDefault="002851AA" w:rsidP="00FC6389">
    <w:pPr>
      <w:pStyle w:val="Zhlav"/>
      <w:rPr>
        <w:sz w:val="8"/>
        <w:szCs w:val="8"/>
      </w:rPr>
    </w:pPr>
  </w:p>
  <w:p w14:paraId="56AC5D76" w14:textId="77777777" w:rsidR="002851AA" w:rsidRPr="00460660" w:rsidRDefault="002851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D4695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851AA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22AEE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289F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B47"/>
    <w:rsid w:val="00723ED1"/>
    <w:rsid w:val="00743525"/>
    <w:rsid w:val="0076286B"/>
    <w:rsid w:val="00766846"/>
    <w:rsid w:val="0077673A"/>
    <w:rsid w:val="007846E1"/>
    <w:rsid w:val="007A2F85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0790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B795A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2548C3D7-82D8-4D64-996A-77FAFA814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AF7C00-6762-41CE-8DA8-7A3BE203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5</Pages>
  <Words>529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3</cp:revision>
  <cp:lastPrinted>2020-09-14T10:10:00Z</cp:lastPrinted>
  <dcterms:created xsi:type="dcterms:W3CDTF">2020-12-01T13:18:00Z</dcterms:created>
  <dcterms:modified xsi:type="dcterms:W3CDTF">2020-12-01T14:06:00Z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