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6B3" w:rsidRDefault="007966B3" w:rsidP="002E200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TNS ČEBÍN – PŘÍPRAVNÉ PRÁCE</w:t>
      </w:r>
    </w:p>
    <w:p w:rsidR="007966B3" w:rsidRDefault="007966B3" w:rsidP="002E200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966B3" w:rsidRDefault="007966B3" w:rsidP="002E200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PŘEHLED PRACÍ PROVÁDĚNÝCH V</w:t>
      </w:r>
      <w:r w:rsidR="004B11CA">
        <w:rPr>
          <w:rFonts w:ascii="Arial" w:hAnsi="Arial" w:cs="Arial"/>
          <w:b/>
          <w:sz w:val="24"/>
          <w:szCs w:val="24"/>
        </w:rPr>
        <w:t xml:space="preserve"> PLÁNOVANÝCH </w:t>
      </w:r>
      <w:r>
        <w:rPr>
          <w:rFonts w:ascii="Arial" w:hAnsi="Arial" w:cs="Arial"/>
          <w:b/>
          <w:sz w:val="24"/>
          <w:szCs w:val="24"/>
        </w:rPr>
        <w:t>VÝLUKÁCH</w:t>
      </w:r>
      <w:r w:rsidR="004B11CA">
        <w:rPr>
          <w:rFonts w:ascii="Arial" w:hAnsi="Arial" w:cs="Arial"/>
          <w:b/>
          <w:sz w:val="24"/>
          <w:szCs w:val="24"/>
        </w:rPr>
        <w:t xml:space="preserve"> V 01/2021</w:t>
      </w:r>
    </w:p>
    <w:p w:rsidR="007966B3" w:rsidRDefault="007966B3" w:rsidP="002E200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966B3" w:rsidRDefault="007966B3" w:rsidP="002E2009">
      <w:pPr>
        <w:spacing w:after="0" w:line="240" w:lineRule="auto"/>
        <w:rPr>
          <w:rFonts w:ascii="Arial" w:hAnsi="Arial" w:cs="Arial"/>
          <w:b/>
          <w:color w:val="FF0000"/>
        </w:rPr>
      </w:pPr>
      <w:r w:rsidRPr="007966B3">
        <w:rPr>
          <w:rFonts w:ascii="Arial" w:hAnsi="Arial" w:cs="Arial"/>
          <w:b/>
          <w:color w:val="FF0000"/>
        </w:rPr>
        <w:t>Prioritní práce nutné pro provoz odklonové dopravy jsou vyznačeny červenou barvou.</w:t>
      </w:r>
      <w:r w:rsidR="000C59FA">
        <w:rPr>
          <w:rFonts w:ascii="Arial" w:hAnsi="Arial" w:cs="Arial"/>
          <w:b/>
          <w:color w:val="FF0000"/>
        </w:rPr>
        <w:t xml:space="preserve"> Tyto práce je nutno provést v dohodnutých výlukách.</w:t>
      </w:r>
    </w:p>
    <w:p w:rsidR="000C59FA" w:rsidRDefault="000C59FA" w:rsidP="002E2009">
      <w:pPr>
        <w:spacing w:after="0" w:line="240" w:lineRule="auto"/>
        <w:rPr>
          <w:rFonts w:ascii="Arial" w:hAnsi="Arial" w:cs="Arial"/>
          <w:b/>
        </w:rPr>
      </w:pPr>
      <w:r w:rsidRPr="000C59FA">
        <w:rPr>
          <w:rFonts w:ascii="Arial" w:hAnsi="Arial" w:cs="Arial"/>
          <w:b/>
        </w:rPr>
        <w:t xml:space="preserve">Ostatní </w:t>
      </w:r>
      <w:r w:rsidR="004B11CA">
        <w:rPr>
          <w:rFonts w:ascii="Arial" w:hAnsi="Arial" w:cs="Arial"/>
          <w:b/>
        </w:rPr>
        <w:t xml:space="preserve">níže </w:t>
      </w:r>
      <w:r w:rsidRPr="000C59FA">
        <w:rPr>
          <w:rFonts w:ascii="Arial" w:hAnsi="Arial" w:cs="Arial"/>
          <w:b/>
        </w:rPr>
        <w:t>uvedené práce lze provést v přidělených výlukách nebo následně dle potřeby a provozních možností.</w:t>
      </w:r>
    </w:p>
    <w:p w:rsidR="004B11CA" w:rsidRPr="000C59FA" w:rsidRDefault="004B11CA" w:rsidP="004B11CA">
      <w:pPr>
        <w:spacing w:after="0" w:line="240" w:lineRule="auto"/>
        <w:rPr>
          <w:rFonts w:ascii="Arial" w:hAnsi="Arial" w:cs="Arial"/>
          <w:b/>
        </w:rPr>
      </w:pPr>
      <w:r w:rsidRPr="000C59FA">
        <w:rPr>
          <w:rFonts w:ascii="Arial" w:hAnsi="Arial" w:cs="Arial"/>
          <w:b/>
        </w:rPr>
        <w:t xml:space="preserve">Ostatní </w:t>
      </w:r>
      <w:r>
        <w:rPr>
          <w:rFonts w:ascii="Arial" w:hAnsi="Arial" w:cs="Arial"/>
          <w:b/>
        </w:rPr>
        <w:t>níže ne</w:t>
      </w:r>
      <w:r w:rsidRPr="000C59FA">
        <w:rPr>
          <w:rFonts w:ascii="Arial" w:hAnsi="Arial" w:cs="Arial"/>
          <w:b/>
        </w:rPr>
        <w:t xml:space="preserve">uvedené práce </w:t>
      </w:r>
      <w:r>
        <w:rPr>
          <w:rFonts w:ascii="Arial" w:hAnsi="Arial" w:cs="Arial"/>
          <w:b/>
        </w:rPr>
        <w:t xml:space="preserve">budou prováděny průběžně </w:t>
      </w:r>
      <w:r w:rsidRPr="000C59FA">
        <w:rPr>
          <w:rFonts w:ascii="Arial" w:hAnsi="Arial" w:cs="Arial"/>
          <w:b/>
        </w:rPr>
        <w:t>dle provozních možností.</w:t>
      </w:r>
    </w:p>
    <w:p w:rsidR="007966B3" w:rsidRDefault="000C59FA" w:rsidP="002E200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FF0000"/>
        </w:rPr>
        <w:t xml:space="preserve"> </w:t>
      </w:r>
    </w:p>
    <w:p w:rsidR="0016195B" w:rsidRDefault="0016195B" w:rsidP="002E200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 w:rsidRPr="002E2009">
        <w:rPr>
          <w:rFonts w:ascii="Arial" w:hAnsi="Arial" w:cs="Arial"/>
          <w:b/>
          <w:sz w:val="24"/>
          <w:szCs w:val="24"/>
        </w:rPr>
        <w:t>9.1.2021</w:t>
      </w:r>
      <w:proofErr w:type="gramEnd"/>
      <w:r w:rsidRPr="002E2009">
        <w:rPr>
          <w:rFonts w:ascii="Arial" w:hAnsi="Arial" w:cs="Arial"/>
          <w:b/>
          <w:sz w:val="24"/>
          <w:szCs w:val="24"/>
        </w:rPr>
        <w:t xml:space="preserve"> </w:t>
      </w:r>
    </w:p>
    <w:p w:rsidR="002E2009" w:rsidRDefault="002E2009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13D43" w:rsidRPr="002E2009" w:rsidRDefault="002E2009" w:rsidP="002E200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16195B" w:rsidRPr="002E2009">
        <w:rPr>
          <w:rFonts w:ascii="Arial" w:hAnsi="Arial" w:cs="Arial"/>
          <w:sz w:val="20"/>
          <w:szCs w:val="20"/>
        </w:rPr>
        <w:t xml:space="preserve">Sklené nad Oslavou – Ostrov nad </w:t>
      </w:r>
      <w:proofErr w:type="gramStart"/>
      <w:r w:rsidR="0016195B" w:rsidRPr="002E2009">
        <w:rPr>
          <w:rFonts w:ascii="Arial" w:hAnsi="Arial" w:cs="Arial"/>
          <w:sz w:val="20"/>
          <w:szCs w:val="20"/>
        </w:rPr>
        <w:t>Oslavou – 2.TK</w:t>
      </w:r>
      <w:proofErr w:type="gramEnd"/>
      <w:r w:rsidR="0016195B" w:rsidRPr="002E2009">
        <w:rPr>
          <w:rFonts w:ascii="Arial" w:hAnsi="Arial" w:cs="Arial"/>
          <w:sz w:val="20"/>
          <w:szCs w:val="20"/>
        </w:rPr>
        <w:t xml:space="preserve"> + TV</w:t>
      </w:r>
    </w:p>
    <w:tbl>
      <w:tblPr>
        <w:tblW w:w="92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4"/>
        <w:gridCol w:w="1346"/>
        <w:gridCol w:w="1559"/>
        <w:gridCol w:w="1889"/>
        <w:gridCol w:w="1443"/>
      </w:tblGrid>
      <w:tr w:rsidR="005B6BA9" w:rsidRPr="002E2009" w:rsidTr="00323507">
        <w:trPr>
          <w:trHeight w:val="290"/>
        </w:trPr>
        <w:tc>
          <w:tcPr>
            <w:tcW w:w="3044" w:type="dxa"/>
            <w:shd w:val="clear" w:color="auto" w:fill="auto"/>
            <w:noWrap/>
            <w:vAlign w:val="center"/>
            <w:hideMark/>
          </w:tcPr>
          <w:p w:rsidR="005B6BA9" w:rsidRPr="00F16BD9" w:rsidRDefault="005B6BA9" w:rsidP="00323507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ŽST Sklené nad Oslavou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5B6BA9" w:rsidRPr="00F16BD9" w:rsidRDefault="005B6BA9" w:rsidP="00323507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km 69,600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B6BA9" w:rsidRPr="00F16BD9" w:rsidRDefault="005B6BA9" w:rsidP="00323507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2S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6BA9" w:rsidRPr="00F16BD9" w:rsidRDefault="005B6BA9" w:rsidP="00323507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nové LHI 2x14/750</w:t>
            </w:r>
          </w:p>
        </w:tc>
        <w:tc>
          <w:tcPr>
            <w:tcW w:w="1443" w:type="dxa"/>
            <w:vAlign w:val="center"/>
          </w:tcPr>
          <w:p w:rsidR="005B6BA9" w:rsidRPr="00F16BD9" w:rsidRDefault="005B6BA9" w:rsidP="00323507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PS 90-28-01</w:t>
            </w:r>
          </w:p>
        </w:tc>
      </w:tr>
      <w:tr w:rsidR="005B6BA9" w:rsidRPr="002E2009" w:rsidTr="00323507">
        <w:trPr>
          <w:trHeight w:val="290"/>
        </w:trPr>
        <w:tc>
          <w:tcPr>
            <w:tcW w:w="3044" w:type="dxa"/>
            <w:shd w:val="clear" w:color="auto" w:fill="auto"/>
            <w:noWrap/>
            <w:vAlign w:val="center"/>
            <w:hideMark/>
          </w:tcPr>
          <w:p w:rsidR="005B6BA9" w:rsidRPr="00F16BD9" w:rsidRDefault="005B6BA9" w:rsidP="00323507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proofErr w:type="gramStart"/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t.ú.</w:t>
            </w:r>
            <w:proofErr w:type="gramEnd"/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Sklené nad Oslavou -             Ostrov nad Oslavou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5B6BA9" w:rsidRPr="00F16BD9" w:rsidRDefault="005B6BA9" w:rsidP="00323507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km 72,960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B6BA9" w:rsidRPr="00F16BD9" w:rsidRDefault="005B6BA9" w:rsidP="00323507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2-729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6BA9" w:rsidRPr="00F16BD9" w:rsidRDefault="005B6BA9" w:rsidP="00323507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nové LHI 2x14/750</w:t>
            </w:r>
          </w:p>
        </w:tc>
        <w:tc>
          <w:tcPr>
            <w:tcW w:w="1443" w:type="dxa"/>
            <w:vAlign w:val="center"/>
          </w:tcPr>
          <w:p w:rsidR="005B6BA9" w:rsidRPr="00F16BD9" w:rsidRDefault="005B6BA9" w:rsidP="00323507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PS 90-28-01</w:t>
            </w:r>
          </w:p>
        </w:tc>
      </w:tr>
    </w:tbl>
    <w:p w:rsidR="002E2009" w:rsidRPr="002E2009" w:rsidRDefault="009A3E9E" w:rsidP="002E200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E2009">
        <w:rPr>
          <w:rFonts w:ascii="Arial" w:hAnsi="Arial" w:cs="Arial"/>
          <w:sz w:val="20"/>
          <w:szCs w:val="20"/>
        </w:rPr>
        <w:t xml:space="preserve"> </w:t>
      </w:r>
    </w:p>
    <w:p w:rsidR="002E2009" w:rsidRPr="002E2009" w:rsidRDefault="00F16BD9" w:rsidP="002E200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2E2009">
        <w:rPr>
          <w:rFonts w:ascii="Arial" w:hAnsi="Arial" w:cs="Arial"/>
          <w:sz w:val="20"/>
          <w:szCs w:val="20"/>
        </w:rPr>
        <w:t>Pohled</w:t>
      </w:r>
      <w:r w:rsidR="002E2009" w:rsidRPr="002E2009">
        <w:rPr>
          <w:rFonts w:ascii="Arial" w:hAnsi="Arial" w:cs="Arial"/>
          <w:sz w:val="20"/>
          <w:szCs w:val="20"/>
        </w:rPr>
        <w:t xml:space="preserve"> – </w:t>
      </w:r>
      <w:r w:rsidR="002E2009">
        <w:rPr>
          <w:rFonts w:ascii="Arial" w:hAnsi="Arial" w:cs="Arial"/>
          <w:sz w:val="20"/>
          <w:szCs w:val="20"/>
        </w:rPr>
        <w:t xml:space="preserve">H. </w:t>
      </w:r>
      <w:proofErr w:type="gramStart"/>
      <w:r w:rsidR="002E2009">
        <w:rPr>
          <w:rFonts w:ascii="Arial" w:hAnsi="Arial" w:cs="Arial"/>
          <w:sz w:val="20"/>
          <w:szCs w:val="20"/>
        </w:rPr>
        <w:t>Brod</w:t>
      </w:r>
      <w:r w:rsidR="002E2009" w:rsidRPr="002E2009">
        <w:rPr>
          <w:rFonts w:ascii="Arial" w:hAnsi="Arial" w:cs="Arial"/>
          <w:sz w:val="20"/>
          <w:szCs w:val="20"/>
        </w:rPr>
        <w:t xml:space="preserve"> – 2.TK</w:t>
      </w:r>
      <w:proofErr w:type="gramEnd"/>
      <w:r w:rsidR="002E2009" w:rsidRPr="002E2009">
        <w:rPr>
          <w:rFonts w:ascii="Arial" w:hAnsi="Arial" w:cs="Arial"/>
          <w:sz w:val="20"/>
          <w:szCs w:val="20"/>
        </w:rPr>
        <w:t xml:space="preserve"> + TV</w:t>
      </w:r>
    </w:p>
    <w:tbl>
      <w:tblPr>
        <w:tblW w:w="928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4"/>
        <w:gridCol w:w="1417"/>
        <w:gridCol w:w="1560"/>
        <w:gridCol w:w="1890"/>
        <w:gridCol w:w="1370"/>
      </w:tblGrid>
      <w:tr w:rsidR="005B6BA9" w:rsidTr="00323507">
        <w:trPr>
          <w:trHeight w:val="290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BA9" w:rsidRPr="00F16BD9" w:rsidRDefault="005B6BA9" w:rsidP="00323507">
            <w:pPr>
              <w:rPr>
                <w:rFonts w:ascii="Calibri" w:hAnsi="Calibri"/>
                <w:b/>
                <w:color w:val="FF0000"/>
              </w:rPr>
            </w:pPr>
            <w:r w:rsidRPr="00F16BD9">
              <w:rPr>
                <w:rFonts w:ascii="Calibri" w:hAnsi="Calibri"/>
                <w:b/>
                <w:color w:val="FF0000"/>
              </w:rPr>
              <w:t>ŽST Pohled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BA9" w:rsidRPr="00F16BD9" w:rsidRDefault="005B6BA9" w:rsidP="00323507">
            <w:pPr>
              <w:rPr>
                <w:rFonts w:ascii="Calibri" w:hAnsi="Calibri"/>
                <w:b/>
                <w:color w:val="FF0000"/>
              </w:rPr>
            </w:pPr>
            <w:r w:rsidRPr="00F16BD9">
              <w:rPr>
                <w:rFonts w:ascii="Calibri" w:hAnsi="Calibri"/>
                <w:b/>
                <w:color w:val="FF0000"/>
              </w:rPr>
              <w:t>km 111,670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BA9" w:rsidRPr="00F16BD9" w:rsidRDefault="005B6BA9" w:rsidP="00323507">
            <w:pPr>
              <w:rPr>
                <w:rFonts w:ascii="Calibri" w:hAnsi="Calibri"/>
                <w:b/>
                <w:color w:val="FF0000"/>
              </w:rPr>
            </w:pPr>
            <w:r w:rsidRPr="00F16BD9">
              <w:rPr>
                <w:rFonts w:ascii="Calibri" w:hAnsi="Calibri"/>
                <w:b/>
                <w:color w:val="FF0000"/>
              </w:rPr>
              <w:t>2S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BA9" w:rsidRPr="00F16BD9" w:rsidRDefault="005B6BA9" w:rsidP="00323507">
            <w:pPr>
              <w:rPr>
                <w:rFonts w:ascii="Calibri" w:hAnsi="Calibri"/>
                <w:b/>
                <w:color w:val="FF0000"/>
              </w:rPr>
            </w:pPr>
            <w:r w:rsidRPr="00F16BD9">
              <w:rPr>
                <w:rFonts w:ascii="Calibri" w:hAnsi="Calibri"/>
                <w:b/>
                <w:color w:val="FF0000"/>
              </w:rPr>
              <w:t>nové LHI 2x14/750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BA9" w:rsidRPr="00F16BD9" w:rsidRDefault="005B6BA9" w:rsidP="00323507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PS 90-28-01</w:t>
            </w:r>
          </w:p>
        </w:tc>
      </w:tr>
      <w:tr w:rsidR="005B6BA9" w:rsidTr="00323507">
        <w:trPr>
          <w:trHeight w:val="290"/>
        </w:trPr>
        <w:tc>
          <w:tcPr>
            <w:tcW w:w="30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6BA9" w:rsidRDefault="005B6BA9" w:rsidP="0032350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ŽST Havlíčkův Brod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B6BA9" w:rsidRDefault="005B6BA9" w:rsidP="0032350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Km 117,321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6BA9" w:rsidRDefault="005B6BA9" w:rsidP="00323507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Výhybka </w:t>
            </w:r>
            <w:proofErr w:type="gramStart"/>
            <w:r>
              <w:rPr>
                <w:rFonts w:ascii="Calibri" w:hAnsi="Calibri"/>
              </w:rPr>
              <w:t>č.7</w:t>
            </w:r>
            <w:proofErr w:type="gramEnd"/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6BA9" w:rsidRPr="002E2009" w:rsidRDefault="005B6BA9" w:rsidP="0032350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LJI 2x20/70 – 7ks</w:t>
            </w:r>
          </w:p>
          <w:p w:rsidR="005B6BA9" w:rsidRDefault="005B6BA9" w:rsidP="0032350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LJI 2x20/120 – 2ks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B6BA9" w:rsidRPr="002E2009" w:rsidRDefault="005B6BA9" w:rsidP="0032350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</w:tbl>
    <w:p w:rsidR="00131269" w:rsidRDefault="00131269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23507" w:rsidRPr="002E2009" w:rsidRDefault="00323507" w:rsidP="0032350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Vlkaneč</w:t>
      </w:r>
      <w:r w:rsidRPr="002E200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– Golčův </w:t>
      </w:r>
      <w:proofErr w:type="gramStart"/>
      <w:r>
        <w:rPr>
          <w:rFonts w:ascii="Arial" w:hAnsi="Arial" w:cs="Arial"/>
          <w:sz w:val="20"/>
          <w:szCs w:val="20"/>
        </w:rPr>
        <w:t xml:space="preserve">Jeníkov </w:t>
      </w:r>
      <w:r w:rsidRPr="002E2009">
        <w:rPr>
          <w:rFonts w:ascii="Arial" w:hAnsi="Arial" w:cs="Arial"/>
          <w:sz w:val="20"/>
          <w:szCs w:val="20"/>
        </w:rPr>
        <w:t>– 2.TK</w:t>
      </w:r>
      <w:proofErr w:type="gramEnd"/>
      <w:r w:rsidRPr="002E2009">
        <w:rPr>
          <w:rFonts w:ascii="Arial" w:hAnsi="Arial" w:cs="Arial"/>
          <w:sz w:val="20"/>
          <w:szCs w:val="20"/>
        </w:rPr>
        <w:t xml:space="preserve"> + TV</w:t>
      </w:r>
    </w:p>
    <w:tbl>
      <w:tblPr>
        <w:tblW w:w="92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4"/>
        <w:gridCol w:w="1346"/>
        <w:gridCol w:w="1559"/>
        <w:gridCol w:w="1889"/>
        <w:gridCol w:w="1443"/>
      </w:tblGrid>
      <w:tr w:rsidR="00323507" w:rsidRPr="002E2009" w:rsidTr="00713D43">
        <w:trPr>
          <w:trHeight w:val="290"/>
        </w:trPr>
        <w:tc>
          <w:tcPr>
            <w:tcW w:w="3044" w:type="dxa"/>
            <w:shd w:val="clear" w:color="auto" w:fill="auto"/>
            <w:noWrap/>
            <w:vAlign w:val="center"/>
            <w:hideMark/>
          </w:tcPr>
          <w:p w:rsidR="00323507" w:rsidRPr="00713D43" w:rsidRDefault="00323507" w:rsidP="0032350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>ŽST Golčův Jeníkov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323507" w:rsidRPr="00713D43" w:rsidRDefault="00323507" w:rsidP="00713D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 xml:space="preserve">km </w:t>
            </w:r>
            <w:r w:rsidR="00713D43" w:rsidRPr="00713D43">
              <w:rPr>
                <w:rFonts w:ascii="Arial" w:hAnsi="Arial" w:cs="Arial"/>
                <w:sz w:val="20"/>
                <w:szCs w:val="20"/>
              </w:rPr>
              <w:t>266</w:t>
            </w:r>
            <w:r w:rsidRPr="00713D43">
              <w:rPr>
                <w:rFonts w:ascii="Arial" w:hAnsi="Arial" w:cs="Arial"/>
                <w:sz w:val="20"/>
                <w:szCs w:val="20"/>
              </w:rPr>
              <w:t>,</w:t>
            </w:r>
            <w:r w:rsidR="00713D43" w:rsidRPr="00713D43">
              <w:rPr>
                <w:rFonts w:ascii="Arial" w:hAnsi="Arial" w:cs="Arial"/>
                <w:sz w:val="20"/>
                <w:szCs w:val="20"/>
              </w:rPr>
              <w:t>7</w:t>
            </w:r>
            <w:r w:rsidRPr="00713D4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23507" w:rsidRPr="00713D43" w:rsidRDefault="00713D43" w:rsidP="00713D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 xml:space="preserve">Výhybka </w:t>
            </w:r>
            <w:proofErr w:type="gramStart"/>
            <w:r w:rsidRPr="00713D43">
              <w:rPr>
                <w:rFonts w:ascii="Arial" w:hAnsi="Arial" w:cs="Arial"/>
                <w:sz w:val="20"/>
                <w:szCs w:val="20"/>
              </w:rPr>
              <w:t>č.2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13D43" w:rsidRPr="002E2009" w:rsidRDefault="00713D43" w:rsidP="00713D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2x20/70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  <w:p w:rsidR="00323507" w:rsidRPr="00713D43" w:rsidRDefault="00713D43" w:rsidP="00713D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LJI 2x20/120 – 2ks</w:t>
            </w:r>
          </w:p>
        </w:tc>
        <w:tc>
          <w:tcPr>
            <w:tcW w:w="1443" w:type="dxa"/>
            <w:vAlign w:val="center"/>
          </w:tcPr>
          <w:p w:rsidR="00323507" w:rsidRPr="00713D43" w:rsidRDefault="00713D43" w:rsidP="00713D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</w:tbl>
    <w:p w:rsidR="00323507" w:rsidRDefault="00323507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E2009" w:rsidRPr="002E2009" w:rsidRDefault="002E2009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A3E9E" w:rsidRPr="00131269" w:rsidRDefault="009A3E9E" w:rsidP="002E200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 w:rsidRPr="00131269">
        <w:rPr>
          <w:rFonts w:ascii="Arial" w:hAnsi="Arial" w:cs="Arial"/>
          <w:b/>
          <w:sz w:val="24"/>
          <w:szCs w:val="24"/>
        </w:rPr>
        <w:t>10.1.2021</w:t>
      </w:r>
      <w:proofErr w:type="gramEnd"/>
      <w:r w:rsidRPr="00131269">
        <w:rPr>
          <w:rFonts w:ascii="Arial" w:hAnsi="Arial" w:cs="Arial"/>
          <w:b/>
          <w:sz w:val="24"/>
          <w:szCs w:val="24"/>
        </w:rPr>
        <w:t xml:space="preserve"> </w:t>
      </w:r>
    </w:p>
    <w:p w:rsidR="00131269" w:rsidRPr="002E2009" w:rsidRDefault="00131269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A3E9E" w:rsidRDefault="00F16BD9" w:rsidP="002E200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9A3E9E" w:rsidRPr="002E2009">
        <w:rPr>
          <w:rFonts w:ascii="Arial" w:hAnsi="Arial" w:cs="Arial"/>
          <w:sz w:val="20"/>
          <w:szCs w:val="20"/>
        </w:rPr>
        <w:t xml:space="preserve">Sklené nad Oslavou – Ostrov nad </w:t>
      </w:r>
      <w:proofErr w:type="gramStart"/>
      <w:r w:rsidR="009A3E9E" w:rsidRPr="002E2009">
        <w:rPr>
          <w:rFonts w:ascii="Arial" w:hAnsi="Arial" w:cs="Arial"/>
          <w:sz w:val="20"/>
          <w:szCs w:val="20"/>
        </w:rPr>
        <w:t>Oslavou – 1.TK</w:t>
      </w:r>
      <w:proofErr w:type="gramEnd"/>
      <w:r w:rsidR="009A3E9E" w:rsidRPr="002E2009">
        <w:rPr>
          <w:rFonts w:ascii="Arial" w:hAnsi="Arial" w:cs="Arial"/>
          <w:sz w:val="20"/>
          <w:szCs w:val="20"/>
        </w:rPr>
        <w:t xml:space="preserve"> + TV</w:t>
      </w:r>
    </w:p>
    <w:tbl>
      <w:tblPr>
        <w:tblW w:w="92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4"/>
        <w:gridCol w:w="1417"/>
        <w:gridCol w:w="1560"/>
        <w:gridCol w:w="1889"/>
        <w:gridCol w:w="1371"/>
      </w:tblGrid>
      <w:tr w:rsidR="005B6BA9" w:rsidRPr="002E2009" w:rsidTr="007966B3">
        <w:trPr>
          <w:trHeight w:val="290"/>
        </w:trPr>
        <w:tc>
          <w:tcPr>
            <w:tcW w:w="3044" w:type="dxa"/>
            <w:shd w:val="clear" w:color="auto" w:fill="auto"/>
            <w:noWrap/>
            <w:vAlign w:val="center"/>
            <w:hideMark/>
          </w:tcPr>
          <w:p w:rsidR="005B6BA9" w:rsidRPr="00F16BD9" w:rsidRDefault="005B6BA9" w:rsidP="007966B3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ŽST Sklené nad Oslavou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5B6BA9" w:rsidRPr="00F16BD9" w:rsidRDefault="005B6BA9" w:rsidP="007966B3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km 69,600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5B6BA9" w:rsidRPr="00F16BD9" w:rsidRDefault="005B6BA9" w:rsidP="007966B3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1S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6BA9" w:rsidRPr="00F16BD9" w:rsidRDefault="005B6BA9" w:rsidP="007966B3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nové LHI 2x14/750</w:t>
            </w:r>
          </w:p>
        </w:tc>
        <w:tc>
          <w:tcPr>
            <w:tcW w:w="1371" w:type="dxa"/>
            <w:vAlign w:val="center"/>
          </w:tcPr>
          <w:p w:rsidR="005B6BA9" w:rsidRPr="00F16BD9" w:rsidRDefault="005B6BA9" w:rsidP="007966B3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PS 90-28-01</w:t>
            </w:r>
          </w:p>
        </w:tc>
      </w:tr>
      <w:tr w:rsidR="005B6BA9" w:rsidRPr="002E2009" w:rsidTr="007966B3">
        <w:trPr>
          <w:trHeight w:val="290"/>
        </w:trPr>
        <w:tc>
          <w:tcPr>
            <w:tcW w:w="3044" w:type="dxa"/>
            <w:shd w:val="clear" w:color="auto" w:fill="auto"/>
            <w:noWrap/>
            <w:vAlign w:val="center"/>
            <w:hideMark/>
          </w:tcPr>
          <w:p w:rsidR="005B6BA9" w:rsidRPr="00F16BD9" w:rsidRDefault="005B6BA9" w:rsidP="007966B3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proofErr w:type="gramStart"/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t.ú.</w:t>
            </w:r>
            <w:proofErr w:type="gramEnd"/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Sklené nad Oslavou -             Ostrov nad Oslavou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5B6BA9" w:rsidRPr="00F16BD9" w:rsidRDefault="005B6BA9" w:rsidP="007966B3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km 72,960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5B6BA9" w:rsidRPr="00F16BD9" w:rsidRDefault="005B6BA9" w:rsidP="007966B3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1-729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6BA9" w:rsidRPr="00F16BD9" w:rsidRDefault="005B6BA9" w:rsidP="007966B3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nové LHI 2x14/750</w:t>
            </w:r>
          </w:p>
        </w:tc>
        <w:tc>
          <w:tcPr>
            <w:tcW w:w="1371" w:type="dxa"/>
            <w:vAlign w:val="center"/>
          </w:tcPr>
          <w:p w:rsidR="005B6BA9" w:rsidRPr="00F16BD9" w:rsidRDefault="005B6BA9" w:rsidP="007966B3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PS 90-28-01</w:t>
            </w:r>
          </w:p>
        </w:tc>
      </w:tr>
    </w:tbl>
    <w:p w:rsidR="00713D43" w:rsidRDefault="00713D43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31269" w:rsidRPr="002E2009" w:rsidRDefault="00F16BD9" w:rsidP="0013126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131269">
        <w:rPr>
          <w:rFonts w:ascii="Arial" w:hAnsi="Arial" w:cs="Arial"/>
          <w:sz w:val="20"/>
          <w:szCs w:val="20"/>
        </w:rPr>
        <w:t>Pohled</w:t>
      </w:r>
      <w:r w:rsidR="00131269" w:rsidRPr="002E2009">
        <w:rPr>
          <w:rFonts w:ascii="Arial" w:hAnsi="Arial" w:cs="Arial"/>
          <w:sz w:val="20"/>
          <w:szCs w:val="20"/>
        </w:rPr>
        <w:t xml:space="preserve"> – </w:t>
      </w:r>
      <w:r w:rsidR="00131269">
        <w:rPr>
          <w:rFonts w:ascii="Arial" w:hAnsi="Arial" w:cs="Arial"/>
          <w:sz w:val="20"/>
          <w:szCs w:val="20"/>
        </w:rPr>
        <w:t xml:space="preserve">H. </w:t>
      </w:r>
      <w:proofErr w:type="gramStart"/>
      <w:r w:rsidR="00131269">
        <w:rPr>
          <w:rFonts w:ascii="Arial" w:hAnsi="Arial" w:cs="Arial"/>
          <w:sz w:val="20"/>
          <w:szCs w:val="20"/>
        </w:rPr>
        <w:t>Brod</w:t>
      </w:r>
      <w:r w:rsidR="00131269" w:rsidRPr="002E2009">
        <w:rPr>
          <w:rFonts w:ascii="Arial" w:hAnsi="Arial" w:cs="Arial"/>
          <w:sz w:val="20"/>
          <w:szCs w:val="20"/>
        </w:rPr>
        <w:t xml:space="preserve"> – </w:t>
      </w:r>
      <w:r w:rsidR="00131269">
        <w:rPr>
          <w:rFonts w:ascii="Arial" w:hAnsi="Arial" w:cs="Arial"/>
          <w:sz w:val="20"/>
          <w:szCs w:val="20"/>
        </w:rPr>
        <w:t>1</w:t>
      </w:r>
      <w:r w:rsidR="00131269" w:rsidRPr="002E2009">
        <w:rPr>
          <w:rFonts w:ascii="Arial" w:hAnsi="Arial" w:cs="Arial"/>
          <w:sz w:val="20"/>
          <w:szCs w:val="20"/>
        </w:rPr>
        <w:t>.TK</w:t>
      </w:r>
      <w:proofErr w:type="gramEnd"/>
      <w:r w:rsidR="00131269" w:rsidRPr="002E2009">
        <w:rPr>
          <w:rFonts w:ascii="Arial" w:hAnsi="Arial" w:cs="Arial"/>
          <w:sz w:val="20"/>
          <w:szCs w:val="20"/>
        </w:rPr>
        <w:t xml:space="preserve"> + TV</w:t>
      </w:r>
    </w:p>
    <w:tbl>
      <w:tblPr>
        <w:tblW w:w="928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4"/>
        <w:gridCol w:w="1417"/>
        <w:gridCol w:w="1560"/>
        <w:gridCol w:w="1889"/>
        <w:gridCol w:w="1371"/>
      </w:tblGrid>
      <w:tr w:rsidR="005B6BA9" w:rsidTr="00713D43">
        <w:trPr>
          <w:trHeight w:val="290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BA9" w:rsidRPr="00F16BD9" w:rsidRDefault="005B6BA9" w:rsidP="00713D43">
            <w:pPr>
              <w:rPr>
                <w:rFonts w:ascii="Calibri" w:hAnsi="Calibri"/>
                <w:b/>
                <w:color w:val="FF0000"/>
              </w:rPr>
            </w:pPr>
            <w:r w:rsidRPr="00F16BD9">
              <w:rPr>
                <w:rFonts w:ascii="Calibri" w:hAnsi="Calibri"/>
                <w:b/>
                <w:color w:val="FF0000"/>
              </w:rPr>
              <w:t>ŽST Pohled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BA9" w:rsidRPr="00F16BD9" w:rsidRDefault="005B6BA9" w:rsidP="00713D43">
            <w:pPr>
              <w:rPr>
                <w:rFonts w:ascii="Calibri" w:hAnsi="Calibri"/>
                <w:b/>
                <w:color w:val="FF0000"/>
              </w:rPr>
            </w:pPr>
            <w:r w:rsidRPr="00F16BD9">
              <w:rPr>
                <w:rFonts w:ascii="Calibri" w:hAnsi="Calibri"/>
                <w:b/>
                <w:color w:val="FF0000"/>
              </w:rPr>
              <w:t>km 111,670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BA9" w:rsidRPr="00F16BD9" w:rsidRDefault="005B6BA9" w:rsidP="00713D43">
            <w:pPr>
              <w:rPr>
                <w:rFonts w:ascii="Calibri" w:hAnsi="Calibri"/>
                <w:b/>
                <w:color w:val="FF0000"/>
              </w:rPr>
            </w:pPr>
            <w:r w:rsidRPr="00F16BD9">
              <w:rPr>
                <w:rFonts w:ascii="Calibri" w:hAnsi="Calibri"/>
                <w:b/>
                <w:color w:val="FF0000"/>
              </w:rPr>
              <w:t>1S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BA9" w:rsidRPr="00F16BD9" w:rsidRDefault="005B6BA9" w:rsidP="00713D43">
            <w:pPr>
              <w:rPr>
                <w:rFonts w:ascii="Calibri" w:hAnsi="Calibri"/>
                <w:b/>
                <w:color w:val="FF0000"/>
              </w:rPr>
            </w:pPr>
            <w:r w:rsidRPr="00F16BD9">
              <w:rPr>
                <w:rFonts w:ascii="Calibri" w:hAnsi="Calibri"/>
                <w:b/>
                <w:color w:val="FF0000"/>
              </w:rPr>
              <w:t>nové LHI 2x14/750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BA9" w:rsidRPr="00F16BD9" w:rsidRDefault="005B6BA9" w:rsidP="00713D43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PS 90-28-01</w:t>
            </w:r>
          </w:p>
        </w:tc>
      </w:tr>
      <w:tr w:rsidR="005B6BA9" w:rsidTr="00713D43">
        <w:trPr>
          <w:trHeight w:val="290"/>
        </w:trPr>
        <w:tc>
          <w:tcPr>
            <w:tcW w:w="30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6BA9" w:rsidRDefault="00FB77EA" w:rsidP="00713D43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ŽST Havlíčkův Brod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B6BA9" w:rsidRDefault="005B6BA9" w:rsidP="00713D43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Km 116,311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6BA9" w:rsidRDefault="005B6BA9" w:rsidP="00713D43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Výhybka </w:t>
            </w:r>
            <w:proofErr w:type="gramStart"/>
            <w:r>
              <w:rPr>
                <w:rFonts w:ascii="Calibri" w:hAnsi="Calibri"/>
              </w:rPr>
              <w:t>č.4</w:t>
            </w:r>
            <w:proofErr w:type="gramEnd"/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6BA9" w:rsidRPr="002E2009" w:rsidRDefault="005B6BA9" w:rsidP="00713D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LJI 2x20/70 – 7ks</w:t>
            </w:r>
          </w:p>
          <w:p w:rsidR="005B6BA9" w:rsidRDefault="005B6BA9" w:rsidP="00713D43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LJI 2x20/120 – 2ks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B6BA9" w:rsidRPr="002E2009" w:rsidRDefault="005B6BA9" w:rsidP="00713D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  <w:tr w:rsidR="00F16BD9" w:rsidTr="00713D43">
        <w:trPr>
          <w:trHeight w:val="290"/>
        </w:trPr>
        <w:tc>
          <w:tcPr>
            <w:tcW w:w="30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6BD9" w:rsidRDefault="00F16BD9" w:rsidP="00713D43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ŽST Havlíčkův Brod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6BD9" w:rsidRDefault="00F16BD9" w:rsidP="00713D43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Km 117,321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6BD9" w:rsidRDefault="00F16BD9" w:rsidP="00713D43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Výhybka </w:t>
            </w:r>
            <w:proofErr w:type="gramStart"/>
            <w:r>
              <w:rPr>
                <w:rFonts w:ascii="Calibri" w:hAnsi="Calibri"/>
              </w:rPr>
              <w:t>č.6</w:t>
            </w:r>
            <w:proofErr w:type="gramEnd"/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6BD9" w:rsidRPr="002E2009" w:rsidRDefault="00F16BD9" w:rsidP="00713D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LJI 2x20/70 – 7ks</w:t>
            </w:r>
          </w:p>
          <w:p w:rsidR="00F16BD9" w:rsidRDefault="00F16BD9" w:rsidP="00713D43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LJI 2x20/120 – 2ks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16BD9" w:rsidRPr="002E2009" w:rsidRDefault="00F16BD9" w:rsidP="00713D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</w:tbl>
    <w:p w:rsidR="00131269" w:rsidRDefault="00131269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13D43" w:rsidRPr="002E2009" w:rsidRDefault="00713D43" w:rsidP="00713D4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Vlkaneč</w:t>
      </w:r>
      <w:r w:rsidRPr="002E200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– Golčův </w:t>
      </w:r>
      <w:proofErr w:type="gramStart"/>
      <w:r>
        <w:rPr>
          <w:rFonts w:ascii="Arial" w:hAnsi="Arial" w:cs="Arial"/>
          <w:sz w:val="20"/>
          <w:szCs w:val="20"/>
        </w:rPr>
        <w:t xml:space="preserve">Jeníkov </w:t>
      </w:r>
      <w:r w:rsidRPr="002E2009">
        <w:rPr>
          <w:rFonts w:ascii="Arial" w:hAnsi="Arial" w:cs="Arial"/>
          <w:sz w:val="20"/>
          <w:szCs w:val="20"/>
        </w:rPr>
        <w:t xml:space="preserve">– </w:t>
      </w:r>
      <w:r>
        <w:rPr>
          <w:rFonts w:ascii="Arial" w:hAnsi="Arial" w:cs="Arial"/>
          <w:sz w:val="20"/>
          <w:szCs w:val="20"/>
        </w:rPr>
        <w:t>1</w:t>
      </w:r>
      <w:r w:rsidRPr="002E2009">
        <w:rPr>
          <w:rFonts w:ascii="Arial" w:hAnsi="Arial" w:cs="Arial"/>
          <w:sz w:val="20"/>
          <w:szCs w:val="20"/>
        </w:rPr>
        <w:t>.TK</w:t>
      </w:r>
      <w:proofErr w:type="gramEnd"/>
      <w:r w:rsidRPr="002E2009">
        <w:rPr>
          <w:rFonts w:ascii="Arial" w:hAnsi="Arial" w:cs="Arial"/>
          <w:sz w:val="20"/>
          <w:szCs w:val="20"/>
        </w:rPr>
        <w:t xml:space="preserve"> + TV</w:t>
      </w:r>
    </w:p>
    <w:tbl>
      <w:tblPr>
        <w:tblW w:w="92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4"/>
        <w:gridCol w:w="1346"/>
        <w:gridCol w:w="1559"/>
        <w:gridCol w:w="1889"/>
        <w:gridCol w:w="1443"/>
      </w:tblGrid>
      <w:tr w:rsidR="00713D43" w:rsidRPr="002E2009" w:rsidTr="00713D43">
        <w:trPr>
          <w:trHeight w:val="290"/>
        </w:trPr>
        <w:tc>
          <w:tcPr>
            <w:tcW w:w="3044" w:type="dxa"/>
            <w:shd w:val="clear" w:color="auto" w:fill="auto"/>
            <w:noWrap/>
            <w:vAlign w:val="center"/>
            <w:hideMark/>
          </w:tcPr>
          <w:p w:rsidR="00713D43" w:rsidRPr="00713D43" w:rsidRDefault="00713D43" w:rsidP="00713D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>ŽST Golčův Jeníkov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713D43" w:rsidRPr="00713D43" w:rsidRDefault="00713D43" w:rsidP="00713D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>km 266,700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13D43" w:rsidRPr="00713D43" w:rsidRDefault="00713D43" w:rsidP="00713D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 xml:space="preserve">Výhybka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č.1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13D43" w:rsidRPr="002E2009" w:rsidRDefault="00713D43" w:rsidP="00713D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2x20/70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  <w:p w:rsidR="00713D43" w:rsidRPr="00713D43" w:rsidRDefault="00713D43" w:rsidP="00713D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2x20/120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43" w:type="dxa"/>
            <w:vAlign w:val="center"/>
          </w:tcPr>
          <w:p w:rsidR="00713D43" w:rsidRPr="00713D43" w:rsidRDefault="00713D43" w:rsidP="00713D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</w:tbl>
    <w:p w:rsidR="00713D43" w:rsidRDefault="00713D43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B11CA" w:rsidRDefault="004B11CA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B6BA9" w:rsidRPr="00A841F1" w:rsidRDefault="007966B3" w:rsidP="002E200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A841F1">
        <w:rPr>
          <w:rFonts w:ascii="Arial" w:hAnsi="Arial" w:cs="Arial"/>
          <w:b/>
          <w:sz w:val="20"/>
          <w:szCs w:val="20"/>
        </w:rPr>
        <w:t>CELKEM :</w:t>
      </w:r>
      <w:proofErr w:type="gramEnd"/>
    </w:p>
    <w:tbl>
      <w:tblPr>
        <w:tblW w:w="6958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4"/>
        <w:gridCol w:w="980"/>
        <w:gridCol w:w="3354"/>
      </w:tblGrid>
      <w:tr w:rsidR="007966B3" w:rsidRPr="00F16BD9" w:rsidTr="007966B3">
        <w:trPr>
          <w:trHeight w:val="290"/>
        </w:trPr>
        <w:tc>
          <w:tcPr>
            <w:tcW w:w="2624" w:type="dxa"/>
            <w:shd w:val="clear" w:color="auto" w:fill="auto"/>
            <w:noWrap/>
            <w:vAlign w:val="center"/>
            <w:hideMark/>
          </w:tcPr>
          <w:p w:rsidR="007966B3" w:rsidRPr="00F16BD9" w:rsidRDefault="007966B3" w:rsidP="007966B3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LHI 2x14/750</w:t>
            </w:r>
          </w:p>
        </w:tc>
        <w:tc>
          <w:tcPr>
            <w:tcW w:w="980" w:type="dxa"/>
            <w:vAlign w:val="center"/>
          </w:tcPr>
          <w:p w:rsidR="007966B3" w:rsidRPr="00F16BD9" w:rsidRDefault="007966B3" w:rsidP="007966B3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6ks </w:t>
            </w:r>
          </w:p>
        </w:tc>
        <w:tc>
          <w:tcPr>
            <w:tcW w:w="3354" w:type="dxa"/>
            <w:vAlign w:val="center"/>
          </w:tcPr>
          <w:p w:rsidR="007966B3" w:rsidRPr="00F16BD9" w:rsidRDefault="007966B3" w:rsidP="007966B3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PS 90-28-01</w:t>
            </w:r>
          </w:p>
        </w:tc>
      </w:tr>
      <w:tr w:rsidR="007966B3" w:rsidRPr="00F16BD9" w:rsidTr="007966B3">
        <w:trPr>
          <w:trHeight w:val="290"/>
        </w:trPr>
        <w:tc>
          <w:tcPr>
            <w:tcW w:w="2624" w:type="dxa"/>
            <w:shd w:val="clear" w:color="auto" w:fill="auto"/>
            <w:noWrap/>
            <w:vAlign w:val="center"/>
          </w:tcPr>
          <w:p w:rsidR="007966B3" w:rsidRPr="007966B3" w:rsidRDefault="007966B3" w:rsidP="007966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66B3">
              <w:rPr>
                <w:rFonts w:ascii="Arial" w:hAnsi="Arial" w:cs="Arial"/>
                <w:sz w:val="20"/>
                <w:szCs w:val="20"/>
              </w:rPr>
              <w:t>LJI 2x20/70</w:t>
            </w:r>
          </w:p>
        </w:tc>
        <w:tc>
          <w:tcPr>
            <w:tcW w:w="980" w:type="dxa"/>
            <w:vAlign w:val="center"/>
          </w:tcPr>
          <w:p w:rsidR="007966B3" w:rsidRPr="00D167E3" w:rsidRDefault="00D167E3" w:rsidP="007966B3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20"/>
                <w:szCs w:val="20"/>
                <w:highlight w:val="yellow"/>
              </w:rPr>
            </w:pPr>
            <w:r w:rsidRPr="00D167E3">
              <w:rPr>
                <w:rFonts w:ascii="Arial" w:hAnsi="Arial" w:cs="Arial"/>
                <w:b/>
                <w:color w:val="0070C0"/>
                <w:sz w:val="20"/>
                <w:szCs w:val="20"/>
                <w:highlight w:val="yellow"/>
              </w:rPr>
              <w:t>30</w:t>
            </w:r>
            <w:r w:rsidR="007966B3" w:rsidRPr="00D167E3">
              <w:rPr>
                <w:rFonts w:ascii="Arial" w:hAnsi="Arial" w:cs="Arial"/>
                <w:b/>
                <w:color w:val="0070C0"/>
                <w:sz w:val="20"/>
                <w:szCs w:val="20"/>
                <w:highlight w:val="yellow"/>
              </w:rPr>
              <w:t>ks</w:t>
            </w:r>
          </w:p>
        </w:tc>
        <w:tc>
          <w:tcPr>
            <w:tcW w:w="3354" w:type="dxa"/>
            <w:vAlign w:val="center"/>
          </w:tcPr>
          <w:p w:rsidR="007966B3" w:rsidRPr="007966B3" w:rsidRDefault="007966B3" w:rsidP="007966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66B3">
              <w:rPr>
                <w:rFonts w:ascii="Arial" w:hAnsi="Arial" w:cs="Arial"/>
                <w:sz w:val="20"/>
                <w:szCs w:val="20"/>
              </w:rPr>
              <w:t>SO 90-17-01</w:t>
            </w:r>
          </w:p>
        </w:tc>
      </w:tr>
      <w:tr w:rsidR="007966B3" w:rsidRPr="00F16BD9" w:rsidTr="007966B3">
        <w:trPr>
          <w:trHeight w:val="290"/>
        </w:trPr>
        <w:tc>
          <w:tcPr>
            <w:tcW w:w="2624" w:type="dxa"/>
            <w:shd w:val="clear" w:color="auto" w:fill="auto"/>
            <w:noWrap/>
            <w:vAlign w:val="center"/>
          </w:tcPr>
          <w:p w:rsidR="007966B3" w:rsidRPr="007966B3" w:rsidRDefault="007966B3" w:rsidP="007966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66B3">
              <w:rPr>
                <w:rFonts w:ascii="Arial" w:hAnsi="Arial" w:cs="Arial"/>
                <w:sz w:val="20"/>
                <w:szCs w:val="20"/>
              </w:rPr>
              <w:t>LJI 2x20/120</w:t>
            </w:r>
          </w:p>
        </w:tc>
        <w:tc>
          <w:tcPr>
            <w:tcW w:w="980" w:type="dxa"/>
            <w:vAlign w:val="center"/>
          </w:tcPr>
          <w:p w:rsidR="007966B3" w:rsidRPr="00D167E3" w:rsidRDefault="00D167E3" w:rsidP="007966B3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20"/>
                <w:szCs w:val="20"/>
                <w:highlight w:val="yellow"/>
              </w:rPr>
            </w:pPr>
            <w:r w:rsidRPr="00D167E3">
              <w:rPr>
                <w:rFonts w:ascii="Arial" w:hAnsi="Arial" w:cs="Arial"/>
                <w:b/>
                <w:color w:val="0070C0"/>
                <w:sz w:val="20"/>
                <w:szCs w:val="20"/>
                <w:highlight w:val="yellow"/>
              </w:rPr>
              <w:t>9</w:t>
            </w:r>
            <w:r w:rsidR="007966B3" w:rsidRPr="00D167E3">
              <w:rPr>
                <w:rFonts w:ascii="Arial" w:hAnsi="Arial" w:cs="Arial"/>
                <w:b/>
                <w:color w:val="0070C0"/>
                <w:sz w:val="20"/>
                <w:szCs w:val="20"/>
                <w:highlight w:val="yellow"/>
              </w:rPr>
              <w:t>ks</w:t>
            </w:r>
          </w:p>
        </w:tc>
        <w:tc>
          <w:tcPr>
            <w:tcW w:w="3354" w:type="dxa"/>
            <w:vAlign w:val="center"/>
          </w:tcPr>
          <w:p w:rsidR="007966B3" w:rsidRPr="007966B3" w:rsidRDefault="007966B3" w:rsidP="007966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66B3">
              <w:rPr>
                <w:rFonts w:ascii="Arial" w:hAnsi="Arial" w:cs="Arial"/>
                <w:sz w:val="20"/>
                <w:szCs w:val="20"/>
              </w:rPr>
              <w:t>SO 90-17-01</w:t>
            </w:r>
          </w:p>
        </w:tc>
      </w:tr>
    </w:tbl>
    <w:p w:rsidR="007966B3" w:rsidRPr="002E2009" w:rsidRDefault="007966B3" w:rsidP="002E200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91776C" w:rsidRDefault="0091776C" w:rsidP="002E200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1776C" w:rsidRDefault="0091776C" w:rsidP="002E200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1776C" w:rsidRDefault="0091776C" w:rsidP="002E200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1776C" w:rsidRDefault="0091776C" w:rsidP="002E200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A3E9E" w:rsidRPr="005B6BA9" w:rsidRDefault="009A3E9E" w:rsidP="002E200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 w:rsidRPr="005B6BA9">
        <w:rPr>
          <w:rFonts w:ascii="Arial" w:hAnsi="Arial" w:cs="Arial"/>
          <w:b/>
          <w:sz w:val="24"/>
          <w:szCs w:val="24"/>
        </w:rPr>
        <w:t>16.1.2021</w:t>
      </w:r>
      <w:proofErr w:type="gramEnd"/>
      <w:r w:rsidRPr="005B6BA9">
        <w:rPr>
          <w:rFonts w:ascii="Arial" w:hAnsi="Arial" w:cs="Arial"/>
          <w:b/>
          <w:sz w:val="24"/>
          <w:szCs w:val="24"/>
        </w:rPr>
        <w:t xml:space="preserve"> </w:t>
      </w:r>
    </w:p>
    <w:p w:rsidR="005B6BA9" w:rsidRDefault="005B6BA9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A3E9E" w:rsidRPr="002E2009" w:rsidRDefault="005B6BA9" w:rsidP="002E200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9A3E9E" w:rsidRPr="002E2009">
        <w:rPr>
          <w:rFonts w:ascii="Arial" w:hAnsi="Arial" w:cs="Arial"/>
          <w:sz w:val="20"/>
          <w:szCs w:val="20"/>
        </w:rPr>
        <w:t xml:space="preserve">Ostrov nad Oslavou – </w:t>
      </w:r>
      <w:r>
        <w:rPr>
          <w:rFonts w:ascii="Arial" w:hAnsi="Arial" w:cs="Arial"/>
          <w:sz w:val="20"/>
          <w:szCs w:val="20"/>
        </w:rPr>
        <w:t>sudá skupina</w:t>
      </w:r>
      <w:r w:rsidR="009A3E9E" w:rsidRPr="002E2009">
        <w:rPr>
          <w:rFonts w:ascii="Arial" w:hAnsi="Arial" w:cs="Arial"/>
          <w:sz w:val="20"/>
          <w:szCs w:val="20"/>
        </w:rPr>
        <w:t xml:space="preserve"> + TV</w:t>
      </w:r>
    </w:p>
    <w:tbl>
      <w:tblPr>
        <w:tblW w:w="941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9"/>
        <w:gridCol w:w="1276"/>
        <w:gridCol w:w="1701"/>
        <w:gridCol w:w="1889"/>
        <w:gridCol w:w="1513"/>
      </w:tblGrid>
      <w:tr w:rsidR="007966B3" w:rsidRPr="002E2009" w:rsidTr="00A841F1">
        <w:trPr>
          <w:trHeight w:val="290"/>
        </w:trPr>
        <w:tc>
          <w:tcPr>
            <w:tcW w:w="30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6B3" w:rsidRPr="002E2009" w:rsidRDefault="007966B3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sz w:val="20"/>
                <w:szCs w:val="20"/>
              </w:rPr>
              <w:t>Žst. Ostrov nad Oslavou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966B3" w:rsidRPr="002E2009" w:rsidRDefault="007966B3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Km 77,321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6B3" w:rsidRPr="002E2009" w:rsidRDefault="007966B3" w:rsidP="00A841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2009">
              <w:rPr>
                <w:rFonts w:ascii="Arial" w:hAnsi="Arial" w:cs="Arial"/>
                <w:sz w:val="20"/>
                <w:szCs w:val="20"/>
              </w:rPr>
              <w:t xml:space="preserve">Výhybka </w:t>
            </w:r>
            <w:proofErr w:type="gramStart"/>
            <w:r w:rsidRPr="002E2009">
              <w:rPr>
                <w:rFonts w:ascii="Arial" w:hAnsi="Arial" w:cs="Arial"/>
                <w:sz w:val="20"/>
                <w:szCs w:val="20"/>
              </w:rPr>
              <w:t>č.6</w:t>
            </w:r>
            <w:proofErr w:type="gramEnd"/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6B3" w:rsidRPr="002E2009" w:rsidRDefault="007966B3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LJI 2x20/70 – 7ks</w:t>
            </w:r>
          </w:p>
          <w:p w:rsidR="007966B3" w:rsidRPr="002E2009" w:rsidRDefault="007966B3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2x20/120 – 1ks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966B3" w:rsidRPr="002E2009" w:rsidRDefault="007966B3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  <w:tr w:rsidR="007966B3" w:rsidRPr="002E2009" w:rsidTr="00A841F1">
        <w:trPr>
          <w:trHeight w:val="290"/>
        </w:trPr>
        <w:tc>
          <w:tcPr>
            <w:tcW w:w="30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6B3" w:rsidRPr="002E2009" w:rsidRDefault="007966B3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sz w:val="20"/>
                <w:szCs w:val="20"/>
              </w:rPr>
              <w:t>Žst. Ostrov nad Oslavou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966B3" w:rsidRPr="002E2009" w:rsidRDefault="007966B3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Km 78,160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6B3" w:rsidRPr="002E2009" w:rsidRDefault="007966B3" w:rsidP="00A841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2009">
              <w:rPr>
                <w:rFonts w:ascii="Arial" w:hAnsi="Arial" w:cs="Arial"/>
                <w:sz w:val="20"/>
                <w:szCs w:val="20"/>
              </w:rPr>
              <w:t xml:space="preserve">Výhybka </w:t>
            </w:r>
            <w:proofErr w:type="gramStart"/>
            <w:r w:rsidRPr="002E2009">
              <w:rPr>
                <w:rFonts w:ascii="Arial" w:hAnsi="Arial" w:cs="Arial"/>
                <w:sz w:val="20"/>
                <w:szCs w:val="20"/>
              </w:rPr>
              <w:t>č.13</w:t>
            </w:r>
            <w:proofErr w:type="gramEnd"/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6B3" w:rsidRPr="002E2009" w:rsidRDefault="007966B3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2x20/70 – 3ks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966B3" w:rsidRPr="002E2009" w:rsidRDefault="007966B3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</w:tbl>
    <w:p w:rsidR="005B6BA9" w:rsidRDefault="005B6BA9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81308" w:rsidRDefault="00181308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B6BA9" w:rsidRDefault="007966B3" w:rsidP="002E200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5B6BA9">
        <w:rPr>
          <w:rFonts w:ascii="Arial" w:hAnsi="Arial" w:cs="Arial"/>
          <w:sz w:val="20"/>
          <w:szCs w:val="20"/>
        </w:rPr>
        <w:t>Havlíčkův Brod</w:t>
      </w:r>
      <w:r w:rsidR="005B6BA9" w:rsidRPr="002E2009">
        <w:rPr>
          <w:rFonts w:ascii="Arial" w:hAnsi="Arial" w:cs="Arial"/>
          <w:sz w:val="20"/>
          <w:szCs w:val="20"/>
        </w:rPr>
        <w:t xml:space="preserve"> – </w:t>
      </w:r>
      <w:r w:rsidR="005B6BA9">
        <w:rPr>
          <w:rFonts w:ascii="Arial" w:hAnsi="Arial" w:cs="Arial"/>
          <w:sz w:val="20"/>
          <w:szCs w:val="20"/>
        </w:rPr>
        <w:t>sudá skupina</w:t>
      </w:r>
      <w:r w:rsidR="005B6BA9" w:rsidRPr="002E2009">
        <w:rPr>
          <w:rFonts w:ascii="Arial" w:hAnsi="Arial" w:cs="Arial"/>
          <w:sz w:val="20"/>
          <w:szCs w:val="20"/>
        </w:rPr>
        <w:t xml:space="preserve"> + TV</w:t>
      </w:r>
    </w:p>
    <w:tbl>
      <w:tblPr>
        <w:tblW w:w="941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9"/>
        <w:gridCol w:w="1276"/>
        <w:gridCol w:w="1701"/>
        <w:gridCol w:w="1987"/>
        <w:gridCol w:w="1415"/>
      </w:tblGrid>
      <w:tr w:rsidR="007966B3" w:rsidRPr="002E2009" w:rsidTr="00A841F1">
        <w:trPr>
          <w:trHeight w:val="290"/>
        </w:trPr>
        <w:tc>
          <w:tcPr>
            <w:tcW w:w="30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6B3" w:rsidRPr="002E2009" w:rsidRDefault="007966B3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ŽST Havlíčkův Brod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966B3" w:rsidRPr="002E2009" w:rsidRDefault="007966B3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Km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223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6B3" w:rsidRPr="002E2009" w:rsidRDefault="007966B3" w:rsidP="00A841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2009">
              <w:rPr>
                <w:rFonts w:ascii="Arial" w:hAnsi="Arial" w:cs="Arial"/>
                <w:sz w:val="20"/>
                <w:szCs w:val="20"/>
              </w:rPr>
              <w:t>Výhybka č.</w:t>
            </w:r>
            <w:r>
              <w:rPr>
                <w:rFonts w:ascii="Arial" w:hAnsi="Arial" w:cs="Arial"/>
                <w:sz w:val="20"/>
                <w:szCs w:val="20"/>
              </w:rPr>
              <w:t>21ab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6B3" w:rsidRPr="002E2009" w:rsidRDefault="007966B3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2x20/70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  <w:p w:rsidR="007966B3" w:rsidRPr="002E2009" w:rsidRDefault="007966B3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LJI 2x20/120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ks 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966B3" w:rsidRPr="002E2009" w:rsidRDefault="007966B3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</w:tbl>
    <w:p w:rsidR="00713D43" w:rsidRDefault="00713D43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81308" w:rsidRDefault="00181308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13D43" w:rsidRPr="002E2009" w:rsidRDefault="00713D43" w:rsidP="00713D4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Golčův Jeníkov </w:t>
      </w:r>
      <w:r w:rsidRPr="002E2009">
        <w:rPr>
          <w:rFonts w:ascii="Arial" w:hAnsi="Arial" w:cs="Arial"/>
          <w:sz w:val="20"/>
          <w:szCs w:val="20"/>
        </w:rPr>
        <w:t xml:space="preserve">– </w:t>
      </w:r>
      <w:r>
        <w:rPr>
          <w:rFonts w:ascii="Arial" w:hAnsi="Arial" w:cs="Arial"/>
          <w:sz w:val="20"/>
          <w:szCs w:val="20"/>
        </w:rPr>
        <w:t>sudá skupina</w:t>
      </w:r>
      <w:r w:rsidRPr="002E2009">
        <w:rPr>
          <w:rFonts w:ascii="Arial" w:hAnsi="Arial" w:cs="Arial"/>
          <w:sz w:val="20"/>
          <w:szCs w:val="20"/>
        </w:rPr>
        <w:t xml:space="preserve"> + TV</w:t>
      </w:r>
    </w:p>
    <w:tbl>
      <w:tblPr>
        <w:tblW w:w="94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4"/>
        <w:gridCol w:w="1346"/>
        <w:gridCol w:w="1559"/>
        <w:gridCol w:w="2056"/>
        <w:gridCol w:w="1418"/>
      </w:tblGrid>
      <w:tr w:rsidR="00713D43" w:rsidRPr="002E2009" w:rsidTr="00181308">
        <w:trPr>
          <w:trHeight w:val="290"/>
        </w:trPr>
        <w:tc>
          <w:tcPr>
            <w:tcW w:w="3044" w:type="dxa"/>
            <w:shd w:val="clear" w:color="auto" w:fill="auto"/>
            <w:noWrap/>
            <w:vAlign w:val="center"/>
            <w:hideMark/>
          </w:tcPr>
          <w:p w:rsidR="00713D43" w:rsidRPr="00713D43" w:rsidRDefault="00713D43" w:rsidP="00713D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>ŽST Golčův Jeníkov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713D43" w:rsidRPr="00713D43" w:rsidRDefault="00713D43" w:rsidP="00713D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>km 266,7</w:t>
            </w:r>
            <w:r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13D43" w:rsidRPr="00713D43" w:rsidRDefault="00713D43" w:rsidP="00713D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 xml:space="preserve">Výhybka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č.4</w:t>
            </w:r>
            <w:proofErr w:type="gramEnd"/>
          </w:p>
        </w:tc>
        <w:tc>
          <w:tcPr>
            <w:tcW w:w="2056" w:type="dxa"/>
            <w:shd w:val="clear" w:color="auto" w:fill="auto"/>
            <w:noWrap/>
            <w:vAlign w:val="center"/>
            <w:hideMark/>
          </w:tcPr>
          <w:p w:rsidR="00713D43" w:rsidRPr="002E2009" w:rsidRDefault="00713D43" w:rsidP="00713D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2x20/70 – </w:t>
            </w:r>
            <w:r w:rsidR="0018130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  <w:p w:rsidR="00713D43" w:rsidRPr="00713D43" w:rsidRDefault="00713D43" w:rsidP="001813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2x20/120 – </w:t>
            </w:r>
            <w:r w:rsidR="0018130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vAlign w:val="center"/>
          </w:tcPr>
          <w:p w:rsidR="00713D43" w:rsidRPr="00713D43" w:rsidRDefault="00713D43" w:rsidP="00713D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  <w:tr w:rsidR="00181308" w:rsidRPr="00713D43" w:rsidTr="00181308">
        <w:trPr>
          <w:trHeight w:val="290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308" w:rsidRPr="00713D43" w:rsidRDefault="00181308" w:rsidP="004D6D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>ŽST Golčův Jeníkov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308" w:rsidRPr="00713D43" w:rsidRDefault="00181308" w:rsidP="004D6D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>km 266,7</w:t>
            </w:r>
            <w:r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308" w:rsidRPr="00713D43" w:rsidRDefault="00181308" w:rsidP="001813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 xml:space="preserve">Výhybka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č.6</w:t>
            </w:r>
            <w:proofErr w:type="gramEnd"/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308" w:rsidRPr="002E2009" w:rsidRDefault="00181308" w:rsidP="004D6D3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2x20/70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  <w:p w:rsidR="00181308" w:rsidRPr="00181308" w:rsidRDefault="00181308" w:rsidP="004D6D3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2x20/120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308" w:rsidRPr="00181308" w:rsidRDefault="00181308" w:rsidP="004D6D3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  <w:tr w:rsidR="00181308" w:rsidRPr="00181308" w:rsidTr="00181308">
        <w:trPr>
          <w:trHeight w:val="290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308" w:rsidRPr="00713D43" w:rsidRDefault="00181308" w:rsidP="004D6D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>ŽST Golčův Jeníkov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308" w:rsidRPr="00713D43" w:rsidRDefault="00181308" w:rsidP="001813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>km 26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713D43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554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308" w:rsidRPr="00713D43" w:rsidRDefault="00181308" w:rsidP="001813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 xml:space="preserve">Výhybka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č.15</w:t>
            </w:r>
            <w:proofErr w:type="gramEnd"/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308" w:rsidRPr="002E2009" w:rsidRDefault="00181308" w:rsidP="004D6D3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2x20/70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  <w:p w:rsidR="00181308" w:rsidRPr="00181308" w:rsidRDefault="00181308" w:rsidP="004D6D3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2x20/120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308" w:rsidRPr="00181308" w:rsidRDefault="00181308" w:rsidP="004D6D3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  <w:tr w:rsidR="00181308" w:rsidRPr="00181308" w:rsidTr="00181308">
        <w:trPr>
          <w:trHeight w:val="290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308" w:rsidRPr="00713D43" w:rsidRDefault="00181308" w:rsidP="004D6D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>ŽST Golčův Jeníkov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308" w:rsidRPr="00713D43" w:rsidRDefault="00181308" w:rsidP="001813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>km 26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713D43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563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308" w:rsidRPr="00713D43" w:rsidRDefault="00181308" w:rsidP="001813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 xml:space="preserve">Výhybka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č.16</w:t>
            </w:r>
            <w:proofErr w:type="gramEnd"/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308" w:rsidRPr="002E2009" w:rsidRDefault="00181308" w:rsidP="004D6D3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2x20/70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  <w:p w:rsidR="00181308" w:rsidRPr="00181308" w:rsidRDefault="00181308" w:rsidP="004D6D3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2x20/120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308" w:rsidRPr="00181308" w:rsidRDefault="00181308" w:rsidP="004D6D3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</w:tbl>
    <w:p w:rsidR="00713D43" w:rsidRDefault="00713D43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B6BA9" w:rsidRPr="002E2009" w:rsidRDefault="005B6BA9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662F" w:rsidRPr="00F16BD9" w:rsidRDefault="003E662F" w:rsidP="002E200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 w:rsidRPr="00F16BD9">
        <w:rPr>
          <w:rFonts w:ascii="Arial" w:hAnsi="Arial" w:cs="Arial"/>
          <w:b/>
          <w:sz w:val="24"/>
          <w:szCs w:val="24"/>
        </w:rPr>
        <w:t>17.1.2021</w:t>
      </w:r>
      <w:proofErr w:type="gramEnd"/>
      <w:r w:rsidRPr="00F16BD9">
        <w:rPr>
          <w:rFonts w:ascii="Arial" w:hAnsi="Arial" w:cs="Arial"/>
          <w:b/>
          <w:sz w:val="24"/>
          <w:szCs w:val="24"/>
        </w:rPr>
        <w:t xml:space="preserve"> </w:t>
      </w:r>
    </w:p>
    <w:p w:rsidR="00F16BD9" w:rsidRDefault="00F16BD9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662F" w:rsidRPr="002E2009" w:rsidRDefault="00F16BD9" w:rsidP="002E200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E662F" w:rsidRPr="002E2009">
        <w:rPr>
          <w:rFonts w:ascii="Arial" w:hAnsi="Arial" w:cs="Arial"/>
          <w:sz w:val="20"/>
          <w:szCs w:val="20"/>
        </w:rPr>
        <w:t xml:space="preserve">Ostrov nad </w:t>
      </w:r>
      <w:proofErr w:type="gramStart"/>
      <w:r w:rsidR="003E662F" w:rsidRPr="002E2009">
        <w:rPr>
          <w:rFonts w:ascii="Arial" w:hAnsi="Arial" w:cs="Arial"/>
          <w:sz w:val="20"/>
          <w:szCs w:val="20"/>
        </w:rPr>
        <w:t>Oslavou – 1.TK</w:t>
      </w:r>
      <w:proofErr w:type="gramEnd"/>
      <w:r w:rsidR="003E662F" w:rsidRPr="002E2009">
        <w:rPr>
          <w:rFonts w:ascii="Arial" w:hAnsi="Arial" w:cs="Arial"/>
          <w:sz w:val="20"/>
          <w:szCs w:val="20"/>
        </w:rPr>
        <w:t xml:space="preserve"> + TV</w:t>
      </w:r>
    </w:p>
    <w:tbl>
      <w:tblPr>
        <w:tblW w:w="941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9"/>
        <w:gridCol w:w="1276"/>
        <w:gridCol w:w="1701"/>
        <w:gridCol w:w="1889"/>
        <w:gridCol w:w="1513"/>
      </w:tblGrid>
      <w:tr w:rsidR="00F16BD9" w:rsidRPr="002E2009" w:rsidTr="00A841F1">
        <w:trPr>
          <w:trHeight w:val="290"/>
        </w:trPr>
        <w:tc>
          <w:tcPr>
            <w:tcW w:w="30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sz w:val="20"/>
                <w:szCs w:val="20"/>
              </w:rPr>
              <w:t>Žst. Ostrov nad Oslavou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Km 77,321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2009">
              <w:rPr>
                <w:rFonts w:ascii="Arial" w:hAnsi="Arial" w:cs="Arial"/>
                <w:sz w:val="20"/>
                <w:szCs w:val="20"/>
              </w:rPr>
              <w:t xml:space="preserve">Výhybka </w:t>
            </w:r>
            <w:proofErr w:type="gramStart"/>
            <w:r w:rsidRPr="002E2009">
              <w:rPr>
                <w:rFonts w:ascii="Arial" w:hAnsi="Arial" w:cs="Arial"/>
                <w:sz w:val="20"/>
                <w:szCs w:val="20"/>
              </w:rPr>
              <w:t>č.5</w:t>
            </w:r>
            <w:proofErr w:type="gramEnd"/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LJI 2x20/70 – 7ks</w:t>
            </w:r>
          </w:p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2x20/120 – 2ks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  <w:tr w:rsidR="00F16BD9" w:rsidRPr="002E2009" w:rsidTr="00A841F1">
        <w:trPr>
          <w:trHeight w:val="290"/>
        </w:trPr>
        <w:tc>
          <w:tcPr>
            <w:tcW w:w="30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sz w:val="20"/>
                <w:szCs w:val="20"/>
              </w:rPr>
              <w:t>Žst. Ostrov nad Oslavou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Km 78,160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2009">
              <w:rPr>
                <w:rFonts w:ascii="Arial" w:hAnsi="Arial" w:cs="Arial"/>
                <w:sz w:val="20"/>
                <w:szCs w:val="20"/>
              </w:rPr>
              <w:t xml:space="preserve">Výhybka </w:t>
            </w:r>
            <w:proofErr w:type="gramStart"/>
            <w:r w:rsidRPr="002E2009">
              <w:rPr>
                <w:rFonts w:ascii="Arial" w:hAnsi="Arial" w:cs="Arial"/>
                <w:sz w:val="20"/>
                <w:szCs w:val="20"/>
              </w:rPr>
              <w:t>č.12</w:t>
            </w:r>
            <w:proofErr w:type="gramEnd"/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2x20/70 – 3ks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  <w:tr w:rsidR="00F16BD9" w:rsidRPr="002E2009" w:rsidTr="00A841F1">
        <w:trPr>
          <w:trHeight w:val="290"/>
        </w:trPr>
        <w:tc>
          <w:tcPr>
            <w:tcW w:w="30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sz w:val="20"/>
                <w:szCs w:val="20"/>
              </w:rPr>
              <w:t>Žst. Ostrov nad Oslavou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Km 78,166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2009">
              <w:rPr>
                <w:rFonts w:ascii="Arial" w:hAnsi="Arial" w:cs="Arial"/>
                <w:sz w:val="20"/>
                <w:szCs w:val="20"/>
              </w:rPr>
              <w:t xml:space="preserve">Výhybka </w:t>
            </w:r>
            <w:proofErr w:type="gramStart"/>
            <w:r w:rsidRPr="002E2009">
              <w:rPr>
                <w:rFonts w:ascii="Arial" w:hAnsi="Arial" w:cs="Arial"/>
                <w:sz w:val="20"/>
                <w:szCs w:val="20"/>
              </w:rPr>
              <w:t>č.14</w:t>
            </w:r>
            <w:proofErr w:type="gramEnd"/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2x20/70 – 3ks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</w:tbl>
    <w:p w:rsidR="003E662F" w:rsidRDefault="003E662F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B6BA9" w:rsidRDefault="005B6BA9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16BD9" w:rsidRDefault="00F16BD9" w:rsidP="00F16BD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Havlíčkův Brod</w:t>
      </w:r>
      <w:r w:rsidRPr="002E2009">
        <w:rPr>
          <w:rFonts w:ascii="Arial" w:hAnsi="Arial" w:cs="Arial"/>
          <w:sz w:val="20"/>
          <w:szCs w:val="20"/>
        </w:rPr>
        <w:t xml:space="preserve"> – </w:t>
      </w:r>
      <w:r>
        <w:rPr>
          <w:rFonts w:ascii="Arial" w:hAnsi="Arial" w:cs="Arial"/>
          <w:sz w:val="20"/>
          <w:szCs w:val="20"/>
        </w:rPr>
        <w:t>lichá skupina</w:t>
      </w:r>
      <w:r w:rsidRPr="002E2009">
        <w:rPr>
          <w:rFonts w:ascii="Arial" w:hAnsi="Arial" w:cs="Arial"/>
          <w:sz w:val="20"/>
          <w:szCs w:val="20"/>
        </w:rPr>
        <w:t xml:space="preserve"> + TV</w:t>
      </w:r>
    </w:p>
    <w:tbl>
      <w:tblPr>
        <w:tblW w:w="941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9"/>
        <w:gridCol w:w="1276"/>
        <w:gridCol w:w="1701"/>
        <w:gridCol w:w="1889"/>
        <w:gridCol w:w="1513"/>
      </w:tblGrid>
      <w:tr w:rsidR="00F16BD9" w:rsidRPr="002E2009" w:rsidTr="00A841F1">
        <w:trPr>
          <w:trHeight w:val="290"/>
        </w:trPr>
        <w:tc>
          <w:tcPr>
            <w:tcW w:w="30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ŽST Havlíčkův Brod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Km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223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2009">
              <w:rPr>
                <w:rFonts w:ascii="Arial" w:hAnsi="Arial" w:cs="Arial"/>
                <w:sz w:val="20"/>
                <w:szCs w:val="20"/>
              </w:rPr>
              <w:t>Výhybka č.</w:t>
            </w:r>
            <w:r>
              <w:rPr>
                <w:rFonts w:ascii="Arial" w:hAnsi="Arial" w:cs="Arial"/>
                <w:sz w:val="20"/>
                <w:szCs w:val="20"/>
              </w:rPr>
              <w:t>8ab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2x20/70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2x20/120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ks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  <w:tr w:rsidR="00F16BD9" w:rsidRPr="002E2009" w:rsidTr="00A841F1">
        <w:trPr>
          <w:trHeight w:val="290"/>
        </w:trPr>
        <w:tc>
          <w:tcPr>
            <w:tcW w:w="30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6BD9" w:rsidRPr="00F16BD9" w:rsidRDefault="00F16BD9" w:rsidP="00A841F1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ŽST Havlíčkův Brod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Km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223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2009">
              <w:rPr>
                <w:rFonts w:ascii="Arial" w:hAnsi="Arial" w:cs="Arial"/>
                <w:sz w:val="20"/>
                <w:szCs w:val="20"/>
              </w:rPr>
              <w:t>Výhybka č.</w:t>
            </w:r>
            <w:r>
              <w:rPr>
                <w:rFonts w:ascii="Arial" w:hAnsi="Arial" w:cs="Arial"/>
                <w:sz w:val="20"/>
                <w:szCs w:val="20"/>
              </w:rPr>
              <w:t>20ab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2x20/70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2x20/120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ks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</w:tbl>
    <w:p w:rsidR="004B11CA" w:rsidRDefault="00F16BD9" w:rsidP="002E200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7966B3">
        <w:rPr>
          <w:rFonts w:ascii="Arial" w:hAnsi="Arial" w:cs="Arial"/>
          <w:b/>
          <w:sz w:val="20"/>
          <w:szCs w:val="20"/>
        </w:rPr>
        <w:t xml:space="preserve"> </w:t>
      </w:r>
    </w:p>
    <w:p w:rsidR="00A857C8" w:rsidRPr="004B11CA" w:rsidRDefault="00A857C8" w:rsidP="00A857C8">
      <w:pPr>
        <w:spacing w:after="0" w:line="240" w:lineRule="auto"/>
        <w:rPr>
          <w:rFonts w:ascii="Arial" w:hAnsi="Arial" w:cs="Arial"/>
          <w:b/>
          <w:color w:val="4472C4" w:themeColor="accent5"/>
          <w:sz w:val="20"/>
          <w:szCs w:val="20"/>
        </w:rPr>
      </w:pPr>
      <w:proofErr w:type="gramStart"/>
      <w:r w:rsidRPr="004B11CA">
        <w:rPr>
          <w:rFonts w:ascii="Arial" w:hAnsi="Arial" w:cs="Arial"/>
          <w:b/>
          <w:color w:val="4472C4" w:themeColor="accent5"/>
          <w:sz w:val="20"/>
          <w:szCs w:val="20"/>
        </w:rPr>
        <w:t>Poznámka :</w:t>
      </w:r>
      <w:proofErr w:type="gramEnd"/>
    </w:p>
    <w:p w:rsidR="00A857C8" w:rsidRPr="004B11CA" w:rsidRDefault="00A857C8" w:rsidP="00A857C8">
      <w:pPr>
        <w:spacing w:after="0" w:line="240" w:lineRule="auto"/>
        <w:rPr>
          <w:rFonts w:ascii="Arial" w:hAnsi="Arial" w:cs="Arial"/>
          <w:b/>
          <w:color w:val="4472C4" w:themeColor="accent5"/>
          <w:sz w:val="20"/>
          <w:szCs w:val="20"/>
        </w:rPr>
      </w:pPr>
      <w:r w:rsidRPr="004B11CA">
        <w:rPr>
          <w:rFonts w:ascii="Arial" w:hAnsi="Arial" w:cs="Arial"/>
          <w:b/>
          <w:color w:val="4472C4" w:themeColor="accent5"/>
          <w:sz w:val="20"/>
          <w:szCs w:val="20"/>
        </w:rPr>
        <w:t xml:space="preserve">Ostatní zde neuvedené práce budou prováděny v následně </w:t>
      </w:r>
      <w:r>
        <w:rPr>
          <w:rFonts w:ascii="Arial" w:hAnsi="Arial" w:cs="Arial"/>
          <w:b/>
          <w:color w:val="4472C4" w:themeColor="accent5"/>
          <w:sz w:val="20"/>
          <w:szCs w:val="20"/>
        </w:rPr>
        <w:t xml:space="preserve">nezbytných </w:t>
      </w:r>
      <w:r w:rsidRPr="004B11CA">
        <w:rPr>
          <w:rFonts w:ascii="Arial" w:hAnsi="Arial" w:cs="Arial"/>
          <w:b/>
          <w:color w:val="4472C4" w:themeColor="accent5"/>
          <w:sz w:val="20"/>
          <w:szCs w:val="20"/>
        </w:rPr>
        <w:t>výlukách dle potřeby</w:t>
      </w:r>
      <w:r>
        <w:rPr>
          <w:rFonts w:ascii="Arial" w:hAnsi="Arial" w:cs="Arial"/>
          <w:b/>
          <w:color w:val="4472C4" w:themeColor="accent5"/>
          <w:sz w:val="20"/>
          <w:szCs w:val="20"/>
        </w:rPr>
        <w:t xml:space="preserve"> uchazeče a současně v možnostech objednatele.</w:t>
      </w:r>
    </w:p>
    <w:p w:rsidR="00181308" w:rsidRDefault="00181308" w:rsidP="00A857C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B11CA" w:rsidRDefault="004B11CA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81308" w:rsidRPr="002E2009" w:rsidRDefault="00181308" w:rsidP="00181308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Golčův Jeníkov </w:t>
      </w:r>
      <w:r w:rsidRPr="002E2009">
        <w:rPr>
          <w:rFonts w:ascii="Arial" w:hAnsi="Arial" w:cs="Arial"/>
          <w:sz w:val="20"/>
          <w:szCs w:val="20"/>
        </w:rPr>
        <w:t xml:space="preserve">– </w:t>
      </w:r>
      <w:r>
        <w:rPr>
          <w:rFonts w:ascii="Arial" w:hAnsi="Arial" w:cs="Arial"/>
          <w:sz w:val="20"/>
          <w:szCs w:val="20"/>
        </w:rPr>
        <w:t>lichá skupina</w:t>
      </w:r>
      <w:r w:rsidRPr="002E2009">
        <w:rPr>
          <w:rFonts w:ascii="Arial" w:hAnsi="Arial" w:cs="Arial"/>
          <w:sz w:val="20"/>
          <w:szCs w:val="20"/>
        </w:rPr>
        <w:t xml:space="preserve"> + TV</w:t>
      </w:r>
    </w:p>
    <w:tbl>
      <w:tblPr>
        <w:tblW w:w="94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4"/>
        <w:gridCol w:w="1346"/>
        <w:gridCol w:w="1559"/>
        <w:gridCol w:w="2056"/>
        <w:gridCol w:w="1418"/>
      </w:tblGrid>
      <w:tr w:rsidR="00181308" w:rsidRPr="002E2009" w:rsidTr="004D6D34">
        <w:trPr>
          <w:trHeight w:val="290"/>
        </w:trPr>
        <w:tc>
          <w:tcPr>
            <w:tcW w:w="3044" w:type="dxa"/>
            <w:shd w:val="clear" w:color="auto" w:fill="auto"/>
            <w:noWrap/>
            <w:vAlign w:val="center"/>
            <w:hideMark/>
          </w:tcPr>
          <w:p w:rsidR="00181308" w:rsidRPr="00713D43" w:rsidRDefault="00181308" w:rsidP="004D6D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>ŽST Golčův Jeníkov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181308" w:rsidRPr="00713D43" w:rsidRDefault="00181308" w:rsidP="004D6D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>km 266,7</w:t>
            </w:r>
            <w:r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81308" w:rsidRPr="00713D43" w:rsidRDefault="00181308" w:rsidP="004D6D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 xml:space="preserve">Výhybka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č.3</w:t>
            </w:r>
            <w:proofErr w:type="gramEnd"/>
          </w:p>
        </w:tc>
        <w:tc>
          <w:tcPr>
            <w:tcW w:w="2056" w:type="dxa"/>
            <w:shd w:val="clear" w:color="auto" w:fill="auto"/>
            <w:noWrap/>
            <w:vAlign w:val="center"/>
            <w:hideMark/>
          </w:tcPr>
          <w:p w:rsidR="00181308" w:rsidRPr="002E2009" w:rsidRDefault="00181308" w:rsidP="004D6D3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2x20/70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  <w:p w:rsidR="00181308" w:rsidRPr="00713D43" w:rsidRDefault="00181308" w:rsidP="001813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2x20/120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vAlign w:val="center"/>
          </w:tcPr>
          <w:p w:rsidR="00181308" w:rsidRPr="00713D43" w:rsidRDefault="00181308" w:rsidP="004D6D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  <w:tr w:rsidR="00181308" w:rsidRPr="00713D43" w:rsidTr="004D6D34">
        <w:trPr>
          <w:trHeight w:val="290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308" w:rsidRPr="00713D43" w:rsidRDefault="00181308" w:rsidP="004D6D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>ŽST Golčův Jeníkov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308" w:rsidRPr="00713D43" w:rsidRDefault="00181308" w:rsidP="001813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>km 266,7</w:t>
            </w:r>
            <w:r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308" w:rsidRPr="00713D43" w:rsidRDefault="00181308" w:rsidP="001813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 xml:space="preserve">Výhybka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č.5</w:t>
            </w:r>
            <w:proofErr w:type="gramEnd"/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308" w:rsidRPr="002E2009" w:rsidRDefault="00181308" w:rsidP="004D6D3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2x20/70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  <w:p w:rsidR="00181308" w:rsidRPr="00181308" w:rsidRDefault="00181308" w:rsidP="004D6D3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2x20/120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308" w:rsidRPr="00181308" w:rsidRDefault="00181308" w:rsidP="004D6D3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  <w:tr w:rsidR="00181308" w:rsidRPr="00181308" w:rsidTr="004D6D34">
        <w:trPr>
          <w:trHeight w:val="290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308" w:rsidRPr="00713D43" w:rsidRDefault="00181308" w:rsidP="004D6D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>ŽST Golčův Jeníkov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308" w:rsidRPr="00713D43" w:rsidRDefault="00181308" w:rsidP="004D6D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>km 26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713D43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554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308" w:rsidRPr="00713D43" w:rsidRDefault="00181308" w:rsidP="004D6D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 xml:space="preserve">Výhybka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č.14</w:t>
            </w:r>
            <w:proofErr w:type="gramEnd"/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308" w:rsidRPr="002E2009" w:rsidRDefault="00181308" w:rsidP="004D6D3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2x20/70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  <w:p w:rsidR="00181308" w:rsidRPr="00181308" w:rsidRDefault="00181308" w:rsidP="004D6D3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2x20/120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308" w:rsidRPr="00181308" w:rsidRDefault="00181308" w:rsidP="004D6D3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</w:tbl>
    <w:p w:rsidR="005B6BA9" w:rsidRDefault="005B6BA9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966B3" w:rsidRDefault="007966B3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966B3" w:rsidRPr="00A841F1" w:rsidRDefault="004B11CA" w:rsidP="007966B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proofErr w:type="gramStart"/>
      <w:r w:rsidR="007966B3" w:rsidRPr="00A841F1">
        <w:rPr>
          <w:rFonts w:ascii="Arial" w:hAnsi="Arial" w:cs="Arial"/>
          <w:b/>
          <w:sz w:val="20"/>
          <w:szCs w:val="20"/>
        </w:rPr>
        <w:t>CELKEM :</w:t>
      </w:r>
      <w:proofErr w:type="gramEnd"/>
    </w:p>
    <w:tbl>
      <w:tblPr>
        <w:tblW w:w="6958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4"/>
        <w:gridCol w:w="980"/>
        <w:gridCol w:w="3354"/>
      </w:tblGrid>
      <w:tr w:rsidR="007966B3" w:rsidRPr="00F16BD9" w:rsidTr="00713D43">
        <w:trPr>
          <w:trHeight w:val="290"/>
        </w:trPr>
        <w:tc>
          <w:tcPr>
            <w:tcW w:w="2624" w:type="dxa"/>
            <w:shd w:val="clear" w:color="auto" w:fill="auto"/>
            <w:noWrap/>
            <w:vAlign w:val="center"/>
          </w:tcPr>
          <w:p w:rsidR="007966B3" w:rsidRPr="007966B3" w:rsidRDefault="007966B3" w:rsidP="00713D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66B3">
              <w:rPr>
                <w:rFonts w:ascii="Arial" w:hAnsi="Arial" w:cs="Arial"/>
                <w:sz w:val="20"/>
                <w:szCs w:val="20"/>
              </w:rPr>
              <w:t>LJI 2x20/70</w:t>
            </w:r>
          </w:p>
        </w:tc>
        <w:tc>
          <w:tcPr>
            <w:tcW w:w="980" w:type="dxa"/>
            <w:vAlign w:val="center"/>
          </w:tcPr>
          <w:p w:rsidR="007966B3" w:rsidRPr="007966B3" w:rsidRDefault="007966B3" w:rsidP="000C5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C59FA">
              <w:rPr>
                <w:rFonts w:ascii="Arial" w:hAnsi="Arial" w:cs="Arial"/>
                <w:sz w:val="20"/>
                <w:szCs w:val="20"/>
              </w:rPr>
              <w:t>45</w:t>
            </w:r>
            <w:r w:rsidRPr="007966B3">
              <w:rPr>
                <w:rFonts w:ascii="Arial" w:hAnsi="Arial" w:cs="Arial"/>
                <w:sz w:val="20"/>
                <w:szCs w:val="20"/>
              </w:rPr>
              <w:t>ks</w:t>
            </w:r>
          </w:p>
        </w:tc>
        <w:tc>
          <w:tcPr>
            <w:tcW w:w="3354" w:type="dxa"/>
            <w:vAlign w:val="center"/>
          </w:tcPr>
          <w:p w:rsidR="007966B3" w:rsidRPr="007966B3" w:rsidRDefault="007966B3" w:rsidP="00713D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66B3">
              <w:rPr>
                <w:rFonts w:ascii="Arial" w:hAnsi="Arial" w:cs="Arial"/>
                <w:sz w:val="20"/>
                <w:szCs w:val="20"/>
              </w:rPr>
              <w:t>SO 90-17-01</w:t>
            </w:r>
          </w:p>
        </w:tc>
      </w:tr>
      <w:tr w:rsidR="007966B3" w:rsidRPr="00F16BD9" w:rsidTr="00713D43">
        <w:trPr>
          <w:trHeight w:val="290"/>
        </w:trPr>
        <w:tc>
          <w:tcPr>
            <w:tcW w:w="2624" w:type="dxa"/>
            <w:shd w:val="clear" w:color="auto" w:fill="auto"/>
            <w:noWrap/>
            <w:vAlign w:val="center"/>
          </w:tcPr>
          <w:p w:rsidR="007966B3" w:rsidRPr="007966B3" w:rsidRDefault="007966B3" w:rsidP="00713D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66B3">
              <w:rPr>
                <w:rFonts w:ascii="Arial" w:hAnsi="Arial" w:cs="Arial"/>
                <w:sz w:val="20"/>
                <w:szCs w:val="20"/>
              </w:rPr>
              <w:t>LJI 2x20/120</w:t>
            </w:r>
          </w:p>
        </w:tc>
        <w:tc>
          <w:tcPr>
            <w:tcW w:w="980" w:type="dxa"/>
            <w:vAlign w:val="center"/>
          </w:tcPr>
          <w:p w:rsidR="007966B3" w:rsidRPr="007966B3" w:rsidRDefault="000C59FA" w:rsidP="00713D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  <w:r w:rsidR="007966B3" w:rsidRPr="007966B3">
              <w:rPr>
                <w:rFonts w:ascii="Arial" w:hAnsi="Arial" w:cs="Arial"/>
                <w:sz w:val="20"/>
                <w:szCs w:val="20"/>
              </w:rPr>
              <w:t>ks</w:t>
            </w:r>
          </w:p>
        </w:tc>
        <w:tc>
          <w:tcPr>
            <w:tcW w:w="3354" w:type="dxa"/>
            <w:vAlign w:val="center"/>
          </w:tcPr>
          <w:p w:rsidR="007966B3" w:rsidRPr="007966B3" w:rsidRDefault="007966B3" w:rsidP="00713D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66B3">
              <w:rPr>
                <w:rFonts w:ascii="Arial" w:hAnsi="Arial" w:cs="Arial"/>
                <w:sz w:val="20"/>
                <w:szCs w:val="20"/>
              </w:rPr>
              <w:t>SO 90-17-01</w:t>
            </w:r>
          </w:p>
        </w:tc>
      </w:tr>
    </w:tbl>
    <w:p w:rsidR="009A62A0" w:rsidRPr="00BD42EC" w:rsidRDefault="009A62A0" w:rsidP="002E200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 w:rsidRPr="00BD42EC">
        <w:rPr>
          <w:rFonts w:ascii="Arial" w:hAnsi="Arial" w:cs="Arial"/>
          <w:b/>
          <w:sz w:val="24"/>
          <w:szCs w:val="24"/>
        </w:rPr>
        <w:lastRenderedPageBreak/>
        <w:t>23.1.2021</w:t>
      </w:r>
      <w:proofErr w:type="gramEnd"/>
      <w:r w:rsidRPr="00BD42EC">
        <w:rPr>
          <w:rFonts w:ascii="Arial" w:hAnsi="Arial" w:cs="Arial"/>
          <w:b/>
          <w:sz w:val="24"/>
          <w:szCs w:val="24"/>
        </w:rPr>
        <w:t xml:space="preserve"> </w:t>
      </w:r>
    </w:p>
    <w:p w:rsidR="00BD42EC" w:rsidRDefault="00BD42EC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A62A0" w:rsidRPr="002E2009" w:rsidRDefault="00BD42EC" w:rsidP="002E200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9A62A0" w:rsidRPr="002E2009">
        <w:rPr>
          <w:rFonts w:ascii="Arial" w:hAnsi="Arial" w:cs="Arial"/>
          <w:sz w:val="20"/>
          <w:szCs w:val="20"/>
        </w:rPr>
        <w:t xml:space="preserve">Ostrov nad Oslavou – Žďár nad </w:t>
      </w:r>
      <w:proofErr w:type="gramStart"/>
      <w:r w:rsidR="009A62A0" w:rsidRPr="002E2009">
        <w:rPr>
          <w:rFonts w:ascii="Arial" w:hAnsi="Arial" w:cs="Arial"/>
          <w:sz w:val="20"/>
          <w:szCs w:val="20"/>
        </w:rPr>
        <w:t>Sázavou – 2.TK</w:t>
      </w:r>
      <w:proofErr w:type="gramEnd"/>
      <w:r w:rsidR="009A62A0" w:rsidRPr="002E2009">
        <w:rPr>
          <w:rFonts w:ascii="Arial" w:hAnsi="Arial" w:cs="Arial"/>
          <w:sz w:val="20"/>
          <w:szCs w:val="20"/>
        </w:rPr>
        <w:t xml:space="preserve"> + TV</w:t>
      </w:r>
    </w:p>
    <w:tbl>
      <w:tblPr>
        <w:tblW w:w="94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4"/>
        <w:gridCol w:w="1417"/>
        <w:gridCol w:w="1418"/>
        <w:gridCol w:w="1889"/>
        <w:gridCol w:w="1655"/>
      </w:tblGrid>
      <w:tr w:rsidR="00A841F1" w:rsidRPr="002E2009" w:rsidTr="00A841F1">
        <w:trPr>
          <w:trHeight w:val="290"/>
        </w:trPr>
        <w:tc>
          <w:tcPr>
            <w:tcW w:w="3044" w:type="dxa"/>
            <w:shd w:val="clear" w:color="auto" w:fill="auto"/>
            <w:noWrap/>
            <w:vAlign w:val="center"/>
          </w:tcPr>
          <w:p w:rsidR="00A841F1" w:rsidRPr="002E2009" w:rsidRDefault="00A841F1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sz w:val="20"/>
                <w:szCs w:val="20"/>
              </w:rPr>
              <w:t>Žst. Ostrov nad Oslavou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A841F1" w:rsidRPr="002E2009" w:rsidRDefault="00A841F1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Km 78,242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841F1" w:rsidRPr="002E2009" w:rsidRDefault="00A841F1" w:rsidP="00A841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2009">
              <w:rPr>
                <w:rFonts w:ascii="Arial" w:hAnsi="Arial" w:cs="Arial"/>
                <w:sz w:val="20"/>
                <w:szCs w:val="20"/>
              </w:rPr>
              <w:t xml:space="preserve">Výhybka </w:t>
            </w:r>
            <w:proofErr w:type="gramStart"/>
            <w:r w:rsidRPr="002E2009">
              <w:rPr>
                <w:rFonts w:ascii="Arial" w:hAnsi="Arial" w:cs="Arial"/>
                <w:sz w:val="20"/>
                <w:szCs w:val="20"/>
              </w:rPr>
              <w:t>č.15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</w:tcPr>
          <w:p w:rsidR="00A841F1" w:rsidRPr="002E2009" w:rsidRDefault="00A841F1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2x20/70 – 3ks </w:t>
            </w:r>
          </w:p>
        </w:tc>
        <w:tc>
          <w:tcPr>
            <w:tcW w:w="1655" w:type="dxa"/>
            <w:vAlign w:val="center"/>
          </w:tcPr>
          <w:p w:rsidR="00A841F1" w:rsidRPr="002E2009" w:rsidRDefault="00A841F1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  <w:tr w:rsidR="00A841F1" w:rsidRPr="002E2009" w:rsidTr="00A841F1">
        <w:trPr>
          <w:trHeight w:val="290"/>
        </w:trPr>
        <w:tc>
          <w:tcPr>
            <w:tcW w:w="3044" w:type="dxa"/>
            <w:shd w:val="clear" w:color="auto" w:fill="auto"/>
            <w:noWrap/>
            <w:vAlign w:val="center"/>
          </w:tcPr>
          <w:p w:rsidR="00A841F1" w:rsidRPr="002E2009" w:rsidRDefault="00A841F1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sz w:val="20"/>
                <w:szCs w:val="20"/>
              </w:rPr>
              <w:t>Žst. Ostrov nad Oslavou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A841F1" w:rsidRPr="002E2009" w:rsidRDefault="00A841F1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Km 78,242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841F1" w:rsidRPr="002E2009" w:rsidRDefault="00A841F1" w:rsidP="00A841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2009">
              <w:rPr>
                <w:rFonts w:ascii="Arial" w:hAnsi="Arial" w:cs="Arial"/>
                <w:sz w:val="20"/>
                <w:szCs w:val="20"/>
              </w:rPr>
              <w:t xml:space="preserve">Výhybka </w:t>
            </w:r>
            <w:proofErr w:type="gramStart"/>
            <w:r w:rsidRPr="002E2009">
              <w:rPr>
                <w:rFonts w:ascii="Arial" w:hAnsi="Arial" w:cs="Arial"/>
                <w:sz w:val="20"/>
                <w:szCs w:val="20"/>
              </w:rPr>
              <w:t>č.16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</w:tcPr>
          <w:p w:rsidR="00A841F1" w:rsidRPr="002E2009" w:rsidRDefault="00A841F1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2x20/70 – 3ks </w:t>
            </w:r>
          </w:p>
        </w:tc>
        <w:tc>
          <w:tcPr>
            <w:tcW w:w="1655" w:type="dxa"/>
            <w:vAlign w:val="center"/>
          </w:tcPr>
          <w:p w:rsidR="00A841F1" w:rsidRPr="002E2009" w:rsidRDefault="00A841F1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  <w:tr w:rsidR="00A841F1" w:rsidRPr="002E2009" w:rsidTr="00A841F1">
        <w:trPr>
          <w:trHeight w:val="290"/>
        </w:trPr>
        <w:tc>
          <w:tcPr>
            <w:tcW w:w="3044" w:type="dxa"/>
            <w:shd w:val="clear" w:color="auto" w:fill="auto"/>
            <w:noWrap/>
            <w:vAlign w:val="center"/>
          </w:tcPr>
          <w:p w:rsidR="00A841F1" w:rsidRPr="00A841F1" w:rsidRDefault="00A841F1" w:rsidP="00A841F1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proofErr w:type="gramStart"/>
            <w:r w:rsidRPr="00A841F1">
              <w:rPr>
                <w:rFonts w:ascii="Arial" w:hAnsi="Arial" w:cs="Arial"/>
                <w:b/>
                <w:color w:val="FF0000"/>
                <w:sz w:val="20"/>
                <w:szCs w:val="20"/>
              </w:rPr>
              <w:t>t.ú.</w:t>
            </w:r>
            <w:proofErr w:type="gramEnd"/>
            <w:r w:rsidRPr="00A841F1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Ostrov nad Oslavou -                     Žďár nad Sázavou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A841F1" w:rsidRPr="00A841F1" w:rsidRDefault="00A841F1" w:rsidP="00A841F1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A841F1">
              <w:rPr>
                <w:rFonts w:ascii="Arial" w:hAnsi="Arial" w:cs="Arial"/>
                <w:b/>
                <w:color w:val="FF0000"/>
                <w:sz w:val="20"/>
                <w:szCs w:val="20"/>
              </w:rPr>
              <w:t>km 83,626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841F1" w:rsidRPr="00A841F1" w:rsidRDefault="00A841F1" w:rsidP="00A841F1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A841F1">
              <w:rPr>
                <w:rFonts w:ascii="Arial" w:hAnsi="Arial" w:cs="Arial"/>
                <w:b/>
                <w:color w:val="FF0000"/>
                <w:sz w:val="20"/>
                <w:szCs w:val="20"/>
              </w:rPr>
              <w:t>2-835/2-836</w:t>
            </w:r>
          </w:p>
        </w:tc>
        <w:tc>
          <w:tcPr>
            <w:tcW w:w="1889" w:type="dxa"/>
            <w:shd w:val="clear" w:color="auto" w:fill="auto"/>
            <w:noWrap/>
            <w:vAlign w:val="center"/>
          </w:tcPr>
          <w:p w:rsidR="00A841F1" w:rsidRPr="00A841F1" w:rsidRDefault="00A841F1" w:rsidP="00A841F1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A841F1">
              <w:rPr>
                <w:rFonts w:ascii="Arial" w:hAnsi="Arial" w:cs="Arial"/>
                <w:b/>
                <w:color w:val="FF0000"/>
                <w:sz w:val="20"/>
                <w:szCs w:val="20"/>
              </w:rPr>
              <w:t>nové LHI 2x14/750</w:t>
            </w:r>
          </w:p>
        </w:tc>
        <w:tc>
          <w:tcPr>
            <w:tcW w:w="1655" w:type="dxa"/>
            <w:vAlign w:val="center"/>
          </w:tcPr>
          <w:p w:rsidR="00A841F1" w:rsidRPr="00A841F1" w:rsidRDefault="00A841F1" w:rsidP="00A841F1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A841F1">
              <w:rPr>
                <w:rFonts w:ascii="Arial" w:hAnsi="Arial" w:cs="Arial"/>
                <w:b/>
                <w:color w:val="FF0000"/>
                <w:sz w:val="20"/>
                <w:szCs w:val="20"/>
              </w:rPr>
              <w:t>PS 90-28-01</w:t>
            </w:r>
          </w:p>
        </w:tc>
      </w:tr>
    </w:tbl>
    <w:p w:rsidR="009A62A0" w:rsidRDefault="009A62A0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D42EC" w:rsidRDefault="00BD42EC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1F1" w:rsidRPr="002E2009" w:rsidRDefault="00A841F1" w:rsidP="00A841F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Havlíčkův Brod</w:t>
      </w:r>
      <w:r w:rsidRPr="002E2009">
        <w:rPr>
          <w:rFonts w:ascii="Arial" w:hAnsi="Arial" w:cs="Arial"/>
          <w:sz w:val="20"/>
          <w:szCs w:val="20"/>
        </w:rPr>
        <w:t xml:space="preserve"> – </w:t>
      </w:r>
      <w:proofErr w:type="gramStart"/>
      <w:r>
        <w:rPr>
          <w:rFonts w:ascii="Arial" w:hAnsi="Arial" w:cs="Arial"/>
          <w:sz w:val="20"/>
          <w:szCs w:val="20"/>
        </w:rPr>
        <w:t>Okrouhlice</w:t>
      </w:r>
      <w:r w:rsidRPr="002E2009">
        <w:rPr>
          <w:rFonts w:ascii="Arial" w:hAnsi="Arial" w:cs="Arial"/>
          <w:sz w:val="20"/>
          <w:szCs w:val="20"/>
        </w:rPr>
        <w:t xml:space="preserve"> – 2.TK</w:t>
      </w:r>
      <w:proofErr w:type="gramEnd"/>
      <w:r w:rsidRPr="002E2009">
        <w:rPr>
          <w:rFonts w:ascii="Arial" w:hAnsi="Arial" w:cs="Arial"/>
          <w:sz w:val="20"/>
          <w:szCs w:val="20"/>
        </w:rPr>
        <w:t xml:space="preserve"> + TV</w:t>
      </w:r>
    </w:p>
    <w:tbl>
      <w:tblPr>
        <w:tblW w:w="94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4"/>
        <w:gridCol w:w="1417"/>
        <w:gridCol w:w="1418"/>
        <w:gridCol w:w="1889"/>
        <w:gridCol w:w="1655"/>
      </w:tblGrid>
      <w:tr w:rsidR="00A841F1" w:rsidRPr="002E2009" w:rsidTr="005C1BA0">
        <w:trPr>
          <w:trHeight w:val="290"/>
        </w:trPr>
        <w:tc>
          <w:tcPr>
            <w:tcW w:w="3044" w:type="dxa"/>
            <w:shd w:val="clear" w:color="auto" w:fill="auto"/>
            <w:noWrap/>
            <w:vAlign w:val="center"/>
          </w:tcPr>
          <w:p w:rsidR="00A841F1" w:rsidRPr="005C1BA0" w:rsidRDefault="005C1BA0" w:rsidP="005C1BA0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proofErr w:type="gramStart"/>
            <w:r w:rsidRPr="005C1BA0">
              <w:rPr>
                <w:rFonts w:ascii="Calibri" w:hAnsi="Calibri"/>
                <w:b/>
                <w:color w:val="FF0000"/>
              </w:rPr>
              <w:t>t.ú.</w:t>
            </w:r>
            <w:proofErr w:type="gramEnd"/>
            <w:r w:rsidRPr="005C1BA0">
              <w:rPr>
                <w:rFonts w:ascii="Calibri" w:hAnsi="Calibri"/>
                <w:b/>
                <w:color w:val="FF0000"/>
              </w:rPr>
              <w:t xml:space="preserve"> Havlíčkův Brod - Okrouhlice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A841F1" w:rsidRPr="005C1BA0" w:rsidRDefault="005C1BA0" w:rsidP="005C1BA0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C1BA0">
              <w:rPr>
                <w:rFonts w:ascii="Calibri" w:hAnsi="Calibri"/>
                <w:b/>
                <w:color w:val="FF0000"/>
              </w:rPr>
              <w:t>km 227,585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841F1" w:rsidRPr="005C1BA0" w:rsidRDefault="005C1BA0" w:rsidP="005C1BA0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C1BA0">
              <w:rPr>
                <w:rFonts w:ascii="Calibri" w:hAnsi="Calibri"/>
                <w:b/>
                <w:color w:val="FF0000"/>
              </w:rPr>
              <w:t>2-2275</w:t>
            </w:r>
          </w:p>
        </w:tc>
        <w:tc>
          <w:tcPr>
            <w:tcW w:w="1889" w:type="dxa"/>
            <w:shd w:val="clear" w:color="auto" w:fill="auto"/>
            <w:noWrap/>
            <w:vAlign w:val="center"/>
          </w:tcPr>
          <w:p w:rsidR="00A841F1" w:rsidRPr="005C1BA0" w:rsidRDefault="005C1BA0" w:rsidP="005C1BA0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C1BA0">
              <w:rPr>
                <w:rFonts w:ascii="Calibri" w:hAnsi="Calibri"/>
                <w:b/>
                <w:color w:val="FF0000"/>
              </w:rPr>
              <w:t>nové LHI 2x14/750</w:t>
            </w:r>
          </w:p>
        </w:tc>
        <w:tc>
          <w:tcPr>
            <w:tcW w:w="1655" w:type="dxa"/>
            <w:vAlign w:val="center"/>
          </w:tcPr>
          <w:p w:rsidR="00A841F1" w:rsidRPr="005C1BA0" w:rsidRDefault="00A841F1" w:rsidP="005C1BA0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C1BA0">
              <w:rPr>
                <w:rFonts w:ascii="Arial" w:hAnsi="Arial" w:cs="Arial"/>
                <w:b/>
                <w:color w:val="FF0000"/>
                <w:sz w:val="20"/>
                <w:szCs w:val="20"/>
              </w:rPr>
              <w:t>PS 90-28-01</w:t>
            </w:r>
          </w:p>
        </w:tc>
      </w:tr>
      <w:tr w:rsidR="005C1BA0" w:rsidRPr="00A841F1" w:rsidTr="005C1BA0">
        <w:trPr>
          <w:trHeight w:val="290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1BA0" w:rsidRPr="005C1BA0" w:rsidRDefault="005C1BA0" w:rsidP="005C1BA0">
            <w:pPr>
              <w:spacing w:after="0" w:line="240" w:lineRule="auto"/>
              <w:rPr>
                <w:rFonts w:ascii="Calibri" w:hAnsi="Calibri"/>
                <w:b/>
                <w:color w:val="FF0000"/>
              </w:rPr>
            </w:pPr>
            <w:proofErr w:type="gramStart"/>
            <w:r w:rsidRPr="005C1BA0">
              <w:rPr>
                <w:rFonts w:ascii="Calibri" w:hAnsi="Calibri"/>
                <w:b/>
                <w:color w:val="FF0000"/>
              </w:rPr>
              <w:t>t.ú.</w:t>
            </w:r>
            <w:proofErr w:type="gramEnd"/>
            <w:r w:rsidRPr="005C1BA0">
              <w:rPr>
                <w:rFonts w:ascii="Calibri" w:hAnsi="Calibri"/>
                <w:b/>
                <w:color w:val="FF0000"/>
              </w:rPr>
              <w:t xml:space="preserve"> Havlíčkův Brod - Okrouhlice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1BA0" w:rsidRPr="005C1BA0" w:rsidRDefault="005C1BA0" w:rsidP="005C1BA0">
            <w:pPr>
              <w:spacing w:after="0" w:line="240" w:lineRule="auto"/>
              <w:rPr>
                <w:rFonts w:ascii="Calibri" w:hAnsi="Calibri"/>
                <w:b/>
                <w:color w:val="FF0000"/>
              </w:rPr>
            </w:pPr>
            <w:r w:rsidRPr="005C1BA0">
              <w:rPr>
                <w:rFonts w:ascii="Calibri" w:hAnsi="Calibri"/>
                <w:b/>
                <w:color w:val="FF0000"/>
              </w:rPr>
              <w:t>km 231,717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1BA0" w:rsidRPr="005C1BA0" w:rsidRDefault="005C1BA0" w:rsidP="005C1BA0">
            <w:pPr>
              <w:spacing w:after="0" w:line="240" w:lineRule="auto"/>
              <w:rPr>
                <w:rFonts w:ascii="Calibri" w:hAnsi="Calibri"/>
                <w:b/>
                <w:color w:val="FF0000"/>
              </w:rPr>
            </w:pPr>
            <w:r w:rsidRPr="005C1BA0">
              <w:rPr>
                <w:rFonts w:ascii="Calibri" w:hAnsi="Calibri"/>
                <w:b/>
                <w:color w:val="FF0000"/>
              </w:rPr>
              <w:t>2-2318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1BA0" w:rsidRPr="005C1BA0" w:rsidRDefault="005C1BA0" w:rsidP="005C1BA0">
            <w:pPr>
              <w:spacing w:after="0" w:line="240" w:lineRule="auto"/>
              <w:rPr>
                <w:rFonts w:ascii="Calibri" w:hAnsi="Calibri"/>
                <w:b/>
                <w:color w:val="FF0000"/>
              </w:rPr>
            </w:pPr>
            <w:r w:rsidRPr="005C1BA0">
              <w:rPr>
                <w:rFonts w:ascii="Calibri" w:hAnsi="Calibri"/>
                <w:b/>
                <w:color w:val="FF0000"/>
              </w:rPr>
              <w:t>nové LHI 2x14/750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BA0" w:rsidRPr="005C1BA0" w:rsidRDefault="005C1BA0" w:rsidP="005C1BA0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C1BA0">
              <w:rPr>
                <w:rFonts w:ascii="Arial" w:hAnsi="Arial" w:cs="Arial"/>
                <w:b/>
                <w:color w:val="FF0000"/>
                <w:sz w:val="20"/>
                <w:szCs w:val="20"/>
              </w:rPr>
              <w:t>PS 90-28-01</w:t>
            </w:r>
          </w:p>
        </w:tc>
      </w:tr>
    </w:tbl>
    <w:p w:rsidR="00BD42EC" w:rsidRDefault="00BD42EC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C59FA" w:rsidRDefault="000C59FA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C59FA" w:rsidRPr="002E2009" w:rsidRDefault="000C59FA" w:rsidP="000C59F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Golčův Jeníkov - </w:t>
      </w:r>
      <w:proofErr w:type="gramStart"/>
      <w:r>
        <w:rPr>
          <w:rFonts w:ascii="Arial" w:hAnsi="Arial" w:cs="Arial"/>
          <w:sz w:val="20"/>
          <w:szCs w:val="20"/>
        </w:rPr>
        <w:t>Čáslav</w:t>
      </w:r>
      <w:r w:rsidRPr="002E2009">
        <w:rPr>
          <w:rFonts w:ascii="Arial" w:hAnsi="Arial" w:cs="Arial"/>
          <w:sz w:val="20"/>
          <w:szCs w:val="20"/>
        </w:rPr>
        <w:t xml:space="preserve"> – </w:t>
      </w:r>
      <w:r w:rsidR="00B44F47">
        <w:rPr>
          <w:rFonts w:ascii="Arial" w:hAnsi="Arial" w:cs="Arial"/>
          <w:sz w:val="20"/>
          <w:szCs w:val="20"/>
        </w:rPr>
        <w:t>1</w:t>
      </w:r>
      <w:r w:rsidRPr="002E2009">
        <w:rPr>
          <w:rFonts w:ascii="Arial" w:hAnsi="Arial" w:cs="Arial"/>
          <w:sz w:val="20"/>
          <w:szCs w:val="20"/>
        </w:rPr>
        <w:t>.TK</w:t>
      </w:r>
      <w:proofErr w:type="gramEnd"/>
      <w:r w:rsidRPr="002E2009">
        <w:rPr>
          <w:rFonts w:ascii="Arial" w:hAnsi="Arial" w:cs="Arial"/>
          <w:sz w:val="20"/>
          <w:szCs w:val="20"/>
        </w:rPr>
        <w:t xml:space="preserve"> + TV</w:t>
      </w:r>
    </w:p>
    <w:tbl>
      <w:tblPr>
        <w:tblW w:w="94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4"/>
        <w:gridCol w:w="1417"/>
        <w:gridCol w:w="1560"/>
        <w:gridCol w:w="1889"/>
        <w:gridCol w:w="1513"/>
      </w:tblGrid>
      <w:tr w:rsidR="000C59FA" w:rsidRPr="002E2009" w:rsidTr="00B44F47">
        <w:trPr>
          <w:trHeight w:val="290"/>
        </w:trPr>
        <w:tc>
          <w:tcPr>
            <w:tcW w:w="3044" w:type="dxa"/>
            <w:shd w:val="clear" w:color="auto" w:fill="auto"/>
            <w:noWrap/>
            <w:vAlign w:val="center"/>
          </w:tcPr>
          <w:p w:rsidR="000C59FA" w:rsidRPr="00B44F47" w:rsidRDefault="000C59FA" w:rsidP="00B44F47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proofErr w:type="gramStart"/>
            <w:r w:rsidRPr="00B44F47">
              <w:rPr>
                <w:rFonts w:ascii="Calibri" w:hAnsi="Calibri"/>
                <w:b/>
                <w:color w:val="FF0000"/>
              </w:rPr>
              <w:t>t.ú.</w:t>
            </w:r>
            <w:proofErr w:type="gramEnd"/>
            <w:r w:rsidRPr="00B44F47">
              <w:rPr>
                <w:rFonts w:ascii="Calibri" w:hAnsi="Calibri"/>
                <w:b/>
                <w:color w:val="FF0000"/>
              </w:rPr>
              <w:t xml:space="preserve"> </w:t>
            </w:r>
            <w:r w:rsidR="00B44F47" w:rsidRPr="00B44F47">
              <w:rPr>
                <w:rFonts w:ascii="Calibri" w:hAnsi="Calibri"/>
                <w:b/>
                <w:color w:val="FF0000"/>
              </w:rPr>
              <w:t>Golčův Jeníkov - Čáslav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0C59FA" w:rsidRPr="00B44F47" w:rsidRDefault="000C59FA" w:rsidP="00B44F47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B44F47">
              <w:rPr>
                <w:rFonts w:ascii="Calibri" w:hAnsi="Calibri"/>
                <w:b/>
                <w:color w:val="FF0000"/>
              </w:rPr>
              <w:t>km 2</w:t>
            </w:r>
            <w:r w:rsidR="00B44F47" w:rsidRPr="00B44F47">
              <w:rPr>
                <w:rFonts w:ascii="Calibri" w:hAnsi="Calibri"/>
                <w:b/>
                <w:color w:val="FF0000"/>
              </w:rPr>
              <w:t>72</w:t>
            </w:r>
            <w:r w:rsidRPr="00B44F47">
              <w:rPr>
                <w:rFonts w:ascii="Calibri" w:hAnsi="Calibri"/>
                <w:b/>
                <w:color w:val="FF0000"/>
              </w:rPr>
              <w:t>,</w:t>
            </w:r>
            <w:r w:rsidR="00B44F47" w:rsidRPr="00B44F47">
              <w:rPr>
                <w:rFonts w:ascii="Calibri" w:hAnsi="Calibri"/>
                <w:b/>
                <w:color w:val="FF0000"/>
              </w:rPr>
              <w:t>450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0C59FA" w:rsidRPr="00B44F47" w:rsidRDefault="00B44F47" w:rsidP="00B44F47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B44F47">
              <w:rPr>
                <w:rFonts w:ascii="Calibri" w:hAnsi="Calibri"/>
                <w:b/>
                <w:color w:val="FF0000"/>
              </w:rPr>
              <w:t>1-2725/1-2724</w:t>
            </w:r>
          </w:p>
        </w:tc>
        <w:tc>
          <w:tcPr>
            <w:tcW w:w="1889" w:type="dxa"/>
            <w:shd w:val="clear" w:color="auto" w:fill="auto"/>
            <w:noWrap/>
            <w:vAlign w:val="center"/>
          </w:tcPr>
          <w:p w:rsidR="000C59FA" w:rsidRPr="00B44F47" w:rsidRDefault="000C59FA" w:rsidP="004D6D34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B44F47">
              <w:rPr>
                <w:rFonts w:ascii="Calibri" w:hAnsi="Calibri"/>
                <w:b/>
                <w:color w:val="FF0000"/>
              </w:rPr>
              <w:t>nové LHI 2x14/750</w:t>
            </w:r>
          </w:p>
        </w:tc>
        <w:tc>
          <w:tcPr>
            <w:tcW w:w="1513" w:type="dxa"/>
            <w:vAlign w:val="center"/>
          </w:tcPr>
          <w:p w:rsidR="000C59FA" w:rsidRPr="00B44F47" w:rsidRDefault="000C59FA" w:rsidP="004D6D34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B44F47">
              <w:rPr>
                <w:rFonts w:ascii="Arial" w:hAnsi="Arial" w:cs="Arial"/>
                <w:b/>
                <w:color w:val="FF0000"/>
                <w:sz w:val="20"/>
                <w:szCs w:val="20"/>
              </w:rPr>
              <w:t>PS 90-28-01</w:t>
            </w:r>
          </w:p>
        </w:tc>
      </w:tr>
      <w:tr w:rsidR="00B44F47" w:rsidRPr="00A841F1" w:rsidTr="00B44F47">
        <w:trPr>
          <w:trHeight w:val="290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F47" w:rsidRPr="00713D43" w:rsidRDefault="00B44F47" w:rsidP="00B44F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>ŽST Golčův Jeníkov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F47" w:rsidRPr="00713D43" w:rsidRDefault="00B44F47" w:rsidP="00B44F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km 267</w:t>
            </w:r>
            <w:r w:rsidRPr="00713D43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637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F47" w:rsidRPr="00713D43" w:rsidRDefault="00B44F47" w:rsidP="00B44F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 xml:space="preserve">Výhybka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č.17</w:t>
            </w:r>
            <w:proofErr w:type="gram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F47" w:rsidRPr="002E2009" w:rsidRDefault="00B44F47" w:rsidP="00B44F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2x20/70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  <w:p w:rsidR="00B44F47" w:rsidRPr="00713D43" w:rsidRDefault="00B44F47" w:rsidP="00B44F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2x20/120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F47" w:rsidRPr="00713D43" w:rsidRDefault="00B44F47" w:rsidP="00B44F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  <w:tr w:rsidR="00B44F47" w:rsidRPr="00A841F1" w:rsidTr="00B44F47">
        <w:trPr>
          <w:trHeight w:val="290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F47" w:rsidRPr="00713D43" w:rsidRDefault="00B44F47" w:rsidP="00B44F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>ŽST Golčův Jeníkov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F47" w:rsidRPr="00713D43" w:rsidRDefault="00B44F47" w:rsidP="00B44F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>km 26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713D43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637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F47" w:rsidRPr="00713D43" w:rsidRDefault="00B44F47" w:rsidP="00B44F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 xml:space="preserve">Výhybka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č.18</w:t>
            </w:r>
            <w:proofErr w:type="gram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F47" w:rsidRPr="002E2009" w:rsidRDefault="00B44F47" w:rsidP="00B44F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2x20/70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  <w:p w:rsidR="00B44F47" w:rsidRPr="00181308" w:rsidRDefault="00B44F47" w:rsidP="00B44F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2x20/120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F47" w:rsidRPr="00181308" w:rsidRDefault="00B44F47" w:rsidP="00B44F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</w:tbl>
    <w:p w:rsidR="005C1BA0" w:rsidRDefault="005C1BA0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D42EC" w:rsidRPr="002E2009" w:rsidRDefault="00BD42EC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A62A0" w:rsidRPr="005C1BA0" w:rsidRDefault="009A62A0" w:rsidP="002E200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 w:rsidRPr="005C1BA0">
        <w:rPr>
          <w:rFonts w:ascii="Arial" w:hAnsi="Arial" w:cs="Arial"/>
          <w:b/>
          <w:sz w:val="24"/>
          <w:szCs w:val="24"/>
        </w:rPr>
        <w:t>24.1.2021</w:t>
      </w:r>
      <w:proofErr w:type="gramEnd"/>
      <w:r w:rsidRPr="005C1BA0">
        <w:rPr>
          <w:rFonts w:ascii="Arial" w:hAnsi="Arial" w:cs="Arial"/>
          <w:b/>
          <w:sz w:val="24"/>
          <w:szCs w:val="24"/>
        </w:rPr>
        <w:t xml:space="preserve"> </w:t>
      </w:r>
    </w:p>
    <w:p w:rsidR="005C1BA0" w:rsidRPr="002E2009" w:rsidRDefault="005C1BA0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A62A0" w:rsidRPr="002E2009" w:rsidRDefault="005C1BA0" w:rsidP="002E200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9A62A0" w:rsidRPr="002E2009">
        <w:rPr>
          <w:rFonts w:ascii="Arial" w:hAnsi="Arial" w:cs="Arial"/>
          <w:sz w:val="20"/>
          <w:szCs w:val="20"/>
        </w:rPr>
        <w:t xml:space="preserve">Ostrov nad Oslavou – Žďár nad </w:t>
      </w:r>
      <w:proofErr w:type="gramStart"/>
      <w:r w:rsidR="009A62A0" w:rsidRPr="002E2009">
        <w:rPr>
          <w:rFonts w:ascii="Arial" w:hAnsi="Arial" w:cs="Arial"/>
          <w:sz w:val="20"/>
          <w:szCs w:val="20"/>
        </w:rPr>
        <w:t>Sázavou – 2.TK</w:t>
      </w:r>
      <w:proofErr w:type="gramEnd"/>
      <w:r w:rsidR="009A62A0" w:rsidRPr="002E2009">
        <w:rPr>
          <w:rFonts w:ascii="Arial" w:hAnsi="Arial" w:cs="Arial"/>
          <w:sz w:val="20"/>
          <w:szCs w:val="20"/>
        </w:rPr>
        <w:t xml:space="preserve"> + TV</w:t>
      </w:r>
    </w:p>
    <w:tbl>
      <w:tblPr>
        <w:tblW w:w="94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4"/>
        <w:gridCol w:w="1417"/>
        <w:gridCol w:w="1418"/>
        <w:gridCol w:w="1889"/>
        <w:gridCol w:w="1655"/>
      </w:tblGrid>
      <w:tr w:rsidR="005C1BA0" w:rsidRPr="002E2009" w:rsidTr="005C1BA0">
        <w:trPr>
          <w:trHeight w:val="290"/>
        </w:trPr>
        <w:tc>
          <w:tcPr>
            <w:tcW w:w="3044" w:type="dxa"/>
            <w:shd w:val="clear" w:color="auto" w:fill="auto"/>
            <w:noWrap/>
            <w:vAlign w:val="center"/>
          </w:tcPr>
          <w:p w:rsidR="005C1BA0" w:rsidRPr="002E2009" w:rsidRDefault="005C1BA0" w:rsidP="005C1BA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sz w:val="20"/>
                <w:szCs w:val="20"/>
              </w:rPr>
              <w:t>Žst. Ostrov nad Oslavou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C1BA0" w:rsidRPr="002E2009" w:rsidRDefault="005C1BA0" w:rsidP="005C1BA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Km 78,242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C1BA0" w:rsidRPr="002E2009" w:rsidRDefault="005C1BA0" w:rsidP="005C1B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2009">
              <w:rPr>
                <w:rFonts w:ascii="Arial" w:hAnsi="Arial" w:cs="Arial"/>
                <w:sz w:val="20"/>
                <w:szCs w:val="20"/>
              </w:rPr>
              <w:t xml:space="preserve">Výhybka </w:t>
            </w:r>
            <w:proofErr w:type="gramStart"/>
            <w:r w:rsidRPr="002E2009">
              <w:rPr>
                <w:rFonts w:ascii="Arial" w:hAnsi="Arial" w:cs="Arial"/>
                <w:sz w:val="20"/>
                <w:szCs w:val="20"/>
              </w:rPr>
              <w:t>č.17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</w:tcPr>
          <w:p w:rsidR="005C1BA0" w:rsidRPr="002E2009" w:rsidRDefault="005C1BA0" w:rsidP="005C1BA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2x20/70 – 3ks </w:t>
            </w:r>
          </w:p>
        </w:tc>
        <w:tc>
          <w:tcPr>
            <w:tcW w:w="1655" w:type="dxa"/>
            <w:vAlign w:val="center"/>
          </w:tcPr>
          <w:p w:rsidR="005C1BA0" w:rsidRPr="002E2009" w:rsidRDefault="005C1BA0" w:rsidP="005C1BA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  <w:tr w:rsidR="005C1BA0" w:rsidRPr="002E2009" w:rsidTr="005C1BA0">
        <w:trPr>
          <w:trHeight w:val="290"/>
        </w:trPr>
        <w:tc>
          <w:tcPr>
            <w:tcW w:w="3044" w:type="dxa"/>
            <w:shd w:val="clear" w:color="auto" w:fill="auto"/>
            <w:noWrap/>
            <w:vAlign w:val="center"/>
          </w:tcPr>
          <w:p w:rsidR="005C1BA0" w:rsidRPr="005C1BA0" w:rsidRDefault="005C1BA0" w:rsidP="005C1BA0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proofErr w:type="gramStart"/>
            <w:r w:rsidRPr="005C1BA0">
              <w:rPr>
                <w:rFonts w:ascii="Arial" w:hAnsi="Arial" w:cs="Arial"/>
                <w:b/>
                <w:color w:val="FF0000"/>
                <w:sz w:val="20"/>
                <w:szCs w:val="20"/>
              </w:rPr>
              <w:t>t.ú.</w:t>
            </w:r>
            <w:proofErr w:type="gramEnd"/>
            <w:r w:rsidRPr="005C1BA0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Ostrov nad Oslavou -                     Žďár nad Sázavou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C1BA0" w:rsidRPr="005C1BA0" w:rsidRDefault="005C1BA0" w:rsidP="005C1BA0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C1BA0">
              <w:rPr>
                <w:rFonts w:ascii="Arial" w:hAnsi="Arial" w:cs="Arial"/>
                <w:b/>
                <w:color w:val="FF0000"/>
                <w:sz w:val="20"/>
                <w:szCs w:val="20"/>
              </w:rPr>
              <w:t>km 83,626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C1BA0" w:rsidRPr="005C1BA0" w:rsidRDefault="005C1BA0" w:rsidP="005C1BA0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C1BA0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1-835/1-836;               </w:t>
            </w:r>
          </w:p>
        </w:tc>
        <w:tc>
          <w:tcPr>
            <w:tcW w:w="1889" w:type="dxa"/>
            <w:shd w:val="clear" w:color="auto" w:fill="auto"/>
            <w:noWrap/>
            <w:vAlign w:val="center"/>
          </w:tcPr>
          <w:p w:rsidR="005C1BA0" w:rsidRPr="005C1BA0" w:rsidRDefault="005C1BA0" w:rsidP="005C1BA0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C1BA0">
              <w:rPr>
                <w:rFonts w:ascii="Arial" w:hAnsi="Arial" w:cs="Arial"/>
                <w:b/>
                <w:color w:val="FF0000"/>
                <w:sz w:val="20"/>
                <w:szCs w:val="20"/>
              </w:rPr>
              <w:t>nové LHI 2x14/750</w:t>
            </w:r>
          </w:p>
        </w:tc>
        <w:tc>
          <w:tcPr>
            <w:tcW w:w="1655" w:type="dxa"/>
            <w:vAlign w:val="center"/>
          </w:tcPr>
          <w:p w:rsidR="005C1BA0" w:rsidRPr="005C1BA0" w:rsidRDefault="005C1BA0" w:rsidP="005C1BA0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C1BA0">
              <w:rPr>
                <w:rFonts w:ascii="Arial" w:hAnsi="Arial" w:cs="Arial"/>
                <w:b/>
                <w:color w:val="FF0000"/>
                <w:sz w:val="20"/>
                <w:szCs w:val="20"/>
              </w:rPr>
              <w:t>PS 90-28-01</w:t>
            </w:r>
          </w:p>
        </w:tc>
      </w:tr>
    </w:tbl>
    <w:p w:rsidR="009A62A0" w:rsidRDefault="009A62A0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44F47" w:rsidRPr="002E2009" w:rsidRDefault="00B44F47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A3E9E" w:rsidRDefault="005C1BA0" w:rsidP="002E200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Havlíčkův Brod</w:t>
      </w:r>
      <w:r w:rsidRPr="002E2009">
        <w:rPr>
          <w:rFonts w:ascii="Arial" w:hAnsi="Arial" w:cs="Arial"/>
          <w:sz w:val="20"/>
          <w:szCs w:val="20"/>
        </w:rPr>
        <w:t xml:space="preserve"> – </w:t>
      </w:r>
      <w:proofErr w:type="gramStart"/>
      <w:r>
        <w:rPr>
          <w:rFonts w:ascii="Arial" w:hAnsi="Arial" w:cs="Arial"/>
          <w:sz w:val="20"/>
          <w:szCs w:val="20"/>
        </w:rPr>
        <w:t>Okrouhlice</w:t>
      </w:r>
      <w:r w:rsidRPr="002E2009">
        <w:rPr>
          <w:rFonts w:ascii="Arial" w:hAnsi="Arial" w:cs="Arial"/>
          <w:sz w:val="20"/>
          <w:szCs w:val="20"/>
        </w:rPr>
        <w:t xml:space="preserve"> – </w:t>
      </w:r>
      <w:r>
        <w:rPr>
          <w:rFonts w:ascii="Arial" w:hAnsi="Arial" w:cs="Arial"/>
          <w:sz w:val="20"/>
          <w:szCs w:val="20"/>
        </w:rPr>
        <w:t>1</w:t>
      </w:r>
      <w:r w:rsidRPr="002E2009">
        <w:rPr>
          <w:rFonts w:ascii="Arial" w:hAnsi="Arial" w:cs="Arial"/>
          <w:sz w:val="20"/>
          <w:szCs w:val="20"/>
        </w:rPr>
        <w:t>.TK</w:t>
      </w:r>
      <w:proofErr w:type="gramEnd"/>
      <w:r w:rsidRPr="002E2009">
        <w:rPr>
          <w:rFonts w:ascii="Arial" w:hAnsi="Arial" w:cs="Arial"/>
          <w:sz w:val="20"/>
          <w:szCs w:val="20"/>
        </w:rPr>
        <w:t xml:space="preserve"> + TV</w:t>
      </w:r>
    </w:p>
    <w:tbl>
      <w:tblPr>
        <w:tblW w:w="94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4"/>
        <w:gridCol w:w="1417"/>
        <w:gridCol w:w="1418"/>
        <w:gridCol w:w="1889"/>
        <w:gridCol w:w="1655"/>
      </w:tblGrid>
      <w:tr w:rsidR="005C1BA0" w:rsidRPr="005C1BA0" w:rsidTr="00713D43">
        <w:trPr>
          <w:trHeight w:val="290"/>
        </w:trPr>
        <w:tc>
          <w:tcPr>
            <w:tcW w:w="3044" w:type="dxa"/>
            <w:shd w:val="clear" w:color="auto" w:fill="auto"/>
            <w:noWrap/>
            <w:vAlign w:val="center"/>
          </w:tcPr>
          <w:p w:rsidR="005C1BA0" w:rsidRPr="005C1BA0" w:rsidRDefault="005C1BA0" w:rsidP="00713D43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proofErr w:type="gramStart"/>
            <w:r w:rsidRPr="005C1BA0">
              <w:rPr>
                <w:rFonts w:ascii="Calibri" w:hAnsi="Calibri"/>
                <w:b/>
                <w:color w:val="FF0000"/>
              </w:rPr>
              <w:t>t.ú.</w:t>
            </w:r>
            <w:proofErr w:type="gramEnd"/>
            <w:r w:rsidRPr="005C1BA0">
              <w:rPr>
                <w:rFonts w:ascii="Calibri" w:hAnsi="Calibri"/>
                <w:b/>
                <w:color w:val="FF0000"/>
              </w:rPr>
              <w:t xml:space="preserve"> Havlíčkův Brod - Okrouhlice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C1BA0" w:rsidRPr="005C1BA0" w:rsidRDefault="005C1BA0" w:rsidP="00713D43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C1BA0">
              <w:rPr>
                <w:rFonts w:ascii="Calibri" w:hAnsi="Calibri"/>
                <w:b/>
                <w:color w:val="FF0000"/>
              </w:rPr>
              <w:t>km 227,585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C1BA0" w:rsidRPr="005C1BA0" w:rsidRDefault="005C1BA0" w:rsidP="005C1BA0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C1BA0">
              <w:rPr>
                <w:rFonts w:ascii="Calibri" w:hAnsi="Calibri"/>
                <w:b/>
                <w:color w:val="FF0000"/>
              </w:rPr>
              <w:t>1-2275</w:t>
            </w:r>
          </w:p>
        </w:tc>
        <w:tc>
          <w:tcPr>
            <w:tcW w:w="1889" w:type="dxa"/>
            <w:shd w:val="clear" w:color="auto" w:fill="auto"/>
            <w:noWrap/>
            <w:vAlign w:val="center"/>
          </w:tcPr>
          <w:p w:rsidR="005C1BA0" w:rsidRPr="005C1BA0" w:rsidRDefault="005C1BA0" w:rsidP="00713D43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C1BA0">
              <w:rPr>
                <w:rFonts w:ascii="Calibri" w:hAnsi="Calibri"/>
                <w:b/>
                <w:color w:val="FF0000"/>
              </w:rPr>
              <w:t>nové LHI 2x14/750</w:t>
            </w:r>
          </w:p>
        </w:tc>
        <w:tc>
          <w:tcPr>
            <w:tcW w:w="1655" w:type="dxa"/>
            <w:vAlign w:val="center"/>
          </w:tcPr>
          <w:p w:rsidR="005C1BA0" w:rsidRPr="005C1BA0" w:rsidRDefault="005C1BA0" w:rsidP="00713D43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C1BA0">
              <w:rPr>
                <w:rFonts w:ascii="Arial" w:hAnsi="Arial" w:cs="Arial"/>
                <w:b/>
                <w:color w:val="FF0000"/>
                <w:sz w:val="20"/>
                <w:szCs w:val="20"/>
              </w:rPr>
              <w:t>PS 90-28-01</w:t>
            </w:r>
          </w:p>
        </w:tc>
      </w:tr>
      <w:tr w:rsidR="005C1BA0" w:rsidRPr="005C1BA0" w:rsidTr="00713D43">
        <w:trPr>
          <w:trHeight w:val="290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1BA0" w:rsidRPr="005C1BA0" w:rsidRDefault="005C1BA0" w:rsidP="00713D43">
            <w:pPr>
              <w:spacing w:after="0" w:line="240" w:lineRule="auto"/>
              <w:rPr>
                <w:rFonts w:ascii="Calibri" w:hAnsi="Calibri"/>
                <w:b/>
                <w:color w:val="FF0000"/>
              </w:rPr>
            </w:pPr>
            <w:proofErr w:type="gramStart"/>
            <w:r w:rsidRPr="005C1BA0">
              <w:rPr>
                <w:rFonts w:ascii="Calibri" w:hAnsi="Calibri"/>
                <w:b/>
                <w:color w:val="FF0000"/>
              </w:rPr>
              <w:t>t.ú.</w:t>
            </w:r>
            <w:proofErr w:type="gramEnd"/>
            <w:r w:rsidRPr="005C1BA0">
              <w:rPr>
                <w:rFonts w:ascii="Calibri" w:hAnsi="Calibri"/>
                <w:b/>
                <w:color w:val="FF0000"/>
              </w:rPr>
              <w:t xml:space="preserve"> Havlíčkův Brod - Okrouhlice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1BA0" w:rsidRPr="005C1BA0" w:rsidRDefault="005C1BA0" w:rsidP="00713D43">
            <w:pPr>
              <w:spacing w:after="0" w:line="240" w:lineRule="auto"/>
              <w:rPr>
                <w:rFonts w:ascii="Calibri" w:hAnsi="Calibri"/>
                <w:b/>
                <w:color w:val="FF0000"/>
              </w:rPr>
            </w:pPr>
            <w:r w:rsidRPr="005C1BA0">
              <w:rPr>
                <w:rFonts w:ascii="Calibri" w:hAnsi="Calibri"/>
                <w:b/>
                <w:color w:val="FF0000"/>
              </w:rPr>
              <w:t>km 231,717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1BA0" w:rsidRPr="005C1BA0" w:rsidRDefault="005C1BA0" w:rsidP="005C1BA0">
            <w:pPr>
              <w:spacing w:after="0" w:line="240" w:lineRule="auto"/>
              <w:rPr>
                <w:rFonts w:ascii="Calibri" w:hAnsi="Calibri"/>
                <w:b/>
                <w:color w:val="FF0000"/>
              </w:rPr>
            </w:pPr>
            <w:r w:rsidRPr="005C1BA0">
              <w:rPr>
                <w:rFonts w:ascii="Calibri" w:hAnsi="Calibri"/>
                <w:b/>
                <w:color w:val="FF0000"/>
              </w:rPr>
              <w:t>1-2318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1BA0" w:rsidRPr="005C1BA0" w:rsidRDefault="005C1BA0" w:rsidP="00713D43">
            <w:pPr>
              <w:spacing w:after="0" w:line="240" w:lineRule="auto"/>
              <w:rPr>
                <w:rFonts w:ascii="Calibri" w:hAnsi="Calibri"/>
                <w:b/>
                <w:color w:val="FF0000"/>
              </w:rPr>
            </w:pPr>
            <w:r w:rsidRPr="005C1BA0">
              <w:rPr>
                <w:rFonts w:ascii="Calibri" w:hAnsi="Calibri"/>
                <w:b/>
                <w:color w:val="FF0000"/>
              </w:rPr>
              <w:t>nové LHI 2x14/750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BA0" w:rsidRPr="005C1BA0" w:rsidRDefault="005C1BA0" w:rsidP="00713D43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C1BA0">
              <w:rPr>
                <w:rFonts w:ascii="Arial" w:hAnsi="Arial" w:cs="Arial"/>
                <w:b/>
                <w:color w:val="FF0000"/>
                <w:sz w:val="20"/>
                <w:szCs w:val="20"/>
              </w:rPr>
              <w:t>PS 90-28-01</w:t>
            </w:r>
          </w:p>
        </w:tc>
      </w:tr>
    </w:tbl>
    <w:p w:rsidR="005C1BA0" w:rsidRDefault="005C1BA0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44F47" w:rsidRDefault="00B44F47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C1BA0" w:rsidRDefault="00B44F47" w:rsidP="002E200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Golčův Jeníkov - </w:t>
      </w:r>
      <w:proofErr w:type="gramStart"/>
      <w:r>
        <w:rPr>
          <w:rFonts w:ascii="Arial" w:hAnsi="Arial" w:cs="Arial"/>
          <w:sz w:val="20"/>
          <w:szCs w:val="20"/>
        </w:rPr>
        <w:t>Čáslav</w:t>
      </w:r>
      <w:r w:rsidRPr="002E2009">
        <w:rPr>
          <w:rFonts w:ascii="Arial" w:hAnsi="Arial" w:cs="Arial"/>
          <w:sz w:val="20"/>
          <w:szCs w:val="20"/>
        </w:rPr>
        <w:t xml:space="preserve"> – </w:t>
      </w:r>
      <w:r>
        <w:rPr>
          <w:rFonts w:ascii="Arial" w:hAnsi="Arial" w:cs="Arial"/>
          <w:sz w:val="20"/>
          <w:szCs w:val="20"/>
        </w:rPr>
        <w:t>2</w:t>
      </w:r>
      <w:r w:rsidRPr="002E2009">
        <w:rPr>
          <w:rFonts w:ascii="Arial" w:hAnsi="Arial" w:cs="Arial"/>
          <w:sz w:val="20"/>
          <w:szCs w:val="20"/>
        </w:rPr>
        <w:t>.TK</w:t>
      </w:r>
      <w:proofErr w:type="gramEnd"/>
      <w:r w:rsidRPr="002E2009">
        <w:rPr>
          <w:rFonts w:ascii="Arial" w:hAnsi="Arial" w:cs="Arial"/>
          <w:sz w:val="20"/>
          <w:szCs w:val="20"/>
        </w:rPr>
        <w:t xml:space="preserve"> + TV</w:t>
      </w:r>
    </w:p>
    <w:tbl>
      <w:tblPr>
        <w:tblW w:w="95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4"/>
        <w:gridCol w:w="1417"/>
        <w:gridCol w:w="1560"/>
        <w:gridCol w:w="1889"/>
        <w:gridCol w:w="1655"/>
      </w:tblGrid>
      <w:tr w:rsidR="00B44F47" w:rsidRPr="005C1BA0" w:rsidTr="00B44F47">
        <w:trPr>
          <w:trHeight w:val="290"/>
        </w:trPr>
        <w:tc>
          <w:tcPr>
            <w:tcW w:w="3044" w:type="dxa"/>
            <w:shd w:val="clear" w:color="auto" w:fill="auto"/>
            <w:noWrap/>
            <w:vAlign w:val="center"/>
          </w:tcPr>
          <w:p w:rsidR="00B44F47" w:rsidRPr="00B44F47" w:rsidRDefault="00B44F47" w:rsidP="004D6D34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proofErr w:type="gramStart"/>
            <w:r w:rsidRPr="00B44F47">
              <w:rPr>
                <w:rFonts w:ascii="Calibri" w:hAnsi="Calibri"/>
                <w:b/>
                <w:color w:val="FF0000"/>
              </w:rPr>
              <w:t>t.ú.</w:t>
            </w:r>
            <w:proofErr w:type="gramEnd"/>
            <w:r w:rsidRPr="00B44F47">
              <w:rPr>
                <w:rFonts w:ascii="Calibri" w:hAnsi="Calibri"/>
                <w:b/>
                <w:color w:val="FF0000"/>
              </w:rPr>
              <w:t xml:space="preserve"> Golčův Jeníkov - Čáslav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44F47" w:rsidRPr="00B44F47" w:rsidRDefault="00B44F47" w:rsidP="004D6D34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B44F47">
              <w:rPr>
                <w:rFonts w:ascii="Calibri" w:hAnsi="Calibri"/>
                <w:b/>
                <w:color w:val="FF0000"/>
              </w:rPr>
              <w:t>km 272,450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B44F47" w:rsidRPr="00B44F47" w:rsidRDefault="00B44F47" w:rsidP="004D6D34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B44F47">
              <w:rPr>
                <w:rFonts w:ascii="Calibri" w:hAnsi="Calibri"/>
                <w:b/>
                <w:color w:val="FF0000"/>
              </w:rPr>
              <w:t>2-2725/2-2724</w:t>
            </w:r>
          </w:p>
        </w:tc>
        <w:tc>
          <w:tcPr>
            <w:tcW w:w="1889" w:type="dxa"/>
            <w:shd w:val="clear" w:color="auto" w:fill="auto"/>
            <w:noWrap/>
            <w:vAlign w:val="center"/>
          </w:tcPr>
          <w:p w:rsidR="00B44F47" w:rsidRPr="00B44F47" w:rsidRDefault="00B44F47" w:rsidP="004D6D34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B44F47">
              <w:rPr>
                <w:rFonts w:ascii="Calibri" w:hAnsi="Calibri"/>
                <w:b/>
                <w:color w:val="FF0000"/>
              </w:rPr>
              <w:t>nové LHI 2x14/750</w:t>
            </w:r>
          </w:p>
        </w:tc>
        <w:tc>
          <w:tcPr>
            <w:tcW w:w="1655" w:type="dxa"/>
            <w:vAlign w:val="center"/>
          </w:tcPr>
          <w:p w:rsidR="00B44F47" w:rsidRPr="00B44F47" w:rsidRDefault="00B44F47" w:rsidP="004D6D34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B44F47">
              <w:rPr>
                <w:rFonts w:ascii="Arial" w:hAnsi="Arial" w:cs="Arial"/>
                <w:b/>
                <w:color w:val="FF0000"/>
                <w:sz w:val="20"/>
                <w:szCs w:val="20"/>
              </w:rPr>
              <w:t>PS 90-28-01</w:t>
            </w:r>
          </w:p>
        </w:tc>
      </w:tr>
      <w:tr w:rsidR="00B44F47" w:rsidRPr="005C1BA0" w:rsidTr="00B44F47">
        <w:trPr>
          <w:trHeight w:val="290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F47" w:rsidRPr="00713D43" w:rsidRDefault="00B44F47" w:rsidP="00B44F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>ŽST Golčův Jeníkov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F47" w:rsidRPr="00713D43" w:rsidRDefault="00B44F47" w:rsidP="00B44F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>km 26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713D43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713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F47" w:rsidRPr="00713D43" w:rsidRDefault="00B44F47" w:rsidP="00B44F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 xml:space="preserve">Výhybka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č.19</w:t>
            </w:r>
            <w:proofErr w:type="gram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F47" w:rsidRPr="002E2009" w:rsidRDefault="00B44F47" w:rsidP="00B44F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2x20/70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  <w:p w:rsidR="00B44F47" w:rsidRPr="00181308" w:rsidRDefault="00B44F47" w:rsidP="00B44F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2x20/120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F47" w:rsidRPr="00181308" w:rsidRDefault="00B44F47" w:rsidP="00B44F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</w:tbl>
    <w:p w:rsidR="00B44F47" w:rsidRDefault="00B44F47" w:rsidP="00B44F47">
      <w:pPr>
        <w:spacing w:after="0" w:line="240" w:lineRule="auto"/>
        <w:rPr>
          <w:rFonts w:ascii="Arial" w:hAnsi="Arial" w:cs="Arial"/>
          <w:b/>
          <w:color w:val="FF0000"/>
          <w:sz w:val="20"/>
          <w:szCs w:val="20"/>
        </w:rPr>
      </w:pPr>
    </w:p>
    <w:p w:rsidR="00A857C8" w:rsidRPr="004B11CA" w:rsidRDefault="00A857C8" w:rsidP="00A857C8">
      <w:pPr>
        <w:spacing w:after="0" w:line="240" w:lineRule="auto"/>
        <w:rPr>
          <w:rFonts w:ascii="Arial" w:hAnsi="Arial" w:cs="Arial"/>
          <w:b/>
          <w:color w:val="4472C4" w:themeColor="accent5"/>
          <w:sz w:val="20"/>
          <w:szCs w:val="20"/>
        </w:rPr>
      </w:pPr>
      <w:bookmarkStart w:id="0" w:name="_GoBack"/>
      <w:bookmarkEnd w:id="0"/>
      <w:proofErr w:type="gramStart"/>
      <w:r w:rsidRPr="004B11CA">
        <w:rPr>
          <w:rFonts w:ascii="Arial" w:hAnsi="Arial" w:cs="Arial"/>
          <w:b/>
          <w:color w:val="4472C4" w:themeColor="accent5"/>
          <w:sz w:val="20"/>
          <w:szCs w:val="20"/>
        </w:rPr>
        <w:t>Poznámka :</w:t>
      </w:r>
      <w:proofErr w:type="gramEnd"/>
    </w:p>
    <w:p w:rsidR="00A857C8" w:rsidRPr="004B11CA" w:rsidRDefault="00A857C8" w:rsidP="00A857C8">
      <w:pPr>
        <w:spacing w:after="0" w:line="240" w:lineRule="auto"/>
        <w:rPr>
          <w:rFonts w:ascii="Arial" w:hAnsi="Arial" w:cs="Arial"/>
          <w:b/>
          <w:color w:val="4472C4" w:themeColor="accent5"/>
          <w:sz w:val="20"/>
          <w:szCs w:val="20"/>
        </w:rPr>
      </w:pPr>
      <w:r w:rsidRPr="004B11CA">
        <w:rPr>
          <w:rFonts w:ascii="Arial" w:hAnsi="Arial" w:cs="Arial"/>
          <w:b/>
          <w:color w:val="4472C4" w:themeColor="accent5"/>
          <w:sz w:val="20"/>
          <w:szCs w:val="20"/>
        </w:rPr>
        <w:t xml:space="preserve">Ostatní zde neuvedené práce budou prováděny v následně </w:t>
      </w:r>
      <w:r>
        <w:rPr>
          <w:rFonts w:ascii="Arial" w:hAnsi="Arial" w:cs="Arial"/>
          <w:b/>
          <w:color w:val="4472C4" w:themeColor="accent5"/>
          <w:sz w:val="20"/>
          <w:szCs w:val="20"/>
        </w:rPr>
        <w:t xml:space="preserve">nezbytných </w:t>
      </w:r>
      <w:r w:rsidRPr="004B11CA">
        <w:rPr>
          <w:rFonts w:ascii="Arial" w:hAnsi="Arial" w:cs="Arial"/>
          <w:b/>
          <w:color w:val="4472C4" w:themeColor="accent5"/>
          <w:sz w:val="20"/>
          <w:szCs w:val="20"/>
        </w:rPr>
        <w:t>výlukách dle potřeby</w:t>
      </w:r>
      <w:r>
        <w:rPr>
          <w:rFonts w:ascii="Arial" w:hAnsi="Arial" w:cs="Arial"/>
          <w:b/>
          <w:color w:val="4472C4" w:themeColor="accent5"/>
          <w:sz w:val="20"/>
          <w:szCs w:val="20"/>
        </w:rPr>
        <w:t xml:space="preserve"> uchazeče a současně v možnostech objednatele.</w:t>
      </w:r>
    </w:p>
    <w:p w:rsidR="00B44F47" w:rsidRDefault="00B44F47" w:rsidP="00A857C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C1BA0" w:rsidRDefault="005C1BA0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C1BA0" w:rsidRPr="00A841F1" w:rsidRDefault="005C1BA0" w:rsidP="005C1BA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proofErr w:type="gramStart"/>
      <w:r w:rsidRPr="00A841F1">
        <w:rPr>
          <w:rFonts w:ascii="Arial" w:hAnsi="Arial" w:cs="Arial"/>
          <w:b/>
          <w:sz w:val="20"/>
          <w:szCs w:val="20"/>
        </w:rPr>
        <w:t>CELKEM :</w:t>
      </w:r>
      <w:proofErr w:type="gramEnd"/>
    </w:p>
    <w:p w:rsidR="005C1BA0" w:rsidRDefault="005C1BA0" w:rsidP="005C1BA0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6958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4"/>
        <w:gridCol w:w="980"/>
        <w:gridCol w:w="3354"/>
      </w:tblGrid>
      <w:tr w:rsidR="005C1BA0" w:rsidRPr="00F16BD9" w:rsidTr="00713D43">
        <w:trPr>
          <w:trHeight w:val="290"/>
        </w:trPr>
        <w:tc>
          <w:tcPr>
            <w:tcW w:w="2624" w:type="dxa"/>
            <w:shd w:val="clear" w:color="auto" w:fill="auto"/>
            <w:noWrap/>
            <w:vAlign w:val="center"/>
            <w:hideMark/>
          </w:tcPr>
          <w:p w:rsidR="005C1BA0" w:rsidRPr="00F16BD9" w:rsidRDefault="005C1BA0" w:rsidP="00713D43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LHI 2x14/750</w:t>
            </w:r>
          </w:p>
        </w:tc>
        <w:tc>
          <w:tcPr>
            <w:tcW w:w="980" w:type="dxa"/>
            <w:vAlign w:val="center"/>
          </w:tcPr>
          <w:p w:rsidR="005C1BA0" w:rsidRPr="00F16BD9" w:rsidRDefault="004B11CA" w:rsidP="00713D43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8</w:t>
            </w:r>
            <w:r w:rsidR="005C1BA0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ks </w:t>
            </w:r>
          </w:p>
        </w:tc>
        <w:tc>
          <w:tcPr>
            <w:tcW w:w="3354" w:type="dxa"/>
            <w:vAlign w:val="center"/>
          </w:tcPr>
          <w:p w:rsidR="005C1BA0" w:rsidRPr="00F16BD9" w:rsidRDefault="005C1BA0" w:rsidP="00713D43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PS 90-28-01</w:t>
            </w:r>
          </w:p>
        </w:tc>
      </w:tr>
      <w:tr w:rsidR="005C1BA0" w:rsidRPr="00F16BD9" w:rsidTr="00713D43">
        <w:trPr>
          <w:trHeight w:val="290"/>
        </w:trPr>
        <w:tc>
          <w:tcPr>
            <w:tcW w:w="2624" w:type="dxa"/>
            <w:shd w:val="clear" w:color="auto" w:fill="auto"/>
            <w:noWrap/>
            <w:vAlign w:val="center"/>
          </w:tcPr>
          <w:p w:rsidR="005C1BA0" w:rsidRPr="007966B3" w:rsidRDefault="005C1BA0" w:rsidP="00713D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66B3">
              <w:rPr>
                <w:rFonts w:ascii="Arial" w:hAnsi="Arial" w:cs="Arial"/>
                <w:sz w:val="20"/>
                <w:szCs w:val="20"/>
              </w:rPr>
              <w:t>LJI 2x20/70</w:t>
            </w:r>
          </w:p>
        </w:tc>
        <w:tc>
          <w:tcPr>
            <w:tcW w:w="980" w:type="dxa"/>
            <w:vAlign w:val="center"/>
          </w:tcPr>
          <w:p w:rsidR="005C1BA0" w:rsidRPr="007966B3" w:rsidRDefault="005C1BA0" w:rsidP="004B11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66B3">
              <w:rPr>
                <w:rFonts w:ascii="Arial" w:hAnsi="Arial" w:cs="Arial"/>
                <w:sz w:val="20"/>
                <w:szCs w:val="20"/>
              </w:rPr>
              <w:t>3</w:t>
            </w:r>
            <w:r w:rsidR="004B11CA">
              <w:rPr>
                <w:rFonts w:ascii="Arial" w:hAnsi="Arial" w:cs="Arial"/>
                <w:sz w:val="20"/>
                <w:szCs w:val="20"/>
              </w:rPr>
              <w:t>0</w:t>
            </w:r>
            <w:r w:rsidRPr="007966B3">
              <w:rPr>
                <w:rFonts w:ascii="Arial" w:hAnsi="Arial" w:cs="Arial"/>
                <w:sz w:val="20"/>
                <w:szCs w:val="20"/>
              </w:rPr>
              <w:t>ks</w:t>
            </w:r>
          </w:p>
        </w:tc>
        <w:tc>
          <w:tcPr>
            <w:tcW w:w="3354" w:type="dxa"/>
            <w:vAlign w:val="center"/>
          </w:tcPr>
          <w:p w:rsidR="005C1BA0" w:rsidRPr="007966B3" w:rsidRDefault="005C1BA0" w:rsidP="00713D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66B3">
              <w:rPr>
                <w:rFonts w:ascii="Arial" w:hAnsi="Arial" w:cs="Arial"/>
                <w:sz w:val="20"/>
                <w:szCs w:val="20"/>
              </w:rPr>
              <w:t>SO 90-17-01</w:t>
            </w:r>
          </w:p>
        </w:tc>
      </w:tr>
      <w:tr w:rsidR="005C1BA0" w:rsidRPr="00F16BD9" w:rsidTr="00713D43">
        <w:trPr>
          <w:trHeight w:val="290"/>
        </w:trPr>
        <w:tc>
          <w:tcPr>
            <w:tcW w:w="2624" w:type="dxa"/>
            <w:shd w:val="clear" w:color="auto" w:fill="auto"/>
            <w:noWrap/>
            <w:vAlign w:val="center"/>
          </w:tcPr>
          <w:p w:rsidR="005C1BA0" w:rsidRPr="007966B3" w:rsidRDefault="005C1BA0" w:rsidP="00713D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66B3">
              <w:rPr>
                <w:rFonts w:ascii="Arial" w:hAnsi="Arial" w:cs="Arial"/>
                <w:sz w:val="20"/>
                <w:szCs w:val="20"/>
              </w:rPr>
              <w:t>LJI 2x20/120</w:t>
            </w:r>
          </w:p>
        </w:tc>
        <w:tc>
          <w:tcPr>
            <w:tcW w:w="980" w:type="dxa"/>
            <w:vAlign w:val="center"/>
          </w:tcPr>
          <w:p w:rsidR="005C1BA0" w:rsidRPr="007966B3" w:rsidRDefault="005C1BA0" w:rsidP="00713D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66B3">
              <w:rPr>
                <w:rFonts w:ascii="Arial" w:hAnsi="Arial" w:cs="Arial"/>
                <w:sz w:val="20"/>
                <w:szCs w:val="20"/>
              </w:rPr>
              <w:t>5ks</w:t>
            </w:r>
          </w:p>
        </w:tc>
        <w:tc>
          <w:tcPr>
            <w:tcW w:w="3354" w:type="dxa"/>
            <w:vAlign w:val="center"/>
          </w:tcPr>
          <w:p w:rsidR="005C1BA0" w:rsidRPr="007966B3" w:rsidRDefault="005C1BA0" w:rsidP="00713D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66B3">
              <w:rPr>
                <w:rFonts w:ascii="Arial" w:hAnsi="Arial" w:cs="Arial"/>
                <w:sz w:val="20"/>
                <w:szCs w:val="20"/>
              </w:rPr>
              <w:t>SO 90-17-01</w:t>
            </w:r>
          </w:p>
        </w:tc>
      </w:tr>
    </w:tbl>
    <w:p w:rsidR="005C1BA0" w:rsidRDefault="005C1BA0" w:rsidP="005C1BA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C1BA0" w:rsidRDefault="005C1BA0" w:rsidP="005C1BA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80DE6" w:rsidRDefault="00880DE6" w:rsidP="005C1BA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80DE6" w:rsidRPr="00880DE6" w:rsidRDefault="00880DE6" w:rsidP="005C1BA0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880DE6">
        <w:rPr>
          <w:rFonts w:ascii="Arial" w:hAnsi="Arial" w:cs="Arial"/>
          <w:i/>
          <w:sz w:val="20"/>
          <w:szCs w:val="20"/>
        </w:rPr>
        <w:t>Ing. Zářecký</w:t>
      </w:r>
    </w:p>
    <w:sectPr w:rsidR="00880DE6" w:rsidRPr="00880DE6" w:rsidSect="00C459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6195B"/>
    <w:rsid w:val="000C59FA"/>
    <w:rsid w:val="00131269"/>
    <w:rsid w:val="0016195B"/>
    <w:rsid w:val="00181308"/>
    <w:rsid w:val="002E2009"/>
    <w:rsid w:val="00323507"/>
    <w:rsid w:val="003E662F"/>
    <w:rsid w:val="00491918"/>
    <w:rsid w:val="004B11CA"/>
    <w:rsid w:val="005B6BA9"/>
    <w:rsid w:val="005C1BA0"/>
    <w:rsid w:val="00713D43"/>
    <w:rsid w:val="007966B3"/>
    <w:rsid w:val="00880DE6"/>
    <w:rsid w:val="0091776C"/>
    <w:rsid w:val="009A3E9E"/>
    <w:rsid w:val="009A62A0"/>
    <w:rsid w:val="00A070E8"/>
    <w:rsid w:val="00A53360"/>
    <w:rsid w:val="00A841F1"/>
    <w:rsid w:val="00A857C8"/>
    <w:rsid w:val="00B44F47"/>
    <w:rsid w:val="00BD42EC"/>
    <w:rsid w:val="00C459E3"/>
    <w:rsid w:val="00D167E3"/>
    <w:rsid w:val="00D957E5"/>
    <w:rsid w:val="00E16092"/>
    <w:rsid w:val="00F16BD9"/>
    <w:rsid w:val="00FB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FD7E9A-E0CD-4B49-8097-45067ED2D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459E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778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SUDOP BRNO, spol. s r.o.</Company>
  <LinksUpToDate>false</LinksUpToDate>
  <CharactersWithSpaces>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Zářecký Jan Ing.</dc:creator>
  <cp:lastModifiedBy>Vlk Bronislav, Ing.</cp:lastModifiedBy>
  <cp:revision>5</cp:revision>
  <cp:lastPrinted>2020-11-26T08:31:00Z</cp:lastPrinted>
  <dcterms:created xsi:type="dcterms:W3CDTF">2020-11-28T15:22:00Z</dcterms:created>
  <dcterms:modified xsi:type="dcterms:W3CDTF">2020-12-01T07:40:00Z</dcterms:modified>
</cp:coreProperties>
</file>